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213" w:rsidRDefault="00595213" w:rsidP="00752D25">
      <w:pPr>
        <w:pStyle w:val="Heading1"/>
        <w:spacing w:before="0"/>
        <w:ind w:left="0" w:firstLine="0"/>
      </w:pPr>
      <w:r>
        <w:t>Annex D</w:t>
      </w:r>
      <w:r>
        <w:tab/>
        <w:t>The effects of variation</w:t>
      </w:r>
      <w:r w:rsidR="00752D25">
        <w:t xml:space="preserve"> </w:t>
      </w:r>
      <w:r>
        <w:t>in social housing rent setting between states</w:t>
      </w:r>
    </w:p>
    <w:p w:rsidR="00595213" w:rsidRPr="00D84764" w:rsidRDefault="00595213" w:rsidP="00595213">
      <w:pPr>
        <w:pStyle w:val="BodyText"/>
        <w:rPr>
          <w:spacing w:val="-2"/>
        </w:rPr>
      </w:pPr>
      <w:r w:rsidRPr="00D84764">
        <w:rPr>
          <w:spacing w:val="-2"/>
        </w:rPr>
        <w:t>As noted in section 2</w:t>
      </w:r>
      <w:r w:rsidR="00BF4479">
        <w:rPr>
          <w:spacing w:val="-2"/>
        </w:rPr>
        <w:t xml:space="preserve"> of BP 2</w:t>
      </w:r>
      <w:r w:rsidRPr="00D84764">
        <w:rPr>
          <w:spacing w:val="-2"/>
        </w:rPr>
        <w:t>, there are three key differences in rent setting between states:</w:t>
      </w:r>
    </w:p>
    <w:p w:rsidR="00595213" w:rsidRDefault="00595213" w:rsidP="00595213">
      <w:pPr>
        <w:pStyle w:val="ListBullet"/>
      </w:pPr>
      <w:r>
        <w:t>Tasmania calculates assessable income on the basis of income net of income taxes; other jurisdictions do not</w:t>
      </w:r>
    </w:p>
    <w:p w:rsidR="00595213" w:rsidRDefault="00595213" w:rsidP="00595213">
      <w:pPr>
        <w:pStyle w:val="ListBullet"/>
      </w:pPr>
      <w:r>
        <w:t xml:space="preserve">the Northern Territory includes </w:t>
      </w:r>
      <w:r w:rsidR="0011421A">
        <w:t>F</w:t>
      </w:r>
      <w:r w:rsidR="002D2D45">
        <w:t xml:space="preserve">amily </w:t>
      </w:r>
      <w:r w:rsidR="0011421A">
        <w:t>T</w:t>
      </w:r>
      <w:r w:rsidR="002D2D45">
        <w:t xml:space="preserve">ax </w:t>
      </w:r>
      <w:r w:rsidR="0011421A">
        <w:t>B</w:t>
      </w:r>
      <w:r w:rsidR="002D2D45">
        <w:t>enefit (</w:t>
      </w:r>
      <w:proofErr w:type="spellStart"/>
      <w:r>
        <w:t>FTB</w:t>
      </w:r>
      <w:proofErr w:type="spellEnd"/>
      <w:r w:rsidR="002D2D45">
        <w:t>)</w:t>
      </w:r>
      <w:r>
        <w:t xml:space="preserve"> in assessable income at a lower rate than other states</w:t>
      </w:r>
    </w:p>
    <w:p w:rsidR="00595213" w:rsidRDefault="00595213" w:rsidP="00595213">
      <w:pPr>
        <w:pStyle w:val="ListBullet"/>
      </w:pPr>
      <w:r>
        <w:t>New South Wales and the Northern Territory do not set rents at 25 per cent of assessable income at all levels of income. In particular, the percentage of income charged as rent varies at higher incomes.</w:t>
      </w:r>
    </w:p>
    <w:p w:rsidR="00595213" w:rsidRDefault="00595213" w:rsidP="00752D25">
      <w:pPr>
        <w:pStyle w:val="Heading2nosectionno"/>
      </w:pPr>
      <w:r>
        <w:t>Effect of excluding income tax in calculating assessable income</w:t>
      </w:r>
    </w:p>
    <w:p w:rsidR="00595213" w:rsidRDefault="00595213" w:rsidP="00595213">
      <w:pPr>
        <w:pStyle w:val="BodyText"/>
      </w:pPr>
      <w:r>
        <w:t xml:space="preserve">Tasmania’s approach of using income net of income tax, rather than gross income, in calculating assessable incomes causes lower </w:t>
      </w:r>
      <w:r w:rsidR="002D2D45">
        <w:t>effective marginal tax rates (</w:t>
      </w:r>
      <w:r>
        <w:t>EMTRs</w:t>
      </w:r>
      <w:r w:rsidR="002D2D45">
        <w:t>)</w:t>
      </w:r>
      <w:r>
        <w:t xml:space="preserve"> whenever tax is paid. It also means that the contribution of rent setting rules to EMTRs is spread over a larger income range than it is in other jurisdictions.</w:t>
      </w:r>
    </w:p>
    <w:p w:rsidR="00595213" w:rsidRPr="007D361D" w:rsidRDefault="00595213" w:rsidP="00595213">
      <w:pPr>
        <w:pStyle w:val="BodyText"/>
      </w:pPr>
      <w:r w:rsidRPr="007D361D">
        <w:t>Consider the EMTR for a single, childless recipient</w:t>
      </w:r>
      <w:r w:rsidR="002D2D45">
        <w:t xml:space="preserve"> of the Disability Support Pension (DSP)</w:t>
      </w:r>
      <w:r w:rsidRPr="007D361D">
        <w:t xml:space="preserve"> from a $1 increase in income above the point at which they start to pay income tax — about $20 500. In Tasmania, a social housing tenant’s assessable income increases by $0.71 ($1 minus the income tax rate plus Medicare levy). In other jurisdictions</w:t>
      </w:r>
      <w:r>
        <w:t>,</w:t>
      </w:r>
      <w:r w:rsidRPr="007D361D">
        <w:t xml:space="preserve"> assessable income increases by $1. In all jurisdictions, at this level of income, assessable income also reduces by $0.50 due to the withdrawal of DSP. The net change in assessable income in Tasmania is, therefore, $0.21, and rent increases by 25 per cent of this, or by $0.05. The </w:t>
      </w:r>
      <w:r>
        <w:t xml:space="preserve">contribution of housing assistance to the </w:t>
      </w:r>
      <w:r w:rsidRPr="007D361D">
        <w:t xml:space="preserve">EMTR is 5 per cent. In other jurisdictions, the net change in assessable income is $0.50, rent increases by $0.125 (25 per cent of $0.50) and the </w:t>
      </w:r>
      <w:r>
        <w:t xml:space="preserve">contribution of housing assistance to the </w:t>
      </w:r>
      <w:r w:rsidRPr="007D361D">
        <w:t>EMTR is 12.5 per cent, which adds to any effects from other parts of the tax and transfer system.</w:t>
      </w:r>
    </w:p>
    <w:p w:rsidR="00595213" w:rsidRPr="00D84764" w:rsidRDefault="00595213" w:rsidP="00595213">
      <w:pPr>
        <w:pStyle w:val="BodyText"/>
        <w:rPr>
          <w:spacing w:val="-2"/>
        </w:rPr>
      </w:pPr>
      <w:r w:rsidRPr="00D84764">
        <w:rPr>
          <w:spacing w:val="-2"/>
        </w:rPr>
        <w:t>Differences between jurisdictions are illustrated for a single, childless DSP recipient living in a property with a</w:t>
      </w:r>
      <w:r>
        <w:rPr>
          <w:spacing w:val="-2"/>
        </w:rPr>
        <w:t>n annual</w:t>
      </w:r>
      <w:r w:rsidRPr="00D84764">
        <w:rPr>
          <w:spacing w:val="-2"/>
        </w:rPr>
        <w:t xml:space="preserve"> market rent of $10 000 (figure </w:t>
      </w:r>
      <w:r w:rsidR="00BF4479">
        <w:rPr>
          <w:spacing w:val="-2"/>
        </w:rPr>
        <w:t>D</w:t>
      </w:r>
      <w:r>
        <w:rPr>
          <w:spacing w:val="-2"/>
        </w:rPr>
        <w:t>.1</w:t>
      </w:r>
      <w:r w:rsidRPr="00D84764">
        <w:rPr>
          <w:spacing w:val="-2"/>
        </w:rPr>
        <w:t xml:space="preserve">). The gap between the schedules ‘DSP, no HA’ and ‘DSP, HA…’ captures the </w:t>
      </w:r>
      <w:r>
        <w:rPr>
          <w:spacing w:val="-2"/>
        </w:rPr>
        <w:t xml:space="preserve">contribution to </w:t>
      </w:r>
      <w:r w:rsidRPr="00D84764">
        <w:rPr>
          <w:spacing w:val="-2"/>
        </w:rPr>
        <w:t xml:space="preserve">EMTRs </w:t>
      </w:r>
      <w:r>
        <w:rPr>
          <w:spacing w:val="-2"/>
        </w:rPr>
        <w:t xml:space="preserve">of </w:t>
      </w:r>
      <w:r w:rsidRPr="00D84764">
        <w:rPr>
          <w:spacing w:val="-2"/>
        </w:rPr>
        <w:t>housing assistance. The effect of the difference in approach between Tasmania and other jurisdictions is shown by the gap between the ‘DSP, HA, Aust excl Tas’ and ‘DSP, HA, Tas’ schedules.</w:t>
      </w:r>
    </w:p>
    <w:p w:rsidR="00595213" w:rsidRDefault="00595213" w:rsidP="00595213">
      <w:pPr>
        <w:pStyle w:val="BodyText"/>
      </w:pPr>
      <w:r>
        <w:lastRenderedPageBreak/>
        <w:t>Although social housing residents in Tasmania face a lower contribution of housing assistance to EMTRs than tenants in other jurisdictions, they face this contribution over a larger income range. In the example below, single, childless DSP recipients around the country face the same contribution of housing assistance to EMTRs up to the point at which the tax system starts to affect disposable income — about $18 000. Between $18 000 and $32 000, a tenant in Tasmania faces a lower contribution of housing assistance to their EMTR. At about $32 000, tenants in other jurisdictions start to pay market rent. Tenants in Tasmania continue to face a contribution from housing assistance to EMTRs until a market income of about $45 000, at which point they too are paying market rent.</w:t>
      </w:r>
    </w:p>
    <w:p w:rsidR="00595213" w:rsidRPr="00090CEC" w:rsidRDefault="00595213" w:rsidP="005952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5213" w:rsidTr="006A0DBE">
        <w:tc>
          <w:tcPr>
            <w:tcW w:w="8771" w:type="dxa"/>
            <w:tcBorders>
              <w:top w:val="single" w:sz="6" w:space="0" w:color="78A22F"/>
              <w:left w:val="nil"/>
              <w:bottom w:val="nil"/>
              <w:right w:val="nil"/>
            </w:tcBorders>
            <w:shd w:val="clear" w:color="auto" w:fill="auto"/>
          </w:tcPr>
          <w:p w:rsidR="00595213" w:rsidRDefault="00595213" w:rsidP="006A0DBE">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proofErr w:type="spellStart"/>
            <w:r w:rsidR="00BF4479">
              <w:rPr>
                <w:b w:val="0"/>
              </w:rPr>
              <w:t>D</w:t>
            </w:r>
            <w:r>
              <w:rPr>
                <w:b w:val="0"/>
              </w:rPr>
              <w:t>.1</w:t>
            </w:r>
            <w:proofErr w:type="spellEnd"/>
            <w:r>
              <w:tab/>
              <w:t>The effect of deducting tax on EMTRs</w:t>
            </w:r>
            <w:r w:rsidRPr="00180226">
              <w:rPr>
                <w:rStyle w:val="NoteLabel"/>
                <w:b/>
              </w:rPr>
              <w:t>a</w:t>
            </w:r>
          </w:p>
          <w:p w:rsidR="00595213" w:rsidRPr="00176D3F" w:rsidRDefault="00595213" w:rsidP="006A0DBE">
            <w:pPr>
              <w:pStyle w:val="Subtitle"/>
            </w:pPr>
            <w:r>
              <w:t>Single, childless DSP recipient</w:t>
            </w:r>
          </w:p>
        </w:tc>
      </w:tr>
      <w:tr w:rsidR="00595213" w:rsidTr="006A0D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95213" w:rsidTr="006A0DBE">
              <w:trPr>
                <w:jc w:val="center"/>
              </w:trPr>
              <w:tc>
                <w:tcPr>
                  <w:tcW w:w="5000" w:type="pct"/>
                  <w:tcBorders>
                    <w:top w:val="nil"/>
                    <w:bottom w:val="nil"/>
                  </w:tcBorders>
                </w:tcPr>
                <w:p w:rsidR="00595213" w:rsidRDefault="00F77C0F" w:rsidP="006A0DBE">
                  <w:pPr>
                    <w:pStyle w:val="Figure"/>
                    <w:spacing w:before="60" w:after="60"/>
                  </w:pPr>
                  <w:r>
                    <w:rPr>
                      <w:noProof/>
                    </w:rPr>
                    <w:drawing>
                      <wp:inline distT="0" distB="0" distL="0" distR="0" wp14:anchorId="220BCC97" wp14:editId="39B4774D">
                        <wp:extent cx="5391150" cy="2514600"/>
                        <wp:effectExtent l="0" t="0" r="0" b="0"/>
                        <wp:docPr id="1" name="Picture 1" descr="This chart shows the effect of deducting tax on EMTRs for a single, childless DSP recipient under different housing assistance scenarios." title="The effect of deducting tax on EMT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91150" cy="2514600"/>
                                </a:xfrm>
                                <a:prstGeom prst="rect">
                                  <a:avLst/>
                                </a:prstGeom>
                                <a:noFill/>
                                <a:ln>
                                  <a:noFill/>
                                </a:ln>
                              </pic:spPr>
                            </pic:pic>
                          </a:graphicData>
                        </a:graphic>
                      </wp:inline>
                    </w:drawing>
                  </w:r>
                </w:p>
              </w:tc>
            </w:tr>
          </w:tbl>
          <w:p w:rsidR="00595213" w:rsidRDefault="00595213" w:rsidP="006A0DBE">
            <w:pPr>
              <w:pStyle w:val="Figure"/>
            </w:pPr>
          </w:p>
        </w:tc>
      </w:tr>
      <w:tr w:rsidR="00595213" w:rsidRPr="00176D3F" w:rsidTr="006A0DBE">
        <w:tc>
          <w:tcPr>
            <w:tcW w:w="8771" w:type="dxa"/>
            <w:tcBorders>
              <w:top w:val="nil"/>
              <w:left w:val="nil"/>
              <w:bottom w:val="nil"/>
              <w:right w:val="nil"/>
            </w:tcBorders>
            <w:shd w:val="clear" w:color="auto" w:fill="auto"/>
          </w:tcPr>
          <w:p w:rsidR="00595213" w:rsidRPr="00176D3F" w:rsidRDefault="00595213" w:rsidP="006A0DBE">
            <w:pPr>
              <w:pStyle w:val="Note"/>
            </w:pPr>
            <w:r w:rsidRPr="00180226">
              <w:rPr>
                <w:rStyle w:val="NoteLabel"/>
              </w:rPr>
              <w:t>a</w:t>
            </w:r>
            <w:r w:rsidRPr="00180226">
              <w:t xml:space="preserve"> </w:t>
            </w:r>
            <w:r>
              <w:t>The small dip in the ‘DSP, HA, Tas’ schedule between about $18 000 and $20 500 is due to an assumption that the rent setting rules do not take the low income tax offset into account.</w:t>
            </w:r>
          </w:p>
        </w:tc>
      </w:tr>
      <w:tr w:rsidR="00595213" w:rsidRPr="00176D3F" w:rsidTr="006A0DBE">
        <w:tc>
          <w:tcPr>
            <w:tcW w:w="8771" w:type="dxa"/>
            <w:tcBorders>
              <w:top w:val="nil"/>
              <w:left w:val="nil"/>
              <w:bottom w:val="nil"/>
              <w:right w:val="nil"/>
            </w:tcBorders>
            <w:shd w:val="clear" w:color="auto" w:fill="auto"/>
          </w:tcPr>
          <w:p w:rsidR="00595213" w:rsidRPr="00611F6C" w:rsidRDefault="00595213" w:rsidP="006A0DBE">
            <w:pPr>
              <w:pStyle w:val="Source"/>
              <w:rPr>
                <w:b/>
                <w:position w:val="6"/>
              </w:rPr>
            </w:pPr>
            <w:r>
              <w:rPr>
                <w:i/>
              </w:rPr>
              <w:t>Source</w:t>
            </w:r>
            <w:r>
              <w:t>: Estimated from the PCTT 2014 model.</w:t>
            </w:r>
          </w:p>
        </w:tc>
      </w:tr>
      <w:tr w:rsidR="00595213" w:rsidTr="006A0DBE">
        <w:tc>
          <w:tcPr>
            <w:tcW w:w="8771" w:type="dxa"/>
            <w:tcBorders>
              <w:top w:val="nil"/>
              <w:left w:val="nil"/>
              <w:bottom w:val="single" w:sz="6" w:space="0" w:color="78A22F"/>
              <w:right w:val="nil"/>
            </w:tcBorders>
            <w:shd w:val="clear" w:color="auto" w:fill="auto"/>
          </w:tcPr>
          <w:p w:rsidR="00595213" w:rsidRDefault="00595213" w:rsidP="006A0DBE">
            <w:pPr>
              <w:pStyle w:val="Figurespace"/>
            </w:pPr>
          </w:p>
        </w:tc>
      </w:tr>
      <w:tr w:rsidR="00595213" w:rsidRPr="000863A5" w:rsidTr="006A0DBE">
        <w:tc>
          <w:tcPr>
            <w:tcW w:w="8771" w:type="dxa"/>
            <w:tcBorders>
              <w:top w:val="single" w:sz="6" w:space="0" w:color="78A22F"/>
              <w:left w:val="nil"/>
              <w:bottom w:val="nil"/>
              <w:right w:val="nil"/>
            </w:tcBorders>
          </w:tcPr>
          <w:p w:rsidR="00595213" w:rsidRPr="00626D32" w:rsidRDefault="00595213" w:rsidP="006A0DBE">
            <w:pPr>
              <w:pStyle w:val="BoxSpaceBelow"/>
            </w:pPr>
          </w:p>
        </w:tc>
      </w:tr>
    </w:tbl>
    <w:p w:rsidR="00595213" w:rsidRDefault="00595213" w:rsidP="00752D25">
      <w:pPr>
        <w:pStyle w:val="Heading2nosectionno"/>
      </w:pPr>
      <w:r>
        <w:t>Effect of including a smaller proportion of FTB in assessable income</w:t>
      </w:r>
    </w:p>
    <w:p w:rsidR="00595213" w:rsidRPr="00D84764" w:rsidRDefault="00595213" w:rsidP="00595213">
      <w:pPr>
        <w:pStyle w:val="BodyText"/>
        <w:rPr>
          <w:spacing w:val="-2"/>
        </w:rPr>
      </w:pPr>
      <w:r w:rsidRPr="00D84764">
        <w:rPr>
          <w:spacing w:val="-2"/>
        </w:rPr>
        <w:t>The Northern Territory’s approach of including a smaller proportion of FTB in calculating assessable income reduces the level of assessable income at any market income, but does not change a tenant’s EMTR. Up to the income threshold at which welfare payments are withdrawn, tenants</w:t>
      </w:r>
      <w:r>
        <w:rPr>
          <w:spacing w:val="-2"/>
        </w:rPr>
        <w:t xml:space="preserve"> in the Northern Territory</w:t>
      </w:r>
      <w:r w:rsidRPr="00D84764">
        <w:rPr>
          <w:spacing w:val="-2"/>
        </w:rPr>
        <w:t xml:space="preserve"> are assumed to pay 25 cents of each additional dollar of income in rent.</w:t>
      </w:r>
      <w:r w:rsidRPr="007D361D">
        <w:rPr>
          <w:rStyle w:val="FootnoteReference"/>
        </w:rPr>
        <w:footnoteReference w:id="1"/>
      </w:r>
      <w:r w:rsidRPr="00D84764">
        <w:rPr>
          <w:spacing w:val="-2"/>
        </w:rPr>
        <w:t xml:space="preserve"> However, the fact that assessable income is lower means that </w:t>
      </w:r>
      <w:r w:rsidRPr="00D84764">
        <w:rPr>
          <w:spacing w:val="-2"/>
        </w:rPr>
        <w:lastRenderedPageBreak/>
        <w:t xml:space="preserve">housing assistance </w:t>
      </w:r>
      <w:r>
        <w:rPr>
          <w:spacing w:val="-2"/>
        </w:rPr>
        <w:t xml:space="preserve">contributes to EMTRs </w:t>
      </w:r>
      <w:r w:rsidRPr="00D84764">
        <w:rPr>
          <w:spacing w:val="-2"/>
        </w:rPr>
        <w:t xml:space="preserve">over a larger range of market income. </w:t>
      </w:r>
      <w:r>
        <w:rPr>
          <w:spacing w:val="-2"/>
        </w:rPr>
        <w:t>Tenants</w:t>
      </w:r>
      <w:r w:rsidRPr="00D84764">
        <w:rPr>
          <w:spacing w:val="-2"/>
        </w:rPr>
        <w:t xml:space="preserve"> have to earn a higher level of market income to reach the level of assessable income at which they pay market rent. This is illustrated for a FTB recipient with two children who lives in a property with a market rent of $10 000 (figure </w:t>
      </w:r>
      <w:r w:rsidR="00BF4479">
        <w:rPr>
          <w:spacing w:val="-2"/>
        </w:rPr>
        <w:t>D</w:t>
      </w:r>
      <w:r>
        <w:rPr>
          <w:spacing w:val="-2"/>
        </w:rPr>
        <w:t>.2</w:t>
      </w:r>
      <w:r w:rsidRPr="00D84764">
        <w:rPr>
          <w:spacing w:val="-2"/>
        </w:rPr>
        <w:t>).</w:t>
      </w:r>
    </w:p>
    <w:p w:rsidR="00595213" w:rsidRDefault="00595213" w:rsidP="00595213">
      <w:pPr>
        <w:pStyle w:val="BodyText"/>
      </w:pPr>
      <w:r>
        <w:t>Withdrawal of FTB doesn’t start until market income reaches about $50 000. Tenants, both in the Northern Territory and other jurisdictions, begin to pay market rent well before that income level — at about $35 000 and $32 000, respectively.</w:t>
      </w:r>
    </w:p>
    <w:p w:rsidR="00595213" w:rsidRDefault="00595213" w:rsidP="005952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5213" w:rsidTr="006A0DBE">
        <w:tc>
          <w:tcPr>
            <w:tcW w:w="8771" w:type="dxa"/>
            <w:tcBorders>
              <w:top w:val="single" w:sz="6" w:space="0" w:color="78A22F"/>
              <w:left w:val="nil"/>
              <w:bottom w:val="nil"/>
              <w:right w:val="nil"/>
            </w:tcBorders>
            <w:shd w:val="clear" w:color="auto" w:fill="auto"/>
          </w:tcPr>
          <w:p w:rsidR="00595213" w:rsidRDefault="00595213" w:rsidP="006A0DBE">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proofErr w:type="spellStart"/>
            <w:r w:rsidR="00BF4479">
              <w:rPr>
                <w:b w:val="0"/>
              </w:rPr>
              <w:t>D</w:t>
            </w:r>
            <w:r>
              <w:rPr>
                <w:b w:val="0"/>
              </w:rPr>
              <w:t>.2</w:t>
            </w:r>
            <w:proofErr w:type="spellEnd"/>
            <w:r>
              <w:tab/>
              <w:t>The effect of counting FTB at a lower rate on EMTRs</w:t>
            </w:r>
          </w:p>
          <w:p w:rsidR="00595213" w:rsidRPr="00176D3F" w:rsidRDefault="00595213" w:rsidP="006A0DBE">
            <w:pPr>
              <w:pStyle w:val="Subtitle"/>
            </w:pPr>
            <w:r>
              <w:t>FTB recipient with two children</w:t>
            </w:r>
          </w:p>
        </w:tc>
      </w:tr>
      <w:tr w:rsidR="00595213" w:rsidTr="006A0D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95213" w:rsidTr="006A0DBE">
              <w:trPr>
                <w:jc w:val="center"/>
              </w:trPr>
              <w:tc>
                <w:tcPr>
                  <w:tcW w:w="5000" w:type="pct"/>
                  <w:tcBorders>
                    <w:top w:val="nil"/>
                    <w:bottom w:val="nil"/>
                  </w:tcBorders>
                </w:tcPr>
                <w:p w:rsidR="00595213" w:rsidRDefault="00F77C0F" w:rsidP="006A0DBE">
                  <w:pPr>
                    <w:pStyle w:val="Figure"/>
                    <w:spacing w:before="60" w:after="60"/>
                  </w:pPr>
                  <w:r>
                    <w:rPr>
                      <w:noProof/>
                    </w:rPr>
                    <w:drawing>
                      <wp:inline distT="0" distB="0" distL="0" distR="0">
                        <wp:extent cx="5391150" cy="2514600"/>
                        <wp:effectExtent l="0" t="0" r="0" b="0"/>
                        <wp:docPr id="2" name="Picture 2" descr="This charts shows the effect of counting FTB at a lower rate on EMTRs, for an FTB recipient with two children. It compares EMTRs when FTB is counted at 100%, 60% or 43%." title="The effect of counting FTB at a lower rate on EMT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91150" cy="2514600"/>
                                </a:xfrm>
                                <a:prstGeom prst="rect">
                                  <a:avLst/>
                                </a:prstGeom>
                                <a:noFill/>
                                <a:ln>
                                  <a:noFill/>
                                </a:ln>
                              </pic:spPr>
                            </pic:pic>
                          </a:graphicData>
                        </a:graphic>
                      </wp:inline>
                    </w:drawing>
                  </w:r>
                </w:p>
              </w:tc>
            </w:tr>
          </w:tbl>
          <w:p w:rsidR="00595213" w:rsidRDefault="00595213" w:rsidP="006A0DBE">
            <w:pPr>
              <w:pStyle w:val="Figure"/>
            </w:pPr>
          </w:p>
        </w:tc>
      </w:tr>
      <w:tr w:rsidR="00595213" w:rsidRPr="00176D3F" w:rsidTr="006A0DBE">
        <w:tc>
          <w:tcPr>
            <w:tcW w:w="8771" w:type="dxa"/>
            <w:tcBorders>
              <w:top w:val="nil"/>
              <w:left w:val="nil"/>
              <w:bottom w:val="nil"/>
              <w:right w:val="nil"/>
            </w:tcBorders>
            <w:shd w:val="clear" w:color="auto" w:fill="auto"/>
          </w:tcPr>
          <w:p w:rsidR="00595213" w:rsidRPr="00611F6C" w:rsidRDefault="00595213" w:rsidP="006A0DBE">
            <w:pPr>
              <w:pStyle w:val="Note"/>
              <w:rPr>
                <w:b/>
                <w:position w:val="6"/>
              </w:rPr>
            </w:pPr>
            <w:r>
              <w:rPr>
                <w:rStyle w:val="NoteLabel"/>
              </w:rPr>
              <w:t xml:space="preserve">a </w:t>
            </w:r>
            <w:r>
              <w:t>For clarity, we have assumed the Northern Territory sets rent at 25 per cent of assessable income, not 23 per cent.</w:t>
            </w:r>
          </w:p>
        </w:tc>
      </w:tr>
      <w:tr w:rsidR="00595213" w:rsidRPr="00176D3F" w:rsidTr="006A0DBE">
        <w:tc>
          <w:tcPr>
            <w:tcW w:w="8771" w:type="dxa"/>
            <w:tcBorders>
              <w:top w:val="nil"/>
              <w:left w:val="nil"/>
              <w:bottom w:val="nil"/>
              <w:right w:val="nil"/>
            </w:tcBorders>
            <w:shd w:val="clear" w:color="auto" w:fill="auto"/>
          </w:tcPr>
          <w:p w:rsidR="00595213" w:rsidRPr="00611F6C" w:rsidRDefault="00595213" w:rsidP="006A0DBE">
            <w:pPr>
              <w:pStyle w:val="Source"/>
              <w:rPr>
                <w:b/>
                <w:position w:val="6"/>
              </w:rPr>
            </w:pPr>
            <w:r>
              <w:rPr>
                <w:i/>
              </w:rPr>
              <w:t>Source</w:t>
            </w:r>
            <w:r>
              <w:t>: Estimated from the PCTT 2014 model.</w:t>
            </w:r>
          </w:p>
        </w:tc>
      </w:tr>
      <w:tr w:rsidR="00595213" w:rsidTr="006A0DBE">
        <w:tc>
          <w:tcPr>
            <w:tcW w:w="8771" w:type="dxa"/>
            <w:tcBorders>
              <w:top w:val="nil"/>
              <w:left w:val="nil"/>
              <w:bottom w:val="single" w:sz="6" w:space="0" w:color="78A22F"/>
              <w:right w:val="nil"/>
            </w:tcBorders>
            <w:shd w:val="clear" w:color="auto" w:fill="auto"/>
          </w:tcPr>
          <w:p w:rsidR="00595213" w:rsidRDefault="00595213" w:rsidP="006A0DBE">
            <w:pPr>
              <w:pStyle w:val="Figurespace"/>
            </w:pPr>
          </w:p>
        </w:tc>
      </w:tr>
      <w:tr w:rsidR="00595213" w:rsidRPr="000863A5" w:rsidTr="006A0DBE">
        <w:tc>
          <w:tcPr>
            <w:tcW w:w="8771" w:type="dxa"/>
            <w:tcBorders>
              <w:top w:val="single" w:sz="6" w:space="0" w:color="78A22F"/>
              <w:left w:val="nil"/>
              <w:bottom w:val="nil"/>
              <w:right w:val="nil"/>
            </w:tcBorders>
          </w:tcPr>
          <w:p w:rsidR="00595213" w:rsidRPr="00626D32" w:rsidRDefault="00595213" w:rsidP="006A0DBE">
            <w:pPr>
              <w:pStyle w:val="BoxSpaceBelow"/>
            </w:pPr>
          </w:p>
        </w:tc>
      </w:tr>
    </w:tbl>
    <w:p w:rsidR="00595213" w:rsidRDefault="00595213" w:rsidP="00752D25">
      <w:pPr>
        <w:pStyle w:val="Heading2nosectionno"/>
      </w:pPr>
      <w:r>
        <w:t>Effect of increasing the percentage of income paid in rent as income increases</w:t>
      </w:r>
    </w:p>
    <w:p w:rsidR="00595213" w:rsidRDefault="00595213" w:rsidP="00595213">
      <w:pPr>
        <w:pStyle w:val="BodyText"/>
      </w:pPr>
      <w:r>
        <w:t>In New South Wales, rents are set at between 25 and 30 per cent of assessable income (up to the point where a tenant is paying market rent). Different thresholds determine the percentage paid by a household. For example, at an assessable income of less than $38 325 (the ‘moderate income threshold’), the percentage of income charged as rent is set at 25 for a tenant living alone (figure </w:t>
      </w:r>
      <w:r w:rsidR="00BF4479">
        <w:t>D</w:t>
      </w:r>
      <w:r>
        <w:t xml:space="preserve">.3). At incomes between $38 325 and $47 919, the rate increases linearly from 25 per cent to 30 per cent. Above $47 919, the tenant is charged 30 </w:t>
      </w:r>
      <w:r>
        <w:lastRenderedPageBreak/>
        <w:t>per cent of assessable income, until $71 175 (the ‘subsidy eligibility threshold’) above which market rent is charged (if the tenant is not already paying this level of rent).</w:t>
      </w:r>
    </w:p>
    <w:p w:rsidR="00595213" w:rsidRDefault="00595213" w:rsidP="005952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5213" w:rsidTr="006A0DBE">
        <w:tc>
          <w:tcPr>
            <w:tcW w:w="8771" w:type="dxa"/>
            <w:tcBorders>
              <w:top w:val="single" w:sz="6" w:space="0" w:color="78A22F"/>
              <w:left w:val="nil"/>
              <w:bottom w:val="nil"/>
              <w:right w:val="nil"/>
            </w:tcBorders>
            <w:shd w:val="clear" w:color="auto" w:fill="auto"/>
          </w:tcPr>
          <w:p w:rsidR="00595213" w:rsidRDefault="00595213" w:rsidP="006A0DBE">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proofErr w:type="spellStart"/>
            <w:r w:rsidR="00BF4479">
              <w:rPr>
                <w:b w:val="0"/>
              </w:rPr>
              <w:t>D</w:t>
            </w:r>
            <w:r>
              <w:rPr>
                <w:b w:val="0"/>
              </w:rPr>
              <w:t>.3</w:t>
            </w:r>
            <w:proofErr w:type="spellEnd"/>
            <w:r>
              <w:tab/>
              <w:t>Rate of assessable income charged as rent in NSW</w:t>
            </w:r>
          </w:p>
          <w:p w:rsidR="00595213" w:rsidRPr="00176D3F" w:rsidRDefault="00595213" w:rsidP="006A0DBE">
            <w:pPr>
              <w:pStyle w:val="Subtitle"/>
            </w:pPr>
            <w:r>
              <w:t>Single person</w:t>
            </w:r>
            <w:r>
              <w:rPr>
                <w:rStyle w:val="NoteLabel"/>
              </w:rPr>
              <w:t>a</w:t>
            </w:r>
          </w:p>
        </w:tc>
      </w:tr>
      <w:tr w:rsidR="00595213" w:rsidTr="006A0D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95213" w:rsidTr="006A0DBE">
              <w:trPr>
                <w:jc w:val="center"/>
              </w:trPr>
              <w:tc>
                <w:tcPr>
                  <w:tcW w:w="5000" w:type="pct"/>
                  <w:tcBorders>
                    <w:top w:val="nil"/>
                    <w:bottom w:val="nil"/>
                  </w:tcBorders>
                </w:tcPr>
                <w:p w:rsidR="00595213" w:rsidRDefault="00595213" w:rsidP="006A0DBE">
                  <w:pPr>
                    <w:pStyle w:val="Figure"/>
                    <w:spacing w:before="60" w:after="60"/>
                  </w:pPr>
                  <w:r>
                    <w:rPr>
                      <w:noProof/>
                    </w:rPr>
                    <w:drawing>
                      <wp:inline distT="0" distB="0" distL="0" distR="0" wp14:anchorId="556E4F17" wp14:editId="03DD147A">
                        <wp:extent cx="5400000" cy="2520000"/>
                        <wp:effectExtent l="0" t="0" r="0" b="0"/>
                        <wp:docPr id="21" name="Chart 21" descr="This chart shows the rate of assessable income charged as public housing rent in NSW. The rate increases from 25 to 30 per cent as income rises." title="Rate of assessable income charged as rent in NSW"/>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r>
                    <w:rPr>
                      <w:rStyle w:val="CommentReference"/>
                      <w:szCs w:val="24"/>
                    </w:rPr>
                    <w:t xml:space="preserve"> </w:t>
                  </w:r>
                </w:p>
              </w:tc>
            </w:tr>
          </w:tbl>
          <w:p w:rsidR="00595213" w:rsidRDefault="00595213" w:rsidP="006A0DBE">
            <w:pPr>
              <w:pStyle w:val="Figure"/>
            </w:pPr>
          </w:p>
        </w:tc>
      </w:tr>
      <w:tr w:rsidR="00595213" w:rsidRPr="00176D3F" w:rsidTr="006A0DBE">
        <w:tc>
          <w:tcPr>
            <w:tcW w:w="8771" w:type="dxa"/>
            <w:tcBorders>
              <w:top w:val="nil"/>
              <w:left w:val="nil"/>
              <w:bottom w:val="nil"/>
              <w:right w:val="nil"/>
            </w:tcBorders>
            <w:shd w:val="clear" w:color="auto" w:fill="auto"/>
          </w:tcPr>
          <w:p w:rsidR="00595213" w:rsidRPr="00611F6C" w:rsidRDefault="00595213" w:rsidP="006A0DBE">
            <w:pPr>
              <w:pStyle w:val="Note"/>
              <w:rPr>
                <w:b/>
                <w:position w:val="6"/>
              </w:rPr>
            </w:pPr>
            <w:r>
              <w:rPr>
                <w:rStyle w:val="NoteLabel"/>
              </w:rPr>
              <w:t xml:space="preserve">a </w:t>
            </w:r>
            <w:r>
              <w:t>Larger households have higher thresholds. For each additional adult, first child and additional children respectively, the moderate income threshold increases by $10 168, $7561 and $5214, the 30 per cent threshold increases by $12 723, $9438, and $6518, and the subsidy eligibility threshold increases by $19 032, $14 339 and $9386.</w:t>
            </w:r>
          </w:p>
        </w:tc>
      </w:tr>
      <w:tr w:rsidR="00595213" w:rsidRPr="00176D3F" w:rsidTr="006A0DBE">
        <w:tc>
          <w:tcPr>
            <w:tcW w:w="8771" w:type="dxa"/>
            <w:tcBorders>
              <w:top w:val="nil"/>
              <w:left w:val="nil"/>
              <w:bottom w:val="nil"/>
              <w:right w:val="nil"/>
            </w:tcBorders>
            <w:shd w:val="clear" w:color="auto" w:fill="auto"/>
          </w:tcPr>
          <w:p w:rsidR="00595213" w:rsidRPr="00611F6C" w:rsidRDefault="00595213" w:rsidP="006A0DBE">
            <w:pPr>
              <w:pStyle w:val="Source"/>
              <w:rPr>
                <w:b/>
                <w:position w:val="6"/>
              </w:rPr>
            </w:pPr>
            <w:r>
              <w:rPr>
                <w:i/>
              </w:rPr>
              <w:t>Source</w:t>
            </w:r>
            <w:r>
              <w:t xml:space="preserve">: </w:t>
            </w:r>
            <w:r w:rsidRPr="00C931B1">
              <w:rPr>
                <w:rFonts w:cs="Arial"/>
                <w:szCs w:val="24"/>
              </w:rPr>
              <w:t>Housing NSW </w:t>
            </w:r>
            <w:r w:rsidR="00A20BD7">
              <w:rPr>
                <w:rFonts w:cs="Arial"/>
                <w:szCs w:val="24"/>
              </w:rPr>
              <w:t>(</w:t>
            </w:r>
            <w:r w:rsidRPr="00C931B1">
              <w:rPr>
                <w:rFonts w:cs="Arial"/>
                <w:szCs w:val="24"/>
              </w:rPr>
              <w:t>2014</w:t>
            </w:r>
            <w:r w:rsidR="00A20BD7">
              <w:rPr>
                <w:rFonts w:cs="Arial"/>
                <w:szCs w:val="24"/>
              </w:rPr>
              <w:t>)</w:t>
            </w:r>
            <w:r>
              <w:rPr>
                <w:rFonts w:cs="Arial"/>
                <w:szCs w:val="24"/>
              </w:rPr>
              <w:t>.</w:t>
            </w:r>
          </w:p>
        </w:tc>
      </w:tr>
      <w:tr w:rsidR="00595213" w:rsidTr="006A0DBE">
        <w:tc>
          <w:tcPr>
            <w:tcW w:w="8771" w:type="dxa"/>
            <w:tcBorders>
              <w:top w:val="nil"/>
              <w:left w:val="nil"/>
              <w:bottom w:val="single" w:sz="6" w:space="0" w:color="78A22F"/>
              <w:right w:val="nil"/>
            </w:tcBorders>
            <w:shd w:val="clear" w:color="auto" w:fill="auto"/>
          </w:tcPr>
          <w:p w:rsidR="00595213" w:rsidRDefault="00595213" w:rsidP="006A0DBE">
            <w:pPr>
              <w:pStyle w:val="Figurespace"/>
            </w:pPr>
          </w:p>
        </w:tc>
      </w:tr>
      <w:tr w:rsidR="00595213" w:rsidRPr="000863A5" w:rsidTr="006A0DBE">
        <w:tc>
          <w:tcPr>
            <w:tcW w:w="8771" w:type="dxa"/>
            <w:tcBorders>
              <w:top w:val="single" w:sz="6" w:space="0" w:color="78A22F"/>
              <w:left w:val="nil"/>
              <w:bottom w:val="nil"/>
              <w:right w:val="nil"/>
            </w:tcBorders>
          </w:tcPr>
          <w:p w:rsidR="00595213" w:rsidRPr="00626D32" w:rsidRDefault="00595213" w:rsidP="006A0DBE">
            <w:pPr>
              <w:pStyle w:val="BoxSpaceBelow"/>
            </w:pPr>
          </w:p>
        </w:tc>
      </w:tr>
    </w:tbl>
    <w:p w:rsidR="00595213" w:rsidRDefault="00595213" w:rsidP="00595213">
      <w:pPr>
        <w:pStyle w:val="BodyText"/>
      </w:pPr>
      <w:r>
        <w:t xml:space="preserve">This rent setting approach can lead to higher EMTRs than a quick glance might suggest because the increase in the percentage of income payable in rent applies to all income and not just to an additional dollar. </w:t>
      </w:r>
      <w:r>
        <w:rPr>
          <w:spacing w:val="-2"/>
        </w:rPr>
        <w:t>In other words</w:t>
      </w:r>
      <w:r w:rsidRPr="003F16FB">
        <w:rPr>
          <w:spacing w:val="-2"/>
        </w:rPr>
        <w:t xml:space="preserve">, as </w:t>
      </w:r>
      <w:r>
        <w:rPr>
          <w:spacing w:val="-2"/>
        </w:rPr>
        <w:t>a</w:t>
      </w:r>
      <w:r w:rsidRPr="003F16FB">
        <w:rPr>
          <w:spacing w:val="-2"/>
        </w:rPr>
        <w:t xml:space="preserve"> tenant earns an additional dollar, they lose between 25 and 30 per cent of that additional dollar </w:t>
      </w:r>
      <w:r w:rsidRPr="003F16FB">
        <w:rPr>
          <w:i/>
          <w:spacing w:val="-2"/>
        </w:rPr>
        <w:t>plus</w:t>
      </w:r>
      <w:r w:rsidRPr="003F16FB">
        <w:rPr>
          <w:spacing w:val="-2"/>
        </w:rPr>
        <w:t xml:space="preserve"> they must pay a hig</w:t>
      </w:r>
      <w:r>
        <w:rPr>
          <w:spacing w:val="-2"/>
        </w:rPr>
        <w:t>her rate on all existing income. This causes a jump in the contribution of housing assistance to EMTRs.</w:t>
      </w:r>
    </w:p>
    <w:p w:rsidR="00595213" w:rsidRPr="00242D1A" w:rsidRDefault="00595213" w:rsidP="00595213">
      <w:pPr>
        <w:pStyle w:val="BodyText"/>
        <w:rPr>
          <w:spacing w:val="-2"/>
        </w:rPr>
      </w:pPr>
      <w:r w:rsidRPr="00242D1A">
        <w:rPr>
          <w:spacing w:val="-2"/>
        </w:rPr>
        <w:t>A greatly simplified example illustrates why this jump occurs. Imagine a person who:</w:t>
      </w:r>
    </w:p>
    <w:p w:rsidR="00595213" w:rsidRDefault="00595213" w:rsidP="00595213">
      <w:pPr>
        <w:pStyle w:val="ListBullet"/>
      </w:pPr>
      <w:r>
        <w:t>receives an income support payment of $20 000</w:t>
      </w:r>
    </w:p>
    <w:p w:rsidR="00595213" w:rsidRDefault="00595213" w:rsidP="00595213">
      <w:pPr>
        <w:pStyle w:val="ListBullet"/>
      </w:pPr>
      <w:r>
        <w:t xml:space="preserve">pays rent at a rate of 25 per cent of assessable income up to a market income of $10 000 </w:t>
      </w:r>
    </w:p>
    <w:p w:rsidR="00595213" w:rsidRDefault="00595213" w:rsidP="00595213">
      <w:pPr>
        <w:pStyle w:val="ListBullet"/>
      </w:pPr>
      <w:r>
        <w:t>pays rent at a rate of 30 per cent of assessable income above a market income of $20 000</w:t>
      </w:r>
    </w:p>
    <w:p w:rsidR="00595213" w:rsidRDefault="00595213" w:rsidP="00595213">
      <w:pPr>
        <w:pStyle w:val="ListBullet"/>
      </w:pPr>
      <w:r>
        <w:t xml:space="preserve">pays no income tax, nor faces any </w:t>
      </w:r>
      <w:r w:rsidR="002D2D45">
        <w:t>income support payment (</w:t>
      </w:r>
      <w:r>
        <w:t>ISP</w:t>
      </w:r>
      <w:r w:rsidR="002D2D45">
        <w:t>)</w:t>
      </w:r>
      <w:r>
        <w:t xml:space="preserve"> withdrawal.</w:t>
      </w:r>
    </w:p>
    <w:p w:rsidR="00595213" w:rsidRDefault="00595213" w:rsidP="00595213">
      <w:pPr>
        <w:pStyle w:val="BodyText"/>
      </w:pPr>
      <w:r>
        <w:t>Between the assumed threshold market incomes of $10 000 and $20 000, the percentage of income paid in rent increases linearly by 5 percentage points, or 0.0005 per cent with each additional dollar earned.</w:t>
      </w:r>
    </w:p>
    <w:p w:rsidR="00595213" w:rsidRPr="00A75DE2" w:rsidRDefault="00595213" w:rsidP="00595213">
      <w:pPr>
        <w:pStyle w:val="BodyText"/>
        <w:rPr>
          <w:spacing w:val="-4"/>
        </w:rPr>
      </w:pPr>
      <w:r w:rsidRPr="00A75DE2">
        <w:rPr>
          <w:spacing w:val="-4"/>
        </w:rPr>
        <w:lastRenderedPageBreak/>
        <w:t>At a market income of $10 000, the person has an assessable income (including their ISP) of $30 000, and pays 25 per cent of this, or $7500 in rent (table </w:t>
      </w:r>
      <w:r w:rsidR="00BF4479" w:rsidRPr="00A75DE2">
        <w:rPr>
          <w:spacing w:val="-4"/>
        </w:rPr>
        <w:t>D</w:t>
      </w:r>
      <w:r w:rsidRPr="00A75DE2">
        <w:rPr>
          <w:spacing w:val="-4"/>
        </w:rPr>
        <w:t>.1). Their EMTR is 25 per cent. At a market income of $10 001, their rent is set at 25.0005 per cent of their assessable income, or $7500.400005. Their EMTR is 40.0005 per cent. If the percentage of income paid in rent had remained at 25 per cent, their rent would have been $7500.25 and their EMTR would have remained at 25 per cent. At a market income of $10 002, their rent is set at 25.001 per cent of their income, and they pay $7500.80002 in rent, and their EMTR is 40.0015 per cent. In other words, the EMTR increases with income, and with a dollar increase in market income from $10 000, the EMTR increases from 25 to just over 40 per cent.</w:t>
      </w:r>
    </w:p>
    <w:p w:rsidR="00595213" w:rsidRDefault="00595213" w:rsidP="00A75DE2">
      <w:pPr>
        <w:pStyle w:val="BoxSpaceAbove"/>
        <w:spacing w:before="24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95213" w:rsidTr="006A0DBE">
        <w:tc>
          <w:tcPr>
            <w:tcW w:w="8771" w:type="dxa"/>
            <w:tcBorders>
              <w:top w:val="single" w:sz="6" w:space="0" w:color="78A22F"/>
              <w:left w:val="nil"/>
              <w:bottom w:val="nil"/>
              <w:right w:val="nil"/>
            </w:tcBorders>
            <w:shd w:val="clear" w:color="auto" w:fill="auto"/>
          </w:tcPr>
          <w:p w:rsidR="00595213" w:rsidRPr="00784A05" w:rsidRDefault="00595213" w:rsidP="00BF4479">
            <w:pPr>
              <w:pStyle w:val="TableTitle"/>
            </w:pPr>
            <w:r>
              <w:rPr>
                <w:b w:val="0"/>
              </w:rPr>
              <w:t xml:space="preserve">Table </w:t>
            </w:r>
            <w:r w:rsidR="00BF4479">
              <w:rPr>
                <w:b w:val="0"/>
              </w:rPr>
              <w:t>D</w:t>
            </w:r>
            <w:r>
              <w:rPr>
                <w:b w:val="0"/>
              </w:rPr>
              <w:t>.1</w:t>
            </w:r>
            <w:r>
              <w:tab/>
              <w:t>Illustrative example of the effects of NSW’s rent setting rules on EMTRs</w:t>
            </w:r>
          </w:p>
        </w:tc>
      </w:tr>
      <w:tr w:rsidR="00595213" w:rsidTr="006A0DBE">
        <w:trPr>
          <w:cantSplit/>
        </w:trPr>
        <w:tc>
          <w:tcPr>
            <w:tcW w:w="8771" w:type="dxa"/>
            <w:tcBorders>
              <w:top w:val="nil"/>
              <w:left w:val="nil"/>
              <w:bottom w:val="nil"/>
              <w:right w:val="nil"/>
            </w:tcBorders>
            <w:shd w:val="clear" w:color="auto" w:fill="auto"/>
          </w:tcPr>
          <w:tbl>
            <w:tblPr>
              <w:tblW w:w="5000" w:type="pct"/>
              <w:tblBorders>
                <w:top w:val="single" w:sz="4" w:space="0" w:color="BFBFBF" w:themeColor="background2"/>
                <w:bottom w:val="single" w:sz="4" w:space="0" w:color="BFBFBF" w:themeColor="background2"/>
              </w:tblBorders>
              <w:tblCellMar>
                <w:top w:w="28" w:type="dxa"/>
                <w:left w:w="0" w:type="dxa"/>
                <w:right w:w="0" w:type="dxa"/>
              </w:tblCellMar>
              <w:tblLook w:val="0000" w:firstRow="0" w:lastRow="0" w:firstColumn="0" w:lastColumn="0" w:noHBand="0" w:noVBand="0"/>
            </w:tblPr>
            <w:tblGrid>
              <w:gridCol w:w="1417"/>
              <w:gridCol w:w="1692"/>
              <w:gridCol w:w="1830"/>
              <w:gridCol w:w="143"/>
              <w:gridCol w:w="1636"/>
              <w:gridCol w:w="1769"/>
            </w:tblGrid>
            <w:tr w:rsidR="00595213" w:rsidTr="003D0A07">
              <w:tc>
                <w:tcPr>
                  <w:tcW w:w="835" w:type="pct"/>
                  <w:shd w:val="clear" w:color="auto" w:fill="auto"/>
                  <w:tcMar>
                    <w:top w:w="28" w:type="dxa"/>
                  </w:tcMar>
                </w:tcPr>
                <w:p w:rsidR="00595213" w:rsidRDefault="00595213" w:rsidP="006A0DBE">
                  <w:pPr>
                    <w:pStyle w:val="TableColumnHeading"/>
                  </w:pPr>
                </w:p>
              </w:tc>
              <w:tc>
                <w:tcPr>
                  <w:tcW w:w="2075" w:type="pct"/>
                  <w:gridSpan w:val="2"/>
                  <w:tcBorders>
                    <w:top w:val="single" w:sz="4" w:space="0" w:color="BFBFBF" w:themeColor="background2"/>
                    <w:bottom w:val="single" w:sz="4" w:space="0" w:color="BFBFBF" w:themeColor="background2"/>
                  </w:tcBorders>
                  <w:shd w:val="clear" w:color="auto" w:fill="auto"/>
                  <w:tcMar>
                    <w:top w:w="28" w:type="dxa"/>
                  </w:tcMar>
                  <w:vAlign w:val="bottom"/>
                </w:tcPr>
                <w:p w:rsidR="00595213" w:rsidRDefault="00595213" w:rsidP="006A0DBE">
                  <w:pPr>
                    <w:pStyle w:val="TableColumnHeading"/>
                    <w:ind w:right="28"/>
                    <w:jc w:val="center"/>
                  </w:pPr>
                  <w:r>
                    <w:t>Rent paid at:</w:t>
                  </w:r>
                </w:p>
              </w:tc>
              <w:tc>
                <w:tcPr>
                  <w:tcW w:w="84" w:type="pct"/>
                </w:tcPr>
                <w:p w:rsidR="00595213" w:rsidRDefault="00595213" w:rsidP="006A0DBE">
                  <w:pPr>
                    <w:pStyle w:val="TableColumnHeading"/>
                    <w:ind w:right="28"/>
                  </w:pPr>
                </w:p>
              </w:tc>
              <w:tc>
                <w:tcPr>
                  <w:tcW w:w="2006" w:type="pct"/>
                  <w:gridSpan w:val="2"/>
                  <w:tcBorders>
                    <w:top w:val="single" w:sz="4" w:space="0" w:color="BFBFBF" w:themeColor="background2"/>
                    <w:bottom w:val="single" w:sz="4" w:space="0" w:color="BFBFBF" w:themeColor="background2"/>
                  </w:tcBorders>
                  <w:vAlign w:val="bottom"/>
                </w:tcPr>
                <w:p w:rsidR="00595213" w:rsidRDefault="00595213" w:rsidP="006A0DBE">
                  <w:pPr>
                    <w:pStyle w:val="TableColumnHeading"/>
                    <w:ind w:right="28"/>
                    <w:jc w:val="center"/>
                  </w:pPr>
                  <w:r>
                    <w:t>EMTR when rent paid:</w:t>
                  </w:r>
                </w:p>
              </w:tc>
            </w:tr>
            <w:tr w:rsidR="00595213" w:rsidTr="003D0A07">
              <w:tc>
                <w:tcPr>
                  <w:tcW w:w="835" w:type="pct"/>
                  <w:shd w:val="clear" w:color="auto" w:fill="auto"/>
                  <w:tcMar>
                    <w:top w:w="28" w:type="dxa"/>
                  </w:tcMar>
                </w:tcPr>
                <w:p w:rsidR="00595213" w:rsidRDefault="00595213" w:rsidP="006A0DBE">
                  <w:pPr>
                    <w:pStyle w:val="TableColumnHeading"/>
                  </w:pPr>
                  <w:r>
                    <w:t>Market income</w:t>
                  </w:r>
                </w:p>
              </w:tc>
              <w:tc>
                <w:tcPr>
                  <w:tcW w:w="997" w:type="pct"/>
                  <w:tcBorders>
                    <w:top w:val="single" w:sz="4" w:space="0" w:color="BFBFBF" w:themeColor="background2"/>
                  </w:tcBorders>
                  <w:shd w:val="clear" w:color="auto" w:fill="auto"/>
                  <w:tcMar>
                    <w:top w:w="28" w:type="dxa"/>
                  </w:tcMar>
                </w:tcPr>
                <w:p w:rsidR="00595213" w:rsidRDefault="00595213" w:rsidP="006A0DBE">
                  <w:pPr>
                    <w:pStyle w:val="TableColumnHeading"/>
                  </w:pPr>
                  <w:r>
                    <w:t xml:space="preserve">a flat rate of </w:t>
                  </w:r>
                  <w:r>
                    <w:br/>
                    <w:t>25 per cent of income</w:t>
                  </w:r>
                </w:p>
              </w:tc>
              <w:tc>
                <w:tcPr>
                  <w:tcW w:w="1078" w:type="pct"/>
                  <w:tcBorders>
                    <w:top w:val="single" w:sz="4" w:space="0" w:color="BFBFBF" w:themeColor="background2"/>
                  </w:tcBorders>
                </w:tcPr>
                <w:p w:rsidR="00595213" w:rsidRDefault="00595213" w:rsidP="006A0DBE">
                  <w:pPr>
                    <w:pStyle w:val="TableColumnHeading"/>
                    <w:ind w:right="28"/>
                  </w:pPr>
                  <w:r>
                    <w:t>an increasing rate at market income above $10 000</w:t>
                  </w:r>
                </w:p>
              </w:tc>
              <w:tc>
                <w:tcPr>
                  <w:tcW w:w="84" w:type="pct"/>
                </w:tcPr>
                <w:p w:rsidR="00595213" w:rsidRDefault="00595213" w:rsidP="006A0DBE">
                  <w:pPr>
                    <w:pStyle w:val="TableColumnHeading"/>
                    <w:ind w:right="28"/>
                  </w:pPr>
                </w:p>
              </w:tc>
              <w:tc>
                <w:tcPr>
                  <w:tcW w:w="964" w:type="pct"/>
                  <w:tcBorders>
                    <w:top w:val="single" w:sz="4" w:space="0" w:color="BFBFBF" w:themeColor="background2"/>
                  </w:tcBorders>
                </w:tcPr>
                <w:p w:rsidR="00595213" w:rsidRDefault="00595213" w:rsidP="006A0DBE">
                  <w:pPr>
                    <w:pStyle w:val="TableColumnHeading"/>
                  </w:pPr>
                  <w:r>
                    <w:t xml:space="preserve">is a flat rate of </w:t>
                  </w:r>
                  <w:r>
                    <w:br/>
                    <w:t>25 per cent</w:t>
                  </w:r>
                </w:p>
              </w:tc>
              <w:tc>
                <w:tcPr>
                  <w:tcW w:w="1042" w:type="pct"/>
                  <w:tcBorders>
                    <w:top w:val="single" w:sz="4" w:space="0" w:color="BFBFBF" w:themeColor="background2"/>
                  </w:tcBorders>
                  <w:shd w:val="clear" w:color="auto" w:fill="auto"/>
                  <w:tcMar>
                    <w:top w:w="28" w:type="dxa"/>
                  </w:tcMar>
                </w:tcPr>
                <w:p w:rsidR="00595213" w:rsidRDefault="00595213" w:rsidP="006A0DBE">
                  <w:pPr>
                    <w:pStyle w:val="TableColumnHeading"/>
                    <w:ind w:right="28"/>
                  </w:pPr>
                  <w:r>
                    <w:t>increases at market incomes above $10 000</w:t>
                  </w:r>
                </w:p>
              </w:tc>
            </w:tr>
            <w:tr w:rsidR="00595213" w:rsidTr="003D0A07">
              <w:tc>
                <w:tcPr>
                  <w:tcW w:w="835" w:type="pct"/>
                </w:tcPr>
                <w:p w:rsidR="00595213" w:rsidRDefault="00595213" w:rsidP="006A0DBE">
                  <w:pPr>
                    <w:pStyle w:val="TableUnitsRow"/>
                  </w:pPr>
                  <w:r>
                    <w:t>$</w:t>
                  </w:r>
                </w:p>
              </w:tc>
              <w:tc>
                <w:tcPr>
                  <w:tcW w:w="997" w:type="pct"/>
                </w:tcPr>
                <w:p w:rsidR="00595213" w:rsidRDefault="00595213" w:rsidP="006A0DBE">
                  <w:pPr>
                    <w:pStyle w:val="TableUnitsRow"/>
                  </w:pPr>
                  <w:r>
                    <w:t>$</w:t>
                  </w:r>
                </w:p>
              </w:tc>
              <w:tc>
                <w:tcPr>
                  <w:tcW w:w="1078" w:type="pct"/>
                </w:tcPr>
                <w:p w:rsidR="00595213" w:rsidRDefault="00595213" w:rsidP="006A0DBE">
                  <w:pPr>
                    <w:pStyle w:val="TableUnitsRow"/>
                    <w:ind w:right="28"/>
                  </w:pPr>
                  <w:r>
                    <w:t>$</w:t>
                  </w:r>
                </w:p>
              </w:tc>
              <w:tc>
                <w:tcPr>
                  <w:tcW w:w="84" w:type="pct"/>
                </w:tcPr>
                <w:p w:rsidR="00595213" w:rsidRDefault="00595213" w:rsidP="006A0DBE">
                  <w:pPr>
                    <w:pStyle w:val="TableUnitsRow"/>
                    <w:ind w:right="28"/>
                  </w:pPr>
                </w:p>
              </w:tc>
              <w:tc>
                <w:tcPr>
                  <w:tcW w:w="964" w:type="pct"/>
                </w:tcPr>
                <w:p w:rsidR="00595213" w:rsidRDefault="00595213" w:rsidP="006A0DBE">
                  <w:pPr>
                    <w:pStyle w:val="TableUnitsRow"/>
                    <w:ind w:right="28"/>
                  </w:pPr>
                  <w:r>
                    <w:t>%</w:t>
                  </w:r>
                </w:p>
              </w:tc>
              <w:tc>
                <w:tcPr>
                  <w:tcW w:w="1042" w:type="pct"/>
                </w:tcPr>
                <w:p w:rsidR="00595213" w:rsidRDefault="00595213" w:rsidP="006A0DBE">
                  <w:pPr>
                    <w:pStyle w:val="TableUnitsRow"/>
                    <w:ind w:right="28"/>
                  </w:pPr>
                  <w:r>
                    <w:t>%</w:t>
                  </w:r>
                </w:p>
              </w:tc>
            </w:tr>
            <w:tr w:rsidR="00595213" w:rsidTr="003D0A07">
              <w:tc>
                <w:tcPr>
                  <w:tcW w:w="835" w:type="pct"/>
                </w:tcPr>
                <w:p w:rsidR="00595213" w:rsidRPr="004E41BF" w:rsidRDefault="00595213" w:rsidP="006A0DBE">
                  <w:pPr>
                    <w:pStyle w:val="TableBodyText"/>
                  </w:pPr>
                  <w:r w:rsidRPr="004E41BF">
                    <w:t>9 999</w:t>
                  </w:r>
                </w:p>
              </w:tc>
              <w:tc>
                <w:tcPr>
                  <w:tcW w:w="997" w:type="pct"/>
                  <w:vAlign w:val="bottom"/>
                </w:tcPr>
                <w:p w:rsidR="00595213" w:rsidRPr="004E41BF" w:rsidRDefault="00595213" w:rsidP="006A0DBE">
                  <w:pPr>
                    <w:pStyle w:val="TableBodyText"/>
                  </w:pPr>
                  <w:r w:rsidRPr="004E41BF">
                    <w:t>7499.75</w:t>
                  </w:r>
                </w:p>
              </w:tc>
              <w:tc>
                <w:tcPr>
                  <w:tcW w:w="1078" w:type="pct"/>
                  <w:vAlign w:val="bottom"/>
                </w:tcPr>
                <w:p w:rsidR="00595213" w:rsidRPr="00E97679" w:rsidRDefault="00595213" w:rsidP="006A0DBE">
                  <w:pPr>
                    <w:pStyle w:val="TableBodyText"/>
                  </w:pPr>
                  <w:r w:rsidRPr="00E97679">
                    <w:t>7499.750000</w:t>
                  </w:r>
                </w:p>
              </w:tc>
              <w:tc>
                <w:tcPr>
                  <w:tcW w:w="84" w:type="pct"/>
                </w:tcPr>
                <w:p w:rsidR="00595213" w:rsidRPr="004E41BF" w:rsidRDefault="00595213" w:rsidP="006A0DBE">
                  <w:pPr>
                    <w:pStyle w:val="TableBodyText"/>
                  </w:pPr>
                </w:p>
              </w:tc>
              <w:tc>
                <w:tcPr>
                  <w:tcW w:w="964" w:type="pct"/>
                </w:tcPr>
                <w:p w:rsidR="00595213" w:rsidRPr="004E41BF" w:rsidRDefault="00595213" w:rsidP="006A0DBE">
                  <w:pPr>
                    <w:pStyle w:val="TableBodyText"/>
                  </w:pPr>
                </w:p>
              </w:tc>
              <w:tc>
                <w:tcPr>
                  <w:tcW w:w="1042" w:type="pct"/>
                </w:tcPr>
                <w:p w:rsidR="00595213" w:rsidRPr="004E41BF" w:rsidRDefault="00595213" w:rsidP="006A0DBE">
                  <w:pPr>
                    <w:pStyle w:val="TableBodyText"/>
                  </w:pPr>
                </w:p>
              </w:tc>
            </w:tr>
            <w:tr w:rsidR="00595213" w:rsidTr="003D0A07">
              <w:tc>
                <w:tcPr>
                  <w:tcW w:w="835" w:type="pct"/>
                  <w:shd w:val="clear" w:color="auto" w:fill="auto"/>
                </w:tcPr>
                <w:p w:rsidR="00595213" w:rsidRPr="004E41BF" w:rsidRDefault="00595213" w:rsidP="006A0DBE">
                  <w:pPr>
                    <w:pStyle w:val="TableBodyText"/>
                  </w:pPr>
                  <w:r w:rsidRPr="004E41BF">
                    <w:t>10 000</w:t>
                  </w:r>
                </w:p>
              </w:tc>
              <w:tc>
                <w:tcPr>
                  <w:tcW w:w="997" w:type="pct"/>
                  <w:shd w:val="clear" w:color="auto" w:fill="auto"/>
                  <w:vAlign w:val="bottom"/>
                </w:tcPr>
                <w:p w:rsidR="00595213" w:rsidRPr="004E41BF" w:rsidRDefault="00595213" w:rsidP="006A0DBE">
                  <w:pPr>
                    <w:pStyle w:val="TableBodyText"/>
                  </w:pPr>
                  <w:r w:rsidRPr="004E41BF">
                    <w:t>7500.00</w:t>
                  </w:r>
                </w:p>
              </w:tc>
              <w:tc>
                <w:tcPr>
                  <w:tcW w:w="1078" w:type="pct"/>
                  <w:vAlign w:val="bottom"/>
                </w:tcPr>
                <w:p w:rsidR="00595213" w:rsidRPr="00E97679" w:rsidRDefault="00595213" w:rsidP="006A0DBE">
                  <w:pPr>
                    <w:pStyle w:val="TableBodyText"/>
                  </w:pPr>
                  <w:r w:rsidRPr="00E97679">
                    <w:t>7500.000000</w:t>
                  </w:r>
                </w:p>
              </w:tc>
              <w:tc>
                <w:tcPr>
                  <w:tcW w:w="84" w:type="pct"/>
                </w:tcPr>
                <w:p w:rsidR="00595213" w:rsidRPr="004E41BF" w:rsidRDefault="00595213" w:rsidP="006A0DBE">
                  <w:pPr>
                    <w:pStyle w:val="TableBodyText"/>
                  </w:pPr>
                </w:p>
              </w:tc>
              <w:tc>
                <w:tcPr>
                  <w:tcW w:w="964" w:type="pct"/>
                  <w:vAlign w:val="bottom"/>
                </w:tcPr>
                <w:p w:rsidR="00595213" w:rsidRPr="00E440AF" w:rsidRDefault="00595213" w:rsidP="006A0DBE">
                  <w:pPr>
                    <w:pStyle w:val="TableBodyText"/>
                  </w:pPr>
                  <w:r w:rsidRPr="00E440AF">
                    <w:t>25</w:t>
                  </w:r>
                </w:p>
              </w:tc>
              <w:tc>
                <w:tcPr>
                  <w:tcW w:w="1042" w:type="pct"/>
                  <w:shd w:val="clear" w:color="auto" w:fill="auto"/>
                  <w:vAlign w:val="bottom"/>
                </w:tcPr>
                <w:p w:rsidR="00595213" w:rsidRPr="00E440AF" w:rsidRDefault="00595213" w:rsidP="001A7DDD">
                  <w:pPr>
                    <w:pStyle w:val="TableBodyText"/>
                    <w:ind w:right="28"/>
                  </w:pPr>
                  <w:r w:rsidRPr="00E440AF">
                    <w:t>25</w:t>
                  </w:r>
                </w:p>
              </w:tc>
            </w:tr>
            <w:tr w:rsidR="00595213" w:rsidTr="003D0A07">
              <w:tc>
                <w:tcPr>
                  <w:tcW w:w="835" w:type="pct"/>
                  <w:shd w:val="clear" w:color="auto" w:fill="auto"/>
                </w:tcPr>
                <w:p w:rsidR="00595213" w:rsidRPr="004E41BF" w:rsidRDefault="00595213" w:rsidP="006A0DBE">
                  <w:pPr>
                    <w:pStyle w:val="TableBodyText"/>
                  </w:pPr>
                  <w:r w:rsidRPr="004E41BF">
                    <w:t>10 001</w:t>
                  </w:r>
                </w:p>
              </w:tc>
              <w:tc>
                <w:tcPr>
                  <w:tcW w:w="997" w:type="pct"/>
                  <w:shd w:val="clear" w:color="auto" w:fill="auto"/>
                  <w:vAlign w:val="bottom"/>
                </w:tcPr>
                <w:p w:rsidR="00595213" w:rsidRPr="004E41BF" w:rsidRDefault="00595213" w:rsidP="006A0DBE">
                  <w:pPr>
                    <w:pStyle w:val="TableBodyText"/>
                  </w:pPr>
                  <w:r w:rsidRPr="004E41BF">
                    <w:t>7500.25</w:t>
                  </w:r>
                </w:p>
              </w:tc>
              <w:tc>
                <w:tcPr>
                  <w:tcW w:w="1078" w:type="pct"/>
                  <w:vAlign w:val="bottom"/>
                </w:tcPr>
                <w:p w:rsidR="00595213" w:rsidRPr="00E97679" w:rsidRDefault="00595213" w:rsidP="006A0DBE">
                  <w:pPr>
                    <w:pStyle w:val="TableBodyText"/>
                  </w:pPr>
                  <w:r w:rsidRPr="00E97679">
                    <w:t>7500.400005</w:t>
                  </w:r>
                </w:p>
              </w:tc>
              <w:tc>
                <w:tcPr>
                  <w:tcW w:w="84" w:type="pct"/>
                </w:tcPr>
                <w:p w:rsidR="00595213" w:rsidRPr="004E41BF" w:rsidRDefault="00595213" w:rsidP="006A0DBE">
                  <w:pPr>
                    <w:pStyle w:val="TableBodyText"/>
                  </w:pPr>
                </w:p>
              </w:tc>
              <w:tc>
                <w:tcPr>
                  <w:tcW w:w="964" w:type="pct"/>
                  <w:vAlign w:val="bottom"/>
                </w:tcPr>
                <w:p w:rsidR="00595213" w:rsidRPr="00E440AF" w:rsidRDefault="00595213" w:rsidP="006A0DBE">
                  <w:pPr>
                    <w:pStyle w:val="TableBodyText"/>
                  </w:pPr>
                  <w:r w:rsidRPr="00E440AF">
                    <w:t>25</w:t>
                  </w:r>
                </w:p>
              </w:tc>
              <w:tc>
                <w:tcPr>
                  <w:tcW w:w="1042" w:type="pct"/>
                  <w:shd w:val="clear" w:color="auto" w:fill="auto"/>
                  <w:vAlign w:val="bottom"/>
                </w:tcPr>
                <w:p w:rsidR="00595213" w:rsidRPr="00E440AF" w:rsidRDefault="00595213" w:rsidP="001A7DDD">
                  <w:pPr>
                    <w:pStyle w:val="TableBodyText"/>
                    <w:ind w:right="28"/>
                  </w:pPr>
                  <w:r w:rsidRPr="00E440AF">
                    <w:t>40.0005</w:t>
                  </w:r>
                </w:p>
              </w:tc>
            </w:tr>
            <w:tr w:rsidR="00595213" w:rsidTr="003D0A07">
              <w:tc>
                <w:tcPr>
                  <w:tcW w:w="835" w:type="pct"/>
                  <w:shd w:val="clear" w:color="auto" w:fill="auto"/>
                </w:tcPr>
                <w:p w:rsidR="00595213" w:rsidRPr="004E41BF" w:rsidRDefault="00595213" w:rsidP="006A0DBE">
                  <w:pPr>
                    <w:pStyle w:val="TableBodyText"/>
                  </w:pPr>
                  <w:r w:rsidRPr="004E41BF">
                    <w:t>10 002</w:t>
                  </w:r>
                </w:p>
              </w:tc>
              <w:tc>
                <w:tcPr>
                  <w:tcW w:w="997" w:type="pct"/>
                  <w:shd w:val="clear" w:color="auto" w:fill="auto"/>
                  <w:vAlign w:val="bottom"/>
                </w:tcPr>
                <w:p w:rsidR="00595213" w:rsidRPr="004E41BF" w:rsidRDefault="00595213" w:rsidP="006A0DBE">
                  <w:pPr>
                    <w:pStyle w:val="TableBodyText"/>
                  </w:pPr>
                  <w:r w:rsidRPr="004E41BF">
                    <w:t>7500.50</w:t>
                  </w:r>
                </w:p>
              </w:tc>
              <w:tc>
                <w:tcPr>
                  <w:tcW w:w="1078" w:type="pct"/>
                  <w:vAlign w:val="bottom"/>
                </w:tcPr>
                <w:p w:rsidR="00595213" w:rsidRPr="00E97679" w:rsidRDefault="00595213" w:rsidP="006A0DBE">
                  <w:pPr>
                    <w:pStyle w:val="TableBodyText"/>
                  </w:pPr>
                  <w:r w:rsidRPr="00E97679">
                    <w:t>7500.800020</w:t>
                  </w:r>
                </w:p>
              </w:tc>
              <w:tc>
                <w:tcPr>
                  <w:tcW w:w="84" w:type="pct"/>
                </w:tcPr>
                <w:p w:rsidR="00595213" w:rsidRPr="004E41BF" w:rsidRDefault="00595213" w:rsidP="006A0DBE">
                  <w:pPr>
                    <w:pStyle w:val="TableBodyText"/>
                  </w:pPr>
                </w:p>
              </w:tc>
              <w:tc>
                <w:tcPr>
                  <w:tcW w:w="964" w:type="pct"/>
                  <w:vAlign w:val="bottom"/>
                </w:tcPr>
                <w:p w:rsidR="00595213" w:rsidRPr="00E440AF" w:rsidRDefault="00595213" w:rsidP="006A0DBE">
                  <w:pPr>
                    <w:pStyle w:val="TableBodyText"/>
                  </w:pPr>
                  <w:r w:rsidRPr="00E440AF">
                    <w:t>25</w:t>
                  </w:r>
                </w:p>
              </w:tc>
              <w:tc>
                <w:tcPr>
                  <w:tcW w:w="1042" w:type="pct"/>
                  <w:shd w:val="clear" w:color="auto" w:fill="auto"/>
                  <w:vAlign w:val="bottom"/>
                </w:tcPr>
                <w:p w:rsidR="00595213" w:rsidRPr="00E440AF" w:rsidRDefault="00595213" w:rsidP="001A7DDD">
                  <w:pPr>
                    <w:pStyle w:val="TableBodyText"/>
                    <w:ind w:right="28"/>
                  </w:pPr>
                  <w:r w:rsidRPr="00E440AF">
                    <w:t>40.0015</w:t>
                  </w:r>
                </w:p>
              </w:tc>
            </w:tr>
          </w:tbl>
          <w:p w:rsidR="00595213" w:rsidRDefault="00595213" w:rsidP="006A0DBE">
            <w:pPr>
              <w:pStyle w:val="Box"/>
            </w:pPr>
          </w:p>
        </w:tc>
      </w:tr>
      <w:tr w:rsidR="00595213" w:rsidTr="006A0DBE">
        <w:trPr>
          <w:cantSplit/>
        </w:trPr>
        <w:tc>
          <w:tcPr>
            <w:tcW w:w="8771" w:type="dxa"/>
            <w:tcBorders>
              <w:top w:val="nil"/>
              <w:left w:val="nil"/>
              <w:bottom w:val="single" w:sz="6" w:space="0" w:color="78A22F"/>
              <w:right w:val="nil"/>
            </w:tcBorders>
            <w:shd w:val="clear" w:color="auto" w:fill="auto"/>
          </w:tcPr>
          <w:p w:rsidR="00595213" w:rsidRDefault="00595213" w:rsidP="006A0DBE">
            <w:pPr>
              <w:pStyle w:val="Box"/>
              <w:spacing w:before="0" w:line="120" w:lineRule="exact"/>
            </w:pPr>
          </w:p>
        </w:tc>
      </w:tr>
      <w:tr w:rsidR="00595213" w:rsidRPr="000863A5" w:rsidTr="006A0DBE">
        <w:tc>
          <w:tcPr>
            <w:tcW w:w="8771" w:type="dxa"/>
            <w:tcBorders>
              <w:top w:val="single" w:sz="6" w:space="0" w:color="78A22F"/>
              <w:left w:val="nil"/>
              <w:bottom w:val="nil"/>
              <w:right w:val="nil"/>
            </w:tcBorders>
          </w:tcPr>
          <w:p w:rsidR="00595213" w:rsidRPr="00626D32" w:rsidRDefault="00595213" w:rsidP="006A0DBE">
            <w:pPr>
              <w:pStyle w:val="BoxSpaceBelow"/>
            </w:pPr>
          </w:p>
        </w:tc>
      </w:tr>
    </w:tbl>
    <w:p w:rsidR="00595213" w:rsidRPr="00F62F72" w:rsidRDefault="00595213" w:rsidP="00A75DE2">
      <w:pPr>
        <w:pStyle w:val="BodyText"/>
        <w:spacing w:before="120"/>
      </w:pPr>
      <w:r>
        <w:t>A comparison of the EMTRs faced by a single, childless DSP tenant living in a property with a market rent of $10 000 in New South Wales versus somewhere else in the country illustrates the effect of these rent setting rules (figure </w:t>
      </w:r>
      <w:r w:rsidR="00BF4479">
        <w:t>D</w:t>
      </w:r>
      <w:r>
        <w:t>.4).</w:t>
      </w:r>
    </w:p>
    <w:p w:rsidR="00595213" w:rsidRDefault="00595213" w:rsidP="00595213">
      <w:pPr>
        <w:pStyle w:val="BodyText"/>
      </w:pPr>
      <w:r>
        <w:t xml:space="preserve">From a market income of about $4000, a tenant in New South Wales faces a contribution from housing assistance to their EMTR of 12.5 per cent, as do their peers in other jurisdictions. From a market income of $29 250, the contribution of housing assistance to EMTRs in </w:t>
      </w:r>
      <w:r w:rsidRPr="000C3C0A">
        <w:t xml:space="preserve">New South Wales </w:t>
      </w:r>
      <w:r>
        <w:t>increases to over 20 per cent. The higher EMTR means that a tenant in NSW starts paying market rent sooner than their peers in other jurisdictions (at an income of about $31 000 rather than $32 500).</w:t>
      </w:r>
    </w:p>
    <w:p w:rsidR="00595213" w:rsidRDefault="00595213" w:rsidP="00595213">
      <w:pPr>
        <w:pStyle w:val="BodyText"/>
        <w:rPr>
          <w:spacing w:val="-2"/>
        </w:rPr>
      </w:pPr>
      <w:r w:rsidRPr="003F16FB">
        <w:rPr>
          <w:spacing w:val="-2"/>
        </w:rPr>
        <w:t xml:space="preserve">This effect is more pronounced at higher levels of market rent. In </w:t>
      </w:r>
      <w:r w:rsidRPr="000C3C0A">
        <w:rPr>
          <w:spacing w:val="-2"/>
        </w:rPr>
        <w:t>New South Wales</w:t>
      </w:r>
      <w:r w:rsidRPr="003F16FB">
        <w:rPr>
          <w:spacing w:val="-2"/>
        </w:rPr>
        <w:t xml:space="preserve">, total EMTRs exceed 100 per cent at some incomes for a single, childless DSP tenant whose annual market rent is $12 500 (figure </w:t>
      </w:r>
      <w:r w:rsidR="00BF4479">
        <w:rPr>
          <w:spacing w:val="-2"/>
        </w:rPr>
        <w:t>D</w:t>
      </w:r>
      <w:r>
        <w:rPr>
          <w:spacing w:val="-2"/>
        </w:rPr>
        <w:t>.5</w:t>
      </w:r>
      <w:r w:rsidRPr="003F16FB">
        <w:rPr>
          <w:spacing w:val="-2"/>
        </w:rPr>
        <w:t xml:space="preserve">). In addition, the </w:t>
      </w:r>
      <w:r>
        <w:rPr>
          <w:spacing w:val="-2"/>
        </w:rPr>
        <w:t xml:space="preserve">contribution of housing assistance to </w:t>
      </w:r>
      <w:r w:rsidRPr="003F16FB">
        <w:rPr>
          <w:spacing w:val="-2"/>
        </w:rPr>
        <w:t>EMTRs increase</w:t>
      </w:r>
      <w:r>
        <w:rPr>
          <w:spacing w:val="-2"/>
        </w:rPr>
        <w:t>s</w:t>
      </w:r>
      <w:r w:rsidRPr="003F16FB">
        <w:rPr>
          <w:spacing w:val="-2"/>
        </w:rPr>
        <w:t xml:space="preserve"> between the moderate income and 30 per cent thresholds</w:t>
      </w:r>
      <w:r>
        <w:rPr>
          <w:spacing w:val="-2"/>
        </w:rPr>
        <w:t>.</w:t>
      </w:r>
    </w:p>
    <w:p w:rsidR="00A75DE2" w:rsidRPr="00752D25" w:rsidRDefault="00A75DE2" w:rsidP="00A75DE2">
      <w:pPr>
        <w:pStyle w:val="BodyText"/>
        <w:rPr>
          <w:spacing w:val="-2"/>
        </w:rPr>
      </w:pPr>
      <w:r w:rsidRPr="001E791C">
        <w:rPr>
          <w:spacing w:val="-2"/>
        </w:rPr>
        <w:t xml:space="preserve">Note, the total </w:t>
      </w:r>
      <w:proofErr w:type="spellStart"/>
      <w:r w:rsidRPr="001E791C">
        <w:rPr>
          <w:spacing w:val="-2"/>
        </w:rPr>
        <w:t>EMTRs</w:t>
      </w:r>
      <w:proofErr w:type="spellEnd"/>
      <w:r w:rsidRPr="001E791C">
        <w:rPr>
          <w:spacing w:val="-2"/>
        </w:rPr>
        <w:t xml:space="preserve"> of more than 100 per cent illustrated in this example apply over a</w:t>
      </w:r>
      <w:r>
        <w:rPr>
          <w:spacing w:val="-2"/>
        </w:rPr>
        <w:t xml:space="preserve"> relatively</w:t>
      </w:r>
      <w:r w:rsidRPr="001E791C">
        <w:rPr>
          <w:spacing w:val="-2"/>
        </w:rPr>
        <w:t xml:space="preserve"> small range of market income (from about $37 000 to $41 000). They would be relevant, for example, to the decisions of a tenant weighing up a job offer that would increase their market income from $35 000 to $40 000. (The tenant would have a drop in disposable income if they took up the offer.) But they wouldn’t be relevant if the tenant was weighing up an offer that raised their market income, for example, from $20 000 to $25 000. In </w:t>
      </w:r>
      <w:r w:rsidRPr="001E791C">
        <w:rPr>
          <w:spacing w:val="-2"/>
        </w:rPr>
        <w:lastRenderedPageBreak/>
        <w:t xml:space="preserve">addition, tenants in New South Wales would have much the same disposable income at a market income of about $50 000 (and higher) as tenants with similar characteristics in other jurisdictions. At this level of income, tenants face very similar cumulative </w:t>
      </w:r>
      <w:proofErr w:type="spellStart"/>
      <w:r w:rsidRPr="001E791C">
        <w:rPr>
          <w:spacing w:val="-2"/>
        </w:rPr>
        <w:t>EMTR</w:t>
      </w:r>
      <w:proofErr w:type="spellEnd"/>
      <w:r w:rsidRPr="001E791C">
        <w:rPr>
          <w:spacing w:val="-2"/>
        </w:rPr>
        <w:t xml:space="preserve"> effects wherever they live.</w:t>
      </w:r>
    </w:p>
    <w:p w:rsidR="00595213" w:rsidRDefault="00595213" w:rsidP="00A75DE2">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5213" w:rsidTr="006A0DBE">
        <w:tc>
          <w:tcPr>
            <w:tcW w:w="8771" w:type="dxa"/>
            <w:tcBorders>
              <w:top w:val="single" w:sz="6" w:space="0" w:color="78A22F"/>
              <w:left w:val="nil"/>
              <w:bottom w:val="nil"/>
              <w:right w:val="nil"/>
            </w:tcBorders>
            <w:shd w:val="clear" w:color="auto" w:fill="auto"/>
          </w:tcPr>
          <w:p w:rsidR="00595213" w:rsidRDefault="00595213" w:rsidP="006A0DBE">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proofErr w:type="spellStart"/>
            <w:r w:rsidR="00BF4479">
              <w:rPr>
                <w:b w:val="0"/>
              </w:rPr>
              <w:t>D</w:t>
            </w:r>
            <w:r>
              <w:rPr>
                <w:b w:val="0"/>
              </w:rPr>
              <w:t>.4</w:t>
            </w:r>
            <w:proofErr w:type="spellEnd"/>
            <w:r>
              <w:tab/>
              <w:t>The effect of NSW rent setting rules</w:t>
            </w:r>
          </w:p>
          <w:p w:rsidR="00595213" w:rsidRPr="00176D3F" w:rsidRDefault="00595213" w:rsidP="006A0DBE">
            <w:pPr>
              <w:pStyle w:val="Subtitle"/>
            </w:pPr>
            <w:r>
              <w:t>Single, childless DSP recipient, $10 000 market rent</w:t>
            </w:r>
          </w:p>
        </w:tc>
      </w:tr>
      <w:tr w:rsidR="00595213" w:rsidTr="006A0D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95213" w:rsidTr="006A0DBE">
              <w:trPr>
                <w:jc w:val="center"/>
              </w:trPr>
              <w:tc>
                <w:tcPr>
                  <w:tcW w:w="5000" w:type="pct"/>
                  <w:tcBorders>
                    <w:top w:val="nil"/>
                    <w:bottom w:val="nil"/>
                  </w:tcBorders>
                </w:tcPr>
                <w:p w:rsidR="00595213" w:rsidRDefault="00F77C0F" w:rsidP="006A0DBE">
                  <w:pPr>
                    <w:pStyle w:val="Figure"/>
                    <w:spacing w:before="60" w:after="60"/>
                  </w:pPr>
                  <w:r>
                    <w:rPr>
                      <w:noProof/>
                    </w:rPr>
                    <w:drawing>
                      <wp:inline distT="0" distB="0" distL="0" distR="0">
                        <wp:extent cx="5353050" cy="2514600"/>
                        <wp:effectExtent l="0" t="0" r="0" b="0"/>
                        <wp:docPr id="3" name="Picture 3" descr="This chart shows the EMTRs faced by a single, childless DSP recipient in NSW, under different housing assistance scenarios, assuming market rent is $10 000 per annum." title="The effect of NSW rent setting rul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53050" cy="2514600"/>
                                </a:xfrm>
                                <a:prstGeom prst="rect">
                                  <a:avLst/>
                                </a:prstGeom>
                                <a:noFill/>
                                <a:ln>
                                  <a:noFill/>
                                </a:ln>
                              </pic:spPr>
                            </pic:pic>
                          </a:graphicData>
                        </a:graphic>
                      </wp:inline>
                    </w:drawing>
                  </w:r>
                </w:p>
              </w:tc>
            </w:tr>
          </w:tbl>
          <w:p w:rsidR="00595213" w:rsidRDefault="00595213" w:rsidP="006A0DBE">
            <w:pPr>
              <w:pStyle w:val="Figure"/>
            </w:pPr>
          </w:p>
        </w:tc>
      </w:tr>
      <w:tr w:rsidR="00595213" w:rsidRPr="00176D3F" w:rsidTr="006A0DBE">
        <w:tc>
          <w:tcPr>
            <w:tcW w:w="8771" w:type="dxa"/>
            <w:tcBorders>
              <w:top w:val="nil"/>
              <w:left w:val="nil"/>
              <w:bottom w:val="nil"/>
              <w:right w:val="nil"/>
            </w:tcBorders>
            <w:shd w:val="clear" w:color="auto" w:fill="auto"/>
          </w:tcPr>
          <w:p w:rsidR="00595213" w:rsidRPr="00611F6C" w:rsidRDefault="00595213" w:rsidP="006A0DBE">
            <w:pPr>
              <w:pStyle w:val="Source"/>
              <w:rPr>
                <w:b/>
                <w:position w:val="6"/>
              </w:rPr>
            </w:pPr>
            <w:r>
              <w:rPr>
                <w:i/>
              </w:rPr>
              <w:t>Source</w:t>
            </w:r>
            <w:r>
              <w:t>: Estimated from the PCTT 2014 model.</w:t>
            </w:r>
          </w:p>
        </w:tc>
      </w:tr>
      <w:tr w:rsidR="00595213" w:rsidTr="006A0DBE">
        <w:tc>
          <w:tcPr>
            <w:tcW w:w="8771" w:type="dxa"/>
            <w:tcBorders>
              <w:top w:val="nil"/>
              <w:left w:val="nil"/>
              <w:bottom w:val="single" w:sz="6" w:space="0" w:color="78A22F"/>
              <w:right w:val="nil"/>
            </w:tcBorders>
            <w:shd w:val="clear" w:color="auto" w:fill="auto"/>
          </w:tcPr>
          <w:p w:rsidR="00595213" w:rsidRDefault="00595213" w:rsidP="006A0DBE">
            <w:pPr>
              <w:pStyle w:val="Figurespace"/>
            </w:pPr>
          </w:p>
        </w:tc>
      </w:tr>
      <w:tr w:rsidR="00595213" w:rsidRPr="000863A5" w:rsidTr="006A0DBE">
        <w:tc>
          <w:tcPr>
            <w:tcW w:w="8771" w:type="dxa"/>
            <w:tcBorders>
              <w:top w:val="single" w:sz="6" w:space="0" w:color="78A22F"/>
              <w:left w:val="nil"/>
              <w:bottom w:val="nil"/>
              <w:right w:val="nil"/>
            </w:tcBorders>
          </w:tcPr>
          <w:p w:rsidR="00595213" w:rsidRPr="00626D32" w:rsidRDefault="00595213" w:rsidP="006A0DBE">
            <w:pPr>
              <w:pStyle w:val="BoxSpaceBelow"/>
            </w:pPr>
          </w:p>
        </w:tc>
      </w:tr>
    </w:tbl>
    <w:p w:rsidR="00595213" w:rsidRDefault="00595213" w:rsidP="00A75DE2">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5213" w:rsidTr="006A0DBE">
        <w:tc>
          <w:tcPr>
            <w:tcW w:w="8771" w:type="dxa"/>
            <w:tcBorders>
              <w:top w:val="single" w:sz="6" w:space="0" w:color="78A22F"/>
              <w:left w:val="nil"/>
              <w:bottom w:val="nil"/>
              <w:right w:val="nil"/>
            </w:tcBorders>
            <w:shd w:val="clear" w:color="auto" w:fill="auto"/>
          </w:tcPr>
          <w:p w:rsidR="00595213" w:rsidRDefault="00595213" w:rsidP="006A0DBE">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proofErr w:type="spellStart"/>
            <w:r w:rsidR="00BF4479">
              <w:rPr>
                <w:b w:val="0"/>
              </w:rPr>
              <w:t>D</w:t>
            </w:r>
            <w:r>
              <w:rPr>
                <w:b w:val="0"/>
              </w:rPr>
              <w:t>.5</w:t>
            </w:r>
            <w:proofErr w:type="spellEnd"/>
            <w:r>
              <w:tab/>
              <w:t>The effect of NSW rent setting rules with higher market rent</w:t>
            </w:r>
          </w:p>
          <w:p w:rsidR="00595213" w:rsidRPr="00176D3F" w:rsidRDefault="00595213" w:rsidP="006A0DBE">
            <w:pPr>
              <w:pStyle w:val="Subtitle"/>
            </w:pPr>
            <w:r>
              <w:t>Single, childless DSP recipient, $12 500 market rent</w:t>
            </w:r>
            <w:bookmarkStart w:id="0" w:name="_GoBack"/>
            <w:bookmarkEnd w:id="0"/>
          </w:p>
        </w:tc>
      </w:tr>
      <w:tr w:rsidR="00595213" w:rsidTr="006A0D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95213" w:rsidTr="006A0DBE">
              <w:trPr>
                <w:jc w:val="center"/>
              </w:trPr>
              <w:tc>
                <w:tcPr>
                  <w:tcW w:w="5000" w:type="pct"/>
                  <w:tcBorders>
                    <w:top w:val="nil"/>
                    <w:bottom w:val="nil"/>
                  </w:tcBorders>
                </w:tcPr>
                <w:p w:rsidR="00595213" w:rsidRDefault="00F77C0F" w:rsidP="006A0DBE">
                  <w:pPr>
                    <w:pStyle w:val="Figure"/>
                    <w:spacing w:before="60" w:after="60"/>
                  </w:pPr>
                  <w:r>
                    <w:rPr>
                      <w:noProof/>
                    </w:rPr>
                    <w:drawing>
                      <wp:inline distT="0" distB="0" distL="0" distR="0">
                        <wp:extent cx="5353050" cy="2514600"/>
                        <wp:effectExtent l="0" t="0" r="0" b="0"/>
                        <wp:docPr id="4" name="Picture 4" descr="This chart shows the EMTRs faced by a single, childless DSP recipient in NSW, under different housing assistance scenarios, assuming market rent is $12 500 per annum." title="The effect of NSW rent setting rules with higher market r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53050" cy="2514600"/>
                                </a:xfrm>
                                <a:prstGeom prst="rect">
                                  <a:avLst/>
                                </a:prstGeom>
                                <a:noFill/>
                                <a:ln>
                                  <a:noFill/>
                                </a:ln>
                              </pic:spPr>
                            </pic:pic>
                          </a:graphicData>
                        </a:graphic>
                      </wp:inline>
                    </w:drawing>
                  </w:r>
                </w:p>
              </w:tc>
            </w:tr>
          </w:tbl>
          <w:p w:rsidR="00595213" w:rsidRDefault="00595213" w:rsidP="006A0DBE">
            <w:pPr>
              <w:pStyle w:val="Figure"/>
            </w:pPr>
          </w:p>
        </w:tc>
      </w:tr>
      <w:tr w:rsidR="00595213" w:rsidRPr="00176D3F" w:rsidTr="006A0DBE">
        <w:tc>
          <w:tcPr>
            <w:tcW w:w="8771" w:type="dxa"/>
            <w:tcBorders>
              <w:top w:val="nil"/>
              <w:left w:val="nil"/>
              <w:bottom w:val="nil"/>
              <w:right w:val="nil"/>
            </w:tcBorders>
            <w:shd w:val="clear" w:color="auto" w:fill="auto"/>
          </w:tcPr>
          <w:p w:rsidR="00595213" w:rsidRPr="00611F6C" w:rsidRDefault="00595213" w:rsidP="006A0DBE">
            <w:pPr>
              <w:pStyle w:val="Source"/>
              <w:rPr>
                <w:b/>
                <w:position w:val="6"/>
              </w:rPr>
            </w:pPr>
            <w:r>
              <w:rPr>
                <w:i/>
              </w:rPr>
              <w:t>Source</w:t>
            </w:r>
            <w:r>
              <w:t>: Estimated from the PCTT 2014 model.</w:t>
            </w:r>
          </w:p>
        </w:tc>
      </w:tr>
      <w:tr w:rsidR="00595213" w:rsidTr="006A0DBE">
        <w:tc>
          <w:tcPr>
            <w:tcW w:w="8771" w:type="dxa"/>
            <w:tcBorders>
              <w:top w:val="nil"/>
              <w:left w:val="nil"/>
              <w:bottom w:val="single" w:sz="6" w:space="0" w:color="78A22F"/>
              <w:right w:val="nil"/>
            </w:tcBorders>
            <w:shd w:val="clear" w:color="auto" w:fill="auto"/>
          </w:tcPr>
          <w:p w:rsidR="00595213" w:rsidRDefault="00595213" w:rsidP="006A0DBE">
            <w:pPr>
              <w:pStyle w:val="Figurespace"/>
            </w:pPr>
          </w:p>
        </w:tc>
      </w:tr>
      <w:tr w:rsidR="00595213" w:rsidRPr="000863A5" w:rsidTr="006A0DBE">
        <w:tc>
          <w:tcPr>
            <w:tcW w:w="8771" w:type="dxa"/>
            <w:tcBorders>
              <w:top w:val="single" w:sz="6" w:space="0" w:color="78A22F"/>
              <w:left w:val="nil"/>
              <w:bottom w:val="nil"/>
              <w:right w:val="nil"/>
            </w:tcBorders>
          </w:tcPr>
          <w:p w:rsidR="00595213" w:rsidRPr="00626D32" w:rsidRDefault="00595213" w:rsidP="006A0DBE">
            <w:pPr>
              <w:pStyle w:val="BoxSpaceBelow"/>
            </w:pPr>
          </w:p>
        </w:tc>
      </w:tr>
    </w:tbl>
    <w:p w:rsidR="00D434A0" w:rsidRPr="00752D25" w:rsidRDefault="00D434A0" w:rsidP="00A75DE2">
      <w:pPr>
        <w:pStyle w:val="BodyText"/>
        <w:spacing w:before="100" w:beforeAutospacing="1"/>
        <w:rPr>
          <w:spacing w:val="-2"/>
        </w:rPr>
      </w:pPr>
    </w:p>
    <w:sectPr w:rsidR="00D434A0" w:rsidRPr="00752D25" w:rsidSect="00FD443D">
      <w:headerReference w:type="even" r:id="rId14"/>
      <w:headerReference w:type="default" r:id="rId15"/>
      <w:footerReference w:type="even" r:id="rId16"/>
      <w:footerReference w:type="default" r:id="rId17"/>
      <w:pgSz w:w="11907" w:h="16840" w:code="9"/>
      <w:pgMar w:top="1985" w:right="1304" w:bottom="1247" w:left="1814" w:header="1701" w:footer="397" w:gutter="0"/>
      <w:pgNumType w:start="9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213" w:rsidRDefault="00595213">
      <w:r>
        <w:separator/>
      </w:r>
    </w:p>
  </w:endnote>
  <w:endnote w:type="continuationSeparator" w:id="0">
    <w:p w:rsidR="00595213" w:rsidRDefault="005952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7C0F">
            <w:rPr>
              <w:rStyle w:val="PageNumber"/>
              <w:caps w:val="0"/>
              <w:noProof/>
            </w:rPr>
            <w:t>100</w:t>
          </w:r>
          <w:r w:rsidRPr="00A24443">
            <w:rPr>
              <w:rStyle w:val="PageNumber"/>
              <w:caps w:val="0"/>
            </w:rPr>
            <w:fldChar w:fldCharType="end"/>
          </w:r>
        </w:p>
      </w:tc>
      <w:tc>
        <w:tcPr>
          <w:tcW w:w="7767" w:type="dxa"/>
        </w:tcPr>
        <w:p w:rsidR="00772909" w:rsidRPr="0013739A" w:rsidRDefault="00BF4479" w:rsidP="0013739A">
          <w:pPr>
            <w:pStyle w:val="Footer"/>
            <w:rPr>
              <w:rFonts w:cs="Arial"/>
            </w:rPr>
          </w:pPr>
          <w:bookmarkStart w:id="1" w:name="DraftReportEven"/>
          <w:bookmarkEnd w:id="1"/>
          <w:r>
            <w:rPr>
              <w:rFonts w:cs="Arial"/>
            </w:rPr>
            <w:t>Housing assistance and employment</w:t>
          </w:r>
          <w:r w:rsidR="00752D25">
            <w:rPr>
              <w:rFonts w:cs="Arial"/>
            </w:rPr>
            <w:t xml:space="preserve"> in Australia</w:t>
          </w:r>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BF4479" w:rsidP="00BF4479">
          <w:pPr>
            <w:pStyle w:val="Footer"/>
            <w:jc w:val="right"/>
            <w:rPr>
              <w:rFonts w:cs="Arial"/>
            </w:rPr>
          </w:pPr>
          <w:bookmarkStart w:id="2" w:name="DraftReportOdd"/>
          <w:bookmarkEnd w:id="2"/>
          <w:r>
            <w:t>The effects of variation in rent settings</w:t>
          </w:r>
          <w:r>
            <w:br/>
            <w:t xml:space="preserve">               </w:t>
          </w:r>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7C0F">
            <w:rPr>
              <w:rStyle w:val="PageNumber"/>
              <w:caps w:val="0"/>
              <w:noProof/>
            </w:rPr>
            <w:t>99</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213" w:rsidRDefault="00595213">
      <w:r>
        <w:separator/>
      </w:r>
    </w:p>
  </w:footnote>
  <w:footnote w:type="continuationSeparator" w:id="0">
    <w:p w:rsidR="00595213" w:rsidRDefault="00595213">
      <w:r>
        <w:continuationSeparator/>
      </w:r>
    </w:p>
  </w:footnote>
  <w:footnote w:id="1">
    <w:p w:rsidR="00595213" w:rsidRPr="00CA0335" w:rsidRDefault="00595213" w:rsidP="00595213">
      <w:pPr>
        <w:pStyle w:val="FootnoteText"/>
        <w:rPr>
          <w:spacing w:val="-2"/>
        </w:rPr>
      </w:pPr>
      <w:r w:rsidRPr="007D361D">
        <w:rPr>
          <w:rStyle w:val="FootnoteReference"/>
        </w:rPr>
        <w:footnoteRef/>
      </w:r>
      <w:r>
        <w:tab/>
      </w:r>
      <w:r w:rsidRPr="00CA0335">
        <w:rPr>
          <w:spacing w:val="-2"/>
        </w:rPr>
        <w:t>In reality, in the Northern Territory, the figure is 23 cents in the dollar, but 25 cents is used in this section to simplify the comparison with other jurisdictions. The figure of 23 cent</w:t>
      </w:r>
      <w:r>
        <w:rPr>
          <w:spacing w:val="-2"/>
        </w:rPr>
        <w:t>s</w:t>
      </w:r>
      <w:r w:rsidRPr="00CA0335">
        <w:rPr>
          <w:spacing w:val="-2"/>
        </w:rPr>
        <w:t xml:space="preserve"> reduces EMTRs slightly and increases the income level at which a tenant pays market rent. For example,  an NT tenant will pay a market rent of $10 000 at market income of close to $39 000 when rents are set at 23 per cent of assessable income, versus about $35 000 when they are set at 25 per cent.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8F1CDE"/>
    <w:multiLevelType w:val="hybridMultilevel"/>
    <w:tmpl w:val="2DA0DF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5">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6">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7">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0">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1">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4"/>
  </w:num>
  <w:num w:numId="4">
    <w:abstractNumId w:val="3"/>
  </w:num>
  <w:num w:numId="5">
    <w:abstractNumId w:val="19"/>
  </w:num>
  <w:num w:numId="6">
    <w:abstractNumId w:val="16"/>
  </w:num>
  <w:num w:numId="7">
    <w:abstractNumId w:val="7"/>
  </w:num>
  <w:num w:numId="8">
    <w:abstractNumId w:val="15"/>
  </w:num>
  <w:num w:numId="9">
    <w:abstractNumId w:val="6"/>
  </w:num>
  <w:num w:numId="10">
    <w:abstractNumId w:val="5"/>
  </w:num>
  <w:num w:numId="11">
    <w:abstractNumId w:val="9"/>
  </w:num>
  <w:num w:numId="12">
    <w:abstractNumId w:val="10"/>
  </w:num>
  <w:num w:numId="13">
    <w:abstractNumId w:val="4"/>
  </w:num>
  <w:num w:numId="14">
    <w:abstractNumId w:val="17"/>
  </w:num>
  <w:num w:numId="15">
    <w:abstractNumId w:val="20"/>
  </w:num>
  <w:num w:numId="16">
    <w:abstractNumId w:val="13"/>
  </w:num>
  <w:num w:numId="17">
    <w:abstractNumId w:val="21"/>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8"/>
  </w:num>
  <w:num w:numId="21">
    <w:abstractNumId w:val="8"/>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595213"/>
    <w:rsid w:val="000227D5"/>
    <w:rsid w:val="000245AA"/>
    <w:rsid w:val="0003664B"/>
    <w:rsid w:val="0004111F"/>
    <w:rsid w:val="00055077"/>
    <w:rsid w:val="000565B3"/>
    <w:rsid w:val="0007150B"/>
    <w:rsid w:val="00090CEC"/>
    <w:rsid w:val="000938F5"/>
    <w:rsid w:val="00095663"/>
    <w:rsid w:val="00096E55"/>
    <w:rsid w:val="0009783E"/>
    <w:rsid w:val="000B1022"/>
    <w:rsid w:val="000B601B"/>
    <w:rsid w:val="000C207E"/>
    <w:rsid w:val="000D3B96"/>
    <w:rsid w:val="000D41E9"/>
    <w:rsid w:val="000F0035"/>
    <w:rsid w:val="000F04E7"/>
    <w:rsid w:val="000F060A"/>
    <w:rsid w:val="000F420B"/>
    <w:rsid w:val="00105991"/>
    <w:rsid w:val="00110116"/>
    <w:rsid w:val="0011421A"/>
    <w:rsid w:val="00120072"/>
    <w:rsid w:val="00126EB8"/>
    <w:rsid w:val="001274D4"/>
    <w:rsid w:val="001363AA"/>
    <w:rsid w:val="0013739A"/>
    <w:rsid w:val="00142165"/>
    <w:rsid w:val="00162434"/>
    <w:rsid w:val="00183E82"/>
    <w:rsid w:val="001878BB"/>
    <w:rsid w:val="00191AE0"/>
    <w:rsid w:val="0019293B"/>
    <w:rsid w:val="0019426B"/>
    <w:rsid w:val="001A6A4B"/>
    <w:rsid w:val="001A7DDD"/>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A1795"/>
    <w:rsid w:val="002B4008"/>
    <w:rsid w:val="002C439F"/>
    <w:rsid w:val="002D0C42"/>
    <w:rsid w:val="002D0E8E"/>
    <w:rsid w:val="002D2D45"/>
    <w:rsid w:val="00301189"/>
    <w:rsid w:val="00301E4A"/>
    <w:rsid w:val="003168B8"/>
    <w:rsid w:val="00316AE1"/>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B23C2"/>
    <w:rsid w:val="003C38B5"/>
    <w:rsid w:val="003C5D99"/>
    <w:rsid w:val="003D0A07"/>
    <w:rsid w:val="003D1087"/>
    <w:rsid w:val="003E2F59"/>
    <w:rsid w:val="003E746B"/>
    <w:rsid w:val="003F0789"/>
    <w:rsid w:val="00401882"/>
    <w:rsid w:val="004100C8"/>
    <w:rsid w:val="00411DBD"/>
    <w:rsid w:val="00412ACE"/>
    <w:rsid w:val="004145D2"/>
    <w:rsid w:val="00426CB4"/>
    <w:rsid w:val="00431249"/>
    <w:rsid w:val="00434C19"/>
    <w:rsid w:val="00450810"/>
    <w:rsid w:val="00462C59"/>
    <w:rsid w:val="00470737"/>
    <w:rsid w:val="00477144"/>
    <w:rsid w:val="00491380"/>
    <w:rsid w:val="0049459F"/>
    <w:rsid w:val="004A38DD"/>
    <w:rsid w:val="004B43AE"/>
    <w:rsid w:val="004C30ED"/>
    <w:rsid w:val="004D5675"/>
    <w:rsid w:val="004E186B"/>
    <w:rsid w:val="00517795"/>
    <w:rsid w:val="00523639"/>
    <w:rsid w:val="00531FE5"/>
    <w:rsid w:val="005402FA"/>
    <w:rsid w:val="005729BD"/>
    <w:rsid w:val="00580154"/>
    <w:rsid w:val="00583C39"/>
    <w:rsid w:val="00586A90"/>
    <w:rsid w:val="00587F28"/>
    <w:rsid w:val="005909CF"/>
    <w:rsid w:val="00591E71"/>
    <w:rsid w:val="00595213"/>
    <w:rsid w:val="005A0D41"/>
    <w:rsid w:val="005D329F"/>
    <w:rsid w:val="005F48ED"/>
    <w:rsid w:val="00606E78"/>
    <w:rsid w:val="00607BF1"/>
    <w:rsid w:val="00630D4D"/>
    <w:rsid w:val="00632A74"/>
    <w:rsid w:val="00654D42"/>
    <w:rsid w:val="00666E02"/>
    <w:rsid w:val="006A4655"/>
    <w:rsid w:val="006B2B3C"/>
    <w:rsid w:val="006C1D81"/>
    <w:rsid w:val="006C654D"/>
    <w:rsid w:val="006C7038"/>
    <w:rsid w:val="006E73EF"/>
    <w:rsid w:val="007079C9"/>
    <w:rsid w:val="00714D4D"/>
    <w:rsid w:val="007266D3"/>
    <w:rsid w:val="00732029"/>
    <w:rsid w:val="00752D25"/>
    <w:rsid w:val="007604BB"/>
    <w:rsid w:val="00772909"/>
    <w:rsid w:val="00785232"/>
    <w:rsid w:val="0079701E"/>
    <w:rsid w:val="007A21EB"/>
    <w:rsid w:val="007B1A93"/>
    <w:rsid w:val="007C36C9"/>
    <w:rsid w:val="007D6401"/>
    <w:rsid w:val="007E01E4"/>
    <w:rsid w:val="007E7A12"/>
    <w:rsid w:val="007F7107"/>
    <w:rsid w:val="00800D4C"/>
    <w:rsid w:val="0081030F"/>
    <w:rsid w:val="00812F4A"/>
    <w:rsid w:val="0082087D"/>
    <w:rsid w:val="00835771"/>
    <w:rsid w:val="00842933"/>
    <w:rsid w:val="0086082C"/>
    <w:rsid w:val="00864ADC"/>
    <w:rsid w:val="00867FD2"/>
    <w:rsid w:val="00880153"/>
    <w:rsid w:val="00880F97"/>
    <w:rsid w:val="0088133A"/>
    <w:rsid w:val="0089285E"/>
    <w:rsid w:val="0089436C"/>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0BD7"/>
    <w:rsid w:val="00A23A20"/>
    <w:rsid w:val="00A24443"/>
    <w:rsid w:val="00A268B9"/>
    <w:rsid w:val="00A2703A"/>
    <w:rsid w:val="00A33DFF"/>
    <w:rsid w:val="00A35115"/>
    <w:rsid w:val="00A36D9A"/>
    <w:rsid w:val="00A451DC"/>
    <w:rsid w:val="00A554AB"/>
    <w:rsid w:val="00A57062"/>
    <w:rsid w:val="00A67781"/>
    <w:rsid w:val="00A75DE2"/>
    <w:rsid w:val="00A761F9"/>
    <w:rsid w:val="00A92B53"/>
    <w:rsid w:val="00A94FA6"/>
    <w:rsid w:val="00AA49A0"/>
    <w:rsid w:val="00AA6710"/>
    <w:rsid w:val="00AB0681"/>
    <w:rsid w:val="00AC3A15"/>
    <w:rsid w:val="00AD520B"/>
    <w:rsid w:val="00AE3BCC"/>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3808"/>
    <w:rsid w:val="00BF4479"/>
    <w:rsid w:val="00C03B88"/>
    <w:rsid w:val="00C062E9"/>
    <w:rsid w:val="00C07B64"/>
    <w:rsid w:val="00C13721"/>
    <w:rsid w:val="00C14FE4"/>
    <w:rsid w:val="00C3066D"/>
    <w:rsid w:val="00C52416"/>
    <w:rsid w:val="00C543F4"/>
    <w:rsid w:val="00C6291C"/>
    <w:rsid w:val="00C633CB"/>
    <w:rsid w:val="00C664CD"/>
    <w:rsid w:val="00C736B7"/>
    <w:rsid w:val="00C81D4A"/>
    <w:rsid w:val="00C8762C"/>
    <w:rsid w:val="00CA00F9"/>
    <w:rsid w:val="00CA2961"/>
    <w:rsid w:val="00CB50D7"/>
    <w:rsid w:val="00CB7177"/>
    <w:rsid w:val="00CB7CED"/>
    <w:rsid w:val="00CC070F"/>
    <w:rsid w:val="00CC1998"/>
    <w:rsid w:val="00CC4946"/>
    <w:rsid w:val="00CC64A1"/>
    <w:rsid w:val="00CF3B11"/>
    <w:rsid w:val="00D20B00"/>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7C9"/>
    <w:rsid w:val="00DC0C95"/>
    <w:rsid w:val="00DC4F0B"/>
    <w:rsid w:val="00DD6580"/>
    <w:rsid w:val="00E01D7F"/>
    <w:rsid w:val="00E05C03"/>
    <w:rsid w:val="00E17C72"/>
    <w:rsid w:val="00E21FC6"/>
    <w:rsid w:val="00E41215"/>
    <w:rsid w:val="00E431A9"/>
    <w:rsid w:val="00E669E2"/>
    <w:rsid w:val="00E76135"/>
    <w:rsid w:val="00E82F4F"/>
    <w:rsid w:val="00E864DF"/>
    <w:rsid w:val="00EB2CC3"/>
    <w:rsid w:val="00EC2844"/>
    <w:rsid w:val="00EC5500"/>
    <w:rsid w:val="00ED18F8"/>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77C0F"/>
    <w:rsid w:val="00F81006"/>
    <w:rsid w:val="00F85325"/>
    <w:rsid w:val="00FD22B1"/>
    <w:rsid w:val="00FD33F1"/>
    <w:rsid w:val="00FD3566"/>
    <w:rsid w:val="00FD443D"/>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95213"/>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595213"/>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95213"/>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595213"/>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scatterChart>
        <c:scatterStyle val="smoothMarker"/>
        <c:varyColors val="0"/>
        <c:ser>
          <c:idx val="0"/>
          <c:order val="0"/>
          <c:marker>
            <c:symbol val="none"/>
          </c:marker>
          <c:xVal>
            <c:numRef>
              <c:f>single!$B$3:$B$1503</c:f>
              <c:numCache>
                <c:formatCode>General</c:formatCode>
                <c:ptCount val="1501"/>
                <c:pt idx="0">
                  <c:v>0</c:v>
                </c:pt>
                <c:pt idx="1">
                  <c:v>52.142857142857153</c:v>
                </c:pt>
                <c:pt idx="2">
                  <c:v>104.28571428571431</c:v>
                </c:pt>
                <c:pt idx="3">
                  <c:v>156.42857142857139</c:v>
                </c:pt>
                <c:pt idx="4">
                  <c:v>208.57142857142861</c:v>
                </c:pt>
                <c:pt idx="5">
                  <c:v>260.71428571428572</c:v>
                </c:pt>
                <c:pt idx="6">
                  <c:v>312.85714285714272</c:v>
                </c:pt>
                <c:pt idx="7">
                  <c:v>365</c:v>
                </c:pt>
                <c:pt idx="8">
                  <c:v>417.14285714285722</c:v>
                </c:pt>
                <c:pt idx="9">
                  <c:v>469.28571428571422</c:v>
                </c:pt>
                <c:pt idx="10">
                  <c:v>521.42857142857144</c:v>
                </c:pt>
                <c:pt idx="11">
                  <c:v>573.57142857142856</c:v>
                </c:pt>
                <c:pt idx="12">
                  <c:v>625.71428571428567</c:v>
                </c:pt>
                <c:pt idx="13">
                  <c:v>677.85714285714289</c:v>
                </c:pt>
                <c:pt idx="14">
                  <c:v>730</c:v>
                </c:pt>
                <c:pt idx="15">
                  <c:v>782.14285714285711</c:v>
                </c:pt>
                <c:pt idx="16">
                  <c:v>834.28571428571433</c:v>
                </c:pt>
                <c:pt idx="17">
                  <c:v>886.42857142857144</c:v>
                </c:pt>
                <c:pt idx="18">
                  <c:v>938.57142857142856</c:v>
                </c:pt>
                <c:pt idx="19">
                  <c:v>990.71428571428567</c:v>
                </c:pt>
                <c:pt idx="20">
                  <c:v>1042.8571428571429</c:v>
                </c:pt>
                <c:pt idx="21">
                  <c:v>1095</c:v>
                </c:pt>
                <c:pt idx="22">
                  <c:v>1147.1428571428571</c:v>
                </c:pt>
                <c:pt idx="23">
                  <c:v>1199.285714285714</c:v>
                </c:pt>
                <c:pt idx="24">
                  <c:v>1251.428571428572</c:v>
                </c:pt>
                <c:pt idx="25">
                  <c:v>1303.571428571428</c:v>
                </c:pt>
                <c:pt idx="26">
                  <c:v>1355.714285714286</c:v>
                </c:pt>
                <c:pt idx="27">
                  <c:v>1407.8571428571429</c:v>
                </c:pt>
                <c:pt idx="28">
                  <c:v>1460</c:v>
                </c:pt>
                <c:pt idx="29">
                  <c:v>1512.1428571428571</c:v>
                </c:pt>
                <c:pt idx="30">
                  <c:v>1564.285714285714</c:v>
                </c:pt>
                <c:pt idx="31">
                  <c:v>1616.428571428572</c:v>
                </c:pt>
                <c:pt idx="32">
                  <c:v>1668.571428571428</c:v>
                </c:pt>
                <c:pt idx="33">
                  <c:v>1720.714285714286</c:v>
                </c:pt>
                <c:pt idx="34">
                  <c:v>1772.8571428571429</c:v>
                </c:pt>
                <c:pt idx="35">
                  <c:v>1825</c:v>
                </c:pt>
                <c:pt idx="36">
                  <c:v>1877.1428571428571</c:v>
                </c:pt>
                <c:pt idx="37">
                  <c:v>1929.285714285714</c:v>
                </c:pt>
                <c:pt idx="38">
                  <c:v>1981.428571428572</c:v>
                </c:pt>
                <c:pt idx="39">
                  <c:v>2033.571428571428</c:v>
                </c:pt>
                <c:pt idx="40">
                  <c:v>2085.714285714284</c:v>
                </c:pt>
                <c:pt idx="41">
                  <c:v>2137.857142857144</c:v>
                </c:pt>
                <c:pt idx="42">
                  <c:v>2190</c:v>
                </c:pt>
                <c:pt idx="43">
                  <c:v>2242.142857142856</c:v>
                </c:pt>
                <c:pt idx="44">
                  <c:v>2294.2857142857142</c:v>
                </c:pt>
                <c:pt idx="45">
                  <c:v>2346.4285714285711</c:v>
                </c:pt>
                <c:pt idx="46">
                  <c:v>2398.5714285714298</c:v>
                </c:pt>
                <c:pt idx="47">
                  <c:v>2450.714285714284</c:v>
                </c:pt>
                <c:pt idx="48">
                  <c:v>2502.857142857144</c:v>
                </c:pt>
                <c:pt idx="49">
                  <c:v>2555</c:v>
                </c:pt>
                <c:pt idx="50">
                  <c:v>2607.142857142856</c:v>
                </c:pt>
                <c:pt idx="51">
                  <c:v>2659.2857142857142</c:v>
                </c:pt>
                <c:pt idx="52">
                  <c:v>2711.4285714285711</c:v>
                </c:pt>
                <c:pt idx="53">
                  <c:v>2763.5714285714298</c:v>
                </c:pt>
                <c:pt idx="54">
                  <c:v>2815.714285714284</c:v>
                </c:pt>
                <c:pt idx="55">
                  <c:v>2867.857142857144</c:v>
                </c:pt>
                <c:pt idx="56">
                  <c:v>2920</c:v>
                </c:pt>
                <c:pt idx="57">
                  <c:v>2972.142857142856</c:v>
                </c:pt>
                <c:pt idx="58">
                  <c:v>3024.2857142857142</c:v>
                </c:pt>
                <c:pt idx="59">
                  <c:v>3076.4285714285711</c:v>
                </c:pt>
                <c:pt idx="60">
                  <c:v>3128.5714285714298</c:v>
                </c:pt>
                <c:pt idx="61">
                  <c:v>3180.714285714284</c:v>
                </c:pt>
                <c:pt idx="62">
                  <c:v>3232.857142857144</c:v>
                </c:pt>
                <c:pt idx="63">
                  <c:v>3285</c:v>
                </c:pt>
                <c:pt idx="64">
                  <c:v>3337.142857142856</c:v>
                </c:pt>
                <c:pt idx="65">
                  <c:v>3389.2857142857142</c:v>
                </c:pt>
                <c:pt idx="66">
                  <c:v>3441.4285714285711</c:v>
                </c:pt>
                <c:pt idx="67">
                  <c:v>3493.5714285714298</c:v>
                </c:pt>
                <c:pt idx="68">
                  <c:v>3545.714285714284</c:v>
                </c:pt>
                <c:pt idx="69">
                  <c:v>3597.857142857144</c:v>
                </c:pt>
                <c:pt idx="70">
                  <c:v>3650</c:v>
                </c:pt>
                <c:pt idx="71">
                  <c:v>3702.142857142856</c:v>
                </c:pt>
                <c:pt idx="72">
                  <c:v>3754.2857142857142</c:v>
                </c:pt>
                <c:pt idx="73">
                  <c:v>3806.4285714285711</c:v>
                </c:pt>
                <c:pt idx="74">
                  <c:v>3858.5714285714298</c:v>
                </c:pt>
                <c:pt idx="75">
                  <c:v>3910.714285714284</c:v>
                </c:pt>
                <c:pt idx="76">
                  <c:v>3962.857142857144</c:v>
                </c:pt>
                <c:pt idx="77">
                  <c:v>4015</c:v>
                </c:pt>
                <c:pt idx="78">
                  <c:v>4067.142857142856</c:v>
                </c:pt>
                <c:pt idx="79">
                  <c:v>4119.2857142857147</c:v>
                </c:pt>
                <c:pt idx="80">
                  <c:v>4171.4285714285716</c:v>
                </c:pt>
                <c:pt idx="81">
                  <c:v>4223.5714285714303</c:v>
                </c:pt>
                <c:pt idx="82">
                  <c:v>4275.7142857142844</c:v>
                </c:pt>
                <c:pt idx="83">
                  <c:v>4327.8571428571431</c:v>
                </c:pt>
                <c:pt idx="84">
                  <c:v>4380</c:v>
                </c:pt>
                <c:pt idx="85">
                  <c:v>4432.1428571428569</c:v>
                </c:pt>
                <c:pt idx="86">
                  <c:v>4484.2857142857147</c:v>
                </c:pt>
                <c:pt idx="87">
                  <c:v>4536.4285714285716</c:v>
                </c:pt>
                <c:pt idx="88">
                  <c:v>4588.5714285714303</c:v>
                </c:pt>
                <c:pt idx="89">
                  <c:v>4640.7142857142844</c:v>
                </c:pt>
                <c:pt idx="90">
                  <c:v>4692.8571428571431</c:v>
                </c:pt>
                <c:pt idx="91">
                  <c:v>4745</c:v>
                </c:pt>
                <c:pt idx="92">
                  <c:v>4797.1428571428569</c:v>
                </c:pt>
                <c:pt idx="93">
                  <c:v>4849.2857142857147</c:v>
                </c:pt>
                <c:pt idx="94">
                  <c:v>4901.4285714285716</c:v>
                </c:pt>
                <c:pt idx="95">
                  <c:v>4953.5714285714303</c:v>
                </c:pt>
                <c:pt idx="96">
                  <c:v>5005.7142857142844</c:v>
                </c:pt>
                <c:pt idx="97">
                  <c:v>5057.8571428571431</c:v>
                </c:pt>
                <c:pt idx="98">
                  <c:v>5110</c:v>
                </c:pt>
                <c:pt idx="99">
                  <c:v>5162.1428571428569</c:v>
                </c:pt>
                <c:pt idx="100">
                  <c:v>5214.2857142857147</c:v>
                </c:pt>
                <c:pt idx="101">
                  <c:v>5266.4285714285716</c:v>
                </c:pt>
                <c:pt idx="102">
                  <c:v>5318.5714285714303</c:v>
                </c:pt>
                <c:pt idx="103">
                  <c:v>5370.7142857142844</c:v>
                </c:pt>
                <c:pt idx="104">
                  <c:v>5422.8571428571431</c:v>
                </c:pt>
                <c:pt idx="105">
                  <c:v>5475</c:v>
                </c:pt>
                <c:pt idx="106">
                  <c:v>5527.1428571428569</c:v>
                </c:pt>
                <c:pt idx="107">
                  <c:v>5579.2857142857147</c:v>
                </c:pt>
                <c:pt idx="108">
                  <c:v>5631.4285714285716</c:v>
                </c:pt>
                <c:pt idx="109">
                  <c:v>5683.5714285714303</c:v>
                </c:pt>
                <c:pt idx="110">
                  <c:v>5735.7142857142844</c:v>
                </c:pt>
                <c:pt idx="111">
                  <c:v>5787.8571428571431</c:v>
                </c:pt>
                <c:pt idx="112">
                  <c:v>5840</c:v>
                </c:pt>
                <c:pt idx="113">
                  <c:v>5892.1428571428569</c:v>
                </c:pt>
                <c:pt idx="114">
                  <c:v>5944.2857142857147</c:v>
                </c:pt>
                <c:pt idx="115">
                  <c:v>5996.4285714285716</c:v>
                </c:pt>
                <c:pt idx="116">
                  <c:v>6048.5714285714303</c:v>
                </c:pt>
                <c:pt idx="117">
                  <c:v>6100.7142857142844</c:v>
                </c:pt>
                <c:pt idx="118">
                  <c:v>6152.8571428571431</c:v>
                </c:pt>
                <c:pt idx="119">
                  <c:v>6205</c:v>
                </c:pt>
                <c:pt idx="120">
                  <c:v>6257.1428571428569</c:v>
                </c:pt>
                <c:pt idx="121">
                  <c:v>6309.2857142857147</c:v>
                </c:pt>
                <c:pt idx="122">
                  <c:v>6361.4285714285716</c:v>
                </c:pt>
                <c:pt idx="123">
                  <c:v>6413.5714285714303</c:v>
                </c:pt>
                <c:pt idx="124">
                  <c:v>6465.7142857142844</c:v>
                </c:pt>
                <c:pt idx="125">
                  <c:v>6517.8571428571431</c:v>
                </c:pt>
                <c:pt idx="126">
                  <c:v>6570</c:v>
                </c:pt>
                <c:pt idx="127">
                  <c:v>6622.1428571428569</c:v>
                </c:pt>
                <c:pt idx="128">
                  <c:v>6674.2857142857147</c:v>
                </c:pt>
                <c:pt idx="129">
                  <c:v>6726.4285714285716</c:v>
                </c:pt>
                <c:pt idx="130">
                  <c:v>6778.5714285714303</c:v>
                </c:pt>
                <c:pt idx="131">
                  <c:v>6830.7142857142844</c:v>
                </c:pt>
                <c:pt idx="132">
                  <c:v>6882.8571428571431</c:v>
                </c:pt>
                <c:pt idx="133">
                  <c:v>6935</c:v>
                </c:pt>
                <c:pt idx="134">
                  <c:v>6987.1428571428569</c:v>
                </c:pt>
                <c:pt idx="135">
                  <c:v>7039.2857142857147</c:v>
                </c:pt>
                <c:pt idx="136">
                  <c:v>7091.4285714285716</c:v>
                </c:pt>
                <c:pt idx="137">
                  <c:v>7143.5714285714303</c:v>
                </c:pt>
                <c:pt idx="138">
                  <c:v>7195.7142857142844</c:v>
                </c:pt>
                <c:pt idx="139">
                  <c:v>7247.8571428571431</c:v>
                </c:pt>
                <c:pt idx="140">
                  <c:v>7300</c:v>
                </c:pt>
                <c:pt idx="141">
                  <c:v>7352.1428571428569</c:v>
                </c:pt>
                <c:pt idx="142">
                  <c:v>7404.2857142857147</c:v>
                </c:pt>
                <c:pt idx="143">
                  <c:v>7456.4285714285716</c:v>
                </c:pt>
                <c:pt idx="144">
                  <c:v>7508.5714285714303</c:v>
                </c:pt>
                <c:pt idx="145">
                  <c:v>7560.7142857142844</c:v>
                </c:pt>
                <c:pt idx="146">
                  <c:v>7612.8571428571431</c:v>
                </c:pt>
                <c:pt idx="147">
                  <c:v>7665</c:v>
                </c:pt>
                <c:pt idx="148">
                  <c:v>7717.1428571428569</c:v>
                </c:pt>
                <c:pt idx="149">
                  <c:v>7769.2857142857147</c:v>
                </c:pt>
                <c:pt idx="150">
                  <c:v>7821.4285714285716</c:v>
                </c:pt>
                <c:pt idx="151">
                  <c:v>7873.5714285714303</c:v>
                </c:pt>
                <c:pt idx="152">
                  <c:v>7925.7142857142844</c:v>
                </c:pt>
                <c:pt idx="153">
                  <c:v>7977.8571428571431</c:v>
                </c:pt>
                <c:pt idx="154">
                  <c:v>8030</c:v>
                </c:pt>
                <c:pt idx="155">
                  <c:v>8082.1428571428569</c:v>
                </c:pt>
                <c:pt idx="156">
                  <c:v>8134.2857142857147</c:v>
                </c:pt>
                <c:pt idx="157">
                  <c:v>8186.4285714285716</c:v>
                </c:pt>
                <c:pt idx="158">
                  <c:v>8238.5714285714294</c:v>
                </c:pt>
                <c:pt idx="159">
                  <c:v>8290.7142857142899</c:v>
                </c:pt>
                <c:pt idx="160">
                  <c:v>8342.8571428571431</c:v>
                </c:pt>
                <c:pt idx="161">
                  <c:v>8395</c:v>
                </c:pt>
                <c:pt idx="162">
                  <c:v>8447.1428571428605</c:v>
                </c:pt>
                <c:pt idx="163">
                  <c:v>8499.2857142857029</c:v>
                </c:pt>
                <c:pt idx="164">
                  <c:v>8551.428571428567</c:v>
                </c:pt>
                <c:pt idx="165">
                  <c:v>8603.5714285714294</c:v>
                </c:pt>
                <c:pt idx="166">
                  <c:v>8655.7142857142899</c:v>
                </c:pt>
                <c:pt idx="167">
                  <c:v>8707.8571428571431</c:v>
                </c:pt>
                <c:pt idx="168">
                  <c:v>8760</c:v>
                </c:pt>
                <c:pt idx="169">
                  <c:v>8812.1428571428605</c:v>
                </c:pt>
                <c:pt idx="170">
                  <c:v>8864.2857142857029</c:v>
                </c:pt>
                <c:pt idx="171">
                  <c:v>8916.428571428567</c:v>
                </c:pt>
                <c:pt idx="172">
                  <c:v>8968.5714285714294</c:v>
                </c:pt>
                <c:pt idx="173">
                  <c:v>9020.7142857142899</c:v>
                </c:pt>
                <c:pt idx="174">
                  <c:v>9072.8571428571431</c:v>
                </c:pt>
                <c:pt idx="175">
                  <c:v>9125</c:v>
                </c:pt>
                <c:pt idx="176">
                  <c:v>9177.1428571428605</c:v>
                </c:pt>
                <c:pt idx="177">
                  <c:v>9229.2857142857029</c:v>
                </c:pt>
                <c:pt idx="178">
                  <c:v>9281.428571428567</c:v>
                </c:pt>
                <c:pt idx="179">
                  <c:v>9333.5714285714294</c:v>
                </c:pt>
                <c:pt idx="180">
                  <c:v>9385.7142857142899</c:v>
                </c:pt>
                <c:pt idx="181">
                  <c:v>9437.8571428571431</c:v>
                </c:pt>
                <c:pt idx="182">
                  <c:v>9490</c:v>
                </c:pt>
                <c:pt idx="183">
                  <c:v>9542.1428571428605</c:v>
                </c:pt>
                <c:pt idx="184">
                  <c:v>9594.2857142857029</c:v>
                </c:pt>
                <c:pt idx="185">
                  <c:v>9646.428571428567</c:v>
                </c:pt>
                <c:pt idx="186">
                  <c:v>9698.5714285714294</c:v>
                </c:pt>
                <c:pt idx="187">
                  <c:v>9750.7142857142899</c:v>
                </c:pt>
                <c:pt idx="188">
                  <c:v>9802.8571428571431</c:v>
                </c:pt>
                <c:pt idx="189">
                  <c:v>9855</c:v>
                </c:pt>
                <c:pt idx="190">
                  <c:v>9907.1428571428605</c:v>
                </c:pt>
                <c:pt idx="191">
                  <c:v>9959.2857142857029</c:v>
                </c:pt>
                <c:pt idx="192">
                  <c:v>10011.428571428571</c:v>
                </c:pt>
                <c:pt idx="193">
                  <c:v>10063.571428571429</c:v>
                </c:pt>
                <c:pt idx="194">
                  <c:v>10115.714285714301</c:v>
                </c:pt>
                <c:pt idx="195">
                  <c:v>10167.857142857139</c:v>
                </c:pt>
                <c:pt idx="196">
                  <c:v>10220</c:v>
                </c:pt>
                <c:pt idx="197">
                  <c:v>10272.14285714287</c:v>
                </c:pt>
                <c:pt idx="198">
                  <c:v>10324.28571428571</c:v>
                </c:pt>
                <c:pt idx="199">
                  <c:v>10376.428571428571</c:v>
                </c:pt>
                <c:pt idx="200">
                  <c:v>10428.571428571429</c:v>
                </c:pt>
                <c:pt idx="201">
                  <c:v>10480.714285714301</c:v>
                </c:pt>
                <c:pt idx="202">
                  <c:v>10532.857142857139</c:v>
                </c:pt>
                <c:pt idx="203">
                  <c:v>10585</c:v>
                </c:pt>
                <c:pt idx="204">
                  <c:v>10637.14285714287</c:v>
                </c:pt>
                <c:pt idx="205">
                  <c:v>10689.28571428571</c:v>
                </c:pt>
                <c:pt idx="206">
                  <c:v>10741.428571428571</c:v>
                </c:pt>
                <c:pt idx="207">
                  <c:v>10793.571428571429</c:v>
                </c:pt>
                <c:pt idx="208">
                  <c:v>10845.714285714301</c:v>
                </c:pt>
                <c:pt idx="209">
                  <c:v>10897.857142857139</c:v>
                </c:pt>
                <c:pt idx="210">
                  <c:v>10950</c:v>
                </c:pt>
                <c:pt idx="211">
                  <c:v>11002.14285714287</c:v>
                </c:pt>
                <c:pt idx="212">
                  <c:v>11054.28571428571</c:v>
                </c:pt>
                <c:pt idx="213">
                  <c:v>11106.428571428571</c:v>
                </c:pt>
                <c:pt idx="214">
                  <c:v>11158.571428571429</c:v>
                </c:pt>
                <c:pt idx="215">
                  <c:v>11210.714285714301</c:v>
                </c:pt>
                <c:pt idx="216">
                  <c:v>11262.857142857139</c:v>
                </c:pt>
                <c:pt idx="217">
                  <c:v>11315</c:v>
                </c:pt>
                <c:pt idx="218">
                  <c:v>11367.14285714287</c:v>
                </c:pt>
                <c:pt idx="219">
                  <c:v>11419.28571428571</c:v>
                </c:pt>
                <c:pt idx="220">
                  <c:v>11471.428571428571</c:v>
                </c:pt>
                <c:pt idx="221">
                  <c:v>11523.571428571429</c:v>
                </c:pt>
                <c:pt idx="222">
                  <c:v>11575.714285714301</c:v>
                </c:pt>
                <c:pt idx="223">
                  <c:v>11627.857142857139</c:v>
                </c:pt>
                <c:pt idx="224">
                  <c:v>11680</c:v>
                </c:pt>
                <c:pt idx="225">
                  <c:v>11732.14285714287</c:v>
                </c:pt>
                <c:pt idx="226">
                  <c:v>11784.28571428571</c:v>
                </c:pt>
                <c:pt idx="227">
                  <c:v>11836.428571428571</c:v>
                </c:pt>
                <c:pt idx="228">
                  <c:v>11888.571428571429</c:v>
                </c:pt>
                <c:pt idx="229">
                  <c:v>11940.714285714301</c:v>
                </c:pt>
                <c:pt idx="230">
                  <c:v>11992.857142857139</c:v>
                </c:pt>
                <c:pt idx="231">
                  <c:v>12045</c:v>
                </c:pt>
                <c:pt idx="232">
                  <c:v>12097.14285714287</c:v>
                </c:pt>
                <c:pt idx="233">
                  <c:v>12149.28571428571</c:v>
                </c:pt>
                <c:pt idx="234">
                  <c:v>12201.428571428571</c:v>
                </c:pt>
                <c:pt idx="235">
                  <c:v>12253.571428571429</c:v>
                </c:pt>
                <c:pt idx="236">
                  <c:v>12305.714285714301</c:v>
                </c:pt>
                <c:pt idx="237">
                  <c:v>12357.857142857139</c:v>
                </c:pt>
                <c:pt idx="238">
                  <c:v>12410</c:v>
                </c:pt>
                <c:pt idx="239">
                  <c:v>12462.14285714287</c:v>
                </c:pt>
                <c:pt idx="240">
                  <c:v>12514.28571428571</c:v>
                </c:pt>
                <c:pt idx="241">
                  <c:v>12566.428571428571</c:v>
                </c:pt>
                <c:pt idx="242">
                  <c:v>12618.571428571429</c:v>
                </c:pt>
                <c:pt idx="243">
                  <c:v>12670.714285714301</c:v>
                </c:pt>
                <c:pt idx="244">
                  <c:v>12722.857142857139</c:v>
                </c:pt>
                <c:pt idx="245">
                  <c:v>12775</c:v>
                </c:pt>
                <c:pt idx="246">
                  <c:v>12827.14285714287</c:v>
                </c:pt>
                <c:pt idx="247">
                  <c:v>12879.28571428571</c:v>
                </c:pt>
                <c:pt idx="248">
                  <c:v>12931.428571428571</c:v>
                </c:pt>
                <c:pt idx="249">
                  <c:v>12983.571428571429</c:v>
                </c:pt>
                <c:pt idx="250">
                  <c:v>13035.714285714301</c:v>
                </c:pt>
                <c:pt idx="251">
                  <c:v>13087.857142857139</c:v>
                </c:pt>
                <c:pt idx="252">
                  <c:v>13140</c:v>
                </c:pt>
                <c:pt idx="253">
                  <c:v>13192.14285714287</c:v>
                </c:pt>
                <c:pt idx="254">
                  <c:v>13244.28571428571</c:v>
                </c:pt>
                <c:pt idx="255">
                  <c:v>13296.428571428571</c:v>
                </c:pt>
                <c:pt idx="256">
                  <c:v>13348.571428571429</c:v>
                </c:pt>
                <c:pt idx="257">
                  <c:v>13400.714285714301</c:v>
                </c:pt>
                <c:pt idx="258">
                  <c:v>13452.857142857139</c:v>
                </c:pt>
                <c:pt idx="259">
                  <c:v>13505</c:v>
                </c:pt>
                <c:pt idx="260">
                  <c:v>13557.14285714287</c:v>
                </c:pt>
                <c:pt idx="261">
                  <c:v>13609.28571428571</c:v>
                </c:pt>
                <c:pt idx="262">
                  <c:v>13661.428571428571</c:v>
                </c:pt>
                <c:pt idx="263">
                  <c:v>13713.571428571429</c:v>
                </c:pt>
                <c:pt idx="264">
                  <c:v>13765.714285714301</c:v>
                </c:pt>
                <c:pt idx="265">
                  <c:v>13817.857142857139</c:v>
                </c:pt>
                <c:pt idx="266">
                  <c:v>13870</c:v>
                </c:pt>
                <c:pt idx="267">
                  <c:v>13922.14285714287</c:v>
                </c:pt>
                <c:pt idx="268">
                  <c:v>13974.28571428571</c:v>
                </c:pt>
                <c:pt idx="269">
                  <c:v>14026.428571428571</c:v>
                </c:pt>
                <c:pt idx="270">
                  <c:v>14078.571428571429</c:v>
                </c:pt>
                <c:pt idx="271">
                  <c:v>14130.714285714301</c:v>
                </c:pt>
                <c:pt idx="272">
                  <c:v>14182.857142857139</c:v>
                </c:pt>
                <c:pt idx="273">
                  <c:v>14235</c:v>
                </c:pt>
                <c:pt idx="274">
                  <c:v>14287.14285714287</c:v>
                </c:pt>
                <c:pt idx="275">
                  <c:v>14339.28571428571</c:v>
                </c:pt>
                <c:pt idx="276">
                  <c:v>14391.428571428571</c:v>
                </c:pt>
                <c:pt idx="277">
                  <c:v>14443.571428571429</c:v>
                </c:pt>
                <c:pt idx="278">
                  <c:v>14495.714285714301</c:v>
                </c:pt>
                <c:pt idx="279">
                  <c:v>14547.857142857139</c:v>
                </c:pt>
                <c:pt idx="280">
                  <c:v>14600</c:v>
                </c:pt>
                <c:pt idx="281">
                  <c:v>14652.14285714287</c:v>
                </c:pt>
                <c:pt idx="282">
                  <c:v>14704.28571428571</c:v>
                </c:pt>
                <c:pt idx="283">
                  <c:v>14756.428571428571</c:v>
                </c:pt>
                <c:pt idx="284">
                  <c:v>14808.571428571429</c:v>
                </c:pt>
                <c:pt idx="285">
                  <c:v>14860.714285714301</c:v>
                </c:pt>
                <c:pt idx="286">
                  <c:v>14912.857142857139</c:v>
                </c:pt>
                <c:pt idx="287">
                  <c:v>14965</c:v>
                </c:pt>
                <c:pt idx="288">
                  <c:v>15017.14285714287</c:v>
                </c:pt>
                <c:pt idx="289">
                  <c:v>15069.28571428571</c:v>
                </c:pt>
                <c:pt idx="290">
                  <c:v>15121.428571428571</c:v>
                </c:pt>
                <c:pt idx="291">
                  <c:v>15173.571428571429</c:v>
                </c:pt>
                <c:pt idx="292">
                  <c:v>15225.714285714301</c:v>
                </c:pt>
                <c:pt idx="293">
                  <c:v>15277.857142857139</c:v>
                </c:pt>
                <c:pt idx="294">
                  <c:v>15330</c:v>
                </c:pt>
                <c:pt idx="295">
                  <c:v>15382.14285714287</c:v>
                </c:pt>
                <c:pt idx="296">
                  <c:v>15434.28571428571</c:v>
                </c:pt>
                <c:pt idx="297">
                  <c:v>15486.428571428571</c:v>
                </c:pt>
                <c:pt idx="298">
                  <c:v>15538.571428571429</c:v>
                </c:pt>
                <c:pt idx="299">
                  <c:v>15590.714285714301</c:v>
                </c:pt>
                <c:pt idx="300">
                  <c:v>15642.857142857139</c:v>
                </c:pt>
                <c:pt idx="301">
                  <c:v>15695</c:v>
                </c:pt>
                <c:pt idx="302">
                  <c:v>15747.14285714287</c:v>
                </c:pt>
                <c:pt idx="303">
                  <c:v>15799.28571428571</c:v>
                </c:pt>
                <c:pt idx="304">
                  <c:v>15851.428571428571</c:v>
                </c:pt>
                <c:pt idx="305">
                  <c:v>15903.571428571429</c:v>
                </c:pt>
                <c:pt idx="306">
                  <c:v>15955.714285714301</c:v>
                </c:pt>
                <c:pt idx="307">
                  <c:v>16007.857142857139</c:v>
                </c:pt>
                <c:pt idx="308">
                  <c:v>16060</c:v>
                </c:pt>
                <c:pt idx="309">
                  <c:v>16112.14285714287</c:v>
                </c:pt>
                <c:pt idx="310">
                  <c:v>16164.28571428571</c:v>
                </c:pt>
                <c:pt idx="311">
                  <c:v>16216.428571428571</c:v>
                </c:pt>
                <c:pt idx="312">
                  <c:v>16268.571428571429</c:v>
                </c:pt>
                <c:pt idx="313">
                  <c:v>16320.714285714301</c:v>
                </c:pt>
                <c:pt idx="314">
                  <c:v>16372.857142857139</c:v>
                </c:pt>
                <c:pt idx="315">
                  <c:v>16425</c:v>
                </c:pt>
                <c:pt idx="316">
                  <c:v>16477.142857142859</c:v>
                </c:pt>
                <c:pt idx="317">
                  <c:v>16529.285714285721</c:v>
                </c:pt>
                <c:pt idx="318">
                  <c:v>16581.428571428569</c:v>
                </c:pt>
                <c:pt idx="319">
                  <c:v>16633.57142857142</c:v>
                </c:pt>
                <c:pt idx="320">
                  <c:v>16685.714285714301</c:v>
                </c:pt>
                <c:pt idx="321">
                  <c:v>16737.857142857141</c:v>
                </c:pt>
                <c:pt idx="322">
                  <c:v>16790</c:v>
                </c:pt>
                <c:pt idx="323">
                  <c:v>16842.142857142859</c:v>
                </c:pt>
                <c:pt idx="324">
                  <c:v>16894.285714285721</c:v>
                </c:pt>
                <c:pt idx="325">
                  <c:v>16946.428571428569</c:v>
                </c:pt>
                <c:pt idx="326">
                  <c:v>16998.57142857142</c:v>
                </c:pt>
                <c:pt idx="327">
                  <c:v>17050.714285714301</c:v>
                </c:pt>
                <c:pt idx="328">
                  <c:v>17102.857142857141</c:v>
                </c:pt>
                <c:pt idx="329">
                  <c:v>17155</c:v>
                </c:pt>
                <c:pt idx="330">
                  <c:v>17207.142857142859</c:v>
                </c:pt>
                <c:pt idx="331">
                  <c:v>17259.285714285721</c:v>
                </c:pt>
                <c:pt idx="332">
                  <c:v>17311.428571428569</c:v>
                </c:pt>
                <c:pt idx="333">
                  <c:v>17363.57142857142</c:v>
                </c:pt>
                <c:pt idx="334">
                  <c:v>17415.714285714301</c:v>
                </c:pt>
                <c:pt idx="335">
                  <c:v>17467.857142857141</c:v>
                </c:pt>
                <c:pt idx="336">
                  <c:v>17520</c:v>
                </c:pt>
                <c:pt idx="337">
                  <c:v>17572.142857142859</c:v>
                </c:pt>
                <c:pt idx="338">
                  <c:v>17624.285714285721</c:v>
                </c:pt>
                <c:pt idx="339">
                  <c:v>17676.428571428569</c:v>
                </c:pt>
                <c:pt idx="340">
                  <c:v>17728.57142857142</c:v>
                </c:pt>
                <c:pt idx="341">
                  <c:v>17780.714285714301</c:v>
                </c:pt>
                <c:pt idx="342">
                  <c:v>17832.857142857141</c:v>
                </c:pt>
                <c:pt idx="343">
                  <c:v>17885</c:v>
                </c:pt>
                <c:pt idx="344">
                  <c:v>17937.142857142859</c:v>
                </c:pt>
                <c:pt idx="345">
                  <c:v>17989.285714285721</c:v>
                </c:pt>
                <c:pt idx="346">
                  <c:v>18041.428571428569</c:v>
                </c:pt>
                <c:pt idx="347">
                  <c:v>18093.57142857142</c:v>
                </c:pt>
                <c:pt idx="348">
                  <c:v>18145.714285714301</c:v>
                </c:pt>
                <c:pt idx="349">
                  <c:v>18197.857142857141</c:v>
                </c:pt>
                <c:pt idx="350">
                  <c:v>18250</c:v>
                </c:pt>
                <c:pt idx="351">
                  <c:v>18302.142857142859</c:v>
                </c:pt>
                <c:pt idx="352">
                  <c:v>18354.285714285721</c:v>
                </c:pt>
                <c:pt idx="353">
                  <c:v>18406.428571428569</c:v>
                </c:pt>
                <c:pt idx="354">
                  <c:v>18458.57142857142</c:v>
                </c:pt>
                <c:pt idx="355">
                  <c:v>18510.714285714301</c:v>
                </c:pt>
                <c:pt idx="356">
                  <c:v>18562.857142857141</c:v>
                </c:pt>
                <c:pt idx="357">
                  <c:v>18615</c:v>
                </c:pt>
                <c:pt idx="358">
                  <c:v>18667.142857142859</c:v>
                </c:pt>
                <c:pt idx="359">
                  <c:v>18719.285714285721</c:v>
                </c:pt>
                <c:pt idx="360">
                  <c:v>18771.428571428569</c:v>
                </c:pt>
                <c:pt idx="361">
                  <c:v>18823.57142857142</c:v>
                </c:pt>
                <c:pt idx="362">
                  <c:v>18875.714285714301</c:v>
                </c:pt>
                <c:pt idx="363">
                  <c:v>18927.857142857141</c:v>
                </c:pt>
                <c:pt idx="364">
                  <c:v>18980</c:v>
                </c:pt>
                <c:pt idx="365">
                  <c:v>19032.142857142859</c:v>
                </c:pt>
                <c:pt idx="366">
                  <c:v>19084.285714285721</c:v>
                </c:pt>
                <c:pt idx="367">
                  <c:v>19136.428571428569</c:v>
                </c:pt>
                <c:pt idx="368">
                  <c:v>19188.57142857142</c:v>
                </c:pt>
                <c:pt idx="369">
                  <c:v>19240.714285714301</c:v>
                </c:pt>
                <c:pt idx="370">
                  <c:v>19292.857142857141</c:v>
                </c:pt>
                <c:pt idx="371">
                  <c:v>19345</c:v>
                </c:pt>
                <c:pt idx="372">
                  <c:v>19397.142857142859</c:v>
                </c:pt>
                <c:pt idx="373">
                  <c:v>19449.285714285721</c:v>
                </c:pt>
                <c:pt idx="374">
                  <c:v>19501.428571428569</c:v>
                </c:pt>
                <c:pt idx="375">
                  <c:v>19553.57142857142</c:v>
                </c:pt>
                <c:pt idx="376">
                  <c:v>19605.714285714301</c:v>
                </c:pt>
                <c:pt idx="377">
                  <c:v>19657.857142857141</c:v>
                </c:pt>
                <c:pt idx="378">
                  <c:v>19710</c:v>
                </c:pt>
                <c:pt idx="379">
                  <c:v>19762.142857142859</c:v>
                </c:pt>
                <c:pt idx="380">
                  <c:v>19814.285714285721</c:v>
                </c:pt>
                <c:pt idx="381">
                  <c:v>19866.428571428569</c:v>
                </c:pt>
                <c:pt idx="382">
                  <c:v>19918.57142857142</c:v>
                </c:pt>
                <c:pt idx="383">
                  <c:v>19970.714285714301</c:v>
                </c:pt>
                <c:pt idx="384">
                  <c:v>20022.857142857141</c:v>
                </c:pt>
                <c:pt idx="385">
                  <c:v>20075</c:v>
                </c:pt>
                <c:pt idx="386">
                  <c:v>20127.142857142859</c:v>
                </c:pt>
                <c:pt idx="387">
                  <c:v>20179.285714285721</c:v>
                </c:pt>
                <c:pt idx="388">
                  <c:v>20231.428571428569</c:v>
                </c:pt>
                <c:pt idx="389">
                  <c:v>20283.57142857142</c:v>
                </c:pt>
                <c:pt idx="390">
                  <c:v>20335.714285714301</c:v>
                </c:pt>
                <c:pt idx="391">
                  <c:v>20387.857142857141</c:v>
                </c:pt>
                <c:pt idx="392">
                  <c:v>20440</c:v>
                </c:pt>
                <c:pt idx="393">
                  <c:v>20492.142857142859</c:v>
                </c:pt>
                <c:pt idx="394">
                  <c:v>20544.285714285721</c:v>
                </c:pt>
                <c:pt idx="395">
                  <c:v>20596.428571428569</c:v>
                </c:pt>
                <c:pt idx="396">
                  <c:v>20648.57142857142</c:v>
                </c:pt>
                <c:pt idx="397">
                  <c:v>20700.714285714301</c:v>
                </c:pt>
                <c:pt idx="398">
                  <c:v>20752.857142857141</c:v>
                </c:pt>
                <c:pt idx="399">
                  <c:v>20805</c:v>
                </c:pt>
                <c:pt idx="400">
                  <c:v>20857.142857142859</c:v>
                </c:pt>
                <c:pt idx="401">
                  <c:v>20909.285714285721</c:v>
                </c:pt>
                <c:pt idx="402">
                  <c:v>20961.428571428569</c:v>
                </c:pt>
                <c:pt idx="403">
                  <c:v>21013.57142857142</c:v>
                </c:pt>
                <c:pt idx="404">
                  <c:v>21065.714285714301</c:v>
                </c:pt>
                <c:pt idx="405">
                  <c:v>21117.857142857141</c:v>
                </c:pt>
                <c:pt idx="406">
                  <c:v>21170</c:v>
                </c:pt>
                <c:pt idx="407">
                  <c:v>21222.142857142859</c:v>
                </c:pt>
                <c:pt idx="408">
                  <c:v>21274.285714285721</c:v>
                </c:pt>
                <c:pt idx="409">
                  <c:v>21326.428571428569</c:v>
                </c:pt>
                <c:pt idx="410">
                  <c:v>21378.57142857142</c:v>
                </c:pt>
                <c:pt idx="411">
                  <c:v>21430.714285714301</c:v>
                </c:pt>
                <c:pt idx="412">
                  <c:v>21482.857142857141</c:v>
                </c:pt>
                <c:pt idx="413">
                  <c:v>21535</c:v>
                </c:pt>
                <c:pt idx="414">
                  <c:v>21587.142857142859</c:v>
                </c:pt>
                <c:pt idx="415">
                  <c:v>21639.285714285721</c:v>
                </c:pt>
                <c:pt idx="416">
                  <c:v>21691.428571428569</c:v>
                </c:pt>
                <c:pt idx="417">
                  <c:v>21743.57142857142</c:v>
                </c:pt>
                <c:pt idx="418">
                  <c:v>21795.714285714301</c:v>
                </c:pt>
                <c:pt idx="419">
                  <c:v>21847.857142857141</c:v>
                </c:pt>
                <c:pt idx="420">
                  <c:v>21900</c:v>
                </c:pt>
                <c:pt idx="421">
                  <c:v>21952.142857142859</c:v>
                </c:pt>
                <c:pt idx="422">
                  <c:v>22004.285714285721</c:v>
                </c:pt>
                <c:pt idx="423">
                  <c:v>22056.428571428569</c:v>
                </c:pt>
                <c:pt idx="424">
                  <c:v>22108.57142857142</c:v>
                </c:pt>
                <c:pt idx="425">
                  <c:v>22160.714285714301</c:v>
                </c:pt>
                <c:pt idx="426">
                  <c:v>22212.857142857141</c:v>
                </c:pt>
                <c:pt idx="427">
                  <c:v>22265</c:v>
                </c:pt>
                <c:pt idx="428">
                  <c:v>22317.142857142859</c:v>
                </c:pt>
                <c:pt idx="429">
                  <c:v>22369.285714285721</c:v>
                </c:pt>
                <c:pt idx="430">
                  <c:v>22421.428571428569</c:v>
                </c:pt>
                <c:pt idx="431">
                  <c:v>22473.57142857142</c:v>
                </c:pt>
                <c:pt idx="432">
                  <c:v>22525.714285714301</c:v>
                </c:pt>
                <c:pt idx="433">
                  <c:v>22577.857142857141</c:v>
                </c:pt>
                <c:pt idx="434">
                  <c:v>22630</c:v>
                </c:pt>
                <c:pt idx="435">
                  <c:v>22682.142857142859</c:v>
                </c:pt>
                <c:pt idx="436">
                  <c:v>22734.285714285721</c:v>
                </c:pt>
                <c:pt idx="437">
                  <c:v>22786.428571428569</c:v>
                </c:pt>
                <c:pt idx="438">
                  <c:v>22838.57142857142</c:v>
                </c:pt>
                <c:pt idx="439">
                  <c:v>22890.714285714301</c:v>
                </c:pt>
                <c:pt idx="440">
                  <c:v>22942.857142857141</c:v>
                </c:pt>
                <c:pt idx="441">
                  <c:v>22995</c:v>
                </c:pt>
                <c:pt idx="442">
                  <c:v>23047.142857142859</c:v>
                </c:pt>
                <c:pt idx="443">
                  <c:v>23099.285714285721</c:v>
                </c:pt>
                <c:pt idx="444">
                  <c:v>23151.428571428569</c:v>
                </c:pt>
                <c:pt idx="445">
                  <c:v>23203.57142857142</c:v>
                </c:pt>
                <c:pt idx="446">
                  <c:v>23255.714285714301</c:v>
                </c:pt>
                <c:pt idx="447">
                  <c:v>23307.857142857141</c:v>
                </c:pt>
                <c:pt idx="448">
                  <c:v>23360</c:v>
                </c:pt>
                <c:pt idx="449">
                  <c:v>23412.142857142859</c:v>
                </c:pt>
                <c:pt idx="450">
                  <c:v>23464.285714285721</c:v>
                </c:pt>
                <c:pt idx="451">
                  <c:v>23516.428571428569</c:v>
                </c:pt>
                <c:pt idx="452">
                  <c:v>23568.57142857142</c:v>
                </c:pt>
                <c:pt idx="453">
                  <c:v>23620.714285714301</c:v>
                </c:pt>
                <c:pt idx="454">
                  <c:v>23672.857142857141</c:v>
                </c:pt>
                <c:pt idx="455">
                  <c:v>23725</c:v>
                </c:pt>
                <c:pt idx="456">
                  <c:v>23777.142857142859</c:v>
                </c:pt>
                <c:pt idx="457">
                  <c:v>23829.285714285721</c:v>
                </c:pt>
                <c:pt idx="458">
                  <c:v>23881.428571428569</c:v>
                </c:pt>
                <c:pt idx="459">
                  <c:v>23933.57142857142</c:v>
                </c:pt>
                <c:pt idx="460">
                  <c:v>23985.714285714301</c:v>
                </c:pt>
                <c:pt idx="461">
                  <c:v>24037.857142857141</c:v>
                </c:pt>
                <c:pt idx="462">
                  <c:v>24090</c:v>
                </c:pt>
                <c:pt idx="463">
                  <c:v>24142.142857142859</c:v>
                </c:pt>
                <c:pt idx="464">
                  <c:v>24194.285714285721</c:v>
                </c:pt>
                <c:pt idx="465">
                  <c:v>24246.428571428569</c:v>
                </c:pt>
                <c:pt idx="466">
                  <c:v>24298.57142857142</c:v>
                </c:pt>
                <c:pt idx="467">
                  <c:v>24350.714285714301</c:v>
                </c:pt>
                <c:pt idx="468">
                  <c:v>24402.857142857141</c:v>
                </c:pt>
                <c:pt idx="469">
                  <c:v>24455</c:v>
                </c:pt>
                <c:pt idx="470">
                  <c:v>24507.142857142859</c:v>
                </c:pt>
                <c:pt idx="471">
                  <c:v>24559.285714285721</c:v>
                </c:pt>
                <c:pt idx="472">
                  <c:v>24611.428571428569</c:v>
                </c:pt>
                <c:pt idx="473">
                  <c:v>24663.57142857142</c:v>
                </c:pt>
                <c:pt idx="474">
                  <c:v>24715.714285714301</c:v>
                </c:pt>
                <c:pt idx="475">
                  <c:v>24767.857142857141</c:v>
                </c:pt>
                <c:pt idx="476">
                  <c:v>24820</c:v>
                </c:pt>
                <c:pt idx="477">
                  <c:v>24872.142857142859</c:v>
                </c:pt>
                <c:pt idx="478">
                  <c:v>24924.285714285721</c:v>
                </c:pt>
                <c:pt idx="479">
                  <c:v>24976.428571428569</c:v>
                </c:pt>
                <c:pt idx="480">
                  <c:v>25028.57142857142</c:v>
                </c:pt>
                <c:pt idx="481">
                  <c:v>25080.714285714301</c:v>
                </c:pt>
                <c:pt idx="482">
                  <c:v>25132.857142857141</c:v>
                </c:pt>
                <c:pt idx="483">
                  <c:v>25185</c:v>
                </c:pt>
                <c:pt idx="484">
                  <c:v>25237.142857142859</c:v>
                </c:pt>
                <c:pt idx="485">
                  <c:v>25289.285714285721</c:v>
                </c:pt>
                <c:pt idx="486">
                  <c:v>25341.428571428569</c:v>
                </c:pt>
                <c:pt idx="487">
                  <c:v>25393.57142857142</c:v>
                </c:pt>
                <c:pt idx="488">
                  <c:v>25445.714285714301</c:v>
                </c:pt>
                <c:pt idx="489">
                  <c:v>25497.857142857141</c:v>
                </c:pt>
                <c:pt idx="490">
                  <c:v>25550</c:v>
                </c:pt>
                <c:pt idx="491">
                  <c:v>25602.142857142859</c:v>
                </c:pt>
                <c:pt idx="492">
                  <c:v>25654.285714285721</c:v>
                </c:pt>
                <c:pt idx="493">
                  <c:v>25706.428571428569</c:v>
                </c:pt>
                <c:pt idx="494">
                  <c:v>25758.57142857142</c:v>
                </c:pt>
                <c:pt idx="495">
                  <c:v>25810.714285714301</c:v>
                </c:pt>
                <c:pt idx="496">
                  <c:v>25862.857142857141</c:v>
                </c:pt>
                <c:pt idx="497">
                  <c:v>25915</c:v>
                </c:pt>
                <c:pt idx="498">
                  <c:v>25967.142857142859</c:v>
                </c:pt>
                <c:pt idx="499">
                  <c:v>26019.285714285721</c:v>
                </c:pt>
                <c:pt idx="500">
                  <c:v>26071.428571428569</c:v>
                </c:pt>
                <c:pt idx="501">
                  <c:v>26123.57142857142</c:v>
                </c:pt>
                <c:pt idx="502">
                  <c:v>26175.714285714301</c:v>
                </c:pt>
                <c:pt idx="503">
                  <c:v>26227.857142857141</c:v>
                </c:pt>
                <c:pt idx="504">
                  <c:v>26280</c:v>
                </c:pt>
                <c:pt idx="505">
                  <c:v>26332.142857142859</c:v>
                </c:pt>
                <c:pt idx="506">
                  <c:v>26384.285714285721</c:v>
                </c:pt>
                <c:pt idx="507">
                  <c:v>26436.428571428569</c:v>
                </c:pt>
                <c:pt idx="508">
                  <c:v>26488.57142857142</c:v>
                </c:pt>
                <c:pt idx="509">
                  <c:v>26540.714285714301</c:v>
                </c:pt>
                <c:pt idx="510">
                  <c:v>26592.857142857141</c:v>
                </c:pt>
                <c:pt idx="511">
                  <c:v>26645</c:v>
                </c:pt>
                <c:pt idx="512">
                  <c:v>26697.142857142859</c:v>
                </c:pt>
                <c:pt idx="513">
                  <c:v>26749.285714285721</c:v>
                </c:pt>
                <c:pt idx="514">
                  <c:v>26801.428571428569</c:v>
                </c:pt>
                <c:pt idx="515">
                  <c:v>26853.57142857142</c:v>
                </c:pt>
                <c:pt idx="516">
                  <c:v>26905.714285714301</c:v>
                </c:pt>
                <c:pt idx="517">
                  <c:v>26957.857142857141</c:v>
                </c:pt>
                <c:pt idx="518">
                  <c:v>27010</c:v>
                </c:pt>
                <c:pt idx="519">
                  <c:v>27062.142857142859</c:v>
                </c:pt>
                <c:pt idx="520">
                  <c:v>27114.285714285721</c:v>
                </c:pt>
                <c:pt idx="521">
                  <c:v>27166.428571428569</c:v>
                </c:pt>
                <c:pt idx="522">
                  <c:v>27218.57142857142</c:v>
                </c:pt>
                <c:pt idx="523">
                  <c:v>27270.714285714301</c:v>
                </c:pt>
                <c:pt idx="524">
                  <c:v>27322.857142857141</c:v>
                </c:pt>
                <c:pt idx="525">
                  <c:v>27375</c:v>
                </c:pt>
                <c:pt idx="526">
                  <c:v>27427.142857142859</c:v>
                </c:pt>
                <c:pt idx="527">
                  <c:v>27479.285714285721</c:v>
                </c:pt>
                <c:pt idx="528">
                  <c:v>27531.428571428569</c:v>
                </c:pt>
                <c:pt idx="529">
                  <c:v>27583.57142857142</c:v>
                </c:pt>
                <c:pt idx="530">
                  <c:v>27635.714285714301</c:v>
                </c:pt>
                <c:pt idx="531">
                  <c:v>27687.857142857141</c:v>
                </c:pt>
                <c:pt idx="532">
                  <c:v>27740</c:v>
                </c:pt>
                <c:pt idx="533">
                  <c:v>27792.142857142859</c:v>
                </c:pt>
                <c:pt idx="534">
                  <c:v>27844.285714285721</c:v>
                </c:pt>
                <c:pt idx="535">
                  <c:v>27896.428571428569</c:v>
                </c:pt>
                <c:pt idx="536">
                  <c:v>27948.57142857142</c:v>
                </c:pt>
                <c:pt idx="537">
                  <c:v>28000.714285714301</c:v>
                </c:pt>
                <c:pt idx="538">
                  <c:v>28052.857142857141</c:v>
                </c:pt>
                <c:pt idx="539">
                  <c:v>28105</c:v>
                </c:pt>
                <c:pt idx="540">
                  <c:v>28157.142857142859</c:v>
                </c:pt>
                <c:pt idx="541">
                  <c:v>28209.285714285721</c:v>
                </c:pt>
                <c:pt idx="542">
                  <c:v>28261.428571428569</c:v>
                </c:pt>
                <c:pt idx="543">
                  <c:v>28313.57142857142</c:v>
                </c:pt>
                <c:pt idx="544">
                  <c:v>28365.714285714301</c:v>
                </c:pt>
                <c:pt idx="545">
                  <c:v>28417.857142857141</c:v>
                </c:pt>
                <c:pt idx="546">
                  <c:v>28470</c:v>
                </c:pt>
                <c:pt idx="547">
                  <c:v>28522.142857142859</c:v>
                </c:pt>
                <c:pt idx="548">
                  <c:v>28574.285714285721</c:v>
                </c:pt>
                <c:pt idx="549">
                  <c:v>28626.428571428569</c:v>
                </c:pt>
                <c:pt idx="550">
                  <c:v>28678.57142857142</c:v>
                </c:pt>
                <c:pt idx="551">
                  <c:v>28730.714285714301</c:v>
                </c:pt>
                <c:pt idx="552">
                  <c:v>28782.857142857141</c:v>
                </c:pt>
                <c:pt idx="553">
                  <c:v>28835</c:v>
                </c:pt>
                <c:pt idx="554">
                  <c:v>28887.142857142859</c:v>
                </c:pt>
                <c:pt idx="555">
                  <c:v>28939.285714285721</c:v>
                </c:pt>
                <c:pt idx="556">
                  <c:v>28991.428571428569</c:v>
                </c:pt>
                <c:pt idx="557">
                  <c:v>29043.57142857142</c:v>
                </c:pt>
                <c:pt idx="558">
                  <c:v>29095.714285714301</c:v>
                </c:pt>
                <c:pt idx="559">
                  <c:v>29147.857142857141</c:v>
                </c:pt>
                <c:pt idx="560">
                  <c:v>29200</c:v>
                </c:pt>
                <c:pt idx="561">
                  <c:v>29252.142857142859</c:v>
                </c:pt>
                <c:pt idx="562">
                  <c:v>29304.285714285721</c:v>
                </c:pt>
                <c:pt idx="563">
                  <c:v>29356.428571428569</c:v>
                </c:pt>
                <c:pt idx="564">
                  <c:v>29408.57142857142</c:v>
                </c:pt>
                <c:pt idx="565">
                  <c:v>29460.714285714301</c:v>
                </c:pt>
                <c:pt idx="566">
                  <c:v>29512.857142857141</c:v>
                </c:pt>
                <c:pt idx="567">
                  <c:v>29565</c:v>
                </c:pt>
                <c:pt idx="568">
                  <c:v>29617.142857142859</c:v>
                </c:pt>
                <c:pt idx="569">
                  <c:v>29669.285714285721</c:v>
                </c:pt>
                <c:pt idx="570">
                  <c:v>29721.428571428569</c:v>
                </c:pt>
                <c:pt idx="571">
                  <c:v>29773.57142857142</c:v>
                </c:pt>
                <c:pt idx="572">
                  <c:v>29825.714285714301</c:v>
                </c:pt>
                <c:pt idx="573">
                  <c:v>29877.857142857141</c:v>
                </c:pt>
                <c:pt idx="574">
                  <c:v>29930</c:v>
                </c:pt>
                <c:pt idx="575">
                  <c:v>29982.142857142859</c:v>
                </c:pt>
                <c:pt idx="576">
                  <c:v>30034.285714285721</c:v>
                </c:pt>
                <c:pt idx="577">
                  <c:v>30086.428571428569</c:v>
                </c:pt>
                <c:pt idx="578">
                  <c:v>30138.57142857142</c:v>
                </c:pt>
                <c:pt idx="579">
                  <c:v>30190.714285714301</c:v>
                </c:pt>
                <c:pt idx="580">
                  <c:v>30242.857142857141</c:v>
                </c:pt>
                <c:pt idx="581">
                  <c:v>30295</c:v>
                </c:pt>
                <c:pt idx="582">
                  <c:v>30347.142857142859</c:v>
                </c:pt>
                <c:pt idx="583">
                  <c:v>30399.285714285721</c:v>
                </c:pt>
                <c:pt idx="584">
                  <c:v>30451.428571428569</c:v>
                </c:pt>
                <c:pt idx="585">
                  <c:v>30503.57142857142</c:v>
                </c:pt>
                <c:pt idx="586">
                  <c:v>30555.714285714301</c:v>
                </c:pt>
                <c:pt idx="587">
                  <c:v>30607.857142857141</c:v>
                </c:pt>
                <c:pt idx="588">
                  <c:v>30660</c:v>
                </c:pt>
                <c:pt idx="589">
                  <c:v>30712.142857142859</c:v>
                </c:pt>
                <c:pt idx="590">
                  <c:v>30764.285714285721</c:v>
                </c:pt>
                <c:pt idx="591">
                  <c:v>30816.428571428569</c:v>
                </c:pt>
                <c:pt idx="592">
                  <c:v>30868.57142857142</c:v>
                </c:pt>
                <c:pt idx="593">
                  <c:v>30920.714285714301</c:v>
                </c:pt>
                <c:pt idx="594">
                  <c:v>30972.857142857141</c:v>
                </c:pt>
                <c:pt idx="595">
                  <c:v>31025</c:v>
                </c:pt>
                <c:pt idx="596">
                  <c:v>31077.142857142859</c:v>
                </c:pt>
                <c:pt idx="597">
                  <c:v>31129.285714285721</c:v>
                </c:pt>
                <c:pt idx="598">
                  <c:v>31181.428571428569</c:v>
                </c:pt>
                <c:pt idx="599">
                  <c:v>31233.57142857142</c:v>
                </c:pt>
                <c:pt idx="600">
                  <c:v>31285.714285714301</c:v>
                </c:pt>
                <c:pt idx="601">
                  <c:v>31337.857142857141</c:v>
                </c:pt>
                <c:pt idx="602">
                  <c:v>31390</c:v>
                </c:pt>
                <c:pt idx="603">
                  <c:v>31442.142857142859</c:v>
                </c:pt>
                <c:pt idx="604">
                  <c:v>31494.285714285721</c:v>
                </c:pt>
                <c:pt idx="605">
                  <c:v>31546.428571428569</c:v>
                </c:pt>
                <c:pt idx="606">
                  <c:v>31598.57142857142</c:v>
                </c:pt>
                <c:pt idx="607">
                  <c:v>31650.714285714301</c:v>
                </c:pt>
                <c:pt idx="608">
                  <c:v>31702.857142857141</c:v>
                </c:pt>
                <c:pt idx="609">
                  <c:v>31755</c:v>
                </c:pt>
                <c:pt idx="610">
                  <c:v>31807.142857142859</c:v>
                </c:pt>
                <c:pt idx="611">
                  <c:v>31859.285714285721</c:v>
                </c:pt>
                <c:pt idx="612">
                  <c:v>31911.428571428569</c:v>
                </c:pt>
                <c:pt idx="613">
                  <c:v>31963.57142857142</c:v>
                </c:pt>
                <c:pt idx="614">
                  <c:v>32015.714285714301</c:v>
                </c:pt>
                <c:pt idx="615">
                  <c:v>32067.857142857141</c:v>
                </c:pt>
                <c:pt idx="616">
                  <c:v>32120</c:v>
                </c:pt>
                <c:pt idx="617">
                  <c:v>32172.142857142859</c:v>
                </c:pt>
                <c:pt idx="618">
                  <c:v>32224.285714285721</c:v>
                </c:pt>
                <c:pt idx="619">
                  <c:v>32276.428571428569</c:v>
                </c:pt>
                <c:pt idx="620">
                  <c:v>32328.57142857142</c:v>
                </c:pt>
                <c:pt idx="621">
                  <c:v>32380.714285714301</c:v>
                </c:pt>
                <c:pt idx="622">
                  <c:v>32432.857142857141</c:v>
                </c:pt>
                <c:pt idx="623">
                  <c:v>32485</c:v>
                </c:pt>
                <c:pt idx="624">
                  <c:v>32537.142857142859</c:v>
                </c:pt>
                <c:pt idx="625">
                  <c:v>32589.285714285721</c:v>
                </c:pt>
                <c:pt idx="626">
                  <c:v>32641.428571428569</c:v>
                </c:pt>
                <c:pt idx="627">
                  <c:v>32693.57142857142</c:v>
                </c:pt>
                <c:pt idx="628">
                  <c:v>32745.714285714301</c:v>
                </c:pt>
                <c:pt idx="629">
                  <c:v>32797.857142857138</c:v>
                </c:pt>
                <c:pt idx="630">
                  <c:v>32850</c:v>
                </c:pt>
                <c:pt idx="631">
                  <c:v>32902.142857142862</c:v>
                </c:pt>
                <c:pt idx="632">
                  <c:v>32954.285714285703</c:v>
                </c:pt>
                <c:pt idx="633">
                  <c:v>33006.428571428602</c:v>
                </c:pt>
                <c:pt idx="634">
                  <c:v>33058.571428571347</c:v>
                </c:pt>
                <c:pt idx="635">
                  <c:v>33110.714285714283</c:v>
                </c:pt>
                <c:pt idx="636">
                  <c:v>33162.857142857138</c:v>
                </c:pt>
                <c:pt idx="637">
                  <c:v>33215</c:v>
                </c:pt>
                <c:pt idx="638">
                  <c:v>33267.142857142862</c:v>
                </c:pt>
                <c:pt idx="639">
                  <c:v>33319.285714285703</c:v>
                </c:pt>
                <c:pt idx="640">
                  <c:v>33371.428571428602</c:v>
                </c:pt>
                <c:pt idx="641">
                  <c:v>33423.571428571347</c:v>
                </c:pt>
                <c:pt idx="642">
                  <c:v>33475.714285714283</c:v>
                </c:pt>
                <c:pt idx="643">
                  <c:v>33527.857142857138</c:v>
                </c:pt>
                <c:pt idx="644">
                  <c:v>33580</c:v>
                </c:pt>
                <c:pt idx="645">
                  <c:v>33632.142857142862</c:v>
                </c:pt>
                <c:pt idx="646">
                  <c:v>33684.285714285703</c:v>
                </c:pt>
                <c:pt idx="647">
                  <c:v>33736.428571428602</c:v>
                </c:pt>
                <c:pt idx="648">
                  <c:v>33788.571428571347</c:v>
                </c:pt>
                <c:pt idx="649">
                  <c:v>33840.714285714283</c:v>
                </c:pt>
                <c:pt idx="650">
                  <c:v>33892.857142857138</c:v>
                </c:pt>
                <c:pt idx="651">
                  <c:v>33945</c:v>
                </c:pt>
                <c:pt idx="652">
                  <c:v>33997.142857142862</c:v>
                </c:pt>
                <c:pt idx="653">
                  <c:v>34049.285714285703</c:v>
                </c:pt>
                <c:pt idx="654">
                  <c:v>34101.428571428602</c:v>
                </c:pt>
                <c:pt idx="655">
                  <c:v>34153.571428571347</c:v>
                </c:pt>
                <c:pt idx="656">
                  <c:v>34205.714285714283</c:v>
                </c:pt>
                <c:pt idx="657">
                  <c:v>34257.857142857138</c:v>
                </c:pt>
                <c:pt idx="658">
                  <c:v>34310</c:v>
                </c:pt>
                <c:pt idx="659">
                  <c:v>34362.142857142862</c:v>
                </c:pt>
                <c:pt idx="660">
                  <c:v>34414.285714285703</c:v>
                </c:pt>
                <c:pt idx="661">
                  <c:v>34466.428571428602</c:v>
                </c:pt>
                <c:pt idx="662">
                  <c:v>34518.571428571347</c:v>
                </c:pt>
                <c:pt idx="663">
                  <c:v>34570.714285714283</c:v>
                </c:pt>
                <c:pt idx="664">
                  <c:v>34622.857142857138</c:v>
                </c:pt>
                <c:pt idx="665">
                  <c:v>34675</c:v>
                </c:pt>
                <c:pt idx="666">
                  <c:v>34727.142857142862</c:v>
                </c:pt>
                <c:pt idx="667">
                  <c:v>34779.285714285703</c:v>
                </c:pt>
                <c:pt idx="668">
                  <c:v>34831.428571428602</c:v>
                </c:pt>
                <c:pt idx="669">
                  <c:v>34883.571428571347</c:v>
                </c:pt>
                <c:pt idx="670">
                  <c:v>34935.714285714283</c:v>
                </c:pt>
                <c:pt idx="671">
                  <c:v>34987.857142857138</c:v>
                </c:pt>
                <c:pt idx="672">
                  <c:v>35040</c:v>
                </c:pt>
                <c:pt idx="673">
                  <c:v>35092.142857142862</c:v>
                </c:pt>
                <c:pt idx="674">
                  <c:v>35144.285714285703</c:v>
                </c:pt>
                <c:pt idx="675">
                  <c:v>35196.428571428602</c:v>
                </c:pt>
                <c:pt idx="676">
                  <c:v>35248.571428571347</c:v>
                </c:pt>
                <c:pt idx="677">
                  <c:v>35300.714285714283</c:v>
                </c:pt>
                <c:pt idx="678">
                  <c:v>35352.857142857138</c:v>
                </c:pt>
                <c:pt idx="679">
                  <c:v>35405</c:v>
                </c:pt>
                <c:pt idx="680">
                  <c:v>35457.142857142862</c:v>
                </c:pt>
                <c:pt idx="681">
                  <c:v>35509.285714285703</c:v>
                </c:pt>
                <c:pt idx="682">
                  <c:v>35561.428571428602</c:v>
                </c:pt>
                <c:pt idx="683">
                  <c:v>35613.571428571347</c:v>
                </c:pt>
                <c:pt idx="684">
                  <c:v>35665.714285714283</c:v>
                </c:pt>
                <c:pt idx="685">
                  <c:v>35717.857142857138</c:v>
                </c:pt>
                <c:pt idx="686">
                  <c:v>35770</c:v>
                </c:pt>
                <c:pt idx="687">
                  <c:v>35822.142857142862</c:v>
                </c:pt>
                <c:pt idx="688">
                  <c:v>35874.285714285703</c:v>
                </c:pt>
                <c:pt idx="689">
                  <c:v>35926.428571428602</c:v>
                </c:pt>
                <c:pt idx="690">
                  <c:v>35978.571428571347</c:v>
                </c:pt>
                <c:pt idx="691">
                  <c:v>36030.714285714283</c:v>
                </c:pt>
                <c:pt idx="692">
                  <c:v>36082.857142857138</c:v>
                </c:pt>
                <c:pt idx="693">
                  <c:v>36135</c:v>
                </c:pt>
                <c:pt idx="694">
                  <c:v>36187.142857142862</c:v>
                </c:pt>
                <c:pt idx="695">
                  <c:v>36239.285714285703</c:v>
                </c:pt>
                <c:pt idx="696">
                  <c:v>36291.428571428602</c:v>
                </c:pt>
                <c:pt idx="697">
                  <c:v>36343.571428571347</c:v>
                </c:pt>
                <c:pt idx="698">
                  <c:v>36395.714285714283</c:v>
                </c:pt>
                <c:pt idx="699">
                  <c:v>36447.857142857138</c:v>
                </c:pt>
                <c:pt idx="700">
                  <c:v>36500</c:v>
                </c:pt>
                <c:pt idx="701">
                  <c:v>36552.142857142862</c:v>
                </c:pt>
                <c:pt idx="702">
                  <c:v>36604.285714285703</c:v>
                </c:pt>
                <c:pt idx="703">
                  <c:v>36656.428571428602</c:v>
                </c:pt>
                <c:pt idx="704">
                  <c:v>36708.571428571347</c:v>
                </c:pt>
                <c:pt idx="705">
                  <c:v>36760.714285714283</c:v>
                </c:pt>
                <c:pt idx="706">
                  <c:v>36812.857142857138</c:v>
                </c:pt>
                <c:pt idx="707">
                  <c:v>36865</c:v>
                </c:pt>
                <c:pt idx="708">
                  <c:v>36917.142857142862</c:v>
                </c:pt>
                <c:pt idx="709">
                  <c:v>36969.285714285703</c:v>
                </c:pt>
                <c:pt idx="710">
                  <c:v>37021.428571428602</c:v>
                </c:pt>
                <c:pt idx="711">
                  <c:v>37073.571428571347</c:v>
                </c:pt>
                <c:pt idx="712">
                  <c:v>37125.714285714283</c:v>
                </c:pt>
                <c:pt idx="713">
                  <c:v>37177.857142857138</c:v>
                </c:pt>
                <c:pt idx="714">
                  <c:v>37230</c:v>
                </c:pt>
                <c:pt idx="715">
                  <c:v>37282.142857142862</c:v>
                </c:pt>
                <c:pt idx="716">
                  <c:v>37334.285714285703</c:v>
                </c:pt>
                <c:pt idx="717">
                  <c:v>37386.428571428602</c:v>
                </c:pt>
                <c:pt idx="718">
                  <c:v>37438.571428571347</c:v>
                </c:pt>
                <c:pt idx="719">
                  <c:v>37490.714285714283</c:v>
                </c:pt>
                <c:pt idx="720">
                  <c:v>37542.857142857138</c:v>
                </c:pt>
                <c:pt idx="721">
                  <c:v>37595</c:v>
                </c:pt>
                <c:pt idx="722">
                  <c:v>37647.142857142862</c:v>
                </c:pt>
                <c:pt idx="723">
                  <c:v>37699.285714285703</c:v>
                </c:pt>
                <c:pt idx="724">
                  <c:v>37751.428571428602</c:v>
                </c:pt>
                <c:pt idx="725">
                  <c:v>37803.571428571347</c:v>
                </c:pt>
                <c:pt idx="726">
                  <c:v>37855.714285714283</c:v>
                </c:pt>
                <c:pt idx="727">
                  <c:v>37907.857142857138</c:v>
                </c:pt>
                <c:pt idx="728">
                  <c:v>37960</c:v>
                </c:pt>
                <c:pt idx="729">
                  <c:v>38012.142857142862</c:v>
                </c:pt>
                <c:pt idx="730">
                  <c:v>38064.285714285703</c:v>
                </c:pt>
                <c:pt idx="731">
                  <c:v>38116.428571428602</c:v>
                </c:pt>
                <c:pt idx="732">
                  <c:v>38168.571428571347</c:v>
                </c:pt>
                <c:pt idx="733">
                  <c:v>38220.714285714283</c:v>
                </c:pt>
                <c:pt idx="734">
                  <c:v>38272.857142857138</c:v>
                </c:pt>
                <c:pt idx="735">
                  <c:v>38325</c:v>
                </c:pt>
                <c:pt idx="736">
                  <c:v>38377.142857142862</c:v>
                </c:pt>
                <c:pt idx="737">
                  <c:v>38429.285714285703</c:v>
                </c:pt>
                <c:pt idx="738">
                  <c:v>38481.428571428602</c:v>
                </c:pt>
                <c:pt idx="739">
                  <c:v>38533.571428571347</c:v>
                </c:pt>
                <c:pt idx="740">
                  <c:v>38585.714285714283</c:v>
                </c:pt>
                <c:pt idx="741">
                  <c:v>38637.857142857138</c:v>
                </c:pt>
                <c:pt idx="742">
                  <c:v>38690</c:v>
                </c:pt>
                <c:pt idx="743">
                  <c:v>38742.142857142862</c:v>
                </c:pt>
                <c:pt idx="744">
                  <c:v>38794.285714285703</c:v>
                </c:pt>
                <c:pt idx="745">
                  <c:v>38846.428571428602</c:v>
                </c:pt>
                <c:pt idx="746">
                  <c:v>38898.571428571347</c:v>
                </c:pt>
                <c:pt idx="747">
                  <c:v>38950.714285714283</c:v>
                </c:pt>
                <c:pt idx="748">
                  <c:v>39002.857142857138</c:v>
                </c:pt>
                <c:pt idx="749">
                  <c:v>39055</c:v>
                </c:pt>
                <c:pt idx="750">
                  <c:v>39107.142857142862</c:v>
                </c:pt>
                <c:pt idx="751">
                  <c:v>39159.285714285703</c:v>
                </c:pt>
                <c:pt idx="752">
                  <c:v>39211.428571428602</c:v>
                </c:pt>
                <c:pt idx="753">
                  <c:v>39263.571428571347</c:v>
                </c:pt>
                <c:pt idx="754">
                  <c:v>39315.714285714283</c:v>
                </c:pt>
                <c:pt idx="755">
                  <c:v>39367.857142857138</c:v>
                </c:pt>
                <c:pt idx="756">
                  <c:v>39420</c:v>
                </c:pt>
                <c:pt idx="757">
                  <c:v>39472.142857142862</c:v>
                </c:pt>
                <c:pt idx="758">
                  <c:v>39524.285714285703</c:v>
                </c:pt>
                <c:pt idx="759">
                  <c:v>39576.428571428602</c:v>
                </c:pt>
                <c:pt idx="760">
                  <c:v>39628.571428571347</c:v>
                </c:pt>
                <c:pt idx="761">
                  <c:v>39680.714285714283</c:v>
                </c:pt>
                <c:pt idx="762">
                  <c:v>39732.857142857138</c:v>
                </c:pt>
                <c:pt idx="763">
                  <c:v>39785</c:v>
                </c:pt>
                <c:pt idx="764">
                  <c:v>39837.142857142862</c:v>
                </c:pt>
                <c:pt idx="765">
                  <c:v>39889.285714285703</c:v>
                </c:pt>
                <c:pt idx="766">
                  <c:v>39941.428571428602</c:v>
                </c:pt>
                <c:pt idx="767">
                  <c:v>39993.571428571347</c:v>
                </c:pt>
                <c:pt idx="768">
                  <c:v>40045.714285714283</c:v>
                </c:pt>
                <c:pt idx="769">
                  <c:v>40097.857142857138</c:v>
                </c:pt>
                <c:pt idx="770">
                  <c:v>40150</c:v>
                </c:pt>
                <c:pt idx="771">
                  <c:v>40202.142857142862</c:v>
                </c:pt>
                <c:pt idx="772">
                  <c:v>40254.285714285703</c:v>
                </c:pt>
                <c:pt idx="773">
                  <c:v>40306.428571428602</c:v>
                </c:pt>
                <c:pt idx="774">
                  <c:v>40358.571428571347</c:v>
                </c:pt>
                <c:pt idx="775">
                  <c:v>40410.714285714283</c:v>
                </c:pt>
                <c:pt idx="776">
                  <c:v>40462.857142857138</c:v>
                </c:pt>
                <c:pt idx="777">
                  <c:v>40515</c:v>
                </c:pt>
                <c:pt idx="778">
                  <c:v>40567.142857142862</c:v>
                </c:pt>
                <c:pt idx="779">
                  <c:v>40619.285714285703</c:v>
                </c:pt>
                <c:pt idx="780">
                  <c:v>40671.428571428602</c:v>
                </c:pt>
                <c:pt idx="781">
                  <c:v>40723.571428571347</c:v>
                </c:pt>
                <c:pt idx="782">
                  <c:v>40775.714285714283</c:v>
                </c:pt>
                <c:pt idx="783">
                  <c:v>40827.857142857138</c:v>
                </c:pt>
                <c:pt idx="784">
                  <c:v>40880</c:v>
                </c:pt>
                <c:pt idx="785">
                  <c:v>40932.142857142862</c:v>
                </c:pt>
                <c:pt idx="786">
                  <c:v>40984.285714285703</c:v>
                </c:pt>
                <c:pt idx="787">
                  <c:v>41036.428571428602</c:v>
                </c:pt>
                <c:pt idx="788">
                  <c:v>41088.571428571347</c:v>
                </c:pt>
                <c:pt idx="789">
                  <c:v>41140.714285714283</c:v>
                </c:pt>
                <c:pt idx="790">
                  <c:v>41192.857142857138</c:v>
                </c:pt>
                <c:pt idx="791">
                  <c:v>41245</c:v>
                </c:pt>
                <c:pt idx="792">
                  <c:v>41297.142857142862</c:v>
                </c:pt>
                <c:pt idx="793">
                  <c:v>41349.285714285703</c:v>
                </c:pt>
                <c:pt idx="794">
                  <c:v>41401.428571428602</c:v>
                </c:pt>
                <c:pt idx="795">
                  <c:v>41453.571428571347</c:v>
                </c:pt>
                <c:pt idx="796">
                  <c:v>41505.714285714283</c:v>
                </c:pt>
                <c:pt idx="797">
                  <c:v>41557.857142857138</c:v>
                </c:pt>
                <c:pt idx="798">
                  <c:v>41610</c:v>
                </c:pt>
                <c:pt idx="799">
                  <c:v>41662.142857142862</c:v>
                </c:pt>
                <c:pt idx="800">
                  <c:v>41714.285714285703</c:v>
                </c:pt>
                <c:pt idx="801">
                  <c:v>41766.428571428602</c:v>
                </c:pt>
                <c:pt idx="802">
                  <c:v>41818.571428571347</c:v>
                </c:pt>
                <c:pt idx="803">
                  <c:v>41870.714285714283</c:v>
                </c:pt>
                <c:pt idx="804">
                  <c:v>41922.857142857138</c:v>
                </c:pt>
                <c:pt idx="805">
                  <c:v>41975</c:v>
                </c:pt>
                <c:pt idx="806">
                  <c:v>42027.142857142862</c:v>
                </c:pt>
                <c:pt idx="807">
                  <c:v>42079.285714285703</c:v>
                </c:pt>
                <c:pt idx="808">
                  <c:v>42131.428571428602</c:v>
                </c:pt>
                <c:pt idx="809">
                  <c:v>42183.571428571347</c:v>
                </c:pt>
                <c:pt idx="810">
                  <c:v>42235.714285714283</c:v>
                </c:pt>
                <c:pt idx="811">
                  <c:v>42287.857142857138</c:v>
                </c:pt>
                <c:pt idx="812">
                  <c:v>42340</c:v>
                </c:pt>
                <c:pt idx="813">
                  <c:v>42392.142857142862</c:v>
                </c:pt>
                <c:pt idx="814">
                  <c:v>42444.285714285703</c:v>
                </c:pt>
                <c:pt idx="815">
                  <c:v>42496.428571428602</c:v>
                </c:pt>
                <c:pt idx="816">
                  <c:v>42548.571428571347</c:v>
                </c:pt>
                <c:pt idx="817">
                  <c:v>42600.714285714283</c:v>
                </c:pt>
                <c:pt idx="818">
                  <c:v>42652.857142857138</c:v>
                </c:pt>
                <c:pt idx="819">
                  <c:v>42705</c:v>
                </c:pt>
                <c:pt idx="820">
                  <c:v>42757.142857142862</c:v>
                </c:pt>
                <c:pt idx="821">
                  <c:v>42809.285714285703</c:v>
                </c:pt>
                <c:pt idx="822">
                  <c:v>42861.428571428602</c:v>
                </c:pt>
                <c:pt idx="823">
                  <c:v>42913.571428571347</c:v>
                </c:pt>
                <c:pt idx="824">
                  <c:v>42965.714285714283</c:v>
                </c:pt>
                <c:pt idx="825">
                  <c:v>43017.857142857138</c:v>
                </c:pt>
                <c:pt idx="826">
                  <c:v>43070</c:v>
                </c:pt>
                <c:pt idx="827">
                  <c:v>43122.142857142862</c:v>
                </c:pt>
                <c:pt idx="828">
                  <c:v>43174.285714285703</c:v>
                </c:pt>
                <c:pt idx="829">
                  <c:v>43226.428571428602</c:v>
                </c:pt>
                <c:pt idx="830">
                  <c:v>43278.571428571347</c:v>
                </c:pt>
                <c:pt idx="831">
                  <c:v>43330.714285714283</c:v>
                </c:pt>
                <c:pt idx="832">
                  <c:v>43382.857142857138</c:v>
                </c:pt>
                <c:pt idx="833">
                  <c:v>43435</c:v>
                </c:pt>
                <c:pt idx="834">
                  <c:v>43487.142857142862</c:v>
                </c:pt>
                <c:pt idx="835">
                  <c:v>43539.285714285703</c:v>
                </c:pt>
                <c:pt idx="836">
                  <c:v>43591.428571428602</c:v>
                </c:pt>
                <c:pt idx="837">
                  <c:v>43643.571428571347</c:v>
                </c:pt>
                <c:pt idx="838">
                  <c:v>43695.714285714283</c:v>
                </c:pt>
                <c:pt idx="839">
                  <c:v>43747.857142857138</c:v>
                </c:pt>
                <c:pt idx="840">
                  <c:v>43800</c:v>
                </c:pt>
                <c:pt idx="841">
                  <c:v>43852.142857142862</c:v>
                </c:pt>
                <c:pt idx="842">
                  <c:v>43904.285714285703</c:v>
                </c:pt>
                <c:pt idx="843">
                  <c:v>43956.428571428602</c:v>
                </c:pt>
                <c:pt idx="844">
                  <c:v>44008.571428571347</c:v>
                </c:pt>
                <c:pt idx="845">
                  <c:v>44060.714285714283</c:v>
                </c:pt>
                <c:pt idx="846">
                  <c:v>44112.857142857138</c:v>
                </c:pt>
                <c:pt idx="847">
                  <c:v>44165</c:v>
                </c:pt>
                <c:pt idx="848">
                  <c:v>44217.142857142862</c:v>
                </c:pt>
                <c:pt idx="849">
                  <c:v>44269.285714285703</c:v>
                </c:pt>
                <c:pt idx="850">
                  <c:v>44321.428571428602</c:v>
                </c:pt>
                <c:pt idx="851">
                  <c:v>44373.571428571347</c:v>
                </c:pt>
                <c:pt idx="852">
                  <c:v>44425.714285714283</c:v>
                </c:pt>
                <c:pt idx="853">
                  <c:v>44477.857142857138</c:v>
                </c:pt>
                <c:pt idx="854">
                  <c:v>44530</c:v>
                </c:pt>
                <c:pt idx="855">
                  <c:v>44582.142857142862</c:v>
                </c:pt>
                <c:pt idx="856">
                  <c:v>44634.285714285703</c:v>
                </c:pt>
                <c:pt idx="857">
                  <c:v>44686.428571428602</c:v>
                </c:pt>
                <c:pt idx="858">
                  <c:v>44738.571428571347</c:v>
                </c:pt>
                <c:pt idx="859">
                  <c:v>44790.714285714283</c:v>
                </c:pt>
                <c:pt idx="860">
                  <c:v>44842.857142857138</c:v>
                </c:pt>
                <c:pt idx="861">
                  <c:v>44895</c:v>
                </c:pt>
                <c:pt idx="862">
                  <c:v>44947.142857142862</c:v>
                </c:pt>
                <c:pt idx="863">
                  <c:v>44999.285714285703</c:v>
                </c:pt>
                <c:pt idx="864">
                  <c:v>45051.428571428602</c:v>
                </c:pt>
                <c:pt idx="865">
                  <c:v>45103.571428571347</c:v>
                </c:pt>
                <c:pt idx="866">
                  <c:v>45155.714285714283</c:v>
                </c:pt>
                <c:pt idx="867">
                  <c:v>45207.857142857138</c:v>
                </c:pt>
                <c:pt idx="868">
                  <c:v>45260</c:v>
                </c:pt>
                <c:pt idx="869">
                  <c:v>45312.142857142862</c:v>
                </c:pt>
                <c:pt idx="870">
                  <c:v>45364.285714285703</c:v>
                </c:pt>
                <c:pt idx="871">
                  <c:v>45416.428571428602</c:v>
                </c:pt>
                <c:pt idx="872">
                  <c:v>45468.571428571347</c:v>
                </c:pt>
                <c:pt idx="873">
                  <c:v>45520.714285714283</c:v>
                </c:pt>
                <c:pt idx="874">
                  <c:v>45572.857142857138</c:v>
                </c:pt>
                <c:pt idx="875">
                  <c:v>45625</c:v>
                </c:pt>
                <c:pt idx="876">
                  <c:v>45677.142857142862</c:v>
                </c:pt>
                <c:pt idx="877">
                  <c:v>45729.285714285703</c:v>
                </c:pt>
                <c:pt idx="878">
                  <c:v>45781.428571428602</c:v>
                </c:pt>
                <c:pt idx="879">
                  <c:v>45833.571428571347</c:v>
                </c:pt>
                <c:pt idx="880">
                  <c:v>45885.714285714283</c:v>
                </c:pt>
                <c:pt idx="881">
                  <c:v>45937.857142857138</c:v>
                </c:pt>
                <c:pt idx="882">
                  <c:v>45990</c:v>
                </c:pt>
                <c:pt idx="883">
                  <c:v>46042.142857142862</c:v>
                </c:pt>
                <c:pt idx="884">
                  <c:v>46094.285714285703</c:v>
                </c:pt>
                <c:pt idx="885">
                  <c:v>46146.428571428602</c:v>
                </c:pt>
                <c:pt idx="886">
                  <c:v>46198.571428571347</c:v>
                </c:pt>
                <c:pt idx="887">
                  <c:v>46250.714285714283</c:v>
                </c:pt>
                <c:pt idx="888">
                  <c:v>46302.857142857138</c:v>
                </c:pt>
                <c:pt idx="889">
                  <c:v>46355</c:v>
                </c:pt>
                <c:pt idx="890">
                  <c:v>46407.142857142862</c:v>
                </c:pt>
                <c:pt idx="891">
                  <c:v>46459.285714285703</c:v>
                </c:pt>
                <c:pt idx="892">
                  <c:v>46511.428571428602</c:v>
                </c:pt>
                <c:pt idx="893">
                  <c:v>46563.571428571347</c:v>
                </c:pt>
                <c:pt idx="894">
                  <c:v>46615.714285714283</c:v>
                </c:pt>
                <c:pt idx="895">
                  <c:v>46667.857142857138</c:v>
                </c:pt>
                <c:pt idx="896">
                  <c:v>46720</c:v>
                </c:pt>
                <c:pt idx="897">
                  <c:v>46772.142857142862</c:v>
                </c:pt>
                <c:pt idx="898">
                  <c:v>46824.285714285703</c:v>
                </c:pt>
                <c:pt idx="899">
                  <c:v>46876.428571428602</c:v>
                </c:pt>
                <c:pt idx="900">
                  <c:v>46928.571428571347</c:v>
                </c:pt>
                <c:pt idx="901">
                  <c:v>46980.714285714283</c:v>
                </c:pt>
                <c:pt idx="902">
                  <c:v>47032.857142857138</c:v>
                </c:pt>
                <c:pt idx="903">
                  <c:v>47085</c:v>
                </c:pt>
                <c:pt idx="904">
                  <c:v>47137.142857142862</c:v>
                </c:pt>
                <c:pt idx="905">
                  <c:v>47189.285714285703</c:v>
                </c:pt>
                <c:pt idx="906">
                  <c:v>47241.428571428602</c:v>
                </c:pt>
                <c:pt idx="907">
                  <c:v>47293.571428571347</c:v>
                </c:pt>
                <c:pt idx="908">
                  <c:v>47345.714285714283</c:v>
                </c:pt>
                <c:pt idx="909">
                  <c:v>47397.857142857138</c:v>
                </c:pt>
                <c:pt idx="910">
                  <c:v>47450</c:v>
                </c:pt>
                <c:pt idx="911">
                  <c:v>47502.142857142862</c:v>
                </c:pt>
                <c:pt idx="912">
                  <c:v>47554.285714285703</c:v>
                </c:pt>
                <c:pt idx="913">
                  <c:v>47606.428571428602</c:v>
                </c:pt>
                <c:pt idx="914">
                  <c:v>47658.571428571347</c:v>
                </c:pt>
                <c:pt idx="915">
                  <c:v>47710.714285714283</c:v>
                </c:pt>
                <c:pt idx="916">
                  <c:v>47762.857142857138</c:v>
                </c:pt>
                <c:pt idx="917">
                  <c:v>47815</c:v>
                </c:pt>
                <c:pt idx="918">
                  <c:v>47867.142857142862</c:v>
                </c:pt>
                <c:pt idx="919">
                  <c:v>47919.285714285703</c:v>
                </c:pt>
                <c:pt idx="920">
                  <c:v>47971.428571428602</c:v>
                </c:pt>
                <c:pt idx="921">
                  <c:v>48023.571428571347</c:v>
                </c:pt>
                <c:pt idx="922">
                  <c:v>48075.714285714283</c:v>
                </c:pt>
                <c:pt idx="923">
                  <c:v>48127.857142857138</c:v>
                </c:pt>
                <c:pt idx="924">
                  <c:v>48180</c:v>
                </c:pt>
                <c:pt idx="925">
                  <c:v>48232.142857142862</c:v>
                </c:pt>
                <c:pt idx="926">
                  <c:v>48284.285714285703</c:v>
                </c:pt>
                <c:pt idx="927">
                  <c:v>48336.428571428602</c:v>
                </c:pt>
                <c:pt idx="928">
                  <c:v>48388.571428571347</c:v>
                </c:pt>
                <c:pt idx="929">
                  <c:v>48440.714285714283</c:v>
                </c:pt>
                <c:pt idx="930">
                  <c:v>48492.857142857138</c:v>
                </c:pt>
                <c:pt idx="931">
                  <c:v>48545</c:v>
                </c:pt>
                <c:pt idx="932">
                  <c:v>48597.142857142862</c:v>
                </c:pt>
                <c:pt idx="933">
                  <c:v>48649.285714285703</c:v>
                </c:pt>
                <c:pt idx="934">
                  <c:v>48701.428571428602</c:v>
                </c:pt>
                <c:pt idx="935">
                  <c:v>48753.571428571347</c:v>
                </c:pt>
                <c:pt idx="936">
                  <c:v>48805.714285714283</c:v>
                </c:pt>
                <c:pt idx="937">
                  <c:v>48857.857142857138</c:v>
                </c:pt>
                <c:pt idx="938">
                  <c:v>48910</c:v>
                </c:pt>
                <c:pt idx="939">
                  <c:v>48962.142857142862</c:v>
                </c:pt>
                <c:pt idx="940">
                  <c:v>49014.285714285703</c:v>
                </c:pt>
                <c:pt idx="941">
                  <c:v>49066.428571428602</c:v>
                </c:pt>
                <c:pt idx="942">
                  <c:v>49118.571428571347</c:v>
                </c:pt>
                <c:pt idx="943">
                  <c:v>49170.714285714283</c:v>
                </c:pt>
                <c:pt idx="944">
                  <c:v>49222.857142857138</c:v>
                </c:pt>
                <c:pt idx="945">
                  <c:v>49275</c:v>
                </c:pt>
                <c:pt idx="946">
                  <c:v>49327.142857142862</c:v>
                </c:pt>
                <c:pt idx="947">
                  <c:v>49379.285714285703</c:v>
                </c:pt>
                <c:pt idx="948">
                  <c:v>49431.428571428602</c:v>
                </c:pt>
                <c:pt idx="949">
                  <c:v>49483.571428571347</c:v>
                </c:pt>
                <c:pt idx="950">
                  <c:v>49535.714285714283</c:v>
                </c:pt>
                <c:pt idx="951">
                  <c:v>49587.857142857138</c:v>
                </c:pt>
                <c:pt idx="952">
                  <c:v>49640</c:v>
                </c:pt>
                <c:pt idx="953">
                  <c:v>49692.142857142862</c:v>
                </c:pt>
                <c:pt idx="954">
                  <c:v>49744.285714285703</c:v>
                </c:pt>
                <c:pt idx="955">
                  <c:v>49796.428571428602</c:v>
                </c:pt>
                <c:pt idx="956">
                  <c:v>49848.571428571347</c:v>
                </c:pt>
                <c:pt idx="957">
                  <c:v>49900.714285714283</c:v>
                </c:pt>
                <c:pt idx="958">
                  <c:v>49952.857142857138</c:v>
                </c:pt>
                <c:pt idx="959">
                  <c:v>50005</c:v>
                </c:pt>
                <c:pt idx="960">
                  <c:v>50057.142857142862</c:v>
                </c:pt>
                <c:pt idx="961">
                  <c:v>50109.285714285703</c:v>
                </c:pt>
                <c:pt idx="962">
                  <c:v>50161.428571428602</c:v>
                </c:pt>
                <c:pt idx="963">
                  <c:v>50213.571428571347</c:v>
                </c:pt>
                <c:pt idx="964">
                  <c:v>50265.714285714283</c:v>
                </c:pt>
                <c:pt idx="965">
                  <c:v>50317.857142857138</c:v>
                </c:pt>
                <c:pt idx="966">
                  <c:v>50370</c:v>
                </c:pt>
                <c:pt idx="967">
                  <c:v>50422.142857142862</c:v>
                </c:pt>
                <c:pt idx="968">
                  <c:v>50474.285714285703</c:v>
                </c:pt>
                <c:pt idx="969">
                  <c:v>50526.428571428602</c:v>
                </c:pt>
                <c:pt idx="970">
                  <c:v>50578.571428571347</c:v>
                </c:pt>
                <c:pt idx="971">
                  <c:v>50630.714285714283</c:v>
                </c:pt>
                <c:pt idx="972">
                  <c:v>50682.857142857138</c:v>
                </c:pt>
                <c:pt idx="973">
                  <c:v>50735</c:v>
                </c:pt>
                <c:pt idx="974">
                  <c:v>50787.142857142862</c:v>
                </c:pt>
                <c:pt idx="975">
                  <c:v>50839.285714285703</c:v>
                </c:pt>
                <c:pt idx="976">
                  <c:v>50891.428571428602</c:v>
                </c:pt>
                <c:pt idx="977">
                  <c:v>50943.571428571347</c:v>
                </c:pt>
                <c:pt idx="978">
                  <c:v>50995.714285714283</c:v>
                </c:pt>
                <c:pt idx="979">
                  <c:v>51047.857142857138</c:v>
                </c:pt>
                <c:pt idx="980">
                  <c:v>51100</c:v>
                </c:pt>
                <c:pt idx="981">
                  <c:v>51152.142857142862</c:v>
                </c:pt>
                <c:pt idx="982">
                  <c:v>51204.285714285703</c:v>
                </c:pt>
                <c:pt idx="983">
                  <c:v>51256.428571428602</c:v>
                </c:pt>
                <c:pt idx="984">
                  <c:v>51308.571428571347</c:v>
                </c:pt>
                <c:pt idx="985">
                  <c:v>51360.714285714283</c:v>
                </c:pt>
                <c:pt idx="986">
                  <c:v>51412.857142857138</c:v>
                </c:pt>
                <c:pt idx="987">
                  <c:v>51465</c:v>
                </c:pt>
                <c:pt idx="988">
                  <c:v>51517.142857142862</c:v>
                </c:pt>
                <c:pt idx="989">
                  <c:v>51569.285714285703</c:v>
                </c:pt>
                <c:pt idx="990">
                  <c:v>51621.428571428602</c:v>
                </c:pt>
                <c:pt idx="991">
                  <c:v>51673.571428571347</c:v>
                </c:pt>
                <c:pt idx="992">
                  <c:v>51725.714285714283</c:v>
                </c:pt>
                <c:pt idx="993">
                  <c:v>51777.857142857138</c:v>
                </c:pt>
                <c:pt idx="994">
                  <c:v>51830</c:v>
                </c:pt>
                <c:pt idx="995">
                  <c:v>51882.142857142862</c:v>
                </c:pt>
                <c:pt idx="996">
                  <c:v>51934.285714285703</c:v>
                </c:pt>
                <c:pt idx="997">
                  <c:v>51986.428571428602</c:v>
                </c:pt>
                <c:pt idx="998">
                  <c:v>52038.571428571347</c:v>
                </c:pt>
                <c:pt idx="999">
                  <c:v>52090.714285714283</c:v>
                </c:pt>
                <c:pt idx="1000">
                  <c:v>52142.857142857138</c:v>
                </c:pt>
                <c:pt idx="1001">
                  <c:v>52195</c:v>
                </c:pt>
                <c:pt idx="1002">
                  <c:v>52247.142857142862</c:v>
                </c:pt>
                <c:pt idx="1003">
                  <c:v>52299.285714285703</c:v>
                </c:pt>
                <c:pt idx="1004">
                  <c:v>52351.428571428602</c:v>
                </c:pt>
                <c:pt idx="1005">
                  <c:v>52403.571428571347</c:v>
                </c:pt>
                <c:pt idx="1006">
                  <c:v>52455.714285714283</c:v>
                </c:pt>
                <c:pt idx="1007">
                  <c:v>52507.857142857138</c:v>
                </c:pt>
                <c:pt idx="1008">
                  <c:v>52560</c:v>
                </c:pt>
                <c:pt idx="1009">
                  <c:v>52612.142857142862</c:v>
                </c:pt>
                <c:pt idx="1010">
                  <c:v>52664.285714285703</c:v>
                </c:pt>
                <c:pt idx="1011">
                  <c:v>52716.428571428602</c:v>
                </c:pt>
                <c:pt idx="1012">
                  <c:v>52768.571428571347</c:v>
                </c:pt>
                <c:pt idx="1013">
                  <c:v>52820.714285714283</c:v>
                </c:pt>
                <c:pt idx="1014">
                  <c:v>52872.857142857138</c:v>
                </c:pt>
                <c:pt idx="1015">
                  <c:v>52925</c:v>
                </c:pt>
                <c:pt idx="1016">
                  <c:v>52977.142857142862</c:v>
                </c:pt>
                <c:pt idx="1017">
                  <c:v>53029.285714285703</c:v>
                </c:pt>
                <c:pt idx="1018">
                  <c:v>53081.428571428602</c:v>
                </c:pt>
                <c:pt idx="1019">
                  <c:v>53133.571428571347</c:v>
                </c:pt>
                <c:pt idx="1020">
                  <c:v>53185.714285714283</c:v>
                </c:pt>
                <c:pt idx="1021">
                  <c:v>53237.857142857138</c:v>
                </c:pt>
                <c:pt idx="1022">
                  <c:v>53290</c:v>
                </c:pt>
                <c:pt idx="1023">
                  <c:v>53342.142857142862</c:v>
                </c:pt>
                <c:pt idx="1024">
                  <c:v>53394.285714285703</c:v>
                </c:pt>
                <c:pt idx="1025">
                  <c:v>53446.428571428602</c:v>
                </c:pt>
                <c:pt idx="1026">
                  <c:v>53498.571428571347</c:v>
                </c:pt>
                <c:pt idx="1027">
                  <c:v>53550.714285714283</c:v>
                </c:pt>
                <c:pt idx="1028">
                  <c:v>53602.857142857138</c:v>
                </c:pt>
                <c:pt idx="1029">
                  <c:v>53655</c:v>
                </c:pt>
                <c:pt idx="1030">
                  <c:v>53707.142857142862</c:v>
                </c:pt>
                <c:pt idx="1031">
                  <c:v>53759.285714285703</c:v>
                </c:pt>
                <c:pt idx="1032">
                  <c:v>53811.428571428602</c:v>
                </c:pt>
                <c:pt idx="1033">
                  <c:v>53863.571428571347</c:v>
                </c:pt>
                <c:pt idx="1034">
                  <c:v>53915.714285714283</c:v>
                </c:pt>
                <c:pt idx="1035">
                  <c:v>53967.857142857138</c:v>
                </c:pt>
                <c:pt idx="1036">
                  <c:v>54020</c:v>
                </c:pt>
                <c:pt idx="1037">
                  <c:v>54072.142857142862</c:v>
                </c:pt>
                <c:pt idx="1038">
                  <c:v>54124.285714285703</c:v>
                </c:pt>
                <c:pt idx="1039">
                  <c:v>54176.428571428602</c:v>
                </c:pt>
                <c:pt idx="1040">
                  <c:v>54228.571428571347</c:v>
                </c:pt>
                <c:pt idx="1041">
                  <c:v>54280.714285714283</c:v>
                </c:pt>
                <c:pt idx="1042">
                  <c:v>54332.857142857138</c:v>
                </c:pt>
                <c:pt idx="1043">
                  <c:v>54385</c:v>
                </c:pt>
                <c:pt idx="1044">
                  <c:v>54437.142857142862</c:v>
                </c:pt>
                <c:pt idx="1045">
                  <c:v>54489.285714285703</c:v>
                </c:pt>
                <c:pt idx="1046">
                  <c:v>54541.428571428602</c:v>
                </c:pt>
                <c:pt idx="1047">
                  <c:v>54593.571428571347</c:v>
                </c:pt>
                <c:pt idx="1048">
                  <c:v>54645.714285714283</c:v>
                </c:pt>
                <c:pt idx="1049">
                  <c:v>54697.857142857138</c:v>
                </c:pt>
                <c:pt idx="1050">
                  <c:v>54750</c:v>
                </c:pt>
                <c:pt idx="1051">
                  <c:v>54802.142857142862</c:v>
                </c:pt>
                <c:pt idx="1052">
                  <c:v>54854.285714285703</c:v>
                </c:pt>
                <c:pt idx="1053">
                  <c:v>54906.428571428602</c:v>
                </c:pt>
                <c:pt idx="1054">
                  <c:v>54958.571428571347</c:v>
                </c:pt>
                <c:pt idx="1055">
                  <c:v>55010.714285714283</c:v>
                </c:pt>
                <c:pt idx="1056">
                  <c:v>55062.857142857138</c:v>
                </c:pt>
                <c:pt idx="1057">
                  <c:v>55115</c:v>
                </c:pt>
                <c:pt idx="1058">
                  <c:v>55167.142857142862</c:v>
                </c:pt>
                <c:pt idx="1059">
                  <c:v>55219.285714285703</c:v>
                </c:pt>
                <c:pt idx="1060">
                  <c:v>55271.428571428602</c:v>
                </c:pt>
                <c:pt idx="1061">
                  <c:v>55323.571428571347</c:v>
                </c:pt>
                <c:pt idx="1062">
                  <c:v>55375.714285714283</c:v>
                </c:pt>
                <c:pt idx="1063">
                  <c:v>55427.857142857138</c:v>
                </c:pt>
                <c:pt idx="1064">
                  <c:v>55480</c:v>
                </c:pt>
                <c:pt idx="1065">
                  <c:v>55532.142857142862</c:v>
                </c:pt>
                <c:pt idx="1066">
                  <c:v>55584.285714285703</c:v>
                </c:pt>
                <c:pt idx="1067">
                  <c:v>55636.428571428602</c:v>
                </c:pt>
                <c:pt idx="1068">
                  <c:v>55688.571428571347</c:v>
                </c:pt>
                <c:pt idx="1069">
                  <c:v>55740.714285714283</c:v>
                </c:pt>
                <c:pt idx="1070">
                  <c:v>55792.857142857138</c:v>
                </c:pt>
                <c:pt idx="1071">
                  <c:v>55845</c:v>
                </c:pt>
                <c:pt idx="1072">
                  <c:v>55897.142857142862</c:v>
                </c:pt>
                <c:pt idx="1073">
                  <c:v>55949.285714285703</c:v>
                </c:pt>
                <c:pt idx="1074">
                  <c:v>56001.428571428602</c:v>
                </c:pt>
                <c:pt idx="1075">
                  <c:v>56053.571428571347</c:v>
                </c:pt>
                <c:pt idx="1076">
                  <c:v>56105.714285714283</c:v>
                </c:pt>
                <c:pt idx="1077">
                  <c:v>56157.857142857138</c:v>
                </c:pt>
                <c:pt idx="1078">
                  <c:v>56210</c:v>
                </c:pt>
                <c:pt idx="1079">
                  <c:v>56262.142857142862</c:v>
                </c:pt>
                <c:pt idx="1080">
                  <c:v>56314.285714285703</c:v>
                </c:pt>
                <c:pt idx="1081">
                  <c:v>56366.428571428602</c:v>
                </c:pt>
                <c:pt idx="1082">
                  <c:v>56418.571428571347</c:v>
                </c:pt>
                <c:pt idx="1083">
                  <c:v>56470.714285714283</c:v>
                </c:pt>
                <c:pt idx="1084">
                  <c:v>56522.857142857138</c:v>
                </c:pt>
                <c:pt idx="1085">
                  <c:v>56575</c:v>
                </c:pt>
                <c:pt idx="1086">
                  <c:v>56627.142857142862</c:v>
                </c:pt>
                <c:pt idx="1087">
                  <c:v>56679.285714285703</c:v>
                </c:pt>
                <c:pt idx="1088">
                  <c:v>56731.428571428602</c:v>
                </c:pt>
                <c:pt idx="1089">
                  <c:v>56783.571428571347</c:v>
                </c:pt>
                <c:pt idx="1090">
                  <c:v>56835.714285714283</c:v>
                </c:pt>
                <c:pt idx="1091">
                  <c:v>56887.857142857138</c:v>
                </c:pt>
                <c:pt idx="1092">
                  <c:v>56940</c:v>
                </c:pt>
                <c:pt idx="1093">
                  <c:v>56992.142857142862</c:v>
                </c:pt>
                <c:pt idx="1094">
                  <c:v>57044.285714285703</c:v>
                </c:pt>
                <c:pt idx="1095">
                  <c:v>57096.428571428602</c:v>
                </c:pt>
                <c:pt idx="1096">
                  <c:v>57148.571428571347</c:v>
                </c:pt>
                <c:pt idx="1097">
                  <c:v>57200.714285714283</c:v>
                </c:pt>
                <c:pt idx="1098">
                  <c:v>57252.857142857138</c:v>
                </c:pt>
                <c:pt idx="1099">
                  <c:v>57305</c:v>
                </c:pt>
                <c:pt idx="1100">
                  <c:v>57357.142857142862</c:v>
                </c:pt>
                <c:pt idx="1101">
                  <c:v>57409.285714285703</c:v>
                </c:pt>
                <c:pt idx="1102">
                  <c:v>57461.428571428602</c:v>
                </c:pt>
                <c:pt idx="1103">
                  <c:v>57513.571428571347</c:v>
                </c:pt>
                <c:pt idx="1104">
                  <c:v>57565.714285714283</c:v>
                </c:pt>
                <c:pt idx="1105">
                  <c:v>57617.857142857138</c:v>
                </c:pt>
                <c:pt idx="1106">
                  <c:v>57670</c:v>
                </c:pt>
                <c:pt idx="1107">
                  <c:v>57722.142857142862</c:v>
                </c:pt>
                <c:pt idx="1108">
                  <c:v>57774.285714285703</c:v>
                </c:pt>
                <c:pt idx="1109">
                  <c:v>57826.428571428602</c:v>
                </c:pt>
                <c:pt idx="1110">
                  <c:v>57878.571428571347</c:v>
                </c:pt>
                <c:pt idx="1111">
                  <c:v>57930.714285714283</c:v>
                </c:pt>
                <c:pt idx="1112">
                  <c:v>57982.857142857138</c:v>
                </c:pt>
                <c:pt idx="1113">
                  <c:v>58035</c:v>
                </c:pt>
                <c:pt idx="1114">
                  <c:v>58087.142857142862</c:v>
                </c:pt>
                <c:pt idx="1115">
                  <c:v>58139.285714285703</c:v>
                </c:pt>
                <c:pt idx="1116">
                  <c:v>58191.428571428602</c:v>
                </c:pt>
                <c:pt idx="1117">
                  <c:v>58243.571428571347</c:v>
                </c:pt>
                <c:pt idx="1118">
                  <c:v>58295.714285714283</c:v>
                </c:pt>
                <c:pt idx="1119">
                  <c:v>58347.857142857138</c:v>
                </c:pt>
                <c:pt idx="1120">
                  <c:v>58400</c:v>
                </c:pt>
                <c:pt idx="1121">
                  <c:v>58452.142857142862</c:v>
                </c:pt>
                <c:pt idx="1122">
                  <c:v>58504.285714285703</c:v>
                </c:pt>
                <c:pt idx="1123">
                  <c:v>58556.428571428602</c:v>
                </c:pt>
                <c:pt idx="1124">
                  <c:v>58608.571428571347</c:v>
                </c:pt>
                <c:pt idx="1125">
                  <c:v>58660.714285714283</c:v>
                </c:pt>
                <c:pt idx="1126">
                  <c:v>58712.857142857138</c:v>
                </c:pt>
                <c:pt idx="1127">
                  <c:v>58765</c:v>
                </c:pt>
                <c:pt idx="1128">
                  <c:v>58817.142857142862</c:v>
                </c:pt>
                <c:pt idx="1129">
                  <c:v>58869.285714285703</c:v>
                </c:pt>
                <c:pt idx="1130">
                  <c:v>58921.428571428602</c:v>
                </c:pt>
                <c:pt idx="1131">
                  <c:v>58973.571428571347</c:v>
                </c:pt>
                <c:pt idx="1132">
                  <c:v>59025.714285714283</c:v>
                </c:pt>
                <c:pt idx="1133">
                  <c:v>59077.857142857138</c:v>
                </c:pt>
                <c:pt idx="1134">
                  <c:v>59130</c:v>
                </c:pt>
                <c:pt idx="1135">
                  <c:v>59182.142857142862</c:v>
                </c:pt>
                <c:pt idx="1136">
                  <c:v>59234.285714285703</c:v>
                </c:pt>
                <c:pt idx="1137">
                  <c:v>59286.428571428602</c:v>
                </c:pt>
                <c:pt idx="1138">
                  <c:v>59338.571428571347</c:v>
                </c:pt>
                <c:pt idx="1139">
                  <c:v>59390.714285714283</c:v>
                </c:pt>
                <c:pt idx="1140">
                  <c:v>59442.857142857138</c:v>
                </c:pt>
                <c:pt idx="1141">
                  <c:v>59495</c:v>
                </c:pt>
                <c:pt idx="1142">
                  <c:v>59547.142857142862</c:v>
                </c:pt>
                <c:pt idx="1143">
                  <c:v>59599.285714285703</c:v>
                </c:pt>
                <c:pt idx="1144">
                  <c:v>59651.428571428602</c:v>
                </c:pt>
                <c:pt idx="1145">
                  <c:v>59703.571428571347</c:v>
                </c:pt>
                <c:pt idx="1146">
                  <c:v>59755.714285714283</c:v>
                </c:pt>
                <c:pt idx="1147">
                  <c:v>59807.857142857138</c:v>
                </c:pt>
                <c:pt idx="1148">
                  <c:v>59860</c:v>
                </c:pt>
                <c:pt idx="1149">
                  <c:v>59912.142857142862</c:v>
                </c:pt>
                <c:pt idx="1150">
                  <c:v>59964.285714285703</c:v>
                </c:pt>
                <c:pt idx="1151">
                  <c:v>60016.428571428602</c:v>
                </c:pt>
                <c:pt idx="1152">
                  <c:v>60068.571428571347</c:v>
                </c:pt>
                <c:pt idx="1153">
                  <c:v>60120.714285714283</c:v>
                </c:pt>
                <c:pt idx="1154">
                  <c:v>60172.857142857138</c:v>
                </c:pt>
                <c:pt idx="1155">
                  <c:v>60225</c:v>
                </c:pt>
                <c:pt idx="1156">
                  <c:v>60277.142857142862</c:v>
                </c:pt>
                <c:pt idx="1157">
                  <c:v>60329.285714285703</c:v>
                </c:pt>
                <c:pt idx="1158">
                  <c:v>60381.428571428602</c:v>
                </c:pt>
                <c:pt idx="1159">
                  <c:v>60433.571428571347</c:v>
                </c:pt>
                <c:pt idx="1160">
                  <c:v>60485.714285714283</c:v>
                </c:pt>
                <c:pt idx="1161">
                  <c:v>60537.857142857138</c:v>
                </c:pt>
                <c:pt idx="1162">
                  <c:v>60590</c:v>
                </c:pt>
                <c:pt idx="1163">
                  <c:v>60642.142857142862</c:v>
                </c:pt>
                <c:pt idx="1164">
                  <c:v>60694.285714285703</c:v>
                </c:pt>
                <c:pt idx="1165">
                  <c:v>60746.428571428602</c:v>
                </c:pt>
                <c:pt idx="1166">
                  <c:v>60798.571428571347</c:v>
                </c:pt>
                <c:pt idx="1167">
                  <c:v>60850.714285714283</c:v>
                </c:pt>
                <c:pt idx="1168">
                  <c:v>60902.857142857138</c:v>
                </c:pt>
                <c:pt idx="1169">
                  <c:v>60955</c:v>
                </c:pt>
                <c:pt idx="1170">
                  <c:v>61007.142857142862</c:v>
                </c:pt>
                <c:pt idx="1171">
                  <c:v>61059.285714285703</c:v>
                </c:pt>
                <c:pt idx="1172">
                  <c:v>61111.428571428602</c:v>
                </c:pt>
                <c:pt idx="1173">
                  <c:v>61163.571428571347</c:v>
                </c:pt>
                <c:pt idx="1174">
                  <c:v>61215.714285714283</c:v>
                </c:pt>
                <c:pt idx="1175">
                  <c:v>61267.857142857138</c:v>
                </c:pt>
                <c:pt idx="1176">
                  <c:v>61320</c:v>
                </c:pt>
                <c:pt idx="1177">
                  <c:v>61372.142857142862</c:v>
                </c:pt>
                <c:pt idx="1178">
                  <c:v>61424.285714285703</c:v>
                </c:pt>
                <c:pt idx="1179">
                  <c:v>61476.428571428602</c:v>
                </c:pt>
                <c:pt idx="1180">
                  <c:v>61528.571428571347</c:v>
                </c:pt>
                <c:pt idx="1181">
                  <c:v>61580.714285714283</c:v>
                </c:pt>
                <c:pt idx="1182">
                  <c:v>61632.857142857138</c:v>
                </c:pt>
                <c:pt idx="1183">
                  <c:v>61685</c:v>
                </c:pt>
                <c:pt idx="1184">
                  <c:v>61737.142857142862</c:v>
                </c:pt>
                <c:pt idx="1185">
                  <c:v>61789.285714285703</c:v>
                </c:pt>
                <c:pt idx="1186">
                  <c:v>61841.428571428602</c:v>
                </c:pt>
                <c:pt idx="1187">
                  <c:v>61893.571428571347</c:v>
                </c:pt>
                <c:pt idx="1188">
                  <c:v>61945.714285714283</c:v>
                </c:pt>
                <c:pt idx="1189">
                  <c:v>61997.857142857138</c:v>
                </c:pt>
                <c:pt idx="1190">
                  <c:v>62050</c:v>
                </c:pt>
                <c:pt idx="1191">
                  <c:v>62102.142857142862</c:v>
                </c:pt>
                <c:pt idx="1192">
                  <c:v>62154.285714285703</c:v>
                </c:pt>
                <c:pt idx="1193">
                  <c:v>62206.428571428602</c:v>
                </c:pt>
                <c:pt idx="1194">
                  <c:v>62258.571428571347</c:v>
                </c:pt>
                <c:pt idx="1195">
                  <c:v>62310.714285714283</c:v>
                </c:pt>
                <c:pt idx="1196">
                  <c:v>62362.857142857138</c:v>
                </c:pt>
                <c:pt idx="1197">
                  <c:v>62415</c:v>
                </c:pt>
                <c:pt idx="1198">
                  <c:v>62467.142857142862</c:v>
                </c:pt>
                <c:pt idx="1199">
                  <c:v>62519.285714285703</c:v>
                </c:pt>
                <c:pt idx="1200">
                  <c:v>62571.428571428602</c:v>
                </c:pt>
                <c:pt idx="1201">
                  <c:v>62623.571428571347</c:v>
                </c:pt>
                <c:pt idx="1202">
                  <c:v>62675.714285714283</c:v>
                </c:pt>
                <c:pt idx="1203">
                  <c:v>62727.857142857138</c:v>
                </c:pt>
                <c:pt idx="1204">
                  <c:v>62780</c:v>
                </c:pt>
                <c:pt idx="1205">
                  <c:v>62832.142857142862</c:v>
                </c:pt>
                <c:pt idx="1206">
                  <c:v>62884.285714285703</c:v>
                </c:pt>
                <c:pt idx="1207">
                  <c:v>62936.428571428602</c:v>
                </c:pt>
                <c:pt idx="1208">
                  <c:v>62988.571428571347</c:v>
                </c:pt>
                <c:pt idx="1209">
                  <c:v>63040.714285714283</c:v>
                </c:pt>
                <c:pt idx="1210">
                  <c:v>63092.857142857138</c:v>
                </c:pt>
                <c:pt idx="1211">
                  <c:v>63145</c:v>
                </c:pt>
                <c:pt idx="1212">
                  <c:v>63197.142857142862</c:v>
                </c:pt>
                <c:pt idx="1213">
                  <c:v>63249.285714285703</c:v>
                </c:pt>
                <c:pt idx="1214">
                  <c:v>63301.428571428602</c:v>
                </c:pt>
                <c:pt idx="1215">
                  <c:v>63353.571428571347</c:v>
                </c:pt>
                <c:pt idx="1216">
                  <c:v>63405.714285714283</c:v>
                </c:pt>
                <c:pt idx="1217">
                  <c:v>63457.857142857138</c:v>
                </c:pt>
                <c:pt idx="1218">
                  <c:v>63510</c:v>
                </c:pt>
                <c:pt idx="1219">
                  <c:v>63562.142857142862</c:v>
                </c:pt>
                <c:pt idx="1220">
                  <c:v>63614.285714285703</c:v>
                </c:pt>
                <c:pt idx="1221">
                  <c:v>63666.428571428602</c:v>
                </c:pt>
                <c:pt idx="1222">
                  <c:v>63718.571428571347</c:v>
                </c:pt>
                <c:pt idx="1223">
                  <c:v>63770.714285714283</c:v>
                </c:pt>
                <c:pt idx="1224">
                  <c:v>63822.857142857138</c:v>
                </c:pt>
                <c:pt idx="1225">
                  <c:v>63875</c:v>
                </c:pt>
                <c:pt idx="1226">
                  <c:v>63927.142857142862</c:v>
                </c:pt>
                <c:pt idx="1227">
                  <c:v>63979.285714285703</c:v>
                </c:pt>
                <c:pt idx="1228">
                  <c:v>64031.428571428602</c:v>
                </c:pt>
                <c:pt idx="1229">
                  <c:v>64083.571428571347</c:v>
                </c:pt>
                <c:pt idx="1230">
                  <c:v>64135.714285714283</c:v>
                </c:pt>
                <c:pt idx="1231">
                  <c:v>64187.857142857138</c:v>
                </c:pt>
                <c:pt idx="1232">
                  <c:v>64240</c:v>
                </c:pt>
                <c:pt idx="1233">
                  <c:v>64292.142857142862</c:v>
                </c:pt>
                <c:pt idx="1234">
                  <c:v>64344.285714285703</c:v>
                </c:pt>
                <c:pt idx="1235">
                  <c:v>64396.428571428602</c:v>
                </c:pt>
                <c:pt idx="1236">
                  <c:v>64448.571428571347</c:v>
                </c:pt>
                <c:pt idx="1237">
                  <c:v>64500.714285714283</c:v>
                </c:pt>
                <c:pt idx="1238">
                  <c:v>64552.857142857138</c:v>
                </c:pt>
                <c:pt idx="1239">
                  <c:v>64605</c:v>
                </c:pt>
                <c:pt idx="1240">
                  <c:v>64657.142857142862</c:v>
                </c:pt>
                <c:pt idx="1241">
                  <c:v>64709.285714285703</c:v>
                </c:pt>
                <c:pt idx="1242">
                  <c:v>64761.428571428602</c:v>
                </c:pt>
                <c:pt idx="1243">
                  <c:v>64813.571428571347</c:v>
                </c:pt>
                <c:pt idx="1244">
                  <c:v>64865.714285714283</c:v>
                </c:pt>
                <c:pt idx="1245">
                  <c:v>64917.857142857138</c:v>
                </c:pt>
                <c:pt idx="1246">
                  <c:v>64970</c:v>
                </c:pt>
                <c:pt idx="1247">
                  <c:v>65022.142857142862</c:v>
                </c:pt>
                <c:pt idx="1248">
                  <c:v>65074.285714285703</c:v>
                </c:pt>
                <c:pt idx="1249">
                  <c:v>65126.428571428602</c:v>
                </c:pt>
                <c:pt idx="1250">
                  <c:v>65178.571428571347</c:v>
                </c:pt>
                <c:pt idx="1251">
                  <c:v>65230.714285714283</c:v>
                </c:pt>
                <c:pt idx="1252">
                  <c:v>65282.857142857138</c:v>
                </c:pt>
                <c:pt idx="1253">
                  <c:v>65335</c:v>
                </c:pt>
                <c:pt idx="1254">
                  <c:v>65387.142857142862</c:v>
                </c:pt>
                <c:pt idx="1255">
                  <c:v>65439.285714285703</c:v>
                </c:pt>
                <c:pt idx="1256">
                  <c:v>65491.428571428602</c:v>
                </c:pt>
                <c:pt idx="1257">
                  <c:v>65543.571428571493</c:v>
                </c:pt>
                <c:pt idx="1258">
                  <c:v>65595.714285714173</c:v>
                </c:pt>
                <c:pt idx="1259">
                  <c:v>65647.857142857145</c:v>
                </c:pt>
                <c:pt idx="1260">
                  <c:v>65700</c:v>
                </c:pt>
                <c:pt idx="1261">
                  <c:v>65752.142857142666</c:v>
                </c:pt>
                <c:pt idx="1262">
                  <c:v>65804.285714285797</c:v>
                </c:pt>
                <c:pt idx="1263">
                  <c:v>65856.428571428376</c:v>
                </c:pt>
                <c:pt idx="1264">
                  <c:v>65908.571428571493</c:v>
                </c:pt>
                <c:pt idx="1265">
                  <c:v>65960.714285714173</c:v>
                </c:pt>
                <c:pt idx="1266">
                  <c:v>66012.857142857145</c:v>
                </c:pt>
                <c:pt idx="1267">
                  <c:v>66065</c:v>
                </c:pt>
                <c:pt idx="1268">
                  <c:v>66117.142857142666</c:v>
                </c:pt>
                <c:pt idx="1269">
                  <c:v>66169.285714285797</c:v>
                </c:pt>
                <c:pt idx="1270">
                  <c:v>66221.428571428376</c:v>
                </c:pt>
                <c:pt idx="1271">
                  <c:v>66273.571428571493</c:v>
                </c:pt>
                <c:pt idx="1272">
                  <c:v>66325.714285714173</c:v>
                </c:pt>
                <c:pt idx="1273">
                  <c:v>66377.857142857145</c:v>
                </c:pt>
                <c:pt idx="1274">
                  <c:v>66430</c:v>
                </c:pt>
                <c:pt idx="1275">
                  <c:v>66482.142857142666</c:v>
                </c:pt>
                <c:pt idx="1276">
                  <c:v>66534.285714285797</c:v>
                </c:pt>
                <c:pt idx="1277">
                  <c:v>66586.428571428376</c:v>
                </c:pt>
                <c:pt idx="1278">
                  <c:v>66638.571428571493</c:v>
                </c:pt>
                <c:pt idx="1279">
                  <c:v>66690.714285714173</c:v>
                </c:pt>
                <c:pt idx="1280">
                  <c:v>66742.857142857145</c:v>
                </c:pt>
                <c:pt idx="1281">
                  <c:v>66795</c:v>
                </c:pt>
                <c:pt idx="1282">
                  <c:v>66847.142857142666</c:v>
                </c:pt>
                <c:pt idx="1283">
                  <c:v>66899.285714285797</c:v>
                </c:pt>
                <c:pt idx="1284">
                  <c:v>66951.428571428376</c:v>
                </c:pt>
                <c:pt idx="1285">
                  <c:v>67003.571428571493</c:v>
                </c:pt>
                <c:pt idx="1286">
                  <c:v>67055.714285714173</c:v>
                </c:pt>
                <c:pt idx="1287">
                  <c:v>67107.857142857145</c:v>
                </c:pt>
                <c:pt idx="1288">
                  <c:v>67160</c:v>
                </c:pt>
                <c:pt idx="1289">
                  <c:v>67212.142857142666</c:v>
                </c:pt>
                <c:pt idx="1290">
                  <c:v>67264.285714285797</c:v>
                </c:pt>
                <c:pt idx="1291">
                  <c:v>67316.428571428376</c:v>
                </c:pt>
                <c:pt idx="1292">
                  <c:v>67368.571428571493</c:v>
                </c:pt>
                <c:pt idx="1293">
                  <c:v>67420.714285714173</c:v>
                </c:pt>
                <c:pt idx="1294">
                  <c:v>67472.857142857145</c:v>
                </c:pt>
                <c:pt idx="1295">
                  <c:v>67525</c:v>
                </c:pt>
                <c:pt idx="1296">
                  <c:v>67577.142857142666</c:v>
                </c:pt>
                <c:pt idx="1297">
                  <c:v>67629.285714285797</c:v>
                </c:pt>
                <c:pt idx="1298">
                  <c:v>67681.428571428376</c:v>
                </c:pt>
                <c:pt idx="1299">
                  <c:v>67733.571428571493</c:v>
                </c:pt>
                <c:pt idx="1300">
                  <c:v>67785.714285714173</c:v>
                </c:pt>
                <c:pt idx="1301">
                  <c:v>67837.857142857145</c:v>
                </c:pt>
                <c:pt idx="1302">
                  <c:v>67890</c:v>
                </c:pt>
                <c:pt idx="1303">
                  <c:v>67942.142857142666</c:v>
                </c:pt>
                <c:pt idx="1304">
                  <c:v>67994.285714285797</c:v>
                </c:pt>
                <c:pt idx="1305">
                  <c:v>68046.428571428376</c:v>
                </c:pt>
                <c:pt idx="1306">
                  <c:v>68098.571428571493</c:v>
                </c:pt>
                <c:pt idx="1307">
                  <c:v>68150.714285714173</c:v>
                </c:pt>
                <c:pt idx="1308">
                  <c:v>68202.857142857145</c:v>
                </c:pt>
                <c:pt idx="1309">
                  <c:v>68255</c:v>
                </c:pt>
                <c:pt idx="1310">
                  <c:v>68307.142857142666</c:v>
                </c:pt>
                <c:pt idx="1311">
                  <c:v>68359.285714285797</c:v>
                </c:pt>
                <c:pt idx="1312">
                  <c:v>68411.428571428376</c:v>
                </c:pt>
                <c:pt idx="1313">
                  <c:v>68463.571428571493</c:v>
                </c:pt>
                <c:pt idx="1314">
                  <c:v>68515.714285714173</c:v>
                </c:pt>
                <c:pt idx="1315">
                  <c:v>68567.857142857145</c:v>
                </c:pt>
                <c:pt idx="1316">
                  <c:v>68620</c:v>
                </c:pt>
                <c:pt idx="1317">
                  <c:v>68672.142857142666</c:v>
                </c:pt>
                <c:pt idx="1318">
                  <c:v>68724.285714285797</c:v>
                </c:pt>
                <c:pt idx="1319">
                  <c:v>68776.428571428376</c:v>
                </c:pt>
                <c:pt idx="1320">
                  <c:v>68828.571428571493</c:v>
                </c:pt>
                <c:pt idx="1321">
                  <c:v>68880.714285714173</c:v>
                </c:pt>
                <c:pt idx="1322">
                  <c:v>68932.857142857145</c:v>
                </c:pt>
                <c:pt idx="1323">
                  <c:v>68985</c:v>
                </c:pt>
                <c:pt idx="1324">
                  <c:v>69037.142857142666</c:v>
                </c:pt>
                <c:pt idx="1325">
                  <c:v>69089.285714285797</c:v>
                </c:pt>
                <c:pt idx="1326">
                  <c:v>69141.428571428376</c:v>
                </c:pt>
                <c:pt idx="1327">
                  <c:v>69193.571428571493</c:v>
                </c:pt>
                <c:pt idx="1328">
                  <c:v>69245.714285714173</c:v>
                </c:pt>
                <c:pt idx="1329">
                  <c:v>69297.857142857145</c:v>
                </c:pt>
                <c:pt idx="1330">
                  <c:v>69350</c:v>
                </c:pt>
                <c:pt idx="1331">
                  <c:v>69402.142857142666</c:v>
                </c:pt>
                <c:pt idx="1332">
                  <c:v>69454.285714285797</c:v>
                </c:pt>
                <c:pt idx="1333">
                  <c:v>69506.428571428376</c:v>
                </c:pt>
                <c:pt idx="1334">
                  <c:v>69558.571428571493</c:v>
                </c:pt>
                <c:pt idx="1335">
                  <c:v>69610.714285714173</c:v>
                </c:pt>
                <c:pt idx="1336">
                  <c:v>69662.857142857145</c:v>
                </c:pt>
                <c:pt idx="1337">
                  <c:v>69715</c:v>
                </c:pt>
                <c:pt idx="1338">
                  <c:v>69767.142857142666</c:v>
                </c:pt>
                <c:pt idx="1339">
                  <c:v>69819.285714285797</c:v>
                </c:pt>
                <c:pt idx="1340">
                  <c:v>69871.428571428376</c:v>
                </c:pt>
                <c:pt idx="1341">
                  <c:v>69923.571428571493</c:v>
                </c:pt>
                <c:pt idx="1342">
                  <c:v>69975.714285714173</c:v>
                </c:pt>
                <c:pt idx="1343">
                  <c:v>70027.857142857145</c:v>
                </c:pt>
                <c:pt idx="1344">
                  <c:v>70080</c:v>
                </c:pt>
                <c:pt idx="1345">
                  <c:v>70132.142857142666</c:v>
                </c:pt>
                <c:pt idx="1346">
                  <c:v>70184.285714285797</c:v>
                </c:pt>
                <c:pt idx="1347">
                  <c:v>70236.428571428376</c:v>
                </c:pt>
                <c:pt idx="1348">
                  <c:v>70288.571428571493</c:v>
                </c:pt>
                <c:pt idx="1349">
                  <c:v>70340.714285714173</c:v>
                </c:pt>
                <c:pt idx="1350">
                  <c:v>70392.857142857145</c:v>
                </c:pt>
                <c:pt idx="1351">
                  <c:v>70445</c:v>
                </c:pt>
                <c:pt idx="1352">
                  <c:v>70497.142857142666</c:v>
                </c:pt>
                <c:pt idx="1353">
                  <c:v>70549.285714285797</c:v>
                </c:pt>
                <c:pt idx="1354">
                  <c:v>70601.428571428376</c:v>
                </c:pt>
                <c:pt idx="1355">
                  <c:v>70653.571428571493</c:v>
                </c:pt>
                <c:pt idx="1356">
                  <c:v>70705.714285714173</c:v>
                </c:pt>
                <c:pt idx="1357">
                  <c:v>70757.857142857145</c:v>
                </c:pt>
                <c:pt idx="1358">
                  <c:v>70810</c:v>
                </c:pt>
                <c:pt idx="1359">
                  <c:v>70862.142857142666</c:v>
                </c:pt>
                <c:pt idx="1360">
                  <c:v>70914.285714285797</c:v>
                </c:pt>
                <c:pt idx="1361">
                  <c:v>70966.428571428376</c:v>
                </c:pt>
                <c:pt idx="1362">
                  <c:v>71018.571428571493</c:v>
                </c:pt>
                <c:pt idx="1363">
                  <c:v>71070.714285714173</c:v>
                </c:pt>
                <c:pt idx="1364">
                  <c:v>71122.857142857145</c:v>
                </c:pt>
                <c:pt idx="1365">
                  <c:v>71175</c:v>
                </c:pt>
                <c:pt idx="1366">
                  <c:v>71227.142857142666</c:v>
                </c:pt>
                <c:pt idx="1367">
                  <c:v>71279.285714285797</c:v>
                </c:pt>
                <c:pt idx="1368">
                  <c:v>71331.428571428376</c:v>
                </c:pt>
                <c:pt idx="1369">
                  <c:v>71383.571428571493</c:v>
                </c:pt>
                <c:pt idx="1370">
                  <c:v>71435.714285714173</c:v>
                </c:pt>
                <c:pt idx="1371">
                  <c:v>71487.857142857145</c:v>
                </c:pt>
                <c:pt idx="1372">
                  <c:v>71540</c:v>
                </c:pt>
                <c:pt idx="1373">
                  <c:v>71592.142857142666</c:v>
                </c:pt>
                <c:pt idx="1374">
                  <c:v>71644.285714285797</c:v>
                </c:pt>
                <c:pt idx="1375">
                  <c:v>71696.428571428376</c:v>
                </c:pt>
                <c:pt idx="1376">
                  <c:v>71748.571428571493</c:v>
                </c:pt>
                <c:pt idx="1377">
                  <c:v>71800.714285714173</c:v>
                </c:pt>
                <c:pt idx="1378">
                  <c:v>71852.857142857145</c:v>
                </c:pt>
                <c:pt idx="1379">
                  <c:v>71905</c:v>
                </c:pt>
                <c:pt idx="1380">
                  <c:v>71957.142857142666</c:v>
                </c:pt>
                <c:pt idx="1381">
                  <c:v>72009.285714285797</c:v>
                </c:pt>
                <c:pt idx="1382">
                  <c:v>72061.428571428376</c:v>
                </c:pt>
                <c:pt idx="1383">
                  <c:v>72113.571428571493</c:v>
                </c:pt>
                <c:pt idx="1384">
                  <c:v>72165.714285714173</c:v>
                </c:pt>
                <c:pt idx="1385">
                  <c:v>72217.857142857145</c:v>
                </c:pt>
                <c:pt idx="1386">
                  <c:v>72270</c:v>
                </c:pt>
                <c:pt idx="1387">
                  <c:v>72322.142857142666</c:v>
                </c:pt>
                <c:pt idx="1388">
                  <c:v>72374.285714285797</c:v>
                </c:pt>
                <c:pt idx="1389">
                  <c:v>72426.428571428376</c:v>
                </c:pt>
                <c:pt idx="1390">
                  <c:v>72478.571428571493</c:v>
                </c:pt>
                <c:pt idx="1391">
                  <c:v>72530.714285714173</c:v>
                </c:pt>
                <c:pt idx="1392">
                  <c:v>72582.857142857145</c:v>
                </c:pt>
                <c:pt idx="1393">
                  <c:v>72635</c:v>
                </c:pt>
                <c:pt idx="1394">
                  <c:v>72687.142857142666</c:v>
                </c:pt>
                <c:pt idx="1395">
                  <c:v>72739.285714285797</c:v>
                </c:pt>
                <c:pt idx="1396">
                  <c:v>72791.428571428376</c:v>
                </c:pt>
                <c:pt idx="1397">
                  <c:v>72843.571428571493</c:v>
                </c:pt>
                <c:pt idx="1398">
                  <c:v>72895.714285714173</c:v>
                </c:pt>
                <c:pt idx="1399">
                  <c:v>72947.857142857145</c:v>
                </c:pt>
                <c:pt idx="1400">
                  <c:v>73000</c:v>
                </c:pt>
                <c:pt idx="1401">
                  <c:v>73052.142857142666</c:v>
                </c:pt>
                <c:pt idx="1402">
                  <c:v>73104.285714285797</c:v>
                </c:pt>
                <c:pt idx="1403">
                  <c:v>73156.428571428376</c:v>
                </c:pt>
                <c:pt idx="1404">
                  <c:v>73208.571428571493</c:v>
                </c:pt>
                <c:pt idx="1405">
                  <c:v>73260.714285714173</c:v>
                </c:pt>
                <c:pt idx="1406">
                  <c:v>73312.857142857145</c:v>
                </c:pt>
                <c:pt idx="1407">
                  <c:v>73365</c:v>
                </c:pt>
                <c:pt idx="1408">
                  <c:v>73417.142857142666</c:v>
                </c:pt>
                <c:pt idx="1409">
                  <c:v>73469.285714285797</c:v>
                </c:pt>
                <c:pt idx="1410">
                  <c:v>73521.428571428376</c:v>
                </c:pt>
                <c:pt idx="1411">
                  <c:v>73573.571428571493</c:v>
                </c:pt>
                <c:pt idx="1412">
                  <c:v>73625.714285714173</c:v>
                </c:pt>
                <c:pt idx="1413">
                  <c:v>73677.857142857145</c:v>
                </c:pt>
                <c:pt idx="1414">
                  <c:v>73730</c:v>
                </c:pt>
                <c:pt idx="1415">
                  <c:v>73782.142857142666</c:v>
                </c:pt>
                <c:pt idx="1416">
                  <c:v>73834.285714285797</c:v>
                </c:pt>
                <c:pt idx="1417">
                  <c:v>73886.428571428376</c:v>
                </c:pt>
                <c:pt idx="1418">
                  <c:v>73938.571428571493</c:v>
                </c:pt>
                <c:pt idx="1419">
                  <c:v>73990.714285714173</c:v>
                </c:pt>
                <c:pt idx="1420">
                  <c:v>74042.857142857145</c:v>
                </c:pt>
                <c:pt idx="1421">
                  <c:v>74095</c:v>
                </c:pt>
                <c:pt idx="1422">
                  <c:v>74147.142857142666</c:v>
                </c:pt>
                <c:pt idx="1423">
                  <c:v>74199.285714285797</c:v>
                </c:pt>
                <c:pt idx="1424">
                  <c:v>74251.428571428376</c:v>
                </c:pt>
                <c:pt idx="1425">
                  <c:v>74303.571428571493</c:v>
                </c:pt>
                <c:pt idx="1426">
                  <c:v>74355.714285714173</c:v>
                </c:pt>
                <c:pt idx="1427">
                  <c:v>74407.857142857145</c:v>
                </c:pt>
                <c:pt idx="1428">
                  <c:v>74460</c:v>
                </c:pt>
                <c:pt idx="1429">
                  <c:v>74512.142857142666</c:v>
                </c:pt>
                <c:pt idx="1430">
                  <c:v>74564.285714285797</c:v>
                </c:pt>
                <c:pt idx="1431">
                  <c:v>74616.428571428376</c:v>
                </c:pt>
                <c:pt idx="1432">
                  <c:v>74668.571428571493</c:v>
                </c:pt>
                <c:pt idx="1433">
                  <c:v>74720.714285714173</c:v>
                </c:pt>
                <c:pt idx="1434">
                  <c:v>74772.857142857145</c:v>
                </c:pt>
                <c:pt idx="1435">
                  <c:v>74825</c:v>
                </c:pt>
                <c:pt idx="1436">
                  <c:v>74877.142857142666</c:v>
                </c:pt>
                <c:pt idx="1437">
                  <c:v>74929.285714285797</c:v>
                </c:pt>
                <c:pt idx="1438">
                  <c:v>74981.428571428376</c:v>
                </c:pt>
                <c:pt idx="1439">
                  <c:v>75033.571428571493</c:v>
                </c:pt>
                <c:pt idx="1440">
                  <c:v>75085.714285714173</c:v>
                </c:pt>
                <c:pt idx="1441">
                  <c:v>75137.857142857145</c:v>
                </c:pt>
                <c:pt idx="1442">
                  <c:v>75190</c:v>
                </c:pt>
                <c:pt idx="1443">
                  <c:v>75242.142857142666</c:v>
                </c:pt>
                <c:pt idx="1444">
                  <c:v>75294.285714285797</c:v>
                </c:pt>
                <c:pt idx="1445">
                  <c:v>75346.428571428376</c:v>
                </c:pt>
                <c:pt idx="1446">
                  <c:v>75398.571428571493</c:v>
                </c:pt>
                <c:pt idx="1447">
                  <c:v>75450.714285714173</c:v>
                </c:pt>
                <c:pt idx="1448">
                  <c:v>75502.857142857145</c:v>
                </c:pt>
                <c:pt idx="1449">
                  <c:v>75555</c:v>
                </c:pt>
                <c:pt idx="1450">
                  <c:v>75607.142857142666</c:v>
                </c:pt>
                <c:pt idx="1451">
                  <c:v>75659.285714285797</c:v>
                </c:pt>
                <c:pt idx="1452">
                  <c:v>75711.428571428376</c:v>
                </c:pt>
                <c:pt idx="1453">
                  <c:v>75763.571428571493</c:v>
                </c:pt>
                <c:pt idx="1454">
                  <c:v>75815.714285714173</c:v>
                </c:pt>
                <c:pt idx="1455">
                  <c:v>75867.857142857145</c:v>
                </c:pt>
                <c:pt idx="1456">
                  <c:v>75920</c:v>
                </c:pt>
                <c:pt idx="1457">
                  <c:v>75972.142857142666</c:v>
                </c:pt>
                <c:pt idx="1458">
                  <c:v>76024.285714285797</c:v>
                </c:pt>
                <c:pt idx="1459">
                  <c:v>76076.428571428376</c:v>
                </c:pt>
                <c:pt idx="1460">
                  <c:v>76128.571428571493</c:v>
                </c:pt>
                <c:pt idx="1461">
                  <c:v>76180.714285714173</c:v>
                </c:pt>
                <c:pt idx="1462">
                  <c:v>76232.857142857145</c:v>
                </c:pt>
                <c:pt idx="1463">
                  <c:v>76285</c:v>
                </c:pt>
                <c:pt idx="1464">
                  <c:v>76337.142857142666</c:v>
                </c:pt>
                <c:pt idx="1465">
                  <c:v>76389.285714285797</c:v>
                </c:pt>
                <c:pt idx="1466">
                  <c:v>76441.428571428376</c:v>
                </c:pt>
                <c:pt idx="1467">
                  <c:v>76493.571428571493</c:v>
                </c:pt>
                <c:pt idx="1468">
                  <c:v>76545.714285714173</c:v>
                </c:pt>
                <c:pt idx="1469">
                  <c:v>76597.857142857145</c:v>
                </c:pt>
                <c:pt idx="1470">
                  <c:v>76650</c:v>
                </c:pt>
                <c:pt idx="1471">
                  <c:v>76702.142857142666</c:v>
                </c:pt>
                <c:pt idx="1472">
                  <c:v>76754.285714285797</c:v>
                </c:pt>
                <c:pt idx="1473">
                  <c:v>76806.428571428376</c:v>
                </c:pt>
                <c:pt idx="1474">
                  <c:v>76858.571428571493</c:v>
                </c:pt>
                <c:pt idx="1475">
                  <c:v>76910.714285714173</c:v>
                </c:pt>
                <c:pt idx="1476">
                  <c:v>76962.857142857145</c:v>
                </c:pt>
                <c:pt idx="1477">
                  <c:v>77015</c:v>
                </c:pt>
                <c:pt idx="1478">
                  <c:v>77067.142857142666</c:v>
                </c:pt>
                <c:pt idx="1479">
                  <c:v>77119.285714285797</c:v>
                </c:pt>
                <c:pt idx="1480">
                  <c:v>77171.428571428376</c:v>
                </c:pt>
                <c:pt idx="1481">
                  <c:v>77223.571428571493</c:v>
                </c:pt>
                <c:pt idx="1482">
                  <c:v>77275.714285714173</c:v>
                </c:pt>
                <c:pt idx="1483">
                  <c:v>77327.857142857145</c:v>
                </c:pt>
                <c:pt idx="1484">
                  <c:v>77380</c:v>
                </c:pt>
                <c:pt idx="1485">
                  <c:v>77432.142857142666</c:v>
                </c:pt>
                <c:pt idx="1486">
                  <c:v>77484.285714285797</c:v>
                </c:pt>
                <c:pt idx="1487">
                  <c:v>77536.428571428376</c:v>
                </c:pt>
                <c:pt idx="1488">
                  <c:v>77588.571428571493</c:v>
                </c:pt>
                <c:pt idx="1489">
                  <c:v>77640.714285714173</c:v>
                </c:pt>
                <c:pt idx="1490">
                  <c:v>77692.857142857145</c:v>
                </c:pt>
                <c:pt idx="1491">
                  <c:v>77745</c:v>
                </c:pt>
                <c:pt idx="1492">
                  <c:v>77797.142857142666</c:v>
                </c:pt>
                <c:pt idx="1493">
                  <c:v>77849.285714285797</c:v>
                </c:pt>
                <c:pt idx="1494">
                  <c:v>77901.428571428376</c:v>
                </c:pt>
                <c:pt idx="1495">
                  <c:v>77953.571428571493</c:v>
                </c:pt>
                <c:pt idx="1496">
                  <c:v>78005.714285714173</c:v>
                </c:pt>
                <c:pt idx="1497">
                  <c:v>78057.857142857145</c:v>
                </c:pt>
                <c:pt idx="1498">
                  <c:v>78110</c:v>
                </c:pt>
                <c:pt idx="1499">
                  <c:v>78162.142857142666</c:v>
                </c:pt>
                <c:pt idx="1500">
                  <c:v>78214.285714285797</c:v>
                </c:pt>
              </c:numCache>
            </c:numRef>
          </c:xVal>
          <c:yVal>
            <c:numRef>
              <c:f>single!$G$3:$G$1503</c:f>
              <c:numCache>
                <c:formatCode>General</c:formatCode>
                <c:ptCount val="1501"/>
                <c:pt idx="0">
                  <c:v>0.25</c:v>
                </c:pt>
                <c:pt idx="1">
                  <c:v>0.25</c:v>
                </c:pt>
                <c:pt idx="2">
                  <c:v>0.25</c:v>
                </c:pt>
                <c:pt idx="3">
                  <c:v>0.25</c:v>
                </c:pt>
                <c:pt idx="4">
                  <c:v>0.25</c:v>
                </c:pt>
                <c:pt idx="5">
                  <c:v>0.25</c:v>
                </c:pt>
                <c:pt idx="6">
                  <c:v>0.25</c:v>
                </c:pt>
                <c:pt idx="7">
                  <c:v>0.25</c:v>
                </c:pt>
                <c:pt idx="8">
                  <c:v>0.25</c:v>
                </c:pt>
                <c:pt idx="9">
                  <c:v>0.25</c:v>
                </c:pt>
                <c:pt idx="10">
                  <c:v>0.25</c:v>
                </c:pt>
                <c:pt idx="11">
                  <c:v>0.25</c:v>
                </c:pt>
                <c:pt idx="12">
                  <c:v>0.25</c:v>
                </c:pt>
                <c:pt idx="13">
                  <c:v>0.25</c:v>
                </c:pt>
                <c:pt idx="14">
                  <c:v>0.25</c:v>
                </c:pt>
                <c:pt idx="15">
                  <c:v>0.25</c:v>
                </c:pt>
                <c:pt idx="16">
                  <c:v>0.25</c:v>
                </c:pt>
                <c:pt idx="17">
                  <c:v>0.25</c:v>
                </c:pt>
                <c:pt idx="18">
                  <c:v>0.25</c:v>
                </c:pt>
                <c:pt idx="19">
                  <c:v>0.25</c:v>
                </c:pt>
                <c:pt idx="20">
                  <c:v>0.25</c:v>
                </c:pt>
                <c:pt idx="21">
                  <c:v>0.25</c:v>
                </c:pt>
                <c:pt idx="22">
                  <c:v>0.25</c:v>
                </c:pt>
                <c:pt idx="23">
                  <c:v>0.25</c:v>
                </c:pt>
                <c:pt idx="24">
                  <c:v>0.25</c:v>
                </c:pt>
                <c:pt idx="25">
                  <c:v>0.25</c:v>
                </c:pt>
                <c:pt idx="26">
                  <c:v>0.25</c:v>
                </c:pt>
                <c:pt idx="27">
                  <c:v>0.25</c:v>
                </c:pt>
                <c:pt idx="28">
                  <c:v>0.25</c:v>
                </c:pt>
                <c:pt idx="29">
                  <c:v>0.25</c:v>
                </c:pt>
                <c:pt idx="30">
                  <c:v>0.25</c:v>
                </c:pt>
                <c:pt idx="31">
                  <c:v>0.25</c:v>
                </c:pt>
                <c:pt idx="32">
                  <c:v>0.25</c:v>
                </c:pt>
                <c:pt idx="33">
                  <c:v>0.25</c:v>
                </c:pt>
                <c:pt idx="34">
                  <c:v>0.25</c:v>
                </c:pt>
                <c:pt idx="35">
                  <c:v>0.25</c:v>
                </c:pt>
                <c:pt idx="36">
                  <c:v>0.25</c:v>
                </c:pt>
                <c:pt idx="37">
                  <c:v>0.25</c:v>
                </c:pt>
                <c:pt idx="38">
                  <c:v>0.25</c:v>
                </c:pt>
                <c:pt idx="39">
                  <c:v>0.25</c:v>
                </c:pt>
                <c:pt idx="40">
                  <c:v>0.25</c:v>
                </c:pt>
                <c:pt idx="41">
                  <c:v>0.25</c:v>
                </c:pt>
                <c:pt idx="42">
                  <c:v>0.25</c:v>
                </c:pt>
                <c:pt idx="43">
                  <c:v>0.25</c:v>
                </c:pt>
                <c:pt idx="44">
                  <c:v>0.25</c:v>
                </c:pt>
                <c:pt idx="45">
                  <c:v>0.25</c:v>
                </c:pt>
                <c:pt idx="46">
                  <c:v>0.25</c:v>
                </c:pt>
                <c:pt idx="47">
                  <c:v>0.25</c:v>
                </c:pt>
                <c:pt idx="48">
                  <c:v>0.25</c:v>
                </c:pt>
                <c:pt idx="49">
                  <c:v>0.25</c:v>
                </c:pt>
                <c:pt idx="50">
                  <c:v>0.25</c:v>
                </c:pt>
                <c:pt idx="51">
                  <c:v>0.25</c:v>
                </c:pt>
                <c:pt idx="52">
                  <c:v>0.25</c:v>
                </c:pt>
                <c:pt idx="53">
                  <c:v>0.25</c:v>
                </c:pt>
                <c:pt idx="54">
                  <c:v>0.25</c:v>
                </c:pt>
                <c:pt idx="55">
                  <c:v>0.25</c:v>
                </c:pt>
                <c:pt idx="56">
                  <c:v>0.25</c:v>
                </c:pt>
                <c:pt idx="57">
                  <c:v>0.25</c:v>
                </c:pt>
                <c:pt idx="58">
                  <c:v>0.25</c:v>
                </c:pt>
                <c:pt idx="59">
                  <c:v>0.25</c:v>
                </c:pt>
                <c:pt idx="60">
                  <c:v>0.25</c:v>
                </c:pt>
                <c:pt idx="61">
                  <c:v>0.25</c:v>
                </c:pt>
                <c:pt idx="62">
                  <c:v>0.25</c:v>
                </c:pt>
                <c:pt idx="63">
                  <c:v>0.25</c:v>
                </c:pt>
                <c:pt idx="64">
                  <c:v>0.25</c:v>
                </c:pt>
                <c:pt idx="65">
                  <c:v>0.25</c:v>
                </c:pt>
                <c:pt idx="66">
                  <c:v>0.25</c:v>
                </c:pt>
                <c:pt idx="67">
                  <c:v>0.25</c:v>
                </c:pt>
                <c:pt idx="68">
                  <c:v>0.25</c:v>
                </c:pt>
                <c:pt idx="69">
                  <c:v>0.25</c:v>
                </c:pt>
                <c:pt idx="70">
                  <c:v>0.25</c:v>
                </c:pt>
                <c:pt idx="71">
                  <c:v>0.25</c:v>
                </c:pt>
                <c:pt idx="72">
                  <c:v>0.25</c:v>
                </c:pt>
                <c:pt idx="73">
                  <c:v>0.25</c:v>
                </c:pt>
                <c:pt idx="74">
                  <c:v>0.25</c:v>
                </c:pt>
                <c:pt idx="75">
                  <c:v>0.25</c:v>
                </c:pt>
                <c:pt idx="76">
                  <c:v>0.25</c:v>
                </c:pt>
                <c:pt idx="77">
                  <c:v>0.25</c:v>
                </c:pt>
                <c:pt idx="78">
                  <c:v>0.25</c:v>
                </c:pt>
                <c:pt idx="79">
                  <c:v>0.25</c:v>
                </c:pt>
                <c:pt idx="80">
                  <c:v>0.25</c:v>
                </c:pt>
                <c:pt idx="81">
                  <c:v>0.25</c:v>
                </c:pt>
                <c:pt idx="82">
                  <c:v>0.25</c:v>
                </c:pt>
                <c:pt idx="83">
                  <c:v>0.25</c:v>
                </c:pt>
                <c:pt idx="84">
                  <c:v>0.25</c:v>
                </c:pt>
                <c:pt idx="85">
                  <c:v>0.25</c:v>
                </c:pt>
                <c:pt idx="86">
                  <c:v>0.25</c:v>
                </c:pt>
                <c:pt idx="87">
                  <c:v>0.25</c:v>
                </c:pt>
                <c:pt idx="88">
                  <c:v>0.25</c:v>
                </c:pt>
                <c:pt idx="89">
                  <c:v>0.25</c:v>
                </c:pt>
                <c:pt idx="90">
                  <c:v>0.25</c:v>
                </c:pt>
                <c:pt idx="91">
                  <c:v>0.25</c:v>
                </c:pt>
                <c:pt idx="92">
                  <c:v>0.25</c:v>
                </c:pt>
                <c:pt idx="93">
                  <c:v>0.25</c:v>
                </c:pt>
                <c:pt idx="94">
                  <c:v>0.25</c:v>
                </c:pt>
                <c:pt idx="95">
                  <c:v>0.25</c:v>
                </c:pt>
                <c:pt idx="96">
                  <c:v>0.25</c:v>
                </c:pt>
                <c:pt idx="97">
                  <c:v>0.25</c:v>
                </c:pt>
                <c:pt idx="98">
                  <c:v>0.25</c:v>
                </c:pt>
                <c:pt idx="99">
                  <c:v>0.25</c:v>
                </c:pt>
                <c:pt idx="100">
                  <c:v>0.25</c:v>
                </c:pt>
                <c:pt idx="101">
                  <c:v>0.25</c:v>
                </c:pt>
                <c:pt idx="102">
                  <c:v>0.25</c:v>
                </c:pt>
                <c:pt idx="103">
                  <c:v>0.25</c:v>
                </c:pt>
                <c:pt idx="104">
                  <c:v>0.25</c:v>
                </c:pt>
                <c:pt idx="105">
                  <c:v>0.25</c:v>
                </c:pt>
                <c:pt idx="106">
                  <c:v>0.25</c:v>
                </c:pt>
                <c:pt idx="107">
                  <c:v>0.25</c:v>
                </c:pt>
                <c:pt idx="108">
                  <c:v>0.25</c:v>
                </c:pt>
                <c:pt idx="109">
                  <c:v>0.25</c:v>
                </c:pt>
                <c:pt idx="110">
                  <c:v>0.25</c:v>
                </c:pt>
                <c:pt idx="111">
                  <c:v>0.25</c:v>
                </c:pt>
                <c:pt idx="112">
                  <c:v>0.25</c:v>
                </c:pt>
                <c:pt idx="113">
                  <c:v>0.25</c:v>
                </c:pt>
                <c:pt idx="114">
                  <c:v>0.25</c:v>
                </c:pt>
                <c:pt idx="115">
                  <c:v>0.25</c:v>
                </c:pt>
                <c:pt idx="116">
                  <c:v>0.25</c:v>
                </c:pt>
                <c:pt idx="117">
                  <c:v>0.25</c:v>
                </c:pt>
                <c:pt idx="118">
                  <c:v>0.25</c:v>
                </c:pt>
                <c:pt idx="119">
                  <c:v>0.25</c:v>
                </c:pt>
                <c:pt idx="120">
                  <c:v>0.25</c:v>
                </c:pt>
                <c:pt idx="121">
                  <c:v>0.25</c:v>
                </c:pt>
                <c:pt idx="122">
                  <c:v>0.25</c:v>
                </c:pt>
                <c:pt idx="123">
                  <c:v>0.25</c:v>
                </c:pt>
                <c:pt idx="124">
                  <c:v>0.25</c:v>
                </c:pt>
                <c:pt idx="125">
                  <c:v>0.25</c:v>
                </c:pt>
                <c:pt idx="126">
                  <c:v>0.25</c:v>
                </c:pt>
                <c:pt idx="127">
                  <c:v>0.25</c:v>
                </c:pt>
                <c:pt idx="128">
                  <c:v>0.25</c:v>
                </c:pt>
                <c:pt idx="129">
                  <c:v>0.25</c:v>
                </c:pt>
                <c:pt idx="130">
                  <c:v>0.25</c:v>
                </c:pt>
                <c:pt idx="131">
                  <c:v>0.25</c:v>
                </c:pt>
                <c:pt idx="132">
                  <c:v>0.25</c:v>
                </c:pt>
                <c:pt idx="133">
                  <c:v>0.25</c:v>
                </c:pt>
                <c:pt idx="134">
                  <c:v>0.25</c:v>
                </c:pt>
                <c:pt idx="135">
                  <c:v>0.25</c:v>
                </c:pt>
                <c:pt idx="136">
                  <c:v>0.25</c:v>
                </c:pt>
                <c:pt idx="137">
                  <c:v>0.25</c:v>
                </c:pt>
                <c:pt idx="138">
                  <c:v>0.25</c:v>
                </c:pt>
                <c:pt idx="139">
                  <c:v>0.25</c:v>
                </c:pt>
                <c:pt idx="140">
                  <c:v>0.25</c:v>
                </c:pt>
                <c:pt idx="141">
                  <c:v>0.25</c:v>
                </c:pt>
                <c:pt idx="142">
                  <c:v>0.25</c:v>
                </c:pt>
                <c:pt idx="143">
                  <c:v>0.25</c:v>
                </c:pt>
                <c:pt idx="144">
                  <c:v>0.25</c:v>
                </c:pt>
                <c:pt idx="145">
                  <c:v>0.25</c:v>
                </c:pt>
                <c:pt idx="146">
                  <c:v>0.25</c:v>
                </c:pt>
                <c:pt idx="147">
                  <c:v>0.25</c:v>
                </c:pt>
                <c:pt idx="148">
                  <c:v>0.25</c:v>
                </c:pt>
                <c:pt idx="149">
                  <c:v>0.25</c:v>
                </c:pt>
                <c:pt idx="150">
                  <c:v>0.25</c:v>
                </c:pt>
                <c:pt idx="151">
                  <c:v>0.25</c:v>
                </c:pt>
                <c:pt idx="152">
                  <c:v>0.25</c:v>
                </c:pt>
                <c:pt idx="153">
                  <c:v>0.25</c:v>
                </c:pt>
                <c:pt idx="154">
                  <c:v>0.25</c:v>
                </c:pt>
                <c:pt idx="155">
                  <c:v>0.25</c:v>
                </c:pt>
                <c:pt idx="156">
                  <c:v>0.25</c:v>
                </c:pt>
                <c:pt idx="157">
                  <c:v>0.25</c:v>
                </c:pt>
                <c:pt idx="158">
                  <c:v>0.25</c:v>
                </c:pt>
                <c:pt idx="159">
                  <c:v>0.25</c:v>
                </c:pt>
                <c:pt idx="160">
                  <c:v>0.25</c:v>
                </c:pt>
                <c:pt idx="161">
                  <c:v>0.25</c:v>
                </c:pt>
                <c:pt idx="162">
                  <c:v>0.25</c:v>
                </c:pt>
                <c:pt idx="163">
                  <c:v>0.25</c:v>
                </c:pt>
                <c:pt idx="164">
                  <c:v>0.25</c:v>
                </c:pt>
                <c:pt idx="165">
                  <c:v>0.25</c:v>
                </c:pt>
                <c:pt idx="166">
                  <c:v>0.25</c:v>
                </c:pt>
                <c:pt idx="167">
                  <c:v>0.25</c:v>
                </c:pt>
                <c:pt idx="168">
                  <c:v>0.25</c:v>
                </c:pt>
                <c:pt idx="169">
                  <c:v>0.25</c:v>
                </c:pt>
                <c:pt idx="170">
                  <c:v>0.25</c:v>
                </c:pt>
                <c:pt idx="171">
                  <c:v>0.25</c:v>
                </c:pt>
                <c:pt idx="172">
                  <c:v>0.25</c:v>
                </c:pt>
                <c:pt idx="173">
                  <c:v>0.25</c:v>
                </c:pt>
                <c:pt idx="174">
                  <c:v>0.25</c:v>
                </c:pt>
                <c:pt idx="175">
                  <c:v>0.25</c:v>
                </c:pt>
                <c:pt idx="176">
                  <c:v>0.25</c:v>
                </c:pt>
                <c:pt idx="177">
                  <c:v>0.25</c:v>
                </c:pt>
                <c:pt idx="178">
                  <c:v>0.25</c:v>
                </c:pt>
                <c:pt idx="179">
                  <c:v>0.25</c:v>
                </c:pt>
                <c:pt idx="180">
                  <c:v>0.25</c:v>
                </c:pt>
                <c:pt idx="181">
                  <c:v>0.25</c:v>
                </c:pt>
                <c:pt idx="182">
                  <c:v>0.25</c:v>
                </c:pt>
                <c:pt idx="183">
                  <c:v>0.25</c:v>
                </c:pt>
                <c:pt idx="184">
                  <c:v>0.25</c:v>
                </c:pt>
                <c:pt idx="185">
                  <c:v>0.25</c:v>
                </c:pt>
                <c:pt idx="186">
                  <c:v>0.25</c:v>
                </c:pt>
                <c:pt idx="187">
                  <c:v>0.25</c:v>
                </c:pt>
                <c:pt idx="188">
                  <c:v>0.25</c:v>
                </c:pt>
                <c:pt idx="189">
                  <c:v>0.25</c:v>
                </c:pt>
                <c:pt idx="190">
                  <c:v>0.25</c:v>
                </c:pt>
                <c:pt idx="191">
                  <c:v>0.25</c:v>
                </c:pt>
                <c:pt idx="192">
                  <c:v>0.25</c:v>
                </c:pt>
                <c:pt idx="193">
                  <c:v>0.25</c:v>
                </c:pt>
                <c:pt idx="194">
                  <c:v>0.25</c:v>
                </c:pt>
                <c:pt idx="195">
                  <c:v>0.25</c:v>
                </c:pt>
                <c:pt idx="196">
                  <c:v>0.25</c:v>
                </c:pt>
                <c:pt idx="197">
                  <c:v>0.25</c:v>
                </c:pt>
                <c:pt idx="198">
                  <c:v>0.25</c:v>
                </c:pt>
                <c:pt idx="199">
                  <c:v>0.25</c:v>
                </c:pt>
                <c:pt idx="200">
                  <c:v>0.25</c:v>
                </c:pt>
                <c:pt idx="201">
                  <c:v>0.25</c:v>
                </c:pt>
                <c:pt idx="202">
                  <c:v>0.25</c:v>
                </c:pt>
                <c:pt idx="203">
                  <c:v>0.25</c:v>
                </c:pt>
                <c:pt idx="204">
                  <c:v>0.25</c:v>
                </c:pt>
                <c:pt idx="205">
                  <c:v>0.25</c:v>
                </c:pt>
                <c:pt idx="206">
                  <c:v>0.25</c:v>
                </c:pt>
                <c:pt idx="207">
                  <c:v>0.25</c:v>
                </c:pt>
                <c:pt idx="208">
                  <c:v>0.25</c:v>
                </c:pt>
                <c:pt idx="209">
                  <c:v>0.25</c:v>
                </c:pt>
                <c:pt idx="210">
                  <c:v>0.25</c:v>
                </c:pt>
                <c:pt idx="211">
                  <c:v>0.25</c:v>
                </c:pt>
                <c:pt idx="212">
                  <c:v>0.25</c:v>
                </c:pt>
                <c:pt idx="213">
                  <c:v>0.25</c:v>
                </c:pt>
                <c:pt idx="214">
                  <c:v>0.25</c:v>
                </c:pt>
                <c:pt idx="215">
                  <c:v>0.25</c:v>
                </c:pt>
                <c:pt idx="216">
                  <c:v>0.25</c:v>
                </c:pt>
                <c:pt idx="217">
                  <c:v>0.25</c:v>
                </c:pt>
                <c:pt idx="218">
                  <c:v>0.25</c:v>
                </c:pt>
                <c:pt idx="219">
                  <c:v>0.25</c:v>
                </c:pt>
                <c:pt idx="220">
                  <c:v>0.25</c:v>
                </c:pt>
                <c:pt idx="221">
                  <c:v>0.25</c:v>
                </c:pt>
                <c:pt idx="222">
                  <c:v>0.25</c:v>
                </c:pt>
                <c:pt idx="223">
                  <c:v>0.25</c:v>
                </c:pt>
                <c:pt idx="224">
                  <c:v>0.25</c:v>
                </c:pt>
                <c:pt idx="225">
                  <c:v>0.25</c:v>
                </c:pt>
                <c:pt idx="226">
                  <c:v>0.25</c:v>
                </c:pt>
                <c:pt idx="227">
                  <c:v>0.25</c:v>
                </c:pt>
                <c:pt idx="228">
                  <c:v>0.25</c:v>
                </c:pt>
                <c:pt idx="229">
                  <c:v>0.25</c:v>
                </c:pt>
                <c:pt idx="230">
                  <c:v>0.25</c:v>
                </c:pt>
                <c:pt idx="231">
                  <c:v>0.25</c:v>
                </c:pt>
                <c:pt idx="232">
                  <c:v>0.25</c:v>
                </c:pt>
                <c:pt idx="233">
                  <c:v>0.25</c:v>
                </c:pt>
                <c:pt idx="234">
                  <c:v>0.25</c:v>
                </c:pt>
                <c:pt idx="235">
                  <c:v>0.25</c:v>
                </c:pt>
                <c:pt idx="236">
                  <c:v>0.25</c:v>
                </c:pt>
                <c:pt idx="237">
                  <c:v>0.25</c:v>
                </c:pt>
                <c:pt idx="238">
                  <c:v>0.25</c:v>
                </c:pt>
                <c:pt idx="239">
                  <c:v>0.25</c:v>
                </c:pt>
                <c:pt idx="240">
                  <c:v>0.25</c:v>
                </c:pt>
                <c:pt idx="241">
                  <c:v>0.25</c:v>
                </c:pt>
                <c:pt idx="242">
                  <c:v>0.25</c:v>
                </c:pt>
                <c:pt idx="243">
                  <c:v>0.25</c:v>
                </c:pt>
                <c:pt idx="244">
                  <c:v>0.25</c:v>
                </c:pt>
                <c:pt idx="245">
                  <c:v>0.25</c:v>
                </c:pt>
                <c:pt idx="246">
                  <c:v>0.25</c:v>
                </c:pt>
                <c:pt idx="247">
                  <c:v>0.25</c:v>
                </c:pt>
                <c:pt idx="248">
                  <c:v>0.25</c:v>
                </c:pt>
                <c:pt idx="249">
                  <c:v>0.25</c:v>
                </c:pt>
                <c:pt idx="250">
                  <c:v>0.25</c:v>
                </c:pt>
                <c:pt idx="251">
                  <c:v>0.25</c:v>
                </c:pt>
                <c:pt idx="252">
                  <c:v>0.25</c:v>
                </c:pt>
                <c:pt idx="253">
                  <c:v>0.25</c:v>
                </c:pt>
                <c:pt idx="254">
                  <c:v>0.25</c:v>
                </c:pt>
                <c:pt idx="255">
                  <c:v>0.25</c:v>
                </c:pt>
                <c:pt idx="256">
                  <c:v>0.25</c:v>
                </c:pt>
                <c:pt idx="257">
                  <c:v>0.25</c:v>
                </c:pt>
                <c:pt idx="258">
                  <c:v>0.25</c:v>
                </c:pt>
                <c:pt idx="259">
                  <c:v>0.25</c:v>
                </c:pt>
                <c:pt idx="260">
                  <c:v>0.25</c:v>
                </c:pt>
                <c:pt idx="261">
                  <c:v>0.25</c:v>
                </c:pt>
                <c:pt idx="262">
                  <c:v>0.25</c:v>
                </c:pt>
                <c:pt idx="263">
                  <c:v>0.25</c:v>
                </c:pt>
                <c:pt idx="264">
                  <c:v>0.25</c:v>
                </c:pt>
                <c:pt idx="265">
                  <c:v>0.25</c:v>
                </c:pt>
                <c:pt idx="266">
                  <c:v>0.25</c:v>
                </c:pt>
                <c:pt idx="267">
                  <c:v>0.25</c:v>
                </c:pt>
                <c:pt idx="268">
                  <c:v>0.25</c:v>
                </c:pt>
                <c:pt idx="269">
                  <c:v>0.25</c:v>
                </c:pt>
                <c:pt idx="270">
                  <c:v>0.25</c:v>
                </c:pt>
                <c:pt idx="271">
                  <c:v>0.25</c:v>
                </c:pt>
                <c:pt idx="272">
                  <c:v>0.25</c:v>
                </c:pt>
                <c:pt idx="273">
                  <c:v>0.25</c:v>
                </c:pt>
                <c:pt idx="274">
                  <c:v>0.25</c:v>
                </c:pt>
                <c:pt idx="275">
                  <c:v>0.25</c:v>
                </c:pt>
                <c:pt idx="276">
                  <c:v>0.25</c:v>
                </c:pt>
                <c:pt idx="277">
                  <c:v>0.25</c:v>
                </c:pt>
                <c:pt idx="278">
                  <c:v>0.25</c:v>
                </c:pt>
                <c:pt idx="279">
                  <c:v>0.25</c:v>
                </c:pt>
                <c:pt idx="280">
                  <c:v>0.25</c:v>
                </c:pt>
                <c:pt idx="281">
                  <c:v>0.25</c:v>
                </c:pt>
                <c:pt idx="282">
                  <c:v>0.25</c:v>
                </c:pt>
                <c:pt idx="283">
                  <c:v>0.25</c:v>
                </c:pt>
                <c:pt idx="284">
                  <c:v>0.25</c:v>
                </c:pt>
                <c:pt idx="285">
                  <c:v>0.25</c:v>
                </c:pt>
                <c:pt idx="286">
                  <c:v>0.25</c:v>
                </c:pt>
                <c:pt idx="287">
                  <c:v>0.25</c:v>
                </c:pt>
                <c:pt idx="288">
                  <c:v>0.25</c:v>
                </c:pt>
                <c:pt idx="289">
                  <c:v>0.25</c:v>
                </c:pt>
                <c:pt idx="290">
                  <c:v>0.25</c:v>
                </c:pt>
                <c:pt idx="291">
                  <c:v>0.25</c:v>
                </c:pt>
                <c:pt idx="292">
                  <c:v>0.25</c:v>
                </c:pt>
                <c:pt idx="293">
                  <c:v>0.25</c:v>
                </c:pt>
                <c:pt idx="294">
                  <c:v>0.25</c:v>
                </c:pt>
                <c:pt idx="295">
                  <c:v>0.25</c:v>
                </c:pt>
                <c:pt idx="296">
                  <c:v>0.25</c:v>
                </c:pt>
                <c:pt idx="297">
                  <c:v>0.25</c:v>
                </c:pt>
                <c:pt idx="298">
                  <c:v>0.25</c:v>
                </c:pt>
                <c:pt idx="299">
                  <c:v>0.25</c:v>
                </c:pt>
                <c:pt idx="300">
                  <c:v>0.25</c:v>
                </c:pt>
                <c:pt idx="301">
                  <c:v>0.25</c:v>
                </c:pt>
                <c:pt idx="302">
                  <c:v>0.25</c:v>
                </c:pt>
                <c:pt idx="303">
                  <c:v>0.25</c:v>
                </c:pt>
                <c:pt idx="304">
                  <c:v>0.25</c:v>
                </c:pt>
                <c:pt idx="305">
                  <c:v>0.25</c:v>
                </c:pt>
                <c:pt idx="306">
                  <c:v>0.25</c:v>
                </c:pt>
                <c:pt idx="307">
                  <c:v>0.25</c:v>
                </c:pt>
                <c:pt idx="308">
                  <c:v>0.25</c:v>
                </c:pt>
                <c:pt idx="309">
                  <c:v>0.25</c:v>
                </c:pt>
                <c:pt idx="310">
                  <c:v>0.25</c:v>
                </c:pt>
                <c:pt idx="311">
                  <c:v>0.25</c:v>
                </c:pt>
                <c:pt idx="312">
                  <c:v>0.25</c:v>
                </c:pt>
                <c:pt idx="313">
                  <c:v>0.25</c:v>
                </c:pt>
                <c:pt idx="314">
                  <c:v>0.25</c:v>
                </c:pt>
                <c:pt idx="315">
                  <c:v>0.25</c:v>
                </c:pt>
                <c:pt idx="316">
                  <c:v>0.25</c:v>
                </c:pt>
                <c:pt idx="317">
                  <c:v>0.25</c:v>
                </c:pt>
                <c:pt idx="318">
                  <c:v>0.25</c:v>
                </c:pt>
                <c:pt idx="319">
                  <c:v>0.25</c:v>
                </c:pt>
                <c:pt idx="320">
                  <c:v>0.25</c:v>
                </c:pt>
                <c:pt idx="321">
                  <c:v>0.25</c:v>
                </c:pt>
                <c:pt idx="322">
                  <c:v>0.25</c:v>
                </c:pt>
                <c:pt idx="323">
                  <c:v>0.25</c:v>
                </c:pt>
                <c:pt idx="324">
                  <c:v>0.25</c:v>
                </c:pt>
                <c:pt idx="325">
                  <c:v>0.25</c:v>
                </c:pt>
                <c:pt idx="326">
                  <c:v>0.25</c:v>
                </c:pt>
                <c:pt idx="327">
                  <c:v>0.25</c:v>
                </c:pt>
                <c:pt idx="328">
                  <c:v>0.25</c:v>
                </c:pt>
                <c:pt idx="329">
                  <c:v>0.25</c:v>
                </c:pt>
                <c:pt idx="330">
                  <c:v>0.25</c:v>
                </c:pt>
                <c:pt idx="331">
                  <c:v>0.25</c:v>
                </c:pt>
                <c:pt idx="332">
                  <c:v>0.25</c:v>
                </c:pt>
                <c:pt idx="333">
                  <c:v>0.25</c:v>
                </c:pt>
                <c:pt idx="334">
                  <c:v>0.25</c:v>
                </c:pt>
                <c:pt idx="335">
                  <c:v>0.25</c:v>
                </c:pt>
                <c:pt idx="336">
                  <c:v>0.25</c:v>
                </c:pt>
                <c:pt idx="337">
                  <c:v>0.25</c:v>
                </c:pt>
                <c:pt idx="338">
                  <c:v>0.25</c:v>
                </c:pt>
                <c:pt idx="339">
                  <c:v>0.25</c:v>
                </c:pt>
                <c:pt idx="340">
                  <c:v>0.25</c:v>
                </c:pt>
                <c:pt idx="341">
                  <c:v>0.25</c:v>
                </c:pt>
                <c:pt idx="342">
                  <c:v>0.25</c:v>
                </c:pt>
                <c:pt idx="343">
                  <c:v>0.25</c:v>
                </c:pt>
                <c:pt idx="344">
                  <c:v>0.25</c:v>
                </c:pt>
                <c:pt idx="345">
                  <c:v>0.25</c:v>
                </c:pt>
                <c:pt idx="346">
                  <c:v>0.25</c:v>
                </c:pt>
                <c:pt idx="347">
                  <c:v>0.25</c:v>
                </c:pt>
                <c:pt idx="348">
                  <c:v>0.25</c:v>
                </c:pt>
                <c:pt idx="349">
                  <c:v>0.25</c:v>
                </c:pt>
                <c:pt idx="350">
                  <c:v>0.25</c:v>
                </c:pt>
                <c:pt idx="351">
                  <c:v>0.25</c:v>
                </c:pt>
                <c:pt idx="352">
                  <c:v>0.25</c:v>
                </c:pt>
                <c:pt idx="353">
                  <c:v>0.25</c:v>
                </c:pt>
                <c:pt idx="354">
                  <c:v>0.25</c:v>
                </c:pt>
                <c:pt idx="355">
                  <c:v>0.25</c:v>
                </c:pt>
                <c:pt idx="356">
                  <c:v>0.25</c:v>
                </c:pt>
                <c:pt idx="357">
                  <c:v>0.25</c:v>
                </c:pt>
                <c:pt idx="358">
                  <c:v>0.25</c:v>
                </c:pt>
                <c:pt idx="359">
                  <c:v>0.25</c:v>
                </c:pt>
                <c:pt idx="360">
                  <c:v>0.25</c:v>
                </c:pt>
                <c:pt idx="361">
                  <c:v>0.25</c:v>
                </c:pt>
                <c:pt idx="362">
                  <c:v>0.25</c:v>
                </c:pt>
                <c:pt idx="363">
                  <c:v>0.25</c:v>
                </c:pt>
                <c:pt idx="364">
                  <c:v>0.25</c:v>
                </c:pt>
                <c:pt idx="365">
                  <c:v>0.25</c:v>
                </c:pt>
                <c:pt idx="366">
                  <c:v>0.25</c:v>
                </c:pt>
                <c:pt idx="367">
                  <c:v>0.25</c:v>
                </c:pt>
                <c:pt idx="368">
                  <c:v>0.25</c:v>
                </c:pt>
                <c:pt idx="369">
                  <c:v>0.25</c:v>
                </c:pt>
                <c:pt idx="370">
                  <c:v>0.25</c:v>
                </c:pt>
                <c:pt idx="371">
                  <c:v>0.25</c:v>
                </c:pt>
                <c:pt idx="372">
                  <c:v>0.25</c:v>
                </c:pt>
                <c:pt idx="373">
                  <c:v>0.25</c:v>
                </c:pt>
                <c:pt idx="374">
                  <c:v>0.25</c:v>
                </c:pt>
                <c:pt idx="375">
                  <c:v>0.25</c:v>
                </c:pt>
                <c:pt idx="376">
                  <c:v>0.25</c:v>
                </c:pt>
                <c:pt idx="377">
                  <c:v>0.25</c:v>
                </c:pt>
                <c:pt idx="378">
                  <c:v>0.25</c:v>
                </c:pt>
                <c:pt idx="379">
                  <c:v>0.25</c:v>
                </c:pt>
                <c:pt idx="380">
                  <c:v>0.25</c:v>
                </c:pt>
                <c:pt idx="381">
                  <c:v>0.25</c:v>
                </c:pt>
                <c:pt idx="382">
                  <c:v>0.25</c:v>
                </c:pt>
                <c:pt idx="383">
                  <c:v>0.25</c:v>
                </c:pt>
                <c:pt idx="384">
                  <c:v>0.25</c:v>
                </c:pt>
                <c:pt idx="385">
                  <c:v>0.25</c:v>
                </c:pt>
                <c:pt idx="386">
                  <c:v>0.25</c:v>
                </c:pt>
                <c:pt idx="387">
                  <c:v>0.25</c:v>
                </c:pt>
                <c:pt idx="388">
                  <c:v>0.25</c:v>
                </c:pt>
                <c:pt idx="389">
                  <c:v>0.25</c:v>
                </c:pt>
                <c:pt idx="390">
                  <c:v>0.25</c:v>
                </c:pt>
                <c:pt idx="391">
                  <c:v>0.25</c:v>
                </c:pt>
                <c:pt idx="392">
                  <c:v>0.25</c:v>
                </c:pt>
                <c:pt idx="393">
                  <c:v>0.25</c:v>
                </c:pt>
                <c:pt idx="394">
                  <c:v>0.25</c:v>
                </c:pt>
                <c:pt idx="395">
                  <c:v>0.25</c:v>
                </c:pt>
                <c:pt idx="396">
                  <c:v>0.25</c:v>
                </c:pt>
                <c:pt idx="397">
                  <c:v>0.25</c:v>
                </c:pt>
                <c:pt idx="398">
                  <c:v>0.25</c:v>
                </c:pt>
                <c:pt idx="399">
                  <c:v>0.25</c:v>
                </c:pt>
                <c:pt idx="400">
                  <c:v>0.25</c:v>
                </c:pt>
                <c:pt idx="401">
                  <c:v>0.25</c:v>
                </c:pt>
                <c:pt idx="402">
                  <c:v>0.25</c:v>
                </c:pt>
                <c:pt idx="403">
                  <c:v>0.25</c:v>
                </c:pt>
                <c:pt idx="404">
                  <c:v>0.25</c:v>
                </c:pt>
                <c:pt idx="405">
                  <c:v>0.25</c:v>
                </c:pt>
                <c:pt idx="406">
                  <c:v>0.25</c:v>
                </c:pt>
                <c:pt idx="407">
                  <c:v>0.25</c:v>
                </c:pt>
                <c:pt idx="408">
                  <c:v>0.25</c:v>
                </c:pt>
                <c:pt idx="409">
                  <c:v>0.25</c:v>
                </c:pt>
                <c:pt idx="410">
                  <c:v>0.25</c:v>
                </c:pt>
                <c:pt idx="411">
                  <c:v>0.25</c:v>
                </c:pt>
                <c:pt idx="412">
                  <c:v>0.25</c:v>
                </c:pt>
                <c:pt idx="413">
                  <c:v>0.25</c:v>
                </c:pt>
                <c:pt idx="414">
                  <c:v>0.25</c:v>
                </c:pt>
                <c:pt idx="415">
                  <c:v>0.25</c:v>
                </c:pt>
                <c:pt idx="416">
                  <c:v>0.25</c:v>
                </c:pt>
                <c:pt idx="417">
                  <c:v>0.25</c:v>
                </c:pt>
                <c:pt idx="418">
                  <c:v>0.25</c:v>
                </c:pt>
                <c:pt idx="419">
                  <c:v>0.25</c:v>
                </c:pt>
                <c:pt idx="420">
                  <c:v>0.25</c:v>
                </c:pt>
                <c:pt idx="421">
                  <c:v>0.25</c:v>
                </c:pt>
                <c:pt idx="422">
                  <c:v>0.25</c:v>
                </c:pt>
                <c:pt idx="423">
                  <c:v>0.25</c:v>
                </c:pt>
                <c:pt idx="424">
                  <c:v>0.25</c:v>
                </c:pt>
                <c:pt idx="425">
                  <c:v>0.25</c:v>
                </c:pt>
                <c:pt idx="426">
                  <c:v>0.25</c:v>
                </c:pt>
                <c:pt idx="427">
                  <c:v>0.25</c:v>
                </c:pt>
                <c:pt idx="428">
                  <c:v>0.25</c:v>
                </c:pt>
                <c:pt idx="429">
                  <c:v>0.25</c:v>
                </c:pt>
                <c:pt idx="430">
                  <c:v>0.25</c:v>
                </c:pt>
                <c:pt idx="431">
                  <c:v>0.25</c:v>
                </c:pt>
                <c:pt idx="432">
                  <c:v>0.25</c:v>
                </c:pt>
                <c:pt idx="433">
                  <c:v>0.25</c:v>
                </c:pt>
                <c:pt idx="434">
                  <c:v>0.25</c:v>
                </c:pt>
                <c:pt idx="435">
                  <c:v>0.25</c:v>
                </c:pt>
                <c:pt idx="436">
                  <c:v>0.25</c:v>
                </c:pt>
                <c:pt idx="437">
                  <c:v>0.25</c:v>
                </c:pt>
                <c:pt idx="438">
                  <c:v>0.25</c:v>
                </c:pt>
                <c:pt idx="439">
                  <c:v>0.25</c:v>
                </c:pt>
                <c:pt idx="440">
                  <c:v>0.25</c:v>
                </c:pt>
                <c:pt idx="441">
                  <c:v>0.25</c:v>
                </c:pt>
                <c:pt idx="442">
                  <c:v>0.25</c:v>
                </c:pt>
                <c:pt idx="443">
                  <c:v>0.25</c:v>
                </c:pt>
                <c:pt idx="444">
                  <c:v>0.25</c:v>
                </c:pt>
                <c:pt idx="445">
                  <c:v>0.25</c:v>
                </c:pt>
                <c:pt idx="446">
                  <c:v>0.25</c:v>
                </c:pt>
                <c:pt idx="447">
                  <c:v>0.25</c:v>
                </c:pt>
                <c:pt idx="448">
                  <c:v>0.25</c:v>
                </c:pt>
                <c:pt idx="449">
                  <c:v>0.25</c:v>
                </c:pt>
                <c:pt idx="450">
                  <c:v>0.25</c:v>
                </c:pt>
                <c:pt idx="451">
                  <c:v>0.25</c:v>
                </c:pt>
                <c:pt idx="452">
                  <c:v>0.25</c:v>
                </c:pt>
                <c:pt idx="453">
                  <c:v>0.25</c:v>
                </c:pt>
                <c:pt idx="454">
                  <c:v>0.25</c:v>
                </c:pt>
                <c:pt idx="455">
                  <c:v>0.25</c:v>
                </c:pt>
                <c:pt idx="456">
                  <c:v>0.25</c:v>
                </c:pt>
                <c:pt idx="457">
                  <c:v>0.25</c:v>
                </c:pt>
                <c:pt idx="458">
                  <c:v>0.25</c:v>
                </c:pt>
                <c:pt idx="459">
                  <c:v>0.25</c:v>
                </c:pt>
                <c:pt idx="460">
                  <c:v>0.25</c:v>
                </c:pt>
                <c:pt idx="461">
                  <c:v>0.25</c:v>
                </c:pt>
                <c:pt idx="462">
                  <c:v>0.25</c:v>
                </c:pt>
                <c:pt idx="463">
                  <c:v>0.25</c:v>
                </c:pt>
                <c:pt idx="464">
                  <c:v>0.25</c:v>
                </c:pt>
                <c:pt idx="465">
                  <c:v>0.25</c:v>
                </c:pt>
                <c:pt idx="466">
                  <c:v>0.25</c:v>
                </c:pt>
                <c:pt idx="467">
                  <c:v>0.25</c:v>
                </c:pt>
                <c:pt idx="468">
                  <c:v>0.25</c:v>
                </c:pt>
                <c:pt idx="469">
                  <c:v>0.25</c:v>
                </c:pt>
                <c:pt idx="470">
                  <c:v>0.25</c:v>
                </c:pt>
                <c:pt idx="471">
                  <c:v>0.25</c:v>
                </c:pt>
                <c:pt idx="472">
                  <c:v>0.25</c:v>
                </c:pt>
                <c:pt idx="473">
                  <c:v>0.25</c:v>
                </c:pt>
                <c:pt idx="474">
                  <c:v>0.25</c:v>
                </c:pt>
                <c:pt idx="475">
                  <c:v>0.25</c:v>
                </c:pt>
                <c:pt idx="476">
                  <c:v>0.25</c:v>
                </c:pt>
                <c:pt idx="477">
                  <c:v>0.25</c:v>
                </c:pt>
                <c:pt idx="478">
                  <c:v>0.25</c:v>
                </c:pt>
                <c:pt idx="479">
                  <c:v>0.25</c:v>
                </c:pt>
                <c:pt idx="480">
                  <c:v>0.25</c:v>
                </c:pt>
                <c:pt idx="481">
                  <c:v>0.25</c:v>
                </c:pt>
                <c:pt idx="482">
                  <c:v>0.25</c:v>
                </c:pt>
                <c:pt idx="483">
                  <c:v>0.25</c:v>
                </c:pt>
                <c:pt idx="484">
                  <c:v>0.25</c:v>
                </c:pt>
                <c:pt idx="485">
                  <c:v>0.25</c:v>
                </c:pt>
                <c:pt idx="486">
                  <c:v>0.25</c:v>
                </c:pt>
                <c:pt idx="487">
                  <c:v>0.25</c:v>
                </c:pt>
                <c:pt idx="488">
                  <c:v>0.25</c:v>
                </c:pt>
                <c:pt idx="489">
                  <c:v>0.25</c:v>
                </c:pt>
                <c:pt idx="490">
                  <c:v>0.25</c:v>
                </c:pt>
                <c:pt idx="491">
                  <c:v>0.25</c:v>
                </c:pt>
                <c:pt idx="492">
                  <c:v>0.25</c:v>
                </c:pt>
                <c:pt idx="493">
                  <c:v>0.25</c:v>
                </c:pt>
                <c:pt idx="494">
                  <c:v>0.25</c:v>
                </c:pt>
                <c:pt idx="495">
                  <c:v>0.25</c:v>
                </c:pt>
                <c:pt idx="496">
                  <c:v>0.25</c:v>
                </c:pt>
                <c:pt idx="497">
                  <c:v>0.25</c:v>
                </c:pt>
                <c:pt idx="498">
                  <c:v>0.25</c:v>
                </c:pt>
                <c:pt idx="499">
                  <c:v>0.25</c:v>
                </c:pt>
                <c:pt idx="500">
                  <c:v>0.25</c:v>
                </c:pt>
                <c:pt idx="501">
                  <c:v>0.25</c:v>
                </c:pt>
                <c:pt idx="502">
                  <c:v>0.25</c:v>
                </c:pt>
                <c:pt idx="503">
                  <c:v>0.25</c:v>
                </c:pt>
                <c:pt idx="504">
                  <c:v>0.25</c:v>
                </c:pt>
                <c:pt idx="505">
                  <c:v>0.25</c:v>
                </c:pt>
                <c:pt idx="506">
                  <c:v>0.25</c:v>
                </c:pt>
                <c:pt idx="507">
                  <c:v>0.25</c:v>
                </c:pt>
                <c:pt idx="508">
                  <c:v>0.25</c:v>
                </c:pt>
                <c:pt idx="509">
                  <c:v>0.25</c:v>
                </c:pt>
                <c:pt idx="510">
                  <c:v>0.25</c:v>
                </c:pt>
                <c:pt idx="511">
                  <c:v>0.25</c:v>
                </c:pt>
                <c:pt idx="512">
                  <c:v>0.25</c:v>
                </c:pt>
                <c:pt idx="513">
                  <c:v>0.25</c:v>
                </c:pt>
                <c:pt idx="514">
                  <c:v>0.25</c:v>
                </c:pt>
                <c:pt idx="515">
                  <c:v>0.25</c:v>
                </c:pt>
                <c:pt idx="516">
                  <c:v>0.25</c:v>
                </c:pt>
                <c:pt idx="517">
                  <c:v>0.25</c:v>
                </c:pt>
                <c:pt idx="518">
                  <c:v>0.25</c:v>
                </c:pt>
                <c:pt idx="519">
                  <c:v>0.25</c:v>
                </c:pt>
                <c:pt idx="520">
                  <c:v>0.25</c:v>
                </c:pt>
                <c:pt idx="521">
                  <c:v>0.25</c:v>
                </c:pt>
                <c:pt idx="522">
                  <c:v>0.25</c:v>
                </c:pt>
                <c:pt idx="523">
                  <c:v>0.25</c:v>
                </c:pt>
                <c:pt idx="524">
                  <c:v>0.25</c:v>
                </c:pt>
                <c:pt idx="525">
                  <c:v>0.25</c:v>
                </c:pt>
                <c:pt idx="526">
                  <c:v>0.25</c:v>
                </c:pt>
                <c:pt idx="527">
                  <c:v>0.25</c:v>
                </c:pt>
                <c:pt idx="528">
                  <c:v>0.25</c:v>
                </c:pt>
                <c:pt idx="529">
                  <c:v>0.25</c:v>
                </c:pt>
                <c:pt idx="530">
                  <c:v>0.25</c:v>
                </c:pt>
                <c:pt idx="531">
                  <c:v>0.25</c:v>
                </c:pt>
                <c:pt idx="532">
                  <c:v>0.25</c:v>
                </c:pt>
                <c:pt idx="533">
                  <c:v>0.25</c:v>
                </c:pt>
                <c:pt idx="534">
                  <c:v>0.25</c:v>
                </c:pt>
                <c:pt idx="535">
                  <c:v>0.25</c:v>
                </c:pt>
                <c:pt idx="536">
                  <c:v>0.25</c:v>
                </c:pt>
                <c:pt idx="537">
                  <c:v>0.25</c:v>
                </c:pt>
                <c:pt idx="538">
                  <c:v>0.25</c:v>
                </c:pt>
                <c:pt idx="539">
                  <c:v>0.25</c:v>
                </c:pt>
                <c:pt idx="540">
                  <c:v>0.25</c:v>
                </c:pt>
                <c:pt idx="541">
                  <c:v>0.25</c:v>
                </c:pt>
                <c:pt idx="542">
                  <c:v>0.25</c:v>
                </c:pt>
                <c:pt idx="543">
                  <c:v>0.25</c:v>
                </c:pt>
                <c:pt idx="544">
                  <c:v>0.25</c:v>
                </c:pt>
                <c:pt idx="545">
                  <c:v>0.25</c:v>
                </c:pt>
                <c:pt idx="546">
                  <c:v>0.25</c:v>
                </c:pt>
                <c:pt idx="547">
                  <c:v>0.25</c:v>
                </c:pt>
                <c:pt idx="548">
                  <c:v>0.25</c:v>
                </c:pt>
                <c:pt idx="549">
                  <c:v>0.25</c:v>
                </c:pt>
                <c:pt idx="550">
                  <c:v>0.25</c:v>
                </c:pt>
                <c:pt idx="551">
                  <c:v>0.25</c:v>
                </c:pt>
                <c:pt idx="552">
                  <c:v>0.25</c:v>
                </c:pt>
                <c:pt idx="553">
                  <c:v>0.25</c:v>
                </c:pt>
                <c:pt idx="554">
                  <c:v>0.25</c:v>
                </c:pt>
                <c:pt idx="555">
                  <c:v>0.25</c:v>
                </c:pt>
                <c:pt idx="556">
                  <c:v>0.25</c:v>
                </c:pt>
                <c:pt idx="557">
                  <c:v>0.25</c:v>
                </c:pt>
                <c:pt idx="558">
                  <c:v>0.25</c:v>
                </c:pt>
                <c:pt idx="559">
                  <c:v>0.25</c:v>
                </c:pt>
                <c:pt idx="560">
                  <c:v>0.25</c:v>
                </c:pt>
                <c:pt idx="561">
                  <c:v>0.25</c:v>
                </c:pt>
                <c:pt idx="562">
                  <c:v>0.25</c:v>
                </c:pt>
                <c:pt idx="563">
                  <c:v>0.25</c:v>
                </c:pt>
                <c:pt idx="564">
                  <c:v>0.25</c:v>
                </c:pt>
                <c:pt idx="565">
                  <c:v>0.25</c:v>
                </c:pt>
                <c:pt idx="566">
                  <c:v>0.25</c:v>
                </c:pt>
                <c:pt idx="567">
                  <c:v>0.25</c:v>
                </c:pt>
                <c:pt idx="568">
                  <c:v>0.25</c:v>
                </c:pt>
                <c:pt idx="569">
                  <c:v>0.25</c:v>
                </c:pt>
                <c:pt idx="570">
                  <c:v>0.25</c:v>
                </c:pt>
                <c:pt idx="571">
                  <c:v>0.25</c:v>
                </c:pt>
                <c:pt idx="572">
                  <c:v>0.25</c:v>
                </c:pt>
                <c:pt idx="573">
                  <c:v>0.25</c:v>
                </c:pt>
                <c:pt idx="574">
                  <c:v>0.25</c:v>
                </c:pt>
                <c:pt idx="575">
                  <c:v>0.25</c:v>
                </c:pt>
                <c:pt idx="576">
                  <c:v>0.25</c:v>
                </c:pt>
                <c:pt idx="577">
                  <c:v>0.25</c:v>
                </c:pt>
                <c:pt idx="578">
                  <c:v>0.25</c:v>
                </c:pt>
                <c:pt idx="579">
                  <c:v>0.25</c:v>
                </c:pt>
                <c:pt idx="580">
                  <c:v>0.25</c:v>
                </c:pt>
                <c:pt idx="581">
                  <c:v>0.25</c:v>
                </c:pt>
                <c:pt idx="582">
                  <c:v>0.25</c:v>
                </c:pt>
                <c:pt idx="583">
                  <c:v>0.25</c:v>
                </c:pt>
                <c:pt idx="584">
                  <c:v>0.25</c:v>
                </c:pt>
                <c:pt idx="585">
                  <c:v>0.25</c:v>
                </c:pt>
                <c:pt idx="586">
                  <c:v>0.25</c:v>
                </c:pt>
                <c:pt idx="587">
                  <c:v>0.25</c:v>
                </c:pt>
                <c:pt idx="588">
                  <c:v>0.25</c:v>
                </c:pt>
                <c:pt idx="589">
                  <c:v>0.25</c:v>
                </c:pt>
                <c:pt idx="590">
                  <c:v>0.25</c:v>
                </c:pt>
                <c:pt idx="591">
                  <c:v>0.25</c:v>
                </c:pt>
                <c:pt idx="592">
                  <c:v>0.25</c:v>
                </c:pt>
                <c:pt idx="593">
                  <c:v>0.25</c:v>
                </c:pt>
                <c:pt idx="594">
                  <c:v>0.25</c:v>
                </c:pt>
                <c:pt idx="595">
                  <c:v>0.25</c:v>
                </c:pt>
                <c:pt idx="596">
                  <c:v>0.25</c:v>
                </c:pt>
                <c:pt idx="597">
                  <c:v>0.25</c:v>
                </c:pt>
                <c:pt idx="598">
                  <c:v>0.25</c:v>
                </c:pt>
                <c:pt idx="599">
                  <c:v>0.25</c:v>
                </c:pt>
                <c:pt idx="600">
                  <c:v>0.25</c:v>
                </c:pt>
                <c:pt idx="601">
                  <c:v>0.25</c:v>
                </c:pt>
                <c:pt idx="602">
                  <c:v>0.25</c:v>
                </c:pt>
                <c:pt idx="603">
                  <c:v>0.25</c:v>
                </c:pt>
                <c:pt idx="604">
                  <c:v>0.25</c:v>
                </c:pt>
                <c:pt idx="605">
                  <c:v>0.25</c:v>
                </c:pt>
                <c:pt idx="606">
                  <c:v>0.25</c:v>
                </c:pt>
                <c:pt idx="607">
                  <c:v>0.25</c:v>
                </c:pt>
                <c:pt idx="608">
                  <c:v>0.25</c:v>
                </c:pt>
                <c:pt idx="609">
                  <c:v>0.25</c:v>
                </c:pt>
                <c:pt idx="610">
                  <c:v>0.25</c:v>
                </c:pt>
                <c:pt idx="611">
                  <c:v>0.25</c:v>
                </c:pt>
                <c:pt idx="612">
                  <c:v>0.25</c:v>
                </c:pt>
                <c:pt idx="613">
                  <c:v>0.25</c:v>
                </c:pt>
                <c:pt idx="614">
                  <c:v>0.25</c:v>
                </c:pt>
                <c:pt idx="615">
                  <c:v>0.25</c:v>
                </c:pt>
                <c:pt idx="616">
                  <c:v>0.25</c:v>
                </c:pt>
                <c:pt idx="617">
                  <c:v>0.25</c:v>
                </c:pt>
                <c:pt idx="618">
                  <c:v>0.25</c:v>
                </c:pt>
                <c:pt idx="619">
                  <c:v>0.25</c:v>
                </c:pt>
                <c:pt idx="620">
                  <c:v>0.25</c:v>
                </c:pt>
                <c:pt idx="621">
                  <c:v>0.25</c:v>
                </c:pt>
                <c:pt idx="622">
                  <c:v>0.25</c:v>
                </c:pt>
                <c:pt idx="623">
                  <c:v>0.25</c:v>
                </c:pt>
                <c:pt idx="624">
                  <c:v>0.25</c:v>
                </c:pt>
                <c:pt idx="625">
                  <c:v>0.25</c:v>
                </c:pt>
                <c:pt idx="626">
                  <c:v>0.25</c:v>
                </c:pt>
                <c:pt idx="627">
                  <c:v>0.25</c:v>
                </c:pt>
                <c:pt idx="628">
                  <c:v>0.25</c:v>
                </c:pt>
                <c:pt idx="629">
                  <c:v>0.25</c:v>
                </c:pt>
                <c:pt idx="630">
                  <c:v>0.25</c:v>
                </c:pt>
                <c:pt idx="631">
                  <c:v>0.25</c:v>
                </c:pt>
                <c:pt idx="632">
                  <c:v>0.25</c:v>
                </c:pt>
                <c:pt idx="633">
                  <c:v>0.25</c:v>
                </c:pt>
                <c:pt idx="634">
                  <c:v>0.25</c:v>
                </c:pt>
                <c:pt idx="635">
                  <c:v>0.25</c:v>
                </c:pt>
                <c:pt idx="636">
                  <c:v>0.25</c:v>
                </c:pt>
                <c:pt idx="637">
                  <c:v>0.25</c:v>
                </c:pt>
                <c:pt idx="638">
                  <c:v>0.25</c:v>
                </c:pt>
                <c:pt idx="639">
                  <c:v>0.25</c:v>
                </c:pt>
                <c:pt idx="640">
                  <c:v>0.25</c:v>
                </c:pt>
                <c:pt idx="641">
                  <c:v>0.25</c:v>
                </c:pt>
                <c:pt idx="642">
                  <c:v>0.25</c:v>
                </c:pt>
                <c:pt idx="643">
                  <c:v>0.25</c:v>
                </c:pt>
                <c:pt idx="644">
                  <c:v>0.25</c:v>
                </c:pt>
                <c:pt idx="645">
                  <c:v>0.25</c:v>
                </c:pt>
                <c:pt idx="646">
                  <c:v>0.25</c:v>
                </c:pt>
                <c:pt idx="647">
                  <c:v>0.25</c:v>
                </c:pt>
                <c:pt idx="648">
                  <c:v>0.25</c:v>
                </c:pt>
                <c:pt idx="649">
                  <c:v>0.25</c:v>
                </c:pt>
                <c:pt idx="650">
                  <c:v>0.25</c:v>
                </c:pt>
                <c:pt idx="651">
                  <c:v>0.25</c:v>
                </c:pt>
                <c:pt idx="652">
                  <c:v>0.25</c:v>
                </c:pt>
                <c:pt idx="653">
                  <c:v>0.25</c:v>
                </c:pt>
                <c:pt idx="654">
                  <c:v>0.25</c:v>
                </c:pt>
                <c:pt idx="655">
                  <c:v>0.25</c:v>
                </c:pt>
                <c:pt idx="656">
                  <c:v>0.25</c:v>
                </c:pt>
                <c:pt idx="657">
                  <c:v>0.25</c:v>
                </c:pt>
                <c:pt idx="658">
                  <c:v>0.25</c:v>
                </c:pt>
                <c:pt idx="659">
                  <c:v>0.25</c:v>
                </c:pt>
                <c:pt idx="660">
                  <c:v>0.25</c:v>
                </c:pt>
                <c:pt idx="661">
                  <c:v>0.25</c:v>
                </c:pt>
                <c:pt idx="662">
                  <c:v>0.25</c:v>
                </c:pt>
                <c:pt idx="663">
                  <c:v>0.25</c:v>
                </c:pt>
                <c:pt idx="664">
                  <c:v>0.25</c:v>
                </c:pt>
                <c:pt idx="665">
                  <c:v>0.25</c:v>
                </c:pt>
                <c:pt idx="666">
                  <c:v>0.25</c:v>
                </c:pt>
                <c:pt idx="667">
                  <c:v>0.25</c:v>
                </c:pt>
                <c:pt idx="668">
                  <c:v>0.25</c:v>
                </c:pt>
                <c:pt idx="669">
                  <c:v>0.25</c:v>
                </c:pt>
                <c:pt idx="670">
                  <c:v>0.25</c:v>
                </c:pt>
                <c:pt idx="671">
                  <c:v>0.25</c:v>
                </c:pt>
                <c:pt idx="672">
                  <c:v>0.25</c:v>
                </c:pt>
                <c:pt idx="673">
                  <c:v>0.25</c:v>
                </c:pt>
                <c:pt idx="674">
                  <c:v>0.25</c:v>
                </c:pt>
                <c:pt idx="675">
                  <c:v>0.25</c:v>
                </c:pt>
                <c:pt idx="676">
                  <c:v>0.25</c:v>
                </c:pt>
                <c:pt idx="677">
                  <c:v>0.25</c:v>
                </c:pt>
                <c:pt idx="678">
                  <c:v>0.25</c:v>
                </c:pt>
                <c:pt idx="679">
                  <c:v>0.25</c:v>
                </c:pt>
                <c:pt idx="680">
                  <c:v>0.25</c:v>
                </c:pt>
                <c:pt idx="681">
                  <c:v>0.25</c:v>
                </c:pt>
                <c:pt idx="682">
                  <c:v>0.25</c:v>
                </c:pt>
                <c:pt idx="683">
                  <c:v>0.25</c:v>
                </c:pt>
                <c:pt idx="684">
                  <c:v>0.25</c:v>
                </c:pt>
                <c:pt idx="685">
                  <c:v>0.25</c:v>
                </c:pt>
                <c:pt idx="686">
                  <c:v>0.25</c:v>
                </c:pt>
                <c:pt idx="687">
                  <c:v>0.25</c:v>
                </c:pt>
                <c:pt idx="688">
                  <c:v>0.25</c:v>
                </c:pt>
                <c:pt idx="689">
                  <c:v>0.25</c:v>
                </c:pt>
                <c:pt idx="690">
                  <c:v>0.25</c:v>
                </c:pt>
                <c:pt idx="691">
                  <c:v>0.25</c:v>
                </c:pt>
                <c:pt idx="692">
                  <c:v>0.25</c:v>
                </c:pt>
                <c:pt idx="693">
                  <c:v>0.25</c:v>
                </c:pt>
                <c:pt idx="694">
                  <c:v>0.25</c:v>
                </c:pt>
                <c:pt idx="695">
                  <c:v>0.25</c:v>
                </c:pt>
                <c:pt idx="696">
                  <c:v>0.25</c:v>
                </c:pt>
                <c:pt idx="697">
                  <c:v>0.25</c:v>
                </c:pt>
                <c:pt idx="698">
                  <c:v>0.25</c:v>
                </c:pt>
                <c:pt idx="699">
                  <c:v>0.25</c:v>
                </c:pt>
                <c:pt idx="700">
                  <c:v>0.25</c:v>
                </c:pt>
                <c:pt idx="701">
                  <c:v>0.25</c:v>
                </c:pt>
                <c:pt idx="702">
                  <c:v>0.25</c:v>
                </c:pt>
                <c:pt idx="703">
                  <c:v>0.25</c:v>
                </c:pt>
                <c:pt idx="704">
                  <c:v>0.25</c:v>
                </c:pt>
                <c:pt idx="705">
                  <c:v>0.25</c:v>
                </c:pt>
                <c:pt idx="706">
                  <c:v>0.25</c:v>
                </c:pt>
                <c:pt idx="707">
                  <c:v>0.25</c:v>
                </c:pt>
                <c:pt idx="708">
                  <c:v>0.25</c:v>
                </c:pt>
                <c:pt idx="709">
                  <c:v>0.25</c:v>
                </c:pt>
                <c:pt idx="710">
                  <c:v>0.25</c:v>
                </c:pt>
                <c:pt idx="711">
                  <c:v>0.25</c:v>
                </c:pt>
                <c:pt idx="712">
                  <c:v>0.25</c:v>
                </c:pt>
                <c:pt idx="713">
                  <c:v>0.25</c:v>
                </c:pt>
                <c:pt idx="714">
                  <c:v>0.25</c:v>
                </c:pt>
                <c:pt idx="715">
                  <c:v>0.25</c:v>
                </c:pt>
                <c:pt idx="716">
                  <c:v>0.25</c:v>
                </c:pt>
                <c:pt idx="717">
                  <c:v>0.25</c:v>
                </c:pt>
                <c:pt idx="718">
                  <c:v>0.25</c:v>
                </c:pt>
                <c:pt idx="719">
                  <c:v>0.25</c:v>
                </c:pt>
                <c:pt idx="720">
                  <c:v>0.25</c:v>
                </c:pt>
                <c:pt idx="721">
                  <c:v>0.25</c:v>
                </c:pt>
                <c:pt idx="722">
                  <c:v>0.25</c:v>
                </c:pt>
                <c:pt idx="723">
                  <c:v>0.25</c:v>
                </c:pt>
                <c:pt idx="724">
                  <c:v>0.25</c:v>
                </c:pt>
                <c:pt idx="725">
                  <c:v>0.25</c:v>
                </c:pt>
                <c:pt idx="726">
                  <c:v>0.25</c:v>
                </c:pt>
                <c:pt idx="727">
                  <c:v>0.25</c:v>
                </c:pt>
                <c:pt idx="728">
                  <c:v>0.25</c:v>
                </c:pt>
                <c:pt idx="729">
                  <c:v>0.25</c:v>
                </c:pt>
                <c:pt idx="730">
                  <c:v>0.25</c:v>
                </c:pt>
                <c:pt idx="731">
                  <c:v>0.25</c:v>
                </c:pt>
                <c:pt idx="732">
                  <c:v>0.25</c:v>
                </c:pt>
                <c:pt idx="733">
                  <c:v>0.25</c:v>
                </c:pt>
                <c:pt idx="734">
                  <c:v>0.25</c:v>
                </c:pt>
                <c:pt idx="735">
                  <c:v>0.25</c:v>
                </c:pt>
                <c:pt idx="736">
                  <c:v>0.25027173913043499</c:v>
                </c:pt>
                <c:pt idx="737">
                  <c:v>0.25054347826086998</c:v>
                </c:pt>
                <c:pt idx="738">
                  <c:v>0.25081521739130402</c:v>
                </c:pt>
                <c:pt idx="739">
                  <c:v>0.25108695652173901</c:v>
                </c:pt>
                <c:pt idx="740">
                  <c:v>0.251358695652174</c:v>
                </c:pt>
                <c:pt idx="741">
                  <c:v>0.25163043478260899</c:v>
                </c:pt>
                <c:pt idx="742">
                  <c:v>0.25190217391304398</c:v>
                </c:pt>
                <c:pt idx="743">
                  <c:v>0.25217391304347803</c:v>
                </c:pt>
                <c:pt idx="744">
                  <c:v>0.25244565217391302</c:v>
                </c:pt>
                <c:pt idx="745">
                  <c:v>0.252717391304348</c:v>
                </c:pt>
                <c:pt idx="746">
                  <c:v>0.25298913043478299</c:v>
                </c:pt>
                <c:pt idx="747">
                  <c:v>0.25326086956521698</c:v>
                </c:pt>
                <c:pt idx="748">
                  <c:v>0.25353260869565197</c:v>
                </c:pt>
                <c:pt idx="749">
                  <c:v>0.25380434782608702</c:v>
                </c:pt>
                <c:pt idx="750">
                  <c:v>0.25407608695652201</c:v>
                </c:pt>
                <c:pt idx="751">
                  <c:v>0.254347826086956</c:v>
                </c:pt>
                <c:pt idx="752">
                  <c:v>0.25461956521739099</c:v>
                </c:pt>
                <c:pt idx="753">
                  <c:v>0.25489130434782598</c:v>
                </c:pt>
                <c:pt idx="754">
                  <c:v>0.25516304347826102</c:v>
                </c:pt>
                <c:pt idx="755">
                  <c:v>0.25543478260869601</c:v>
                </c:pt>
                <c:pt idx="756">
                  <c:v>0.25570652173913</c:v>
                </c:pt>
                <c:pt idx="757">
                  <c:v>0.25597826086956499</c:v>
                </c:pt>
                <c:pt idx="758">
                  <c:v>0.25624999999999998</c:v>
                </c:pt>
                <c:pt idx="759">
                  <c:v>0.25652173913043502</c:v>
                </c:pt>
                <c:pt idx="760">
                  <c:v>0.25679347826087001</c:v>
                </c:pt>
                <c:pt idx="761">
                  <c:v>0.257065217391304</c:v>
                </c:pt>
                <c:pt idx="762">
                  <c:v>0.25733695652173899</c:v>
                </c:pt>
                <c:pt idx="763">
                  <c:v>0.25760869565217398</c:v>
                </c:pt>
                <c:pt idx="764">
                  <c:v>0.25788043478260902</c:v>
                </c:pt>
                <c:pt idx="765">
                  <c:v>0.25815217391304301</c:v>
                </c:pt>
                <c:pt idx="766">
                  <c:v>0.258423913043478</c:v>
                </c:pt>
                <c:pt idx="767">
                  <c:v>0.25869565217391299</c:v>
                </c:pt>
                <c:pt idx="768">
                  <c:v>0.25896739130434798</c:v>
                </c:pt>
                <c:pt idx="769">
                  <c:v>0.25923913043478197</c:v>
                </c:pt>
                <c:pt idx="770">
                  <c:v>0.25951086956521702</c:v>
                </c:pt>
                <c:pt idx="771">
                  <c:v>0.25978260869565201</c:v>
                </c:pt>
                <c:pt idx="772">
                  <c:v>0.260054347826087</c:v>
                </c:pt>
                <c:pt idx="773">
                  <c:v>0.26032608695652198</c:v>
                </c:pt>
                <c:pt idx="774">
                  <c:v>0.26059782608695697</c:v>
                </c:pt>
                <c:pt idx="775">
                  <c:v>0.26086956521739102</c:v>
                </c:pt>
                <c:pt idx="776">
                  <c:v>0.26114130434782601</c:v>
                </c:pt>
                <c:pt idx="777">
                  <c:v>0.261413043478261</c:v>
                </c:pt>
                <c:pt idx="778">
                  <c:v>0.26168478260869599</c:v>
                </c:pt>
                <c:pt idx="779">
                  <c:v>0.26195652173912998</c:v>
                </c:pt>
                <c:pt idx="780">
                  <c:v>0.26222826086956502</c:v>
                </c:pt>
                <c:pt idx="781">
                  <c:v>0.26250000000000001</c:v>
                </c:pt>
                <c:pt idx="782">
                  <c:v>0.262771739130435</c:v>
                </c:pt>
                <c:pt idx="783">
                  <c:v>0.26304347826086999</c:v>
                </c:pt>
                <c:pt idx="784">
                  <c:v>0.26331521739130398</c:v>
                </c:pt>
                <c:pt idx="785">
                  <c:v>0.26358695652173902</c:v>
                </c:pt>
                <c:pt idx="786">
                  <c:v>0.26385869565217401</c:v>
                </c:pt>
                <c:pt idx="787">
                  <c:v>0.264130434782609</c:v>
                </c:pt>
                <c:pt idx="788">
                  <c:v>0.26440217391304399</c:v>
                </c:pt>
                <c:pt idx="789">
                  <c:v>0.26467391304347798</c:v>
                </c:pt>
                <c:pt idx="790">
                  <c:v>0.26494565217391303</c:v>
                </c:pt>
                <c:pt idx="791">
                  <c:v>0.26521739130434802</c:v>
                </c:pt>
                <c:pt idx="792">
                  <c:v>0.265489130434783</c:v>
                </c:pt>
                <c:pt idx="793">
                  <c:v>0.265760869565217</c:v>
                </c:pt>
                <c:pt idx="794">
                  <c:v>0.26603260869565198</c:v>
                </c:pt>
                <c:pt idx="795">
                  <c:v>0.26630434782608697</c:v>
                </c:pt>
                <c:pt idx="796">
                  <c:v>0.26657608695652202</c:v>
                </c:pt>
                <c:pt idx="797">
                  <c:v>0.26684782608695601</c:v>
                </c:pt>
                <c:pt idx="798">
                  <c:v>0.267119565217391</c:v>
                </c:pt>
                <c:pt idx="799">
                  <c:v>0.26739130434782599</c:v>
                </c:pt>
                <c:pt idx="800">
                  <c:v>0.26766304347826098</c:v>
                </c:pt>
                <c:pt idx="801">
                  <c:v>0.26793478260869602</c:v>
                </c:pt>
                <c:pt idx="802">
                  <c:v>0.26820652173913001</c:v>
                </c:pt>
                <c:pt idx="803">
                  <c:v>0.268478260869565</c:v>
                </c:pt>
                <c:pt idx="804">
                  <c:v>0.26874999999999999</c:v>
                </c:pt>
                <c:pt idx="805">
                  <c:v>0.26902173913043498</c:v>
                </c:pt>
                <c:pt idx="806">
                  <c:v>0.26929347826087002</c:v>
                </c:pt>
                <c:pt idx="807">
                  <c:v>0.26956521739130401</c:v>
                </c:pt>
                <c:pt idx="808">
                  <c:v>0.269836956521739</c:v>
                </c:pt>
                <c:pt idx="809">
                  <c:v>0.27010869565217399</c:v>
                </c:pt>
                <c:pt idx="810">
                  <c:v>0.27038043478260898</c:v>
                </c:pt>
                <c:pt idx="811">
                  <c:v>0.27065217391304403</c:v>
                </c:pt>
                <c:pt idx="812">
                  <c:v>0.27092391304347802</c:v>
                </c:pt>
                <c:pt idx="813">
                  <c:v>0.271195652173913</c:v>
                </c:pt>
                <c:pt idx="814">
                  <c:v>0.27146739130434799</c:v>
                </c:pt>
                <c:pt idx="815">
                  <c:v>0.27173913043478298</c:v>
                </c:pt>
                <c:pt idx="816">
                  <c:v>0.27201086956521697</c:v>
                </c:pt>
                <c:pt idx="817">
                  <c:v>0.27228260869565202</c:v>
                </c:pt>
                <c:pt idx="818">
                  <c:v>0.27255434782608701</c:v>
                </c:pt>
                <c:pt idx="819">
                  <c:v>0.272826086956522</c:v>
                </c:pt>
                <c:pt idx="820">
                  <c:v>0.27309782608695699</c:v>
                </c:pt>
                <c:pt idx="821">
                  <c:v>0.27336956521739098</c:v>
                </c:pt>
                <c:pt idx="822">
                  <c:v>0.27364130434782602</c:v>
                </c:pt>
                <c:pt idx="823">
                  <c:v>0.27391304347826101</c:v>
                </c:pt>
                <c:pt idx="824">
                  <c:v>0.274184782608696</c:v>
                </c:pt>
                <c:pt idx="825">
                  <c:v>0.27445652173912999</c:v>
                </c:pt>
                <c:pt idx="826">
                  <c:v>0.27472826086956498</c:v>
                </c:pt>
                <c:pt idx="827">
                  <c:v>0.27500000000000002</c:v>
                </c:pt>
                <c:pt idx="828">
                  <c:v>0.27527173913043501</c:v>
                </c:pt>
                <c:pt idx="829">
                  <c:v>0.27554347826087</c:v>
                </c:pt>
                <c:pt idx="830">
                  <c:v>0.27581521739130399</c:v>
                </c:pt>
                <c:pt idx="831">
                  <c:v>0.27608695652173898</c:v>
                </c:pt>
                <c:pt idx="832">
                  <c:v>0.27635869565217402</c:v>
                </c:pt>
                <c:pt idx="833">
                  <c:v>0.27663043478260901</c:v>
                </c:pt>
                <c:pt idx="834">
                  <c:v>0.276902173913044</c:v>
                </c:pt>
                <c:pt idx="835">
                  <c:v>0.27717391304347799</c:v>
                </c:pt>
                <c:pt idx="836">
                  <c:v>0.27744565217391298</c:v>
                </c:pt>
                <c:pt idx="837">
                  <c:v>0.27771739130434803</c:v>
                </c:pt>
                <c:pt idx="838">
                  <c:v>0.27798913043478302</c:v>
                </c:pt>
                <c:pt idx="839">
                  <c:v>0.27826086956521701</c:v>
                </c:pt>
                <c:pt idx="840">
                  <c:v>0.278532608695652</c:v>
                </c:pt>
                <c:pt idx="841">
                  <c:v>0.27880434782608698</c:v>
                </c:pt>
                <c:pt idx="842">
                  <c:v>0.27907608695652197</c:v>
                </c:pt>
                <c:pt idx="843">
                  <c:v>0.27934782608695602</c:v>
                </c:pt>
                <c:pt idx="844">
                  <c:v>0.27961956521739101</c:v>
                </c:pt>
                <c:pt idx="845">
                  <c:v>0.279891304347826</c:v>
                </c:pt>
                <c:pt idx="846">
                  <c:v>0.28016304347826099</c:v>
                </c:pt>
                <c:pt idx="847">
                  <c:v>0.28043478260869598</c:v>
                </c:pt>
                <c:pt idx="848">
                  <c:v>0.28070652173913002</c:v>
                </c:pt>
                <c:pt idx="849">
                  <c:v>0.28097826086956501</c:v>
                </c:pt>
                <c:pt idx="850">
                  <c:v>0.28125</c:v>
                </c:pt>
                <c:pt idx="851">
                  <c:v>0.28152173913043499</c:v>
                </c:pt>
                <c:pt idx="852">
                  <c:v>0.28179347826086998</c:v>
                </c:pt>
                <c:pt idx="853">
                  <c:v>0.28206521739130402</c:v>
                </c:pt>
                <c:pt idx="854">
                  <c:v>0.28233695652173901</c:v>
                </c:pt>
                <c:pt idx="855">
                  <c:v>0.282608695652174</c:v>
                </c:pt>
                <c:pt idx="856">
                  <c:v>0.28288043478260899</c:v>
                </c:pt>
                <c:pt idx="857">
                  <c:v>0.28315217391304398</c:v>
                </c:pt>
                <c:pt idx="858">
                  <c:v>0.28342391304347803</c:v>
                </c:pt>
                <c:pt idx="859">
                  <c:v>0.28369565217391302</c:v>
                </c:pt>
                <c:pt idx="860">
                  <c:v>0.283967391304348</c:v>
                </c:pt>
                <c:pt idx="861">
                  <c:v>0.28423913043478299</c:v>
                </c:pt>
                <c:pt idx="862">
                  <c:v>0.28451086956521698</c:v>
                </c:pt>
                <c:pt idx="863">
                  <c:v>0.28478260869565197</c:v>
                </c:pt>
                <c:pt idx="864">
                  <c:v>0.28505434782608702</c:v>
                </c:pt>
                <c:pt idx="865">
                  <c:v>0.28532608695652201</c:v>
                </c:pt>
                <c:pt idx="866">
                  <c:v>0.285597826086956</c:v>
                </c:pt>
                <c:pt idx="867">
                  <c:v>0.28586956521739099</c:v>
                </c:pt>
                <c:pt idx="868">
                  <c:v>0.28614130434782598</c:v>
                </c:pt>
                <c:pt idx="869">
                  <c:v>0.28641304347826102</c:v>
                </c:pt>
                <c:pt idx="870">
                  <c:v>0.28668478260869601</c:v>
                </c:pt>
                <c:pt idx="871">
                  <c:v>0.28695652173913</c:v>
                </c:pt>
                <c:pt idx="872">
                  <c:v>0.28722826086956499</c:v>
                </c:pt>
                <c:pt idx="873">
                  <c:v>0.28749999999999998</c:v>
                </c:pt>
                <c:pt idx="874">
                  <c:v>0.28777173913043502</c:v>
                </c:pt>
                <c:pt idx="875">
                  <c:v>0.28804347826087001</c:v>
                </c:pt>
                <c:pt idx="876">
                  <c:v>0.288315217391304</c:v>
                </c:pt>
                <c:pt idx="877">
                  <c:v>0.28858695652173899</c:v>
                </c:pt>
                <c:pt idx="878">
                  <c:v>0.28885869565217398</c:v>
                </c:pt>
                <c:pt idx="879">
                  <c:v>0.28913043478260902</c:v>
                </c:pt>
                <c:pt idx="880">
                  <c:v>0.28940217391304401</c:v>
                </c:pt>
                <c:pt idx="881">
                  <c:v>0.289673913043478</c:v>
                </c:pt>
                <c:pt idx="882">
                  <c:v>0.28994565217391299</c:v>
                </c:pt>
                <c:pt idx="883">
                  <c:v>0.29021739130434798</c:v>
                </c:pt>
                <c:pt idx="884">
                  <c:v>0.29048913043478303</c:v>
                </c:pt>
                <c:pt idx="885">
                  <c:v>0.29076086956521702</c:v>
                </c:pt>
                <c:pt idx="886">
                  <c:v>0.29103260869565201</c:v>
                </c:pt>
                <c:pt idx="887">
                  <c:v>0.291304347826087</c:v>
                </c:pt>
                <c:pt idx="888">
                  <c:v>0.29157608695652198</c:v>
                </c:pt>
                <c:pt idx="889">
                  <c:v>0.29184782608695697</c:v>
                </c:pt>
                <c:pt idx="890">
                  <c:v>0.29211956521739102</c:v>
                </c:pt>
                <c:pt idx="891">
                  <c:v>0.29239130434782601</c:v>
                </c:pt>
                <c:pt idx="892">
                  <c:v>0.292663043478261</c:v>
                </c:pt>
                <c:pt idx="893">
                  <c:v>0.29293478260869599</c:v>
                </c:pt>
                <c:pt idx="894">
                  <c:v>0.29320652173912998</c:v>
                </c:pt>
                <c:pt idx="895">
                  <c:v>0.29347826086956502</c:v>
                </c:pt>
                <c:pt idx="896">
                  <c:v>0.29375000000000001</c:v>
                </c:pt>
                <c:pt idx="897">
                  <c:v>0.294021739130435</c:v>
                </c:pt>
                <c:pt idx="898">
                  <c:v>0.29429347826086999</c:v>
                </c:pt>
                <c:pt idx="899">
                  <c:v>0.29456521739130398</c:v>
                </c:pt>
                <c:pt idx="900">
                  <c:v>0.29483695652173902</c:v>
                </c:pt>
                <c:pt idx="901">
                  <c:v>0.29510869565217401</c:v>
                </c:pt>
                <c:pt idx="902">
                  <c:v>0.295380434782609</c:v>
                </c:pt>
                <c:pt idx="903">
                  <c:v>0.29565217391304399</c:v>
                </c:pt>
                <c:pt idx="904">
                  <c:v>0.29592391304347798</c:v>
                </c:pt>
                <c:pt idx="905">
                  <c:v>0.29619565217391303</c:v>
                </c:pt>
                <c:pt idx="906">
                  <c:v>0.29646739130434802</c:v>
                </c:pt>
                <c:pt idx="907">
                  <c:v>0.296739130434783</c:v>
                </c:pt>
                <c:pt idx="908">
                  <c:v>0.297010869565217</c:v>
                </c:pt>
                <c:pt idx="909">
                  <c:v>0.29728260869565198</c:v>
                </c:pt>
                <c:pt idx="910">
                  <c:v>0.29755434782608697</c:v>
                </c:pt>
                <c:pt idx="911">
                  <c:v>0.29782608695652202</c:v>
                </c:pt>
                <c:pt idx="912">
                  <c:v>0.29809782608695601</c:v>
                </c:pt>
                <c:pt idx="913">
                  <c:v>0.298369565217391</c:v>
                </c:pt>
                <c:pt idx="914">
                  <c:v>0.29864130434782599</c:v>
                </c:pt>
                <c:pt idx="915">
                  <c:v>0.29891304347826098</c:v>
                </c:pt>
                <c:pt idx="916">
                  <c:v>0.29918478260869602</c:v>
                </c:pt>
                <c:pt idx="917">
                  <c:v>0.29945652173913001</c:v>
                </c:pt>
                <c:pt idx="918">
                  <c:v>0.299728260869565</c:v>
                </c:pt>
                <c:pt idx="919">
                  <c:v>0.3</c:v>
                </c:pt>
                <c:pt idx="920">
                  <c:v>0.3</c:v>
                </c:pt>
                <c:pt idx="921">
                  <c:v>0.3</c:v>
                </c:pt>
                <c:pt idx="922">
                  <c:v>0.3</c:v>
                </c:pt>
                <c:pt idx="923">
                  <c:v>0.3</c:v>
                </c:pt>
                <c:pt idx="924">
                  <c:v>0.3</c:v>
                </c:pt>
                <c:pt idx="925">
                  <c:v>0.3</c:v>
                </c:pt>
                <c:pt idx="926">
                  <c:v>0.3</c:v>
                </c:pt>
                <c:pt idx="927">
                  <c:v>0.3</c:v>
                </c:pt>
                <c:pt idx="928">
                  <c:v>0.3</c:v>
                </c:pt>
                <c:pt idx="929">
                  <c:v>0.3</c:v>
                </c:pt>
                <c:pt idx="930">
                  <c:v>0.3</c:v>
                </c:pt>
                <c:pt idx="931">
                  <c:v>0.3</c:v>
                </c:pt>
                <c:pt idx="932">
                  <c:v>0.3</c:v>
                </c:pt>
                <c:pt idx="933">
                  <c:v>0.3</c:v>
                </c:pt>
                <c:pt idx="934">
                  <c:v>0.3</c:v>
                </c:pt>
                <c:pt idx="935">
                  <c:v>0.3</c:v>
                </c:pt>
                <c:pt idx="936">
                  <c:v>0.3</c:v>
                </c:pt>
                <c:pt idx="937">
                  <c:v>0.3</c:v>
                </c:pt>
                <c:pt idx="938">
                  <c:v>0.3</c:v>
                </c:pt>
                <c:pt idx="939">
                  <c:v>0.3</c:v>
                </c:pt>
                <c:pt idx="940">
                  <c:v>0.3</c:v>
                </c:pt>
                <c:pt idx="941">
                  <c:v>0.3</c:v>
                </c:pt>
                <c:pt idx="942">
                  <c:v>0.3</c:v>
                </c:pt>
                <c:pt idx="943">
                  <c:v>0.3</c:v>
                </c:pt>
                <c:pt idx="944">
                  <c:v>0.3</c:v>
                </c:pt>
                <c:pt idx="945">
                  <c:v>0.3</c:v>
                </c:pt>
                <c:pt idx="946">
                  <c:v>0.3</c:v>
                </c:pt>
                <c:pt idx="947">
                  <c:v>0.3</c:v>
                </c:pt>
                <c:pt idx="948">
                  <c:v>0.3</c:v>
                </c:pt>
                <c:pt idx="949">
                  <c:v>0.3</c:v>
                </c:pt>
                <c:pt idx="950">
                  <c:v>0.3</c:v>
                </c:pt>
                <c:pt idx="951">
                  <c:v>0.3</c:v>
                </c:pt>
                <c:pt idx="952">
                  <c:v>0.3</c:v>
                </c:pt>
                <c:pt idx="953">
                  <c:v>0.3</c:v>
                </c:pt>
                <c:pt idx="954">
                  <c:v>0.3</c:v>
                </c:pt>
                <c:pt idx="955">
                  <c:v>0.3</c:v>
                </c:pt>
                <c:pt idx="956">
                  <c:v>0.3</c:v>
                </c:pt>
                <c:pt idx="957">
                  <c:v>0.3</c:v>
                </c:pt>
                <c:pt idx="958">
                  <c:v>0.3</c:v>
                </c:pt>
                <c:pt idx="959">
                  <c:v>0.3</c:v>
                </c:pt>
                <c:pt idx="960">
                  <c:v>0.3</c:v>
                </c:pt>
                <c:pt idx="961">
                  <c:v>0.3</c:v>
                </c:pt>
                <c:pt idx="962">
                  <c:v>0.3</c:v>
                </c:pt>
                <c:pt idx="963">
                  <c:v>0.3</c:v>
                </c:pt>
                <c:pt idx="964">
                  <c:v>0.3</c:v>
                </c:pt>
                <c:pt idx="965">
                  <c:v>0.3</c:v>
                </c:pt>
                <c:pt idx="966">
                  <c:v>0.3</c:v>
                </c:pt>
                <c:pt idx="967">
                  <c:v>0.3</c:v>
                </c:pt>
                <c:pt idx="968">
                  <c:v>0.3</c:v>
                </c:pt>
                <c:pt idx="969">
                  <c:v>0.3</c:v>
                </c:pt>
                <c:pt idx="970">
                  <c:v>0.3</c:v>
                </c:pt>
                <c:pt idx="971">
                  <c:v>0.3</c:v>
                </c:pt>
                <c:pt idx="972">
                  <c:v>0.3</c:v>
                </c:pt>
                <c:pt idx="973">
                  <c:v>0.3</c:v>
                </c:pt>
                <c:pt idx="974">
                  <c:v>0.3</c:v>
                </c:pt>
                <c:pt idx="975">
                  <c:v>0.3</c:v>
                </c:pt>
                <c:pt idx="976">
                  <c:v>0.3</c:v>
                </c:pt>
                <c:pt idx="977">
                  <c:v>0.3</c:v>
                </c:pt>
                <c:pt idx="978">
                  <c:v>0.3</c:v>
                </c:pt>
                <c:pt idx="979">
                  <c:v>0.3</c:v>
                </c:pt>
                <c:pt idx="980">
                  <c:v>0.3</c:v>
                </c:pt>
                <c:pt idx="981">
                  <c:v>0.3</c:v>
                </c:pt>
                <c:pt idx="982">
                  <c:v>0.3</c:v>
                </c:pt>
                <c:pt idx="983">
                  <c:v>0.3</c:v>
                </c:pt>
                <c:pt idx="984">
                  <c:v>0.3</c:v>
                </c:pt>
                <c:pt idx="985">
                  <c:v>0.3</c:v>
                </c:pt>
                <c:pt idx="986">
                  <c:v>0.3</c:v>
                </c:pt>
                <c:pt idx="987">
                  <c:v>0.3</c:v>
                </c:pt>
                <c:pt idx="988">
                  <c:v>0.3</c:v>
                </c:pt>
                <c:pt idx="989">
                  <c:v>0.3</c:v>
                </c:pt>
                <c:pt idx="990">
                  <c:v>0.3</c:v>
                </c:pt>
                <c:pt idx="991">
                  <c:v>0.3</c:v>
                </c:pt>
                <c:pt idx="992">
                  <c:v>0.3</c:v>
                </c:pt>
                <c:pt idx="993">
                  <c:v>0.3</c:v>
                </c:pt>
                <c:pt idx="994">
                  <c:v>0.3</c:v>
                </c:pt>
                <c:pt idx="995">
                  <c:v>0.3</c:v>
                </c:pt>
                <c:pt idx="996">
                  <c:v>0.3</c:v>
                </c:pt>
                <c:pt idx="997">
                  <c:v>0.3</c:v>
                </c:pt>
                <c:pt idx="998">
                  <c:v>0.3</c:v>
                </c:pt>
                <c:pt idx="999">
                  <c:v>0.3</c:v>
                </c:pt>
                <c:pt idx="1000">
                  <c:v>0.3</c:v>
                </c:pt>
                <c:pt idx="1001">
                  <c:v>0.3</c:v>
                </c:pt>
                <c:pt idx="1002">
                  <c:v>0.3</c:v>
                </c:pt>
                <c:pt idx="1003">
                  <c:v>0.3</c:v>
                </c:pt>
                <c:pt idx="1004">
                  <c:v>0.3</c:v>
                </c:pt>
                <c:pt idx="1005">
                  <c:v>0.3</c:v>
                </c:pt>
                <c:pt idx="1006">
                  <c:v>0.3</c:v>
                </c:pt>
                <c:pt idx="1007">
                  <c:v>0.3</c:v>
                </c:pt>
                <c:pt idx="1008">
                  <c:v>0.3</c:v>
                </c:pt>
                <c:pt idx="1009">
                  <c:v>0.3</c:v>
                </c:pt>
                <c:pt idx="1010">
                  <c:v>0.3</c:v>
                </c:pt>
                <c:pt idx="1011">
                  <c:v>0.3</c:v>
                </c:pt>
                <c:pt idx="1012">
                  <c:v>0.3</c:v>
                </c:pt>
                <c:pt idx="1013">
                  <c:v>0.3</c:v>
                </c:pt>
                <c:pt idx="1014">
                  <c:v>0.3</c:v>
                </c:pt>
                <c:pt idx="1015">
                  <c:v>0.3</c:v>
                </c:pt>
                <c:pt idx="1016">
                  <c:v>0.3</c:v>
                </c:pt>
                <c:pt idx="1017">
                  <c:v>0.3</c:v>
                </c:pt>
                <c:pt idx="1018">
                  <c:v>0.3</c:v>
                </c:pt>
                <c:pt idx="1019">
                  <c:v>0.3</c:v>
                </c:pt>
                <c:pt idx="1020">
                  <c:v>0.3</c:v>
                </c:pt>
                <c:pt idx="1021">
                  <c:v>0.3</c:v>
                </c:pt>
                <c:pt idx="1022">
                  <c:v>0.3</c:v>
                </c:pt>
                <c:pt idx="1023">
                  <c:v>0.3</c:v>
                </c:pt>
                <c:pt idx="1024">
                  <c:v>0.3</c:v>
                </c:pt>
                <c:pt idx="1025">
                  <c:v>0.3</c:v>
                </c:pt>
                <c:pt idx="1026">
                  <c:v>0.3</c:v>
                </c:pt>
                <c:pt idx="1027">
                  <c:v>0.3</c:v>
                </c:pt>
                <c:pt idx="1028">
                  <c:v>0.3</c:v>
                </c:pt>
                <c:pt idx="1029">
                  <c:v>0.3</c:v>
                </c:pt>
                <c:pt idx="1030">
                  <c:v>0.3</c:v>
                </c:pt>
                <c:pt idx="1031">
                  <c:v>0.3</c:v>
                </c:pt>
                <c:pt idx="1032">
                  <c:v>0.3</c:v>
                </c:pt>
                <c:pt idx="1033">
                  <c:v>0.3</c:v>
                </c:pt>
                <c:pt idx="1034">
                  <c:v>0.3</c:v>
                </c:pt>
                <c:pt idx="1035">
                  <c:v>0.3</c:v>
                </c:pt>
                <c:pt idx="1036">
                  <c:v>0.3</c:v>
                </c:pt>
                <c:pt idx="1037">
                  <c:v>0.3</c:v>
                </c:pt>
                <c:pt idx="1038">
                  <c:v>0.3</c:v>
                </c:pt>
                <c:pt idx="1039">
                  <c:v>0.3</c:v>
                </c:pt>
                <c:pt idx="1040">
                  <c:v>0.3</c:v>
                </c:pt>
                <c:pt idx="1041">
                  <c:v>0.3</c:v>
                </c:pt>
                <c:pt idx="1042">
                  <c:v>0.3</c:v>
                </c:pt>
                <c:pt idx="1043">
                  <c:v>0.3</c:v>
                </c:pt>
                <c:pt idx="1044">
                  <c:v>0.3</c:v>
                </c:pt>
                <c:pt idx="1045">
                  <c:v>0.3</c:v>
                </c:pt>
                <c:pt idx="1046">
                  <c:v>0.3</c:v>
                </c:pt>
                <c:pt idx="1047">
                  <c:v>0.3</c:v>
                </c:pt>
                <c:pt idx="1048">
                  <c:v>0.3</c:v>
                </c:pt>
                <c:pt idx="1049">
                  <c:v>0.3</c:v>
                </c:pt>
                <c:pt idx="1050">
                  <c:v>0.3</c:v>
                </c:pt>
                <c:pt idx="1051">
                  <c:v>0.3</c:v>
                </c:pt>
                <c:pt idx="1052">
                  <c:v>0.3</c:v>
                </c:pt>
                <c:pt idx="1053">
                  <c:v>0.3</c:v>
                </c:pt>
                <c:pt idx="1054">
                  <c:v>0.3</c:v>
                </c:pt>
                <c:pt idx="1055">
                  <c:v>0.3</c:v>
                </c:pt>
                <c:pt idx="1056">
                  <c:v>0.3</c:v>
                </c:pt>
                <c:pt idx="1057">
                  <c:v>0.3</c:v>
                </c:pt>
                <c:pt idx="1058">
                  <c:v>0.3</c:v>
                </c:pt>
                <c:pt idx="1059">
                  <c:v>0.3</c:v>
                </c:pt>
                <c:pt idx="1060">
                  <c:v>0.3</c:v>
                </c:pt>
                <c:pt idx="1061">
                  <c:v>0.3</c:v>
                </c:pt>
                <c:pt idx="1062">
                  <c:v>0.3</c:v>
                </c:pt>
                <c:pt idx="1063">
                  <c:v>0.3</c:v>
                </c:pt>
                <c:pt idx="1064">
                  <c:v>0.3</c:v>
                </c:pt>
                <c:pt idx="1065">
                  <c:v>0.3</c:v>
                </c:pt>
                <c:pt idx="1066">
                  <c:v>0.3</c:v>
                </c:pt>
                <c:pt idx="1067">
                  <c:v>0.3</c:v>
                </c:pt>
                <c:pt idx="1068">
                  <c:v>0.3</c:v>
                </c:pt>
                <c:pt idx="1069">
                  <c:v>0.3</c:v>
                </c:pt>
                <c:pt idx="1070">
                  <c:v>0.3</c:v>
                </c:pt>
                <c:pt idx="1071">
                  <c:v>0.3</c:v>
                </c:pt>
                <c:pt idx="1072">
                  <c:v>0.3</c:v>
                </c:pt>
                <c:pt idx="1073">
                  <c:v>0.3</c:v>
                </c:pt>
                <c:pt idx="1074">
                  <c:v>0.3</c:v>
                </c:pt>
                <c:pt idx="1075">
                  <c:v>0.3</c:v>
                </c:pt>
                <c:pt idx="1076">
                  <c:v>0.3</c:v>
                </c:pt>
                <c:pt idx="1077">
                  <c:v>0.3</c:v>
                </c:pt>
                <c:pt idx="1078">
                  <c:v>0.3</c:v>
                </c:pt>
                <c:pt idx="1079">
                  <c:v>0.3</c:v>
                </c:pt>
                <c:pt idx="1080">
                  <c:v>0.3</c:v>
                </c:pt>
                <c:pt idx="1081">
                  <c:v>0.3</c:v>
                </c:pt>
                <c:pt idx="1082">
                  <c:v>0.3</c:v>
                </c:pt>
                <c:pt idx="1083">
                  <c:v>0.3</c:v>
                </c:pt>
                <c:pt idx="1084">
                  <c:v>0.3</c:v>
                </c:pt>
                <c:pt idx="1085">
                  <c:v>0.3</c:v>
                </c:pt>
                <c:pt idx="1086">
                  <c:v>0.3</c:v>
                </c:pt>
                <c:pt idx="1087">
                  <c:v>0.3</c:v>
                </c:pt>
                <c:pt idx="1088">
                  <c:v>0.3</c:v>
                </c:pt>
                <c:pt idx="1089">
                  <c:v>0.3</c:v>
                </c:pt>
                <c:pt idx="1090">
                  <c:v>0.3</c:v>
                </c:pt>
                <c:pt idx="1091">
                  <c:v>0.3</c:v>
                </c:pt>
                <c:pt idx="1092">
                  <c:v>0.3</c:v>
                </c:pt>
                <c:pt idx="1093">
                  <c:v>0.3</c:v>
                </c:pt>
                <c:pt idx="1094">
                  <c:v>0.3</c:v>
                </c:pt>
                <c:pt idx="1095">
                  <c:v>0.3</c:v>
                </c:pt>
                <c:pt idx="1096">
                  <c:v>0.3</c:v>
                </c:pt>
                <c:pt idx="1097">
                  <c:v>0.3</c:v>
                </c:pt>
                <c:pt idx="1098">
                  <c:v>0.3</c:v>
                </c:pt>
                <c:pt idx="1099">
                  <c:v>0.3</c:v>
                </c:pt>
                <c:pt idx="1100">
                  <c:v>0.3</c:v>
                </c:pt>
                <c:pt idx="1101">
                  <c:v>0.3</c:v>
                </c:pt>
                <c:pt idx="1102">
                  <c:v>0.3</c:v>
                </c:pt>
                <c:pt idx="1103">
                  <c:v>0.3</c:v>
                </c:pt>
                <c:pt idx="1104">
                  <c:v>0.3</c:v>
                </c:pt>
                <c:pt idx="1105">
                  <c:v>0.3</c:v>
                </c:pt>
                <c:pt idx="1106">
                  <c:v>0.3</c:v>
                </c:pt>
                <c:pt idx="1107">
                  <c:v>0.3</c:v>
                </c:pt>
                <c:pt idx="1108">
                  <c:v>0.3</c:v>
                </c:pt>
                <c:pt idx="1109">
                  <c:v>0.3</c:v>
                </c:pt>
                <c:pt idx="1110">
                  <c:v>0.3</c:v>
                </c:pt>
                <c:pt idx="1111">
                  <c:v>0.3</c:v>
                </c:pt>
                <c:pt idx="1112">
                  <c:v>0.3</c:v>
                </c:pt>
                <c:pt idx="1113">
                  <c:v>0.3</c:v>
                </c:pt>
                <c:pt idx="1114">
                  <c:v>0.3</c:v>
                </c:pt>
                <c:pt idx="1115">
                  <c:v>0.3</c:v>
                </c:pt>
                <c:pt idx="1116">
                  <c:v>0.3</c:v>
                </c:pt>
                <c:pt idx="1117">
                  <c:v>0.3</c:v>
                </c:pt>
                <c:pt idx="1118">
                  <c:v>0.3</c:v>
                </c:pt>
                <c:pt idx="1119">
                  <c:v>0.3</c:v>
                </c:pt>
                <c:pt idx="1120">
                  <c:v>0.3</c:v>
                </c:pt>
                <c:pt idx="1121">
                  <c:v>0.3</c:v>
                </c:pt>
                <c:pt idx="1122">
                  <c:v>0.3</c:v>
                </c:pt>
                <c:pt idx="1123">
                  <c:v>0.3</c:v>
                </c:pt>
                <c:pt idx="1124">
                  <c:v>0.3</c:v>
                </c:pt>
                <c:pt idx="1125">
                  <c:v>0.3</c:v>
                </c:pt>
                <c:pt idx="1126">
                  <c:v>0.3</c:v>
                </c:pt>
                <c:pt idx="1127">
                  <c:v>0.3</c:v>
                </c:pt>
                <c:pt idx="1128">
                  <c:v>0.3</c:v>
                </c:pt>
                <c:pt idx="1129">
                  <c:v>0.3</c:v>
                </c:pt>
                <c:pt idx="1130">
                  <c:v>0.3</c:v>
                </c:pt>
                <c:pt idx="1131">
                  <c:v>0.3</c:v>
                </c:pt>
                <c:pt idx="1132">
                  <c:v>0.3</c:v>
                </c:pt>
                <c:pt idx="1133">
                  <c:v>0.3</c:v>
                </c:pt>
                <c:pt idx="1134">
                  <c:v>0.3</c:v>
                </c:pt>
                <c:pt idx="1135">
                  <c:v>0.3</c:v>
                </c:pt>
                <c:pt idx="1136">
                  <c:v>0.3</c:v>
                </c:pt>
                <c:pt idx="1137">
                  <c:v>0.3</c:v>
                </c:pt>
                <c:pt idx="1138">
                  <c:v>0.3</c:v>
                </c:pt>
                <c:pt idx="1139">
                  <c:v>0.3</c:v>
                </c:pt>
                <c:pt idx="1140">
                  <c:v>0.3</c:v>
                </c:pt>
                <c:pt idx="1141">
                  <c:v>0.3</c:v>
                </c:pt>
                <c:pt idx="1142">
                  <c:v>0.3</c:v>
                </c:pt>
                <c:pt idx="1143">
                  <c:v>0.3</c:v>
                </c:pt>
                <c:pt idx="1144">
                  <c:v>0.3</c:v>
                </c:pt>
                <c:pt idx="1145">
                  <c:v>0.3</c:v>
                </c:pt>
                <c:pt idx="1146">
                  <c:v>0.3</c:v>
                </c:pt>
                <c:pt idx="1147">
                  <c:v>0.3</c:v>
                </c:pt>
                <c:pt idx="1148">
                  <c:v>0.3</c:v>
                </c:pt>
                <c:pt idx="1149">
                  <c:v>0.3</c:v>
                </c:pt>
                <c:pt idx="1150">
                  <c:v>0.3</c:v>
                </c:pt>
                <c:pt idx="1151">
                  <c:v>0.3</c:v>
                </c:pt>
                <c:pt idx="1152">
                  <c:v>0.3</c:v>
                </c:pt>
                <c:pt idx="1153">
                  <c:v>0.3</c:v>
                </c:pt>
                <c:pt idx="1154">
                  <c:v>0.3</c:v>
                </c:pt>
                <c:pt idx="1155">
                  <c:v>0.3</c:v>
                </c:pt>
                <c:pt idx="1156">
                  <c:v>0.3</c:v>
                </c:pt>
                <c:pt idx="1157">
                  <c:v>0.3</c:v>
                </c:pt>
                <c:pt idx="1158">
                  <c:v>0.3</c:v>
                </c:pt>
                <c:pt idx="1159">
                  <c:v>0.3</c:v>
                </c:pt>
                <c:pt idx="1160">
                  <c:v>0.3</c:v>
                </c:pt>
                <c:pt idx="1161">
                  <c:v>0.3</c:v>
                </c:pt>
                <c:pt idx="1162">
                  <c:v>0.3</c:v>
                </c:pt>
                <c:pt idx="1163">
                  <c:v>0.3</c:v>
                </c:pt>
                <c:pt idx="1164">
                  <c:v>0.3</c:v>
                </c:pt>
                <c:pt idx="1165">
                  <c:v>0.3</c:v>
                </c:pt>
                <c:pt idx="1166">
                  <c:v>0.3</c:v>
                </c:pt>
                <c:pt idx="1167">
                  <c:v>0.3</c:v>
                </c:pt>
                <c:pt idx="1168">
                  <c:v>0.3</c:v>
                </c:pt>
                <c:pt idx="1169">
                  <c:v>0.3</c:v>
                </c:pt>
                <c:pt idx="1170">
                  <c:v>0.3</c:v>
                </c:pt>
                <c:pt idx="1171">
                  <c:v>0.3</c:v>
                </c:pt>
                <c:pt idx="1172">
                  <c:v>0.3</c:v>
                </c:pt>
                <c:pt idx="1173">
                  <c:v>0.3</c:v>
                </c:pt>
                <c:pt idx="1174">
                  <c:v>0.3</c:v>
                </c:pt>
                <c:pt idx="1175">
                  <c:v>0.3</c:v>
                </c:pt>
                <c:pt idx="1176">
                  <c:v>0.3</c:v>
                </c:pt>
                <c:pt idx="1177">
                  <c:v>0.3</c:v>
                </c:pt>
                <c:pt idx="1178">
                  <c:v>0.3</c:v>
                </c:pt>
                <c:pt idx="1179">
                  <c:v>0.3</c:v>
                </c:pt>
                <c:pt idx="1180">
                  <c:v>0.3</c:v>
                </c:pt>
                <c:pt idx="1181">
                  <c:v>0.3</c:v>
                </c:pt>
                <c:pt idx="1182">
                  <c:v>0.3</c:v>
                </c:pt>
                <c:pt idx="1183">
                  <c:v>0.3</c:v>
                </c:pt>
                <c:pt idx="1184">
                  <c:v>0.3</c:v>
                </c:pt>
                <c:pt idx="1185">
                  <c:v>0.3</c:v>
                </c:pt>
                <c:pt idx="1186">
                  <c:v>0.3</c:v>
                </c:pt>
                <c:pt idx="1187">
                  <c:v>0.3</c:v>
                </c:pt>
                <c:pt idx="1188">
                  <c:v>0.3</c:v>
                </c:pt>
                <c:pt idx="1189">
                  <c:v>0.3</c:v>
                </c:pt>
                <c:pt idx="1190">
                  <c:v>0.3</c:v>
                </c:pt>
                <c:pt idx="1191">
                  <c:v>0.3</c:v>
                </c:pt>
                <c:pt idx="1192">
                  <c:v>0.3</c:v>
                </c:pt>
                <c:pt idx="1193">
                  <c:v>0.3</c:v>
                </c:pt>
                <c:pt idx="1194">
                  <c:v>0.3</c:v>
                </c:pt>
                <c:pt idx="1195">
                  <c:v>0.3</c:v>
                </c:pt>
                <c:pt idx="1196">
                  <c:v>0.3</c:v>
                </c:pt>
                <c:pt idx="1197">
                  <c:v>0.3</c:v>
                </c:pt>
                <c:pt idx="1198">
                  <c:v>0.3</c:v>
                </c:pt>
                <c:pt idx="1199">
                  <c:v>0.3</c:v>
                </c:pt>
                <c:pt idx="1200">
                  <c:v>0.3</c:v>
                </c:pt>
                <c:pt idx="1201">
                  <c:v>0.3</c:v>
                </c:pt>
                <c:pt idx="1202">
                  <c:v>0.3</c:v>
                </c:pt>
                <c:pt idx="1203">
                  <c:v>0.3</c:v>
                </c:pt>
                <c:pt idx="1204">
                  <c:v>0.3</c:v>
                </c:pt>
                <c:pt idx="1205">
                  <c:v>0.3</c:v>
                </c:pt>
                <c:pt idx="1206">
                  <c:v>0.3</c:v>
                </c:pt>
                <c:pt idx="1207">
                  <c:v>0.3</c:v>
                </c:pt>
                <c:pt idx="1208">
                  <c:v>0.3</c:v>
                </c:pt>
                <c:pt idx="1209">
                  <c:v>0.3</c:v>
                </c:pt>
                <c:pt idx="1210">
                  <c:v>0.3</c:v>
                </c:pt>
                <c:pt idx="1211">
                  <c:v>0.3</c:v>
                </c:pt>
                <c:pt idx="1212">
                  <c:v>0.3</c:v>
                </c:pt>
                <c:pt idx="1213">
                  <c:v>0.3</c:v>
                </c:pt>
                <c:pt idx="1214">
                  <c:v>0.3</c:v>
                </c:pt>
                <c:pt idx="1215">
                  <c:v>0.3</c:v>
                </c:pt>
                <c:pt idx="1216">
                  <c:v>0.3</c:v>
                </c:pt>
                <c:pt idx="1217">
                  <c:v>0.3</c:v>
                </c:pt>
                <c:pt idx="1218">
                  <c:v>0.3</c:v>
                </c:pt>
                <c:pt idx="1219">
                  <c:v>0.3</c:v>
                </c:pt>
                <c:pt idx="1220">
                  <c:v>0.3</c:v>
                </c:pt>
                <c:pt idx="1221">
                  <c:v>0.3</c:v>
                </c:pt>
                <c:pt idx="1222">
                  <c:v>0.3</c:v>
                </c:pt>
                <c:pt idx="1223">
                  <c:v>0.3</c:v>
                </c:pt>
                <c:pt idx="1224">
                  <c:v>0.3</c:v>
                </c:pt>
                <c:pt idx="1225">
                  <c:v>0.3</c:v>
                </c:pt>
                <c:pt idx="1226">
                  <c:v>0.3</c:v>
                </c:pt>
                <c:pt idx="1227">
                  <c:v>0.3</c:v>
                </c:pt>
                <c:pt idx="1228">
                  <c:v>0.3</c:v>
                </c:pt>
                <c:pt idx="1229">
                  <c:v>0.3</c:v>
                </c:pt>
                <c:pt idx="1230">
                  <c:v>0.3</c:v>
                </c:pt>
                <c:pt idx="1231">
                  <c:v>0.3</c:v>
                </c:pt>
                <c:pt idx="1232">
                  <c:v>0.3</c:v>
                </c:pt>
                <c:pt idx="1233">
                  <c:v>0.3</c:v>
                </c:pt>
                <c:pt idx="1234">
                  <c:v>0.3</c:v>
                </c:pt>
                <c:pt idx="1235">
                  <c:v>0.3</c:v>
                </c:pt>
                <c:pt idx="1236">
                  <c:v>0.3</c:v>
                </c:pt>
                <c:pt idx="1237">
                  <c:v>0.3</c:v>
                </c:pt>
                <c:pt idx="1238">
                  <c:v>0.3</c:v>
                </c:pt>
                <c:pt idx="1239">
                  <c:v>0.3</c:v>
                </c:pt>
                <c:pt idx="1240">
                  <c:v>0.3</c:v>
                </c:pt>
                <c:pt idx="1241">
                  <c:v>0.3</c:v>
                </c:pt>
                <c:pt idx="1242">
                  <c:v>0.3</c:v>
                </c:pt>
                <c:pt idx="1243">
                  <c:v>0.3</c:v>
                </c:pt>
                <c:pt idx="1244">
                  <c:v>0.3</c:v>
                </c:pt>
                <c:pt idx="1245">
                  <c:v>0.3</c:v>
                </c:pt>
                <c:pt idx="1246">
                  <c:v>0.3</c:v>
                </c:pt>
                <c:pt idx="1247">
                  <c:v>0.3</c:v>
                </c:pt>
                <c:pt idx="1248">
                  <c:v>0.3</c:v>
                </c:pt>
                <c:pt idx="1249">
                  <c:v>0.3</c:v>
                </c:pt>
                <c:pt idx="1250">
                  <c:v>0.3</c:v>
                </c:pt>
                <c:pt idx="1251">
                  <c:v>0.3</c:v>
                </c:pt>
                <c:pt idx="1252">
                  <c:v>0.3</c:v>
                </c:pt>
                <c:pt idx="1253">
                  <c:v>0.3</c:v>
                </c:pt>
                <c:pt idx="1254">
                  <c:v>0.3</c:v>
                </c:pt>
                <c:pt idx="1255">
                  <c:v>0.3</c:v>
                </c:pt>
                <c:pt idx="1256">
                  <c:v>0.3</c:v>
                </c:pt>
                <c:pt idx="1257">
                  <c:v>0.3</c:v>
                </c:pt>
                <c:pt idx="1258">
                  <c:v>0.3</c:v>
                </c:pt>
                <c:pt idx="1259">
                  <c:v>0.3</c:v>
                </c:pt>
                <c:pt idx="1260">
                  <c:v>0.3</c:v>
                </c:pt>
                <c:pt idx="1261">
                  <c:v>0.3</c:v>
                </c:pt>
                <c:pt idx="1262">
                  <c:v>0.3</c:v>
                </c:pt>
                <c:pt idx="1263">
                  <c:v>0.3</c:v>
                </c:pt>
                <c:pt idx="1264">
                  <c:v>0.3</c:v>
                </c:pt>
                <c:pt idx="1265">
                  <c:v>0.3</c:v>
                </c:pt>
                <c:pt idx="1266">
                  <c:v>0.3</c:v>
                </c:pt>
                <c:pt idx="1267">
                  <c:v>0.3</c:v>
                </c:pt>
                <c:pt idx="1268">
                  <c:v>0.3</c:v>
                </c:pt>
                <c:pt idx="1269">
                  <c:v>0.3</c:v>
                </c:pt>
                <c:pt idx="1270">
                  <c:v>0.3</c:v>
                </c:pt>
                <c:pt idx="1271">
                  <c:v>0.3</c:v>
                </c:pt>
                <c:pt idx="1272">
                  <c:v>0.3</c:v>
                </c:pt>
                <c:pt idx="1273">
                  <c:v>0.3</c:v>
                </c:pt>
                <c:pt idx="1274">
                  <c:v>0.3</c:v>
                </c:pt>
                <c:pt idx="1275">
                  <c:v>0.3</c:v>
                </c:pt>
                <c:pt idx="1276">
                  <c:v>0.3</c:v>
                </c:pt>
                <c:pt idx="1277">
                  <c:v>0.3</c:v>
                </c:pt>
                <c:pt idx="1278">
                  <c:v>0.3</c:v>
                </c:pt>
                <c:pt idx="1279">
                  <c:v>0.3</c:v>
                </c:pt>
                <c:pt idx="1280">
                  <c:v>0.3</c:v>
                </c:pt>
                <c:pt idx="1281">
                  <c:v>0.3</c:v>
                </c:pt>
                <c:pt idx="1282">
                  <c:v>0.3</c:v>
                </c:pt>
                <c:pt idx="1283">
                  <c:v>0.3</c:v>
                </c:pt>
                <c:pt idx="1284">
                  <c:v>0.3</c:v>
                </c:pt>
                <c:pt idx="1285">
                  <c:v>0.3</c:v>
                </c:pt>
                <c:pt idx="1286">
                  <c:v>0.3</c:v>
                </c:pt>
                <c:pt idx="1287">
                  <c:v>0.3</c:v>
                </c:pt>
                <c:pt idx="1288">
                  <c:v>0.3</c:v>
                </c:pt>
                <c:pt idx="1289">
                  <c:v>0.3</c:v>
                </c:pt>
                <c:pt idx="1290">
                  <c:v>0.3</c:v>
                </c:pt>
                <c:pt idx="1291">
                  <c:v>0.3</c:v>
                </c:pt>
                <c:pt idx="1292">
                  <c:v>0.3</c:v>
                </c:pt>
                <c:pt idx="1293">
                  <c:v>0.3</c:v>
                </c:pt>
                <c:pt idx="1294">
                  <c:v>0.3</c:v>
                </c:pt>
                <c:pt idx="1295">
                  <c:v>0.3</c:v>
                </c:pt>
                <c:pt idx="1296">
                  <c:v>0.3</c:v>
                </c:pt>
                <c:pt idx="1297">
                  <c:v>0.3</c:v>
                </c:pt>
                <c:pt idx="1298">
                  <c:v>0.3</c:v>
                </c:pt>
                <c:pt idx="1299">
                  <c:v>0.3</c:v>
                </c:pt>
                <c:pt idx="1300">
                  <c:v>0.3</c:v>
                </c:pt>
                <c:pt idx="1301">
                  <c:v>0.3</c:v>
                </c:pt>
                <c:pt idx="1302">
                  <c:v>0.3</c:v>
                </c:pt>
                <c:pt idx="1303">
                  <c:v>0.3</c:v>
                </c:pt>
                <c:pt idx="1304">
                  <c:v>0.3</c:v>
                </c:pt>
                <c:pt idx="1305">
                  <c:v>0.3</c:v>
                </c:pt>
                <c:pt idx="1306">
                  <c:v>0.3</c:v>
                </c:pt>
                <c:pt idx="1307">
                  <c:v>0.3</c:v>
                </c:pt>
                <c:pt idx="1308">
                  <c:v>0.3</c:v>
                </c:pt>
                <c:pt idx="1309">
                  <c:v>0.3</c:v>
                </c:pt>
                <c:pt idx="1310">
                  <c:v>0.3</c:v>
                </c:pt>
                <c:pt idx="1311">
                  <c:v>0.3</c:v>
                </c:pt>
                <c:pt idx="1312">
                  <c:v>0.3</c:v>
                </c:pt>
                <c:pt idx="1313">
                  <c:v>0.3</c:v>
                </c:pt>
                <c:pt idx="1314">
                  <c:v>0.3</c:v>
                </c:pt>
                <c:pt idx="1315">
                  <c:v>0.3</c:v>
                </c:pt>
                <c:pt idx="1316">
                  <c:v>0.3</c:v>
                </c:pt>
                <c:pt idx="1317">
                  <c:v>0.3</c:v>
                </c:pt>
                <c:pt idx="1318">
                  <c:v>0.3</c:v>
                </c:pt>
                <c:pt idx="1319">
                  <c:v>0.3</c:v>
                </c:pt>
                <c:pt idx="1320">
                  <c:v>0.3</c:v>
                </c:pt>
                <c:pt idx="1321">
                  <c:v>0.3</c:v>
                </c:pt>
                <c:pt idx="1322">
                  <c:v>0.3</c:v>
                </c:pt>
                <c:pt idx="1323">
                  <c:v>0.3</c:v>
                </c:pt>
                <c:pt idx="1324">
                  <c:v>0.3</c:v>
                </c:pt>
                <c:pt idx="1325">
                  <c:v>0.3</c:v>
                </c:pt>
                <c:pt idx="1326">
                  <c:v>0.3</c:v>
                </c:pt>
                <c:pt idx="1327">
                  <c:v>0.3</c:v>
                </c:pt>
                <c:pt idx="1328">
                  <c:v>0.3</c:v>
                </c:pt>
                <c:pt idx="1329">
                  <c:v>0.3</c:v>
                </c:pt>
                <c:pt idx="1330">
                  <c:v>0.3</c:v>
                </c:pt>
                <c:pt idx="1331">
                  <c:v>0.3</c:v>
                </c:pt>
                <c:pt idx="1332">
                  <c:v>0.3</c:v>
                </c:pt>
                <c:pt idx="1333">
                  <c:v>0.3</c:v>
                </c:pt>
                <c:pt idx="1334">
                  <c:v>0.3</c:v>
                </c:pt>
                <c:pt idx="1335">
                  <c:v>0.3</c:v>
                </c:pt>
                <c:pt idx="1336">
                  <c:v>0.3</c:v>
                </c:pt>
                <c:pt idx="1337">
                  <c:v>0.3</c:v>
                </c:pt>
                <c:pt idx="1338">
                  <c:v>0.3</c:v>
                </c:pt>
                <c:pt idx="1339">
                  <c:v>0.3</c:v>
                </c:pt>
                <c:pt idx="1340">
                  <c:v>0.3</c:v>
                </c:pt>
                <c:pt idx="1341">
                  <c:v>0.3</c:v>
                </c:pt>
                <c:pt idx="1342">
                  <c:v>0.3</c:v>
                </c:pt>
                <c:pt idx="1343">
                  <c:v>0.3</c:v>
                </c:pt>
                <c:pt idx="1344">
                  <c:v>0.3</c:v>
                </c:pt>
                <c:pt idx="1345">
                  <c:v>0.3</c:v>
                </c:pt>
                <c:pt idx="1346">
                  <c:v>0.3</c:v>
                </c:pt>
                <c:pt idx="1347">
                  <c:v>0.3</c:v>
                </c:pt>
                <c:pt idx="1348">
                  <c:v>0.3</c:v>
                </c:pt>
                <c:pt idx="1349">
                  <c:v>0.3</c:v>
                </c:pt>
                <c:pt idx="1350">
                  <c:v>0.3</c:v>
                </c:pt>
                <c:pt idx="1351">
                  <c:v>0.3</c:v>
                </c:pt>
                <c:pt idx="1352">
                  <c:v>0.3</c:v>
                </c:pt>
                <c:pt idx="1353">
                  <c:v>0.3</c:v>
                </c:pt>
                <c:pt idx="1354">
                  <c:v>0.3</c:v>
                </c:pt>
                <c:pt idx="1355">
                  <c:v>0.3</c:v>
                </c:pt>
                <c:pt idx="1356">
                  <c:v>0.3</c:v>
                </c:pt>
                <c:pt idx="1357">
                  <c:v>0.3</c:v>
                </c:pt>
                <c:pt idx="1358">
                  <c:v>0.3</c:v>
                </c:pt>
                <c:pt idx="1359">
                  <c:v>0.3</c:v>
                </c:pt>
                <c:pt idx="1360">
                  <c:v>0.3</c:v>
                </c:pt>
                <c:pt idx="1361">
                  <c:v>0.3</c:v>
                </c:pt>
                <c:pt idx="1362">
                  <c:v>0.3</c:v>
                </c:pt>
                <c:pt idx="1363">
                  <c:v>0.3</c:v>
                </c:pt>
                <c:pt idx="1364">
                  <c:v>0.3</c:v>
                </c:pt>
              </c:numCache>
            </c:numRef>
          </c:yVal>
          <c:smooth val="1"/>
        </c:ser>
        <c:ser>
          <c:idx val="1"/>
          <c:order val="1"/>
          <c:tx>
            <c:strRef>
              <c:f>single!$B$3</c:f>
              <c:strCache>
                <c:ptCount val="1"/>
                <c:pt idx="0">
                  <c:v>0</c:v>
                </c:pt>
              </c:strCache>
            </c:strRef>
          </c:tx>
          <c:spPr>
            <a:ln w="12700">
              <a:solidFill>
                <a:schemeClr val="tx1"/>
              </a:solidFill>
              <a:prstDash val="dash"/>
            </a:ln>
          </c:spPr>
          <c:marker>
            <c:symbol val="none"/>
          </c:marker>
          <c:xVal>
            <c:numRef>
              <c:f>single!$B$3:$B$1503</c:f>
              <c:numCache>
                <c:formatCode>General</c:formatCode>
                <c:ptCount val="1501"/>
                <c:pt idx="0">
                  <c:v>0</c:v>
                </c:pt>
                <c:pt idx="1">
                  <c:v>52.142857142857153</c:v>
                </c:pt>
                <c:pt idx="2">
                  <c:v>104.28571428571431</c:v>
                </c:pt>
                <c:pt idx="3">
                  <c:v>156.42857142857139</c:v>
                </c:pt>
                <c:pt idx="4">
                  <c:v>208.57142857142861</c:v>
                </c:pt>
                <c:pt idx="5">
                  <c:v>260.71428571428572</c:v>
                </c:pt>
                <c:pt idx="6">
                  <c:v>312.85714285714272</c:v>
                </c:pt>
                <c:pt idx="7">
                  <c:v>365</c:v>
                </c:pt>
                <c:pt idx="8">
                  <c:v>417.14285714285722</c:v>
                </c:pt>
                <c:pt idx="9">
                  <c:v>469.28571428571422</c:v>
                </c:pt>
                <c:pt idx="10">
                  <c:v>521.42857142857144</c:v>
                </c:pt>
                <c:pt idx="11">
                  <c:v>573.57142857142856</c:v>
                </c:pt>
                <c:pt idx="12">
                  <c:v>625.71428571428567</c:v>
                </c:pt>
                <c:pt idx="13">
                  <c:v>677.85714285714289</c:v>
                </c:pt>
                <c:pt idx="14">
                  <c:v>730</c:v>
                </c:pt>
                <c:pt idx="15">
                  <c:v>782.14285714285711</c:v>
                </c:pt>
                <c:pt idx="16">
                  <c:v>834.28571428571433</c:v>
                </c:pt>
                <c:pt idx="17">
                  <c:v>886.42857142857144</c:v>
                </c:pt>
                <c:pt idx="18">
                  <c:v>938.57142857142856</c:v>
                </c:pt>
                <c:pt idx="19">
                  <c:v>990.71428571428567</c:v>
                </c:pt>
                <c:pt idx="20">
                  <c:v>1042.8571428571429</c:v>
                </c:pt>
                <c:pt idx="21">
                  <c:v>1095</c:v>
                </c:pt>
                <c:pt idx="22">
                  <c:v>1147.1428571428571</c:v>
                </c:pt>
                <c:pt idx="23">
                  <c:v>1199.285714285714</c:v>
                </c:pt>
                <c:pt idx="24">
                  <c:v>1251.428571428572</c:v>
                </c:pt>
                <c:pt idx="25">
                  <c:v>1303.571428571428</c:v>
                </c:pt>
                <c:pt idx="26">
                  <c:v>1355.714285714286</c:v>
                </c:pt>
                <c:pt idx="27">
                  <c:v>1407.8571428571429</c:v>
                </c:pt>
                <c:pt idx="28">
                  <c:v>1460</c:v>
                </c:pt>
                <c:pt idx="29">
                  <c:v>1512.1428571428571</c:v>
                </c:pt>
                <c:pt idx="30">
                  <c:v>1564.285714285714</c:v>
                </c:pt>
                <c:pt idx="31">
                  <c:v>1616.428571428572</c:v>
                </c:pt>
                <c:pt idx="32">
                  <c:v>1668.571428571428</c:v>
                </c:pt>
                <c:pt idx="33">
                  <c:v>1720.714285714286</c:v>
                </c:pt>
                <c:pt idx="34">
                  <c:v>1772.8571428571429</c:v>
                </c:pt>
                <c:pt idx="35">
                  <c:v>1825</c:v>
                </c:pt>
                <c:pt idx="36">
                  <c:v>1877.1428571428571</c:v>
                </c:pt>
                <c:pt idx="37">
                  <c:v>1929.285714285714</c:v>
                </c:pt>
                <c:pt idx="38">
                  <c:v>1981.428571428572</c:v>
                </c:pt>
                <c:pt idx="39">
                  <c:v>2033.571428571428</c:v>
                </c:pt>
                <c:pt idx="40">
                  <c:v>2085.714285714284</c:v>
                </c:pt>
                <c:pt idx="41">
                  <c:v>2137.857142857144</c:v>
                </c:pt>
                <c:pt idx="42">
                  <c:v>2190</c:v>
                </c:pt>
                <c:pt idx="43">
                  <c:v>2242.142857142856</c:v>
                </c:pt>
                <c:pt idx="44">
                  <c:v>2294.2857142857142</c:v>
                </c:pt>
                <c:pt idx="45">
                  <c:v>2346.4285714285711</c:v>
                </c:pt>
                <c:pt idx="46">
                  <c:v>2398.5714285714298</c:v>
                </c:pt>
                <c:pt idx="47">
                  <c:v>2450.714285714284</c:v>
                </c:pt>
                <c:pt idx="48">
                  <c:v>2502.857142857144</c:v>
                </c:pt>
                <c:pt idx="49">
                  <c:v>2555</c:v>
                </c:pt>
                <c:pt idx="50">
                  <c:v>2607.142857142856</c:v>
                </c:pt>
                <c:pt idx="51">
                  <c:v>2659.2857142857142</c:v>
                </c:pt>
                <c:pt idx="52">
                  <c:v>2711.4285714285711</c:v>
                </c:pt>
                <c:pt idx="53">
                  <c:v>2763.5714285714298</c:v>
                </c:pt>
                <c:pt idx="54">
                  <c:v>2815.714285714284</c:v>
                </c:pt>
                <c:pt idx="55">
                  <c:v>2867.857142857144</c:v>
                </c:pt>
                <c:pt idx="56">
                  <c:v>2920</c:v>
                </c:pt>
                <c:pt idx="57">
                  <c:v>2972.142857142856</c:v>
                </c:pt>
                <c:pt idx="58">
                  <c:v>3024.2857142857142</c:v>
                </c:pt>
                <c:pt idx="59">
                  <c:v>3076.4285714285711</c:v>
                </c:pt>
                <c:pt idx="60">
                  <c:v>3128.5714285714298</c:v>
                </c:pt>
                <c:pt idx="61">
                  <c:v>3180.714285714284</c:v>
                </c:pt>
                <c:pt idx="62">
                  <c:v>3232.857142857144</c:v>
                </c:pt>
                <c:pt idx="63">
                  <c:v>3285</c:v>
                </c:pt>
                <c:pt idx="64">
                  <c:v>3337.142857142856</c:v>
                </c:pt>
                <c:pt idx="65">
                  <c:v>3389.2857142857142</c:v>
                </c:pt>
                <c:pt idx="66">
                  <c:v>3441.4285714285711</c:v>
                </c:pt>
                <c:pt idx="67">
                  <c:v>3493.5714285714298</c:v>
                </c:pt>
                <c:pt idx="68">
                  <c:v>3545.714285714284</c:v>
                </c:pt>
                <c:pt idx="69">
                  <c:v>3597.857142857144</c:v>
                </c:pt>
                <c:pt idx="70">
                  <c:v>3650</c:v>
                </c:pt>
                <c:pt idx="71">
                  <c:v>3702.142857142856</c:v>
                </c:pt>
                <c:pt idx="72">
                  <c:v>3754.2857142857142</c:v>
                </c:pt>
                <c:pt idx="73">
                  <c:v>3806.4285714285711</c:v>
                </c:pt>
                <c:pt idx="74">
                  <c:v>3858.5714285714298</c:v>
                </c:pt>
                <c:pt idx="75">
                  <c:v>3910.714285714284</c:v>
                </c:pt>
                <c:pt idx="76">
                  <c:v>3962.857142857144</c:v>
                </c:pt>
                <c:pt idx="77">
                  <c:v>4015</c:v>
                </c:pt>
                <c:pt idx="78">
                  <c:v>4067.142857142856</c:v>
                </c:pt>
                <c:pt idx="79">
                  <c:v>4119.2857142857147</c:v>
                </c:pt>
                <c:pt idx="80">
                  <c:v>4171.4285714285716</c:v>
                </c:pt>
                <c:pt idx="81">
                  <c:v>4223.5714285714303</c:v>
                </c:pt>
                <c:pt idx="82">
                  <c:v>4275.7142857142844</c:v>
                </c:pt>
                <c:pt idx="83">
                  <c:v>4327.8571428571431</c:v>
                </c:pt>
                <c:pt idx="84">
                  <c:v>4380</c:v>
                </c:pt>
                <c:pt idx="85">
                  <c:v>4432.1428571428569</c:v>
                </c:pt>
                <c:pt idx="86">
                  <c:v>4484.2857142857147</c:v>
                </c:pt>
                <c:pt idx="87">
                  <c:v>4536.4285714285716</c:v>
                </c:pt>
                <c:pt idx="88">
                  <c:v>4588.5714285714303</c:v>
                </c:pt>
                <c:pt idx="89">
                  <c:v>4640.7142857142844</c:v>
                </c:pt>
                <c:pt idx="90">
                  <c:v>4692.8571428571431</c:v>
                </c:pt>
                <c:pt idx="91">
                  <c:v>4745</c:v>
                </c:pt>
                <c:pt idx="92">
                  <c:v>4797.1428571428569</c:v>
                </c:pt>
                <c:pt idx="93">
                  <c:v>4849.2857142857147</c:v>
                </c:pt>
                <c:pt idx="94">
                  <c:v>4901.4285714285716</c:v>
                </c:pt>
                <c:pt idx="95">
                  <c:v>4953.5714285714303</c:v>
                </c:pt>
                <c:pt idx="96">
                  <c:v>5005.7142857142844</c:v>
                </c:pt>
                <c:pt idx="97">
                  <c:v>5057.8571428571431</c:v>
                </c:pt>
                <c:pt idx="98">
                  <c:v>5110</c:v>
                </c:pt>
                <c:pt idx="99">
                  <c:v>5162.1428571428569</c:v>
                </c:pt>
                <c:pt idx="100">
                  <c:v>5214.2857142857147</c:v>
                </c:pt>
                <c:pt idx="101">
                  <c:v>5266.4285714285716</c:v>
                </c:pt>
                <c:pt idx="102">
                  <c:v>5318.5714285714303</c:v>
                </c:pt>
                <c:pt idx="103">
                  <c:v>5370.7142857142844</c:v>
                </c:pt>
                <c:pt idx="104">
                  <c:v>5422.8571428571431</c:v>
                </c:pt>
                <c:pt idx="105">
                  <c:v>5475</c:v>
                </c:pt>
                <c:pt idx="106">
                  <c:v>5527.1428571428569</c:v>
                </c:pt>
                <c:pt idx="107">
                  <c:v>5579.2857142857147</c:v>
                </c:pt>
                <c:pt idx="108">
                  <c:v>5631.4285714285716</c:v>
                </c:pt>
                <c:pt idx="109">
                  <c:v>5683.5714285714303</c:v>
                </c:pt>
                <c:pt idx="110">
                  <c:v>5735.7142857142844</c:v>
                </c:pt>
                <c:pt idx="111">
                  <c:v>5787.8571428571431</c:v>
                </c:pt>
                <c:pt idx="112">
                  <c:v>5840</c:v>
                </c:pt>
                <c:pt idx="113">
                  <c:v>5892.1428571428569</c:v>
                </c:pt>
                <c:pt idx="114">
                  <c:v>5944.2857142857147</c:v>
                </c:pt>
                <c:pt idx="115">
                  <c:v>5996.4285714285716</c:v>
                </c:pt>
                <c:pt idx="116">
                  <c:v>6048.5714285714303</c:v>
                </c:pt>
                <c:pt idx="117">
                  <c:v>6100.7142857142844</c:v>
                </c:pt>
                <c:pt idx="118">
                  <c:v>6152.8571428571431</c:v>
                </c:pt>
                <c:pt idx="119">
                  <c:v>6205</c:v>
                </c:pt>
                <c:pt idx="120">
                  <c:v>6257.1428571428569</c:v>
                </c:pt>
                <c:pt idx="121">
                  <c:v>6309.2857142857147</c:v>
                </c:pt>
                <c:pt idx="122">
                  <c:v>6361.4285714285716</c:v>
                </c:pt>
                <c:pt idx="123">
                  <c:v>6413.5714285714303</c:v>
                </c:pt>
                <c:pt idx="124">
                  <c:v>6465.7142857142844</c:v>
                </c:pt>
                <c:pt idx="125">
                  <c:v>6517.8571428571431</c:v>
                </c:pt>
                <c:pt idx="126">
                  <c:v>6570</c:v>
                </c:pt>
                <c:pt idx="127">
                  <c:v>6622.1428571428569</c:v>
                </c:pt>
                <c:pt idx="128">
                  <c:v>6674.2857142857147</c:v>
                </c:pt>
                <c:pt idx="129">
                  <c:v>6726.4285714285716</c:v>
                </c:pt>
                <c:pt idx="130">
                  <c:v>6778.5714285714303</c:v>
                </c:pt>
                <c:pt idx="131">
                  <c:v>6830.7142857142844</c:v>
                </c:pt>
                <c:pt idx="132">
                  <c:v>6882.8571428571431</c:v>
                </c:pt>
                <c:pt idx="133">
                  <c:v>6935</c:v>
                </c:pt>
                <c:pt idx="134">
                  <c:v>6987.1428571428569</c:v>
                </c:pt>
                <c:pt idx="135">
                  <c:v>7039.2857142857147</c:v>
                </c:pt>
                <c:pt idx="136">
                  <c:v>7091.4285714285716</c:v>
                </c:pt>
                <c:pt idx="137">
                  <c:v>7143.5714285714303</c:v>
                </c:pt>
                <c:pt idx="138">
                  <c:v>7195.7142857142844</c:v>
                </c:pt>
                <c:pt idx="139">
                  <c:v>7247.8571428571431</c:v>
                </c:pt>
                <c:pt idx="140">
                  <c:v>7300</c:v>
                </c:pt>
                <c:pt idx="141">
                  <c:v>7352.1428571428569</c:v>
                </c:pt>
                <c:pt idx="142">
                  <c:v>7404.2857142857147</c:v>
                </c:pt>
                <c:pt idx="143">
                  <c:v>7456.4285714285716</c:v>
                </c:pt>
                <c:pt idx="144">
                  <c:v>7508.5714285714303</c:v>
                </c:pt>
                <c:pt idx="145">
                  <c:v>7560.7142857142844</c:v>
                </c:pt>
                <c:pt idx="146">
                  <c:v>7612.8571428571431</c:v>
                </c:pt>
                <c:pt idx="147">
                  <c:v>7665</c:v>
                </c:pt>
                <c:pt idx="148">
                  <c:v>7717.1428571428569</c:v>
                </c:pt>
                <c:pt idx="149">
                  <c:v>7769.2857142857147</c:v>
                </c:pt>
                <c:pt idx="150">
                  <c:v>7821.4285714285716</c:v>
                </c:pt>
                <c:pt idx="151">
                  <c:v>7873.5714285714303</c:v>
                </c:pt>
                <c:pt idx="152">
                  <c:v>7925.7142857142844</c:v>
                </c:pt>
                <c:pt idx="153">
                  <c:v>7977.8571428571431</c:v>
                </c:pt>
                <c:pt idx="154">
                  <c:v>8030</c:v>
                </c:pt>
                <c:pt idx="155">
                  <c:v>8082.1428571428569</c:v>
                </c:pt>
                <c:pt idx="156">
                  <c:v>8134.2857142857147</c:v>
                </c:pt>
                <c:pt idx="157">
                  <c:v>8186.4285714285716</c:v>
                </c:pt>
                <c:pt idx="158">
                  <c:v>8238.5714285714294</c:v>
                </c:pt>
                <c:pt idx="159">
                  <c:v>8290.7142857142899</c:v>
                </c:pt>
                <c:pt idx="160">
                  <c:v>8342.8571428571431</c:v>
                </c:pt>
                <c:pt idx="161">
                  <c:v>8395</c:v>
                </c:pt>
                <c:pt idx="162">
                  <c:v>8447.1428571428605</c:v>
                </c:pt>
                <c:pt idx="163">
                  <c:v>8499.2857142857029</c:v>
                </c:pt>
                <c:pt idx="164">
                  <c:v>8551.428571428567</c:v>
                </c:pt>
                <c:pt idx="165">
                  <c:v>8603.5714285714294</c:v>
                </c:pt>
                <c:pt idx="166">
                  <c:v>8655.7142857142899</c:v>
                </c:pt>
                <c:pt idx="167">
                  <c:v>8707.8571428571431</c:v>
                </c:pt>
                <c:pt idx="168">
                  <c:v>8760</c:v>
                </c:pt>
                <c:pt idx="169">
                  <c:v>8812.1428571428605</c:v>
                </c:pt>
                <c:pt idx="170">
                  <c:v>8864.2857142857029</c:v>
                </c:pt>
                <c:pt idx="171">
                  <c:v>8916.428571428567</c:v>
                </c:pt>
                <c:pt idx="172">
                  <c:v>8968.5714285714294</c:v>
                </c:pt>
                <c:pt idx="173">
                  <c:v>9020.7142857142899</c:v>
                </c:pt>
                <c:pt idx="174">
                  <c:v>9072.8571428571431</c:v>
                </c:pt>
                <c:pt idx="175">
                  <c:v>9125</c:v>
                </c:pt>
                <c:pt idx="176">
                  <c:v>9177.1428571428605</c:v>
                </c:pt>
                <c:pt idx="177">
                  <c:v>9229.2857142857029</c:v>
                </c:pt>
                <c:pt idx="178">
                  <c:v>9281.428571428567</c:v>
                </c:pt>
                <c:pt idx="179">
                  <c:v>9333.5714285714294</c:v>
                </c:pt>
                <c:pt idx="180">
                  <c:v>9385.7142857142899</c:v>
                </c:pt>
                <c:pt idx="181">
                  <c:v>9437.8571428571431</c:v>
                </c:pt>
                <c:pt idx="182">
                  <c:v>9490</c:v>
                </c:pt>
                <c:pt idx="183">
                  <c:v>9542.1428571428605</c:v>
                </c:pt>
                <c:pt idx="184">
                  <c:v>9594.2857142857029</c:v>
                </c:pt>
                <c:pt idx="185">
                  <c:v>9646.428571428567</c:v>
                </c:pt>
                <c:pt idx="186">
                  <c:v>9698.5714285714294</c:v>
                </c:pt>
                <c:pt idx="187">
                  <c:v>9750.7142857142899</c:v>
                </c:pt>
                <c:pt idx="188">
                  <c:v>9802.8571428571431</c:v>
                </c:pt>
                <c:pt idx="189">
                  <c:v>9855</c:v>
                </c:pt>
                <c:pt idx="190">
                  <c:v>9907.1428571428605</c:v>
                </c:pt>
                <c:pt idx="191">
                  <c:v>9959.2857142857029</c:v>
                </c:pt>
                <c:pt idx="192">
                  <c:v>10011.428571428571</c:v>
                </c:pt>
                <c:pt idx="193">
                  <c:v>10063.571428571429</c:v>
                </c:pt>
                <c:pt idx="194">
                  <c:v>10115.714285714301</c:v>
                </c:pt>
                <c:pt idx="195">
                  <c:v>10167.857142857139</c:v>
                </c:pt>
                <c:pt idx="196">
                  <c:v>10220</c:v>
                </c:pt>
                <c:pt idx="197">
                  <c:v>10272.14285714287</c:v>
                </c:pt>
                <c:pt idx="198">
                  <c:v>10324.28571428571</c:v>
                </c:pt>
                <c:pt idx="199">
                  <c:v>10376.428571428571</c:v>
                </c:pt>
                <c:pt idx="200">
                  <c:v>10428.571428571429</c:v>
                </c:pt>
                <c:pt idx="201">
                  <c:v>10480.714285714301</c:v>
                </c:pt>
                <c:pt idx="202">
                  <c:v>10532.857142857139</c:v>
                </c:pt>
                <c:pt idx="203">
                  <c:v>10585</c:v>
                </c:pt>
                <c:pt idx="204">
                  <c:v>10637.14285714287</c:v>
                </c:pt>
                <c:pt idx="205">
                  <c:v>10689.28571428571</c:v>
                </c:pt>
                <c:pt idx="206">
                  <c:v>10741.428571428571</c:v>
                </c:pt>
                <c:pt idx="207">
                  <c:v>10793.571428571429</c:v>
                </c:pt>
                <c:pt idx="208">
                  <c:v>10845.714285714301</c:v>
                </c:pt>
                <c:pt idx="209">
                  <c:v>10897.857142857139</c:v>
                </c:pt>
                <c:pt idx="210">
                  <c:v>10950</c:v>
                </c:pt>
                <c:pt idx="211">
                  <c:v>11002.14285714287</c:v>
                </c:pt>
                <c:pt idx="212">
                  <c:v>11054.28571428571</c:v>
                </c:pt>
                <c:pt idx="213">
                  <c:v>11106.428571428571</c:v>
                </c:pt>
                <c:pt idx="214">
                  <c:v>11158.571428571429</c:v>
                </c:pt>
                <c:pt idx="215">
                  <c:v>11210.714285714301</c:v>
                </c:pt>
                <c:pt idx="216">
                  <c:v>11262.857142857139</c:v>
                </c:pt>
                <c:pt idx="217">
                  <c:v>11315</c:v>
                </c:pt>
                <c:pt idx="218">
                  <c:v>11367.14285714287</c:v>
                </c:pt>
                <c:pt idx="219">
                  <c:v>11419.28571428571</c:v>
                </c:pt>
                <c:pt idx="220">
                  <c:v>11471.428571428571</c:v>
                </c:pt>
                <c:pt idx="221">
                  <c:v>11523.571428571429</c:v>
                </c:pt>
                <c:pt idx="222">
                  <c:v>11575.714285714301</c:v>
                </c:pt>
                <c:pt idx="223">
                  <c:v>11627.857142857139</c:v>
                </c:pt>
                <c:pt idx="224">
                  <c:v>11680</c:v>
                </c:pt>
                <c:pt idx="225">
                  <c:v>11732.14285714287</c:v>
                </c:pt>
                <c:pt idx="226">
                  <c:v>11784.28571428571</c:v>
                </c:pt>
                <c:pt idx="227">
                  <c:v>11836.428571428571</c:v>
                </c:pt>
                <c:pt idx="228">
                  <c:v>11888.571428571429</c:v>
                </c:pt>
                <c:pt idx="229">
                  <c:v>11940.714285714301</c:v>
                </c:pt>
                <c:pt idx="230">
                  <c:v>11992.857142857139</c:v>
                </c:pt>
                <c:pt idx="231">
                  <c:v>12045</c:v>
                </c:pt>
                <c:pt idx="232">
                  <c:v>12097.14285714287</c:v>
                </c:pt>
                <c:pt idx="233">
                  <c:v>12149.28571428571</c:v>
                </c:pt>
                <c:pt idx="234">
                  <c:v>12201.428571428571</c:v>
                </c:pt>
                <c:pt idx="235">
                  <c:v>12253.571428571429</c:v>
                </c:pt>
                <c:pt idx="236">
                  <c:v>12305.714285714301</c:v>
                </c:pt>
                <c:pt idx="237">
                  <c:v>12357.857142857139</c:v>
                </c:pt>
                <c:pt idx="238">
                  <c:v>12410</c:v>
                </c:pt>
                <c:pt idx="239">
                  <c:v>12462.14285714287</c:v>
                </c:pt>
                <c:pt idx="240">
                  <c:v>12514.28571428571</c:v>
                </c:pt>
                <c:pt idx="241">
                  <c:v>12566.428571428571</c:v>
                </c:pt>
                <c:pt idx="242">
                  <c:v>12618.571428571429</c:v>
                </c:pt>
                <c:pt idx="243">
                  <c:v>12670.714285714301</c:v>
                </c:pt>
                <c:pt idx="244">
                  <c:v>12722.857142857139</c:v>
                </c:pt>
                <c:pt idx="245">
                  <c:v>12775</c:v>
                </c:pt>
                <c:pt idx="246">
                  <c:v>12827.14285714287</c:v>
                </c:pt>
                <c:pt idx="247">
                  <c:v>12879.28571428571</c:v>
                </c:pt>
                <c:pt idx="248">
                  <c:v>12931.428571428571</c:v>
                </c:pt>
                <c:pt idx="249">
                  <c:v>12983.571428571429</c:v>
                </c:pt>
                <c:pt idx="250">
                  <c:v>13035.714285714301</c:v>
                </c:pt>
                <c:pt idx="251">
                  <c:v>13087.857142857139</c:v>
                </c:pt>
                <c:pt idx="252">
                  <c:v>13140</c:v>
                </c:pt>
                <c:pt idx="253">
                  <c:v>13192.14285714287</c:v>
                </c:pt>
                <c:pt idx="254">
                  <c:v>13244.28571428571</c:v>
                </c:pt>
                <c:pt idx="255">
                  <c:v>13296.428571428571</c:v>
                </c:pt>
                <c:pt idx="256">
                  <c:v>13348.571428571429</c:v>
                </c:pt>
                <c:pt idx="257">
                  <c:v>13400.714285714301</c:v>
                </c:pt>
                <c:pt idx="258">
                  <c:v>13452.857142857139</c:v>
                </c:pt>
                <c:pt idx="259">
                  <c:v>13505</c:v>
                </c:pt>
                <c:pt idx="260">
                  <c:v>13557.14285714287</c:v>
                </c:pt>
                <c:pt idx="261">
                  <c:v>13609.28571428571</c:v>
                </c:pt>
                <c:pt idx="262">
                  <c:v>13661.428571428571</c:v>
                </c:pt>
                <c:pt idx="263">
                  <c:v>13713.571428571429</c:v>
                </c:pt>
                <c:pt idx="264">
                  <c:v>13765.714285714301</c:v>
                </c:pt>
                <c:pt idx="265">
                  <c:v>13817.857142857139</c:v>
                </c:pt>
                <c:pt idx="266">
                  <c:v>13870</c:v>
                </c:pt>
                <c:pt idx="267">
                  <c:v>13922.14285714287</c:v>
                </c:pt>
                <c:pt idx="268">
                  <c:v>13974.28571428571</c:v>
                </c:pt>
                <c:pt idx="269">
                  <c:v>14026.428571428571</c:v>
                </c:pt>
                <c:pt idx="270">
                  <c:v>14078.571428571429</c:v>
                </c:pt>
                <c:pt idx="271">
                  <c:v>14130.714285714301</c:v>
                </c:pt>
                <c:pt idx="272">
                  <c:v>14182.857142857139</c:v>
                </c:pt>
                <c:pt idx="273">
                  <c:v>14235</c:v>
                </c:pt>
                <c:pt idx="274">
                  <c:v>14287.14285714287</c:v>
                </c:pt>
                <c:pt idx="275">
                  <c:v>14339.28571428571</c:v>
                </c:pt>
                <c:pt idx="276">
                  <c:v>14391.428571428571</c:v>
                </c:pt>
                <c:pt idx="277">
                  <c:v>14443.571428571429</c:v>
                </c:pt>
                <c:pt idx="278">
                  <c:v>14495.714285714301</c:v>
                </c:pt>
                <c:pt idx="279">
                  <c:v>14547.857142857139</c:v>
                </c:pt>
                <c:pt idx="280">
                  <c:v>14600</c:v>
                </c:pt>
                <c:pt idx="281">
                  <c:v>14652.14285714287</c:v>
                </c:pt>
                <c:pt idx="282">
                  <c:v>14704.28571428571</c:v>
                </c:pt>
                <c:pt idx="283">
                  <c:v>14756.428571428571</c:v>
                </c:pt>
                <c:pt idx="284">
                  <c:v>14808.571428571429</c:v>
                </c:pt>
                <c:pt idx="285">
                  <c:v>14860.714285714301</c:v>
                </c:pt>
                <c:pt idx="286">
                  <c:v>14912.857142857139</c:v>
                </c:pt>
                <c:pt idx="287">
                  <c:v>14965</c:v>
                </c:pt>
                <c:pt idx="288">
                  <c:v>15017.14285714287</c:v>
                </c:pt>
                <c:pt idx="289">
                  <c:v>15069.28571428571</c:v>
                </c:pt>
                <c:pt idx="290">
                  <c:v>15121.428571428571</c:v>
                </c:pt>
                <c:pt idx="291">
                  <c:v>15173.571428571429</c:v>
                </c:pt>
                <c:pt idx="292">
                  <c:v>15225.714285714301</c:v>
                </c:pt>
                <c:pt idx="293">
                  <c:v>15277.857142857139</c:v>
                </c:pt>
                <c:pt idx="294">
                  <c:v>15330</c:v>
                </c:pt>
                <c:pt idx="295">
                  <c:v>15382.14285714287</c:v>
                </c:pt>
                <c:pt idx="296">
                  <c:v>15434.28571428571</c:v>
                </c:pt>
                <c:pt idx="297">
                  <c:v>15486.428571428571</c:v>
                </c:pt>
                <c:pt idx="298">
                  <c:v>15538.571428571429</c:v>
                </c:pt>
                <c:pt idx="299">
                  <c:v>15590.714285714301</c:v>
                </c:pt>
                <c:pt idx="300">
                  <c:v>15642.857142857139</c:v>
                </c:pt>
                <c:pt idx="301">
                  <c:v>15695</c:v>
                </c:pt>
                <c:pt idx="302">
                  <c:v>15747.14285714287</c:v>
                </c:pt>
                <c:pt idx="303">
                  <c:v>15799.28571428571</c:v>
                </c:pt>
                <c:pt idx="304">
                  <c:v>15851.428571428571</c:v>
                </c:pt>
                <c:pt idx="305">
                  <c:v>15903.571428571429</c:v>
                </c:pt>
                <c:pt idx="306">
                  <c:v>15955.714285714301</c:v>
                </c:pt>
                <c:pt idx="307">
                  <c:v>16007.857142857139</c:v>
                </c:pt>
                <c:pt idx="308">
                  <c:v>16060</c:v>
                </c:pt>
                <c:pt idx="309">
                  <c:v>16112.14285714287</c:v>
                </c:pt>
                <c:pt idx="310">
                  <c:v>16164.28571428571</c:v>
                </c:pt>
                <c:pt idx="311">
                  <c:v>16216.428571428571</c:v>
                </c:pt>
                <c:pt idx="312">
                  <c:v>16268.571428571429</c:v>
                </c:pt>
                <c:pt idx="313">
                  <c:v>16320.714285714301</c:v>
                </c:pt>
                <c:pt idx="314">
                  <c:v>16372.857142857139</c:v>
                </c:pt>
                <c:pt idx="315">
                  <c:v>16425</c:v>
                </c:pt>
                <c:pt idx="316">
                  <c:v>16477.142857142859</c:v>
                </c:pt>
                <c:pt idx="317">
                  <c:v>16529.285714285721</c:v>
                </c:pt>
                <c:pt idx="318">
                  <c:v>16581.428571428569</c:v>
                </c:pt>
                <c:pt idx="319">
                  <c:v>16633.57142857142</c:v>
                </c:pt>
                <c:pt idx="320">
                  <c:v>16685.714285714301</c:v>
                </c:pt>
                <c:pt idx="321">
                  <c:v>16737.857142857141</c:v>
                </c:pt>
                <c:pt idx="322">
                  <c:v>16790</c:v>
                </c:pt>
                <c:pt idx="323">
                  <c:v>16842.142857142859</c:v>
                </c:pt>
                <c:pt idx="324">
                  <c:v>16894.285714285721</c:v>
                </c:pt>
                <c:pt idx="325">
                  <c:v>16946.428571428569</c:v>
                </c:pt>
                <c:pt idx="326">
                  <c:v>16998.57142857142</c:v>
                </c:pt>
                <c:pt idx="327">
                  <c:v>17050.714285714301</c:v>
                </c:pt>
                <c:pt idx="328">
                  <c:v>17102.857142857141</c:v>
                </c:pt>
                <c:pt idx="329">
                  <c:v>17155</c:v>
                </c:pt>
                <c:pt idx="330">
                  <c:v>17207.142857142859</c:v>
                </c:pt>
                <c:pt idx="331">
                  <c:v>17259.285714285721</c:v>
                </c:pt>
                <c:pt idx="332">
                  <c:v>17311.428571428569</c:v>
                </c:pt>
                <c:pt idx="333">
                  <c:v>17363.57142857142</c:v>
                </c:pt>
                <c:pt idx="334">
                  <c:v>17415.714285714301</c:v>
                </c:pt>
                <c:pt idx="335">
                  <c:v>17467.857142857141</c:v>
                </c:pt>
                <c:pt idx="336">
                  <c:v>17520</c:v>
                </c:pt>
                <c:pt idx="337">
                  <c:v>17572.142857142859</c:v>
                </c:pt>
                <c:pt idx="338">
                  <c:v>17624.285714285721</c:v>
                </c:pt>
                <c:pt idx="339">
                  <c:v>17676.428571428569</c:v>
                </c:pt>
                <c:pt idx="340">
                  <c:v>17728.57142857142</c:v>
                </c:pt>
                <c:pt idx="341">
                  <c:v>17780.714285714301</c:v>
                </c:pt>
                <c:pt idx="342">
                  <c:v>17832.857142857141</c:v>
                </c:pt>
                <c:pt idx="343">
                  <c:v>17885</c:v>
                </c:pt>
                <c:pt idx="344">
                  <c:v>17937.142857142859</c:v>
                </c:pt>
                <c:pt idx="345">
                  <c:v>17989.285714285721</c:v>
                </c:pt>
                <c:pt idx="346">
                  <c:v>18041.428571428569</c:v>
                </c:pt>
                <c:pt idx="347">
                  <c:v>18093.57142857142</c:v>
                </c:pt>
                <c:pt idx="348">
                  <c:v>18145.714285714301</c:v>
                </c:pt>
                <c:pt idx="349">
                  <c:v>18197.857142857141</c:v>
                </c:pt>
                <c:pt idx="350">
                  <c:v>18250</c:v>
                </c:pt>
                <c:pt idx="351">
                  <c:v>18302.142857142859</c:v>
                </c:pt>
                <c:pt idx="352">
                  <c:v>18354.285714285721</c:v>
                </c:pt>
                <c:pt idx="353">
                  <c:v>18406.428571428569</c:v>
                </c:pt>
                <c:pt idx="354">
                  <c:v>18458.57142857142</c:v>
                </c:pt>
                <c:pt idx="355">
                  <c:v>18510.714285714301</c:v>
                </c:pt>
                <c:pt idx="356">
                  <c:v>18562.857142857141</c:v>
                </c:pt>
                <c:pt idx="357">
                  <c:v>18615</c:v>
                </c:pt>
                <c:pt idx="358">
                  <c:v>18667.142857142859</c:v>
                </c:pt>
                <c:pt idx="359">
                  <c:v>18719.285714285721</c:v>
                </c:pt>
                <c:pt idx="360">
                  <c:v>18771.428571428569</c:v>
                </c:pt>
                <c:pt idx="361">
                  <c:v>18823.57142857142</c:v>
                </c:pt>
                <c:pt idx="362">
                  <c:v>18875.714285714301</c:v>
                </c:pt>
                <c:pt idx="363">
                  <c:v>18927.857142857141</c:v>
                </c:pt>
                <c:pt idx="364">
                  <c:v>18980</c:v>
                </c:pt>
                <c:pt idx="365">
                  <c:v>19032.142857142859</c:v>
                </c:pt>
                <c:pt idx="366">
                  <c:v>19084.285714285721</c:v>
                </c:pt>
                <c:pt idx="367">
                  <c:v>19136.428571428569</c:v>
                </c:pt>
                <c:pt idx="368">
                  <c:v>19188.57142857142</c:v>
                </c:pt>
                <c:pt idx="369">
                  <c:v>19240.714285714301</c:v>
                </c:pt>
                <c:pt idx="370">
                  <c:v>19292.857142857141</c:v>
                </c:pt>
                <c:pt idx="371">
                  <c:v>19345</c:v>
                </c:pt>
                <c:pt idx="372">
                  <c:v>19397.142857142859</c:v>
                </c:pt>
                <c:pt idx="373">
                  <c:v>19449.285714285721</c:v>
                </c:pt>
                <c:pt idx="374">
                  <c:v>19501.428571428569</c:v>
                </c:pt>
                <c:pt idx="375">
                  <c:v>19553.57142857142</c:v>
                </c:pt>
                <c:pt idx="376">
                  <c:v>19605.714285714301</c:v>
                </c:pt>
                <c:pt idx="377">
                  <c:v>19657.857142857141</c:v>
                </c:pt>
                <c:pt idx="378">
                  <c:v>19710</c:v>
                </c:pt>
                <c:pt idx="379">
                  <c:v>19762.142857142859</c:v>
                </c:pt>
                <c:pt idx="380">
                  <c:v>19814.285714285721</c:v>
                </c:pt>
                <c:pt idx="381">
                  <c:v>19866.428571428569</c:v>
                </c:pt>
                <c:pt idx="382">
                  <c:v>19918.57142857142</c:v>
                </c:pt>
                <c:pt idx="383">
                  <c:v>19970.714285714301</c:v>
                </c:pt>
                <c:pt idx="384">
                  <c:v>20022.857142857141</c:v>
                </c:pt>
                <c:pt idx="385">
                  <c:v>20075</c:v>
                </c:pt>
                <c:pt idx="386">
                  <c:v>20127.142857142859</c:v>
                </c:pt>
                <c:pt idx="387">
                  <c:v>20179.285714285721</c:v>
                </c:pt>
                <c:pt idx="388">
                  <c:v>20231.428571428569</c:v>
                </c:pt>
                <c:pt idx="389">
                  <c:v>20283.57142857142</c:v>
                </c:pt>
                <c:pt idx="390">
                  <c:v>20335.714285714301</c:v>
                </c:pt>
                <c:pt idx="391">
                  <c:v>20387.857142857141</c:v>
                </c:pt>
                <c:pt idx="392">
                  <c:v>20440</c:v>
                </c:pt>
                <c:pt idx="393">
                  <c:v>20492.142857142859</c:v>
                </c:pt>
                <c:pt idx="394">
                  <c:v>20544.285714285721</c:v>
                </c:pt>
                <c:pt idx="395">
                  <c:v>20596.428571428569</c:v>
                </c:pt>
                <c:pt idx="396">
                  <c:v>20648.57142857142</c:v>
                </c:pt>
                <c:pt idx="397">
                  <c:v>20700.714285714301</c:v>
                </c:pt>
                <c:pt idx="398">
                  <c:v>20752.857142857141</c:v>
                </c:pt>
                <c:pt idx="399">
                  <c:v>20805</c:v>
                </c:pt>
                <c:pt idx="400">
                  <c:v>20857.142857142859</c:v>
                </c:pt>
                <c:pt idx="401">
                  <c:v>20909.285714285721</c:v>
                </c:pt>
                <c:pt idx="402">
                  <c:v>20961.428571428569</c:v>
                </c:pt>
                <c:pt idx="403">
                  <c:v>21013.57142857142</c:v>
                </c:pt>
                <c:pt idx="404">
                  <c:v>21065.714285714301</c:v>
                </c:pt>
                <c:pt idx="405">
                  <c:v>21117.857142857141</c:v>
                </c:pt>
                <c:pt idx="406">
                  <c:v>21170</c:v>
                </c:pt>
                <c:pt idx="407">
                  <c:v>21222.142857142859</c:v>
                </c:pt>
                <c:pt idx="408">
                  <c:v>21274.285714285721</c:v>
                </c:pt>
                <c:pt idx="409">
                  <c:v>21326.428571428569</c:v>
                </c:pt>
                <c:pt idx="410">
                  <c:v>21378.57142857142</c:v>
                </c:pt>
                <c:pt idx="411">
                  <c:v>21430.714285714301</c:v>
                </c:pt>
                <c:pt idx="412">
                  <c:v>21482.857142857141</c:v>
                </c:pt>
                <c:pt idx="413">
                  <c:v>21535</c:v>
                </c:pt>
                <c:pt idx="414">
                  <c:v>21587.142857142859</c:v>
                </c:pt>
                <c:pt idx="415">
                  <c:v>21639.285714285721</c:v>
                </c:pt>
                <c:pt idx="416">
                  <c:v>21691.428571428569</c:v>
                </c:pt>
                <c:pt idx="417">
                  <c:v>21743.57142857142</c:v>
                </c:pt>
                <c:pt idx="418">
                  <c:v>21795.714285714301</c:v>
                </c:pt>
                <c:pt idx="419">
                  <c:v>21847.857142857141</c:v>
                </c:pt>
                <c:pt idx="420">
                  <c:v>21900</c:v>
                </c:pt>
                <c:pt idx="421">
                  <c:v>21952.142857142859</c:v>
                </c:pt>
                <c:pt idx="422">
                  <c:v>22004.285714285721</c:v>
                </c:pt>
                <c:pt idx="423">
                  <c:v>22056.428571428569</c:v>
                </c:pt>
                <c:pt idx="424">
                  <c:v>22108.57142857142</c:v>
                </c:pt>
                <c:pt idx="425">
                  <c:v>22160.714285714301</c:v>
                </c:pt>
                <c:pt idx="426">
                  <c:v>22212.857142857141</c:v>
                </c:pt>
                <c:pt idx="427">
                  <c:v>22265</c:v>
                </c:pt>
                <c:pt idx="428">
                  <c:v>22317.142857142859</c:v>
                </c:pt>
                <c:pt idx="429">
                  <c:v>22369.285714285721</c:v>
                </c:pt>
                <c:pt idx="430">
                  <c:v>22421.428571428569</c:v>
                </c:pt>
                <c:pt idx="431">
                  <c:v>22473.57142857142</c:v>
                </c:pt>
                <c:pt idx="432">
                  <c:v>22525.714285714301</c:v>
                </c:pt>
                <c:pt idx="433">
                  <c:v>22577.857142857141</c:v>
                </c:pt>
                <c:pt idx="434">
                  <c:v>22630</c:v>
                </c:pt>
                <c:pt idx="435">
                  <c:v>22682.142857142859</c:v>
                </c:pt>
                <c:pt idx="436">
                  <c:v>22734.285714285721</c:v>
                </c:pt>
                <c:pt idx="437">
                  <c:v>22786.428571428569</c:v>
                </c:pt>
                <c:pt idx="438">
                  <c:v>22838.57142857142</c:v>
                </c:pt>
                <c:pt idx="439">
                  <c:v>22890.714285714301</c:v>
                </c:pt>
                <c:pt idx="440">
                  <c:v>22942.857142857141</c:v>
                </c:pt>
                <c:pt idx="441">
                  <c:v>22995</c:v>
                </c:pt>
                <c:pt idx="442">
                  <c:v>23047.142857142859</c:v>
                </c:pt>
                <c:pt idx="443">
                  <c:v>23099.285714285721</c:v>
                </c:pt>
                <c:pt idx="444">
                  <c:v>23151.428571428569</c:v>
                </c:pt>
                <c:pt idx="445">
                  <c:v>23203.57142857142</c:v>
                </c:pt>
                <c:pt idx="446">
                  <c:v>23255.714285714301</c:v>
                </c:pt>
                <c:pt idx="447">
                  <c:v>23307.857142857141</c:v>
                </c:pt>
                <c:pt idx="448">
                  <c:v>23360</c:v>
                </c:pt>
                <c:pt idx="449">
                  <c:v>23412.142857142859</c:v>
                </c:pt>
                <c:pt idx="450">
                  <c:v>23464.285714285721</c:v>
                </c:pt>
                <c:pt idx="451">
                  <c:v>23516.428571428569</c:v>
                </c:pt>
                <c:pt idx="452">
                  <c:v>23568.57142857142</c:v>
                </c:pt>
                <c:pt idx="453">
                  <c:v>23620.714285714301</c:v>
                </c:pt>
                <c:pt idx="454">
                  <c:v>23672.857142857141</c:v>
                </c:pt>
                <c:pt idx="455">
                  <c:v>23725</c:v>
                </c:pt>
                <c:pt idx="456">
                  <c:v>23777.142857142859</c:v>
                </c:pt>
                <c:pt idx="457">
                  <c:v>23829.285714285721</c:v>
                </c:pt>
                <c:pt idx="458">
                  <c:v>23881.428571428569</c:v>
                </c:pt>
                <c:pt idx="459">
                  <c:v>23933.57142857142</c:v>
                </c:pt>
                <c:pt idx="460">
                  <c:v>23985.714285714301</c:v>
                </c:pt>
                <c:pt idx="461">
                  <c:v>24037.857142857141</c:v>
                </c:pt>
                <c:pt idx="462">
                  <c:v>24090</c:v>
                </c:pt>
                <c:pt idx="463">
                  <c:v>24142.142857142859</c:v>
                </c:pt>
                <c:pt idx="464">
                  <c:v>24194.285714285721</c:v>
                </c:pt>
                <c:pt idx="465">
                  <c:v>24246.428571428569</c:v>
                </c:pt>
                <c:pt idx="466">
                  <c:v>24298.57142857142</c:v>
                </c:pt>
                <c:pt idx="467">
                  <c:v>24350.714285714301</c:v>
                </c:pt>
                <c:pt idx="468">
                  <c:v>24402.857142857141</c:v>
                </c:pt>
                <c:pt idx="469">
                  <c:v>24455</c:v>
                </c:pt>
                <c:pt idx="470">
                  <c:v>24507.142857142859</c:v>
                </c:pt>
                <c:pt idx="471">
                  <c:v>24559.285714285721</c:v>
                </c:pt>
                <c:pt idx="472">
                  <c:v>24611.428571428569</c:v>
                </c:pt>
                <c:pt idx="473">
                  <c:v>24663.57142857142</c:v>
                </c:pt>
                <c:pt idx="474">
                  <c:v>24715.714285714301</c:v>
                </c:pt>
                <c:pt idx="475">
                  <c:v>24767.857142857141</c:v>
                </c:pt>
                <c:pt idx="476">
                  <c:v>24820</c:v>
                </c:pt>
                <c:pt idx="477">
                  <c:v>24872.142857142859</c:v>
                </c:pt>
                <c:pt idx="478">
                  <c:v>24924.285714285721</c:v>
                </c:pt>
                <c:pt idx="479">
                  <c:v>24976.428571428569</c:v>
                </c:pt>
                <c:pt idx="480">
                  <c:v>25028.57142857142</c:v>
                </c:pt>
                <c:pt idx="481">
                  <c:v>25080.714285714301</c:v>
                </c:pt>
                <c:pt idx="482">
                  <c:v>25132.857142857141</c:v>
                </c:pt>
                <c:pt idx="483">
                  <c:v>25185</c:v>
                </c:pt>
                <c:pt idx="484">
                  <c:v>25237.142857142859</c:v>
                </c:pt>
                <c:pt idx="485">
                  <c:v>25289.285714285721</c:v>
                </c:pt>
                <c:pt idx="486">
                  <c:v>25341.428571428569</c:v>
                </c:pt>
                <c:pt idx="487">
                  <c:v>25393.57142857142</c:v>
                </c:pt>
                <c:pt idx="488">
                  <c:v>25445.714285714301</c:v>
                </c:pt>
                <c:pt idx="489">
                  <c:v>25497.857142857141</c:v>
                </c:pt>
                <c:pt idx="490">
                  <c:v>25550</c:v>
                </c:pt>
                <c:pt idx="491">
                  <c:v>25602.142857142859</c:v>
                </c:pt>
                <c:pt idx="492">
                  <c:v>25654.285714285721</c:v>
                </c:pt>
                <c:pt idx="493">
                  <c:v>25706.428571428569</c:v>
                </c:pt>
                <c:pt idx="494">
                  <c:v>25758.57142857142</c:v>
                </c:pt>
                <c:pt idx="495">
                  <c:v>25810.714285714301</c:v>
                </c:pt>
                <c:pt idx="496">
                  <c:v>25862.857142857141</c:v>
                </c:pt>
                <c:pt idx="497">
                  <c:v>25915</c:v>
                </c:pt>
                <c:pt idx="498">
                  <c:v>25967.142857142859</c:v>
                </c:pt>
                <c:pt idx="499">
                  <c:v>26019.285714285721</c:v>
                </c:pt>
                <c:pt idx="500">
                  <c:v>26071.428571428569</c:v>
                </c:pt>
                <c:pt idx="501">
                  <c:v>26123.57142857142</c:v>
                </c:pt>
                <c:pt idx="502">
                  <c:v>26175.714285714301</c:v>
                </c:pt>
                <c:pt idx="503">
                  <c:v>26227.857142857141</c:v>
                </c:pt>
                <c:pt idx="504">
                  <c:v>26280</c:v>
                </c:pt>
                <c:pt idx="505">
                  <c:v>26332.142857142859</c:v>
                </c:pt>
                <c:pt idx="506">
                  <c:v>26384.285714285721</c:v>
                </c:pt>
                <c:pt idx="507">
                  <c:v>26436.428571428569</c:v>
                </c:pt>
                <c:pt idx="508">
                  <c:v>26488.57142857142</c:v>
                </c:pt>
                <c:pt idx="509">
                  <c:v>26540.714285714301</c:v>
                </c:pt>
                <c:pt idx="510">
                  <c:v>26592.857142857141</c:v>
                </c:pt>
                <c:pt idx="511">
                  <c:v>26645</c:v>
                </c:pt>
                <c:pt idx="512">
                  <c:v>26697.142857142859</c:v>
                </c:pt>
                <c:pt idx="513">
                  <c:v>26749.285714285721</c:v>
                </c:pt>
                <c:pt idx="514">
                  <c:v>26801.428571428569</c:v>
                </c:pt>
                <c:pt idx="515">
                  <c:v>26853.57142857142</c:v>
                </c:pt>
                <c:pt idx="516">
                  <c:v>26905.714285714301</c:v>
                </c:pt>
                <c:pt idx="517">
                  <c:v>26957.857142857141</c:v>
                </c:pt>
                <c:pt idx="518">
                  <c:v>27010</c:v>
                </c:pt>
                <c:pt idx="519">
                  <c:v>27062.142857142859</c:v>
                </c:pt>
                <c:pt idx="520">
                  <c:v>27114.285714285721</c:v>
                </c:pt>
                <c:pt idx="521">
                  <c:v>27166.428571428569</c:v>
                </c:pt>
                <c:pt idx="522">
                  <c:v>27218.57142857142</c:v>
                </c:pt>
                <c:pt idx="523">
                  <c:v>27270.714285714301</c:v>
                </c:pt>
                <c:pt idx="524">
                  <c:v>27322.857142857141</c:v>
                </c:pt>
                <c:pt idx="525">
                  <c:v>27375</c:v>
                </c:pt>
                <c:pt idx="526">
                  <c:v>27427.142857142859</c:v>
                </c:pt>
                <c:pt idx="527">
                  <c:v>27479.285714285721</c:v>
                </c:pt>
                <c:pt idx="528">
                  <c:v>27531.428571428569</c:v>
                </c:pt>
                <c:pt idx="529">
                  <c:v>27583.57142857142</c:v>
                </c:pt>
                <c:pt idx="530">
                  <c:v>27635.714285714301</c:v>
                </c:pt>
                <c:pt idx="531">
                  <c:v>27687.857142857141</c:v>
                </c:pt>
                <c:pt idx="532">
                  <c:v>27740</c:v>
                </c:pt>
                <c:pt idx="533">
                  <c:v>27792.142857142859</c:v>
                </c:pt>
                <c:pt idx="534">
                  <c:v>27844.285714285721</c:v>
                </c:pt>
                <c:pt idx="535">
                  <c:v>27896.428571428569</c:v>
                </c:pt>
                <c:pt idx="536">
                  <c:v>27948.57142857142</c:v>
                </c:pt>
                <c:pt idx="537">
                  <c:v>28000.714285714301</c:v>
                </c:pt>
                <c:pt idx="538">
                  <c:v>28052.857142857141</c:v>
                </c:pt>
                <c:pt idx="539">
                  <c:v>28105</c:v>
                </c:pt>
                <c:pt idx="540">
                  <c:v>28157.142857142859</c:v>
                </c:pt>
                <c:pt idx="541">
                  <c:v>28209.285714285721</c:v>
                </c:pt>
                <c:pt idx="542">
                  <c:v>28261.428571428569</c:v>
                </c:pt>
                <c:pt idx="543">
                  <c:v>28313.57142857142</c:v>
                </c:pt>
                <c:pt idx="544">
                  <c:v>28365.714285714301</c:v>
                </c:pt>
                <c:pt idx="545">
                  <c:v>28417.857142857141</c:v>
                </c:pt>
                <c:pt idx="546">
                  <c:v>28470</c:v>
                </c:pt>
                <c:pt idx="547">
                  <c:v>28522.142857142859</c:v>
                </c:pt>
                <c:pt idx="548">
                  <c:v>28574.285714285721</c:v>
                </c:pt>
                <c:pt idx="549">
                  <c:v>28626.428571428569</c:v>
                </c:pt>
                <c:pt idx="550">
                  <c:v>28678.57142857142</c:v>
                </c:pt>
                <c:pt idx="551">
                  <c:v>28730.714285714301</c:v>
                </c:pt>
                <c:pt idx="552">
                  <c:v>28782.857142857141</c:v>
                </c:pt>
                <c:pt idx="553">
                  <c:v>28835</c:v>
                </c:pt>
                <c:pt idx="554">
                  <c:v>28887.142857142859</c:v>
                </c:pt>
                <c:pt idx="555">
                  <c:v>28939.285714285721</c:v>
                </c:pt>
                <c:pt idx="556">
                  <c:v>28991.428571428569</c:v>
                </c:pt>
                <c:pt idx="557">
                  <c:v>29043.57142857142</c:v>
                </c:pt>
                <c:pt idx="558">
                  <c:v>29095.714285714301</c:v>
                </c:pt>
                <c:pt idx="559">
                  <c:v>29147.857142857141</c:v>
                </c:pt>
                <c:pt idx="560">
                  <c:v>29200</c:v>
                </c:pt>
                <c:pt idx="561">
                  <c:v>29252.142857142859</c:v>
                </c:pt>
                <c:pt idx="562">
                  <c:v>29304.285714285721</c:v>
                </c:pt>
                <c:pt idx="563">
                  <c:v>29356.428571428569</c:v>
                </c:pt>
                <c:pt idx="564">
                  <c:v>29408.57142857142</c:v>
                </c:pt>
                <c:pt idx="565">
                  <c:v>29460.714285714301</c:v>
                </c:pt>
                <c:pt idx="566">
                  <c:v>29512.857142857141</c:v>
                </c:pt>
                <c:pt idx="567">
                  <c:v>29565</c:v>
                </c:pt>
                <c:pt idx="568">
                  <c:v>29617.142857142859</c:v>
                </c:pt>
                <c:pt idx="569">
                  <c:v>29669.285714285721</c:v>
                </c:pt>
                <c:pt idx="570">
                  <c:v>29721.428571428569</c:v>
                </c:pt>
                <c:pt idx="571">
                  <c:v>29773.57142857142</c:v>
                </c:pt>
                <c:pt idx="572">
                  <c:v>29825.714285714301</c:v>
                </c:pt>
                <c:pt idx="573">
                  <c:v>29877.857142857141</c:v>
                </c:pt>
                <c:pt idx="574">
                  <c:v>29930</c:v>
                </c:pt>
                <c:pt idx="575">
                  <c:v>29982.142857142859</c:v>
                </c:pt>
                <c:pt idx="576">
                  <c:v>30034.285714285721</c:v>
                </c:pt>
                <c:pt idx="577">
                  <c:v>30086.428571428569</c:v>
                </c:pt>
                <c:pt idx="578">
                  <c:v>30138.57142857142</c:v>
                </c:pt>
                <c:pt idx="579">
                  <c:v>30190.714285714301</c:v>
                </c:pt>
                <c:pt idx="580">
                  <c:v>30242.857142857141</c:v>
                </c:pt>
                <c:pt idx="581">
                  <c:v>30295</c:v>
                </c:pt>
                <c:pt idx="582">
                  <c:v>30347.142857142859</c:v>
                </c:pt>
                <c:pt idx="583">
                  <c:v>30399.285714285721</c:v>
                </c:pt>
                <c:pt idx="584">
                  <c:v>30451.428571428569</c:v>
                </c:pt>
                <c:pt idx="585">
                  <c:v>30503.57142857142</c:v>
                </c:pt>
                <c:pt idx="586">
                  <c:v>30555.714285714301</c:v>
                </c:pt>
                <c:pt idx="587">
                  <c:v>30607.857142857141</c:v>
                </c:pt>
                <c:pt idx="588">
                  <c:v>30660</c:v>
                </c:pt>
                <c:pt idx="589">
                  <c:v>30712.142857142859</c:v>
                </c:pt>
                <c:pt idx="590">
                  <c:v>30764.285714285721</c:v>
                </c:pt>
                <c:pt idx="591">
                  <c:v>30816.428571428569</c:v>
                </c:pt>
                <c:pt idx="592">
                  <c:v>30868.57142857142</c:v>
                </c:pt>
                <c:pt idx="593">
                  <c:v>30920.714285714301</c:v>
                </c:pt>
                <c:pt idx="594">
                  <c:v>30972.857142857141</c:v>
                </c:pt>
                <c:pt idx="595">
                  <c:v>31025</c:v>
                </c:pt>
                <c:pt idx="596">
                  <c:v>31077.142857142859</c:v>
                </c:pt>
                <c:pt idx="597">
                  <c:v>31129.285714285721</c:v>
                </c:pt>
                <c:pt idx="598">
                  <c:v>31181.428571428569</c:v>
                </c:pt>
                <c:pt idx="599">
                  <c:v>31233.57142857142</c:v>
                </c:pt>
                <c:pt idx="600">
                  <c:v>31285.714285714301</c:v>
                </c:pt>
                <c:pt idx="601">
                  <c:v>31337.857142857141</c:v>
                </c:pt>
                <c:pt idx="602">
                  <c:v>31390</c:v>
                </c:pt>
                <c:pt idx="603">
                  <c:v>31442.142857142859</c:v>
                </c:pt>
                <c:pt idx="604">
                  <c:v>31494.285714285721</c:v>
                </c:pt>
                <c:pt idx="605">
                  <c:v>31546.428571428569</c:v>
                </c:pt>
                <c:pt idx="606">
                  <c:v>31598.57142857142</c:v>
                </c:pt>
                <c:pt idx="607">
                  <c:v>31650.714285714301</c:v>
                </c:pt>
                <c:pt idx="608">
                  <c:v>31702.857142857141</c:v>
                </c:pt>
                <c:pt idx="609">
                  <c:v>31755</c:v>
                </c:pt>
                <c:pt idx="610">
                  <c:v>31807.142857142859</c:v>
                </c:pt>
                <c:pt idx="611">
                  <c:v>31859.285714285721</c:v>
                </c:pt>
                <c:pt idx="612">
                  <c:v>31911.428571428569</c:v>
                </c:pt>
                <c:pt idx="613">
                  <c:v>31963.57142857142</c:v>
                </c:pt>
                <c:pt idx="614">
                  <c:v>32015.714285714301</c:v>
                </c:pt>
                <c:pt idx="615">
                  <c:v>32067.857142857141</c:v>
                </c:pt>
                <c:pt idx="616">
                  <c:v>32120</c:v>
                </c:pt>
                <c:pt idx="617">
                  <c:v>32172.142857142859</c:v>
                </c:pt>
                <c:pt idx="618">
                  <c:v>32224.285714285721</c:v>
                </c:pt>
                <c:pt idx="619">
                  <c:v>32276.428571428569</c:v>
                </c:pt>
                <c:pt idx="620">
                  <c:v>32328.57142857142</c:v>
                </c:pt>
                <c:pt idx="621">
                  <c:v>32380.714285714301</c:v>
                </c:pt>
                <c:pt idx="622">
                  <c:v>32432.857142857141</c:v>
                </c:pt>
                <c:pt idx="623">
                  <c:v>32485</c:v>
                </c:pt>
                <c:pt idx="624">
                  <c:v>32537.142857142859</c:v>
                </c:pt>
                <c:pt idx="625">
                  <c:v>32589.285714285721</c:v>
                </c:pt>
                <c:pt idx="626">
                  <c:v>32641.428571428569</c:v>
                </c:pt>
                <c:pt idx="627">
                  <c:v>32693.57142857142</c:v>
                </c:pt>
                <c:pt idx="628">
                  <c:v>32745.714285714301</c:v>
                </c:pt>
                <c:pt idx="629">
                  <c:v>32797.857142857138</c:v>
                </c:pt>
                <c:pt idx="630">
                  <c:v>32850</c:v>
                </c:pt>
                <c:pt idx="631">
                  <c:v>32902.142857142862</c:v>
                </c:pt>
                <c:pt idx="632">
                  <c:v>32954.285714285703</c:v>
                </c:pt>
                <c:pt idx="633">
                  <c:v>33006.428571428602</c:v>
                </c:pt>
                <c:pt idx="634">
                  <c:v>33058.571428571347</c:v>
                </c:pt>
                <c:pt idx="635">
                  <c:v>33110.714285714283</c:v>
                </c:pt>
                <c:pt idx="636">
                  <c:v>33162.857142857138</c:v>
                </c:pt>
                <c:pt idx="637">
                  <c:v>33215</c:v>
                </c:pt>
                <c:pt idx="638">
                  <c:v>33267.142857142862</c:v>
                </c:pt>
                <c:pt idx="639">
                  <c:v>33319.285714285703</c:v>
                </c:pt>
                <c:pt idx="640">
                  <c:v>33371.428571428602</c:v>
                </c:pt>
                <c:pt idx="641">
                  <c:v>33423.571428571347</c:v>
                </c:pt>
                <c:pt idx="642">
                  <c:v>33475.714285714283</c:v>
                </c:pt>
                <c:pt idx="643">
                  <c:v>33527.857142857138</c:v>
                </c:pt>
                <c:pt idx="644">
                  <c:v>33580</c:v>
                </c:pt>
                <c:pt idx="645">
                  <c:v>33632.142857142862</c:v>
                </c:pt>
                <c:pt idx="646">
                  <c:v>33684.285714285703</c:v>
                </c:pt>
                <c:pt idx="647">
                  <c:v>33736.428571428602</c:v>
                </c:pt>
                <c:pt idx="648">
                  <c:v>33788.571428571347</c:v>
                </c:pt>
                <c:pt idx="649">
                  <c:v>33840.714285714283</c:v>
                </c:pt>
                <c:pt idx="650">
                  <c:v>33892.857142857138</c:v>
                </c:pt>
                <c:pt idx="651">
                  <c:v>33945</c:v>
                </c:pt>
                <c:pt idx="652">
                  <c:v>33997.142857142862</c:v>
                </c:pt>
                <c:pt idx="653">
                  <c:v>34049.285714285703</c:v>
                </c:pt>
                <c:pt idx="654">
                  <c:v>34101.428571428602</c:v>
                </c:pt>
                <c:pt idx="655">
                  <c:v>34153.571428571347</c:v>
                </c:pt>
                <c:pt idx="656">
                  <c:v>34205.714285714283</c:v>
                </c:pt>
                <c:pt idx="657">
                  <c:v>34257.857142857138</c:v>
                </c:pt>
                <c:pt idx="658">
                  <c:v>34310</c:v>
                </c:pt>
                <c:pt idx="659">
                  <c:v>34362.142857142862</c:v>
                </c:pt>
                <c:pt idx="660">
                  <c:v>34414.285714285703</c:v>
                </c:pt>
                <c:pt idx="661">
                  <c:v>34466.428571428602</c:v>
                </c:pt>
                <c:pt idx="662">
                  <c:v>34518.571428571347</c:v>
                </c:pt>
                <c:pt idx="663">
                  <c:v>34570.714285714283</c:v>
                </c:pt>
                <c:pt idx="664">
                  <c:v>34622.857142857138</c:v>
                </c:pt>
                <c:pt idx="665">
                  <c:v>34675</c:v>
                </c:pt>
                <c:pt idx="666">
                  <c:v>34727.142857142862</c:v>
                </c:pt>
                <c:pt idx="667">
                  <c:v>34779.285714285703</c:v>
                </c:pt>
                <c:pt idx="668">
                  <c:v>34831.428571428602</c:v>
                </c:pt>
                <c:pt idx="669">
                  <c:v>34883.571428571347</c:v>
                </c:pt>
                <c:pt idx="670">
                  <c:v>34935.714285714283</c:v>
                </c:pt>
                <c:pt idx="671">
                  <c:v>34987.857142857138</c:v>
                </c:pt>
                <c:pt idx="672">
                  <c:v>35040</c:v>
                </c:pt>
                <c:pt idx="673">
                  <c:v>35092.142857142862</c:v>
                </c:pt>
                <c:pt idx="674">
                  <c:v>35144.285714285703</c:v>
                </c:pt>
                <c:pt idx="675">
                  <c:v>35196.428571428602</c:v>
                </c:pt>
                <c:pt idx="676">
                  <c:v>35248.571428571347</c:v>
                </c:pt>
                <c:pt idx="677">
                  <c:v>35300.714285714283</c:v>
                </c:pt>
                <c:pt idx="678">
                  <c:v>35352.857142857138</c:v>
                </c:pt>
                <c:pt idx="679">
                  <c:v>35405</c:v>
                </c:pt>
                <c:pt idx="680">
                  <c:v>35457.142857142862</c:v>
                </c:pt>
                <c:pt idx="681">
                  <c:v>35509.285714285703</c:v>
                </c:pt>
                <c:pt idx="682">
                  <c:v>35561.428571428602</c:v>
                </c:pt>
                <c:pt idx="683">
                  <c:v>35613.571428571347</c:v>
                </c:pt>
                <c:pt idx="684">
                  <c:v>35665.714285714283</c:v>
                </c:pt>
                <c:pt idx="685">
                  <c:v>35717.857142857138</c:v>
                </c:pt>
                <c:pt idx="686">
                  <c:v>35770</c:v>
                </c:pt>
                <c:pt idx="687">
                  <c:v>35822.142857142862</c:v>
                </c:pt>
                <c:pt idx="688">
                  <c:v>35874.285714285703</c:v>
                </c:pt>
                <c:pt idx="689">
                  <c:v>35926.428571428602</c:v>
                </c:pt>
                <c:pt idx="690">
                  <c:v>35978.571428571347</c:v>
                </c:pt>
                <c:pt idx="691">
                  <c:v>36030.714285714283</c:v>
                </c:pt>
                <c:pt idx="692">
                  <c:v>36082.857142857138</c:v>
                </c:pt>
                <c:pt idx="693">
                  <c:v>36135</c:v>
                </c:pt>
                <c:pt idx="694">
                  <c:v>36187.142857142862</c:v>
                </c:pt>
                <c:pt idx="695">
                  <c:v>36239.285714285703</c:v>
                </c:pt>
                <c:pt idx="696">
                  <c:v>36291.428571428602</c:v>
                </c:pt>
                <c:pt idx="697">
                  <c:v>36343.571428571347</c:v>
                </c:pt>
                <c:pt idx="698">
                  <c:v>36395.714285714283</c:v>
                </c:pt>
                <c:pt idx="699">
                  <c:v>36447.857142857138</c:v>
                </c:pt>
                <c:pt idx="700">
                  <c:v>36500</c:v>
                </c:pt>
                <c:pt idx="701">
                  <c:v>36552.142857142862</c:v>
                </c:pt>
                <c:pt idx="702">
                  <c:v>36604.285714285703</c:v>
                </c:pt>
                <c:pt idx="703">
                  <c:v>36656.428571428602</c:v>
                </c:pt>
                <c:pt idx="704">
                  <c:v>36708.571428571347</c:v>
                </c:pt>
                <c:pt idx="705">
                  <c:v>36760.714285714283</c:v>
                </c:pt>
                <c:pt idx="706">
                  <c:v>36812.857142857138</c:v>
                </c:pt>
                <c:pt idx="707">
                  <c:v>36865</c:v>
                </c:pt>
                <c:pt idx="708">
                  <c:v>36917.142857142862</c:v>
                </c:pt>
                <c:pt idx="709">
                  <c:v>36969.285714285703</c:v>
                </c:pt>
                <c:pt idx="710">
                  <c:v>37021.428571428602</c:v>
                </c:pt>
                <c:pt idx="711">
                  <c:v>37073.571428571347</c:v>
                </c:pt>
                <c:pt idx="712">
                  <c:v>37125.714285714283</c:v>
                </c:pt>
                <c:pt idx="713">
                  <c:v>37177.857142857138</c:v>
                </c:pt>
                <c:pt idx="714">
                  <c:v>37230</c:v>
                </c:pt>
                <c:pt idx="715">
                  <c:v>37282.142857142862</c:v>
                </c:pt>
                <c:pt idx="716">
                  <c:v>37334.285714285703</c:v>
                </c:pt>
                <c:pt idx="717">
                  <c:v>37386.428571428602</c:v>
                </c:pt>
                <c:pt idx="718">
                  <c:v>37438.571428571347</c:v>
                </c:pt>
                <c:pt idx="719">
                  <c:v>37490.714285714283</c:v>
                </c:pt>
                <c:pt idx="720">
                  <c:v>37542.857142857138</c:v>
                </c:pt>
                <c:pt idx="721">
                  <c:v>37595</c:v>
                </c:pt>
                <c:pt idx="722">
                  <c:v>37647.142857142862</c:v>
                </c:pt>
                <c:pt idx="723">
                  <c:v>37699.285714285703</c:v>
                </c:pt>
                <c:pt idx="724">
                  <c:v>37751.428571428602</c:v>
                </c:pt>
                <c:pt idx="725">
                  <c:v>37803.571428571347</c:v>
                </c:pt>
                <c:pt idx="726">
                  <c:v>37855.714285714283</c:v>
                </c:pt>
                <c:pt idx="727">
                  <c:v>37907.857142857138</c:v>
                </c:pt>
                <c:pt idx="728">
                  <c:v>37960</c:v>
                </c:pt>
                <c:pt idx="729">
                  <c:v>38012.142857142862</c:v>
                </c:pt>
                <c:pt idx="730">
                  <c:v>38064.285714285703</c:v>
                </c:pt>
                <c:pt idx="731">
                  <c:v>38116.428571428602</c:v>
                </c:pt>
                <c:pt idx="732">
                  <c:v>38168.571428571347</c:v>
                </c:pt>
                <c:pt idx="733">
                  <c:v>38220.714285714283</c:v>
                </c:pt>
                <c:pt idx="734">
                  <c:v>38272.857142857138</c:v>
                </c:pt>
                <c:pt idx="735">
                  <c:v>38325</c:v>
                </c:pt>
                <c:pt idx="736">
                  <c:v>38377.142857142862</c:v>
                </c:pt>
                <c:pt idx="737">
                  <c:v>38429.285714285703</c:v>
                </c:pt>
                <c:pt idx="738">
                  <c:v>38481.428571428602</c:v>
                </c:pt>
                <c:pt idx="739">
                  <c:v>38533.571428571347</c:v>
                </c:pt>
                <c:pt idx="740">
                  <c:v>38585.714285714283</c:v>
                </c:pt>
                <c:pt idx="741">
                  <c:v>38637.857142857138</c:v>
                </c:pt>
                <c:pt idx="742">
                  <c:v>38690</c:v>
                </c:pt>
                <c:pt idx="743">
                  <c:v>38742.142857142862</c:v>
                </c:pt>
                <c:pt idx="744">
                  <c:v>38794.285714285703</c:v>
                </c:pt>
                <c:pt idx="745">
                  <c:v>38846.428571428602</c:v>
                </c:pt>
                <c:pt idx="746">
                  <c:v>38898.571428571347</c:v>
                </c:pt>
                <c:pt idx="747">
                  <c:v>38950.714285714283</c:v>
                </c:pt>
                <c:pt idx="748">
                  <c:v>39002.857142857138</c:v>
                </c:pt>
                <c:pt idx="749">
                  <c:v>39055</c:v>
                </c:pt>
                <c:pt idx="750">
                  <c:v>39107.142857142862</c:v>
                </c:pt>
                <c:pt idx="751">
                  <c:v>39159.285714285703</c:v>
                </c:pt>
                <c:pt idx="752">
                  <c:v>39211.428571428602</c:v>
                </c:pt>
                <c:pt idx="753">
                  <c:v>39263.571428571347</c:v>
                </c:pt>
                <c:pt idx="754">
                  <c:v>39315.714285714283</c:v>
                </c:pt>
                <c:pt idx="755">
                  <c:v>39367.857142857138</c:v>
                </c:pt>
                <c:pt idx="756">
                  <c:v>39420</c:v>
                </c:pt>
                <c:pt idx="757">
                  <c:v>39472.142857142862</c:v>
                </c:pt>
                <c:pt idx="758">
                  <c:v>39524.285714285703</c:v>
                </c:pt>
                <c:pt idx="759">
                  <c:v>39576.428571428602</c:v>
                </c:pt>
                <c:pt idx="760">
                  <c:v>39628.571428571347</c:v>
                </c:pt>
                <c:pt idx="761">
                  <c:v>39680.714285714283</c:v>
                </c:pt>
                <c:pt idx="762">
                  <c:v>39732.857142857138</c:v>
                </c:pt>
                <c:pt idx="763">
                  <c:v>39785</c:v>
                </c:pt>
                <c:pt idx="764">
                  <c:v>39837.142857142862</c:v>
                </c:pt>
                <c:pt idx="765">
                  <c:v>39889.285714285703</c:v>
                </c:pt>
                <c:pt idx="766">
                  <c:v>39941.428571428602</c:v>
                </c:pt>
                <c:pt idx="767">
                  <c:v>39993.571428571347</c:v>
                </c:pt>
                <c:pt idx="768">
                  <c:v>40045.714285714283</c:v>
                </c:pt>
                <c:pt idx="769">
                  <c:v>40097.857142857138</c:v>
                </c:pt>
                <c:pt idx="770">
                  <c:v>40150</c:v>
                </c:pt>
                <c:pt idx="771">
                  <c:v>40202.142857142862</c:v>
                </c:pt>
                <c:pt idx="772">
                  <c:v>40254.285714285703</c:v>
                </c:pt>
                <c:pt idx="773">
                  <c:v>40306.428571428602</c:v>
                </c:pt>
                <c:pt idx="774">
                  <c:v>40358.571428571347</c:v>
                </c:pt>
                <c:pt idx="775">
                  <c:v>40410.714285714283</c:v>
                </c:pt>
                <c:pt idx="776">
                  <c:v>40462.857142857138</c:v>
                </c:pt>
                <c:pt idx="777">
                  <c:v>40515</c:v>
                </c:pt>
                <c:pt idx="778">
                  <c:v>40567.142857142862</c:v>
                </c:pt>
                <c:pt idx="779">
                  <c:v>40619.285714285703</c:v>
                </c:pt>
                <c:pt idx="780">
                  <c:v>40671.428571428602</c:v>
                </c:pt>
                <c:pt idx="781">
                  <c:v>40723.571428571347</c:v>
                </c:pt>
                <c:pt idx="782">
                  <c:v>40775.714285714283</c:v>
                </c:pt>
                <c:pt idx="783">
                  <c:v>40827.857142857138</c:v>
                </c:pt>
                <c:pt idx="784">
                  <c:v>40880</c:v>
                </c:pt>
                <c:pt idx="785">
                  <c:v>40932.142857142862</c:v>
                </c:pt>
                <c:pt idx="786">
                  <c:v>40984.285714285703</c:v>
                </c:pt>
                <c:pt idx="787">
                  <c:v>41036.428571428602</c:v>
                </c:pt>
                <c:pt idx="788">
                  <c:v>41088.571428571347</c:v>
                </c:pt>
                <c:pt idx="789">
                  <c:v>41140.714285714283</c:v>
                </c:pt>
                <c:pt idx="790">
                  <c:v>41192.857142857138</c:v>
                </c:pt>
                <c:pt idx="791">
                  <c:v>41245</c:v>
                </c:pt>
                <c:pt idx="792">
                  <c:v>41297.142857142862</c:v>
                </c:pt>
                <c:pt idx="793">
                  <c:v>41349.285714285703</c:v>
                </c:pt>
                <c:pt idx="794">
                  <c:v>41401.428571428602</c:v>
                </c:pt>
                <c:pt idx="795">
                  <c:v>41453.571428571347</c:v>
                </c:pt>
                <c:pt idx="796">
                  <c:v>41505.714285714283</c:v>
                </c:pt>
                <c:pt idx="797">
                  <c:v>41557.857142857138</c:v>
                </c:pt>
                <c:pt idx="798">
                  <c:v>41610</c:v>
                </c:pt>
                <c:pt idx="799">
                  <c:v>41662.142857142862</c:v>
                </c:pt>
                <c:pt idx="800">
                  <c:v>41714.285714285703</c:v>
                </c:pt>
                <c:pt idx="801">
                  <c:v>41766.428571428602</c:v>
                </c:pt>
                <c:pt idx="802">
                  <c:v>41818.571428571347</c:v>
                </c:pt>
                <c:pt idx="803">
                  <c:v>41870.714285714283</c:v>
                </c:pt>
                <c:pt idx="804">
                  <c:v>41922.857142857138</c:v>
                </c:pt>
                <c:pt idx="805">
                  <c:v>41975</c:v>
                </c:pt>
                <c:pt idx="806">
                  <c:v>42027.142857142862</c:v>
                </c:pt>
                <c:pt idx="807">
                  <c:v>42079.285714285703</c:v>
                </c:pt>
                <c:pt idx="808">
                  <c:v>42131.428571428602</c:v>
                </c:pt>
                <c:pt idx="809">
                  <c:v>42183.571428571347</c:v>
                </c:pt>
                <c:pt idx="810">
                  <c:v>42235.714285714283</c:v>
                </c:pt>
                <c:pt idx="811">
                  <c:v>42287.857142857138</c:v>
                </c:pt>
                <c:pt idx="812">
                  <c:v>42340</c:v>
                </c:pt>
                <c:pt idx="813">
                  <c:v>42392.142857142862</c:v>
                </c:pt>
                <c:pt idx="814">
                  <c:v>42444.285714285703</c:v>
                </c:pt>
                <c:pt idx="815">
                  <c:v>42496.428571428602</c:v>
                </c:pt>
                <c:pt idx="816">
                  <c:v>42548.571428571347</c:v>
                </c:pt>
                <c:pt idx="817">
                  <c:v>42600.714285714283</c:v>
                </c:pt>
                <c:pt idx="818">
                  <c:v>42652.857142857138</c:v>
                </c:pt>
                <c:pt idx="819">
                  <c:v>42705</c:v>
                </c:pt>
                <c:pt idx="820">
                  <c:v>42757.142857142862</c:v>
                </c:pt>
                <c:pt idx="821">
                  <c:v>42809.285714285703</c:v>
                </c:pt>
                <c:pt idx="822">
                  <c:v>42861.428571428602</c:v>
                </c:pt>
                <c:pt idx="823">
                  <c:v>42913.571428571347</c:v>
                </c:pt>
                <c:pt idx="824">
                  <c:v>42965.714285714283</c:v>
                </c:pt>
                <c:pt idx="825">
                  <c:v>43017.857142857138</c:v>
                </c:pt>
                <c:pt idx="826">
                  <c:v>43070</c:v>
                </c:pt>
                <c:pt idx="827">
                  <c:v>43122.142857142862</c:v>
                </c:pt>
                <c:pt idx="828">
                  <c:v>43174.285714285703</c:v>
                </c:pt>
                <c:pt idx="829">
                  <c:v>43226.428571428602</c:v>
                </c:pt>
                <c:pt idx="830">
                  <c:v>43278.571428571347</c:v>
                </c:pt>
                <c:pt idx="831">
                  <c:v>43330.714285714283</c:v>
                </c:pt>
                <c:pt idx="832">
                  <c:v>43382.857142857138</c:v>
                </c:pt>
                <c:pt idx="833">
                  <c:v>43435</c:v>
                </c:pt>
                <c:pt idx="834">
                  <c:v>43487.142857142862</c:v>
                </c:pt>
                <c:pt idx="835">
                  <c:v>43539.285714285703</c:v>
                </c:pt>
                <c:pt idx="836">
                  <c:v>43591.428571428602</c:v>
                </c:pt>
                <c:pt idx="837">
                  <c:v>43643.571428571347</c:v>
                </c:pt>
                <c:pt idx="838">
                  <c:v>43695.714285714283</c:v>
                </c:pt>
                <c:pt idx="839">
                  <c:v>43747.857142857138</c:v>
                </c:pt>
                <c:pt idx="840">
                  <c:v>43800</c:v>
                </c:pt>
                <c:pt idx="841">
                  <c:v>43852.142857142862</c:v>
                </c:pt>
                <c:pt idx="842">
                  <c:v>43904.285714285703</c:v>
                </c:pt>
                <c:pt idx="843">
                  <c:v>43956.428571428602</c:v>
                </c:pt>
                <c:pt idx="844">
                  <c:v>44008.571428571347</c:v>
                </c:pt>
                <c:pt idx="845">
                  <c:v>44060.714285714283</c:v>
                </c:pt>
                <c:pt idx="846">
                  <c:v>44112.857142857138</c:v>
                </c:pt>
                <c:pt idx="847">
                  <c:v>44165</c:v>
                </c:pt>
                <c:pt idx="848">
                  <c:v>44217.142857142862</c:v>
                </c:pt>
                <c:pt idx="849">
                  <c:v>44269.285714285703</c:v>
                </c:pt>
                <c:pt idx="850">
                  <c:v>44321.428571428602</c:v>
                </c:pt>
                <c:pt idx="851">
                  <c:v>44373.571428571347</c:v>
                </c:pt>
                <c:pt idx="852">
                  <c:v>44425.714285714283</c:v>
                </c:pt>
                <c:pt idx="853">
                  <c:v>44477.857142857138</c:v>
                </c:pt>
                <c:pt idx="854">
                  <c:v>44530</c:v>
                </c:pt>
                <c:pt idx="855">
                  <c:v>44582.142857142862</c:v>
                </c:pt>
                <c:pt idx="856">
                  <c:v>44634.285714285703</c:v>
                </c:pt>
                <c:pt idx="857">
                  <c:v>44686.428571428602</c:v>
                </c:pt>
                <c:pt idx="858">
                  <c:v>44738.571428571347</c:v>
                </c:pt>
                <c:pt idx="859">
                  <c:v>44790.714285714283</c:v>
                </c:pt>
                <c:pt idx="860">
                  <c:v>44842.857142857138</c:v>
                </c:pt>
                <c:pt idx="861">
                  <c:v>44895</c:v>
                </c:pt>
                <c:pt idx="862">
                  <c:v>44947.142857142862</c:v>
                </c:pt>
                <c:pt idx="863">
                  <c:v>44999.285714285703</c:v>
                </c:pt>
                <c:pt idx="864">
                  <c:v>45051.428571428602</c:v>
                </c:pt>
                <c:pt idx="865">
                  <c:v>45103.571428571347</c:v>
                </c:pt>
                <c:pt idx="866">
                  <c:v>45155.714285714283</c:v>
                </c:pt>
                <c:pt idx="867">
                  <c:v>45207.857142857138</c:v>
                </c:pt>
                <c:pt idx="868">
                  <c:v>45260</c:v>
                </c:pt>
                <c:pt idx="869">
                  <c:v>45312.142857142862</c:v>
                </c:pt>
                <c:pt idx="870">
                  <c:v>45364.285714285703</c:v>
                </c:pt>
                <c:pt idx="871">
                  <c:v>45416.428571428602</c:v>
                </c:pt>
                <c:pt idx="872">
                  <c:v>45468.571428571347</c:v>
                </c:pt>
                <c:pt idx="873">
                  <c:v>45520.714285714283</c:v>
                </c:pt>
                <c:pt idx="874">
                  <c:v>45572.857142857138</c:v>
                </c:pt>
                <c:pt idx="875">
                  <c:v>45625</c:v>
                </c:pt>
                <c:pt idx="876">
                  <c:v>45677.142857142862</c:v>
                </c:pt>
                <c:pt idx="877">
                  <c:v>45729.285714285703</c:v>
                </c:pt>
                <c:pt idx="878">
                  <c:v>45781.428571428602</c:v>
                </c:pt>
                <c:pt idx="879">
                  <c:v>45833.571428571347</c:v>
                </c:pt>
                <c:pt idx="880">
                  <c:v>45885.714285714283</c:v>
                </c:pt>
                <c:pt idx="881">
                  <c:v>45937.857142857138</c:v>
                </c:pt>
                <c:pt idx="882">
                  <c:v>45990</c:v>
                </c:pt>
                <c:pt idx="883">
                  <c:v>46042.142857142862</c:v>
                </c:pt>
                <c:pt idx="884">
                  <c:v>46094.285714285703</c:v>
                </c:pt>
                <c:pt idx="885">
                  <c:v>46146.428571428602</c:v>
                </c:pt>
                <c:pt idx="886">
                  <c:v>46198.571428571347</c:v>
                </c:pt>
                <c:pt idx="887">
                  <c:v>46250.714285714283</c:v>
                </c:pt>
                <c:pt idx="888">
                  <c:v>46302.857142857138</c:v>
                </c:pt>
                <c:pt idx="889">
                  <c:v>46355</c:v>
                </c:pt>
                <c:pt idx="890">
                  <c:v>46407.142857142862</c:v>
                </c:pt>
                <c:pt idx="891">
                  <c:v>46459.285714285703</c:v>
                </c:pt>
                <c:pt idx="892">
                  <c:v>46511.428571428602</c:v>
                </c:pt>
                <c:pt idx="893">
                  <c:v>46563.571428571347</c:v>
                </c:pt>
                <c:pt idx="894">
                  <c:v>46615.714285714283</c:v>
                </c:pt>
                <c:pt idx="895">
                  <c:v>46667.857142857138</c:v>
                </c:pt>
                <c:pt idx="896">
                  <c:v>46720</c:v>
                </c:pt>
                <c:pt idx="897">
                  <c:v>46772.142857142862</c:v>
                </c:pt>
                <c:pt idx="898">
                  <c:v>46824.285714285703</c:v>
                </c:pt>
                <c:pt idx="899">
                  <c:v>46876.428571428602</c:v>
                </c:pt>
                <c:pt idx="900">
                  <c:v>46928.571428571347</c:v>
                </c:pt>
                <c:pt idx="901">
                  <c:v>46980.714285714283</c:v>
                </c:pt>
                <c:pt idx="902">
                  <c:v>47032.857142857138</c:v>
                </c:pt>
                <c:pt idx="903">
                  <c:v>47085</c:v>
                </c:pt>
                <c:pt idx="904">
                  <c:v>47137.142857142862</c:v>
                </c:pt>
                <c:pt idx="905">
                  <c:v>47189.285714285703</c:v>
                </c:pt>
                <c:pt idx="906">
                  <c:v>47241.428571428602</c:v>
                </c:pt>
                <c:pt idx="907">
                  <c:v>47293.571428571347</c:v>
                </c:pt>
                <c:pt idx="908">
                  <c:v>47345.714285714283</c:v>
                </c:pt>
                <c:pt idx="909">
                  <c:v>47397.857142857138</c:v>
                </c:pt>
                <c:pt idx="910">
                  <c:v>47450</c:v>
                </c:pt>
                <c:pt idx="911">
                  <c:v>47502.142857142862</c:v>
                </c:pt>
                <c:pt idx="912">
                  <c:v>47554.285714285703</c:v>
                </c:pt>
                <c:pt idx="913">
                  <c:v>47606.428571428602</c:v>
                </c:pt>
                <c:pt idx="914">
                  <c:v>47658.571428571347</c:v>
                </c:pt>
                <c:pt idx="915">
                  <c:v>47710.714285714283</c:v>
                </c:pt>
                <c:pt idx="916">
                  <c:v>47762.857142857138</c:v>
                </c:pt>
                <c:pt idx="917">
                  <c:v>47815</c:v>
                </c:pt>
                <c:pt idx="918">
                  <c:v>47867.142857142862</c:v>
                </c:pt>
                <c:pt idx="919">
                  <c:v>47919.285714285703</c:v>
                </c:pt>
                <c:pt idx="920">
                  <c:v>47971.428571428602</c:v>
                </c:pt>
                <c:pt idx="921">
                  <c:v>48023.571428571347</c:v>
                </c:pt>
                <c:pt idx="922">
                  <c:v>48075.714285714283</c:v>
                </c:pt>
                <c:pt idx="923">
                  <c:v>48127.857142857138</c:v>
                </c:pt>
                <c:pt idx="924">
                  <c:v>48180</c:v>
                </c:pt>
                <c:pt idx="925">
                  <c:v>48232.142857142862</c:v>
                </c:pt>
                <c:pt idx="926">
                  <c:v>48284.285714285703</c:v>
                </c:pt>
                <c:pt idx="927">
                  <c:v>48336.428571428602</c:v>
                </c:pt>
                <c:pt idx="928">
                  <c:v>48388.571428571347</c:v>
                </c:pt>
                <c:pt idx="929">
                  <c:v>48440.714285714283</c:v>
                </c:pt>
                <c:pt idx="930">
                  <c:v>48492.857142857138</c:v>
                </c:pt>
                <c:pt idx="931">
                  <c:v>48545</c:v>
                </c:pt>
                <c:pt idx="932">
                  <c:v>48597.142857142862</c:v>
                </c:pt>
                <c:pt idx="933">
                  <c:v>48649.285714285703</c:v>
                </c:pt>
                <c:pt idx="934">
                  <c:v>48701.428571428602</c:v>
                </c:pt>
                <c:pt idx="935">
                  <c:v>48753.571428571347</c:v>
                </c:pt>
                <c:pt idx="936">
                  <c:v>48805.714285714283</c:v>
                </c:pt>
                <c:pt idx="937">
                  <c:v>48857.857142857138</c:v>
                </c:pt>
                <c:pt idx="938">
                  <c:v>48910</c:v>
                </c:pt>
                <c:pt idx="939">
                  <c:v>48962.142857142862</c:v>
                </c:pt>
                <c:pt idx="940">
                  <c:v>49014.285714285703</c:v>
                </c:pt>
                <c:pt idx="941">
                  <c:v>49066.428571428602</c:v>
                </c:pt>
                <c:pt idx="942">
                  <c:v>49118.571428571347</c:v>
                </c:pt>
                <c:pt idx="943">
                  <c:v>49170.714285714283</c:v>
                </c:pt>
                <c:pt idx="944">
                  <c:v>49222.857142857138</c:v>
                </c:pt>
                <c:pt idx="945">
                  <c:v>49275</c:v>
                </c:pt>
                <c:pt idx="946">
                  <c:v>49327.142857142862</c:v>
                </c:pt>
                <c:pt idx="947">
                  <c:v>49379.285714285703</c:v>
                </c:pt>
                <c:pt idx="948">
                  <c:v>49431.428571428602</c:v>
                </c:pt>
                <c:pt idx="949">
                  <c:v>49483.571428571347</c:v>
                </c:pt>
                <c:pt idx="950">
                  <c:v>49535.714285714283</c:v>
                </c:pt>
                <c:pt idx="951">
                  <c:v>49587.857142857138</c:v>
                </c:pt>
                <c:pt idx="952">
                  <c:v>49640</c:v>
                </c:pt>
                <c:pt idx="953">
                  <c:v>49692.142857142862</c:v>
                </c:pt>
                <c:pt idx="954">
                  <c:v>49744.285714285703</c:v>
                </c:pt>
                <c:pt idx="955">
                  <c:v>49796.428571428602</c:v>
                </c:pt>
                <c:pt idx="956">
                  <c:v>49848.571428571347</c:v>
                </c:pt>
                <c:pt idx="957">
                  <c:v>49900.714285714283</c:v>
                </c:pt>
                <c:pt idx="958">
                  <c:v>49952.857142857138</c:v>
                </c:pt>
                <c:pt idx="959">
                  <c:v>50005</c:v>
                </c:pt>
                <c:pt idx="960">
                  <c:v>50057.142857142862</c:v>
                </c:pt>
                <c:pt idx="961">
                  <c:v>50109.285714285703</c:v>
                </c:pt>
                <c:pt idx="962">
                  <c:v>50161.428571428602</c:v>
                </c:pt>
                <c:pt idx="963">
                  <c:v>50213.571428571347</c:v>
                </c:pt>
                <c:pt idx="964">
                  <c:v>50265.714285714283</c:v>
                </c:pt>
                <c:pt idx="965">
                  <c:v>50317.857142857138</c:v>
                </c:pt>
                <c:pt idx="966">
                  <c:v>50370</c:v>
                </c:pt>
                <c:pt idx="967">
                  <c:v>50422.142857142862</c:v>
                </c:pt>
                <c:pt idx="968">
                  <c:v>50474.285714285703</c:v>
                </c:pt>
                <c:pt idx="969">
                  <c:v>50526.428571428602</c:v>
                </c:pt>
                <c:pt idx="970">
                  <c:v>50578.571428571347</c:v>
                </c:pt>
                <c:pt idx="971">
                  <c:v>50630.714285714283</c:v>
                </c:pt>
                <c:pt idx="972">
                  <c:v>50682.857142857138</c:v>
                </c:pt>
                <c:pt idx="973">
                  <c:v>50735</c:v>
                </c:pt>
                <c:pt idx="974">
                  <c:v>50787.142857142862</c:v>
                </c:pt>
                <c:pt idx="975">
                  <c:v>50839.285714285703</c:v>
                </c:pt>
                <c:pt idx="976">
                  <c:v>50891.428571428602</c:v>
                </c:pt>
                <c:pt idx="977">
                  <c:v>50943.571428571347</c:v>
                </c:pt>
                <c:pt idx="978">
                  <c:v>50995.714285714283</c:v>
                </c:pt>
                <c:pt idx="979">
                  <c:v>51047.857142857138</c:v>
                </c:pt>
                <c:pt idx="980">
                  <c:v>51100</c:v>
                </c:pt>
                <c:pt idx="981">
                  <c:v>51152.142857142862</c:v>
                </c:pt>
                <c:pt idx="982">
                  <c:v>51204.285714285703</c:v>
                </c:pt>
                <c:pt idx="983">
                  <c:v>51256.428571428602</c:v>
                </c:pt>
                <c:pt idx="984">
                  <c:v>51308.571428571347</c:v>
                </c:pt>
                <c:pt idx="985">
                  <c:v>51360.714285714283</c:v>
                </c:pt>
                <c:pt idx="986">
                  <c:v>51412.857142857138</c:v>
                </c:pt>
                <c:pt idx="987">
                  <c:v>51465</c:v>
                </c:pt>
                <c:pt idx="988">
                  <c:v>51517.142857142862</c:v>
                </c:pt>
                <c:pt idx="989">
                  <c:v>51569.285714285703</c:v>
                </c:pt>
                <c:pt idx="990">
                  <c:v>51621.428571428602</c:v>
                </c:pt>
                <c:pt idx="991">
                  <c:v>51673.571428571347</c:v>
                </c:pt>
                <c:pt idx="992">
                  <c:v>51725.714285714283</c:v>
                </c:pt>
                <c:pt idx="993">
                  <c:v>51777.857142857138</c:v>
                </c:pt>
                <c:pt idx="994">
                  <c:v>51830</c:v>
                </c:pt>
                <c:pt idx="995">
                  <c:v>51882.142857142862</c:v>
                </c:pt>
                <c:pt idx="996">
                  <c:v>51934.285714285703</c:v>
                </c:pt>
                <c:pt idx="997">
                  <c:v>51986.428571428602</c:v>
                </c:pt>
                <c:pt idx="998">
                  <c:v>52038.571428571347</c:v>
                </c:pt>
                <c:pt idx="999">
                  <c:v>52090.714285714283</c:v>
                </c:pt>
                <c:pt idx="1000">
                  <c:v>52142.857142857138</c:v>
                </c:pt>
                <c:pt idx="1001">
                  <c:v>52195</c:v>
                </c:pt>
                <c:pt idx="1002">
                  <c:v>52247.142857142862</c:v>
                </c:pt>
                <c:pt idx="1003">
                  <c:v>52299.285714285703</c:v>
                </c:pt>
                <c:pt idx="1004">
                  <c:v>52351.428571428602</c:v>
                </c:pt>
                <c:pt idx="1005">
                  <c:v>52403.571428571347</c:v>
                </c:pt>
                <c:pt idx="1006">
                  <c:v>52455.714285714283</c:v>
                </c:pt>
                <c:pt idx="1007">
                  <c:v>52507.857142857138</c:v>
                </c:pt>
                <c:pt idx="1008">
                  <c:v>52560</c:v>
                </c:pt>
                <c:pt idx="1009">
                  <c:v>52612.142857142862</c:v>
                </c:pt>
                <c:pt idx="1010">
                  <c:v>52664.285714285703</c:v>
                </c:pt>
                <c:pt idx="1011">
                  <c:v>52716.428571428602</c:v>
                </c:pt>
                <c:pt idx="1012">
                  <c:v>52768.571428571347</c:v>
                </c:pt>
                <c:pt idx="1013">
                  <c:v>52820.714285714283</c:v>
                </c:pt>
                <c:pt idx="1014">
                  <c:v>52872.857142857138</c:v>
                </c:pt>
                <c:pt idx="1015">
                  <c:v>52925</c:v>
                </c:pt>
                <c:pt idx="1016">
                  <c:v>52977.142857142862</c:v>
                </c:pt>
                <c:pt idx="1017">
                  <c:v>53029.285714285703</c:v>
                </c:pt>
                <c:pt idx="1018">
                  <c:v>53081.428571428602</c:v>
                </c:pt>
                <c:pt idx="1019">
                  <c:v>53133.571428571347</c:v>
                </c:pt>
                <c:pt idx="1020">
                  <c:v>53185.714285714283</c:v>
                </c:pt>
                <c:pt idx="1021">
                  <c:v>53237.857142857138</c:v>
                </c:pt>
                <c:pt idx="1022">
                  <c:v>53290</c:v>
                </c:pt>
                <c:pt idx="1023">
                  <c:v>53342.142857142862</c:v>
                </c:pt>
                <c:pt idx="1024">
                  <c:v>53394.285714285703</c:v>
                </c:pt>
                <c:pt idx="1025">
                  <c:v>53446.428571428602</c:v>
                </c:pt>
                <c:pt idx="1026">
                  <c:v>53498.571428571347</c:v>
                </c:pt>
                <c:pt idx="1027">
                  <c:v>53550.714285714283</c:v>
                </c:pt>
                <c:pt idx="1028">
                  <c:v>53602.857142857138</c:v>
                </c:pt>
                <c:pt idx="1029">
                  <c:v>53655</c:v>
                </c:pt>
                <c:pt idx="1030">
                  <c:v>53707.142857142862</c:v>
                </c:pt>
                <c:pt idx="1031">
                  <c:v>53759.285714285703</c:v>
                </c:pt>
                <c:pt idx="1032">
                  <c:v>53811.428571428602</c:v>
                </c:pt>
                <c:pt idx="1033">
                  <c:v>53863.571428571347</c:v>
                </c:pt>
                <c:pt idx="1034">
                  <c:v>53915.714285714283</c:v>
                </c:pt>
                <c:pt idx="1035">
                  <c:v>53967.857142857138</c:v>
                </c:pt>
                <c:pt idx="1036">
                  <c:v>54020</c:v>
                </c:pt>
                <c:pt idx="1037">
                  <c:v>54072.142857142862</c:v>
                </c:pt>
                <c:pt idx="1038">
                  <c:v>54124.285714285703</c:v>
                </c:pt>
                <c:pt idx="1039">
                  <c:v>54176.428571428602</c:v>
                </c:pt>
                <c:pt idx="1040">
                  <c:v>54228.571428571347</c:v>
                </c:pt>
                <c:pt idx="1041">
                  <c:v>54280.714285714283</c:v>
                </c:pt>
                <c:pt idx="1042">
                  <c:v>54332.857142857138</c:v>
                </c:pt>
                <c:pt idx="1043">
                  <c:v>54385</c:v>
                </c:pt>
                <c:pt idx="1044">
                  <c:v>54437.142857142862</c:v>
                </c:pt>
                <c:pt idx="1045">
                  <c:v>54489.285714285703</c:v>
                </c:pt>
                <c:pt idx="1046">
                  <c:v>54541.428571428602</c:v>
                </c:pt>
                <c:pt idx="1047">
                  <c:v>54593.571428571347</c:v>
                </c:pt>
                <c:pt idx="1048">
                  <c:v>54645.714285714283</c:v>
                </c:pt>
                <c:pt idx="1049">
                  <c:v>54697.857142857138</c:v>
                </c:pt>
                <c:pt idx="1050">
                  <c:v>54750</c:v>
                </c:pt>
                <c:pt idx="1051">
                  <c:v>54802.142857142862</c:v>
                </c:pt>
                <c:pt idx="1052">
                  <c:v>54854.285714285703</c:v>
                </c:pt>
                <c:pt idx="1053">
                  <c:v>54906.428571428602</c:v>
                </c:pt>
                <c:pt idx="1054">
                  <c:v>54958.571428571347</c:v>
                </c:pt>
                <c:pt idx="1055">
                  <c:v>55010.714285714283</c:v>
                </c:pt>
                <c:pt idx="1056">
                  <c:v>55062.857142857138</c:v>
                </c:pt>
                <c:pt idx="1057">
                  <c:v>55115</c:v>
                </c:pt>
                <c:pt idx="1058">
                  <c:v>55167.142857142862</c:v>
                </c:pt>
                <c:pt idx="1059">
                  <c:v>55219.285714285703</c:v>
                </c:pt>
                <c:pt idx="1060">
                  <c:v>55271.428571428602</c:v>
                </c:pt>
                <c:pt idx="1061">
                  <c:v>55323.571428571347</c:v>
                </c:pt>
                <c:pt idx="1062">
                  <c:v>55375.714285714283</c:v>
                </c:pt>
                <c:pt idx="1063">
                  <c:v>55427.857142857138</c:v>
                </c:pt>
                <c:pt idx="1064">
                  <c:v>55480</c:v>
                </c:pt>
                <c:pt idx="1065">
                  <c:v>55532.142857142862</c:v>
                </c:pt>
                <c:pt idx="1066">
                  <c:v>55584.285714285703</c:v>
                </c:pt>
                <c:pt idx="1067">
                  <c:v>55636.428571428602</c:v>
                </c:pt>
                <c:pt idx="1068">
                  <c:v>55688.571428571347</c:v>
                </c:pt>
                <c:pt idx="1069">
                  <c:v>55740.714285714283</c:v>
                </c:pt>
                <c:pt idx="1070">
                  <c:v>55792.857142857138</c:v>
                </c:pt>
                <c:pt idx="1071">
                  <c:v>55845</c:v>
                </c:pt>
                <c:pt idx="1072">
                  <c:v>55897.142857142862</c:v>
                </c:pt>
                <c:pt idx="1073">
                  <c:v>55949.285714285703</c:v>
                </c:pt>
                <c:pt idx="1074">
                  <c:v>56001.428571428602</c:v>
                </c:pt>
                <c:pt idx="1075">
                  <c:v>56053.571428571347</c:v>
                </c:pt>
                <c:pt idx="1076">
                  <c:v>56105.714285714283</c:v>
                </c:pt>
                <c:pt idx="1077">
                  <c:v>56157.857142857138</c:v>
                </c:pt>
                <c:pt idx="1078">
                  <c:v>56210</c:v>
                </c:pt>
                <c:pt idx="1079">
                  <c:v>56262.142857142862</c:v>
                </c:pt>
                <c:pt idx="1080">
                  <c:v>56314.285714285703</c:v>
                </c:pt>
                <c:pt idx="1081">
                  <c:v>56366.428571428602</c:v>
                </c:pt>
                <c:pt idx="1082">
                  <c:v>56418.571428571347</c:v>
                </c:pt>
                <c:pt idx="1083">
                  <c:v>56470.714285714283</c:v>
                </c:pt>
                <c:pt idx="1084">
                  <c:v>56522.857142857138</c:v>
                </c:pt>
                <c:pt idx="1085">
                  <c:v>56575</c:v>
                </c:pt>
                <c:pt idx="1086">
                  <c:v>56627.142857142862</c:v>
                </c:pt>
                <c:pt idx="1087">
                  <c:v>56679.285714285703</c:v>
                </c:pt>
                <c:pt idx="1088">
                  <c:v>56731.428571428602</c:v>
                </c:pt>
                <c:pt idx="1089">
                  <c:v>56783.571428571347</c:v>
                </c:pt>
                <c:pt idx="1090">
                  <c:v>56835.714285714283</c:v>
                </c:pt>
                <c:pt idx="1091">
                  <c:v>56887.857142857138</c:v>
                </c:pt>
                <c:pt idx="1092">
                  <c:v>56940</c:v>
                </c:pt>
                <c:pt idx="1093">
                  <c:v>56992.142857142862</c:v>
                </c:pt>
                <c:pt idx="1094">
                  <c:v>57044.285714285703</c:v>
                </c:pt>
                <c:pt idx="1095">
                  <c:v>57096.428571428602</c:v>
                </c:pt>
                <c:pt idx="1096">
                  <c:v>57148.571428571347</c:v>
                </c:pt>
                <c:pt idx="1097">
                  <c:v>57200.714285714283</c:v>
                </c:pt>
                <c:pt idx="1098">
                  <c:v>57252.857142857138</c:v>
                </c:pt>
                <c:pt idx="1099">
                  <c:v>57305</c:v>
                </c:pt>
                <c:pt idx="1100">
                  <c:v>57357.142857142862</c:v>
                </c:pt>
                <c:pt idx="1101">
                  <c:v>57409.285714285703</c:v>
                </c:pt>
                <c:pt idx="1102">
                  <c:v>57461.428571428602</c:v>
                </c:pt>
                <c:pt idx="1103">
                  <c:v>57513.571428571347</c:v>
                </c:pt>
                <c:pt idx="1104">
                  <c:v>57565.714285714283</c:v>
                </c:pt>
                <c:pt idx="1105">
                  <c:v>57617.857142857138</c:v>
                </c:pt>
                <c:pt idx="1106">
                  <c:v>57670</c:v>
                </c:pt>
                <c:pt idx="1107">
                  <c:v>57722.142857142862</c:v>
                </c:pt>
                <c:pt idx="1108">
                  <c:v>57774.285714285703</c:v>
                </c:pt>
                <c:pt idx="1109">
                  <c:v>57826.428571428602</c:v>
                </c:pt>
                <c:pt idx="1110">
                  <c:v>57878.571428571347</c:v>
                </c:pt>
                <c:pt idx="1111">
                  <c:v>57930.714285714283</c:v>
                </c:pt>
                <c:pt idx="1112">
                  <c:v>57982.857142857138</c:v>
                </c:pt>
                <c:pt idx="1113">
                  <c:v>58035</c:v>
                </c:pt>
                <c:pt idx="1114">
                  <c:v>58087.142857142862</c:v>
                </c:pt>
                <c:pt idx="1115">
                  <c:v>58139.285714285703</c:v>
                </c:pt>
                <c:pt idx="1116">
                  <c:v>58191.428571428602</c:v>
                </c:pt>
                <c:pt idx="1117">
                  <c:v>58243.571428571347</c:v>
                </c:pt>
                <c:pt idx="1118">
                  <c:v>58295.714285714283</c:v>
                </c:pt>
                <c:pt idx="1119">
                  <c:v>58347.857142857138</c:v>
                </c:pt>
                <c:pt idx="1120">
                  <c:v>58400</c:v>
                </c:pt>
                <c:pt idx="1121">
                  <c:v>58452.142857142862</c:v>
                </c:pt>
                <c:pt idx="1122">
                  <c:v>58504.285714285703</c:v>
                </c:pt>
                <c:pt idx="1123">
                  <c:v>58556.428571428602</c:v>
                </c:pt>
                <c:pt idx="1124">
                  <c:v>58608.571428571347</c:v>
                </c:pt>
                <c:pt idx="1125">
                  <c:v>58660.714285714283</c:v>
                </c:pt>
                <c:pt idx="1126">
                  <c:v>58712.857142857138</c:v>
                </c:pt>
                <c:pt idx="1127">
                  <c:v>58765</c:v>
                </c:pt>
                <c:pt idx="1128">
                  <c:v>58817.142857142862</c:v>
                </c:pt>
                <c:pt idx="1129">
                  <c:v>58869.285714285703</c:v>
                </c:pt>
                <c:pt idx="1130">
                  <c:v>58921.428571428602</c:v>
                </c:pt>
                <c:pt idx="1131">
                  <c:v>58973.571428571347</c:v>
                </c:pt>
                <c:pt idx="1132">
                  <c:v>59025.714285714283</c:v>
                </c:pt>
                <c:pt idx="1133">
                  <c:v>59077.857142857138</c:v>
                </c:pt>
                <c:pt idx="1134">
                  <c:v>59130</c:v>
                </c:pt>
                <c:pt idx="1135">
                  <c:v>59182.142857142862</c:v>
                </c:pt>
                <c:pt idx="1136">
                  <c:v>59234.285714285703</c:v>
                </c:pt>
                <c:pt idx="1137">
                  <c:v>59286.428571428602</c:v>
                </c:pt>
                <c:pt idx="1138">
                  <c:v>59338.571428571347</c:v>
                </c:pt>
                <c:pt idx="1139">
                  <c:v>59390.714285714283</c:v>
                </c:pt>
                <c:pt idx="1140">
                  <c:v>59442.857142857138</c:v>
                </c:pt>
                <c:pt idx="1141">
                  <c:v>59495</c:v>
                </c:pt>
                <c:pt idx="1142">
                  <c:v>59547.142857142862</c:v>
                </c:pt>
                <c:pt idx="1143">
                  <c:v>59599.285714285703</c:v>
                </c:pt>
                <c:pt idx="1144">
                  <c:v>59651.428571428602</c:v>
                </c:pt>
                <c:pt idx="1145">
                  <c:v>59703.571428571347</c:v>
                </c:pt>
                <c:pt idx="1146">
                  <c:v>59755.714285714283</c:v>
                </c:pt>
                <c:pt idx="1147">
                  <c:v>59807.857142857138</c:v>
                </c:pt>
                <c:pt idx="1148">
                  <c:v>59860</c:v>
                </c:pt>
                <c:pt idx="1149">
                  <c:v>59912.142857142862</c:v>
                </c:pt>
                <c:pt idx="1150">
                  <c:v>59964.285714285703</c:v>
                </c:pt>
                <c:pt idx="1151">
                  <c:v>60016.428571428602</c:v>
                </c:pt>
                <c:pt idx="1152">
                  <c:v>60068.571428571347</c:v>
                </c:pt>
                <c:pt idx="1153">
                  <c:v>60120.714285714283</c:v>
                </c:pt>
                <c:pt idx="1154">
                  <c:v>60172.857142857138</c:v>
                </c:pt>
                <c:pt idx="1155">
                  <c:v>60225</c:v>
                </c:pt>
                <c:pt idx="1156">
                  <c:v>60277.142857142862</c:v>
                </c:pt>
                <c:pt idx="1157">
                  <c:v>60329.285714285703</c:v>
                </c:pt>
                <c:pt idx="1158">
                  <c:v>60381.428571428602</c:v>
                </c:pt>
                <c:pt idx="1159">
                  <c:v>60433.571428571347</c:v>
                </c:pt>
                <c:pt idx="1160">
                  <c:v>60485.714285714283</c:v>
                </c:pt>
                <c:pt idx="1161">
                  <c:v>60537.857142857138</c:v>
                </c:pt>
                <c:pt idx="1162">
                  <c:v>60590</c:v>
                </c:pt>
                <c:pt idx="1163">
                  <c:v>60642.142857142862</c:v>
                </c:pt>
                <c:pt idx="1164">
                  <c:v>60694.285714285703</c:v>
                </c:pt>
                <c:pt idx="1165">
                  <c:v>60746.428571428602</c:v>
                </c:pt>
                <c:pt idx="1166">
                  <c:v>60798.571428571347</c:v>
                </c:pt>
                <c:pt idx="1167">
                  <c:v>60850.714285714283</c:v>
                </c:pt>
                <c:pt idx="1168">
                  <c:v>60902.857142857138</c:v>
                </c:pt>
                <c:pt idx="1169">
                  <c:v>60955</c:v>
                </c:pt>
                <c:pt idx="1170">
                  <c:v>61007.142857142862</c:v>
                </c:pt>
                <c:pt idx="1171">
                  <c:v>61059.285714285703</c:v>
                </c:pt>
                <c:pt idx="1172">
                  <c:v>61111.428571428602</c:v>
                </c:pt>
                <c:pt idx="1173">
                  <c:v>61163.571428571347</c:v>
                </c:pt>
                <c:pt idx="1174">
                  <c:v>61215.714285714283</c:v>
                </c:pt>
                <c:pt idx="1175">
                  <c:v>61267.857142857138</c:v>
                </c:pt>
                <c:pt idx="1176">
                  <c:v>61320</c:v>
                </c:pt>
                <c:pt idx="1177">
                  <c:v>61372.142857142862</c:v>
                </c:pt>
                <c:pt idx="1178">
                  <c:v>61424.285714285703</c:v>
                </c:pt>
                <c:pt idx="1179">
                  <c:v>61476.428571428602</c:v>
                </c:pt>
                <c:pt idx="1180">
                  <c:v>61528.571428571347</c:v>
                </c:pt>
                <c:pt idx="1181">
                  <c:v>61580.714285714283</c:v>
                </c:pt>
                <c:pt idx="1182">
                  <c:v>61632.857142857138</c:v>
                </c:pt>
                <c:pt idx="1183">
                  <c:v>61685</c:v>
                </c:pt>
                <c:pt idx="1184">
                  <c:v>61737.142857142862</c:v>
                </c:pt>
                <c:pt idx="1185">
                  <c:v>61789.285714285703</c:v>
                </c:pt>
                <c:pt idx="1186">
                  <c:v>61841.428571428602</c:v>
                </c:pt>
                <c:pt idx="1187">
                  <c:v>61893.571428571347</c:v>
                </c:pt>
                <c:pt idx="1188">
                  <c:v>61945.714285714283</c:v>
                </c:pt>
                <c:pt idx="1189">
                  <c:v>61997.857142857138</c:v>
                </c:pt>
                <c:pt idx="1190">
                  <c:v>62050</c:v>
                </c:pt>
                <c:pt idx="1191">
                  <c:v>62102.142857142862</c:v>
                </c:pt>
                <c:pt idx="1192">
                  <c:v>62154.285714285703</c:v>
                </c:pt>
                <c:pt idx="1193">
                  <c:v>62206.428571428602</c:v>
                </c:pt>
                <c:pt idx="1194">
                  <c:v>62258.571428571347</c:v>
                </c:pt>
                <c:pt idx="1195">
                  <c:v>62310.714285714283</c:v>
                </c:pt>
                <c:pt idx="1196">
                  <c:v>62362.857142857138</c:v>
                </c:pt>
                <c:pt idx="1197">
                  <c:v>62415</c:v>
                </c:pt>
                <c:pt idx="1198">
                  <c:v>62467.142857142862</c:v>
                </c:pt>
                <c:pt idx="1199">
                  <c:v>62519.285714285703</c:v>
                </c:pt>
                <c:pt idx="1200">
                  <c:v>62571.428571428602</c:v>
                </c:pt>
                <c:pt idx="1201">
                  <c:v>62623.571428571347</c:v>
                </c:pt>
                <c:pt idx="1202">
                  <c:v>62675.714285714283</c:v>
                </c:pt>
                <c:pt idx="1203">
                  <c:v>62727.857142857138</c:v>
                </c:pt>
                <c:pt idx="1204">
                  <c:v>62780</c:v>
                </c:pt>
                <c:pt idx="1205">
                  <c:v>62832.142857142862</c:v>
                </c:pt>
                <c:pt idx="1206">
                  <c:v>62884.285714285703</c:v>
                </c:pt>
                <c:pt idx="1207">
                  <c:v>62936.428571428602</c:v>
                </c:pt>
                <c:pt idx="1208">
                  <c:v>62988.571428571347</c:v>
                </c:pt>
                <c:pt idx="1209">
                  <c:v>63040.714285714283</c:v>
                </c:pt>
                <c:pt idx="1210">
                  <c:v>63092.857142857138</c:v>
                </c:pt>
                <c:pt idx="1211">
                  <c:v>63145</c:v>
                </c:pt>
                <c:pt idx="1212">
                  <c:v>63197.142857142862</c:v>
                </c:pt>
                <c:pt idx="1213">
                  <c:v>63249.285714285703</c:v>
                </c:pt>
                <c:pt idx="1214">
                  <c:v>63301.428571428602</c:v>
                </c:pt>
                <c:pt idx="1215">
                  <c:v>63353.571428571347</c:v>
                </c:pt>
                <c:pt idx="1216">
                  <c:v>63405.714285714283</c:v>
                </c:pt>
                <c:pt idx="1217">
                  <c:v>63457.857142857138</c:v>
                </c:pt>
                <c:pt idx="1218">
                  <c:v>63510</c:v>
                </c:pt>
                <c:pt idx="1219">
                  <c:v>63562.142857142862</c:v>
                </c:pt>
                <c:pt idx="1220">
                  <c:v>63614.285714285703</c:v>
                </c:pt>
                <c:pt idx="1221">
                  <c:v>63666.428571428602</c:v>
                </c:pt>
                <c:pt idx="1222">
                  <c:v>63718.571428571347</c:v>
                </c:pt>
                <c:pt idx="1223">
                  <c:v>63770.714285714283</c:v>
                </c:pt>
                <c:pt idx="1224">
                  <c:v>63822.857142857138</c:v>
                </c:pt>
                <c:pt idx="1225">
                  <c:v>63875</c:v>
                </c:pt>
                <c:pt idx="1226">
                  <c:v>63927.142857142862</c:v>
                </c:pt>
                <c:pt idx="1227">
                  <c:v>63979.285714285703</c:v>
                </c:pt>
                <c:pt idx="1228">
                  <c:v>64031.428571428602</c:v>
                </c:pt>
                <c:pt idx="1229">
                  <c:v>64083.571428571347</c:v>
                </c:pt>
                <c:pt idx="1230">
                  <c:v>64135.714285714283</c:v>
                </c:pt>
                <c:pt idx="1231">
                  <c:v>64187.857142857138</c:v>
                </c:pt>
                <c:pt idx="1232">
                  <c:v>64240</c:v>
                </c:pt>
                <c:pt idx="1233">
                  <c:v>64292.142857142862</c:v>
                </c:pt>
                <c:pt idx="1234">
                  <c:v>64344.285714285703</c:v>
                </c:pt>
                <c:pt idx="1235">
                  <c:v>64396.428571428602</c:v>
                </c:pt>
                <c:pt idx="1236">
                  <c:v>64448.571428571347</c:v>
                </c:pt>
                <c:pt idx="1237">
                  <c:v>64500.714285714283</c:v>
                </c:pt>
                <c:pt idx="1238">
                  <c:v>64552.857142857138</c:v>
                </c:pt>
                <c:pt idx="1239">
                  <c:v>64605</c:v>
                </c:pt>
                <c:pt idx="1240">
                  <c:v>64657.142857142862</c:v>
                </c:pt>
                <c:pt idx="1241">
                  <c:v>64709.285714285703</c:v>
                </c:pt>
                <c:pt idx="1242">
                  <c:v>64761.428571428602</c:v>
                </c:pt>
                <c:pt idx="1243">
                  <c:v>64813.571428571347</c:v>
                </c:pt>
                <c:pt idx="1244">
                  <c:v>64865.714285714283</c:v>
                </c:pt>
                <c:pt idx="1245">
                  <c:v>64917.857142857138</c:v>
                </c:pt>
                <c:pt idx="1246">
                  <c:v>64970</c:v>
                </c:pt>
                <c:pt idx="1247">
                  <c:v>65022.142857142862</c:v>
                </c:pt>
                <c:pt idx="1248">
                  <c:v>65074.285714285703</c:v>
                </c:pt>
                <c:pt idx="1249">
                  <c:v>65126.428571428602</c:v>
                </c:pt>
                <c:pt idx="1250">
                  <c:v>65178.571428571347</c:v>
                </c:pt>
                <c:pt idx="1251">
                  <c:v>65230.714285714283</c:v>
                </c:pt>
                <c:pt idx="1252">
                  <c:v>65282.857142857138</c:v>
                </c:pt>
                <c:pt idx="1253">
                  <c:v>65335</c:v>
                </c:pt>
                <c:pt idx="1254">
                  <c:v>65387.142857142862</c:v>
                </c:pt>
                <c:pt idx="1255">
                  <c:v>65439.285714285703</c:v>
                </c:pt>
                <c:pt idx="1256">
                  <c:v>65491.428571428602</c:v>
                </c:pt>
                <c:pt idx="1257">
                  <c:v>65543.571428571493</c:v>
                </c:pt>
                <c:pt idx="1258">
                  <c:v>65595.714285714173</c:v>
                </c:pt>
                <c:pt idx="1259">
                  <c:v>65647.857142857145</c:v>
                </c:pt>
                <c:pt idx="1260">
                  <c:v>65700</c:v>
                </c:pt>
                <c:pt idx="1261">
                  <c:v>65752.142857142666</c:v>
                </c:pt>
                <c:pt idx="1262">
                  <c:v>65804.285714285797</c:v>
                </c:pt>
                <c:pt idx="1263">
                  <c:v>65856.428571428376</c:v>
                </c:pt>
                <c:pt idx="1264">
                  <c:v>65908.571428571493</c:v>
                </c:pt>
                <c:pt idx="1265">
                  <c:v>65960.714285714173</c:v>
                </c:pt>
                <c:pt idx="1266">
                  <c:v>66012.857142857145</c:v>
                </c:pt>
                <c:pt idx="1267">
                  <c:v>66065</c:v>
                </c:pt>
                <c:pt idx="1268">
                  <c:v>66117.142857142666</c:v>
                </c:pt>
                <c:pt idx="1269">
                  <c:v>66169.285714285797</c:v>
                </c:pt>
                <c:pt idx="1270">
                  <c:v>66221.428571428376</c:v>
                </c:pt>
                <c:pt idx="1271">
                  <c:v>66273.571428571493</c:v>
                </c:pt>
                <c:pt idx="1272">
                  <c:v>66325.714285714173</c:v>
                </c:pt>
                <c:pt idx="1273">
                  <c:v>66377.857142857145</c:v>
                </c:pt>
                <c:pt idx="1274">
                  <c:v>66430</c:v>
                </c:pt>
                <c:pt idx="1275">
                  <c:v>66482.142857142666</c:v>
                </c:pt>
                <c:pt idx="1276">
                  <c:v>66534.285714285797</c:v>
                </c:pt>
                <c:pt idx="1277">
                  <c:v>66586.428571428376</c:v>
                </c:pt>
                <c:pt idx="1278">
                  <c:v>66638.571428571493</c:v>
                </c:pt>
                <c:pt idx="1279">
                  <c:v>66690.714285714173</c:v>
                </c:pt>
                <c:pt idx="1280">
                  <c:v>66742.857142857145</c:v>
                </c:pt>
                <c:pt idx="1281">
                  <c:v>66795</c:v>
                </c:pt>
                <c:pt idx="1282">
                  <c:v>66847.142857142666</c:v>
                </c:pt>
                <c:pt idx="1283">
                  <c:v>66899.285714285797</c:v>
                </c:pt>
                <c:pt idx="1284">
                  <c:v>66951.428571428376</c:v>
                </c:pt>
                <c:pt idx="1285">
                  <c:v>67003.571428571493</c:v>
                </c:pt>
                <c:pt idx="1286">
                  <c:v>67055.714285714173</c:v>
                </c:pt>
                <c:pt idx="1287">
                  <c:v>67107.857142857145</c:v>
                </c:pt>
                <c:pt idx="1288">
                  <c:v>67160</c:v>
                </c:pt>
                <c:pt idx="1289">
                  <c:v>67212.142857142666</c:v>
                </c:pt>
                <c:pt idx="1290">
                  <c:v>67264.285714285797</c:v>
                </c:pt>
                <c:pt idx="1291">
                  <c:v>67316.428571428376</c:v>
                </c:pt>
                <c:pt idx="1292">
                  <c:v>67368.571428571493</c:v>
                </c:pt>
                <c:pt idx="1293">
                  <c:v>67420.714285714173</c:v>
                </c:pt>
                <c:pt idx="1294">
                  <c:v>67472.857142857145</c:v>
                </c:pt>
                <c:pt idx="1295">
                  <c:v>67525</c:v>
                </c:pt>
                <c:pt idx="1296">
                  <c:v>67577.142857142666</c:v>
                </c:pt>
                <c:pt idx="1297">
                  <c:v>67629.285714285797</c:v>
                </c:pt>
                <c:pt idx="1298">
                  <c:v>67681.428571428376</c:v>
                </c:pt>
                <c:pt idx="1299">
                  <c:v>67733.571428571493</c:v>
                </c:pt>
                <c:pt idx="1300">
                  <c:v>67785.714285714173</c:v>
                </c:pt>
                <c:pt idx="1301">
                  <c:v>67837.857142857145</c:v>
                </c:pt>
                <c:pt idx="1302">
                  <c:v>67890</c:v>
                </c:pt>
                <c:pt idx="1303">
                  <c:v>67942.142857142666</c:v>
                </c:pt>
                <c:pt idx="1304">
                  <c:v>67994.285714285797</c:v>
                </c:pt>
                <c:pt idx="1305">
                  <c:v>68046.428571428376</c:v>
                </c:pt>
                <c:pt idx="1306">
                  <c:v>68098.571428571493</c:v>
                </c:pt>
                <c:pt idx="1307">
                  <c:v>68150.714285714173</c:v>
                </c:pt>
                <c:pt idx="1308">
                  <c:v>68202.857142857145</c:v>
                </c:pt>
                <c:pt idx="1309">
                  <c:v>68255</c:v>
                </c:pt>
                <c:pt idx="1310">
                  <c:v>68307.142857142666</c:v>
                </c:pt>
                <c:pt idx="1311">
                  <c:v>68359.285714285797</c:v>
                </c:pt>
                <c:pt idx="1312">
                  <c:v>68411.428571428376</c:v>
                </c:pt>
                <c:pt idx="1313">
                  <c:v>68463.571428571493</c:v>
                </c:pt>
                <c:pt idx="1314">
                  <c:v>68515.714285714173</c:v>
                </c:pt>
                <c:pt idx="1315">
                  <c:v>68567.857142857145</c:v>
                </c:pt>
                <c:pt idx="1316">
                  <c:v>68620</c:v>
                </c:pt>
                <c:pt idx="1317">
                  <c:v>68672.142857142666</c:v>
                </c:pt>
                <c:pt idx="1318">
                  <c:v>68724.285714285797</c:v>
                </c:pt>
                <c:pt idx="1319">
                  <c:v>68776.428571428376</c:v>
                </c:pt>
                <c:pt idx="1320">
                  <c:v>68828.571428571493</c:v>
                </c:pt>
                <c:pt idx="1321">
                  <c:v>68880.714285714173</c:v>
                </c:pt>
                <c:pt idx="1322">
                  <c:v>68932.857142857145</c:v>
                </c:pt>
                <c:pt idx="1323">
                  <c:v>68985</c:v>
                </c:pt>
                <c:pt idx="1324">
                  <c:v>69037.142857142666</c:v>
                </c:pt>
                <c:pt idx="1325">
                  <c:v>69089.285714285797</c:v>
                </c:pt>
                <c:pt idx="1326">
                  <c:v>69141.428571428376</c:v>
                </c:pt>
                <c:pt idx="1327">
                  <c:v>69193.571428571493</c:v>
                </c:pt>
                <c:pt idx="1328">
                  <c:v>69245.714285714173</c:v>
                </c:pt>
                <c:pt idx="1329">
                  <c:v>69297.857142857145</c:v>
                </c:pt>
                <c:pt idx="1330">
                  <c:v>69350</c:v>
                </c:pt>
                <c:pt idx="1331">
                  <c:v>69402.142857142666</c:v>
                </c:pt>
                <c:pt idx="1332">
                  <c:v>69454.285714285797</c:v>
                </c:pt>
                <c:pt idx="1333">
                  <c:v>69506.428571428376</c:v>
                </c:pt>
                <c:pt idx="1334">
                  <c:v>69558.571428571493</c:v>
                </c:pt>
                <c:pt idx="1335">
                  <c:v>69610.714285714173</c:v>
                </c:pt>
                <c:pt idx="1336">
                  <c:v>69662.857142857145</c:v>
                </c:pt>
                <c:pt idx="1337">
                  <c:v>69715</c:v>
                </c:pt>
                <c:pt idx="1338">
                  <c:v>69767.142857142666</c:v>
                </c:pt>
                <c:pt idx="1339">
                  <c:v>69819.285714285797</c:v>
                </c:pt>
                <c:pt idx="1340">
                  <c:v>69871.428571428376</c:v>
                </c:pt>
                <c:pt idx="1341">
                  <c:v>69923.571428571493</c:v>
                </c:pt>
                <c:pt idx="1342">
                  <c:v>69975.714285714173</c:v>
                </c:pt>
                <c:pt idx="1343">
                  <c:v>70027.857142857145</c:v>
                </c:pt>
                <c:pt idx="1344">
                  <c:v>70080</c:v>
                </c:pt>
                <c:pt idx="1345">
                  <c:v>70132.142857142666</c:v>
                </c:pt>
                <c:pt idx="1346">
                  <c:v>70184.285714285797</c:v>
                </c:pt>
                <c:pt idx="1347">
                  <c:v>70236.428571428376</c:v>
                </c:pt>
                <c:pt idx="1348">
                  <c:v>70288.571428571493</c:v>
                </c:pt>
                <c:pt idx="1349">
                  <c:v>70340.714285714173</c:v>
                </c:pt>
                <c:pt idx="1350">
                  <c:v>70392.857142857145</c:v>
                </c:pt>
                <c:pt idx="1351">
                  <c:v>70445</c:v>
                </c:pt>
                <c:pt idx="1352">
                  <c:v>70497.142857142666</c:v>
                </c:pt>
                <c:pt idx="1353">
                  <c:v>70549.285714285797</c:v>
                </c:pt>
                <c:pt idx="1354">
                  <c:v>70601.428571428376</c:v>
                </c:pt>
                <c:pt idx="1355">
                  <c:v>70653.571428571493</c:v>
                </c:pt>
                <c:pt idx="1356">
                  <c:v>70705.714285714173</c:v>
                </c:pt>
                <c:pt idx="1357">
                  <c:v>70757.857142857145</c:v>
                </c:pt>
                <c:pt idx="1358">
                  <c:v>70810</c:v>
                </c:pt>
                <c:pt idx="1359">
                  <c:v>70862.142857142666</c:v>
                </c:pt>
                <c:pt idx="1360">
                  <c:v>70914.285714285797</c:v>
                </c:pt>
                <c:pt idx="1361">
                  <c:v>70966.428571428376</c:v>
                </c:pt>
                <c:pt idx="1362">
                  <c:v>71018.571428571493</c:v>
                </c:pt>
                <c:pt idx="1363">
                  <c:v>71070.714285714173</c:v>
                </c:pt>
                <c:pt idx="1364">
                  <c:v>71122.857142857145</c:v>
                </c:pt>
                <c:pt idx="1365">
                  <c:v>71175</c:v>
                </c:pt>
                <c:pt idx="1366">
                  <c:v>71227.142857142666</c:v>
                </c:pt>
                <c:pt idx="1367">
                  <c:v>71279.285714285797</c:v>
                </c:pt>
                <c:pt idx="1368">
                  <c:v>71331.428571428376</c:v>
                </c:pt>
                <c:pt idx="1369">
                  <c:v>71383.571428571493</c:v>
                </c:pt>
                <c:pt idx="1370">
                  <c:v>71435.714285714173</c:v>
                </c:pt>
                <c:pt idx="1371">
                  <c:v>71487.857142857145</c:v>
                </c:pt>
                <c:pt idx="1372">
                  <c:v>71540</c:v>
                </c:pt>
                <c:pt idx="1373">
                  <c:v>71592.142857142666</c:v>
                </c:pt>
                <c:pt idx="1374">
                  <c:v>71644.285714285797</c:v>
                </c:pt>
                <c:pt idx="1375">
                  <c:v>71696.428571428376</c:v>
                </c:pt>
                <c:pt idx="1376">
                  <c:v>71748.571428571493</c:v>
                </c:pt>
                <c:pt idx="1377">
                  <c:v>71800.714285714173</c:v>
                </c:pt>
                <c:pt idx="1378">
                  <c:v>71852.857142857145</c:v>
                </c:pt>
                <c:pt idx="1379">
                  <c:v>71905</c:v>
                </c:pt>
                <c:pt idx="1380">
                  <c:v>71957.142857142666</c:v>
                </c:pt>
                <c:pt idx="1381">
                  <c:v>72009.285714285797</c:v>
                </c:pt>
                <c:pt idx="1382">
                  <c:v>72061.428571428376</c:v>
                </c:pt>
                <c:pt idx="1383">
                  <c:v>72113.571428571493</c:v>
                </c:pt>
                <c:pt idx="1384">
                  <c:v>72165.714285714173</c:v>
                </c:pt>
                <c:pt idx="1385">
                  <c:v>72217.857142857145</c:v>
                </c:pt>
                <c:pt idx="1386">
                  <c:v>72270</c:v>
                </c:pt>
                <c:pt idx="1387">
                  <c:v>72322.142857142666</c:v>
                </c:pt>
                <c:pt idx="1388">
                  <c:v>72374.285714285797</c:v>
                </c:pt>
                <c:pt idx="1389">
                  <c:v>72426.428571428376</c:v>
                </c:pt>
                <c:pt idx="1390">
                  <c:v>72478.571428571493</c:v>
                </c:pt>
                <c:pt idx="1391">
                  <c:v>72530.714285714173</c:v>
                </c:pt>
                <c:pt idx="1392">
                  <c:v>72582.857142857145</c:v>
                </c:pt>
                <c:pt idx="1393">
                  <c:v>72635</c:v>
                </c:pt>
                <c:pt idx="1394">
                  <c:v>72687.142857142666</c:v>
                </c:pt>
                <c:pt idx="1395">
                  <c:v>72739.285714285797</c:v>
                </c:pt>
                <c:pt idx="1396">
                  <c:v>72791.428571428376</c:v>
                </c:pt>
                <c:pt idx="1397">
                  <c:v>72843.571428571493</c:v>
                </c:pt>
                <c:pt idx="1398">
                  <c:v>72895.714285714173</c:v>
                </c:pt>
                <c:pt idx="1399">
                  <c:v>72947.857142857145</c:v>
                </c:pt>
                <c:pt idx="1400">
                  <c:v>73000</c:v>
                </c:pt>
                <c:pt idx="1401">
                  <c:v>73052.142857142666</c:v>
                </c:pt>
                <c:pt idx="1402">
                  <c:v>73104.285714285797</c:v>
                </c:pt>
                <c:pt idx="1403">
                  <c:v>73156.428571428376</c:v>
                </c:pt>
                <c:pt idx="1404">
                  <c:v>73208.571428571493</c:v>
                </c:pt>
                <c:pt idx="1405">
                  <c:v>73260.714285714173</c:v>
                </c:pt>
                <c:pt idx="1406">
                  <c:v>73312.857142857145</c:v>
                </c:pt>
                <c:pt idx="1407">
                  <c:v>73365</c:v>
                </c:pt>
                <c:pt idx="1408">
                  <c:v>73417.142857142666</c:v>
                </c:pt>
                <c:pt idx="1409">
                  <c:v>73469.285714285797</c:v>
                </c:pt>
                <c:pt idx="1410">
                  <c:v>73521.428571428376</c:v>
                </c:pt>
                <c:pt idx="1411">
                  <c:v>73573.571428571493</c:v>
                </c:pt>
                <c:pt idx="1412">
                  <c:v>73625.714285714173</c:v>
                </c:pt>
                <c:pt idx="1413">
                  <c:v>73677.857142857145</c:v>
                </c:pt>
                <c:pt idx="1414">
                  <c:v>73730</c:v>
                </c:pt>
                <c:pt idx="1415">
                  <c:v>73782.142857142666</c:v>
                </c:pt>
                <c:pt idx="1416">
                  <c:v>73834.285714285797</c:v>
                </c:pt>
                <c:pt idx="1417">
                  <c:v>73886.428571428376</c:v>
                </c:pt>
                <c:pt idx="1418">
                  <c:v>73938.571428571493</c:v>
                </c:pt>
                <c:pt idx="1419">
                  <c:v>73990.714285714173</c:v>
                </c:pt>
                <c:pt idx="1420">
                  <c:v>74042.857142857145</c:v>
                </c:pt>
                <c:pt idx="1421">
                  <c:v>74095</c:v>
                </c:pt>
                <c:pt idx="1422">
                  <c:v>74147.142857142666</c:v>
                </c:pt>
                <c:pt idx="1423">
                  <c:v>74199.285714285797</c:v>
                </c:pt>
                <c:pt idx="1424">
                  <c:v>74251.428571428376</c:v>
                </c:pt>
                <c:pt idx="1425">
                  <c:v>74303.571428571493</c:v>
                </c:pt>
                <c:pt idx="1426">
                  <c:v>74355.714285714173</c:v>
                </c:pt>
                <c:pt idx="1427">
                  <c:v>74407.857142857145</c:v>
                </c:pt>
                <c:pt idx="1428">
                  <c:v>74460</c:v>
                </c:pt>
                <c:pt idx="1429">
                  <c:v>74512.142857142666</c:v>
                </c:pt>
                <c:pt idx="1430">
                  <c:v>74564.285714285797</c:v>
                </c:pt>
                <c:pt idx="1431">
                  <c:v>74616.428571428376</c:v>
                </c:pt>
                <c:pt idx="1432">
                  <c:v>74668.571428571493</c:v>
                </c:pt>
                <c:pt idx="1433">
                  <c:v>74720.714285714173</c:v>
                </c:pt>
                <c:pt idx="1434">
                  <c:v>74772.857142857145</c:v>
                </c:pt>
                <c:pt idx="1435">
                  <c:v>74825</c:v>
                </c:pt>
                <c:pt idx="1436">
                  <c:v>74877.142857142666</c:v>
                </c:pt>
                <c:pt idx="1437">
                  <c:v>74929.285714285797</c:v>
                </c:pt>
                <c:pt idx="1438">
                  <c:v>74981.428571428376</c:v>
                </c:pt>
                <c:pt idx="1439">
                  <c:v>75033.571428571493</c:v>
                </c:pt>
                <c:pt idx="1440">
                  <c:v>75085.714285714173</c:v>
                </c:pt>
                <c:pt idx="1441">
                  <c:v>75137.857142857145</c:v>
                </c:pt>
                <c:pt idx="1442">
                  <c:v>75190</c:v>
                </c:pt>
                <c:pt idx="1443">
                  <c:v>75242.142857142666</c:v>
                </c:pt>
                <c:pt idx="1444">
                  <c:v>75294.285714285797</c:v>
                </c:pt>
                <c:pt idx="1445">
                  <c:v>75346.428571428376</c:v>
                </c:pt>
                <c:pt idx="1446">
                  <c:v>75398.571428571493</c:v>
                </c:pt>
                <c:pt idx="1447">
                  <c:v>75450.714285714173</c:v>
                </c:pt>
                <c:pt idx="1448">
                  <c:v>75502.857142857145</c:v>
                </c:pt>
                <c:pt idx="1449">
                  <c:v>75555</c:v>
                </c:pt>
                <c:pt idx="1450">
                  <c:v>75607.142857142666</c:v>
                </c:pt>
                <c:pt idx="1451">
                  <c:v>75659.285714285797</c:v>
                </c:pt>
                <c:pt idx="1452">
                  <c:v>75711.428571428376</c:v>
                </c:pt>
                <c:pt idx="1453">
                  <c:v>75763.571428571493</c:v>
                </c:pt>
                <c:pt idx="1454">
                  <c:v>75815.714285714173</c:v>
                </c:pt>
                <c:pt idx="1455">
                  <c:v>75867.857142857145</c:v>
                </c:pt>
                <c:pt idx="1456">
                  <c:v>75920</c:v>
                </c:pt>
                <c:pt idx="1457">
                  <c:v>75972.142857142666</c:v>
                </c:pt>
                <c:pt idx="1458">
                  <c:v>76024.285714285797</c:v>
                </c:pt>
                <c:pt idx="1459">
                  <c:v>76076.428571428376</c:v>
                </c:pt>
                <c:pt idx="1460">
                  <c:v>76128.571428571493</c:v>
                </c:pt>
                <c:pt idx="1461">
                  <c:v>76180.714285714173</c:v>
                </c:pt>
                <c:pt idx="1462">
                  <c:v>76232.857142857145</c:v>
                </c:pt>
                <c:pt idx="1463">
                  <c:v>76285</c:v>
                </c:pt>
                <c:pt idx="1464">
                  <c:v>76337.142857142666</c:v>
                </c:pt>
                <c:pt idx="1465">
                  <c:v>76389.285714285797</c:v>
                </c:pt>
                <c:pt idx="1466">
                  <c:v>76441.428571428376</c:v>
                </c:pt>
                <c:pt idx="1467">
                  <c:v>76493.571428571493</c:v>
                </c:pt>
                <c:pt idx="1468">
                  <c:v>76545.714285714173</c:v>
                </c:pt>
                <c:pt idx="1469">
                  <c:v>76597.857142857145</c:v>
                </c:pt>
                <c:pt idx="1470">
                  <c:v>76650</c:v>
                </c:pt>
                <c:pt idx="1471">
                  <c:v>76702.142857142666</c:v>
                </c:pt>
                <c:pt idx="1472">
                  <c:v>76754.285714285797</c:v>
                </c:pt>
                <c:pt idx="1473">
                  <c:v>76806.428571428376</c:v>
                </c:pt>
                <c:pt idx="1474">
                  <c:v>76858.571428571493</c:v>
                </c:pt>
                <c:pt idx="1475">
                  <c:v>76910.714285714173</c:v>
                </c:pt>
                <c:pt idx="1476">
                  <c:v>76962.857142857145</c:v>
                </c:pt>
                <c:pt idx="1477">
                  <c:v>77015</c:v>
                </c:pt>
                <c:pt idx="1478">
                  <c:v>77067.142857142666</c:v>
                </c:pt>
                <c:pt idx="1479">
                  <c:v>77119.285714285797</c:v>
                </c:pt>
                <c:pt idx="1480">
                  <c:v>77171.428571428376</c:v>
                </c:pt>
                <c:pt idx="1481">
                  <c:v>77223.571428571493</c:v>
                </c:pt>
                <c:pt idx="1482">
                  <c:v>77275.714285714173</c:v>
                </c:pt>
                <c:pt idx="1483">
                  <c:v>77327.857142857145</c:v>
                </c:pt>
                <c:pt idx="1484">
                  <c:v>77380</c:v>
                </c:pt>
                <c:pt idx="1485">
                  <c:v>77432.142857142666</c:v>
                </c:pt>
                <c:pt idx="1486">
                  <c:v>77484.285714285797</c:v>
                </c:pt>
                <c:pt idx="1487">
                  <c:v>77536.428571428376</c:v>
                </c:pt>
                <c:pt idx="1488">
                  <c:v>77588.571428571493</c:v>
                </c:pt>
                <c:pt idx="1489">
                  <c:v>77640.714285714173</c:v>
                </c:pt>
                <c:pt idx="1490">
                  <c:v>77692.857142857145</c:v>
                </c:pt>
                <c:pt idx="1491">
                  <c:v>77745</c:v>
                </c:pt>
                <c:pt idx="1492">
                  <c:v>77797.142857142666</c:v>
                </c:pt>
                <c:pt idx="1493">
                  <c:v>77849.285714285797</c:v>
                </c:pt>
                <c:pt idx="1494">
                  <c:v>77901.428571428376</c:v>
                </c:pt>
                <c:pt idx="1495">
                  <c:v>77953.571428571493</c:v>
                </c:pt>
                <c:pt idx="1496">
                  <c:v>78005.714285714173</c:v>
                </c:pt>
                <c:pt idx="1497">
                  <c:v>78057.857142857145</c:v>
                </c:pt>
                <c:pt idx="1498">
                  <c:v>78110</c:v>
                </c:pt>
                <c:pt idx="1499">
                  <c:v>78162.142857142666</c:v>
                </c:pt>
                <c:pt idx="1500">
                  <c:v>78214.285714285797</c:v>
                </c:pt>
              </c:numCache>
            </c:numRef>
          </c:xVal>
          <c:yVal>
            <c:numRef>
              <c:f>single!$J$3:$J$1368</c:f>
              <c:numCache>
                <c:formatCode>General</c:formatCode>
                <c:ptCount val="1366"/>
                <c:pt idx="735">
                  <c:v>0</c:v>
                </c:pt>
                <c:pt idx="736">
                  <c:v>0.25</c:v>
                </c:pt>
                <c:pt idx="918">
                  <c:v>0</c:v>
                </c:pt>
                <c:pt idx="919">
                  <c:v>0.3</c:v>
                </c:pt>
                <c:pt idx="1364">
                  <c:v>0</c:v>
                </c:pt>
                <c:pt idx="1365">
                  <c:v>0.3</c:v>
                </c:pt>
              </c:numCache>
            </c:numRef>
          </c:yVal>
          <c:smooth val="1"/>
        </c:ser>
        <c:dLbls>
          <c:showLegendKey val="0"/>
          <c:showVal val="0"/>
          <c:showCatName val="0"/>
          <c:showSerName val="0"/>
          <c:showPercent val="0"/>
          <c:showBubbleSize val="0"/>
        </c:dLbls>
        <c:axId val="45913984"/>
        <c:axId val="46002560"/>
      </c:scatterChart>
      <c:valAx>
        <c:axId val="45913984"/>
        <c:scaling>
          <c:orientation val="minMax"/>
        </c:scaling>
        <c:delete val="0"/>
        <c:axPos val="b"/>
        <c:title>
          <c:tx>
            <c:rich>
              <a:bodyPr/>
              <a:lstStyle/>
              <a:p>
                <a:pPr>
                  <a:defRPr/>
                </a:pPr>
                <a:r>
                  <a:rPr lang="en-AU"/>
                  <a:t>Assessable income (annual)</a:t>
                </a:r>
              </a:p>
            </c:rich>
          </c:tx>
          <c:layout>
            <c:manualLayout>
              <c:xMode val="edge"/>
              <c:yMode val="edge"/>
              <c:x val="0.36675004005070899"/>
              <c:y val="0.90249476123952199"/>
            </c:manualLayout>
          </c:layout>
          <c:overlay val="0"/>
        </c:title>
        <c:numFmt formatCode="#\ ##0" sourceLinked="0"/>
        <c:majorTickMark val="out"/>
        <c:minorTickMark val="none"/>
        <c:tickLblPos val="nextTo"/>
        <c:crossAx val="46002560"/>
        <c:crosses val="autoZero"/>
        <c:crossBetween val="midCat"/>
      </c:valAx>
      <c:valAx>
        <c:axId val="46002560"/>
        <c:scaling>
          <c:orientation val="minMax"/>
          <c:max val="1"/>
        </c:scaling>
        <c:delete val="0"/>
        <c:axPos val="l"/>
        <c:majorGridlines>
          <c:spPr>
            <a:ln>
              <a:solidFill>
                <a:srgbClr val="BFBFBF"/>
              </a:solidFill>
            </a:ln>
          </c:spPr>
        </c:majorGridlines>
        <c:numFmt formatCode="0%" sourceLinked="0"/>
        <c:majorTickMark val="none"/>
        <c:minorTickMark val="none"/>
        <c:tickLblPos val="nextTo"/>
        <c:spPr>
          <a:ln>
            <a:solidFill>
              <a:srgbClr val="BFBFBF"/>
            </a:solidFill>
          </a:ln>
        </c:spPr>
        <c:crossAx val="45913984"/>
        <c:crosses val="autoZero"/>
        <c:crossBetween val="midCat"/>
      </c:valAx>
    </c:plotArea>
    <c:plotVisOnly val="1"/>
    <c:dispBlanksAs val="gap"/>
    <c:showDLblsOverMax val="0"/>
  </c:chart>
  <c:spPr>
    <a:noFill/>
    <a:ln>
      <a:noFill/>
    </a:ln>
  </c:spPr>
  <c:txPr>
    <a:bodyPr/>
    <a:lstStyle/>
    <a:p>
      <a:pPr>
        <a:defRPr sz="900">
          <a:latin typeface="Arial" panose="020B0604020202020204" pitchFamily="34" charset="0"/>
          <a:cs typeface="Arial" panose="020B0604020202020204" pitchFamily="34" charset="0"/>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0.44504</cdr:x>
      <cdr:y>0.43042</cdr:y>
    </cdr:from>
    <cdr:to>
      <cdr:x>0.45292</cdr:x>
      <cdr:y>0.57811</cdr:y>
    </cdr:to>
    <cdr:cxnSp macro="">
      <cdr:nvCxnSpPr>
        <cdr:cNvPr id="3" name="Straight Arrow Connector 2"/>
        <cdr:cNvCxnSpPr/>
      </cdr:nvCxnSpPr>
      <cdr:spPr>
        <a:xfrm xmlns:a="http://schemas.openxmlformats.org/drawingml/2006/main">
          <a:off x="2402958" y="1084521"/>
          <a:ext cx="42528" cy="372130"/>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0.54307</cdr:x>
      <cdr:y>0.384</cdr:y>
    </cdr:from>
    <cdr:to>
      <cdr:x>0.5435</cdr:x>
      <cdr:y>0.54764</cdr:y>
    </cdr:to>
    <cdr:cxnSp macro="">
      <cdr:nvCxnSpPr>
        <cdr:cNvPr id="4" name="Straight Arrow Connector 3"/>
        <cdr:cNvCxnSpPr/>
      </cdr:nvCxnSpPr>
      <cdr:spPr>
        <a:xfrm xmlns:a="http://schemas.openxmlformats.org/drawingml/2006/main" flipH="1">
          <a:off x="2932243" y="967563"/>
          <a:ext cx="2343" cy="412317"/>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0.76559</cdr:x>
      <cdr:y>0.384</cdr:y>
    </cdr:from>
    <cdr:to>
      <cdr:x>0.76602</cdr:x>
      <cdr:y>0.53498</cdr:y>
    </cdr:to>
    <cdr:cxnSp macro="">
      <cdr:nvCxnSpPr>
        <cdr:cNvPr id="5" name="Straight Arrow Connector 4"/>
        <cdr:cNvCxnSpPr/>
      </cdr:nvCxnSpPr>
      <cdr:spPr>
        <a:xfrm xmlns:a="http://schemas.openxmlformats.org/drawingml/2006/main" flipH="1">
          <a:off x="4133717" y="967563"/>
          <a:ext cx="2348" cy="380419"/>
        </a:xfrm>
        <a:prstGeom xmlns:a="http://schemas.openxmlformats.org/drawingml/2006/main" prst="straightConnector1">
          <a:avLst/>
        </a:prstGeom>
        <a:ln xmlns:a="http://schemas.openxmlformats.org/drawingml/2006/main">
          <a:solidFill>
            <a:schemeClr val="tx1"/>
          </a:solidFill>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0.35249</cdr:x>
      <cdr:y>0.17723</cdr:y>
    </cdr:from>
    <cdr:to>
      <cdr:x>0.48639</cdr:x>
      <cdr:y>0.4262</cdr:y>
    </cdr:to>
    <cdr:sp macro="" textlink="">
      <cdr:nvSpPr>
        <cdr:cNvPr id="6" name="Text Box 5"/>
        <cdr:cNvSpPr txBox="1"/>
      </cdr:nvSpPr>
      <cdr:spPr>
        <a:xfrm xmlns:a="http://schemas.openxmlformats.org/drawingml/2006/main">
          <a:off x="1903230" y="446561"/>
          <a:ext cx="723012" cy="62732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Moderate</a:t>
          </a:r>
          <a:r>
            <a:rPr lang="en-AU" sz="900" baseline="0">
              <a:latin typeface="Arial" panose="020B0604020202020204" pitchFamily="34" charset="0"/>
              <a:cs typeface="Arial" panose="020B0604020202020204" pitchFamily="34" charset="0"/>
            </a:rPr>
            <a:t> income threshold ($38</a:t>
          </a:r>
          <a:r>
            <a:rPr lang="en-AU" sz="900">
              <a:effectLst/>
              <a:latin typeface="Arial" panose="020B0604020202020204" pitchFamily="34" charset="0"/>
              <a:ea typeface="+mn-ea"/>
              <a:cs typeface="Arial" panose="020B0604020202020204" pitchFamily="34" charset="0"/>
            </a:rPr>
            <a:t> 325)</a:t>
          </a:r>
          <a:endParaRPr lang="en-AU"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0.2595</cdr:x>
      <cdr:y>0.40416</cdr:y>
    </cdr:from>
    <cdr:to>
      <cdr:x>0.49186</cdr:x>
      <cdr:y>0.60249</cdr:y>
    </cdr:to>
    <cdr:sp macro="" textlink="">
      <cdr:nvSpPr>
        <cdr:cNvPr id="7" name="Text Box 1"/>
        <cdr:cNvSpPr txBox="1"/>
      </cdr:nvSpPr>
      <cdr:spPr>
        <a:xfrm xmlns:a="http://schemas.openxmlformats.org/drawingml/2006/main">
          <a:off x="1401135" y="1018363"/>
          <a:ext cx="1254641" cy="499730"/>
        </a:xfrm>
        <a:prstGeom xmlns:a="http://schemas.openxmlformats.org/drawingml/2006/main" prst="rect">
          <a:avLst/>
        </a:prstGeom>
      </cdr:spPr>
    </cdr:sp>
  </cdr:relSizeAnchor>
  <cdr:relSizeAnchor xmlns:cdr="http://schemas.openxmlformats.org/drawingml/2006/chartDrawing">
    <cdr:from>
      <cdr:x>0.48005</cdr:x>
      <cdr:y>0.23115</cdr:y>
    </cdr:from>
    <cdr:to>
      <cdr:x>0.65181</cdr:x>
      <cdr:y>0.42948</cdr:y>
    </cdr:to>
    <cdr:sp macro="" textlink="">
      <cdr:nvSpPr>
        <cdr:cNvPr id="8" name="Text Box 1"/>
        <cdr:cNvSpPr txBox="1"/>
      </cdr:nvSpPr>
      <cdr:spPr>
        <a:xfrm xmlns:a="http://schemas.openxmlformats.org/drawingml/2006/main">
          <a:off x="2591987" y="582418"/>
          <a:ext cx="927390" cy="49972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30%</a:t>
          </a:r>
          <a:r>
            <a:rPr lang="en-AU" sz="900" baseline="0">
              <a:latin typeface="Arial" panose="020B0604020202020204" pitchFamily="34" charset="0"/>
              <a:cs typeface="Arial" panose="020B0604020202020204" pitchFamily="34" charset="0"/>
            </a:rPr>
            <a:t> threshold ($47</a:t>
          </a:r>
          <a:r>
            <a:rPr lang="en-AU" sz="900">
              <a:effectLst/>
              <a:latin typeface="Arial" panose="020B0604020202020204" pitchFamily="34" charset="0"/>
              <a:ea typeface="+mn-ea"/>
              <a:cs typeface="Arial" panose="020B0604020202020204" pitchFamily="34" charset="0"/>
            </a:rPr>
            <a:t> </a:t>
          </a:r>
          <a:r>
            <a:rPr lang="en-AU" sz="900" baseline="0">
              <a:latin typeface="Arial" panose="020B0604020202020204" pitchFamily="34" charset="0"/>
              <a:cs typeface="Arial" panose="020B0604020202020204" pitchFamily="34" charset="0"/>
            </a:rPr>
            <a:t>919)</a:t>
          </a:r>
          <a:endParaRPr lang="en-AU" sz="9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0.70804</cdr:x>
      <cdr:y>0.14582</cdr:y>
    </cdr:from>
    <cdr:to>
      <cdr:x>0.84085</cdr:x>
      <cdr:y>0.34415</cdr:y>
    </cdr:to>
    <cdr:sp macro="" textlink="">
      <cdr:nvSpPr>
        <cdr:cNvPr id="9" name="Text Box 1"/>
        <cdr:cNvSpPr txBox="1"/>
      </cdr:nvSpPr>
      <cdr:spPr>
        <a:xfrm xmlns:a="http://schemas.openxmlformats.org/drawingml/2006/main">
          <a:off x="3822985" y="367410"/>
          <a:ext cx="717118" cy="499728"/>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Subsidy eligibility</a:t>
          </a:r>
          <a:r>
            <a:rPr lang="en-AU" sz="900" baseline="0">
              <a:latin typeface="Arial" panose="020B0604020202020204" pitchFamily="34" charset="0"/>
              <a:cs typeface="Arial" panose="020B0604020202020204" pitchFamily="34" charset="0"/>
            </a:rPr>
            <a:t> threshold ($71</a:t>
          </a:r>
          <a:r>
            <a:rPr lang="en-AU" sz="900">
              <a:effectLst/>
              <a:latin typeface="Arial" panose="020B0604020202020204" pitchFamily="34" charset="0"/>
              <a:ea typeface="+mn-ea"/>
              <a:cs typeface="Arial" panose="020B0604020202020204" pitchFamily="34" charset="0"/>
            </a:rPr>
            <a:t> 175)</a:t>
          </a:r>
          <a:endParaRPr lang="en-AU" sz="900">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4692D-DCFE-47BC-916F-B9C01C40A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37</TotalTime>
  <Pages>6</Pages>
  <Words>1839</Words>
  <Characters>8935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10753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dc:description>1.</dc:description>
  <cp:lastModifiedBy>Chin, Rebecca</cp:lastModifiedBy>
  <cp:revision>19</cp:revision>
  <cp:lastPrinted>2014-07-13T11:30:00Z</cp:lastPrinted>
  <dcterms:created xsi:type="dcterms:W3CDTF">2015-03-25T23:55:00Z</dcterms:created>
  <dcterms:modified xsi:type="dcterms:W3CDTF">2015-04-07T04:17:00Z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id="6YEvjJgE"/&gt;&lt;style id="http://www.zotero.org/styles/unisa-harvard" hasBibliography="1" bibliographyStyleHasBeenSet="0"/&gt;&lt;prefs&gt;&lt;pref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