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Pr="009642FC" w:rsidRDefault="009642FC" w:rsidP="009642FC">
      <w:pPr>
        <w:pStyle w:val="ListBullet"/>
        <w:numPr>
          <w:ilvl w:val="0"/>
          <w:numId w:val="0"/>
        </w:numPr>
        <w:tabs>
          <w:tab w:val="left" w:pos="340"/>
        </w:tabs>
        <w:ind w:left="340"/>
        <w:rPr>
          <w:b/>
          <w:szCs w:val="26"/>
        </w:rPr>
      </w:pPr>
      <w:bookmarkStart w:id="0" w:name="_GoBack"/>
      <w:bookmarkEnd w:id="0"/>
      <w:r w:rsidRPr="009642FC">
        <w:rPr>
          <w:noProof/>
          <w:color w:val="FFFFFF" w:themeColor="background1"/>
          <w:sz w:val="16"/>
          <w:szCs w:val="16"/>
        </w:rPr>
        <w:drawing>
          <wp:anchor distT="0" distB="0" distL="114300" distR="114300" simplePos="0" relativeHeight="251658240" behindDoc="0" locked="0" layoutInCell="1" allowOverlap="1" wp14:anchorId="545F91F4" wp14:editId="716F1275">
            <wp:simplePos x="1363980" y="906780"/>
            <wp:positionH relativeFrom="page">
              <wp:align>center</wp:align>
            </wp:positionH>
            <wp:positionV relativeFrom="page">
              <wp:align>center</wp:align>
            </wp:positionV>
            <wp:extent cx="7560000" cy="10738800"/>
            <wp:effectExtent l="0" t="0" r="3175" b="5715"/>
            <wp:wrapNone/>
            <wp:docPr id="1" name="Picture 1" descr="Superannuation Policy for Post-Retirement. Productivity Commission Research Paper. Volume 2: Supplementary Papers. July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paper-superannuation-cover-web-volume-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738800"/>
                    </a:xfrm>
                    <a:prstGeom prst="rect">
                      <a:avLst/>
                    </a:prstGeom>
                  </pic:spPr>
                </pic:pic>
              </a:graphicData>
            </a:graphic>
            <wp14:sizeRelH relativeFrom="margin">
              <wp14:pctWidth>0</wp14:pctWidth>
            </wp14:sizeRelH>
            <wp14:sizeRelV relativeFrom="margin">
              <wp14:pctHeight>0</wp14:pctHeight>
            </wp14:sizeRelV>
          </wp:anchor>
        </w:drawing>
      </w:r>
      <w:r w:rsidRPr="009642FC">
        <w:rPr>
          <w:color w:val="FFFFFF" w:themeColor="background1"/>
          <w:sz w:val="16"/>
          <w:szCs w:val="16"/>
        </w:rPr>
        <w:t xml:space="preserve">Superannuation Policy for Post-Retirement. Productivity Commission Research Paper. </w:t>
      </w:r>
      <w:r w:rsidRPr="009642FC">
        <w:rPr>
          <w:i/>
          <w:color w:val="FFFFFF" w:themeColor="background1"/>
          <w:sz w:val="16"/>
          <w:szCs w:val="16"/>
        </w:rPr>
        <w:t>Volume 2: Supplementary Papers</w:t>
      </w:r>
      <w:r w:rsidRPr="009642FC">
        <w:rPr>
          <w:color w:val="FFFFFF" w:themeColor="background1"/>
          <w:sz w:val="16"/>
          <w:szCs w:val="16"/>
        </w:rPr>
        <w:t>. July 2015.</w:t>
      </w:r>
      <w:r w:rsidR="00B04D19">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rsidR="00192528" w:rsidRPr="009A4570" w:rsidRDefault="00192528" w:rsidP="00192528">
      <w:pPr>
        <w:pStyle w:val="BodyText"/>
        <w:tabs>
          <w:tab w:val="left" w:pos="851"/>
        </w:tabs>
        <w:spacing w:before="200" w:after="120"/>
        <w:jc w:val="left"/>
        <w:rPr>
          <w:b/>
        </w:rPr>
      </w:pPr>
      <w:bookmarkStart w:id="1" w:name="ISSN"/>
      <w:bookmarkEnd w:id="1"/>
      <w:r w:rsidRPr="009A4570">
        <w:rPr>
          <w:b/>
        </w:rPr>
        <w:t>ISBN</w:t>
      </w:r>
      <w:r w:rsidRPr="009A4570">
        <w:rPr>
          <w:b/>
        </w:rPr>
        <w:tab/>
        <w:t>978-1-74037-551-1 (</w:t>
      </w:r>
      <w:r w:rsidR="00CE26CA">
        <w:rPr>
          <w:b/>
        </w:rPr>
        <w:t>Volume 2</w:t>
      </w:r>
      <w:r w:rsidRPr="009A4570">
        <w:rPr>
          <w:b/>
        </w:rPr>
        <w:t>)</w:t>
      </w:r>
      <w:r w:rsidRPr="009A4570">
        <w:rPr>
          <w:b/>
        </w:rPr>
        <w:br/>
        <w:t>ISBN</w:t>
      </w:r>
      <w:r w:rsidRPr="009A4570">
        <w:rPr>
          <w:b/>
        </w:rPr>
        <w:tab/>
        <w:t>978-1-74037-552-8 (</w:t>
      </w:r>
      <w:r w:rsidR="00CE26CA">
        <w:rPr>
          <w:b/>
        </w:rPr>
        <w:t>Set</w:t>
      </w:r>
      <w:r w:rsidRPr="009A4570">
        <w:rPr>
          <w:b/>
        </w:rPr>
        <w:t>)</w:t>
      </w:r>
    </w:p>
    <w:p w:rsidR="008A3857" w:rsidRDefault="008A3857" w:rsidP="008E242D">
      <w:pPr>
        <w:pStyle w:val="BodyText"/>
        <w:spacing w:after="120"/>
      </w:pPr>
      <w:r w:rsidRPr="00862D8F">
        <w:rPr>
          <w:noProof/>
          <w:sz w:val="22"/>
          <w:szCs w:val="22"/>
        </w:rPr>
        <w:drawing>
          <wp:inline distT="0" distB="0" distL="0" distR="0" wp14:anchorId="546805D9" wp14:editId="35B5293A">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053975" w:rsidRPr="008A3857" w:rsidRDefault="00053975" w:rsidP="00053975">
      <w:pPr>
        <w:pStyle w:val="Copyrightsubtitle"/>
      </w:pPr>
      <w:r w:rsidRPr="008A3857">
        <w:t>Attribution</w:t>
      </w:r>
    </w:p>
    <w:p w:rsidR="00053975" w:rsidRPr="00192528" w:rsidRDefault="00053975" w:rsidP="00053975">
      <w:pPr>
        <w:pStyle w:val="Copyrightbodytext"/>
      </w:pPr>
      <w:r w:rsidRPr="00192528">
        <w:t xml:space="preserve">This work should be attributed as follows, </w:t>
      </w:r>
      <w:r w:rsidRPr="00192528">
        <w:rPr>
          <w:i/>
        </w:rPr>
        <w:t>Source: Productivity Commission, Superannuation Policy for Post-Retirement</w:t>
      </w:r>
      <w:r w:rsidRPr="00192528">
        <w:t>.</w:t>
      </w:r>
    </w:p>
    <w:p w:rsidR="00053975" w:rsidRPr="00192528" w:rsidRDefault="00053975" w:rsidP="00053975">
      <w:pPr>
        <w:pStyle w:val="Copyrightbodytext"/>
        <w:spacing w:before="120"/>
      </w:pPr>
      <w:r w:rsidRPr="00192528">
        <w:t xml:space="preserve">If you have adapted, modified or transformed this work in anyway, please use the following, </w:t>
      </w:r>
      <w:r w:rsidRPr="00192528">
        <w:rPr>
          <w:i/>
        </w:rPr>
        <w:t>Source: based on Productivity Commission data, Superannuation Policy for Post-Retirement</w:t>
      </w:r>
      <w:r w:rsidRPr="00192528">
        <w:t>.</w:t>
      </w:r>
    </w:p>
    <w:p w:rsidR="00053975" w:rsidRPr="00192528" w:rsidRDefault="00053975" w:rsidP="00053975">
      <w:pPr>
        <w:pStyle w:val="Copyrightsubtitle"/>
      </w:pPr>
      <w:r w:rsidRPr="00192528">
        <w:t>An appropriate reference for this publication is:</w:t>
      </w:r>
    </w:p>
    <w:p w:rsidR="00053975" w:rsidRPr="00947763" w:rsidRDefault="00053975" w:rsidP="00053975">
      <w:pPr>
        <w:pStyle w:val="Copyrightbodytext"/>
      </w:pPr>
      <w:r w:rsidRPr="00192528">
        <w:t xml:space="preserve">Productivity Commission 2015, </w:t>
      </w:r>
      <w:r w:rsidRPr="00192528">
        <w:rPr>
          <w:i/>
        </w:rPr>
        <w:t xml:space="preserve">Superannuation Policy for Post-Retirement, </w:t>
      </w:r>
      <w:r w:rsidRPr="00192528">
        <w:t>Commission Research Paper, Canberra.</w:t>
      </w:r>
    </w:p>
    <w:p w:rsidR="008A3857" w:rsidRPr="008A3857" w:rsidRDefault="008A3857" w:rsidP="008A3857">
      <w:pPr>
        <w:pStyle w:val="Copyrightsubtitle"/>
      </w:pPr>
      <w:bookmarkStart w:id="2" w:name="JEL"/>
      <w:bookmarkEnd w:id="2"/>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2D5890">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2D5890">
            <w:pPr>
              <w:pStyle w:val="BoxTitle"/>
              <w:rPr>
                <w:sz w:val="22"/>
                <w:szCs w:val="22"/>
              </w:rPr>
            </w:pPr>
            <w:r w:rsidRPr="008A3857">
              <w:rPr>
                <w:sz w:val="22"/>
                <w:szCs w:val="22"/>
              </w:rPr>
              <w:t>The Productivity Commission</w:t>
            </w:r>
          </w:p>
        </w:tc>
      </w:tr>
      <w:tr w:rsidR="008A3857" w:rsidTr="002D5890">
        <w:trPr>
          <w:cantSplit/>
        </w:trPr>
        <w:tc>
          <w:tcPr>
            <w:tcW w:w="8771" w:type="dxa"/>
            <w:tcBorders>
              <w:top w:val="nil"/>
              <w:left w:val="nil"/>
              <w:bottom w:val="nil"/>
              <w:right w:val="nil"/>
            </w:tcBorders>
            <w:shd w:val="clear" w:color="auto" w:fill="F2F2F2" w:themeFill="background1" w:themeFillShade="F2"/>
          </w:tcPr>
          <w:p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proofErr w:type="spellStart"/>
            <w:r w:rsidR="009A4570">
              <w:fldChar w:fldCharType="begin"/>
            </w:r>
            <w:r w:rsidR="009A4570">
              <w:instrText xml:space="preserve"> HYPERLINK "http://www.pc.gov.au/" </w:instrText>
            </w:r>
            <w:r w:rsidR="009A4570">
              <w:fldChar w:fldCharType="separate"/>
            </w:r>
            <w:r w:rsidRPr="00805FD7">
              <w:t>www.pc.gov.au</w:t>
            </w:r>
            <w:proofErr w:type="spellEnd"/>
            <w:r w:rsidR="009A4570">
              <w:fldChar w:fldCharType="end"/>
            </w:r>
            <w:r w:rsidRPr="00BB5DCF">
              <w:rPr>
                <w:szCs w:val="24"/>
              </w:rPr>
              <w:t>)</w:t>
            </w:r>
            <w:r w:rsidR="00EC38C1">
              <w:rPr>
                <w:szCs w:val="24"/>
              </w:rPr>
              <w:t>.</w:t>
            </w:r>
          </w:p>
        </w:tc>
      </w:tr>
      <w:tr w:rsidR="008A3857" w:rsidTr="002D5890">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2D5890">
            <w:pPr>
              <w:pStyle w:val="Box"/>
              <w:spacing w:before="0" w:line="120" w:lineRule="exact"/>
            </w:pPr>
          </w:p>
        </w:tc>
      </w:tr>
    </w:tbl>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3" w:name="cov"/>
      <w:bookmarkEnd w:id="3"/>
    </w:p>
    <w:p w:rsidR="00B3568F" w:rsidRDefault="00735FEA" w:rsidP="008206EE">
      <w:pPr>
        <w:pStyle w:val="Heading1NotTOC"/>
        <w:rPr>
          <w:noProof/>
        </w:rPr>
      </w:pPr>
      <w:bookmarkStart w:id="4" w:name="Contents"/>
      <w:bookmarkEnd w:id="4"/>
      <w:r w:rsidRPr="00B153C3">
        <w:lastRenderedPageBreak/>
        <w:t>Contents</w:t>
      </w:r>
      <w:bookmarkStart w:id="5" w:name="InsertContents"/>
      <w:bookmarkEnd w:id="5"/>
    </w:p>
    <w:p w:rsidR="005735F5" w:rsidRDefault="005735F5" w:rsidP="005735F5">
      <w:pPr>
        <w:pStyle w:val="BodyText"/>
        <w:spacing w:after="120"/>
      </w:pPr>
      <w:r>
        <w:t>The Commission’s report is in two volumes. This volume contains the supplementary papers, detail around the conduct of the project, and references. Volume 1</w:t>
      </w:r>
      <w:r w:rsidRPr="00B95E2C">
        <w:t xml:space="preserve"> </w:t>
      </w:r>
      <w:r>
        <w:t>contains the overview and chapters. The modelling papers referred to in the report are available from the Commission’s website (</w:t>
      </w:r>
      <w:proofErr w:type="spellStart"/>
      <w:r>
        <w:t>www.pc.gov.au</w:t>
      </w:r>
      <w:proofErr w:type="spellEnd"/>
      <w:r>
        <w:t>).</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8C8C8" w:themeFill="background2"/>
        <w:tblLook w:val="04A0" w:firstRow="1" w:lastRow="0" w:firstColumn="1" w:lastColumn="0" w:noHBand="0" w:noVBand="1"/>
      </w:tblPr>
      <w:tblGrid>
        <w:gridCol w:w="8896"/>
      </w:tblGrid>
      <w:tr w:rsidR="00A31458" w:rsidRPr="0009026D" w:rsidTr="00A45968">
        <w:tc>
          <w:tcPr>
            <w:tcW w:w="8896" w:type="dxa"/>
            <w:shd w:val="clear" w:color="auto" w:fill="C8C8C8" w:themeFill="background2"/>
          </w:tcPr>
          <w:p w:rsidR="00A31458" w:rsidRPr="0009026D" w:rsidRDefault="00A31458" w:rsidP="006D3AEC">
            <w:pPr>
              <w:pStyle w:val="BodyText"/>
              <w:spacing w:before="0"/>
              <w:jc w:val="center"/>
              <w:rPr>
                <w:rFonts w:asciiTheme="minorHAnsi" w:hAnsiTheme="minorHAnsi" w:cstheme="minorHAnsi"/>
                <w:b/>
                <w:noProof/>
              </w:rPr>
            </w:pPr>
            <w:r>
              <w:rPr>
                <w:rFonts w:asciiTheme="minorHAnsi" w:hAnsiTheme="minorHAnsi" w:cstheme="minorHAnsi"/>
                <w:b/>
                <w:noProof/>
                <w:sz w:val="20"/>
              </w:rPr>
              <w:t xml:space="preserve">Volume 2: </w:t>
            </w:r>
            <w:r w:rsidR="006D3AEC">
              <w:rPr>
                <w:rFonts w:asciiTheme="minorHAnsi" w:hAnsiTheme="minorHAnsi" w:cstheme="minorHAnsi"/>
                <w:b/>
                <w:noProof/>
                <w:sz w:val="20"/>
              </w:rPr>
              <w:t>S</w:t>
            </w:r>
            <w:r>
              <w:rPr>
                <w:rFonts w:asciiTheme="minorHAnsi" w:hAnsiTheme="minorHAnsi" w:cstheme="minorHAnsi"/>
                <w:b/>
                <w:noProof/>
                <w:sz w:val="20"/>
              </w:rPr>
              <w:t>upplementary papers</w:t>
            </w:r>
          </w:p>
        </w:tc>
      </w:tr>
    </w:tbl>
    <w:p w:rsidR="00B3568F" w:rsidRDefault="00B3568F" w:rsidP="00B3568F">
      <w:pPr>
        <w:pStyle w:val="TOC1"/>
        <w:rPr>
          <w:rFonts w:asciiTheme="minorHAnsi" w:eastAsiaTheme="minorEastAsia" w:hAnsiTheme="minorHAnsi" w:cstheme="minorBidi"/>
          <w:b w:val="0"/>
          <w:noProof/>
          <w:sz w:val="22"/>
          <w:szCs w:val="22"/>
          <w:lang w:eastAsia="en-AU"/>
        </w:rPr>
      </w:pPr>
      <w:r>
        <w:rPr>
          <w:noProof/>
        </w:rPr>
        <w:t>Acknowledgments</w:t>
      </w:r>
      <w:r>
        <w:rPr>
          <w:noProof/>
        </w:rPr>
        <w:tab/>
        <w:t>v</w:t>
      </w:r>
    </w:p>
    <w:p w:rsidR="00B3568F" w:rsidRDefault="00B3568F" w:rsidP="00B3568F">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r>
      <w:r w:rsidR="00FD562A">
        <w:rPr>
          <w:noProof/>
        </w:rPr>
        <w:t>vi</w:t>
      </w:r>
    </w:p>
    <w:p w:rsidR="001F1730" w:rsidRDefault="001F1730" w:rsidP="001F1730">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The superannuation policy environment</w:t>
      </w:r>
      <w:r>
        <w:rPr>
          <w:noProof/>
        </w:rPr>
        <w:tab/>
        <w:t>101</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Rules governing accumulation</w:t>
      </w:r>
      <w:r>
        <w:rPr>
          <w:noProof/>
        </w:rPr>
        <w:tab/>
        <w:t>103</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Rules governing access and draw down</w:t>
      </w:r>
      <w:r>
        <w:rPr>
          <w:noProof/>
        </w:rPr>
        <w:tab/>
        <w:t>106</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Rules governing early access</w:t>
      </w:r>
      <w:r>
        <w:rPr>
          <w:noProof/>
        </w:rPr>
        <w:tab/>
        <w:t>110</w:t>
      </w:r>
    </w:p>
    <w:p w:rsidR="001F1730" w:rsidRDefault="001F1730" w:rsidP="001F1730">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Savings and accumulation</w:t>
      </w:r>
      <w:r>
        <w:rPr>
          <w:noProof/>
        </w:rPr>
        <w:tab/>
        <w:t>119</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Savings in general</w:t>
      </w:r>
      <w:r>
        <w:rPr>
          <w:noProof/>
        </w:rPr>
        <w:tab/>
        <w:t>120</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Superannuation savings in detail</w:t>
      </w:r>
      <w:r>
        <w:rPr>
          <w:noProof/>
        </w:rPr>
        <w:tab/>
        <w:t>131</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How have savings changed and how will they change in the future?</w:t>
      </w:r>
      <w:r>
        <w:rPr>
          <w:noProof/>
        </w:rPr>
        <w:tab/>
        <w:t>145</w:t>
      </w:r>
    </w:p>
    <w:p w:rsidR="001F1730" w:rsidRDefault="001F1730" w:rsidP="001F1730">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The Age Pension</w:t>
      </w:r>
      <w:r>
        <w:rPr>
          <w:noProof/>
        </w:rPr>
        <w:tab/>
        <w:t>161</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Age Pension policy environment</w:t>
      </w:r>
      <w:r>
        <w:rPr>
          <w:noProof/>
        </w:rPr>
        <w:tab/>
        <w:t>161</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Recent trends in Age Pension coverage</w:t>
      </w:r>
      <w:r>
        <w:rPr>
          <w:noProof/>
        </w:rPr>
        <w:tab/>
        <w:t>169</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Projections of Age Pension coverage</w:t>
      </w:r>
      <w:r>
        <w:rPr>
          <w:noProof/>
        </w:rPr>
        <w:tab/>
        <w:t>176</w:t>
      </w:r>
    </w:p>
    <w:p w:rsidR="001F1730" w:rsidRDefault="001F1730" w:rsidP="001F1730">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Financial literacy</w:t>
      </w:r>
      <w:r>
        <w:rPr>
          <w:noProof/>
        </w:rPr>
        <w:tab/>
        <w:t>183</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What is financial literacy and how can it be measured?</w:t>
      </w:r>
      <w:r>
        <w:rPr>
          <w:noProof/>
        </w:rPr>
        <w:tab/>
        <w:t>184</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Why is there a lack of financial literacy when it comes to superannuation?</w:t>
      </w:r>
      <w:r>
        <w:rPr>
          <w:noProof/>
        </w:rPr>
        <w:tab/>
        <w:t>188</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What measures are there to improve financial literacy?</w:t>
      </w:r>
      <w:r>
        <w:rPr>
          <w:noProof/>
        </w:rPr>
        <w:tab/>
        <w:t>195</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Should more be done to improve financial literacy when it comes to superannuation and retirement?</w:t>
      </w:r>
      <w:r>
        <w:rPr>
          <w:noProof/>
        </w:rPr>
        <w:tab/>
        <w:t>198</w:t>
      </w:r>
    </w:p>
    <w:p w:rsidR="001F1730" w:rsidRDefault="001F1730" w:rsidP="001F1730">
      <w:pPr>
        <w:pStyle w:val="TOC2"/>
        <w:tabs>
          <w:tab w:val="left" w:pos="1190"/>
        </w:tabs>
        <w:rPr>
          <w:noProof/>
        </w:rPr>
      </w:pPr>
      <w:r>
        <w:rPr>
          <w:noProof/>
        </w:rPr>
        <w:t>4.5</w:t>
      </w:r>
      <w:r>
        <w:rPr>
          <w:rFonts w:asciiTheme="minorHAnsi" w:eastAsiaTheme="minorEastAsia" w:hAnsiTheme="minorHAnsi" w:cstheme="minorBidi"/>
          <w:noProof/>
          <w:sz w:val="22"/>
          <w:szCs w:val="22"/>
          <w:lang w:eastAsia="en-AU"/>
        </w:rPr>
        <w:tab/>
      </w:r>
      <w:r>
        <w:rPr>
          <w:noProof/>
        </w:rPr>
        <w:t>Complements to improving financial literacy</w:t>
      </w:r>
      <w:r>
        <w:rPr>
          <w:noProof/>
        </w:rPr>
        <w:tab/>
        <w:t>201</w:t>
      </w:r>
    </w:p>
    <w:p w:rsidR="001F1730" w:rsidRDefault="001F1730" w:rsidP="001F1730">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Involuntary retirement among mature age workers</w:t>
      </w:r>
      <w:r>
        <w:rPr>
          <w:noProof/>
        </w:rPr>
        <w:tab/>
        <w:t>209</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What drives the labour force participation decisions of older workers?</w:t>
      </w:r>
      <w:r>
        <w:rPr>
          <w:noProof/>
        </w:rPr>
        <w:tab/>
        <w:t>209</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How common is involuntary retirement?</w:t>
      </w:r>
      <w:r>
        <w:rPr>
          <w:noProof/>
        </w:rPr>
        <w:tab/>
        <w:t>210</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What are the characteristics of the involuntarily retired?</w:t>
      </w:r>
      <w:r>
        <w:rPr>
          <w:noProof/>
        </w:rPr>
        <w:tab/>
        <w:t>213</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What is happening to rates of involuntary retirement over time?</w:t>
      </w:r>
      <w:r>
        <w:rPr>
          <w:noProof/>
        </w:rPr>
        <w:tab/>
        <w:t>215</w:t>
      </w:r>
    </w:p>
    <w:p w:rsidR="001F1730" w:rsidRDefault="001F1730" w:rsidP="001F1730">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The Commission’s retirement model</w:t>
      </w:r>
      <w:r>
        <w:rPr>
          <w:noProof/>
        </w:rPr>
        <w:tab/>
        <w:t>219</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The Commission’s approach</w:t>
      </w:r>
      <w:r>
        <w:rPr>
          <w:noProof/>
        </w:rPr>
        <w:tab/>
        <w:t>220</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Caveats</w:t>
      </w:r>
      <w:r>
        <w:rPr>
          <w:noProof/>
        </w:rPr>
        <w:tab/>
        <w:t>224</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Assessing the effects of policy changes</w:t>
      </w:r>
      <w:r>
        <w:rPr>
          <w:noProof/>
        </w:rPr>
        <w:tab/>
        <w:t>226</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Model mechanisms, drivers and results</w:t>
      </w:r>
      <w:r>
        <w:rPr>
          <w:noProof/>
        </w:rPr>
        <w:tab/>
        <w:t>228</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Sensitivity analysis</w:t>
      </w:r>
      <w:r>
        <w:rPr>
          <w:noProof/>
        </w:rPr>
        <w:tab/>
        <w:t>235</w:t>
      </w:r>
    </w:p>
    <w:p w:rsidR="001F1730" w:rsidRDefault="001F1730" w:rsidP="001F1730">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The drawbacks of drawdown data</w:t>
      </w:r>
      <w:r>
        <w:rPr>
          <w:noProof/>
        </w:rPr>
        <w:tab/>
        <w:t>239</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Why are robust data important?</w:t>
      </w:r>
      <w:r>
        <w:rPr>
          <w:noProof/>
        </w:rPr>
        <w:tab/>
        <w:t>239</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What are the drawbacks of drawdown data?</w:t>
      </w:r>
      <w:r>
        <w:rPr>
          <w:noProof/>
        </w:rPr>
        <w:tab/>
        <w:t>240</w:t>
      </w:r>
    </w:p>
    <w:p w:rsidR="001F1730" w:rsidRDefault="001F1730" w:rsidP="001F1730">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The Commission’s approach to drawdown data</w:t>
      </w:r>
      <w:r>
        <w:rPr>
          <w:noProof/>
        </w:rPr>
        <w:tab/>
        <w:t>242</w:t>
      </w:r>
    </w:p>
    <w:p w:rsidR="001F1730" w:rsidRDefault="001F1730" w:rsidP="001F1730">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project</w:t>
      </w:r>
      <w:r>
        <w:rPr>
          <w:noProof/>
        </w:rPr>
        <w:tab/>
        <w:t>243</w:t>
      </w:r>
    </w:p>
    <w:p w:rsidR="00B3568F" w:rsidRDefault="001F1730" w:rsidP="001F1730">
      <w:pPr>
        <w:pStyle w:val="TOC1"/>
        <w:spacing w:after="120"/>
        <w:rPr>
          <w:rFonts w:asciiTheme="minorHAnsi" w:eastAsiaTheme="minorEastAsia" w:hAnsiTheme="minorHAnsi" w:cstheme="minorBidi"/>
          <w:b w:val="0"/>
          <w:noProof/>
          <w:sz w:val="22"/>
          <w:szCs w:val="22"/>
          <w:lang w:eastAsia="en-AU"/>
        </w:rPr>
      </w:pPr>
      <w:r>
        <w:rPr>
          <w:noProof/>
        </w:rPr>
        <w:t>References</w:t>
      </w:r>
      <w:r>
        <w:rPr>
          <w:noProof/>
        </w:rPr>
        <w:tab/>
        <w:t>245</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8C8C8" w:themeFill="background2"/>
        <w:tblLook w:val="04A0" w:firstRow="1" w:lastRow="0" w:firstColumn="1" w:lastColumn="0" w:noHBand="0" w:noVBand="1"/>
      </w:tblPr>
      <w:tblGrid>
        <w:gridCol w:w="8896"/>
      </w:tblGrid>
      <w:tr w:rsidR="00B3568F" w:rsidRPr="0009026D" w:rsidTr="00A45968">
        <w:tc>
          <w:tcPr>
            <w:tcW w:w="8896" w:type="dxa"/>
            <w:shd w:val="clear" w:color="auto" w:fill="C8C8C8" w:themeFill="background2"/>
          </w:tcPr>
          <w:p w:rsidR="00B3568F" w:rsidRPr="0009026D" w:rsidRDefault="00B3568F" w:rsidP="00E05B52">
            <w:pPr>
              <w:pStyle w:val="BodyText"/>
              <w:spacing w:before="0"/>
              <w:jc w:val="center"/>
              <w:rPr>
                <w:rFonts w:asciiTheme="minorHAnsi" w:hAnsiTheme="minorHAnsi" w:cstheme="minorHAnsi"/>
                <w:b/>
                <w:noProof/>
              </w:rPr>
            </w:pPr>
            <w:r>
              <w:rPr>
                <w:rFonts w:asciiTheme="minorHAnsi" w:hAnsiTheme="minorHAnsi" w:cstheme="minorHAnsi"/>
                <w:b/>
                <w:noProof/>
                <w:sz w:val="20"/>
              </w:rPr>
              <w:t>These modelling papers are available from the Commission’s website (www.pc.gov.au)</w:t>
            </w:r>
          </w:p>
        </w:tc>
      </w:tr>
    </w:tbl>
    <w:p w:rsidR="00CF40BD" w:rsidRDefault="00CF40BD" w:rsidP="00CF40BD">
      <w:pPr>
        <w:pStyle w:val="TOC1"/>
        <w:rPr>
          <w:noProof/>
        </w:rPr>
      </w:pPr>
      <w:r>
        <w:rPr>
          <w:noProof/>
        </w:rPr>
        <w:t>1</w:t>
      </w:r>
      <w:r>
        <w:rPr>
          <w:rFonts w:asciiTheme="minorHAnsi" w:eastAsiaTheme="minorEastAsia" w:hAnsiTheme="minorHAnsi" w:cstheme="minorBidi"/>
          <w:b w:val="0"/>
          <w:noProof/>
          <w:sz w:val="22"/>
          <w:szCs w:val="22"/>
          <w:lang w:eastAsia="en-AU"/>
        </w:rPr>
        <w:tab/>
      </w:r>
      <w:r w:rsidRPr="004E2957">
        <w:rPr>
          <w:noProof/>
        </w:rPr>
        <w:t>Voluntary retirement module inputs</w:t>
      </w:r>
    </w:p>
    <w:p w:rsidR="00CF40BD" w:rsidRDefault="00CF40BD" w:rsidP="00CF40BD">
      <w:pPr>
        <w:pStyle w:val="TOC1"/>
        <w:rPr>
          <w:noProof/>
        </w:rPr>
      </w:pPr>
      <w:r>
        <w:rPr>
          <w:noProof/>
        </w:rPr>
        <w:t>2</w:t>
      </w:r>
      <w:r>
        <w:rPr>
          <w:rFonts w:asciiTheme="minorHAnsi" w:eastAsiaTheme="minorEastAsia" w:hAnsiTheme="minorHAnsi" w:cstheme="minorBidi"/>
          <w:b w:val="0"/>
          <w:noProof/>
          <w:sz w:val="22"/>
          <w:szCs w:val="22"/>
          <w:lang w:eastAsia="en-AU"/>
        </w:rPr>
        <w:tab/>
      </w:r>
      <w:r w:rsidRPr="004E2957">
        <w:rPr>
          <w:noProof/>
        </w:rPr>
        <w:t xml:space="preserve">Voluntary retirement module </w:t>
      </w:r>
      <w:r>
        <w:rPr>
          <w:noProof/>
        </w:rPr>
        <w:t>specification</w:t>
      </w:r>
    </w:p>
    <w:p w:rsidR="00CF40BD" w:rsidRDefault="00CF40BD" w:rsidP="00CF40BD">
      <w:pPr>
        <w:pStyle w:val="TOC1"/>
        <w:rPr>
          <w:noProof/>
        </w:rPr>
      </w:pPr>
      <w:r>
        <w:rPr>
          <w:noProof/>
        </w:rPr>
        <w:t>3</w:t>
      </w:r>
      <w:r>
        <w:rPr>
          <w:rFonts w:asciiTheme="minorHAnsi" w:eastAsiaTheme="minorEastAsia" w:hAnsiTheme="minorHAnsi" w:cstheme="minorBidi"/>
          <w:b w:val="0"/>
          <w:noProof/>
          <w:sz w:val="22"/>
          <w:szCs w:val="22"/>
          <w:lang w:eastAsia="en-AU"/>
        </w:rPr>
        <w:tab/>
      </w:r>
      <w:r w:rsidRPr="00260837">
        <w:rPr>
          <w:noProof/>
        </w:rPr>
        <w:t>Projection module: data sources and methodology</w:t>
      </w:r>
    </w:p>
    <w:p w:rsidR="00CF40BD" w:rsidRDefault="00CF40BD" w:rsidP="00CF40BD">
      <w:pPr>
        <w:pStyle w:val="TOC1"/>
        <w:rPr>
          <w:noProof/>
        </w:rPr>
      </w:pPr>
      <w:r>
        <w:rPr>
          <w:noProof/>
        </w:rPr>
        <w:t>4</w:t>
      </w:r>
      <w:r>
        <w:rPr>
          <w:rFonts w:asciiTheme="minorHAnsi" w:eastAsiaTheme="minorEastAsia" w:hAnsiTheme="minorHAnsi" w:cstheme="minorBidi"/>
          <w:b w:val="0"/>
          <w:noProof/>
          <w:sz w:val="22"/>
          <w:szCs w:val="22"/>
          <w:lang w:eastAsia="en-AU"/>
        </w:rPr>
        <w:tab/>
      </w:r>
      <w:r w:rsidRPr="00260837">
        <w:rPr>
          <w:noProof/>
        </w:rPr>
        <w:t>The calibration process</w:t>
      </w:r>
    </w:p>
    <w:p w:rsidR="00CF40BD" w:rsidRDefault="00CF40BD" w:rsidP="00CF40BD">
      <w:pPr>
        <w:pStyle w:val="TOC1"/>
        <w:rPr>
          <w:noProof/>
        </w:rPr>
      </w:pPr>
      <w:r>
        <w:rPr>
          <w:noProof/>
        </w:rPr>
        <w:t>5</w:t>
      </w:r>
      <w:r>
        <w:rPr>
          <w:rFonts w:asciiTheme="minorHAnsi" w:eastAsiaTheme="minorEastAsia" w:hAnsiTheme="minorHAnsi" w:cstheme="minorBidi"/>
          <w:b w:val="0"/>
          <w:noProof/>
          <w:sz w:val="22"/>
          <w:szCs w:val="22"/>
          <w:lang w:eastAsia="en-AU"/>
        </w:rPr>
        <w:tab/>
      </w:r>
      <w:r w:rsidRPr="00260837">
        <w:rPr>
          <w:noProof/>
        </w:rPr>
        <w:t>An illustration of model results</w:t>
      </w:r>
    </w:p>
    <w:p w:rsidR="00CF40BD" w:rsidRDefault="00CF40BD" w:rsidP="00CF40BD">
      <w:pPr>
        <w:pStyle w:val="TOC1"/>
        <w:rPr>
          <w:noProof/>
        </w:rPr>
      </w:pPr>
      <w:r>
        <w:rPr>
          <w:noProof/>
        </w:rPr>
        <w:t>6</w:t>
      </w:r>
      <w:r>
        <w:rPr>
          <w:rFonts w:asciiTheme="minorHAnsi" w:eastAsiaTheme="minorEastAsia" w:hAnsiTheme="minorHAnsi" w:cstheme="minorBidi"/>
          <w:b w:val="0"/>
          <w:noProof/>
          <w:sz w:val="22"/>
          <w:szCs w:val="22"/>
          <w:lang w:eastAsia="en-AU"/>
        </w:rPr>
        <w:tab/>
      </w:r>
      <w:r w:rsidRPr="00260837">
        <w:rPr>
          <w:noProof/>
        </w:rPr>
        <w:t>Sensitivity analyses</w:t>
      </w:r>
    </w:p>
    <w:p w:rsidR="00CF40BD" w:rsidRDefault="00CF40BD" w:rsidP="00CF40BD">
      <w:pPr>
        <w:pStyle w:val="TOC1"/>
        <w:rPr>
          <w:noProof/>
        </w:rPr>
      </w:pPr>
      <w:r>
        <w:rPr>
          <w:noProof/>
        </w:rPr>
        <w:t>7</w:t>
      </w:r>
      <w:r w:rsidRPr="00FD1D42">
        <w:rPr>
          <w:noProof/>
        </w:rPr>
        <w:tab/>
      </w:r>
      <w:r>
        <w:rPr>
          <w:noProof/>
        </w:rPr>
        <w:t>Literature review of other models</w:t>
      </w:r>
    </w:p>
    <w:p w:rsidR="00C058AB" w:rsidRDefault="00C058AB">
      <w:pPr>
        <w:pStyle w:val="BodyText"/>
      </w:pPr>
    </w:p>
    <w:p w:rsidR="004D3F58" w:rsidRDefault="004D3F58">
      <w:pPr>
        <w:pStyle w:val="BodyText"/>
        <w:sectPr w:rsidR="004D3F58" w:rsidSect="007448F7">
          <w:headerReference w:type="even" r:id="rId15"/>
          <w:headerReference w:type="default" r:id="rId16"/>
          <w:footerReference w:type="even" r:id="rId17"/>
          <w:footerReference w:type="default" r:id="rId18"/>
          <w:type w:val="oddPage"/>
          <w:pgSz w:w="11907" w:h="16840" w:code="9"/>
          <w:pgMar w:top="1985" w:right="1304" w:bottom="1247" w:left="1814" w:header="1701" w:footer="397" w:gutter="0"/>
          <w:pgNumType w:fmt="lowerRoman"/>
          <w:cols w:space="720"/>
        </w:sectPr>
      </w:pPr>
    </w:p>
    <w:p w:rsidR="00967856" w:rsidRDefault="00967856">
      <w:pPr>
        <w:pStyle w:val="Heading1"/>
      </w:pPr>
      <w:bookmarkStart w:id="6" w:name="Abbreviations"/>
      <w:bookmarkStart w:id="7" w:name="RDnote"/>
      <w:bookmarkStart w:id="8" w:name="_Toc423347668"/>
      <w:bookmarkEnd w:id="6"/>
      <w:bookmarkEnd w:id="7"/>
      <w:r>
        <w:lastRenderedPageBreak/>
        <w:t>Acknowledgments</w:t>
      </w:r>
      <w:bookmarkEnd w:id="8"/>
    </w:p>
    <w:p w:rsidR="008632C1" w:rsidRDefault="008632C1" w:rsidP="008632C1">
      <w:pPr>
        <w:pStyle w:val="BodyText"/>
      </w:pPr>
      <w:r>
        <w:t>The Commission is grateful to everyone who has taken the time to discuss the issues canvassed in this research project. Particular thanks are extended to those who participated in the Commission’s modelling workshop held in Canberra on 8 April 2015.</w:t>
      </w:r>
    </w:p>
    <w:p w:rsidR="008632C1" w:rsidRDefault="008632C1" w:rsidP="008632C1">
      <w:pPr>
        <w:pStyle w:val="BodyText"/>
      </w:pPr>
      <w:r>
        <w:t>The Commission would also like to thank officers of the Australian Taxation Office, the Parliamentary Budget Office, the Department of Social Services, and the Department of the Treasury for their assistance.</w:t>
      </w:r>
    </w:p>
    <w:p w:rsidR="008632C1" w:rsidRDefault="008632C1" w:rsidP="008632C1">
      <w:pPr>
        <w:pStyle w:val="Heading3"/>
      </w:pPr>
      <w:r>
        <w:t>Use of HILDA data</w:t>
      </w:r>
    </w:p>
    <w:p w:rsidR="005735F5" w:rsidRDefault="005735F5" w:rsidP="005735F5">
      <w:pPr>
        <w:pStyle w:val="BodyText"/>
        <w:rPr>
          <w:lang w:eastAsia="en-US"/>
        </w:rPr>
      </w:pPr>
      <w:r w:rsidRPr="002A725E">
        <w:rPr>
          <w:lang w:eastAsia="en-US"/>
        </w:rPr>
        <w:t>This paper uses unit record data from the Household, Income and Labour Dynamics in Australia (HILDA) Survey. The HILDA Project was initiated and is funded by the Australian Government Department of Social Services (</w:t>
      </w:r>
      <w:proofErr w:type="spellStart"/>
      <w:r w:rsidRPr="002A725E">
        <w:rPr>
          <w:lang w:eastAsia="en-US"/>
        </w:rPr>
        <w:t>DSS</w:t>
      </w:r>
      <w:proofErr w:type="spellEnd"/>
      <w:r w:rsidRPr="002A725E">
        <w:rPr>
          <w:lang w:eastAsia="en-US"/>
        </w:rPr>
        <w:t xml:space="preserve">), and is managed by the Melbourne Institute of Applied Economic and Social Research (Melbourne Institute). The findings and views reported in this paper, however, are those of the author and should not be attributed to either </w:t>
      </w:r>
      <w:proofErr w:type="spellStart"/>
      <w:r w:rsidRPr="002A725E">
        <w:rPr>
          <w:lang w:eastAsia="en-US"/>
        </w:rPr>
        <w:t>DSS</w:t>
      </w:r>
      <w:proofErr w:type="spellEnd"/>
      <w:r w:rsidRPr="002A725E">
        <w:rPr>
          <w:lang w:eastAsia="en-US"/>
        </w:rPr>
        <w:t xml:space="preserve"> or the Melbourne Institute.</w:t>
      </w:r>
    </w:p>
    <w:p w:rsidR="00967856" w:rsidRPr="00883E8C" w:rsidRDefault="00967856" w:rsidP="00883E8C">
      <w:pPr>
        <w:pStyle w:val="BodyText"/>
        <w:rPr>
          <w:lang w:eastAsia="en-US"/>
        </w:rPr>
      </w:pPr>
    </w:p>
    <w:p w:rsidR="00967856" w:rsidRDefault="00967856">
      <w:pPr>
        <w:pStyle w:val="BodyText"/>
        <w:sectPr w:rsidR="00967856" w:rsidSect="00883E8C">
          <w:headerReference w:type="even" r:id="rId19"/>
          <w:headerReference w:type="default" r:id="rId20"/>
          <w:footerReference w:type="even" r:id="rId21"/>
          <w:footerReference w:type="default" r:id="rId22"/>
          <w:pgSz w:w="11906" w:h="16838" w:code="9"/>
          <w:pgMar w:top="1985" w:right="1304" w:bottom="1247" w:left="1814" w:header="1701" w:footer="397" w:gutter="0"/>
          <w:pgNumType w:fmt="lowerRoman"/>
          <w:cols w:space="708"/>
          <w:docGrid w:linePitch="360"/>
        </w:sectPr>
      </w:pPr>
    </w:p>
    <w:p w:rsidR="00735FEA" w:rsidRDefault="00735FEA" w:rsidP="00F7477E">
      <w:pPr>
        <w:pStyle w:val="Heading1"/>
      </w:pPr>
      <w:bookmarkStart w:id="9" w:name="EndContents"/>
      <w:bookmarkStart w:id="10" w:name="_Toc423347669"/>
      <w:bookmarkEnd w:id="9"/>
      <w:r>
        <w:lastRenderedPageBreak/>
        <w:t>Abbreviations and explanations</w:t>
      </w:r>
      <w:bookmarkEnd w:id="10"/>
    </w:p>
    <w:p w:rsidR="00735FEA" w:rsidRDefault="00735FEA" w:rsidP="00F7477E">
      <w:pPr>
        <w:pStyle w:val="Heading2NotTOC"/>
      </w:pPr>
      <w:r>
        <w:t>Abbrevia</w:t>
      </w:r>
      <w:r w:rsidRPr="00F85393">
        <w:t>t</w:t>
      </w:r>
      <w:r>
        <w:t>ions</w:t>
      </w:r>
    </w:p>
    <w:p w:rsidR="0009022D" w:rsidRDefault="0009022D" w:rsidP="0009022D">
      <w:pPr>
        <w:pStyle w:val="Abbreviation"/>
      </w:pPr>
      <w:r>
        <w:t>ABS</w:t>
      </w:r>
      <w:r>
        <w:tab/>
        <w:t>Australian Bureau of Statistics</w:t>
      </w:r>
    </w:p>
    <w:p w:rsidR="0009022D" w:rsidRDefault="0009022D" w:rsidP="0009022D">
      <w:pPr>
        <w:pStyle w:val="Abbreviation"/>
      </w:pPr>
      <w:r>
        <w:t>APRA</w:t>
      </w:r>
      <w:r>
        <w:tab/>
        <w:t>Australian Prudential Regulatory Authority</w:t>
      </w:r>
    </w:p>
    <w:p w:rsidR="0009022D" w:rsidRDefault="0009022D" w:rsidP="0009022D">
      <w:pPr>
        <w:pStyle w:val="Abbreviation"/>
      </w:pPr>
      <w:proofErr w:type="spellStart"/>
      <w:r>
        <w:t>ASFA</w:t>
      </w:r>
      <w:proofErr w:type="spellEnd"/>
      <w:r>
        <w:tab/>
      </w:r>
      <w:r w:rsidRPr="00EB33CD">
        <w:t>Association of Superannuation Funds of Australia</w:t>
      </w:r>
    </w:p>
    <w:p w:rsidR="0009022D" w:rsidRDefault="0009022D" w:rsidP="0009022D">
      <w:pPr>
        <w:pStyle w:val="Abbreviation"/>
      </w:pPr>
      <w:proofErr w:type="spellStart"/>
      <w:r>
        <w:t>ASIC</w:t>
      </w:r>
      <w:proofErr w:type="spellEnd"/>
      <w:r>
        <w:tab/>
        <w:t>Australian Securities &amp; Investment Commission</w:t>
      </w:r>
    </w:p>
    <w:p w:rsidR="0009022D" w:rsidRDefault="0009022D" w:rsidP="0009022D">
      <w:pPr>
        <w:pStyle w:val="Abbreviation"/>
      </w:pPr>
      <w:proofErr w:type="spellStart"/>
      <w:r>
        <w:t>ATO</w:t>
      </w:r>
      <w:proofErr w:type="spellEnd"/>
      <w:r>
        <w:tab/>
        <w:t>Australian Taxation Office</w:t>
      </w:r>
    </w:p>
    <w:p w:rsidR="0009022D" w:rsidRDefault="0009022D" w:rsidP="0009022D">
      <w:pPr>
        <w:pStyle w:val="Abbreviation"/>
      </w:pPr>
      <w:proofErr w:type="spellStart"/>
      <w:r>
        <w:t>CEPAR</w:t>
      </w:r>
      <w:proofErr w:type="spellEnd"/>
      <w:r>
        <w:tab/>
        <w:t>ARC Centre of Excellence in Population Ageing Research</w:t>
      </w:r>
    </w:p>
    <w:p w:rsidR="0009022D" w:rsidRDefault="0009022D" w:rsidP="0009022D">
      <w:pPr>
        <w:pStyle w:val="Abbreviation"/>
      </w:pPr>
      <w:proofErr w:type="spellStart"/>
      <w:r>
        <w:t>CIPR</w:t>
      </w:r>
      <w:proofErr w:type="spellEnd"/>
      <w:r>
        <w:tab/>
        <w:t>Comprehensive Income Product for Retirement</w:t>
      </w:r>
    </w:p>
    <w:p w:rsidR="0009022D" w:rsidRDefault="0009022D" w:rsidP="0009022D">
      <w:pPr>
        <w:pStyle w:val="Abbreviation"/>
      </w:pPr>
      <w:r>
        <w:t>CPI</w:t>
      </w:r>
      <w:r>
        <w:tab/>
        <w:t>Consumer Price Index</w:t>
      </w:r>
    </w:p>
    <w:p w:rsidR="0009022D" w:rsidRDefault="0009022D" w:rsidP="0009022D">
      <w:pPr>
        <w:pStyle w:val="Abbreviation"/>
      </w:pPr>
      <w:proofErr w:type="spellStart"/>
      <w:r>
        <w:t>FSI</w:t>
      </w:r>
      <w:proofErr w:type="spellEnd"/>
      <w:r>
        <w:tab/>
        <w:t>Financial System Inquiry</w:t>
      </w:r>
    </w:p>
    <w:p w:rsidR="0009022D" w:rsidRDefault="0009022D" w:rsidP="0009022D">
      <w:pPr>
        <w:pStyle w:val="Abbreviation"/>
      </w:pPr>
      <w:proofErr w:type="spellStart"/>
      <w:r>
        <w:t>FUM</w:t>
      </w:r>
      <w:proofErr w:type="spellEnd"/>
      <w:r>
        <w:tab/>
        <w:t>Funds under management</w:t>
      </w:r>
    </w:p>
    <w:p w:rsidR="0009022D" w:rsidRDefault="0009022D" w:rsidP="0009022D">
      <w:pPr>
        <w:pStyle w:val="Abbreviation"/>
        <w:rPr>
          <w:lang w:eastAsia="en-US"/>
        </w:rPr>
      </w:pPr>
      <w:r>
        <w:t>HILDA</w:t>
      </w:r>
      <w:r>
        <w:tab/>
      </w:r>
      <w:r w:rsidRPr="005B3498">
        <w:rPr>
          <w:lang w:eastAsia="en-US"/>
        </w:rPr>
        <w:t>Household, Income and Labour Dynamics in Australia Survey</w:t>
      </w:r>
    </w:p>
    <w:p w:rsidR="0009022D" w:rsidRDefault="0009022D" w:rsidP="0009022D">
      <w:pPr>
        <w:pStyle w:val="Abbreviation"/>
      </w:pPr>
      <w:proofErr w:type="spellStart"/>
      <w:r>
        <w:t>IGR</w:t>
      </w:r>
      <w:proofErr w:type="spellEnd"/>
      <w:r>
        <w:tab/>
        <w:t>Intergenerational Report</w:t>
      </w:r>
    </w:p>
    <w:p w:rsidR="0009022D" w:rsidRDefault="0009022D" w:rsidP="0009022D">
      <w:pPr>
        <w:pStyle w:val="Abbreviation"/>
      </w:pPr>
      <w:proofErr w:type="spellStart"/>
      <w:r>
        <w:t>NATSEM</w:t>
      </w:r>
      <w:proofErr w:type="spellEnd"/>
      <w:r>
        <w:tab/>
      </w:r>
      <w:r w:rsidRPr="00D82DC8">
        <w:t>National Centre for Social and Economic Modelling</w:t>
      </w:r>
    </w:p>
    <w:p w:rsidR="0009022D" w:rsidRDefault="0009022D" w:rsidP="0009022D">
      <w:pPr>
        <w:pStyle w:val="Abbreviation"/>
      </w:pPr>
      <w:r>
        <w:t>OECD</w:t>
      </w:r>
      <w:r>
        <w:tab/>
        <w:t>Organisation for Economic Co-operation and Development</w:t>
      </w:r>
    </w:p>
    <w:p w:rsidR="0009022D" w:rsidRDefault="0009022D" w:rsidP="0009022D">
      <w:pPr>
        <w:pStyle w:val="Abbreviation"/>
      </w:pPr>
      <w:proofErr w:type="spellStart"/>
      <w:r>
        <w:t>PBO</w:t>
      </w:r>
      <w:proofErr w:type="spellEnd"/>
      <w:r>
        <w:tab/>
        <w:t>Parliamentary Budget Office</w:t>
      </w:r>
    </w:p>
    <w:p w:rsidR="0009022D" w:rsidRDefault="0009022D" w:rsidP="0009022D">
      <w:pPr>
        <w:pStyle w:val="Abbreviation"/>
      </w:pPr>
      <w:r>
        <w:t>PC</w:t>
      </w:r>
      <w:r>
        <w:tab/>
        <w:t>Productivity Commission</w:t>
      </w:r>
    </w:p>
    <w:p w:rsidR="0009022D" w:rsidRDefault="0009022D" w:rsidP="0009022D">
      <w:pPr>
        <w:pStyle w:val="Abbreviation"/>
      </w:pPr>
      <w:proofErr w:type="spellStart"/>
      <w:r>
        <w:t>PCRM</w:t>
      </w:r>
      <w:proofErr w:type="spellEnd"/>
      <w:r>
        <w:tab/>
        <w:t>Productivity Commission Retirement Model</w:t>
      </w:r>
    </w:p>
    <w:p w:rsidR="0009022D" w:rsidRDefault="0009022D" w:rsidP="0009022D">
      <w:pPr>
        <w:pStyle w:val="Abbreviation"/>
      </w:pPr>
      <w:r>
        <w:t>SG</w:t>
      </w:r>
      <w:r>
        <w:tab/>
        <w:t>Superannuation Guarantee</w:t>
      </w:r>
    </w:p>
    <w:p w:rsidR="0009022D" w:rsidRDefault="0009022D" w:rsidP="0009022D">
      <w:pPr>
        <w:pStyle w:val="Abbreviation"/>
      </w:pPr>
      <w:proofErr w:type="spellStart"/>
      <w:r>
        <w:t>SIH</w:t>
      </w:r>
      <w:proofErr w:type="spellEnd"/>
      <w:r>
        <w:tab/>
        <w:t>ABS Survey of Income and Housing</w:t>
      </w:r>
    </w:p>
    <w:p w:rsidR="0009022D" w:rsidRDefault="0009022D" w:rsidP="0009022D">
      <w:pPr>
        <w:pStyle w:val="Abbreviation"/>
      </w:pPr>
      <w:proofErr w:type="spellStart"/>
      <w:r>
        <w:t>SMSF</w:t>
      </w:r>
      <w:proofErr w:type="spellEnd"/>
      <w:r>
        <w:tab/>
        <w:t>Self-managed Superannuation Fund</w:t>
      </w:r>
    </w:p>
    <w:p w:rsidR="0009022D" w:rsidRDefault="0009022D" w:rsidP="0009022D">
      <w:pPr>
        <w:pStyle w:val="Abbreviation"/>
      </w:pPr>
      <w:proofErr w:type="spellStart"/>
      <w:r>
        <w:t>TTR</w:t>
      </w:r>
      <w:proofErr w:type="spellEnd"/>
      <w:r>
        <w:tab/>
        <w:t>Transition to Retirement</w:t>
      </w:r>
    </w:p>
    <w:p w:rsidR="00735FEA" w:rsidRDefault="00735FEA" w:rsidP="00F7477E">
      <w:pPr>
        <w:pStyle w:val="Heading2NotTOC"/>
      </w:pPr>
      <w:r>
        <w:t>Explanations</w:t>
      </w:r>
    </w:p>
    <w:tbl>
      <w:tblPr>
        <w:tblW w:w="0" w:type="auto"/>
        <w:tblCellMar>
          <w:left w:w="0" w:type="dxa"/>
          <w:right w:w="0" w:type="dxa"/>
        </w:tblCellMar>
        <w:tblLook w:val="0000" w:firstRow="0" w:lastRow="0" w:firstColumn="0" w:lastColumn="0" w:noHBand="0" w:noVBand="0"/>
      </w:tblPr>
      <w:tblGrid>
        <w:gridCol w:w="2410"/>
        <w:gridCol w:w="6379"/>
      </w:tblGrid>
      <w:tr w:rsidR="00735FEA" w:rsidTr="000A5E12">
        <w:tc>
          <w:tcPr>
            <w:tcW w:w="2410" w:type="dxa"/>
          </w:tcPr>
          <w:p w:rsidR="00735FEA" w:rsidRDefault="00735FEA">
            <w:pPr>
              <w:pStyle w:val="BodyText"/>
              <w:spacing w:before="120"/>
              <w:ind w:right="6"/>
            </w:pPr>
            <w:r>
              <w:t>Billion</w:t>
            </w:r>
          </w:p>
        </w:tc>
        <w:tc>
          <w:tcPr>
            <w:tcW w:w="6379" w:type="dxa"/>
          </w:tcPr>
          <w:p w:rsidR="00735FEA" w:rsidRDefault="00735FEA">
            <w:pPr>
              <w:pStyle w:val="BodyText"/>
              <w:spacing w:before="120"/>
              <w:ind w:left="227" w:right="6"/>
            </w:pPr>
            <w:r>
              <w:t>The convention used for a billion is a thousand million (10</w:t>
            </w:r>
            <w:r>
              <w:rPr>
                <w:position w:val="6"/>
                <w:sz w:val="22"/>
              </w:rPr>
              <w:t>9</w:t>
            </w:r>
            <w:r>
              <w:t>).</w:t>
            </w:r>
          </w:p>
        </w:tc>
      </w:tr>
    </w:tbl>
    <w:p w:rsidR="000A5E12" w:rsidRDefault="000A5E12" w:rsidP="00743A27">
      <w:pPr>
        <w:pStyle w:val="BodyText"/>
        <w:rPr>
          <w:rFonts w:ascii="Arial" w:hAnsi="Arial" w:cs="Arial"/>
          <w:i/>
        </w:rPr>
      </w:pPr>
      <w:bookmarkStart w:id="11" w:name="Glossary"/>
      <w:bookmarkEnd w:id="11"/>
    </w:p>
    <w:sectPr w:rsidR="000A5E12" w:rsidSect="00585B3F">
      <w:headerReference w:type="even" r:id="rId23"/>
      <w:headerReference w:type="default" r:id="rId24"/>
      <w:footerReference w:type="even" r:id="rId25"/>
      <w:footerReference w:type="default" r:id="rId2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856" w:rsidRDefault="00967856">
      <w:r>
        <w:separator/>
      </w:r>
    </w:p>
    <w:p w:rsidR="00967856" w:rsidRDefault="00967856"/>
    <w:p w:rsidR="00967856" w:rsidRDefault="00967856"/>
  </w:endnote>
  <w:endnote w:type="continuationSeparator" w:id="0">
    <w:p w:rsidR="00967856" w:rsidRDefault="00967856">
      <w:r>
        <w:continuationSeparator/>
      </w:r>
    </w:p>
    <w:p w:rsidR="00967856" w:rsidRDefault="00967856"/>
    <w:p w:rsidR="00967856" w:rsidRDefault="009678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83A4A">
            <w:rPr>
              <w:rStyle w:val="PageNumber"/>
              <w:caps w:val="0"/>
              <w:noProof/>
            </w:rPr>
            <w:t>iv</w:t>
          </w:r>
          <w:r w:rsidRPr="00A24443">
            <w:rPr>
              <w:rStyle w:val="PageNumber"/>
              <w:caps w:val="0"/>
            </w:rPr>
            <w:fldChar w:fldCharType="end"/>
          </w:r>
        </w:p>
      </w:tc>
      <w:tc>
        <w:tcPr>
          <w:tcW w:w="7767" w:type="dxa"/>
        </w:tcPr>
        <w:p w:rsidR="004D3F58" w:rsidRPr="0013739A" w:rsidRDefault="00F61F46" w:rsidP="0013739A">
          <w:pPr>
            <w:pStyle w:val="Footer"/>
            <w:rPr>
              <w:rFonts w:cs="Arial"/>
            </w:rPr>
          </w:pPr>
          <w:r>
            <w:rPr>
              <w:rFonts w:cs="Arial"/>
            </w:rPr>
            <w:t>Superannuation policy for post-retirement: supplement</w:t>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7448F7"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B83A4A">
            <w:rPr>
              <w:noProof/>
            </w:rPr>
            <w:t>Contents</w:t>
          </w:r>
          <w:r w:rsidRPr="008F7DB7">
            <w:rPr>
              <w:noProof/>
            </w:rPr>
            <w:fldChar w:fldCharType="end"/>
          </w:r>
          <w:r>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B83A4A">
            <w:rPr>
              <w:rStyle w:val="PageNumber"/>
              <w:caps w:val="0"/>
              <w:noProof/>
            </w:rPr>
            <w:t>iii</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7856" w:rsidTr="005F48ED">
      <w:trPr>
        <w:trHeight w:hRule="exact" w:val="567"/>
      </w:trPr>
      <w:tc>
        <w:tcPr>
          <w:tcW w:w="510" w:type="dxa"/>
        </w:tcPr>
        <w:p w:rsidR="00967856" w:rsidRPr="00A24443" w:rsidRDefault="00967856"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3568F">
            <w:rPr>
              <w:rStyle w:val="PageNumber"/>
              <w:caps w:val="0"/>
              <w:noProof/>
            </w:rPr>
            <w:t>vi</w:t>
          </w:r>
          <w:r w:rsidRPr="00A24443">
            <w:rPr>
              <w:rStyle w:val="PageNumber"/>
              <w:caps w:val="0"/>
            </w:rPr>
            <w:fldChar w:fldCharType="end"/>
          </w:r>
        </w:p>
      </w:tc>
      <w:tc>
        <w:tcPr>
          <w:tcW w:w="7767" w:type="dxa"/>
        </w:tcPr>
        <w:p w:rsidR="00967856" w:rsidRPr="0013739A" w:rsidRDefault="00967856" w:rsidP="00D71ABB">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F61F46">
            <w:rPr>
              <w:rFonts w:cs="Arial"/>
            </w:rPr>
            <w:t>Superannuation policy for post-retirement: supplement</w:t>
          </w:r>
          <w:r w:rsidRPr="00BA5B14">
            <w:rPr>
              <w:rFonts w:cs="Arial"/>
            </w:rPr>
            <w:fldChar w:fldCharType="end"/>
          </w:r>
        </w:p>
      </w:tc>
      <w:tc>
        <w:tcPr>
          <w:tcW w:w="510" w:type="dxa"/>
        </w:tcPr>
        <w:p w:rsidR="00967856" w:rsidRDefault="00967856" w:rsidP="0019293B">
          <w:pPr>
            <w:pStyle w:val="Footer"/>
          </w:pPr>
        </w:p>
      </w:tc>
    </w:tr>
  </w:tbl>
  <w:p w:rsidR="00967856" w:rsidRDefault="00967856" w:rsidP="0019293B">
    <w:pPr>
      <w:pStyle w:val="FooterEnd"/>
    </w:pPr>
  </w:p>
  <w:p w:rsidR="00967856" w:rsidRDefault="00967856">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67856" w:rsidTr="005F48ED">
      <w:trPr>
        <w:trHeight w:hRule="exact" w:val="567"/>
      </w:trPr>
      <w:tc>
        <w:tcPr>
          <w:tcW w:w="510" w:type="dxa"/>
        </w:tcPr>
        <w:p w:rsidR="00967856" w:rsidRDefault="00967856">
          <w:pPr>
            <w:pStyle w:val="Footer"/>
            <w:ind w:right="360" w:firstLine="360"/>
          </w:pPr>
        </w:p>
      </w:tc>
      <w:tc>
        <w:tcPr>
          <w:tcW w:w="7767" w:type="dxa"/>
        </w:tcPr>
        <w:p w:rsidR="00967856" w:rsidRPr="00A90DAF" w:rsidRDefault="00967856" w:rsidP="00883E8C">
          <w:pPr>
            <w:pStyle w:val="Footer"/>
            <w:jc w:val="right"/>
            <w:rPr>
              <w:rFonts w:cs="Arial"/>
            </w:rPr>
          </w:pPr>
          <w:r w:rsidRPr="00A90DAF">
            <w:rPr>
              <w:noProof/>
            </w:rPr>
            <w:fldChar w:fldCharType="begin"/>
          </w:r>
          <w:r w:rsidRPr="00A90DAF">
            <w:rPr>
              <w:noProof/>
            </w:rPr>
            <w:instrText xml:space="preserve"> STYLEREF "Heading 1" \* MERGEFORMAT </w:instrText>
          </w:r>
          <w:r w:rsidRPr="00A90DAF">
            <w:rPr>
              <w:noProof/>
            </w:rPr>
            <w:fldChar w:fldCharType="separate"/>
          </w:r>
          <w:r w:rsidR="00B83A4A" w:rsidRPr="00B83A4A">
            <w:rPr>
              <w:bCs/>
              <w:noProof/>
              <w:lang w:val="en-US"/>
            </w:rPr>
            <w:t>Acknowledgments</w:t>
          </w:r>
          <w:r w:rsidRPr="00A90DAF">
            <w:rPr>
              <w:noProof/>
            </w:rPr>
            <w:fldChar w:fldCharType="end"/>
          </w:r>
        </w:p>
      </w:tc>
      <w:tc>
        <w:tcPr>
          <w:tcW w:w="510" w:type="dxa"/>
        </w:tcPr>
        <w:p w:rsidR="00967856" w:rsidRPr="00A24443" w:rsidRDefault="00967856">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83A4A">
            <w:rPr>
              <w:rStyle w:val="PageNumber"/>
              <w:caps w:val="0"/>
              <w:noProof/>
            </w:rPr>
            <w:t>v</w:t>
          </w:r>
          <w:r w:rsidRPr="00A24443">
            <w:rPr>
              <w:rStyle w:val="PageNumber"/>
              <w:caps w:val="0"/>
            </w:rPr>
            <w:fldChar w:fldCharType="end"/>
          </w:r>
        </w:p>
      </w:tc>
    </w:tr>
  </w:tbl>
  <w:p w:rsidR="00967856" w:rsidRDefault="00967856">
    <w:pPr>
      <w:pStyle w:val="FooterEnd"/>
    </w:pPr>
  </w:p>
  <w:p w:rsidR="00967856" w:rsidRDefault="00967856">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B83A4A">
            <w:rPr>
              <w:rStyle w:val="PageNumber"/>
              <w:caps w:val="0"/>
              <w:noProof/>
            </w:rPr>
            <w:t>vi</w:t>
          </w:r>
          <w:r w:rsidRPr="007448F7">
            <w:rPr>
              <w:rStyle w:val="PageNumber"/>
              <w:caps w:val="0"/>
            </w:rPr>
            <w:fldChar w:fldCharType="end"/>
          </w:r>
        </w:p>
      </w:tc>
      <w:tc>
        <w:tcPr>
          <w:tcW w:w="7767" w:type="dxa"/>
        </w:tcPr>
        <w:p w:rsidR="007448F7" w:rsidRPr="0013739A" w:rsidRDefault="00F61F46" w:rsidP="00271B0C">
          <w:pPr>
            <w:pStyle w:val="Footer"/>
            <w:rPr>
              <w:rFonts w:cs="Arial"/>
            </w:rPr>
          </w:pPr>
          <w:r>
            <w:rPr>
              <w:rFonts w:cs="Arial"/>
            </w:rPr>
            <w:t>Superannuation policy for post-retirement: supplement</w:t>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09022D" w:rsidRPr="0009022D">
            <w:rPr>
              <w:bCs/>
              <w:noProof/>
              <w:lang w:val="en-US"/>
            </w:rPr>
            <w:t>Abbreviations</w:t>
          </w:r>
          <w:r w:rsidR="0009022D">
            <w:rPr>
              <w:noProof/>
            </w:rPr>
            <w:t xml:space="preserve"> and explanations</w:t>
          </w:r>
          <w:r w:rsidRPr="00340511">
            <w:rPr>
              <w:noProof/>
            </w:rPr>
            <w:fldChar w:fldCharType="end"/>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9022D">
            <w:rPr>
              <w:rStyle w:val="PageNumber"/>
              <w:caps w:val="0"/>
              <w:noProof/>
            </w:rPr>
            <w:t>vii</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856" w:rsidRDefault="00967856">
      <w:r>
        <w:separator/>
      </w:r>
    </w:p>
    <w:p w:rsidR="00967856" w:rsidRDefault="00967856"/>
    <w:p w:rsidR="00967856" w:rsidRDefault="00967856"/>
  </w:footnote>
  <w:footnote w:type="continuationSeparator" w:id="0">
    <w:p w:rsidR="00967856" w:rsidRDefault="00967856">
      <w:r>
        <w:continuationSeparator/>
      </w:r>
    </w:p>
    <w:p w:rsidR="00967856" w:rsidRDefault="00967856"/>
    <w:p w:rsidR="00967856" w:rsidRDefault="009678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67856">
      <w:tc>
        <w:tcPr>
          <w:tcW w:w="2155" w:type="dxa"/>
          <w:tcBorders>
            <w:top w:val="single" w:sz="24" w:space="0" w:color="auto"/>
          </w:tcBorders>
        </w:tcPr>
        <w:p w:rsidR="00967856" w:rsidRDefault="00967856">
          <w:pPr>
            <w:pStyle w:val="HeaderEven"/>
          </w:pPr>
        </w:p>
      </w:tc>
      <w:tc>
        <w:tcPr>
          <w:tcW w:w="6634" w:type="dxa"/>
          <w:tcBorders>
            <w:top w:val="single" w:sz="6" w:space="0" w:color="auto"/>
          </w:tcBorders>
        </w:tcPr>
        <w:p w:rsidR="00967856" w:rsidRDefault="00967856">
          <w:pPr>
            <w:pStyle w:val="HeaderEven"/>
          </w:pPr>
        </w:p>
      </w:tc>
    </w:tr>
  </w:tbl>
  <w:p w:rsidR="00967856" w:rsidRDefault="00967856">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67856">
      <w:tc>
        <w:tcPr>
          <w:tcW w:w="6634" w:type="dxa"/>
          <w:tcBorders>
            <w:top w:val="single" w:sz="6" w:space="0" w:color="auto"/>
          </w:tcBorders>
        </w:tcPr>
        <w:p w:rsidR="00967856" w:rsidRDefault="00967856">
          <w:pPr>
            <w:pStyle w:val="HeaderOdd"/>
          </w:pPr>
        </w:p>
      </w:tc>
      <w:tc>
        <w:tcPr>
          <w:tcW w:w="2155" w:type="dxa"/>
          <w:tcBorders>
            <w:top w:val="single" w:sz="24" w:space="0" w:color="auto"/>
            <w:bottom w:val="nil"/>
          </w:tcBorders>
        </w:tcPr>
        <w:p w:rsidR="00967856" w:rsidRDefault="00967856">
          <w:pPr>
            <w:pStyle w:val="HeaderOdd"/>
          </w:pPr>
        </w:p>
      </w:tc>
    </w:tr>
  </w:tbl>
  <w:p w:rsidR="00967856" w:rsidRDefault="00967856">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856"/>
    <w:rsid w:val="00017AFC"/>
    <w:rsid w:val="00025878"/>
    <w:rsid w:val="00026B38"/>
    <w:rsid w:val="000502D3"/>
    <w:rsid w:val="00052CB2"/>
    <w:rsid w:val="00053975"/>
    <w:rsid w:val="000623BF"/>
    <w:rsid w:val="000779EB"/>
    <w:rsid w:val="0009022D"/>
    <w:rsid w:val="00095EEA"/>
    <w:rsid w:val="00097C15"/>
    <w:rsid w:val="000A0A0E"/>
    <w:rsid w:val="000A5E12"/>
    <w:rsid w:val="000B416E"/>
    <w:rsid w:val="000F185F"/>
    <w:rsid w:val="000F2F5F"/>
    <w:rsid w:val="00106041"/>
    <w:rsid w:val="0010611E"/>
    <w:rsid w:val="00122FE9"/>
    <w:rsid w:val="00131572"/>
    <w:rsid w:val="00131D4F"/>
    <w:rsid w:val="0013399B"/>
    <w:rsid w:val="00180515"/>
    <w:rsid w:val="00181F4B"/>
    <w:rsid w:val="00190919"/>
    <w:rsid w:val="00192528"/>
    <w:rsid w:val="00196FB3"/>
    <w:rsid w:val="001A5071"/>
    <w:rsid w:val="001B4E73"/>
    <w:rsid w:val="001B7F1E"/>
    <w:rsid w:val="001D4B1F"/>
    <w:rsid w:val="001D6629"/>
    <w:rsid w:val="001E3390"/>
    <w:rsid w:val="001F173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40511"/>
    <w:rsid w:val="0038647D"/>
    <w:rsid w:val="00393A49"/>
    <w:rsid w:val="003B41E0"/>
    <w:rsid w:val="003C3D73"/>
    <w:rsid w:val="003D624D"/>
    <w:rsid w:val="003E7802"/>
    <w:rsid w:val="0042007A"/>
    <w:rsid w:val="00433C81"/>
    <w:rsid w:val="00446D6B"/>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F43"/>
    <w:rsid w:val="005654D0"/>
    <w:rsid w:val="005735F5"/>
    <w:rsid w:val="00585B3F"/>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D3AEC"/>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7B52A7"/>
    <w:rsid w:val="00805FD7"/>
    <w:rsid w:val="00806E54"/>
    <w:rsid w:val="008206EE"/>
    <w:rsid w:val="008214B1"/>
    <w:rsid w:val="008273A9"/>
    <w:rsid w:val="00836ED7"/>
    <w:rsid w:val="0084355E"/>
    <w:rsid w:val="008453AC"/>
    <w:rsid w:val="00860D09"/>
    <w:rsid w:val="00862044"/>
    <w:rsid w:val="008632C1"/>
    <w:rsid w:val="00880BF7"/>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64D3"/>
    <w:rsid w:val="00915300"/>
    <w:rsid w:val="00917540"/>
    <w:rsid w:val="00933B0C"/>
    <w:rsid w:val="00935676"/>
    <w:rsid w:val="009642FC"/>
    <w:rsid w:val="00967856"/>
    <w:rsid w:val="0098401D"/>
    <w:rsid w:val="009A4570"/>
    <w:rsid w:val="009A789F"/>
    <w:rsid w:val="009B12EF"/>
    <w:rsid w:val="009B48F7"/>
    <w:rsid w:val="009B6185"/>
    <w:rsid w:val="009C6C6D"/>
    <w:rsid w:val="009E1E78"/>
    <w:rsid w:val="00A1597D"/>
    <w:rsid w:val="00A31458"/>
    <w:rsid w:val="00A45968"/>
    <w:rsid w:val="00A46989"/>
    <w:rsid w:val="00A469AA"/>
    <w:rsid w:val="00A71CE9"/>
    <w:rsid w:val="00A72A19"/>
    <w:rsid w:val="00A75A30"/>
    <w:rsid w:val="00A93C82"/>
    <w:rsid w:val="00AB2A48"/>
    <w:rsid w:val="00AB70A6"/>
    <w:rsid w:val="00AC3236"/>
    <w:rsid w:val="00AD4874"/>
    <w:rsid w:val="00AE1F8A"/>
    <w:rsid w:val="00B036B2"/>
    <w:rsid w:val="00B04D19"/>
    <w:rsid w:val="00B153C3"/>
    <w:rsid w:val="00B22087"/>
    <w:rsid w:val="00B3568F"/>
    <w:rsid w:val="00B722F2"/>
    <w:rsid w:val="00B80355"/>
    <w:rsid w:val="00B83A4A"/>
    <w:rsid w:val="00B90958"/>
    <w:rsid w:val="00B95339"/>
    <w:rsid w:val="00BA0B81"/>
    <w:rsid w:val="00BB334E"/>
    <w:rsid w:val="00BB5DCF"/>
    <w:rsid w:val="00BC2476"/>
    <w:rsid w:val="00BF59EA"/>
    <w:rsid w:val="00BF79CD"/>
    <w:rsid w:val="00C058AB"/>
    <w:rsid w:val="00C0721B"/>
    <w:rsid w:val="00C34C8C"/>
    <w:rsid w:val="00C50792"/>
    <w:rsid w:val="00C51371"/>
    <w:rsid w:val="00C55A45"/>
    <w:rsid w:val="00C904D9"/>
    <w:rsid w:val="00C94C06"/>
    <w:rsid w:val="00CA48BF"/>
    <w:rsid w:val="00CB3ACC"/>
    <w:rsid w:val="00CB4745"/>
    <w:rsid w:val="00CD2163"/>
    <w:rsid w:val="00CD4FE7"/>
    <w:rsid w:val="00CD5E6B"/>
    <w:rsid w:val="00CE26CA"/>
    <w:rsid w:val="00CE4FBC"/>
    <w:rsid w:val="00CE5D96"/>
    <w:rsid w:val="00CE7344"/>
    <w:rsid w:val="00CF26EE"/>
    <w:rsid w:val="00CF40BD"/>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5FDC"/>
    <w:rsid w:val="00E2651B"/>
    <w:rsid w:val="00E30DDB"/>
    <w:rsid w:val="00E6632E"/>
    <w:rsid w:val="00E90CF2"/>
    <w:rsid w:val="00EC38C1"/>
    <w:rsid w:val="00EC628B"/>
    <w:rsid w:val="00ED0F61"/>
    <w:rsid w:val="00EE3F6D"/>
    <w:rsid w:val="00EE73E1"/>
    <w:rsid w:val="00F12107"/>
    <w:rsid w:val="00F13165"/>
    <w:rsid w:val="00F4234E"/>
    <w:rsid w:val="00F61429"/>
    <w:rsid w:val="00F61F46"/>
    <w:rsid w:val="00F7477E"/>
    <w:rsid w:val="00F85393"/>
    <w:rsid w:val="00FA4A24"/>
    <w:rsid w:val="00FC41B4"/>
    <w:rsid w:val="00FC5A6B"/>
    <w:rsid w:val="00FD4728"/>
    <w:rsid w:val="00FD562A"/>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967856"/>
    <w:rPr>
      <w:kern w:val="28"/>
      <w:sz w:val="52"/>
      <w:lang w:eastAsia="en-US"/>
    </w:rPr>
  </w:style>
  <w:style w:type="table" w:styleId="TableGrid">
    <w:name w:val="Table Grid"/>
    <w:basedOn w:val="TableNormal"/>
    <w:rsid w:val="00A3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967856"/>
    <w:rPr>
      <w:kern w:val="28"/>
      <w:sz w:val="52"/>
      <w:lang w:eastAsia="en-US"/>
    </w:rPr>
  </w:style>
  <w:style w:type="table" w:styleId="TableGrid">
    <w:name w:val="Table Grid"/>
    <w:basedOn w:val="TableNormal"/>
    <w:rsid w:val="00A3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87095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footer" Target="footer4.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A0AE48E8-06CC-47B9-8CF1-FE0D71B99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0</TotalTime>
  <Pages>6</Pages>
  <Words>1021</Words>
  <Characters>5907</Characters>
  <Application>Microsoft Office Word</Application>
  <DocSecurity>0</DocSecurity>
  <Lines>147</Lines>
  <Paragraphs>119</Paragraphs>
  <ScaleCrop>false</ScaleCrop>
  <HeadingPairs>
    <vt:vector size="2" baseType="variant">
      <vt:variant>
        <vt:lpstr>Title</vt:lpstr>
      </vt:variant>
      <vt:variant>
        <vt:i4>1</vt:i4>
      </vt:variant>
    </vt:vector>
  </HeadingPairs>
  <TitlesOfParts>
    <vt:vector size="1" baseType="lpstr">
      <vt:lpstr>Superannuation policy for post-retirement: supplement</vt:lpstr>
    </vt:vector>
  </TitlesOfParts>
  <Company>Productivity Commission</Company>
  <LinksUpToDate>false</LinksUpToDate>
  <CharactersWithSpaces>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Superannuation policy for post-retirement: supplement</dc:title>
  <dc:creator>Productivity Commission</dc:creator>
  <cp:lastModifiedBy>Productivity Commission</cp:lastModifiedBy>
  <cp:revision>2</cp:revision>
  <cp:lastPrinted>2015-06-29T07:39:00Z</cp:lastPrinted>
  <dcterms:created xsi:type="dcterms:W3CDTF">2015-07-02T02:37:00Z</dcterms:created>
  <dcterms:modified xsi:type="dcterms:W3CDTF">2015-07-02T02:37:00Z</dcterms:modified>
</cp:coreProperties>
</file>