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9B7" w:rsidRPr="008E7459" w:rsidRDefault="008C11A3" w:rsidP="00125F02">
      <w:pPr>
        <w:pStyle w:val="Heading1"/>
      </w:pPr>
      <w:bookmarkStart w:id="0" w:name="ChapterTitle"/>
      <w:bookmarkStart w:id="1" w:name="_GoBack"/>
      <w:bookmarkEnd w:id="1"/>
      <w:r w:rsidRPr="008E7459">
        <w:t>National Education Agreement performance reporting</w:t>
      </w:r>
      <w:bookmarkEnd w:id="0"/>
    </w:p>
    <w:p w:rsidR="00211452" w:rsidRPr="008E7459" w:rsidRDefault="00211452" w:rsidP="00211452">
      <w:pPr>
        <w:pStyle w:val="Heading2"/>
      </w:pPr>
      <w:r w:rsidRPr="008E7459">
        <w:t xml:space="preserve">Framework for National Agreement reporting </w:t>
      </w:r>
    </w:p>
    <w:p w:rsidR="00211452" w:rsidRPr="008E7459" w:rsidRDefault="005A6466" w:rsidP="00211452">
      <w:pPr>
        <w:pStyle w:val="BodyText"/>
      </w:pPr>
      <w:r w:rsidRPr="008E7459">
        <w:t>The Council of Australian Governments (</w:t>
      </w:r>
      <w:r w:rsidR="00211452" w:rsidRPr="008E7459">
        <w:t>COAG</w:t>
      </w:r>
      <w:r w:rsidRPr="008E7459">
        <w:t>)</w:t>
      </w:r>
      <w:r w:rsidR="00211452" w:rsidRPr="008E7459">
        <w:t xml:space="preserve"> endorsed a new Intergovernmental Agreement on Federal Financial Relatio</w:t>
      </w:r>
      <w:r w:rsidR="0077442B" w:rsidRPr="008E7459">
        <w:t>ns (IGA) in November 2008 (COAG </w:t>
      </w:r>
      <w:r w:rsidR="00211452" w:rsidRPr="008E7459">
        <w:t xml:space="preserve">2009a) and reaffirmed its </w:t>
      </w:r>
      <w:r w:rsidR="0077442B" w:rsidRPr="008E7459">
        <w:t>commitment in August 2011 (COAG </w:t>
      </w:r>
      <w:r w:rsidR="00211452" w:rsidRPr="008E7459">
        <w:t>2011a). The IGA includes six National Agreements (NAs):</w:t>
      </w:r>
    </w:p>
    <w:p w:rsidR="00211452" w:rsidRPr="008E7459" w:rsidRDefault="00211452" w:rsidP="00211452">
      <w:pPr>
        <w:pStyle w:val="ListBullet"/>
        <w:rPr>
          <w:i/>
        </w:rPr>
      </w:pPr>
      <w:r w:rsidRPr="008E7459">
        <w:rPr>
          <w:i/>
        </w:rPr>
        <w:t>National Healthcare Agreement</w:t>
      </w:r>
    </w:p>
    <w:p w:rsidR="00211452" w:rsidRPr="008E7459" w:rsidRDefault="00211452" w:rsidP="00211452">
      <w:pPr>
        <w:pStyle w:val="ListBullet"/>
        <w:rPr>
          <w:i/>
        </w:rPr>
      </w:pPr>
      <w:r w:rsidRPr="008E7459">
        <w:rPr>
          <w:i/>
        </w:rPr>
        <w:t>National Education Agreement</w:t>
      </w:r>
    </w:p>
    <w:p w:rsidR="00211452" w:rsidRPr="008E7459" w:rsidRDefault="00211452" w:rsidP="00211452">
      <w:pPr>
        <w:pStyle w:val="ListBullet"/>
        <w:rPr>
          <w:i/>
        </w:rPr>
      </w:pPr>
      <w:r w:rsidRPr="008E7459">
        <w:rPr>
          <w:i/>
        </w:rPr>
        <w:t>National Agreement for Skills and Workforce Development</w:t>
      </w:r>
    </w:p>
    <w:p w:rsidR="00211452" w:rsidRPr="008E7459" w:rsidRDefault="00211452" w:rsidP="00211452">
      <w:pPr>
        <w:pStyle w:val="ListBullet"/>
        <w:rPr>
          <w:i/>
        </w:rPr>
      </w:pPr>
      <w:r w:rsidRPr="008E7459">
        <w:rPr>
          <w:i/>
        </w:rPr>
        <w:t>National Affordable Housing Agreement</w:t>
      </w:r>
    </w:p>
    <w:p w:rsidR="00211452" w:rsidRPr="008E7459" w:rsidRDefault="00211452" w:rsidP="00211452">
      <w:pPr>
        <w:pStyle w:val="ListBullet"/>
        <w:rPr>
          <w:i/>
        </w:rPr>
      </w:pPr>
      <w:r w:rsidRPr="008E7459">
        <w:rPr>
          <w:i/>
        </w:rPr>
        <w:t>National Disability Agreement</w:t>
      </w:r>
    </w:p>
    <w:p w:rsidR="00211452" w:rsidRPr="008E7459" w:rsidRDefault="00211452" w:rsidP="00211452">
      <w:pPr>
        <w:pStyle w:val="ListBullet"/>
        <w:rPr>
          <w:i/>
        </w:rPr>
      </w:pPr>
      <w:r w:rsidRPr="008E7459">
        <w:rPr>
          <w:i/>
        </w:rPr>
        <w:t>National Indigenous Reform Agreement</w:t>
      </w:r>
      <w:r w:rsidR="00E3406F" w:rsidRPr="008E7459">
        <w:t xml:space="preserve">. </w:t>
      </w:r>
    </w:p>
    <w:p w:rsidR="00BD49B7" w:rsidRPr="008E7459" w:rsidRDefault="00BD49B7" w:rsidP="00211452">
      <w:pPr>
        <w:pStyle w:val="BodyText"/>
      </w:pPr>
      <w:r w:rsidRPr="008E7459">
        <w:t>Five of the NAs are associated with a national Specific Purpose Payment (SPP) that can provide funding to the states and territories for the sector covered by the NA. These five SPPs cover schools, vocational education and training (VET), disability services, healthcare and affordable housing. The National Indigenous Reform Agreement</w:t>
      </w:r>
      <w:r w:rsidR="00916A90" w:rsidRPr="008E7459">
        <w:t xml:space="preserve"> (NIRA)</w:t>
      </w:r>
      <w:r w:rsidRPr="008E7459">
        <w:t xml:space="preserve"> is not associated with a SPP, but draws together Indigenous elements from the other NAs and is associated with several N</w:t>
      </w:r>
      <w:r w:rsidR="005A6466" w:rsidRPr="008E7459">
        <w:t>ational Partnership</w:t>
      </w:r>
      <w:r w:rsidRPr="008E7459">
        <w:t xml:space="preserve"> agreements</w:t>
      </w:r>
      <w:r w:rsidR="005A6466" w:rsidRPr="008E7459">
        <w:t xml:space="preserve"> (NPs)</w:t>
      </w:r>
      <w:r w:rsidRPr="008E7459">
        <w:t>.</w:t>
      </w:r>
    </w:p>
    <w:p w:rsidR="002D7748" w:rsidRPr="008E7459" w:rsidRDefault="00E7126F" w:rsidP="00E7126F">
      <w:pPr>
        <w:pStyle w:val="BodyText"/>
      </w:pPr>
      <w:r w:rsidRPr="008E7459">
        <w:t>At its 7</w:t>
      </w:r>
      <w:r w:rsidR="00DE694D" w:rsidRPr="008E7459">
        <w:t> </w:t>
      </w:r>
      <w:r w:rsidRPr="008E7459">
        <w:t>December 2009 meeting, COAG agreed to a high level review of the NAs, NPs and implementation plans. On 13</w:t>
      </w:r>
      <w:r w:rsidR="00DE694D" w:rsidRPr="008E7459">
        <w:t> </w:t>
      </w:r>
      <w:r w:rsidRPr="008E7459">
        <w:t xml:space="preserve">February 2011, COAG noted a report on this review and agreed to further reviews of the </w:t>
      </w:r>
      <w:r w:rsidR="00211452" w:rsidRPr="008E7459">
        <w:t xml:space="preserve">NA </w:t>
      </w:r>
      <w:r w:rsidRPr="008E7459">
        <w:t xml:space="preserve">performance </w:t>
      </w:r>
      <w:r w:rsidR="00211452" w:rsidRPr="008E7459">
        <w:t>reporting</w:t>
      </w:r>
      <w:r w:rsidR="0077442B" w:rsidRPr="008E7459">
        <w:t xml:space="preserve"> frameworks (COAG </w:t>
      </w:r>
      <w:r w:rsidRPr="008E7459">
        <w:t>2011b).</w:t>
      </w:r>
      <w:r w:rsidR="00211452" w:rsidRPr="008E7459">
        <w:t xml:space="preserve"> </w:t>
      </w:r>
    </w:p>
    <w:p w:rsidR="00E7126F" w:rsidRPr="008E7459" w:rsidRDefault="00211452" w:rsidP="00E7126F">
      <w:pPr>
        <w:pStyle w:val="BodyText"/>
      </w:pPr>
      <w:r w:rsidRPr="008E7459">
        <w:t>The review of the National Education Agreement (NEA) performance reporting framework was completed and recommendations e</w:t>
      </w:r>
      <w:r w:rsidR="0077442B" w:rsidRPr="008E7459">
        <w:t>ndorsed by COAG on 25 July</w:t>
      </w:r>
      <w:r w:rsidR="00DE694D" w:rsidRPr="008E7459">
        <w:t xml:space="preserve"> </w:t>
      </w:r>
      <w:r w:rsidRPr="008E7459">
        <w:t>2012. This report reflects the outcomes from the review.</w:t>
      </w:r>
      <w:r w:rsidR="00E7126F" w:rsidRPr="008E7459">
        <w:t xml:space="preserve"> </w:t>
      </w:r>
    </w:p>
    <w:p w:rsidR="00BD49B7" w:rsidRPr="008E7459" w:rsidRDefault="00BD49B7" w:rsidP="008F2886">
      <w:pPr>
        <w:pStyle w:val="Heading3"/>
      </w:pPr>
      <w:r w:rsidRPr="008E7459">
        <w:lastRenderedPageBreak/>
        <w:t>National Agreement reporting roles and responsibilities</w:t>
      </w:r>
    </w:p>
    <w:p w:rsidR="008F2886" w:rsidRPr="008E7459" w:rsidRDefault="008F2886" w:rsidP="008F2886">
      <w:pPr>
        <w:pStyle w:val="BodyText"/>
      </w:pPr>
      <w:r w:rsidRPr="008E7459">
        <w:t>The Standing Council for Federal Financial Relations (SCFFR) has general oversight of the operations of the IGA on behalf of COAG. [IGA para. A4(a)]</w:t>
      </w:r>
    </w:p>
    <w:p w:rsidR="008F2886" w:rsidRPr="008E7459" w:rsidRDefault="008F2886" w:rsidP="008F2886">
      <w:pPr>
        <w:pStyle w:val="BodyText"/>
      </w:pPr>
      <w:r w:rsidRPr="008E7459">
        <w:t xml:space="preserve">The </w:t>
      </w:r>
      <w:r w:rsidR="002D7748" w:rsidRPr="008E7459">
        <w:t>COAG Reform Council (</w:t>
      </w:r>
      <w:r w:rsidRPr="008E7459">
        <w:t>CRC</w:t>
      </w:r>
      <w:r w:rsidR="002D7748" w:rsidRPr="008E7459">
        <w:t>)</w:t>
      </w:r>
      <w:r w:rsidRPr="008E7459">
        <w:t xml:space="preserve"> is responsible for monitoring and assessing the performance of all governments in achieving the outcomes and benchmarks specified in each NA. The CRC is required to provide to COAG the NA performance information and a comparative analysis of this information within three months of receipt from the Steering Committee. [IGA paras. C14</w:t>
      </w:r>
      <w:r w:rsidR="00DE694D" w:rsidRPr="008E7459">
        <w:noBreakHyphen/>
      </w:r>
      <w:r w:rsidRPr="008E7459">
        <w:t>15]</w:t>
      </w:r>
      <w:r w:rsidR="00E14A80" w:rsidRPr="008E7459">
        <w:t xml:space="preserve"> </w:t>
      </w:r>
    </w:p>
    <w:p w:rsidR="008F2886" w:rsidRPr="008E7459" w:rsidRDefault="008F2886" w:rsidP="008F2886">
      <w:pPr>
        <w:pStyle w:val="BodyText"/>
      </w:pPr>
      <w:r w:rsidRPr="008E7459">
        <w:t>The Steering Committee has overall responsibility for collating and preparing the necessary NA performance data [IGA para. C9]. Reports from the Steering Committee to the CRC are required:</w:t>
      </w:r>
    </w:p>
    <w:p w:rsidR="008F2886" w:rsidRPr="008E7459" w:rsidRDefault="008F2886" w:rsidP="008F2886">
      <w:pPr>
        <w:pStyle w:val="ListBullet"/>
      </w:pPr>
      <w:r w:rsidRPr="008E7459">
        <w:t>by end</w:t>
      </w:r>
      <w:r w:rsidR="00DE694D" w:rsidRPr="008E7459">
        <w:noBreakHyphen/>
      </w:r>
      <w:r w:rsidRPr="008E7459">
        <w:t>June on the education and training sector (Agreements on Education and Skills and Workforce Development), commencing with 2008 data</w:t>
      </w:r>
    </w:p>
    <w:p w:rsidR="008F2886" w:rsidRPr="008E7459" w:rsidRDefault="008F2886" w:rsidP="008F2886">
      <w:pPr>
        <w:pStyle w:val="ListBullet"/>
      </w:pPr>
      <w:r w:rsidRPr="008E7459">
        <w:t>by end</w:t>
      </w:r>
      <w:r w:rsidR="00DE694D" w:rsidRPr="008E7459">
        <w:noBreakHyphen/>
      </w:r>
      <w:r w:rsidRPr="008E7459">
        <w:t>December on the other sectors (Agreements on Healthcare, Affordable Housing, Disability and Indigenous Reform), commencing with 2008</w:t>
      </w:r>
      <w:r w:rsidR="00DE694D" w:rsidRPr="008E7459">
        <w:noBreakHyphen/>
      </w:r>
      <w:r w:rsidRPr="008E7459">
        <w:t>09 data</w:t>
      </w:r>
    </w:p>
    <w:p w:rsidR="008F2886" w:rsidRPr="008E7459" w:rsidRDefault="008F2886" w:rsidP="008F2886">
      <w:pPr>
        <w:pStyle w:val="ListBullet"/>
      </w:pPr>
      <w:r w:rsidRPr="008E7459">
        <w:t>to include the provision of quality statements prepared by the collection agencies (based on the Australian Bureau of Statistics’ [ABS] data quality framework)</w:t>
      </w:r>
    </w:p>
    <w:p w:rsidR="008F2886" w:rsidRPr="008E7459" w:rsidRDefault="008F2886" w:rsidP="008F2886">
      <w:pPr>
        <w:pStyle w:val="ListBullet"/>
      </w:pPr>
      <w:r w:rsidRPr="008E7459">
        <w:t>to include comment on the quality of the performance information based on the quality statements.</w:t>
      </w:r>
    </w:p>
    <w:p w:rsidR="008F2886" w:rsidRPr="008E7459" w:rsidRDefault="008F2886" w:rsidP="008F2886">
      <w:pPr>
        <w:pStyle w:val="BodyText"/>
      </w:pPr>
      <w:r w:rsidRPr="008E7459">
        <w:t>The CRC has also requested the Steering Committee to collate data on the performance benchmarks for the reward components of selected NP agreements. The Steering Committee’s reports to the CRC can be found on the Review website (www.pc.gov.au/gsp).</w:t>
      </w:r>
    </w:p>
    <w:p w:rsidR="002D7748" w:rsidRPr="008E7459" w:rsidRDefault="002D7748">
      <w:pPr>
        <w:rPr>
          <w:rFonts w:ascii="Arial" w:hAnsi="Arial"/>
          <w:b/>
          <w:sz w:val="32"/>
          <w:szCs w:val="20"/>
        </w:rPr>
      </w:pPr>
      <w:r w:rsidRPr="008E7459">
        <w:br w:type="page"/>
      </w:r>
    </w:p>
    <w:p w:rsidR="000D7FF2" w:rsidRPr="008E7459" w:rsidRDefault="000D7FF2" w:rsidP="004C387A">
      <w:pPr>
        <w:pStyle w:val="Heading2"/>
      </w:pPr>
      <w:r w:rsidRPr="008E7459">
        <w:lastRenderedPageBreak/>
        <w:t>Performance reporting</w:t>
      </w:r>
    </w:p>
    <w:p w:rsidR="000D7FF2" w:rsidRPr="008E7459" w:rsidRDefault="000D7FF2" w:rsidP="004C387A">
      <w:pPr>
        <w:pStyle w:val="BodyText"/>
      </w:pPr>
      <w:r w:rsidRPr="008E7459">
        <w:t>The Steering Committee is required to collate performance information for the NEA and provide it t</w:t>
      </w:r>
      <w:r w:rsidR="00425362" w:rsidRPr="008E7459">
        <w:t>o the CRC no later than 30 June</w:t>
      </w:r>
      <w:r w:rsidR="00DE694D" w:rsidRPr="008E7459">
        <w:t xml:space="preserve"> </w:t>
      </w:r>
      <w:r w:rsidRPr="008E7459">
        <w:t>20</w:t>
      </w:r>
      <w:r w:rsidR="004E0029" w:rsidRPr="008E7459">
        <w:t>1</w:t>
      </w:r>
      <w:r w:rsidR="002D7748" w:rsidRPr="008E7459">
        <w:t>3</w:t>
      </w:r>
      <w:r w:rsidR="004E0029" w:rsidRPr="008E7459">
        <w:t xml:space="preserve">. </w:t>
      </w:r>
      <w:r w:rsidRPr="008E7459">
        <w:t xml:space="preserve">The CRC </w:t>
      </w:r>
      <w:r w:rsidR="004E0029" w:rsidRPr="008E7459">
        <w:t xml:space="preserve">has </w:t>
      </w:r>
      <w:r w:rsidRPr="008E7459">
        <w:t xml:space="preserve">requested the Steering Committee to provide information on all performance categories in the </w:t>
      </w:r>
      <w:r w:rsidR="00425362" w:rsidRPr="008E7459">
        <w:t>NAs</w:t>
      </w:r>
      <w:r w:rsidRPr="008E7459">
        <w:t xml:space="preserve"> (variously referred to as ‘outputs’, ‘performance indicators’, ‘performance benchmarks’ and ‘targets’).</w:t>
      </w:r>
    </w:p>
    <w:p w:rsidR="000D7FF2" w:rsidRPr="008E7459" w:rsidRDefault="000D7FF2" w:rsidP="00FF7ED9">
      <w:pPr>
        <w:pStyle w:val="BodyText"/>
      </w:pPr>
      <w:r w:rsidRPr="008E7459">
        <w:t>The NEA includes the performance categories of ‘outputs’, ‘performance indicators’ and ‘performance targets’. The links between the objectives, outcomes and associated performance categories in the NEA are illustrated in figure </w:t>
      </w:r>
      <w:r w:rsidR="00D92D50" w:rsidRPr="008E7459">
        <w:fldChar w:fldCharType="begin"/>
      </w:r>
      <w:r w:rsidR="00D92D50" w:rsidRPr="008E7459">
        <w:instrText xml:space="preserve"> LINK </w:instrText>
      </w:r>
      <w:r w:rsidR="0064660B" w:rsidRPr="008E7459">
        <w:instrText xml:space="preserve">Word.Document.12 "\\\\mel_1\\groups\\Monitor\\09 National Agreement Report\\02 NAR Report WIP\\2011 NAR Report - Ed and training\\2011 NAR Second Draft\\NEA\\NEA second draft.docx" OLE_LINK3 </w:instrText>
      </w:r>
      <w:r w:rsidR="00D92D50" w:rsidRPr="008E7459">
        <w:instrText xml:space="preserve">\a \t </w:instrText>
      </w:r>
      <w:r w:rsidR="00D92D50" w:rsidRPr="008E7459">
        <w:fldChar w:fldCharType="separate"/>
      </w:r>
      <w:r w:rsidR="0064660B" w:rsidRPr="008E7459">
        <w:t>1</w:t>
      </w:r>
      <w:r w:rsidR="00D92D50" w:rsidRPr="008E7459">
        <w:fldChar w:fldCharType="end"/>
      </w:r>
      <w:r w:rsidR="00630BE1" w:rsidRPr="008E7459">
        <w:t>.</w:t>
      </w:r>
    </w:p>
    <w:p w:rsidR="000D7FF2" w:rsidRPr="008E7459" w:rsidRDefault="000D7FF2" w:rsidP="005A6466">
      <w:pPr>
        <w:pStyle w:val="FigureTitle"/>
        <w:pBdr>
          <w:bottom w:val="single" w:sz="4" w:space="1" w:color="auto"/>
        </w:pBdr>
        <w:tabs>
          <w:tab w:val="left" w:pos="720"/>
          <w:tab w:val="left" w:pos="1440"/>
          <w:tab w:val="left" w:pos="2160"/>
          <w:tab w:val="left" w:pos="2880"/>
          <w:tab w:val="left" w:pos="3600"/>
          <w:tab w:val="left" w:pos="4320"/>
          <w:tab w:val="left" w:pos="5040"/>
          <w:tab w:val="right" w:pos="8789"/>
        </w:tabs>
      </w:pPr>
      <w:r w:rsidRPr="008E7459">
        <w:rPr>
          <w:b w:val="0"/>
          <w:sz w:val="26"/>
        </w:rPr>
        <w:t>Figure</w:t>
      </w:r>
      <w:r w:rsidRPr="008E7459">
        <w:rPr>
          <w:b w:val="0"/>
        </w:rPr>
        <w:t xml:space="preserve"> </w:t>
      </w:r>
      <w:bookmarkStart w:id="2" w:name="OLE_LINK3"/>
      <w:r w:rsidRPr="008E7459">
        <w:rPr>
          <w:b w:val="0"/>
        </w:rPr>
        <w:fldChar w:fldCharType="begin"/>
      </w:r>
      <w:r w:rsidRPr="008E7459">
        <w:rPr>
          <w:b w:val="0"/>
        </w:rPr>
        <w:instrText xml:space="preserve"> SEQ Figure \* ARABIC </w:instrText>
      </w:r>
      <w:r w:rsidRPr="008E7459">
        <w:rPr>
          <w:b w:val="0"/>
        </w:rPr>
        <w:fldChar w:fldCharType="separate"/>
      </w:r>
      <w:r w:rsidR="0063033C">
        <w:rPr>
          <w:b w:val="0"/>
          <w:noProof/>
        </w:rPr>
        <w:t>1</w:t>
      </w:r>
      <w:r w:rsidRPr="008E7459">
        <w:rPr>
          <w:b w:val="0"/>
        </w:rPr>
        <w:fldChar w:fldCharType="end"/>
      </w:r>
      <w:bookmarkEnd w:id="2"/>
      <w:r w:rsidRPr="008E7459">
        <w:tab/>
      </w:r>
      <w:r w:rsidRPr="008E7459">
        <w:rPr>
          <w:sz w:val="26"/>
        </w:rPr>
        <w:t>NEA performance reporting</w:t>
      </w:r>
      <w:r w:rsidRPr="008E7459">
        <w:rPr>
          <w:rStyle w:val="NoteLabel"/>
          <w:b/>
        </w:rPr>
        <w:t>a, b</w:t>
      </w:r>
      <w:r w:rsidR="005A6466" w:rsidRPr="008E7459">
        <w:rPr>
          <w:rStyle w:val="NoteLabel"/>
          <w:b/>
        </w:rPr>
        <w:br/>
      </w:r>
    </w:p>
    <w:p w:rsidR="000D7FF2" w:rsidRPr="008E7459" w:rsidRDefault="00DE0B8A" w:rsidP="005A6466">
      <w:pPr>
        <w:pStyle w:val="BodyText"/>
      </w:pPr>
      <w:r w:rsidRPr="008E7459">
        <w:rPr>
          <w:noProof/>
        </w:rPr>
        <mc:AlternateContent>
          <mc:Choice Requires="wpc">
            <w:drawing>
              <wp:inline distT="0" distB="0" distL="0" distR="0" wp14:anchorId="61F16825" wp14:editId="05354F74">
                <wp:extent cx="5495290" cy="2743200"/>
                <wp:effectExtent l="0" t="0" r="10160" b="19050"/>
                <wp:docPr id="13" name="Canvas 13" descr="Boxes for each category of performance reporting in the NEA, and how they fit together"/>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15"/>
                        <wps:cNvSpPr>
                          <a:spLocks noChangeArrowheads="1"/>
                        </wps:cNvSpPr>
                        <wps:spPr bwMode="auto">
                          <a:xfrm>
                            <a:off x="0" y="800100"/>
                            <a:ext cx="1257300" cy="1257300"/>
                          </a:xfrm>
                          <a:prstGeom prst="roundRect">
                            <a:avLst>
                              <a:gd name="adj" fmla="val 16667"/>
                            </a:avLst>
                          </a:prstGeom>
                          <a:solidFill>
                            <a:srgbClr val="FFFFFF"/>
                          </a:solidFill>
                          <a:ln w="9525">
                            <a:solidFill>
                              <a:srgbClr val="000000"/>
                            </a:solidFill>
                            <a:round/>
                            <a:headEnd/>
                            <a:tailEnd/>
                          </a:ln>
                        </wps:spPr>
                        <wps:txbx>
                          <w:txbxContent>
                            <w:p w:rsidR="00356CC3" w:rsidRPr="00A7408B" w:rsidRDefault="00356CC3" w:rsidP="005727A3">
                              <w:pPr>
                                <w:pStyle w:val="NormalWeb"/>
                                <w:rPr>
                                  <w:rFonts w:ascii="Arial" w:hAnsi="Arial" w:cs="Arial"/>
                                  <w:b/>
                                  <w:sz w:val="16"/>
                                  <w:szCs w:val="16"/>
                                </w:rPr>
                              </w:pPr>
                              <w:r w:rsidRPr="00A7408B">
                                <w:rPr>
                                  <w:rFonts w:ascii="Arial" w:hAnsi="Arial" w:cs="Arial"/>
                                  <w:b/>
                                  <w:sz w:val="16"/>
                                  <w:szCs w:val="16"/>
                                </w:rPr>
                                <w:t>Objective</w:t>
                              </w:r>
                            </w:p>
                            <w:p w:rsidR="00356CC3" w:rsidRPr="00870946" w:rsidRDefault="00356CC3" w:rsidP="005727A3">
                              <w:pPr>
                                <w:pStyle w:val="NormalWeb"/>
                                <w:rPr>
                                  <w:rFonts w:ascii="Arial" w:hAnsi="Arial" w:cs="Arial"/>
                                  <w:sz w:val="16"/>
                                  <w:szCs w:val="16"/>
                                </w:rPr>
                              </w:pPr>
                            </w:p>
                            <w:p w:rsidR="00356CC3" w:rsidRPr="00870946" w:rsidRDefault="00356CC3" w:rsidP="005727A3">
                              <w:pPr>
                                <w:pStyle w:val="NormalWeb"/>
                                <w:rPr>
                                  <w:rFonts w:ascii="Arial" w:hAnsi="Arial" w:cs="Arial"/>
                                  <w:sz w:val="16"/>
                                  <w:szCs w:val="16"/>
                                </w:rPr>
                              </w:pPr>
                              <w:r w:rsidRPr="00870946">
                                <w:rPr>
                                  <w:rFonts w:ascii="Arial" w:hAnsi="Arial" w:cs="Arial"/>
                                  <w:sz w:val="16"/>
                                  <w:szCs w:val="16"/>
                                </w:rPr>
                                <w:t>All Australian school students acquire the knowledge and skills to participate effectively in soc</w:t>
                              </w:r>
                              <w:r>
                                <w:rPr>
                                  <w:rFonts w:ascii="Arial" w:hAnsi="Arial" w:cs="Arial"/>
                                  <w:sz w:val="16"/>
                                  <w:szCs w:val="16"/>
                                </w:rPr>
                                <w:t>iety</w:t>
                              </w:r>
                              <w:r w:rsidRPr="00870946">
                                <w:rPr>
                                  <w:rFonts w:ascii="Arial" w:hAnsi="Arial" w:cs="Arial"/>
                                  <w:sz w:val="16"/>
                                  <w:szCs w:val="16"/>
                                </w:rPr>
                                <w:t xml:space="preserve"> and employment in a globalised </w:t>
                              </w:r>
                              <w:r>
                                <w:rPr>
                                  <w:rFonts w:ascii="Arial" w:hAnsi="Arial" w:cs="Arial"/>
                                  <w:sz w:val="16"/>
                                  <w:szCs w:val="16"/>
                                </w:rPr>
                                <w:t>economy</w:t>
                              </w:r>
                            </w:p>
                          </w:txbxContent>
                        </wps:txbx>
                        <wps:bodyPr rot="0" vert="horz" wrap="square" lIns="18000" tIns="18000" rIns="18000" bIns="18000" anchor="t" anchorCtr="0" upright="1">
                          <a:noAutofit/>
                        </wps:bodyPr>
                      </wps:wsp>
                      <wps:wsp>
                        <wps:cNvPr id="2" name="AutoShape 16"/>
                        <wps:cNvSpPr>
                          <a:spLocks noChangeArrowheads="1"/>
                        </wps:cNvSpPr>
                        <wps:spPr bwMode="auto">
                          <a:xfrm>
                            <a:off x="3886200" y="1714500"/>
                            <a:ext cx="1600200" cy="1028700"/>
                          </a:xfrm>
                          <a:prstGeom prst="roundRect">
                            <a:avLst>
                              <a:gd name="adj" fmla="val 16667"/>
                            </a:avLst>
                          </a:prstGeom>
                          <a:solidFill>
                            <a:srgbClr val="DDDDDD"/>
                          </a:solidFill>
                          <a:ln w="9525">
                            <a:solidFill>
                              <a:srgbClr val="000000"/>
                            </a:solidFill>
                            <a:round/>
                            <a:headEnd/>
                            <a:tailEnd/>
                          </a:ln>
                        </wps:spPr>
                        <wps:txbx>
                          <w:txbxContent>
                            <w:p w:rsidR="00356CC3" w:rsidRPr="00A7408B" w:rsidRDefault="00356CC3" w:rsidP="005727A3">
                              <w:pPr>
                                <w:pStyle w:val="NormalWeb"/>
                                <w:rPr>
                                  <w:rFonts w:ascii="Arial" w:hAnsi="Arial" w:cs="Arial"/>
                                  <w:b/>
                                  <w:sz w:val="16"/>
                                  <w:szCs w:val="16"/>
                                </w:rPr>
                              </w:pPr>
                              <w:r w:rsidRPr="00A7408B">
                                <w:rPr>
                                  <w:rFonts w:ascii="Arial" w:hAnsi="Arial" w:cs="Arial"/>
                                  <w:b/>
                                  <w:sz w:val="16"/>
                                  <w:szCs w:val="16"/>
                                </w:rPr>
                                <w:t>Performance targets</w:t>
                              </w:r>
                            </w:p>
                            <w:p w:rsidR="00356CC3" w:rsidRDefault="00356CC3" w:rsidP="005727A3">
                              <w:pPr>
                                <w:pStyle w:val="NormalWeb"/>
                                <w:rPr>
                                  <w:rFonts w:ascii="Arial" w:hAnsi="Arial" w:cs="Arial"/>
                                  <w:sz w:val="16"/>
                                  <w:szCs w:val="16"/>
                                </w:rPr>
                              </w:pPr>
                            </w:p>
                            <w:p w:rsidR="00356CC3" w:rsidRPr="00870946" w:rsidRDefault="00356CC3" w:rsidP="005727A3">
                              <w:pPr>
                                <w:pStyle w:val="NormalWeb"/>
                                <w:rPr>
                                  <w:rFonts w:ascii="Arial" w:hAnsi="Arial" w:cs="Arial"/>
                                  <w:sz w:val="16"/>
                                  <w:szCs w:val="16"/>
                                </w:rPr>
                              </w:pPr>
                              <w:r w:rsidRPr="00870946">
                                <w:rPr>
                                  <w:rFonts w:ascii="Arial" w:hAnsi="Arial" w:cs="Arial"/>
                                  <w:sz w:val="16"/>
                                  <w:szCs w:val="16"/>
                                </w:rPr>
                                <w:t xml:space="preserve">eg </w:t>
                              </w:r>
                              <w:r w:rsidRPr="00685451">
                                <w:rPr>
                                  <w:rFonts w:ascii="Arial" w:hAnsi="Arial" w:cs="Arial"/>
                                  <w:sz w:val="16"/>
                                  <w:szCs w:val="16"/>
                                </w:rPr>
                                <w:t>Halve the gap for Indigenous students in reading, writing and numeracy by 2018</w:t>
                              </w:r>
                            </w:p>
                            <w:p w:rsidR="00356CC3" w:rsidRPr="00A7408B" w:rsidRDefault="00356CC3" w:rsidP="005727A3">
                              <w:pPr>
                                <w:pStyle w:val="NormalWeb"/>
                                <w:rPr>
                                  <w:rFonts w:ascii="Arial" w:hAnsi="Arial" w:cs="Arial"/>
                                  <w:sz w:val="16"/>
                                  <w:szCs w:val="16"/>
                                </w:rPr>
                              </w:pPr>
                            </w:p>
                          </w:txbxContent>
                        </wps:txbx>
                        <wps:bodyPr rot="0" vert="horz" wrap="square" lIns="18000" tIns="18000" rIns="18000" bIns="18000" anchor="t" anchorCtr="0" upright="1">
                          <a:noAutofit/>
                        </wps:bodyPr>
                      </wps:wsp>
                      <wps:wsp>
                        <wps:cNvPr id="3" name="AutoShape 17"/>
                        <wps:cNvSpPr>
                          <a:spLocks noChangeArrowheads="1"/>
                        </wps:cNvSpPr>
                        <wps:spPr bwMode="auto">
                          <a:xfrm>
                            <a:off x="3886200" y="114300"/>
                            <a:ext cx="1609090" cy="571500"/>
                          </a:xfrm>
                          <a:prstGeom prst="roundRect">
                            <a:avLst>
                              <a:gd name="adj" fmla="val 16667"/>
                            </a:avLst>
                          </a:prstGeom>
                          <a:solidFill>
                            <a:srgbClr val="DDDDDD"/>
                          </a:solidFill>
                          <a:ln w="9525">
                            <a:solidFill>
                              <a:srgbClr val="000000"/>
                            </a:solidFill>
                            <a:round/>
                            <a:headEnd/>
                            <a:tailEnd/>
                          </a:ln>
                        </wps:spPr>
                        <wps:txbx>
                          <w:txbxContent>
                            <w:p w:rsidR="00356CC3" w:rsidRPr="00A7408B" w:rsidRDefault="00356CC3" w:rsidP="005727A3">
                              <w:pPr>
                                <w:pStyle w:val="NormalWeb"/>
                                <w:rPr>
                                  <w:rFonts w:ascii="Arial" w:hAnsi="Arial" w:cs="Arial"/>
                                  <w:b/>
                                  <w:sz w:val="16"/>
                                  <w:szCs w:val="16"/>
                                </w:rPr>
                              </w:pPr>
                              <w:r w:rsidRPr="00A7408B">
                                <w:rPr>
                                  <w:rFonts w:ascii="Arial" w:hAnsi="Arial" w:cs="Arial"/>
                                  <w:b/>
                                  <w:sz w:val="16"/>
                                  <w:szCs w:val="16"/>
                                </w:rPr>
                                <w:t>Outputs</w:t>
                              </w:r>
                            </w:p>
                            <w:p w:rsidR="00356CC3" w:rsidRPr="00A7408B" w:rsidRDefault="00356CC3" w:rsidP="005727A3">
                              <w:pPr>
                                <w:pStyle w:val="NormalWeb"/>
                                <w:rPr>
                                  <w:rFonts w:ascii="Arial" w:hAnsi="Arial" w:cs="Arial"/>
                                  <w:sz w:val="16"/>
                                  <w:szCs w:val="16"/>
                                </w:rPr>
                              </w:pPr>
                            </w:p>
                            <w:p w:rsidR="00356CC3" w:rsidRPr="00870946" w:rsidRDefault="00356CC3" w:rsidP="005727A3">
                              <w:pPr>
                                <w:pStyle w:val="NormalWeb"/>
                                <w:rPr>
                                  <w:rFonts w:ascii="Arial" w:hAnsi="Arial" w:cs="Arial"/>
                                  <w:sz w:val="16"/>
                                  <w:szCs w:val="16"/>
                                </w:rPr>
                              </w:pPr>
                              <w:r>
                                <w:rPr>
                                  <w:rFonts w:ascii="Arial" w:hAnsi="Arial" w:cs="Arial"/>
                                  <w:sz w:val="16"/>
                                  <w:szCs w:val="16"/>
                                </w:rPr>
                                <w:t>eg number of students enrolled in school</w:t>
                              </w:r>
                            </w:p>
                          </w:txbxContent>
                        </wps:txbx>
                        <wps:bodyPr rot="0" vert="horz" wrap="square" lIns="18000" tIns="18000" rIns="18000" bIns="18000" anchor="t" anchorCtr="0" upright="1">
                          <a:noAutofit/>
                        </wps:bodyPr>
                      </wps:wsp>
                      <wps:wsp>
                        <wps:cNvPr id="4" name="AutoShape 20"/>
                        <wps:cNvSpPr>
                          <a:spLocks noChangeArrowheads="1"/>
                        </wps:cNvSpPr>
                        <wps:spPr bwMode="auto">
                          <a:xfrm>
                            <a:off x="1847850" y="800100"/>
                            <a:ext cx="1247775" cy="1257300"/>
                          </a:xfrm>
                          <a:prstGeom prst="roundRect">
                            <a:avLst>
                              <a:gd name="adj" fmla="val 16667"/>
                            </a:avLst>
                          </a:prstGeom>
                          <a:solidFill>
                            <a:srgbClr val="FFFFFF"/>
                          </a:solidFill>
                          <a:ln w="9525">
                            <a:solidFill>
                              <a:srgbClr val="000000"/>
                            </a:solidFill>
                            <a:round/>
                            <a:headEnd/>
                            <a:tailEnd/>
                          </a:ln>
                        </wps:spPr>
                        <wps:txbx>
                          <w:txbxContent>
                            <w:p w:rsidR="00356CC3" w:rsidRPr="00A7408B" w:rsidRDefault="00356CC3" w:rsidP="008D209A">
                              <w:pPr>
                                <w:pStyle w:val="NormalWeb"/>
                                <w:rPr>
                                  <w:rFonts w:ascii="Arial" w:hAnsi="Arial" w:cs="Arial"/>
                                  <w:b/>
                                  <w:sz w:val="16"/>
                                  <w:szCs w:val="16"/>
                                </w:rPr>
                              </w:pPr>
                              <w:r w:rsidRPr="00A7408B">
                                <w:rPr>
                                  <w:rFonts w:ascii="Arial" w:hAnsi="Arial" w:cs="Arial"/>
                                  <w:b/>
                                  <w:sz w:val="16"/>
                                  <w:szCs w:val="16"/>
                                </w:rPr>
                                <w:t>Outcomes</w:t>
                              </w:r>
                            </w:p>
                            <w:p w:rsidR="00356CC3" w:rsidRPr="00870946" w:rsidRDefault="00356CC3" w:rsidP="008D209A">
                              <w:pPr>
                                <w:pStyle w:val="NormalWeb"/>
                                <w:rPr>
                                  <w:rFonts w:ascii="Arial" w:hAnsi="Arial" w:cs="Arial"/>
                                  <w:sz w:val="16"/>
                                  <w:szCs w:val="16"/>
                                </w:rPr>
                              </w:pPr>
                            </w:p>
                            <w:p w:rsidR="00356CC3" w:rsidRPr="00870946" w:rsidRDefault="00356CC3" w:rsidP="008D209A">
                              <w:pPr>
                                <w:pStyle w:val="NormalWeb"/>
                                <w:rPr>
                                  <w:rFonts w:ascii="Arial" w:hAnsi="Arial" w:cs="Arial"/>
                                  <w:sz w:val="16"/>
                                  <w:szCs w:val="16"/>
                                </w:rPr>
                              </w:pPr>
                              <w:r w:rsidRPr="00870946">
                                <w:rPr>
                                  <w:rFonts w:ascii="Arial" w:hAnsi="Arial" w:cs="Arial"/>
                                  <w:sz w:val="16"/>
                                  <w:szCs w:val="16"/>
                                </w:rPr>
                                <w:t xml:space="preserve">eg </w:t>
                              </w:r>
                              <w:r w:rsidRPr="00685451">
                                <w:rPr>
                                  <w:rFonts w:ascii="Arial" w:hAnsi="Arial" w:cs="Arial"/>
                                  <w:sz w:val="16"/>
                                  <w:szCs w:val="16"/>
                                </w:rPr>
                                <w:t>Schooling promotes the social inclusion and reduces the educational disadvantage of children, especially Indigenous children</w:t>
                              </w:r>
                            </w:p>
                            <w:p w:rsidR="00356CC3" w:rsidRPr="00870946" w:rsidRDefault="00356CC3" w:rsidP="008D209A">
                              <w:pPr>
                                <w:pStyle w:val="NormalWeb"/>
                                <w:rPr>
                                  <w:rFonts w:ascii="Arial" w:hAnsi="Arial" w:cs="Arial"/>
                                  <w:sz w:val="16"/>
                                  <w:szCs w:val="16"/>
                                </w:rPr>
                              </w:pPr>
                            </w:p>
                          </w:txbxContent>
                        </wps:txbx>
                        <wps:bodyPr rot="0" vert="horz" wrap="square" lIns="18000" tIns="18000" rIns="18000" bIns="18000" anchor="t" anchorCtr="0" upright="1">
                          <a:noAutofit/>
                        </wps:bodyPr>
                      </wps:wsp>
                      <wps:wsp>
                        <wps:cNvPr id="5" name="AutoShape 21"/>
                        <wps:cNvCnPr>
                          <a:cxnSpLocks noChangeShapeType="1"/>
                        </wps:cNvCnPr>
                        <wps:spPr bwMode="auto">
                          <a:xfrm>
                            <a:off x="1257300" y="1257300"/>
                            <a:ext cx="5905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22"/>
                        <wps:cNvSpPr>
                          <a:spLocks noChangeArrowheads="1"/>
                        </wps:cNvSpPr>
                        <wps:spPr bwMode="auto">
                          <a:xfrm>
                            <a:off x="3886200" y="800100"/>
                            <a:ext cx="1600200" cy="800100"/>
                          </a:xfrm>
                          <a:prstGeom prst="roundRect">
                            <a:avLst>
                              <a:gd name="adj" fmla="val 16667"/>
                            </a:avLst>
                          </a:prstGeom>
                          <a:solidFill>
                            <a:srgbClr val="DDDDDD"/>
                          </a:solidFill>
                          <a:ln w="9525">
                            <a:solidFill>
                              <a:srgbClr val="000000"/>
                            </a:solidFill>
                            <a:round/>
                            <a:headEnd/>
                            <a:tailEnd/>
                          </a:ln>
                        </wps:spPr>
                        <wps:txbx>
                          <w:txbxContent>
                            <w:p w:rsidR="00356CC3" w:rsidRPr="00A7408B" w:rsidRDefault="00356CC3" w:rsidP="005727A3">
                              <w:pPr>
                                <w:pStyle w:val="NormalWeb"/>
                                <w:rPr>
                                  <w:rFonts w:ascii="Arial" w:hAnsi="Arial" w:cs="Arial"/>
                                  <w:b/>
                                  <w:sz w:val="16"/>
                                  <w:szCs w:val="16"/>
                                </w:rPr>
                              </w:pPr>
                              <w:r w:rsidRPr="00A7408B">
                                <w:rPr>
                                  <w:rFonts w:ascii="Arial" w:hAnsi="Arial" w:cs="Arial"/>
                                  <w:b/>
                                  <w:sz w:val="16"/>
                                  <w:szCs w:val="16"/>
                                </w:rPr>
                                <w:t>Performance indicators</w:t>
                              </w:r>
                            </w:p>
                            <w:p w:rsidR="00356CC3" w:rsidRPr="00870946" w:rsidRDefault="00356CC3" w:rsidP="005727A3">
                              <w:pPr>
                                <w:pStyle w:val="NormalWeb"/>
                                <w:rPr>
                                  <w:rFonts w:ascii="Arial" w:hAnsi="Arial" w:cs="Arial"/>
                                  <w:sz w:val="16"/>
                                  <w:szCs w:val="16"/>
                                </w:rPr>
                              </w:pPr>
                            </w:p>
                            <w:p w:rsidR="00356CC3" w:rsidRPr="00870946" w:rsidRDefault="00356CC3" w:rsidP="005727A3">
                              <w:pPr>
                                <w:pStyle w:val="NormalWeb"/>
                                <w:rPr>
                                  <w:rFonts w:ascii="Arial" w:hAnsi="Arial" w:cs="Arial"/>
                                  <w:sz w:val="16"/>
                                  <w:szCs w:val="16"/>
                                </w:rPr>
                              </w:pPr>
                              <w:r w:rsidRPr="00870946">
                                <w:rPr>
                                  <w:rFonts w:ascii="Arial" w:hAnsi="Arial" w:cs="Arial"/>
                                  <w:sz w:val="16"/>
                                  <w:szCs w:val="16"/>
                                </w:rPr>
                                <w:t xml:space="preserve">eg </w:t>
                              </w:r>
                              <w:r w:rsidRPr="001D3F77">
                                <w:rPr>
                                  <w:rFonts w:ascii="Arial" w:hAnsi="Arial" w:cs="Arial"/>
                                  <w:sz w:val="16"/>
                                  <w:szCs w:val="16"/>
                                </w:rPr>
                                <w:t>The rate of student attendance at school</w:t>
                              </w:r>
                            </w:p>
                            <w:p w:rsidR="00356CC3" w:rsidRPr="00A7408B" w:rsidRDefault="00356CC3" w:rsidP="005727A3">
                              <w:pPr>
                                <w:pStyle w:val="NormalWeb"/>
                                <w:rPr>
                                  <w:rFonts w:ascii="Arial" w:hAnsi="Arial" w:cs="Arial"/>
                                  <w:sz w:val="16"/>
                                  <w:szCs w:val="16"/>
                                </w:rPr>
                              </w:pPr>
                            </w:p>
                          </w:txbxContent>
                        </wps:txbx>
                        <wps:bodyPr rot="0" vert="horz" wrap="square" lIns="18000" tIns="18000" rIns="18000" bIns="18000" anchor="t" anchorCtr="0" upright="1">
                          <a:noAutofit/>
                        </wps:bodyPr>
                      </wps:wsp>
                      <wps:wsp>
                        <wps:cNvPr id="7" name="AutoShape 24"/>
                        <wps:cNvCnPr>
                          <a:cxnSpLocks noChangeShapeType="1"/>
                        </wps:cNvCnPr>
                        <wps:spPr bwMode="auto">
                          <a:xfrm>
                            <a:off x="3095624" y="1257300"/>
                            <a:ext cx="790576"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 name="AutoShape 25"/>
                        <wps:cNvCnPr>
                          <a:cxnSpLocks noChangeShapeType="1"/>
                        </wps:cNvCnPr>
                        <wps:spPr bwMode="auto">
                          <a:xfrm>
                            <a:off x="3657600" y="457200"/>
                            <a:ext cx="635" cy="2057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26"/>
                        <wps:cNvCnPr/>
                        <wps:spPr bwMode="auto">
                          <a:xfrm>
                            <a:off x="3657600" y="4572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27"/>
                        <wps:cNvCnPr/>
                        <wps:spPr bwMode="auto">
                          <a:xfrm>
                            <a:off x="3657600" y="2514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13" o:spid="_x0000_s1026" editas="canvas" alt="Boxes for each category of performance reporting in the NEA, and how they fit together" style="width:432.7pt;height:3in;mso-position-horizontal-relative:char;mso-position-vertical-relative:line" coordsize="54952,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Boxes for each category of performance reporting in the NEA, and how they fit together" style="position:absolute;width:54952;height:27432;visibility:visible;mso-wrap-style:square">
                  <v:fill o:detectmouseclick="t"/>
                  <v:path o:connecttype="none"/>
                </v:shape>
                <v:roundrect id="AutoShape 15" o:spid="_x0000_s1028" style="position:absolute;top:8001;width:12573;height:1257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LaBcEA&#10;AADaAAAADwAAAGRycy9kb3ducmV2LnhtbERPS2vCQBC+F/wPywi9lLqxhyjRVYIgiKXBR8HrkJ0m&#10;odnZkF2T9N93A4Kn4eN7zno7mFp01LrKsoL5LAJBnFtdcaHg+7p/X4JwHlljbZkU/JGD7WbyssZE&#10;257P1F18IUIIuwQVlN43iZQuL8mgm9mGOHA/tjXoA2wLqVvsQ7ip5UcUxdJgxaGhxIZ2JeW/l7tR&#10;sDh9zo/cpzd6I1t/pdkxOxexUq/TIV2B8DT4p/jhPugwH8ZXxis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y2gXBAAAA2gAAAA8AAAAAAAAAAAAAAAAAmAIAAGRycy9kb3du&#10;cmV2LnhtbFBLBQYAAAAABAAEAPUAAACGAwAAAAA=&#10;">
                  <v:textbox inset=".5mm,.5mm,.5mm,.5mm">
                    <w:txbxContent>
                      <w:p w:rsidR="00356CC3" w:rsidRPr="00A7408B" w:rsidRDefault="00356CC3" w:rsidP="005727A3">
                        <w:pPr>
                          <w:pStyle w:val="NormalWeb"/>
                          <w:rPr>
                            <w:rFonts w:ascii="Arial" w:hAnsi="Arial" w:cs="Arial"/>
                            <w:b/>
                            <w:sz w:val="16"/>
                            <w:szCs w:val="16"/>
                          </w:rPr>
                        </w:pPr>
                        <w:r w:rsidRPr="00A7408B">
                          <w:rPr>
                            <w:rFonts w:ascii="Arial" w:hAnsi="Arial" w:cs="Arial"/>
                            <w:b/>
                            <w:sz w:val="16"/>
                            <w:szCs w:val="16"/>
                          </w:rPr>
                          <w:t>Objective</w:t>
                        </w:r>
                      </w:p>
                      <w:p w:rsidR="00356CC3" w:rsidRPr="00870946" w:rsidRDefault="00356CC3" w:rsidP="005727A3">
                        <w:pPr>
                          <w:pStyle w:val="NormalWeb"/>
                          <w:rPr>
                            <w:rFonts w:ascii="Arial" w:hAnsi="Arial" w:cs="Arial"/>
                            <w:sz w:val="16"/>
                            <w:szCs w:val="16"/>
                          </w:rPr>
                        </w:pPr>
                      </w:p>
                      <w:p w:rsidR="00356CC3" w:rsidRPr="00870946" w:rsidRDefault="00356CC3" w:rsidP="005727A3">
                        <w:pPr>
                          <w:pStyle w:val="NormalWeb"/>
                          <w:rPr>
                            <w:rFonts w:ascii="Arial" w:hAnsi="Arial" w:cs="Arial"/>
                            <w:sz w:val="16"/>
                            <w:szCs w:val="16"/>
                          </w:rPr>
                        </w:pPr>
                        <w:r w:rsidRPr="00870946">
                          <w:rPr>
                            <w:rFonts w:ascii="Arial" w:hAnsi="Arial" w:cs="Arial"/>
                            <w:sz w:val="16"/>
                            <w:szCs w:val="16"/>
                          </w:rPr>
                          <w:t>All Australian school students acquire the knowledge and skills to participate effectively in soc</w:t>
                        </w:r>
                        <w:r>
                          <w:rPr>
                            <w:rFonts w:ascii="Arial" w:hAnsi="Arial" w:cs="Arial"/>
                            <w:sz w:val="16"/>
                            <w:szCs w:val="16"/>
                          </w:rPr>
                          <w:t>iety</w:t>
                        </w:r>
                        <w:r w:rsidRPr="00870946">
                          <w:rPr>
                            <w:rFonts w:ascii="Arial" w:hAnsi="Arial" w:cs="Arial"/>
                            <w:sz w:val="16"/>
                            <w:szCs w:val="16"/>
                          </w:rPr>
                          <w:t xml:space="preserve"> and employment in a globalised </w:t>
                        </w:r>
                        <w:r>
                          <w:rPr>
                            <w:rFonts w:ascii="Arial" w:hAnsi="Arial" w:cs="Arial"/>
                            <w:sz w:val="16"/>
                            <w:szCs w:val="16"/>
                          </w:rPr>
                          <w:t>economy</w:t>
                        </w:r>
                      </w:p>
                    </w:txbxContent>
                  </v:textbox>
                </v:roundrect>
                <v:roundrect id="AutoShape 16" o:spid="_x0000_s1029" style="position:absolute;left:38862;top:17145;width:16002;height:1028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1psUA&#10;AADaAAAADwAAAGRycy9kb3ducmV2LnhtbESPQWvCQBSE74L/YXmF3symKQRJXUUEaWihok0P3h7Z&#10;ZxLMvk2z2xj767uC0OMwM98wi9VoWjFQ7xrLCp6iGARxaXXDlYLiczubg3AeWWNrmRRcycFqOZ0s&#10;MNP2wnsaDr4SAcIuQwW1910mpStrMugi2xEH72R7gz7IvpK6x0uAm1YmcZxKgw2HhRo72tRUng8/&#10;RkH6kRTpe47t1+vz/vh77b536/hNqceHcf0CwtPo/8P3dq4VJHC7Em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zWmxQAAANoAAAAPAAAAAAAAAAAAAAAAAJgCAABkcnMv&#10;ZG93bnJldi54bWxQSwUGAAAAAAQABAD1AAAAigMAAAAA&#10;" fillcolor="#ddd">
                  <v:textbox inset=".5mm,.5mm,.5mm,.5mm">
                    <w:txbxContent>
                      <w:p w:rsidR="00356CC3" w:rsidRPr="00A7408B" w:rsidRDefault="00356CC3" w:rsidP="005727A3">
                        <w:pPr>
                          <w:pStyle w:val="NormalWeb"/>
                          <w:rPr>
                            <w:rFonts w:ascii="Arial" w:hAnsi="Arial" w:cs="Arial"/>
                            <w:b/>
                            <w:sz w:val="16"/>
                            <w:szCs w:val="16"/>
                          </w:rPr>
                        </w:pPr>
                        <w:r w:rsidRPr="00A7408B">
                          <w:rPr>
                            <w:rFonts w:ascii="Arial" w:hAnsi="Arial" w:cs="Arial"/>
                            <w:b/>
                            <w:sz w:val="16"/>
                            <w:szCs w:val="16"/>
                          </w:rPr>
                          <w:t>Performance targets</w:t>
                        </w:r>
                      </w:p>
                      <w:p w:rsidR="00356CC3" w:rsidRDefault="00356CC3" w:rsidP="005727A3">
                        <w:pPr>
                          <w:pStyle w:val="NormalWeb"/>
                          <w:rPr>
                            <w:rFonts w:ascii="Arial" w:hAnsi="Arial" w:cs="Arial"/>
                            <w:sz w:val="16"/>
                            <w:szCs w:val="16"/>
                          </w:rPr>
                        </w:pPr>
                      </w:p>
                      <w:p w:rsidR="00356CC3" w:rsidRPr="00870946" w:rsidRDefault="00356CC3" w:rsidP="005727A3">
                        <w:pPr>
                          <w:pStyle w:val="NormalWeb"/>
                          <w:rPr>
                            <w:rFonts w:ascii="Arial" w:hAnsi="Arial" w:cs="Arial"/>
                            <w:sz w:val="16"/>
                            <w:szCs w:val="16"/>
                          </w:rPr>
                        </w:pPr>
                        <w:r w:rsidRPr="00870946">
                          <w:rPr>
                            <w:rFonts w:ascii="Arial" w:hAnsi="Arial" w:cs="Arial"/>
                            <w:sz w:val="16"/>
                            <w:szCs w:val="16"/>
                          </w:rPr>
                          <w:t xml:space="preserve">eg </w:t>
                        </w:r>
                        <w:r w:rsidRPr="00685451">
                          <w:rPr>
                            <w:rFonts w:ascii="Arial" w:hAnsi="Arial" w:cs="Arial"/>
                            <w:sz w:val="16"/>
                            <w:szCs w:val="16"/>
                          </w:rPr>
                          <w:t>Halve the gap for Indigenous students in reading, writing and numeracy by 2018</w:t>
                        </w:r>
                      </w:p>
                      <w:p w:rsidR="00356CC3" w:rsidRPr="00A7408B" w:rsidRDefault="00356CC3" w:rsidP="005727A3">
                        <w:pPr>
                          <w:pStyle w:val="NormalWeb"/>
                          <w:rPr>
                            <w:rFonts w:ascii="Arial" w:hAnsi="Arial" w:cs="Arial"/>
                            <w:sz w:val="16"/>
                            <w:szCs w:val="16"/>
                          </w:rPr>
                        </w:pPr>
                      </w:p>
                    </w:txbxContent>
                  </v:textbox>
                </v:roundrect>
                <v:roundrect id="AutoShape 17" o:spid="_x0000_s1030" style="position:absolute;left:38862;top:1143;width:16090;height:57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QPcQA&#10;AADaAAAADwAAAGRycy9kb3ducmV2LnhtbESPQYvCMBSE74L/ITzBm6YqFOkaRQRZcWFFrYe9PZq3&#10;bdnmpTZZrf56Iwgeh5n5hpktWlOJCzWutKxgNIxAEGdWl5wrSI/rwRSE88gaK8uk4EYOFvNuZ4aJ&#10;tlfe0+XgcxEg7BJUUHhfJ1K6rCCDbmhr4uD92sagD7LJpW7wGuCmkuMoiqXBksNCgTWtCsr+Dv9G&#10;Qfw9TuOvDVanz8n+536rz7tltFWq32uXHyA8tf4dfrU3WsEEnlfCD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DkD3EAAAA2gAAAA8AAAAAAAAAAAAAAAAAmAIAAGRycy9k&#10;b3ducmV2LnhtbFBLBQYAAAAABAAEAPUAAACJAwAAAAA=&#10;" fillcolor="#ddd">
                  <v:textbox inset=".5mm,.5mm,.5mm,.5mm">
                    <w:txbxContent>
                      <w:p w:rsidR="00356CC3" w:rsidRPr="00A7408B" w:rsidRDefault="00356CC3" w:rsidP="005727A3">
                        <w:pPr>
                          <w:pStyle w:val="NormalWeb"/>
                          <w:rPr>
                            <w:rFonts w:ascii="Arial" w:hAnsi="Arial" w:cs="Arial"/>
                            <w:b/>
                            <w:sz w:val="16"/>
                            <w:szCs w:val="16"/>
                          </w:rPr>
                        </w:pPr>
                        <w:r w:rsidRPr="00A7408B">
                          <w:rPr>
                            <w:rFonts w:ascii="Arial" w:hAnsi="Arial" w:cs="Arial"/>
                            <w:b/>
                            <w:sz w:val="16"/>
                            <w:szCs w:val="16"/>
                          </w:rPr>
                          <w:t>Outputs</w:t>
                        </w:r>
                      </w:p>
                      <w:p w:rsidR="00356CC3" w:rsidRPr="00A7408B" w:rsidRDefault="00356CC3" w:rsidP="005727A3">
                        <w:pPr>
                          <w:pStyle w:val="NormalWeb"/>
                          <w:rPr>
                            <w:rFonts w:ascii="Arial" w:hAnsi="Arial" w:cs="Arial"/>
                            <w:sz w:val="16"/>
                            <w:szCs w:val="16"/>
                          </w:rPr>
                        </w:pPr>
                      </w:p>
                      <w:p w:rsidR="00356CC3" w:rsidRPr="00870946" w:rsidRDefault="00356CC3" w:rsidP="005727A3">
                        <w:pPr>
                          <w:pStyle w:val="NormalWeb"/>
                          <w:rPr>
                            <w:rFonts w:ascii="Arial" w:hAnsi="Arial" w:cs="Arial"/>
                            <w:sz w:val="16"/>
                            <w:szCs w:val="16"/>
                          </w:rPr>
                        </w:pPr>
                        <w:r>
                          <w:rPr>
                            <w:rFonts w:ascii="Arial" w:hAnsi="Arial" w:cs="Arial"/>
                            <w:sz w:val="16"/>
                            <w:szCs w:val="16"/>
                          </w:rPr>
                          <w:t>eg number of students enrolled in school</w:t>
                        </w:r>
                      </w:p>
                    </w:txbxContent>
                  </v:textbox>
                </v:roundrect>
                <v:roundrect id="AutoShape 20" o:spid="_x0000_s1031" style="position:absolute;left:18478;top:8001;width:12478;height:1257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V5ncQA&#10;AADaAAAADwAAAGRycy9kb3ducmV2LnhtbESPQWvCQBSE70L/w/IKvRTdpEhaUtcQBEEshsYKvT6y&#10;r0lo9m3Irib9965Q8DjMzDfMKptMJy40uNaygngRgSCurG65VnD62s7fQDiPrLGzTAr+yEG2fpit&#10;MNV25JIuR1+LAGGXooLG+z6V0lUNGXQL2xMH78cOBn2QQy31gGOAm06+RFEiDbYcFhrsadNQ9Xs8&#10;GwWvnx/xnsf8m57Jdoe82BdlnSj19Djl7yA8Tf4e/m/vtIIl3K6EG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FeZ3EAAAA2gAAAA8AAAAAAAAAAAAAAAAAmAIAAGRycy9k&#10;b3ducmV2LnhtbFBLBQYAAAAABAAEAPUAAACJAwAAAAA=&#10;">
                  <v:textbox inset=".5mm,.5mm,.5mm,.5mm">
                    <w:txbxContent>
                      <w:p w:rsidR="00356CC3" w:rsidRPr="00A7408B" w:rsidRDefault="00356CC3" w:rsidP="008D209A">
                        <w:pPr>
                          <w:pStyle w:val="NormalWeb"/>
                          <w:rPr>
                            <w:rFonts w:ascii="Arial" w:hAnsi="Arial" w:cs="Arial"/>
                            <w:b/>
                            <w:sz w:val="16"/>
                            <w:szCs w:val="16"/>
                          </w:rPr>
                        </w:pPr>
                        <w:r w:rsidRPr="00A7408B">
                          <w:rPr>
                            <w:rFonts w:ascii="Arial" w:hAnsi="Arial" w:cs="Arial"/>
                            <w:b/>
                            <w:sz w:val="16"/>
                            <w:szCs w:val="16"/>
                          </w:rPr>
                          <w:t>Outcomes</w:t>
                        </w:r>
                      </w:p>
                      <w:p w:rsidR="00356CC3" w:rsidRPr="00870946" w:rsidRDefault="00356CC3" w:rsidP="008D209A">
                        <w:pPr>
                          <w:pStyle w:val="NormalWeb"/>
                          <w:rPr>
                            <w:rFonts w:ascii="Arial" w:hAnsi="Arial" w:cs="Arial"/>
                            <w:sz w:val="16"/>
                            <w:szCs w:val="16"/>
                          </w:rPr>
                        </w:pPr>
                      </w:p>
                      <w:p w:rsidR="00356CC3" w:rsidRPr="00870946" w:rsidRDefault="00356CC3" w:rsidP="008D209A">
                        <w:pPr>
                          <w:pStyle w:val="NormalWeb"/>
                          <w:rPr>
                            <w:rFonts w:ascii="Arial" w:hAnsi="Arial" w:cs="Arial"/>
                            <w:sz w:val="16"/>
                            <w:szCs w:val="16"/>
                          </w:rPr>
                        </w:pPr>
                        <w:r w:rsidRPr="00870946">
                          <w:rPr>
                            <w:rFonts w:ascii="Arial" w:hAnsi="Arial" w:cs="Arial"/>
                            <w:sz w:val="16"/>
                            <w:szCs w:val="16"/>
                          </w:rPr>
                          <w:t xml:space="preserve">eg </w:t>
                        </w:r>
                        <w:r w:rsidRPr="00685451">
                          <w:rPr>
                            <w:rFonts w:ascii="Arial" w:hAnsi="Arial" w:cs="Arial"/>
                            <w:sz w:val="16"/>
                            <w:szCs w:val="16"/>
                          </w:rPr>
                          <w:t>Schooling promotes the social inclusion and reduces the educational disadvantage of children, especially Indigenous children</w:t>
                        </w:r>
                      </w:p>
                      <w:p w:rsidR="00356CC3" w:rsidRPr="00870946" w:rsidRDefault="00356CC3" w:rsidP="008D209A">
                        <w:pPr>
                          <w:pStyle w:val="NormalWeb"/>
                          <w:rPr>
                            <w:rFonts w:ascii="Arial" w:hAnsi="Arial" w:cs="Arial"/>
                            <w:sz w:val="16"/>
                            <w:szCs w:val="16"/>
                          </w:rPr>
                        </w:pPr>
                      </w:p>
                    </w:txbxContent>
                  </v:textbox>
                </v:roundrect>
                <v:shapetype id="_x0000_t32" coordsize="21600,21600" o:spt="32" o:oned="t" path="m,l21600,21600e" filled="f">
                  <v:path arrowok="t" fillok="f" o:connecttype="none"/>
                  <o:lock v:ext="edit" shapetype="t"/>
                </v:shapetype>
                <v:shape id="AutoShape 21" o:spid="_x0000_s1032" type="#_x0000_t32" style="position:absolute;left:12573;top:12573;width:590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roundrect id="AutoShape 22" o:spid="_x0000_s1033" style="position:absolute;left:38862;top:8001;width:16002;height:800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QzpcMA&#10;AADaAAAADwAAAGRycy9kb3ducmV2LnhtbESPT4vCMBTE7wt+h/AEb2uqQlmqUUSQFQXFfwdvj+bZ&#10;FpuXbhO1+umNsOBxmPnNMKNJY0pxo9oVlhX0uhEI4tTqgjMFh/38+weE88gaS8uk4EEOJuPW1wgT&#10;be+8pdvOZyKUsEtQQe59lUjp0pwMuq6tiIN3trVBH2SdSV3jPZSbUvajKJYGCw4LOVY0yym97K5G&#10;QbzuH+LVAsvj72B7ej6qv800WirVaTfTIQhPjf+E/+mFDhy8r4QbIM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QzpcMAAADaAAAADwAAAAAAAAAAAAAAAACYAgAAZHJzL2Rv&#10;d25yZXYueG1sUEsFBgAAAAAEAAQA9QAAAIgDAAAAAA==&#10;" fillcolor="#ddd">
                  <v:textbox inset=".5mm,.5mm,.5mm,.5mm">
                    <w:txbxContent>
                      <w:p w:rsidR="00356CC3" w:rsidRPr="00A7408B" w:rsidRDefault="00356CC3" w:rsidP="005727A3">
                        <w:pPr>
                          <w:pStyle w:val="NormalWeb"/>
                          <w:rPr>
                            <w:rFonts w:ascii="Arial" w:hAnsi="Arial" w:cs="Arial"/>
                            <w:b/>
                            <w:sz w:val="16"/>
                            <w:szCs w:val="16"/>
                          </w:rPr>
                        </w:pPr>
                        <w:r w:rsidRPr="00A7408B">
                          <w:rPr>
                            <w:rFonts w:ascii="Arial" w:hAnsi="Arial" w:cs="Arial"/>
                            <w:b/>
                            <w:sz w:val="16"/>
                            <w:szCs w:val="16"/>
                          </w:rPr>
                          <w:t>Performance indicators</w:t>
                        </w:r>
                      </w:p>
                      <w:p w:rsidR="00356CC3" w:rsidRPr="00870946" w:rsidRDefault="00356CC3" w:rsidP="005727A3">
                        <w:pPr>
                          <w:pStyle w:val="NormalWeb"/>
                          <w:rPr>
                            <w:rFonts w:ascii="Arial" w:hAnsi="Arial" w:cs="Arial"/>
                            <w:sz w:val="16"/>
                            <w:szCs w:val="16"/>
                          </w:rPr>
                        </w:pPr>
                      </w:p>
                      <w:p w:rsidR="00356CC3" w:rsidRPr="00870946" w:rsidRDefault="00356CC3" w:rsidP="005727A3">
                        <w:pPr>
                          <w:pStyle w:val="NormalWeb"/>
                          <w:rPr>
                            <w:rFonts w:ascii="Arial" w:hAnsi="Arial" w:cs="Arial"/>
                            <w:sz w:val="16"/>
                            <w:szCs w:val="16"/>
                          </w:rPr>
                        </w:pPr>
                        <w:r w:rsidRPr="00870946">
                          <w:rPr>
                            <w:rFonts w:ascii="Arial" w:hAnsi="Arial" w:cs="Arial"/>
                            <w:sz w:val="16"/>
                            <w:szCs w:val="16"/>
                          </w:rPr>
                          <w:t xml:space="preserve">eg </w:t>
                        </w:r>
                        <w:r w:rsidRPr="001D3F77">
                          <w:rPr>
                            <w:rFonts w:ascii="Arial" w:hAnsi="Arial" w:cs="Arial"/>
                            <w:sz w:val="16"/>
                            <w:szCs w:val="16"/>
                          </w:rPr>
                          <w:t>The rate of student attendance at school</w:t>
                        </w:r>
                      </w:p>
                      <w:p w:rsidR="00356CC3" w:rsidRPr="00A7408B" w:rsidRDefault="00356CC3" w:rsidP="005727A3">
                        <w:pPr>
                          <w:pStyle w:val="NormalWeb"/>
                          <w:rPr>
                            <w:rFonts w:ascii="Arial" w:hAnsi="Arial" w:cs="Arial"/>
                            <w:sz w:val="16"/>
                            <w:szCs w:val="16"/>
                          </w:rPr>
                        </w:pP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4" o:spid="_x0000_s1034" type="#_x0000_t34" style="position:absolute;left:30956;top:12573;width:7906;height: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tZV8MAAADaAAAADwAAAGRycy9kb3ducmV2LnhtbESPQWvCQBSE74X+h+UVeilmYw9WYlaR&#10;olDwINri+SX73ASzb9PdbYz/3i0Uehxm5humXI22EwP50DpWMM1yEMS10y0bBV+f28kcRIjIGjvH&#10;pOBGAVbLx4cSC+2ufKDhGI1IEA4FKmhi7AspQ92QxZC5njh5Z+ctxiS9kdrjNcFtJ1/zfCYttpwW&#10;GuzpvaH6cvyxCswLDd915de8Pel4MPtqtul2Sj0/jesFiEhj/A//tT+0gjf4vZJugF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VrWVfDAAAA2gAAAA8AAAAAAAAAAAAA&#10;AAAAoQIAAGRycy9kb3ducmV2LnhtbFBLBQYAAAAABAAEAPkAAACRAwAAAAA=&#10;">
                  <v:stroke endarrow="block"/>
                </v:shape>
                <v:shape id="AutoShape 25" o:spid="_x0000_s1035" type="#_x0000_t32" style="position:absolute;left:36576;top:4572;width:6;height:205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line id="Line 26" o:spid="_x0000_s1036" style="position:absolute;visibility:visible;mso-wrap-style:square" from="36576,4572" to="38862,4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27" o:spid="_x0000_s1037" style="position:absolute;visibility:visible;mso-wrap-style:square" from="36576,25146" to="38862,25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w10:anchorlock/>
              </v:group>
            </w:pict>
          </mc:Fallback>
        </mc:AlternateContent>
      </w:r>
      <w:r w:rsidR="005A6466" w:rsidRPr="008E7459">
        <w:br/>
      </w:r>
    </w:p>
    <w:p w:rsidR="00A7408B" w:rsidRPr="008E7459" w:rsidRDefault="00A7408B" w:rsidP="005A6466">
      <w:pPr>
        <w:pStyle w:val="Subtitle"/>
        <w:pBdr>
          <w:top w:val="single" w:sz="4" w:space="1" w:color="auto"/>
        </w:pBdr>
        <w:spacing w:before="80" w:after="0" w:line="40" w:lineRule="exact"/>
        <w:ind w:left="0"/>
      </w:pPr>
    </w:p>
    <w:p w:rsidR="000D7FF2" w:rsidRPr="008E7459" w:rsidRDefault="000D7FF2" w:rsidP="005A6466">
      <w:pPr>
        <w:pStyle w:val="Note"/>
      </w:pPr>
      <w:r w:rsidRPr="008E7459">
        <w:rPr>
          <w:rStyle w:val="NoteLabel"/>
        </w:rPr>
        <w:t>a</w:t>
      </w:r>
      <w:r w:rsidR="00423564" w:rsidRPr="008E7459">
        <w:rPr>
          <w:rStyle w:val="NoteLabel"/>
        </w:rPr>
        <w:t xml:space="preserve"> </w:t>
      </w:r>
      <w:r w:rsidRPr="008E7459">
        <w:t xml:space="preserve">Shaded boxes indicate categories of performance information included in this report. </w:t>
      </w:r>
      <w:r w:rsidR="00423564" w:rsidRPr="008E7459">
        <w:rPr>
          <w:rStyle w:val="NoteLabel"/>
        </w:rPr>
        <w:t xml:space="preserve">b </w:t>
      </w:r>
      <w:r w:rsidR="004E0029" w:rsidRPr="008E7459">
        <w:t>T</w:t>
      </w:r>
      <w:r w:rsidRPr="008E7459">
        <w:t xml:space="preserve">he NEA has multiple outcomes, </w:t>
      </w:r>
      <w:r w:rsidR="00791B72" w:rsidRPr="008E7459">
        <w:t>outputs</w:t>
      </w:r>
      <w:r w:rsidR="002D7748" w:rsidRPr="008E7459">
        <w:t>,</w:t>
      </w:r>
      <w:r w:rsidRPr="008E7459">
        <w:t xml:space="preserve"> </w:t>
      </w:r>
      <w:r w:rsidR="00DD6483" w:rsidRPr="008E7459">
        <w:t>performance indicators</w:t>
      </w:r>
      <w:r w:rsidR="002D7748" w:rsidRPr="008E7459">
        <w:t xml:space="preserve"> and performance targets</w:t>
      </w:r>
      <w:r w:rsidR="004E0029" w:rsidRPr="008E7459">
        <w:t>. O</w:t>
      </w:r>
      <w:r w:rsidRPr="008E7459">
        <w:t xml:space="preserve">nly one example of each </w:t>
      </w:r>
      <w:r w:rsidR="00830875" w:rsidRPr="008E7459">
        <w:t xml:space="preserve">is </w:t>
      </w:r>
      <w:r w:rsidRPr="008E7459">
        <w:t>included in this figure for illustrative purposes.</w:t>
      </w:r>
    </w:p>
    <w:p w:rsidR="004C387A" w:rsidRPr="008E7459" w:rsidRDefault="004C387A" w:rsidP="004C387A">
      <w:pPr>
        <w:pStyle w:val="BodyText"/>
      </w:pPr>
      <w:r w:rsidRPr="008E7459">
        <w:t>This is the fifth NEA report prepared by the Steering Committee. The previous four reports provided performance information for the previous NE</w:t>
      </w:r>
      <w:r w:rsidR="0077442B" w:rsidRPr="008E7459">
        <w:t>A (COAG </w:t>
      </w:r>
      <w:r w:rsidRPr="008E7459">
        <w:t>2009b). This report provides performanc</w:t>
      </w:r>
      <w:r w:rsidR="002C65D8" w:rsidRPr="008E7459">
        <w:t>e information for the revised NE</w:t>
      </w:r>
      <w:r w:rsidR="0077442B" w:rsidRPr="008E7459">
        <w:t>A (COAG </w:t>
      </w:r>
      <w:r w:rsidRPr="008E7459">
        <w:t>2012</w:t>
      </w:r>
      <w:r w:rsidR="00270088" w:rsidRPr="008E7459">
        <w:t>a</w:t>
      </w:r>
      <w:r w:rsidRPr="008E7459">
        <w:t>). The CRC has requested the Steering Committee collate data for new and/or revised indica</w:t>
      </w:r>
      <w:r w:rsidR="006F63D9" w:rsidRPr="008E7459">
        <w:t>tors backcast to the baseline NE</w:t>
      </w:r>
      <w:r w:rsidRPr="008E7459">
        <w:t>A reporting period (2008</w:t>
      </w:r>
      <w:r w:rsidR="00DE694D" w:rsidRPr="008E7459">
        <w:noBreakHyphen/>
      </w:r>
      <w:r w:rsidRPr="008E7459">
        <w:t>09 or most recent available data at the t</w:t>
      </w:r>
      <w:r w:rsidR="002C65D8" w:rsidRPr="008E7459">
        <w:t>ime of preparing the baseline NE</w:t>
      </w:r>
      <w:r w:rsidRPr="008E7459">
        <w:t>A performance report).</w:t>
      </w:r>
    </w:p>
    <w:p w:rsidR="000A2042" w:rsidRPr="008E7459" w:rsidRDefault="004E0029" w:rsidP="00F225AF">
      <w:pPr>
        <w:pStyle w:val="BodyText"/>
      </w:pPr>
      <w:r w:rsidRPr="008E7459">
        <w:t>This report contains data quality statements (DQSs) completed by relevant data collection agencies</w:t>
      </w:r>
      <w:r w:rsidR="006F63D9" w:rsidRPr="008E7459">
        <w:t>, and</w:t>
      </w:r>
      <w:r w:rsidR="00A37169" w:rsidRPr="008E7459">
        <w:t xml:space="preserve"> </w:t>
      </w:r>
      <w:r w:rsidR="00E5664D" w:rsidRPr="008E7459">
        <w:t xml:space="preserve">comments by the Steering Committee on the quality of </w:t>
      </w:r>
      <w:r w:rsidR="00E5664D" w:rsidRPr="008E7459">
        <w:lastRenderedPageBreak/>
        <w:t xml:space="preserve">reported data (based on the </w:t>
      </w:r>
      <w:r w:rsidR="006F63D9" w:rsidRPr="008E7459">
        <w:t>DQSs</w:t>
      </w:r>
      <w:r w:rsidR="00E5664D" w:rsidRPr="008E7459">
        <w:t xml:space="preserve">). This report also includes Steering Committee views on areas for development </w:t>
      </w:r>
      <w:r w:rsidR="000A2042" w:rsidRPr="008E7459">
        <w:t>of N</w:t>
      </w:r>
      <w:r w:rsidR="007C0D3B" w:rsidRPr="008E7459">
        <w:t>E</w:t>
      </w:r>
      <w:r w:rsidR="000A2042" w:rsidRPr="008E7459">
        <w:t xml:space="preserve">A outputs, performance indicators and performance </w:t>
      </w:r>
      <w:r w:rsidR="007C0D3B" w:rsidRPr="008E7459">
        <w:t>targets</w:t>
      </w:r>
      <w:r w:rsidR="000A2042" w:rsidRPr="008E7459">
        <w:t>. Box</w:t>
      </w:r>
      <w:r w:rsidR="00DE694D" w:rsidRPr="008E7459">
        <w:t> </w:t>
      </w:r>
      <w:r w:rsidR="002A66B3" w:rsidRPr="008E7459">
        <w:fldChar w:fldCharType="begin"/>
      </w:r>
      <w:r w:rsidR="002A66B3" w:rsidRPr="008E7459">
        <w:instrText xml:space="preserve"> LINK </w:instrText>
      </w:r>
      <w:r w:rsidR="0064660B" w:rsidRPr="008E7459">
        <w:instrText xml:space="preserve">Word.Document.12 "\\\\mel_1\\groups\\Monitor\\09 National Agreement Report\\02 NAR Report WIP\\2011 NAR Report - Ed and training\\2011 NAR Second Draft\\NEA\\NEA second draft.docx" OLE_LINK17 </w:instrText>
      </w:r>
      <w:r w:rsidR="002A66B3" w:rsidRPr="008E7459">
        <w:instrText xml:space="preserve">\a \t </w:instrText>
      </w:r>
      <w:r w:rsidR="002A66B3" w:rsidRPr="008E7459">
        <w:fldChar w:fldCharType="separate"/>
      </w:r>
      <w:r w:rsidR="0064660B" w:rsidRPr="008E7459">
        <w:t>1</w:t>
      </w:r>
      <w:r w:rsidR="002A66B3" w:rsidRPr="008E7459">
        <w:fldChar w:fldCharType="end"/>
      </w:r>
      <w:r w:rsidR="002A66B3" w:rsidRPr="008E7459">
        <w:t xml:space="preserve"> </w:t>
      </w:r>
      <w:r w:rsidR="000A2042" w:rsidRPr="008E7459">
        <w:t>identifies the key issues in reporting on the performance categories in the N</w:t>
      </w:r>
      <w:r w:rsidR="007C0D3B" w:rsidRPr="008E7459">
        <w:t>E</w:t>
      </w:r>
      <w:r w:rsidR="000A2042" w:rsidRPr="008E7459">
        <w:t>A.</w:t>
      </w:r>
    </w:p>
    <w:p w:rsidR="002D7748" w:rsidRPr="008E7459" w:rsidRDefault="002D7748" w:rsidP="001333E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81899" w:rsidRPr="008E7459" w:rsidTr="005B5102">
        <w:tc>
          <w:tcPr>
            <w:tcW w:w="8771" w:type="dxa"/>
            <w:tcBorders>
              <w:top w:val="single" w:sz="6" w:space="0" w:color="auto"/>
              <w:bottom w:val="nil"/>
            </w:tcBorders>
            <w:shd w:val="pct10" w:color="auto" w:fill="auto"/>
          </w:tcPr>
          <w:p w:rsidR="00781899" w:rsidRPr="008E7459" w:rsidRDefault="00781899" w:rsidP="005B5102">
            <w:pPr>
              <w:pStyle w:val="BoxTitle"/>
            </w:pPr>
            <w:r w:rsidRPr="008E7459">
              <w:t>Attachment tables</w:t>
            </w:r>
          </w:p>
        </w:tc>
      </w:tr>
      <w:tr w:rsidR="00781899" w:rsidRPr="008E7459" w:rsidTr="005B5102">
        <w:trPr>
          <w:cantSplit/>
        </w:trPr>
        <w:tc>
          <w:tcPr>
            <w:tcW w:w="8771" w:type="dxa"/>
            <w:tcBorders>
              <w:top w:val="nil"/>
              <w:left w:val="single" w:sz="6" w:space="0" w:color="auto"/>
              <w:bottom w:val="nil"/>
              <w:right w:val="single" w:sz="6" w:space="0" w:color="auto"/>
            </w:tcBorders>
            <w:shd w:val="pct10" w:color="auto" w:fill="auto"/>
          </w:tcPr>
          <w:p w:rsidR="00781899" w:rsidRPr="008E7459" w:rsidRDefault="00781899" w:rsidP="005B5102">
            <w:pPr>
              <w:pStyle w:val="Box"/>
            </w:pPr>
            <w:r w:rsidRPr="008E7459">
              <w:t>Data for the performance indicators in this report are presented in a separate set of attachment tables. Attachment tables are identified in references throughout this report by a ‘NEA’ prefix (for example, table N</w:t>
            </w:r>
            <w:r w:rsidR="00E948D0" w:rsidRPr="008E7459">
              <w:t>EA.2</w:t>
            </w:r>
            <w:r w:rsidRPr="008E7459">
              <w:t>.3).</w:t>
            </w:r>
          </w:p>
        </w:tc>
      </w:tr>
      <w:tr w:rsidR="00781899" w:rsidRPr="008E7459" w:rsidTr="005B5102">
        <w:trPr>
          <w:cantSplit/>
        </w:trPr>
        <w:tc>
          <w:tcPr>
            <w:tcW w:w="8771" w:type="dxa"/>
            <w:tcBorders>
              <w:top w:val="nil"/>
              <w:left w:val="single" w:sz="6" w:space="0" w:color="auto"/>
              <w:bottom w:val="single" w:sz="6" w:space="0" w:color="auto"/>
              <w:right w:val="single" w:sz="6" w:space="0" w:color="auto"/>
            </w:tcBorders>
            <w:shd w:val="pct10" w:color="auto" w:fill="auto"/>
          </w:tcPr>
          <w:p w:rsidR="00781899" w:rsidRPr="008E7459" w:rsidRDefault="00781899" w:rsidP="005B5102">
            <w:pPr>
              <w:pStyle w:val="Box"/>
              <w:spacing w:before="0" w:line="120" w:lineRule="exact"/>
            </w:pPr>
          </w:p>
        </w:tc>
      </w:tr>
      <w:tr w:rsidR="00781899" w:rsidRPr="008E7459" w:rsidTr="005B5102">
        <w:tc>
          <w:tcPr>
            <w:tcW w:w="8771" w:type="dxa"/>
            <w:tcBorders>
              <w:top w:val="nil"/>
              <w:left w:val="nil"/>
              <w:bottom w:val="nil"/>
              <w:right w:val="nil"/>
            </w:tcBorders>
          </w:tcPr>
          <w:p w:rsidR="00781899" w:rsidRPr="008E7459" w:rsidRDefault="00781899" w:rsidP="005B5102">
            <w:pPr>
              <w:pStyle w:val="Box"/>
              <w:keepNext w:val="0"/>
              <w:spacing w:before="60" w:after="60" w:line="80" w:lineRule="exact"/>
              <w:rPr>
                <w:b/>
                <w:sz w:val="14"/>
              </w:rPr>
            </w:pPr>
          </w:p>
        </w:tc>
      </w:tr>
    </w:tbl>
    <w:p w:rsidR="008A4590" w:rsidRPr="008E7459" w:rsidRDefault="008A4590" w:rsidP="008A4590">
      <w:pPr>
        <w:pStyle w:val="BodyText"/>
      </w:pPr>
      <w:r w:rsidRPr="008E7459">
        <w:br w:type="page"/>
      </w:r>
    </w:p>
    <w:tbl>
      <w:tblPr>
        <w:tblW w:w="0" w:type="auto"/>
        <w:tblInd w:w="164" w:type="dxa"/>
        <w:tblBorders>
          <w:top w:val="single" w:sz="4" w:space="0" w:color="auto"/>
          <w:left w:val="single" w:sz="4" w:space="0" w:color="auto"/>
          <w:bottom w:val="single" w:sz="4" w:space="0" w:color="auto"/>
          <w:right w:val="single" w:sz="4" w:space="0" w:color="auto"/>
        </w:tblBorders>
        <w:shd w:val="clear" w:color="auto" w:fill="E6E6E6"/>
        <w:tblLayout w:type="fixed"/>
        <w:tblCellMar>
          <w:left w:w="142" w:type="dxa"/>
          <w:right w:w="142" w:type="dxa"/>
        </w:tblCellMar>
        <w:tblLook w:val="0000" w:firstRow="0" w:lastRow="0" w:firstColumn="0" w:lastColumn="0" w:noHBand="0" w:noVBand="0"/>
      </w:tblPr>
      <w:tblGrid>
        <w:gridCol w:w="8771"/>
      </w:tblGrid>
      <w:tr w:rsidR="00E7126F" w:rsidRPr="008E7459" w:rsidTr="00E7126F">
        <w:tc>
          <w:tcPr>
            <w:tcW w:w="8771" w:type="dxa"/>
            <w:tcBorders>
              <w:bottom w:val="nil"/>
            </w:tcBorders>
            <w:shd w:val="clear" w:color="auto" w:fill="E6E6E6"/>
          </w:tcPr>
          <w:p w:rsidR="00DE3AF3" w:rsidRPr="008E7459" w:rsidRDefault="002C6C3C" w:rsidP="002C6C3C">
            <w:pPr>
              <w:pStyle w:val="BoxTitle"/>
              <w:keepNext w:val="0"/>
              <w:keepLines w:val="0"/>
            </w:pPr>
            <w:r w:rsidRPr="008E7459">
              <w:rPr>
                <w:b w:val="0"/>
              </w:rPr>
              <w:lastRenderedPageBreak/>
              <w:t>B</w:t>
            </w:r>
            <w:r w:rsidR="00E7126F" w:rsidRPr="008E7459">
              <w:rPr>
                <w:b w:val="0"/>
              </w:rPr>
              <w:t>ox</w:t>
            </w:r>
            <w:r w:rsidR="00E7126F" w:rsidRPr="008E7459">
              <w:t xml:space="preserve"> </w:t>
            </w:r>
            <w:bookmarkStart w:id="3" w:name="OLE_LINK17"/>
            <w:r w:rsidR="00E7126F" w:rsidRPr="008E7459">
              <w:rPr>
                <w:b w:val="0"/>
              </w:rPr>
              <w:fldChar w:fldCharType="begin"/>
            </w:r>
            <w:r w:rsidR="00E7126F" w:rsidRPr="008E7459">
              <w:rPr>
                <w:b w:val="0"/>
              </w:rPr>
              <w:instrText xml:space="preserve"> SEQ Box \* ARABIC </w:instrText>
            </w:r>
            <w:r w:rsidR="00E7126F" w:rsidRPr="008E7459">
              <w:rPr>
                <w:b w:val="0"/>
              </w:rPr>
              <w:fldChar w:fldCharType="separate"/>
            </w:r>
            <w:r w:rsidR="0063033C">
              <w:rPr>
                <w:b w:val="0"/>
                <w:noProof/>
              </w:rPr>
              <w:t>1</w:t>
            </w:r>
            <w:r w:rsidR="00E7126F" w:rsidRPr="008E7459">
              <w:rPr>
                <w:b w:val="0"/>
              </w:rPr>
              <w:fldChar w:fldCharType="end"/>
            </w:r>
            <w:bookmarkEnd w:id="3"/>
            <w:r w:rsidR="00E7126F" w:rsidRPr="008E7459">
              <w:tab/>
              <w:t>Key issues in reporting against the NEA</w:t>
            </w:r>
            <w:r w:rsidR="00601015" w:rsidRPr="008E7459">
              <w:t xml:space="preserve"> </w:t>
            </w:r>
          </w:p>
          <w:p w:rsidR="006501A9" w:rsidRPr="008E7459" w:rsidRDefault="006501A9" w:rsidP="008A4590">
            <w:pPr>
              <w:pStyle w:val="BoxHeading1"/>
              <w:spacing w:before="180"/>
            </w:pPr>
            <w:r w:rsidRPr="008E7459">
              <w:t>General</w:t>
            </w:r>
          </w:p>
          <w:p w:rsidR="006501A9" w:rsidRPr="008E7459" w:rsidRDefault="006501A9" w:rsidP="006501A9">
            <w:pPr>
              <w:pStyle w:val="BoxListBullet"/>
            </w:pPr>
            <w:r w:rsidRPr="008E7459">
              <w:t>This is the first NEA performance report for the revised NEA</w:t>
            </w:r>
            <w:r w:rsidR="004327E4" w:rsidRPr="008E7459">
              <w:t xml:space="preserve"> performance framework</w:t>
            </w:r>
            <w:r w:rsidRPr="008E7459">
              <w:t xml:space="preserve">. The revised </w:t>
            </w:r>
            <w:r w:rsidR="004327E4" w:rsidRPr="008E7459">
              <w:t>framework</w:t>
            </w:r>
            <w:r w:rsidRPr="008E7459">
              <w:t xml:space="preserve"> </w:t>
            </w:r>
            <w:r w:rsidR="00DE28EE" w:rsidRPr="008E7459">
              <w:t xml:space="preserve">(endorsed by COAG at its July 2012 meeting) </w:t>
            </w:r>
            <w:r w:rsidRPr="008E7459">
              <w:t xml:space="preserve">has four performance targets and </w:t>
            </w:r>
            <w:r w:rsidR="00DE28EE" w:rsidRPr="008E7459">
              <w:t xml:space="preserve">five </w:t>
            </w:r>
            <w:r w:rsidRPr="008E7459">
              <w:t xml:space="preserve">performance indicators. </w:t>
            </w:r>
            <w:r w:rsidR="00DE28EE" w:rsidRPr="008E7459">
              <w:t>A further three NIRA indicators are relevant to the NEA.</w:t>
            </w:r>
          </w:p>
          <w:p w:rsidR="006501A9" w:rsidRPr="008E7459" w:rsidRDefault="006501A9" w:rsidP="006501A9">
            <w:pPr>
              <w:pStyle w:val="BoxListBullet"/>
            </w:pPr>
            <w:r w:rsidRPr="008E7459">
              <w:t>At the request of the CRC, data have been backcast (where available) to the base</w:t>
            </w:r>
            <w:r w:rsidR="00E3406F" w:rsidRPr="008E7459">
              <w:t>line reporting period of 2008</w:t>
            </w:r>
            <w:r w:rsidRPr="008E7459">
              <w:t xml:space="preserve"> for new and revised indicators.</w:t>
            </w:r>
          </w:p>
          <w:p w:rsidR="00786493" w:rsidRPr="008E7459" w:rsidRDefault="00786493" w:rsidP="00786493">
            <w:pPr>
              <w:pStyle w:val="BoxListBullet"/>
            </w:pPr>
            <w:r w:rsidRPr="008E7459">
              <w:t>The Steering Committee notes that relevant confidence intervals (CI) should be considered when interpreting the National Assessment Program — Literacy and Numeracy (NAPLAN) data in this report</w:t>
            </w:r>
            <w:r w:rsidR="00DE28EE" w:rsidRPr="008E7459">
              <w:t xml:space="preserve"> (relevant to performance target (c) and performance indicators 2 and 6)</w:t>
            </w:r>
            <w:r w:rsidRPr="008E7459">
              <w:t xml:space="preserve">. </w:t>
            </w:r>
            <w:r w:rsidR="004327E4" w:rsidRPr="008E7459">
              <w:t>A</w:t>
            </w:r>
            <w:r w:rsidRPr="008E7459">
              <w:t>t the request of the CRC, confidence intervals have not been included in this report for NAPLAN achievement data. Different confidence intervals are relevant to different analyses, and the CRC has advised that they may request the data collection agency to undertake relevant significance testing for CRC analysis of the NAPLAN data.</w:t>
            </w:r>
          </w:p>
          <w:p w:rsidR="00EF46FA" w:rsidRPr="008E7459" w:rsidRDefault="005B5A2C" w:rsidP="00EF46FA">
            <w:pPr>
              <w:pStyle w:val="BoxListBullet"/>
            </w:pPr>
            <w:r w:rsidRPr="008E7459">
              <w:t xml:space="preserve">There is a </w:t>
            </w:r>
            <w:r w:rsidR="00EF46FA" w:rsidRPr="008E7459">
              <w:t>partial break in time series</w:t>
            </w:r>
            <w:r w:rsidRPr="008E7459">
              <w:t xml:space="preserve"> for NAPLAN data</w:t>
            </w:r>
            <w:r w:rsidR="00EF46FA" w:rsidRPr="008E7459">
              <w:t>:</w:t>
            </w:r>
          </w:p>
          <w:p w:rsidR="00EF46FA" w:rsidRPr="008E7459" w:rsidRDefault="00EF46FA" w:rsidP="00EF46FA">
            <w:pPr>
              <w:pStyle w:val="BoxListBullet2"/>
            </w:pPr>
            <w:r w:rsidRPr="008E7459">
              <w:t xml:space="preserve">performance indicators 2 and 6 and performance target (c) report on reading, writing and numeracy achievement using NAPLAN data. Due to a change in the writing test in 2011, achievement in writing from 2011 onwards is not comparable with data from previous years. </w:t>
            </w:r>
          </w:p>
          <w:p w:rsidR="006501A9" w:rsidRPr="008E7459" w:rsidRDefault="006501A9" w:rsidP="008A4590">
            <w:pPr>
              <w:pStyle w:val="BoxHeading1"/>
              <w:spacing w:before="180"/>
            </w:pPr>
            <w:r w:rsidRPr="008E7459">
              <w:t>Outputs</w:t>
            </w:r>
          </w:p>
          <w:p w:rsidR="00E63125" w:rsidRPr="008E7459" w:rsidRDefault="006501A9" w:rsidP="00D02C96">
            <w:pPr>
              <w:pStyle w:val="BoxListBullet"/>
            </w:pPr>
            <w:r w:rsidRPr="008E7459">
              <w:t>Outputs are related to student enrolments. Nationally comparable data on student enrolments are available from the National Schools Statistics Collection (NSSC), but are not available disaggregated by socioeconomic status (SES) of schools (one of the disaggregations specified in the NEA).</w:t>
            </w:r>
            <w:r w:rsidR="00B774FB" w:rsidRPr="008E7459">
              <w:t xml:space="preserve"> </w:t>
            </w:r>
          </w:p>
          <w:p w:rsidR="008A4590" w:rsidRPr="008E7459" w:rsidRDefault="008A4590" w:rsidP="008A4590">
            <w:pPr>
              <w:pStyle w:val="BoxHeading1"/>
              <w:spacing w:before="180"/>
            </w:pPr>
            <w:r w:rsidRPr="008E7459">
              <w:t>Performance Indicators</w:t>
            </w:r>
          </w:p>
          <w:p w:rsidR="008A4590" w:rsidRPr="008E7459" w:rsidRDefault="008A4590" w:rsidP="008A4590">
            <w:pPr>
              <w:pStyle w:val="BoxListBullet"/>
            </w:pPr>
            <w:r w:rsidRPr="008E7459">
              <w:t>All eight performance indicators included in this report (5 NEA indicators and 3 NIRA indicators) can be reported against.</w:t>
            </w:r>
          </w:p>
          <w:p w:rsidR="008A4590" w:rsidRPr="008E7459" w:rsidRDefault="008A4590" w:rsidP="008A4590">
            <w:pPr>
              <w:pStyle w:val="BoxListBullet"/>
            </w:pPr>
            <w:r w:rsidRPr="008E7459">
              <w:t xml:space="preserve">Performance indicator 4 (old performance indicator 7 and 8) previously reported Survey of Education and Work (SEW) data disaggregated by State and Territory. The review of the NEA performance framework found that these data were not suitable for NEA reporting. Only Census data are disaggregated by State and Territory. Census data and SEW data are not directly comparable. </w:t>
            </w:r>
          </w:p>
          <w:p w:rsidR="008A4590" w:rsidRPr="008E7459" w:rsidRDefault="008A4590" w:rsidP="008A4590">
            <w:pPr>
              <w:pStyle w:val="BoxHeading1"/>
              <w:spacing w:before="180"/>
            </w:pPr>
            <w:r w:rsidRPr="008E7459">
              <w:t>Performance targets</w:t>
            </w:r>
          </w:p>
          <w:p w:rsidR="008A4590" w:rsidRPr="008E7459" w:rsidRDefault="008A4590" w:rsidP="008A4590">
            <w:pPr>
              <w:pStyle w:val="BoxListBullet"/>
            </w:pPr>
            <w:r w:rsidRPr="008E7459">
              <w:t xml:space="preserve">All four performance targets included in this report can be reported against. </w:t>
            </w:r>
          </w:p>
          <w:p w:rsidR="008A4590" w:rsidRPr="008E7459" w:rsidRDefault="008A4590" w:rsidP="008A4590">
            <w:pPr>
              <w:pStyle w:val="BoxListBullet"/>
            </w:pPr>
            <w:r w:rsidRPr="008E7459">
              <w:t>Performance targets (a) and (b) relate to performance indicator 4 (year 12 or equivalent or Australian Qualifications Framework (AQF) Certificate Level II/III or above). The Steering Committee notes that while the SEW is the main data source for targets (a) and (b), following the COAG review of the NEA performance framework, the Census is the main data source for indicator 4 (SEW is the supplementary data source).</w:t>
            </w:r>
          </w:p>
        </w:tc>
      </w:tr>
      <w:tr w:rsidR="001D5B77" w:rsidRPr="008E7459" w:rsidTr="008A4590">
        <w:trPr>
          <w:trHeight w:hRule="exact" w:val="80"/>
        </w:trPr>
        <w:tc>
          <w:tcPr>
            <w:tcW w:w="8771" w:type="dxa"/>
            <w:tcBorders>
              <w:top w:val="nil"/>
              <w:left w:val="single" w:sz="4" w:space="0" w:color="auto"/>
              <w:bottom w:val="single" w:sz="4" w:space="0" w:color="auto"/>
              <w:right w:val="single" w:sz="4" w:space="0" w:color="auto"/>
            </w:tcBorders>
            <w:shd w:val="clear" w:color="auto" w:fill="E6E6E6"/>
          </w:tcPr>
          <w:p w:rsidR="001D5B77" w:rsidRPr="008E7459" w:rsidRDefault="001D5B77" w:rsidP="00D02C96">
            <w:pPr>
              <w:pStyle w:val="BoxContinued"/>
            </w:pPr>
          </w:p>
        </w:tc>
      </w:tr>
    </w:tbl>
    <w:p w:rsidR="00064BBE" w:rsidRPr="008E7459" w:rsidRDefault="00064BBE" w:rsidP="000A2042">
      <w:pPr>
        <w:pStyle w:val="Heading2"/>
      </w:pPr>
      <w:r w:rsidRPr="008E7459">
        <w:lastRenderedPageBreak/>
        <w:t>Changes from the previous National Education Agreement performance report</w:t>
      </w:r>
    </w:p>
    <w:p w:rsidR="00E5664D" w:rsidRPr="008E7459" w:rsidRDefault="00E5664D" w:rsidP="00E5664D">
      <w:pPr>
        <w:pStyle w:val="Heading3"/>
      </w:pPr>
      <w:bookmarkStart w:id="4" w:name="_Toc290470555"/>
      <w:r w:rsidRPr="008E7459">
        <w:t xml:space="preserve">CRC advice on data </w:t>
      </w:r>
      <w:r w:rsidR="005B77B6" w:rsidRPr="008E7459">
        <w:t xml:space="preserve">reporting </w:t>
      </w:r>
      <w:r w:rsidRPr="008E7459">
        <w:t>requirements</w:t>
      </w:r>
      <w:bookmarkEnd w:id="4"/>
    </w:p>
    <w:p w:rsidR="00E5664D" w:rsidRPr="008E7459" w:rsidRDefault="00AC676D" w:rsidP="00E5664D">
      <w:pPr>
        <w:pStyle w:val="BodyText"/>
      </w:pPr>
      <w:r w:rsidRPr="008E7459">
        <w:t xml:space="preserve">Under the IGA, the CRC ‘may advise on where changes might be made to the performance reporting framework’ [IGA para. C30]. </w:t>
      </w:r>
      <w:r w:rsidR="00E5664D" w:rsidRPr="008E7459">
        <w:t xml:space="preserve">The CRC recommended changes to indicators in its </w:t>
      </w:r>
      <w:r w:rsidR="00456926" w:rsidRPr="008E7459">
        <w:t>previous</w:t>
      </w:r>
      <w:r w:rsidR="0034418F" w:rsidRPr="008E7459">
        <w:t xml:space="preserve"> </w:t>
      </w:r>
      <w:r w:rsidR="00E5664D" w:rsidRPr="008E7459">
        <w:t>NEA report</w:t>
      </w:r>
      <w:r w:rsidR="0034418F" w:rsidRPr="008E7459">
        <w:t>s</w:t>
      </w:r>
      <w:r w:rsidR="00E5664D" w:rsidRPr="008E7459">
        <w:t xml:space="preserve"> to COAG</w:t>
      </w:r>
      <w:r w:rsidR="004209D9" w:rsidRPr="008E7459">
        <w:t>, as well as providing additional advice to the Steering Committee.</w:t>
      </w:r>
      <w:r w:rsidR="00E5664D" w:rsidRPr="008E7459">
        <w:t xml:space="preserve"> </w:t>
      </w:r>
      <w:r w:rsidR="0034418F" w:rsidRPr="008E7459">
        <w:t>W</w:t>
      </w:r>
      <w:r w:rsidR="00E5664D" w:rsidRPr="008E7459">
        <w:t>here practicable, the Steering Committee</w:t>
      </w:r>
      <w:r w:rsidR="00A37169" w:rsidRPr="008E7459">
        <w:t xml:space="preserve"> has</w:t>
      </w:r>
      <w:r w:rsidR="00E5664D" w:rsidRPr="008E7459">
        <w:t xml:space="preserve"> incorporated the CRC recommendations in </w:t>
      </w:r>
      <w:r w:rsidR="00B943CC" w:rsidRPr="008E7459">
        <w:t>this report</w:t>
      </w:r>
      <w:r w:rsidR="00E5664D" w:rsidRPr="008E7459">
        <w:t>.</w:t>
      </w:r>
    </w:p>
    <w:p w:rsidR="00456926" w:rsidRPr="008E7459" w:rsidRDefault="00456926" w:rsidP="00BE6AFD">
      <w:pPr>
        <w:pStyle w:val="Heading3"/>
      </w:pPr>
      <w:r w:rsidRPr="008E7459">
        <w:t>COAG review of the performance indicator frameworks</w:t>
      </w:r>
    </w:p>
    <w:p w:rsidR="00456926" w:rsidRPr="008E7459" w:rsidRDefault="00456926" w:rsidP="00456926">
      <w:pPr>
        <w:pStyle w:val="BodyText"/>
      </w:pPr>
      <w:r w:rsidRPr="008E7459">
        <w:t>At its 25</w:t>
      </w:r>
      <w:r w:rsidR="00DE694D" w:rsidRPr="008E7459">
        <w:t> </w:t>
      </w:r>
      <w:r w:rsidRPr="008E7459">
        <w:t>July 2012 meeting, COAG endorsed a revised NE</w:t>
      </w:r>
      <w:r w:rsidR="0077442B" w:rsidRPr="008E7459">
        <w:t>A (COAG </w:t>
      </w:r>
      <w:r w:rsidRPr="008E7459">
        <w:t>2012</w:t>
      </w:r>
      <w:r w:rsidR="00CA4179" w:rsidRPr="008E7459">
        <w:t>a</w:t>
      </w:r>
      <w:r w:rsidRPr="008E7459">
        <w:t>). This report provides data for the outputs, performance indicators and performance targets specified in the revised NEA performance indicator framework</w:t>
      </w:r>
      <w:r w:rsidR="00626605" w:rsidRPr="008E7459">
        <w:t xml:space="preserve"> </w:t>
      </w:r>
      <w:r w:rsidR="0077442B" w:rsidRPr="008E7459">
        <w:t>(COAG </w:t>
      </w:r>
      <w:r w:rsidR="00626605" w:rsidRPr="008E7459">
        <w:t>2012</w:t>
      </w:r>
      <w:r w:rsidR="00CA4179" w:rsidRPr="008E7459">
        <w:t>c</w:t>
      </w:r>
      <w:r w:rsidR="00626605" w:rsidRPr="008E7459">
        <w:t>)</w:t>
      </w:r>
      <w:r w:rsidRPr="008E7459">
        <w:t>.</w:t>
      </w:r>
    </w:p>
    <w:p w:rsidR="00456926" w:rsidRPr="008E7459" w:rsidRDefault="00456926" w:rsidP="00456926">
      <w:pPr>
        <w:pStyle w:val="BodyText"/>
      </w:pPr>
      <w:r w:rsidRPr="008E7459">
        <w:t>Table</w:t>
      </w:r>
      <w:r w:rsidR="00DE694D" w:rsidRPr="008E7459">
        <w:t> </w:t>
      </w:r>
      <w:r w:rsidRPr="008E7459">
        <w:fldChar w:fldCharType="begin"/>
      </w:r>
      <w:r w:rsidRPr="008E7459">
        <w:instrText xml:space="preserve"> LINK </w:instrText>
      </w:r>
      <w:r w:rsidR="0064660B" w:rsidRPr="008E7459">
        <w:instrText xml:space="preserve">Word.Document.12 "\\\\mel_1\\groups\\Monitor\\09 National Agreement Report\\02 NAR Report WIP\\2011 NAR Report - Ed and training\\2011 NAR Second Draft\\NEA\\NEA second draft.docx" OLE_LINK4 </w:instrText>
      </w:r>
      <w:r w:rsidRPr="008E7459">
        <w:instrText xml:space="preserve">\a \t  \* MERGEFORMAT </w:instrText>
      </w:r>
      <w:r w:rsidRPr="008E7459">
        <w:fldChar w:fldCharType="separate"/>
      </w:r>
      <w:r w:rsidR="0064660B" w:rsidRPr="008E7459">
        <w:t>1</w:t>
      </w:r>
      <w:r w:rsidRPr="008E7459">
        <w:fldChar w:fldCharType="end"/>
      </w:r>
      <w:r w:rsidRPr="008E7459">
        <w:t xml:space="preserve"> summarises changes to indicator specifications, measures or data from the previous NEA performance report.</w:t>
      </w:r>
    </w:p>
    <w:p w:rsidR="0040233C" w:rsidRPr="008E7459" w:rsidRDefault="0040233C" w:rsidP="004E2CC4">
      <w:pPr>
        <w:pStyle w:val="BodyText"/>
      </w:pPr>
      <w:r w:rsidRPr="008E7459">
        <w:br w:type="page"/>
      </w:r>
    </w:p>
    <w:p w:rsidR="00FC09CE" w:rsidRPr="008E7459" w:rsidRDefault="00FC09CE" w:rsidP="00295095">
      <w:pPr>
        <w:pStyle w:val="TableTitle"/>
      </w:pPr>
      <w:r w:rsidRPr="008E7459">
        <w:rPr>
          <w:b w:val="0"/>
        </w:rPr>
        <w:lastRenderedPageBreak/>
        <w:t xml:space="preserve">Table </w:t>
      </w:r>
      <w:bookmarkStart w:id="5" w:name="OLE_LINK4"/>
      <w:r w:rsidR="00452BDA" w:rsidRPr="008E7459">
        <w:rPr>
          <w:b w:val="0"/>
        </w:rPr>
        <w:fldChar w:fldCharType="begin"/>
      </w:r>
      <w:r w:rsidR="00452BDA" w:rsidRPr="008E7459">
        <w:rPr>
          <w:b w:val="0"/>
        </w:rPr>
        <w:instrText xml:space="preserve"> SEQ Table \* ARABIC </w:instrText>
      </w:r>
      <w:r w:rsidR="00452BDA" w:rsidRPr="008E7459">
        <w:rPr>
          <w:b w:val="0"/>
        </w:rPr>
        <w:fldChar w:fldCharType="separate"/>
      </w:r>
      <w:r w:rsidR="0063033C">
        <w:rPr>
          <w:b w:val="0"/>
          <w:noProof/>
        </w:rPr>
        <w:t>1</w:t>
      </w:r>
      <w:r w:rsidR="00452BDA" w:rsidRPr="008E7459">
        <w:rPr>
          <w:b w:val="0"/>
        </w:rPr>
        <w:fldChar w:fldCharType="end"/>
      </w:r>
      <w:bookmarkEnd w:id="5"/>
      <w:r w:rsidRPr="008E7459">
        <w:tab/>
        <w:t>Changes from the previous NEA performance report</w:t>
      </w:r>
    </w:p>
    <w:tbl>
      <w:tblPr>
        <w:tblW w:w="5000" w:type="pct"/>
        <w:tblCellMar>
          <w:left w:w="0" w:type="dxa"/>
          <w:right w:w="0" w:type="dxa"/>
        </w:tblCellMar>
        <w:tblLook w:val="0000" w:firstRow="0" w:lastRow="0" w:firstColumn="0" w:lastColumn="0" w:noHBand="0" w:noVBand="0"/>
      </w:tblPr>
      <w:tblGrid>
        <w:gridCol w:w="2410"/>
        <w:gridCol w:w="3544"/>
        <w:gridCol w:w="2835"/>
      </w:tblGrid>
      <w:tr w:rsidR="005C7853" w:rsidRPr="008E7459" w:rsidTr="00EF7F0E">
        <w:tc>
          <w:tcPr>
            <w:tcW w:w="1371" w:type="pct"/>
            <w:tcBorders>
              <w:top w:val="single" w:sz="6" w:space="0" w:color="auto"/>
              <w:bottom w:val="single" w:sz="4" w:space="0" w:color="auto"/>
            </w:tcBorders>
          </w:tcPr>
          <w:p w:rsidR="007B7CEB" w:rsidRPr="008E7459" w:rsidRDefault="007B7CEB" w:rsidP="008F60E5">
            <w:pPr>
              <w:pStyle w:val="TableColumnHeading"/>
              <w:keepNext w:val="0"/>
              <w:keepLines w:val="0"/>
              <w:jc w:val="left"/>
            </w:pPr>
            <w:r w:rsidRPr="008E7459">
              <w:t>New indicator</w:t>
            </w:r>
          </w:p>
        </w:tc>
        <w:tc>
          <w:tcPr>
            <w:tcW w:w="2016" w:type="pct"/>
            <w:tcBorders>
              <w:top w:val="single" w:sz="6" w:space="0" w:color="auto"/>
              <w:bottom w:val="single" w:sz="4" w:space="0" w:color="auto"/>
            </w:tcBorders>
            <w:shd w:val="clear" w:color="auto" w:fill="auto"/>
          </w:tcPr>
          <w:p w:rsidR="007B7CEB" w:rsidRPr="008E7459" w:rsidRDefault="007B7CEB" w:rsidP="008F60E5">
            <w:pPr>
              <w:pStyle w:val="TableColumnHeading"/>
              <w:keepNext w:val="0"/>
              <w:keepLines w:val="0"/>
              <w:ind w:right="28"/>
              <w:jc w:val="left"/>
            </w:pPr>
            <w:r w:rsidRPr="008E7459">
              <w:t>Old indicator</w:t>
            </w:r>
          </w:p>
        </w:tc>
        <w:tc>
          <w:tcPr>
            <w:tcW w:w="1613" w:type="pct"/>
            <w:tcBorders>
              <w:top w:val="single" w:sz="6" w:space="0" w:color="auto"/>
              <w:bottom w:val="single" w:sz="4" w:space="0" w:color="auto"/>
            </w:tcBorders>
            <w:shd w:val="clear" w:color="auto" w:fill="auto"/>
          </w:tcPr>
          <w:p w:rsidR="007B7CEB" w:rsidRPr="008E7459" w:rsidRDefault="007B7CEB" w:rsidP="008F60E5">
            <w:pPr>
              <w:pStyle w:val="TableColumnHeading"/>
              <w:keepNext w:val="0"/>
              <w:keepLines w:val="0"/>
              <w:ind w:right="28"/>
              <w:jc w:val="left"/>
            </w:pPr>
            <w:r w:rsidRPr="008E7459">
              <w:t>Change</w:t>
            </w:r>
          </w:p>
        </w:tc>
      </w:tr>
      <w:tr w:rsidR="005C7853" w:rsidRPr="008E7459" w:rsidTr="008F60E5">
        <w:trPr>
          <w:trHeight w:val="853"/>
        </w:trPr>
        <w:tc>
          <w:tcPr>
            <w:tcW w:w="1371" w:type="pct"/>
            <w:tcBorders>
              <w:top w:val="single" w:sz="4" w:space="0" w:color="auto"/>
              <w:bottom w:val="dotted" w:sz="4" w:space="0" w:color="auto"/>
            </w:tcBorders>
          </w:tcPr>
          <w:p w:rsidR="007B7CEB" w:rsidRPr="008E7459" w:rsidRDefault="007B7CEB" w:rsidP="008F60E5">
            <w:pPr>
              <w:pStyle w:val="TableBodyText"/>
              <w:keepNext w:val="0"/>
              <w:keepLines w:val="0"/>
              <w:jc w:val="left"/>
            </w:pPr>
            <w:r w:rsidRPr="008E7459">
              <w:t xml:space="preserve">Performance target (a) — Lift the Year 12 or equivalent or Certificate II attainment rate to 90 </w:t>
            </w:r>
            <w:r w:rsidR="00781B70" w:rsidRPr="008E7459">
              <w:t>per cent</w:t>
            </w:r>
            <w:r w:rsidRPr="008E7459">
              <w:t xml:space="preserve"> by 2015</w:t>
            </w:r>
            <w:r w:rsidR="004C44AB" w:rsidRPr="008E7459">
              <w:t>.</w:t>
            </w:r>
          </w:p>
        </w:tc>
        <w:tc>
          <w:tcPr>
            <w:tcW w:w="2016" w:type="pct"/>
            <w:tcBorders>
              <w:top w:val="single" w:sz="4" w:space="0" w:color="auto"/>
              <w:bottom w:val="dotted" w:sz="4" w:space="0" w:color="auto"/>
            </w:tcBorders>
          </w:tcPr>
          <w:p w:rsidR="007B7CEB" w:rsidRPr="008E7459" w:rsidRDefault="007B7CEB" w:rsidP="005559E2">
            <w:pPr>
              <w:pStyle w:val="TableBullet"/>
              <w:tabs>
                <w:tab w:val="clear" w:pos="170"/>
              </w:tabs>
              <w:ind w:left="283"/>
            </w:pPr>
            <w:r w:rsidRPr="008E7459">
              <w:t>[old] Performance target (a.1) — lift the Year 12 or equivalent attainment rate to 90 </w:t>
            </w:r>
            <w:r w:rsidR="00781B70" w:rsidRPr="008E7459">
              <w:t>per cent</w:t>
            </w:r>
            <w:r w:rsidRPr="008E7459">
              <w:t xml:space="preserve"> by 2015</w:t>
            </w:r>
            <w:r w:rsidR="004C44AB" w:rsidRPr="008E7459">
              <w:t>.</w:t>
            </w:r>
          </w:p>
        </w:tc>
        <w:tc>
          <w:tcPr>
            <w:tcW w:w="1613" w:type="pct"/>
            <w:tcBorders>
              <w:top w:val="single" w:sz="4" w:space="0" w:color="auto"/>
              <w:bottom w:val="dotted" w:sz="4" w:space="0" w:color="auto"/>
            </w:tcBorders>
          </w:tcPr>
          <w:p w:rsidR="007B7CEB" w:rsidRPr="008E7459" w:rsidRDefault="007B7CEB" w:rsidP="0040249F">
            <w:pPr>
              <w:pStyle w:val="TableBullet"/>
              <w:keepNext w:val="0"/>
              <w:keepLines w:val="0"/>
              <w:tabs>
                <w:tab w:val="clear" w:pos="170"/>
                <w:tab w:val="num" w:pos="564"/>
              </w:tabs>
              <w:ind w:left="280" w:hanging="139"/>
              <w:rPr>
                <w:b/>
                <w:i/>
              </w:rPr>
            </w:pPr>
            <w:r w:rsidRPr="008E7459">
              <w:t xml:space="preserve">[new] </w:t>
            </w:r>
            <w:r w:rsidR="0040249F" w:rsidRPr="008E7459">
              <w:t xml:space="preserve">The title has been amended to include </w:t>
            </w:r>
            <w:r w:rsidRPr="008E7459">
              <w:t>‘Certificate II or above’ into the wording of the target. No change to measures or data</w:t>
            </w:r>
            <w:r w:rsidR="004C44AB" w:rsidRPr="008E7459">
              <w:t>.</w:t>
            </w:r>
          </w:p>
        </w:tc>
      </w:tr>
      <w:tr w:rsidR="005C7853" w:rsidRPr="008E7459" w:rsidTr="008F60E5">
        <w:trPr>
          <w:trHeight w:val="823"/>
        </w:trPr>
        <w:tc>
          <w:tcPr>
            <w:tcW w:w="1371" w:type="pct"/>
            <w:tcBorders>
              <w:top w:val="dotted" w:sz="4" w:space="0" w:color="auto"/>
              <w:bottom w:val="dotted" w:sz="4" w:space="0" w:color="auto"/>
            </w:tcBorders>
          </w:tcPr>
          <w:p w:rsidR="007B7CEB" w:rsidRPr="008E7459" w:rsidRDefault="007B7CEB" w:rsidP="008F60E5">
            <w:pPr>
              <w:pStyle w:val="TableBodyText"/>
              <w:keepNext w:val="0"/>
              <w:keepLines w:val="0"/>
              <w:jc w:val="left"/>
            </w:pPr>
            <w:r w:rsidRPr="008E7459">
              <w:t xml:space="preserve">Performance target (b) — Lift the Year 12 or equivalent or Certificate III attainment rate to 90 </w:t>
            </w:r>
            <w:r w:rsidR="00781B70" w:rsidRPr="008E7459">
              <w:t>per cent</w:t>
            </w:r>
            <w:r w:rsidRPr="008E7459">
              <w:t xml:space="preserve"> by 2020</w:t>
            </w:r>
            <w:r w:rsidR="004C44AB" w:rsidRPr="008E7459">
              <w:t>.</w:t>
            </w:r>
          </w:p>
        </w:tc>
        <w:tc>
          <w:tcPr>
            <w:tcW w:w="2016" w:type="pct"/>
            <w:tcBorders>
              <w:top w:val="dotted" w:sz="4" w:space="0" w:color="auto"/>
              <w:bottom w:val="dotted" w:sz="4" w:space="0" w:color="auto"/>
            </w:tcBorders>
          </w:tcPr>
          <w:p w:rsidR="007B7CEB" w:rsidRPr="008E7459" w:rsidRDefault="007B7CEB" w:rsidP="005559E2">
            <w:pPr>
              <w:pStyle w:val="TableBullet"/>
              <w:keepNext w:val="0"/>
              <w:keepLines w:val="0"/>
              <w:tabs>
                <w:tab w:val="clear" w:pos="170"/>
              </w:tabs>
              <w:ind w:left="283"/>
            </w:pPr>
            <w:r w:rsidRPr="008E7459">
              <w:t>[old] Performance target (a.2) — lift the Year 12 or equivalent attainment rate to 90 </w:t>
            </w:r>
            <w:r w:rsidR="00781B70" w:rsidRPr="008E7459">
              <w:t>per cent</w:t>
            </w:r>
            <w:r w:rsidRPr="008E7459">
              <w:t xml:space="preserve"> by 2020</w:t>
            </w:r>
            <w:r w:rsidR="004C44AB" w:rsidRPr="008E7459">
              <w:t>.</w:t>
            </w:r>
          </w:p>
        </w:tc>
        <w:tc>
          <w:tcPr>
            <w:tcW w:w="1613" w:type="pct"/>
            <w:tcBorders>
              <w:top w:val="dotted" w:sz="4" w:space="0" w:color="auto"/>
              <w:left w:val="nil"/>
              <w:bottom w:val="dotted" w:sz="4" w:space="0" w:color="auto"/>
            </w:tcBorders>
          </w:tcPr>
          <w:p w:rsidR="007B7CEB" w:rsidRPr="008E7459" w:rsidRDefault="007B7CEB" w:rsidP="0040249F">
            <w:pPr>
              <w:pStyle w:val="TableBullet"/>
              <w:keepNext w:val="0"/>
              <w:keepLines w:val="0"/>
              <w:tabs>
                <w:tab w:val="num" w:pos="564"/>
              </w:tabs>
              <w:ind w:left="280" w:hanging="139"/>
              <w:rPr>
                <w:b/>
                <w:i/>
              </w:rPr>
            </w:pPr>
            <w:r w:rsidRPr="008E7459">
              <w:t xml:space="preserve">[new] </w:t>
            </w:r>
            <w:r w:rsidR="0040249F" w:rsidRPr="008E7459">
              <w:t xml:space="preserve">The title has been amended to include </w:t>
            </w:r>
            <w:r w:rsidR="00DE28EE" w:rsidRPr="008E7459">
              <w:t>‘</w:t>
            </w:r>
            <w:r w:rsidRPr="008E7459">
              <w:t>Certificate III or above’ into the wording of the target. No change to measures or data</w:t>
            </w:r>
            <w:r w:rsidR="004C44AB" w:rsidRPr="008E7459">
              <w:t>.</w:t>
            </w:r>
          </w:p>
        </w:tc>
      </w:tr>
      <w:tr w:rsidR="005C7853" w:rsidRPr="008E7459" w:rsidTr="008F60E5">
        <w:trPr>
          <w:trHeight w:val="834"/>
        </w:trPr>
        <w:tc>
          <w:tcPr>
            <w:tcW w:w="1371" w:type="pct"/>
            <w:tcBorders>
              <w:top w:val="dotted" w:sz="4" w:space="0" w:color="auto"/>
              <w:bottom w:val="dotted" w:sz="4" w:space="0" w:color="auto"/>
            </w:tcBorders>
          </w:tcPr>
          <w:p w:rsidR="007B7CEB" w:rsidRPr="008E7459" w:rsidRDefault="007B7CEB" w:rsidP="008F60E5">
            <w:pPr>
              <w:pStyle w:val="TableBodyText"/>
              <w:keepNext w:val="0"/>
              <w:keepLines w:val="0"/>
              <w:jc w:val="left"/>
            </w:pPr>
            <w:r w:rsidRPr="008E7459">
              <w:t>Performance target (c) — Halve the gap for Indigenous students in reading, writing and numeracy by 2018</w:t>
            </w:r>
            <w:r w:rsidR="004C44AB" w:rsidRPr="008E7459">
              <w:t>.</w:t>
            </w:r>
          </w:p>
        </w:tc>
        <w:tc>
          <w:tcPr>
            <w:tcW w:w="2016" w:type="pct"/>
            <w:tcBorders>
              <w:top w:val="dotted" w:sz="4" w:space="0" w:color="auto"/>
              <w:bottom w:val="dotted" w:sz="4" w:space="0" w:color="auto"/>
            </w:tcBorders>
          </w:tcPr>
          <w:p w:rsidR="007B7CEB" w:rsidRPr="008E7459" w:rsidRDefault="007B7CEB" w:rsidP="005559E2">
            <w:pPr>
              <w:pStyle w:val="TableBullet"/>
              <w:keepNext w:val="0"/>
              <w:keepLines w:val="0"/>
              <w:tabs>
                <w:tab w:val="clear" w:pos="170"/>
              </w:tabs>
              <w:ind w:left="283"/>
            </w:pPr>
            <w:r w:rsidRPr="008E7459">
              <w:t>[old] Performance target (b) — Halve the gap for Indigenous students in reading, writing and numeracy within a decade</w:t>
            </w:r>
            <w:r w:rsidR="004C44AB" w:rsidRPr="008E7459">
              <w:t>.</w:t>
            </w:r>
          </w:p>
        </w:tc>
        <w:tc>
          <w:tcPr>
            <w:tcW w:w="1613" w:type="pct"/>
            <w:tcBorders>
              <w:top w:val="dotted" w:sz="4" w:space="0" w:color="auto"/>
              <w:left w:val="nil"/>
              <w:bottom w:val="dotted" w:sz="4" w:space="0" w:color="auto"/>
            </w:tcBorders>
          </w:tcPr>
          <w:p w:rsidR="007B7CEB" w:rsidRPr="008E7459" w:rsidRDefault="007B7CEB" w:rsidP="005559E2">
            <w:pPr>
              <w:pStyle w:val="TableBullet"/>
              <w:keepNext w:val="0"/>
              <w:keepLines w:val="0"/>
              <w:tabs>
                <w:tab w:val="num" w:pos="564"/>
              </w:tabs>
              <w:ind w:left="280" w:hanging="139"/>
              <w:rPr>
                <w:b/>
                <w:i/>
              </w:rPr>
            </w:pPr>
            <w:r w:rsidRPr="008E7459">
              <w:t>[new] No change to measures or data</w:t>
            </w:r>
            <w:r w:rsidR="004C44AB" w:rsidRPr="008E7459">
              <w:t>.</w:t>
            </w:r>
          </w:p>
        </w:tc>
      </w:tr>
      <w:tr w:rsidR="005C7853" w:rsidRPr="008E7459" w:rsidTr="008F60E5">
        <w:trPr>
          <w:trHeight w:val="846"/>
        </w:trPr>
        <w:tc>
          <w:tcPr>
            <w:tcW w:w="1371" w:type="pct"/>
            <w:tcBorders>
              <w:top w:val="dotted" w:sz="4" w:space="0" w:color="auto"/>
              <w:bottom w:val="dotted" w:sz="4" w:space="0" w:color="auto"/>
            </w:tcBorders>
          </w:tcPr>
          <w:p w:rsidR="007B7CEB" w:rsidRPr="008E7459" w:rsidRDefault="007B7CEB" w:rsidP="00944850">
            <w:pPr>
              <w:pStyle w:val="TableBodyText"/>
              <w:jc w:val="left"/>
            </w:pPr>
            <w:r w:rsidRPr="008E7459">
              <w:t>Performance target (d) — At least halve the gap for Indigenous students in Year 12 or equivalent attainment rates by 2020</w:t>
            </w:r>
            <w:r w:rsidR="004C44AB" w:rsidRPr="008E7459">
              <w:t>.</w:t>
            </w:r>
          </w:p>
        </w:tc>
        <w:tc>
          <w:tcPr>
            <w:tcW w:w="2016" w:type="pct"/>
            <w:tcBorders>
              <w:top w:val="dotted" w:sz="4" w:space="0" w:color="auto"/>
              <w:bottom w:val="dotted" w:sz="4" w:space="0" w:color="auto"/>
            </w:tcBorders>
          </w:tcPr>
          <w:p w:rsidR="007B7CEB" w:rsidRPr="008E7459" w:rsidRDefault="007B7CEB" w:rsidP="005559E2">
            <w:pPr>
              <w:pStyle w:val="TableBullet"/>
              <w:tabs>
                <w:tab w:val="clear" w:pos="170"/>
                <w:tab w:val="num" w:pos="850"/>
              </w:tabs>
              <w:ind w:left="283"/>
            </w:pPr>
            <w:r w:rsidRPr="008E7459">
              <w:t>[old] Performance target (c) — at least halve the gap for Indigenous students in Year 12 or equivalent attainment rates by 2020</w:t>
            </w:r>
            <w:r w:rsidR="004C44AB" w:rsidRPr="008E7459">
              <w:t>.</w:t>
            </w:r>
          </w:p>
        </w:tc>
        <w:tc>
          <w:tcPr>
            <w:tcW w:w="1613" w:type="pct"/>
            <w:tcBorders>
              <w:top w:val="dotted" w:sz="4" w:space="0" w:color="auto"/>
              <w:left w:val="nil"/>
              <w:bottom w:val="dotted" w:sz="4" w:space="0" w:color="auto"/>
            </w:tcBorders>
          </w:tcPr>
          <w:p w:rsidR="007B7CEB" w:rsidRPr="008E7459" w:rsidRDefault="007B7CEB" w:rsidP="005559E2">
            <w:pPr>
              <w:pStyle w:val="TableBullet"/>
              <w:keepNext w:val="0"/>
              <w:keepLines w:val="0"/>
              <w:tabs>
                <w:tab w:val="num" w:pos="564"/>
              </w:tabs>
              <w:ind w:left="280"/>
              <w:rPr>
                <w:b/>
                <w:i/>
              </w:rPr>
            </w:pPr>
            <w:r w:rsidRPr="008E7459">
              <w:t>[new] No change to measures or data</w:t>
            </w:r>
            <w:r w:rsidR="004C44AB" w:rsidRPr="008E7459">
              <w:t>.</w:t>
            </w:r>
          </w:p>
        </w:tc>
      </w:tr>
      <w:tr w:rsidR="005C7853" w:rsidRPr="008E7459" w:rsidTr="008F60E5">
        <w:tblPrEx>
          <w:tblCellMar>
            <w:left w:w="108" w:type="dxa"/>
            <w:right w:w="108" w:type="dxa"/>
          </w:tblCellMar>
        </w:tblPrEx>
        <w:trPr>
          <w:trHeight w:val="1836"/>
        </w:trPr>
        <w:tc>
          <w:tcPr>
            <w:tcW w:w="1371" w:type="pct"/>
            <w:tcBorders>
              <w:top w:val="dotted" w:sz="4" w:space="0" w:color="auto"/>
            </w:tcBorders>
          </w:tcPr>
          <w:p w:rsidR="007B7CEB" w:rsidRPr="008E7459" w:rsidRDefault="007B7CEB" w:rsidP="00944850">
            <w:pPr>
              <w:pStyle w:val="TableBodyText"/>
              <w:ind w:left="-108"/>
              <w:jc w:val="left"/>
            </w:pPr>
            <w:r w:rsidRPr="008E7459">
              <w:t>NEA Indicator 1 — The rate of student attendance at school</w:t>
            </w:r>
            <w:r w:rsidR="004C44AB" w:rsidRPr="008E7459">
              <w:t>.</w:t>
            </w:r>
          </w:p>
        </w:tc>
        <w:tc>
          <w:tcPr>
            <w:tcW w:w="2016" w:type="pct"/>
            <w:tcBorders>
              <w:top w:val="dotted" w:sz="4" w:space="0" w:color="auto"/>
            </w:tcBorders>
            <w:shd w:val="clear" w:color="auto" w:fill="auto"/>
          </w:tcPr>
          <w:p w:rsidR="007B7CEB" w:rsidRPr="008E7459" w:rsidRDefault="007B7CEB" w:rsidP="008F60E5">
            <w:pPr>
              <w:pStyle w:val="TableBullet"/>
              <w:keepNext w:val="0"/>
              <w:keepLines w:val="0"/>
            </w:pPr>
            <w:r w:rsidRPr="008E7459">
              <w:t>[old] Performance indicator 1 — proportion of children (1) enrolled in and (2) attending school</w:t>
            </w:r>
          </w:p>
          <w:p w:rsidR="007B7CEB" w:rsidRPr="008E7459" w:rsidRDefault="007B7CEB" w:rsidP="008F60E5">
            <w:pPr>
              <w:pStyle w:val="TableBullet"/>
              <w:keepNext w:val="0"/>
              <w:keepLines w:val="0"/>
            </w:pPr>
            <w:r w:rsidRPr="008E7459">
              <w:t>[old] Performance indicator 2 — proportion of Indigenous and low SES children (1) enrolled in and (2) attending school.</w:t>
            </w:r>
          </w:p>
        </w:tc>
        <w:tc>
          <w:tcPr>
            <w:tcW w:w="1613" w:type="pct"/>
            <w:tcBorders>
              <w:top w:val="dotted" w:sz="4" w:space="0" w:color="auto"/>
              <w:bottom w:val="dotted" w:sz="4" w:space="0" w:color="auto"/>
            </w:tcBorders>
            <w:shd w:val="clear" w:color="auto" w:fill="auto"/>
          </w:tcPr>
          <w:p w:rsidR="007B7CEB" w:rsidRPr="008E7459" w:rsidRDefault="007B7CEB" w:rsidP="005559E2">
            <w:pPr>
              <w:pStyle w:val="TableBullet"/>
              <w:keepNext w:val="0"/>
              <w:keepLines w:val="0"/>
              <w:tabs>
                <w:tab w:val="num" w:pos="280"/>
              </w:tabs>
              <w:ind w:left="172" w:hanging="139"/>
              <w:rPr>
                <w:b/>
                <w:i/>
              </w:rPr>
            </w:pPr>
            <w:r w:rsidRPr="008E7459">
              <w:t>[new]</w:t>
            </w:r>
            <w:r w:rsidR="004407BB" w:rsidRPr="008E7459">
              <w:t xml:space="preserve"> M</w:t>
            </w:r>
            <w:r w:rsidRPr="008E7459">
              <w:t>erges the old performance indicators 1 and 2 and removes the enrolment measures.</w:t>
            </w:r>
          </w:p>
          <w:p w:rsidR="007B7CEB" w:rsidRPr="008E7459" w:rsidRDefault="007B7CEB" w:rsidP="005559E2">
            <w:pPr>
              <w:pStyle w:val="TableBullet"/>
              <w:keepNext w:val="0"/>
              <w:keepLines w:val="0"/>
              <w:tabs>
                <w:tab w:val="num" w:pos="280"/>
              </w:tabs>
              <w:ind w:left="172" w:hanging="139"/>
              <w:rPr>
                <w:b/>
                <w:i/>
              </w:rPr>
            </w:pPr>
            <w:r w:rsidRPr="008E7459">
              <w:t>Whilst the presentation of data for this indicator has changed, required data have been provided in previous reports. Therefore, backcast data are not provided in this report.</w:t>
            </w:r>
          </w:p>
        </w:tc>
      </w:tr>
      <w:tr w:rsidR="005C7853" w:rsidRPr="008E7459" w:rsidTr="00E35684">
        <w:tblPrEx>
          <w:tblCellMar>
            <w:left w:w="108" w:type="dxa"/>
            <w:right w:w="108" w:type="dxa"/>
          </w:tblCellMar>
        </w:tblPrEx>
        <w:trPr>
          <w:trHeight w:val="698"/>
        </w:trPr>
        <w:tc>
          <w:tcPr>
            <w:tcW w:w="1371" w:type="pct"/>
            <w:tcBorders>
              <w:top w:val="dotted" w:sz="4" w:space="0" w:color="auto"/>
              <w:bottom w:val="dotted" w:sz="4" w:space="0" w:color="auto"/>
            </w:tcBorders>
          </w:tcPr>
          <w:p w:rsidR="007B7CEB" w:rsidRPr="008E7459" w:rsidRDefault="003A67E4" w:rsidP="00944850">
            <w:pPr>
              <w:pStyle w:val="TableBodyText"/>
              <w:keepNext w:val="0"/>
              <w:keepLines w:val="0"/>
              <w:ind w:left="-108"/>
              <w:jc w:val="left"/>
            </w:pPr>
            <w:r w:rsidRPr="008E7459">
              <w:t>Not applicable</w:t>
            </w:r>
          </w:p>
        </w:tc>
        <w:tc>
          <w:tcPr>
            <w:tcW w:w="2016" w:type="pct"/>
            <w:tcBorders>
              <w:top w:val="dotted" w:sz="4" w:space="0" w:color="auto"/>
              <w:bottom w:val="dotted" w:sz="4" w:space="0" w:color="auto"/>
            </w:tcBorders>
            <w:shd w:val="clear" w:color="auto" w:fill="auto"/>
          </w:tcPr>
          <w:p w:rsidR="007B7CEB" w:rsidRPr="008E7459" w:rsidRDefault="007B7CEB" w:rsidP="008F60E5">
            <w:pPr>
              <w:pStyle w:val="TableBullet"/>
              <w:keepNext w:val="0"/>
              <w:keepLines w:val="0"/>
            </w:pPr>
            <w:r w:rsidRPr="008E7459">
              <w:t>[old] Performance indicator 3 — proportion of Indigenous students completing year 10</w:t>
            </w:r>
            <w:r w:rsidR="004C44AB" w:rsidRPr="008E7459">
              <w:t>.</w:t>
            </w:r>
          </w:p>
        </w:tc>
        <w:tc>
          <w:tcPr>
            <w:tcW w:w="1613" w:type="pct"/>
            <w:tcBorders>
              <w:top w:val="dotted" w:sz="4" w:space="0" w:color="auto"/>
              <w:bottom w:val="dotted" w:sz="4" w:space="0" w:color="auto"/>
            </w:tcBorders>
            <w:shd w:val="clear" w:color="auto" w:fill="auto"/>
          </w:tcPr>
          <w:p w:rsidR="007B7CEB" w:rsidRPr="008E7459" w:rsidRDefault="007B7CEB" w:rsidP="005559E2">
            <w:pPr>
              <w:pStyle w:val="TableBullet"/>
              <w:keepNext w:val="0"/>
              <w:keepLines w:val="0"/>
              <w:tabs>
                <w:tab w:val="num" w:pos="280"/>
              </w:tabs>
              <w:ind w:left="172" w:hanging="139"/>
              <w:rPr>
                <w:b/>
                <w:i/>
              </w:rPr>
            </w:pPr>
            <w:r w:rsidRPr="008E7459">
              <w:t>This indicator has been removed from the new NEA performance indicator framework</w:t>
            </w:r>
            <w:r w:rsidR="004C44AB" w:rsidRPr="008E7459">
              <w:t>.</w:t>
            </w:r>
          </w:p>
        </w:tc>
      </w:tr>
      <w:tr w:rsidR="00CC3BBB" w:rsidRPr="008E7459" w:rsidTr="00E35684">
        <w:tblPrEx>
          <w:tblCellMar>
            <w:left w:w="108" w:type="dxa"/>
            <w:right w:w="108" w:type="dxa"/>
          </w:tblCellMar>
        </w:tblPrEx>
        <w:trPr>
          <w:trHeight w:val="1908"/>
        </w:trPr>
        <w:tc>
          <w:tcPr>
            <w:tcW w:w="1371" w:type="pct"/>
            <w:tcBorders>
              <w:top w:val="dotted" w:sz="4" w:space="0" w:color="auto"/>
              <w:bottom w:val="single" w:sz="4" w:space="0" w:color="auto"/>
            </w:tcBorders>
          </w:tcPr>
          <w:p w:rsidR="007B7CEB" w:rsidRPr="008E7459" w:rsidRDefault="007B7CEB" w:rsidP="00944850">
            <w:pPr>
              <w:pStyle w:val="TableBodyText"/>
              <w:keepNext w:val="0"/>
              <w:keepLines w:val="0"/>
              <w:ind w:left="-108"/>
              <w:jc w:val="left"/>
            </w:pPr>
            <w:r w:rsidRPr="008E7459">
              <w:t>NEA Indicator 2 — Literacy and numeracy achievement of Year 3, 5, 7 and 9 students in national testing.</w:t>
            </w:r>
          </w:p>
        </w:tc>
        <w:tc>
          <w:tcPr>
            <w:tcW w:w="2016" w:type="pct"/>
            <w:tcBorders>
              <w:top w:val="dotted" w:sz="4" w:space="0" w:color="auto"/>
              <w:bottom w:val="single" w:sz="4" w:space="0" w:color="auto"/>
            </w:tcBorders>
            <w:shd w:val="clear" w:color="auto" w:fill="auto"/>
          </w:tcPr>
          <w:p w:rsidR="007B7CEB" w:rsidRPr="008E7459" w:rsidRDefault="007B7CEB" w:rsidP="008F60E5">
            <w:pPr>
              <w:pStyle w:val="TableBullet"/>
              <w:keepNext w:val="0"/>
              <w:keepLines w:val="0"/>
            </w:pPr>
            <w:r w:rsidRPr="008E7459">
              <w:t>[old] Performance indicator 4 — Literacy and numeracy achievement of year 3, 5, 7 and 9 students in national testing</w:t>
            </w:r>
            <w:r w:rsidR="004C44AB" w:rsidRPr="008E7459">
              <w:t>.</w:t>
            </w:r>
          </w:p>
          <w:p w:rsidR="007B7CEB" w:rsidRPr="008E7459" w:rsidRDefault="007B7CEB" w:rsidP="008F60E5">
            <w:pPr>
              <w:pStyle w:val="TableBullet"/>
              <w:keepNext w:val="0"/>
              <w:keepLines w:val="0"/>
            </w:pPr>
            <w:r w:rsidRPr="008E7459">
              <w:t>[old] Performance indicator 5 — Literacy and numeracy achievement of year 3, 5, 7 and 9 Indigenous and low SES students in national testing</w:t>
            </w:r>
            <w:r w:rsidR="004C44AB" w:rsidRPr="008E7459">
              <w:t>.</w:t>
            </w:r>
          </w:p>
        </w:tc>
        <w:tc>
          <w:tcPr>
            <w:tcW w:w="1613" w:type="pct"/>
            <w:tcBorders>
              <w:top w:val="dotted" w:sz="4" w:space="0" w:color="auto"/>
              <w:bottom w:val="single" w:sz="4" w:space="0" w:color="auto"/>
            </w:tcBorders>
            <w:shd w:val="clear" w:color="auto" w:fill="auto"/>
          </w:tcPr>
          <w:p w:rsidR="007B7CEB" w:rsidRPr="008E7459" w:rsidRDefault="007B7CEB" w:rsidP="005559E2">
            <w:pPr>
              <w:pStyle w:val="TableBullet"/>
              <w:keepNext w:val="0"/>
              <w:keepLines w:val="0"/>
              <w:tabs>
                <w:tab w:val="num" w:pos="280"/>
              </w:tabs>
              <w:ind w:left="172" w:hanging="139"/>
            </w:pPr>
            <w:r w:rsidRPr="008E7459">
              <w:t>[new]</w:t>
            </w:r>
            <w:r w:rsidR="004407BB" w:rsidRPr="008E7459">
              <w:t xml:space="preserve"> M</w:t>
            </w:r>
            <w:r w:rsidRPr="008E7459">
              <w:t>erges the old performance indicators 4 and 5.</w:t>
            </w:r>
          </w:p>
          <w:p w:rsidR="007B7CEB" w:rsidRPr="008E7459" w:rsidRDefault="007B7CEB" w:rsidP="005559E2">
            <w:pPr>
              <w:pStyle w:val="TableBullet"/>
              <w:keepNext w:val="0"/>
              <w:keepLines w:val="0"/>
              <w:tabs>
                <w:tab w:val="num" w:pos="280"/>
              </w:tabs>
              <w:spacing w:before="120"/>
              <w:ind w:left="172" w:hanging="139"/>
              <w:rPr>
                <w:b/>
                <w:i/>
              </w:rPr>
            </w:pPr>
            <w:r w:rsidRPr="008E7459">
              <w:t>Whilst the presentation of data for this indicator has changed, required data have been provided in previous reports. Therefore, backcast data are not provided in this report.</w:t>
            </w:r>
          </w:p>
        </w:tc>
      </w:tr>
      <w:tr w:rsidR="00CC3BBB" w:rsidRPr="008E7459" w:rsidTr="006C4301">
        <w:tblPrEx>
          <w:tblCellMar>
            <w:left w:w="108" w:type="dxa"/>
            <w:right w:w="108" w:type="dxa"/>
          </w:tblCellMar>
        </w:tblPrEx>
        <w:trPr>
          <w:trHeight w:val="255"/>
        </w:trPr>
        <w:tc>
          <w:tcPr>
            <w:tcW w:w="1371" w:type="pct"/>
            <w:tcBorders>
              <w:top w:val="single" w:sz="4" w:space="0" w:color="auto"/>
            </w:tcBorders>
          </w:tcPr>
          <w:p w:rsidR="00CC3BBB" w:rsidRPr="008E7459" w:rsidRDefault="00CC3BBB" w:rsidP="000D4D82">
            <w:pPr>
              <w:pStyle w:val="TableBodyText"/>
            </w:pPr>
          </w:p>
        </w:tc>
        <w:tc>
          <w:tcPr>
            <w:tcW w:w="2016" w:type="pct"/>
            <w:tcBorders>
              <w:top w:val="single" w:sz="4" w:space="0" w:color="auto"/>
            </w:tcBorders>
            <w:shd w:val="clear" w:color="auto" w:fill="auto"/>
          </w:tcPr>
          <w:p w:rsidR="00CC3BBB" w:rsidRPr="008E7459" w:rsidRDefault="00CC3BBB" w:rsidP="000D4D82">
            <w:pPr>
              <w:pStyle w:val="TableBodyText"/>
            </w:pPr>
          </w:p>
        </w:tc>
        <w:tc>
          <w:tcPr>
            <w:tcW w:w="1613" w:type="pct"/>
            <w:tcBorders>
              <w:top w:val="single" w:sz="4" w:space="0" w:color="auto"/>
            </w:tcBorders>
            <w:shd w:val="clear" w:color="auto" w:fill="auto"/>
          </w:tcPr>
          <w:p w:rsidR="00CC3BBB" w:rsidRPr="008E7459" w:rsidRDefault="00DF596D" w:rsidP="006C4301">
            <w:pPr>
              <w:pStyle w:val="TableBodyText"/>
            </w:pPr>
            <w:r w:rsidRPr="008E7459">
              <w:t>(</w:t>
            </w:r>
            <w:r w:rsidR="00CC3BBB" w:rsidRPr="008E7459">
              <w:t>Continued next page</w:t>
            </w:r>
            <w:r w:rsidRPr="008E7459">
              <w:t>)</w:t>
            </w:r>
          </w:p>
        </w:tc>
      </w:tr>
    </w:tbl>
    <w:p w:rsidR="00CC3BBB" w:rsidRPr="008E7459" w:rsidRDefault="00CC3BBB" w:rsidP="008F60E5"/>
    <w:p w:rsidR="005C7853" w:rsidRPr="008E7459" w:rsidRDefault="005C7853" w:rsidP="0040233C">
      <w:pPr>
        <w:pageBreakBefore/>
      </w:pPr>
      <w:r w:rsidRPr="008E7459">
        <w:rPr>
          <w:rFonts w:ascii="Arial" w:hAnsi="Arial"/>
          <w:sz w:val="24"/>
        </w:rPr>
        <w:lastRenderedPageBreak/>
        <w:t>Table</w:t>
      </w:r>
      <w:r w:rsidR="00DE694D" w:rsidRPr="008E7459">
        <w:rPr>
          <w:rFonts w:ascii="Arial" w:hAnsi="Arial"/>
          <w:sz w:val="24"/>
        </w:rPr>
        <w:t> </w:t>
      </w:r>
      <w:r w:rsidRPr="008E7459">
        <w:rPr>
          <w:rFonts w:ascii="Arial" w:hAnsi="Arial"/>
          <w:sz w:val="24"/>
        </w:rPr>
        <w:t>1</w:t>
      </w:r>
      <w:r w:rsidRPr="008E7459">
        <w:tab/>
      </w:r>
      <w:r w:rsidR="00DF596D" w:rsidRPr="008E7459">
        <w:rPr>
          <w:rFonts w:ascii="Arial" w:hAnsi="Arial" w:cs="Arial"/>
          <w:sz w:val="18"/>
          <w:szCs w:val="18"/>
        </w:rPr>
        <w:t>(</w:t>
      </w:r>
      <w:r w:rsidRPr="008E7459">
        <w:rPr>
          <w:rFonts w:ascii="Arial" w:hAnsi="Arial" w:cs="Arial"/>
          <w:sz w:val="18"/>
          <w:szCs w:val="18"/>
        </w:rPr>
        <w:t>Continued</w:t>
      </w:r>
      <w:r w:rsidR="00DF596D" w:rsidRPr="008E7459">
        <w:rPr>
          <w:rFonts w:ascii="Arial" w:hAnsi="Arial" w:cs="Arial"/>
          <w:sz w:val="18"/>
          <w:szCs w:val="18"/>
        </w:rPr>
        <w:t>)</w:t>
      </w:r>
    </w:p>
    <w:tbl>
      <w:tblPr>
        <w:tblW w:w="4880" w:type="pct"/>
        <w:tblInd w:w="108" w:type="dxa"/>
        <w:tblLook w:val="0000" w:firstRow="0" w:lastRow="0" w:firstColumn="0" w:lastColumn="0" w:noHBand="0" w:noVBand="0"/>
      </w:tblPr>
      <w:tblGrid>
        <w:gridCol w:w="2410"/>
        <w:gridCol w:w="3544"/>
        <w:gridCol w:w="2835"/>
      </w:tblGrid>
      <w:tr w:rsidR="00CC3BBB" w:rsidRPr="008E7459" w:rsidTr="00613B74">
        <w:trPr>
          <w:trHeight w:val="2179"/>
        </w:trPr>
        <w:tc>
          <w:tcPr>
            <w:tcW w:w="1371" w:type="pct"/>
            <w:tcBorders>
              <w:top w:val="single" w:sz="4" w:space="0" w:color="auto"/>
              <w:bottom w:val="dotted" w:sz="4" w:space="0" w:color="auto"/>
            </w:tcBorders>
          </w:tcPr>
          <w:p w:rsidR="007B7CEB" w:rsidRPr="008E7459" w:rsidRDefault="007B7CEB" w:rsidP="00944850">
            <w:pPr>
              <w:pStyle w:val="TableBodyText"/>
              <w:keepNext w:val="0"/>
              <w:keepLines w:val="0"/>
              <w:ind w:left="-108"/>
              <w:jc w:val="left"/>
            </w:pPr>
            <w:r w:rsidRPr="008E7459">
              <w:t>NEA Indicator 3 — The proportion of students in the bottom and top levels of performance in international testing</w:t>
            </w:r>
            <w:r w:rsidR="004C44AB" w:rsidRPr="008E7459">
              <w:t>.</w:t>
            </w:r>
          </w:p>
        </w:tc>
        <w:tc>
          <w:tcPr>
            <w:tcW w:w="2016" w:type="pct"/>
            <w:tcBorders>
              <w:top w:val="single" w:sz="4" w:space="0" w:color="auto"/>
              <w:bottom w:val="dotted" w:sz="4" w:space="0" w:color="auto"/>
            </w:tcBorders>
            <w:shd w:val="clear" w:color="auto" w:fill="auto"/>
          </w:tcPr>
          <w:p w:rsidR="007B7CEB" w:rsidRPr="008E7459" w:rsidRDefault="007B7CEB" w:rsidP="007B7CEB">
            <w:pPr>
              <w:pStyle w:val="TableBullet"/>
              <w:keepNext w:val="0"/>
              <w:keepLines w:val="0"/>
            </w:pPr>
            <w:r w:rsidRPr="008E7459">
              <w:t>[old] Performance indicator 6 — proportion of students in the bottom and top levels of performance in international testing (for example, Programme for International Student Assessment [PISA], Trends in International Mathematics and Science Study [TIMSS]).</w:t>
            </w:r>
          </w:p>
        </w:tc>
        <w:tc>
          <w:tcPr>
            <w:tcW w:w="1613" w:type="pct"/>
            <w:tcBorders>
              <w:top w:val="single" w:sz="4" w:space="0" w:color="auto"/>
              <w:bottom w:val="dotted" w:sz="4" w:space="0" w:color="auto"/>
            </w:tcBorders>
            <w:shd w:val="clear" w:color="auto" w:fill="auto"/>
          </w:tcPr>
          <w:p w:rsidR="007B7CEB" w:rsidRPr="008E7459" w:rsidRDefault="007B7CEB" w:rsidP="005559E2">
            <w:pPr>
              <w:pStyle w:val="TableBullet"/>
            </w:pPr>
            <w:r w:rsidRPr="008E7459">
              <w:t xml:space="preserve">[new] </w:t>
            </w:r>
            <w:r w:rsidR="004407BB" w:rsidRPr="008E7459">
              <w:t>T</w:t>
            </w:r>
            <w:r w:rsidRPr="008E7459">
              <w:t xml:space="preserve">he title has been amended to remove reference to specific international surveys. </w:t>
            </w:r>
          </w:p>
          <w:p w:rsidR="007B7CEB" w:rsidRPr="008E7459" w:rsidRDefault="007B7CEB" w:rsidP="005559E2">
            <w:pPr>
              <w:pStyle w:val="TableBullet"/>
              <w:rPr>
                <w:b/>
                <w:i/>
              </w:rPr>
            </w:pPr>
            <w:r w:rsidRPr="008E7459">
              <w:t>New measures and data are available for this cycle of reporting.</w:t>
            </w:r>
          </w:p>
        </w:tc>
      </w:tr>
      <w:tr w:rsidR="00CC3BBB" w:rsidRPr="008E7459" w:rsidTr="008F60E5">
        <w:tblPrEx>
          <w:tblCellMar>
            <w:left w:w="0" w:type="dxa"/>
            <w:right w:w="0" w:type="dxa"/>
          </w:tblCellMar>
        </w:tblPrEx>
        <w:trPr>
          <w:trHeight w:val="2325"/>
        </w:trPr>
        <w:tc>
          <w:tcPr>
            <w:tcW w:w="1371" w:type="pct"/>
            <w:tcBorders>
              <w:top w:val="dotted" w:sz="4" w:space="0" w:color="auto"/>
              <w:bottom w:val="dotted" w:sz="4" w:space="0" w:color="auto"/>
            </w:tcBorders>
          </w:tcPr>
          <w:p w:rsidR="007B7CEB" w:rsidRPr="008E7459" w:rsidRDefault="007B7CEB" w:rsidP="007B7CEB">
            <w:pPr>
              <w:pStyle w:val="TableBodyText"/>
              <w:keepNext w:val="0"/>
              <w:keepLines w:val="0"/>
              <w:jc w:val="left"/>
            </w:pPr>
            <w:r w:rsidRPr="008E7459">
              <w:t>NEA Indicator 4 — The proportion of young people who have attained at least a year 12 or equivalent or AQF Certificate Level II/III or above</w:t>
            </w:r>
            <w:r w:rsidR="004C44AB" w:rsidRPr="008E7459">
              <w:t>.</w:t>
            </w:r>
          </w:p>
        </w:tc>
        <w:tc>
          <w:tcPr>
            <w:tcW w:w="2016" w:type="pct"/>
            <w:tcBorders>
              <w:top w:val="dotted" w:sz="4" w:space="0" w:color="auto"/>
              <w:bottom w:val="dotted" w:sz="4" w:space="0" w:color="auto"/>
            </w:tcBorders>
            <w:shd w:val="clear" w:color="auto" w:fill="auto"/>
          </w:tcPr>
          <w:p w:rsidR="007B7CEB" w:rsidRPr="008E7459" w:rsidRDefault="007B7CEB" w:rsidP="00DF596D">
            <w:pPr>
              <w:pStyle w:val="TableBullet"/>
              <w:keepNext w:val="0"/>
              <w:keepLines w:val="0"/>
              <w:tabs>
                <w:tab w:val="clear" w:pos="170"/>
                <w:tab w:val="num" w:pos="284"/>
              </w:tabs>
              <w:ind w:left="284" w:hanging="142"/>
            </w:pPr>
            <w:r w:rsidRPr="008E7459">
              <w:t>[old] Performance indicator 7 — proportion of the 20–24 year old population having attained at least a year 12 or equivalent or AQF Certificate II</w:t>
            </w:r>
            <w:r w:rsidR="004C44AB" w:rsidRPr="008E7459">
              <w:t>.</w:t>
            </w:r>
          </w:p>
          <w:p w:rsidR="007B7CEB" w:rsidRPr="008E7459" w:rsidRDefault="007B7CEB" w:rsidP="00DF596D">
            <w:pPr>
              <w:pStyle w:val="TableBullet"/>
              <w:keepNext w:val="0"/>
              <w:keepLines w:val="0"/>
              <w:tabs>
                <w:tab w:val="clear" w:pos="170"/>
                <w:tab w:val="num" w:pos="284"/>
              </w:tabs>
              <w:ind w:left="284" w:hanging="142"/>
            </w:pPr>
            <w:r w:rsidRPr="008E7459">
              <w:t>[old] Performance indicator 8 — proportion of the 20–24 year old Indigenous and low SES population having attained at least a Year 12 Certificate or equivalent or AQF Certificate II.</w:t>
            </w:r>
          </w:p>
        </w:tc>
        <w:tc>
          <w:tcPr>
            <w:tcW w:w="1613" w:type="pct"/>
            <w:tcBorders>
              <w:top w:val="dotted" w:sz="4" w:space="0" w:color="auto"/>
              <w:bottom w:val="dotted" w:sz="4" w:space="0" w:color="auto"/>
            </w:tcBorders>
            <w:shd w:val="clear" w:color="auto" w:fill="auto"/>
          </w:tcPr>
          <w:p w:rsidR="0035500D" w:rsidRPr="008E7459" w:rsidRDefault="007B7CEB" w:rsidP="005559E2">
            <w:pPr>
              <w:pStyle w:val="TableBullet"/>
              <w:tabs>
                <w:tab w:val="clear" w:pos="170"/>
                <w:tab w:val="num" w:pos="283"/>
              </w:tabs>
              <w:ind w:left="283"/>
            </w:pPr>
            <w:r w:rsidRPr="008E7459">
              <w:t xml:space="preserve">[new] </w:t>
            </w:r>
            <w:r w:rsidR="004407BB" w:rsidRPr="008E7459">
              <w:t>M</w:t>
            </w:r>
            <w:r w:rsidRPr="008E7459">
              <w:t>erges the old performance indicators 7 and 8. New measures have been added to align with the associated NEA target ([old] a.2 – [new] b).</w:t>
            </w:r>
          </w:p>
          <w:p w:rsidR="007B7CEB" w:rsidRPr="008E7459" w:rsidRDefault="0035500D" w:rsidP="005559E2">
            <w:pPr>
              <w:pStyle w:val="TableBullet"/>
              <w:tabs>
                <w:tab w:val="clear" w:pos="170"/>
              </w:tabs>
              <w:ind w:left="283"/>
            </w:pPr>
            <w:r w:rsidRPr="008E7459">
              <w:t>Data for Certificate Level III and above have been backcast to the 2008 baseline. Data for Certificate Level II and above have been provided in previous reports and backcast data are not provided in this report.</w:t>
            </w:r>
          </w:p>
        </w:tc>
      </w:tr>
      <w:tr w:rsidR="00CC3BBB" w:rsidRPr="008E7459" w:rsidTr="008F60E5">
        <w:trPr>
          <w:trHeight w:val="2175"/>
        </w:trPr>
        <w:tc>
          <w:tcPr>
            <w:tcW w:w="1371" w:type="pct"/>
            <w:tcBorders>
              <w:top w:val="dotted" w:sz="4" w:space="0" w:color="auto"/>
              <w:bottom w:val="dotted" w:sz="4" w:space="0" w:color="auto"/>
            </w:tcBorders>
          </w:tcPr>
          <w:p w:rsidR="007B7CEB" w:rsidRPr="008E7459" w:rsidRDefault="007B7CEB" w:rsidP="00944850">
            <w:pPr>
              <w:pStyle w:val="TableBodyText"/>
              <w:keepNext w:val="0"/>
              <w:keepLines w:val="0"/>
              <w:ind w:left="-108"/>
              <w:jc w:val="left"/>
            </w:pPr>
            <w:r w:rsidRPr="008E7459">
              <w:t>NEA Indicator 5 — The proportion of young people participating in post</w:t>
            </w:r>
            <w:r w:rsidR="00DE694D" w:rsidRPr="008E7459">
              <w:noBreakHyphen/>
            </w:r>
            <w:r w:rsidRPr="008E7459">
              <w:t>school education, training or employment.</w:t>
            </w:r>
          </w:p>
        </w:tc>
        <w:tc>
          <w:tcPr>
            <w:tcW w:w="2016" w:type="pct"/>
            <w:tcBorders>
              <w:top w:val="dotted" w:sz="4" w:space="0" w:color="auto"/>
              <w:bottom w:val="dotted" w:sz="4" w:space="0" w:color="auto"/>
            </w:tcBorders>
            <w:shd w:val="clear" w:color="auto" w:fill="auto"/>
          </w:tcPr>
          <w:p w:rsidR="007B7CEB" w:rsidRPr="008E7459" w:rsidRDefault="007B7CEB" w:rsidP="007B7CEB">
            <w:pPr>
              <w:pStyle w:val="TableBullet"/>
              <w:keepNext w:val="0"/>
              <w:keepLines w:val="0"/>
            </w:pPr>
            <w:r w:rsidRPr="008E7459">
              <w:t>[old] Performance indicator 9 — proportion of young people participating in post</w:t>
            </w:r>
            <w:r w:rsidR="00DE694D" w:rsidRPr="008E7459">
              <w:noBreakHyphen/>
            </w:r>
            <w:r w:rsidRPr="008E7459">
              <w:t>school education or training six months after school.</w:t>
            </w:r>
          </w:p>
          <w:p w:rsidR="007B7CEB" w:rsidRPr="008E7459" w:rsidRDefault="007B7CEB" w:rsidP="007B7CEB">
            <w:pPr>
              <w:pStyle w:val="TableBullet"/>
              <w:keepNext w:val="0"/>
              <w:keepLines w:val="0"/>
            </w:pPr>
            <w:r w:rsidRPr="008E7459">
              <w:t>[old] Performance indicator 10 — The proportion of 18 to 24 year olds engaged in full time employment, education or training at or above Certificate III.</w:t>
            </w:r>
          </w:p>
        </w:tc>
        <w:tc>
          <w:tcPr>
            <w:tcW w:w="1613" w:type="pct"/>
            <w:tcBorders>
              <w:top w:val="dotted" w:sz="4" w:space="0" w:color="auto"/>
              <w:bottom w:val="dotted" w:sz="4" w:space="0" w:color="auto"/>
            </w:tcBorders>
            <w:shd w:val="clear" w:color="auto" w:fill="auto"/>
          </w:tcPr>
          <w:p w:rsidR="007B7CEB" w:rsidRPr="008E7459" w:rsidRDefault="004407BB" w:rsidP="005559E2">
            <w:pPr>
              <w:pStyle w:val="TableBullet"/>
            </w:pPr>
            <w:r w:rsidRPr="008E7459">
              <w:t>[new] T</w:t>
            </w:r>
            <w:r w:rsidR="007B7CEB" w:rsidRPr="008E7459">
              <w:t>hese indicators have been merged into a new indicator to report the ‘proportion of young people participating in post</w:t>
            </w:r>
            <w:r w:rsidR="00DE694D" w:rsidRPr="008E7459">
              <w:noBreakHyphen/>
            </w:r>
            <w:r w:rsidR="007B7CEB" w:rsidRPr="008E7459">
              <w:t>school education, training or employment’</w:t>
            </w:r>
            <w:r w:rsidR="004C44AB" w:rsidRPr="008E7459">
              <w:t>.</w:t>
            </w:r>
          </w:p>
          <w:p w:rsidR="0035500D" w:rsidRPr="008E7459" w:rsidRDefault="0035500D" w:rsidP="005559E2">
            <w:pPr>
              <w:pStyle w:val="TableBullet"/>
            </w:pPr>
            <w:r w:rsidRPr="008E7459">
              <w:t xml:space="preserve">The [new] Indicator </w:t>
            </w:r>
            <w:r w:rsidR="004E2CC4" w:rsidRPr="008E7459">
              <w:t>5 is reported for those aged 17–</w:t>
            </w:r>
            <w:r w:rsidRPr="008E7459">
              <w:t xml:space="preserve">24 years of age. </w:t>
            </w:r>
          </w:p>
          <w:p w:rsidR="007B7CEB" w:rsidRPr="008E7459" w:rsidRDefault="007B7CEB" w:rsidP="005559E2">
            <w:pPr>
              <w:pStyle w:val="TableBullet"/>
              <w:rPr>
                <w:i/>
              </w:rPr>
            </w:pPr>
            <w:r w:rsidRPr="008E7459">
              <w:t>Data have been backcast to the 2008 baseline.</w:t>
            </w:r>
            <w:r w:rsidRPr="008E7459" w:rsidDel="009800CB">
              <w:t xml:space="preserve"> </w:t>
            </w:r>
          </w:p>
        </w:tc>
      </w:tr>
      <w:tr w:rsidR="00CC3BBB" w:rsidRPr="008E7459" w:rsidTr="008F60E5">
        <w:tc>
          <w:tcPr>
            <w:tcW w:w="1371" w:type="pct"/>
            <w:tcBorders>
              <w:top w:val="dotted" w:sz="4" w:space="0" w:color="auto"/>
              <w:bottom w:val="single" w:sz="4" w:space="0" w:color="auto"/>
            </w:tcBorders>
          </w:tcPr>
          <w:p w:rsidR="007B7CEB" w:rsidRPr="008E7459" w:rsidRDefault="007B7CEB" w:rsidP="00944850">
            <w:pPr>
              <w:pStyle w:val="TableBodyText"/>
              <w:keepNext w:val="0"/>
              <w:keepLines w:val="0"/>
              <w:ind w:left="-108"/>
              <w:jc w:val="left"/>
            </w:pPr>
            <w:r w:rsidRPr="008E7459">
              <w:t>[new] Performance targets (a) and (b) and [new] Performance indicators 4 and 5</w:t>
            </w:r>
            <w:r w:rsidR="004C44AB" w:rsidRPr="008E7459">
              <w:t>.</w:t>
            </w:r>
          </w:p>
        </w:tc>
        <w:tc>
          <w:tcPr>
            <w:tcW w:w="2016" w:type="pct"/>
            <w:tcBorders>
              <w:top w:val="dotted" w:sz="4" w:space="0" w:color="auto"/>
              <w:bottom w:val="single" w:sz="4" w:space="0" w:color="auto"/>
            </w:tcBorders>
            <w:shd w:val="clear" w:color="auto" w:fill="auto"/>
          </w:tcPr>
          <w:p w:rsidR="007B7CEB" w:rsidRPr="008E7459" w:rsidDel="009800CB" w:rsidRDefault="003A67E4" w:rsidP="000D4D82">
            <w:pPr>
              <w:pStyle w:val="TableBodyText"/>
              <w:jc w:val="left"/>
            </w:pPr>
            <w:r w:rsidRPr="008E7459">
              <w:t>Not applicable</w:t>
            </w:r>
          </w:p>
        </w:tc>
        <w:tc>
          <w:tcPr>
            <w:tcW w:w="1613" w:type="pct"/>
            <w:tcBorders>
              <w:top w:val="dotted" w:sz="4" w:space="0" w:color="auto"/>
              <w:bottom w:val="single" w:sz="4" w:space="0" w:color="auto"/>
            </w:tcBorders>
            <w:shd w:val="clear" w:color="auto" w:fill="auto"/>
          </w:tcPr>
          <w:p w:rsidR="007B7CEB" w:rsidRPr="008E7459" w:rsidDel="009800CB" w:rsidRDefault="007B7CEB" w:rsidP="005559E2">
            <w:pPr>
              <w:pStyle w:val="TableBullet"/>
            </w:pPr>
            <w:r w:rsidRPr="008E7459">
              <w:t xml:space="preserve">In accordance with the recommendations in the NEA review report endorsed by COAG, national data are provided from the SEW with State and Territory data provided from the </w:t>
            </w:r>
            <w:r w:rsidR="008921A5" w:rsidRPr="008E7459">
              <w:t>Census</w:t>
            </w:r>
            <w:r w:rsidRPr="008E7459">
              <w:t>.</w:t>
            </w:r>
          </w:p>
        </w:tc>
      </w:tr>
    </w:tbl>
    <w:p w:rsidR="00280D94" w:rsidRPr="008E7459" w:rsidRDefault="00280D94" w:rsidP="00280D94">
      <w:pPr>
        <w:pStyle w:val="BodyText"/>
      </w:pPr>
    </w:p>
    <w:p w:rsidR="00280D94" w:rsidRPr="008E7459" w:rsidRDefault="00280D94" w:rsidP="00280D94">
      <w:pPr>
        <w:pStyle w:val="BodyText"/>
        <w:rPr>
          <w:rFonts w:ascii="Arial" w:hAnsi="Arial"/>
          <w:sz w:val="32"/>
        </w:rPr>
      </w:pPr>
      <w:r w:rsidRPr="008E7459">
        <w:br w:type="page"/>
      </w:r>
    </w:p>
    <w:p w:rsidR="000A2042" w:rsidRPr="008E7459" w:rsidRDefault="000A2042" w:rsidP="00280D94">
      <w:pPr>
        <w:pStyle w:val="Heading2"/>
      </w:pPr>
      <w:r w:rsidRPr="008E7459">
        <w:lastRenderedPageBreak/>
        <w:t xml:space="preserve">Context for National </w:t>
      </w:r>
      <w:r w:rsidR="007C0D3B" w:rsidRPr="008E7459">
        <w:t>Education</w:t>
      </w:r>
      <w:r w:rsidRPr="008E7459">
        <w:t xml:space="preserve"> Agreement performance reporting</w:t>
      </w:r>
    </w:p>
    <w:p w:rsidR="000A2042" w:rsidRPr="008E7459" w:rsidRDefault="000A2042" w:rsidP="00F225AF">
      <w:pPr>
        <w:pStyle w:val="BodyText"/>
      </w:pPr>
      <w:r w:rsidRPr="008E7459">
        <w:t>The objective of the N</w:t>
      </w:r>
      <w:r w:rsidR="007C0D3B" w:rsidRPr="008E7459">
        <w:t>E</w:t>
      </w:r>
      <w:r w:rsidRPr="008E7459">
        <w:t>A is ‘</w:t>
      </w:r>
      <w:r w:rsidR="007C0D3B" w:rsidRPr="008E7459">
        <w:t>All Australian school students acquire the knowledge and skills to participate effectively in society and employment in a globalised economy’</w:t>
      </w:r>
      <w:r w:rsidRPr="008E7459">
        <w:t xml:space="preserve"> [para. </w:t>
      </w:r>
      <w:r w:rsidR="007C0D3B" w:rsidRPr="008E7459">
        <w:t>9]. Further to this, the NE</w:t>
      </w:r>
      <w:r w:rsidRPr="008E7459">
        <w:t>A will contribute to the achievement of the following outcomes:</w:t>
      </w:r>
    </w:p>
    <w:p w:rsidR="000A2042" w:rsidRPr="008E7459" w:rsidRDefault="00CA1E67" w:rsidP="00FF619E">
      <w:pPr>
        <w:pStyle w:val="ListBullet"/>
      </w:pPr>
      <w:r w:rsidRPr="008E7459">
        <w:t>all children are engaged in and benefiting from schooling</w:t>
      </w:r>
    </w:p>
    <w:p w:rsidR="000A2042" w:rsidRPr="008E7459" w:rsidRDefault="00CA1E67" w:rsidP="00FF619E">
      <w:pPr>
        <w:pStyle w:val="ListBullet"/>
      </w:pPr>
      <w:r w:rsidRPr="008E7459">
        <w:t>young people are meeting basic literacy and numeracy standards, and overall levels of literacy and numeracy achievement are improving</w:t>
      </w:r>
    </w:p>
    <w:p w:rsidR="00C512B9" w:rsidRPr="008E7459" w:rsidRDefault="00C512B9" w:rsidP="00FF619E">
      <w:pPr>
        <w:pStyle w:val="ListBullet"/>
      </w:pPr>
      <w:r w:rsidRPr="008E7459">
        <w:t>Australian students excel by international standards</w:t>
      </w:r>
    </w:p>
    <w:p w:rsidR="00C512B9" w:rsidRPr="008E7459" w:rsidRDefault="00C512B9" w:rsidP="00FF619E">
      <w:pPr>
        <w:pStyle w:val="ListBullet"/>
      </w:pPr>
      <w:r w:rsidRPr="008E7459">
        <w:t>schooling promotes the social inclusion and reduces the educational disadvantage of children, especially Indigenous children</w:t>
      </w:r>
    </w:p>
    <w:p w:rsidR="000A2042" w:rsidRPr="008E7459" w:rsidRDefault="00C512B9" w:rsidP="00FF619E">
      <w:pPr>
        <w:pStyle w:val="ListBullet"/>
      </w:pPr>
      <w:r w:rsidRPr="008E7459">
        <w:t>young people make a successful transition from school to work and further study</w:t>
      </w:r>
      <w:r w:rsidR="000A2042" w:rsidRPr="008E7459">
        <w:t xml:space="preserve"> [para. </w:t>
      </w:r>
      <w:r w:rsidRPr="008E7459">
        <w:t>12</w:t>
      </w:r>
      <w:r w:rsidR="000A2042" w:rsidRPr="008E7459">
        <w:t>].</w:t>
      </w:r>
    </w:p>
    <w:p w:rsidR="000A2042" w:rsidRPr="008E7459" w:rsidRDefault="00A36124" w:rsidP="000A2042">
      <w:pPr>
        <w:pStyle w:val="Heading3"/>
      </w:pPr>
      <w:r w:rsidRPr="008E7459">
        <w:t>Government</w:t>
      </w:r>
      <w:r w:rsidR="001569B9" w:rsidRPr="008E7459">
        <w:t>s’</w:t>
      </w:r>
      <w:r w:rsidRPr="008E7459">
        <w:t xml:space="preserve"> r</w:t>
      </w:r>
      <w:r w:rsidR="000A2042" w:rsidRPr="008E7459">
        <w:t>oles and responsibilities</w:t>
      </w:r>
    </w:p>
    <w:p w:rsidR="00176CFD" w:rsidRPr="008E7459" w:rsidRDefault="00176CFD" w:rsidP="00F225AF">
      <w:pPr>
        <w:pStyle w:val="BodyText"/>
      </w:pPr>
      <w:r w:rsidRPr="008E7459">
        <w:t>The roles of the Commonwealth under the NEA are detailed at para. 18 of the Agreement. The State and Territor</w:t>
      </w:r>
      <w:r w:rsidR="00830875" w:rsidRPr="008E7459">
        <w:t>y</w:t>
      </w:r>
      <w:r w:rsidRPr="008E7459">
        <w:t xml:space="preserve"> roles and responsibilities are detailed at para.</w:t>
      </w:r>
      <w:r w:rsidR="00666D5D" w:rsidRPr="008E7459">
        <w:t> </w:t>
      </w:r>
      <w:r w:rsidRPr="008E7459">
        <w:t>19</w:t>
      </w:r>
      <w:r w:rsidR="00830875" w:rsidRPr="008E7459">
        <w:t>. S</w:t>
      </w:r>
      <w:r w:rsidRPr="008E7459">
        <w:t>hared roles and responsibilities are detailed at para. 17.</w:t>
      </w:r>
    </w:p>
    <w:p w:rsidR="002924EC" w:rsidRPr="008E7459" w:rsidRDefault="00176CFD" w:rsidP="00F225AF">
      <w:pPr>
        <w:pStyle w:val="BodyText"/>
      </w:pPr>
      <w:r w:rsidRPr="008E7459">
        <w:t xml:space="preserve">Under constitutional arrangements, State and Territory governments </w:t>
      </w:r>
      <w:r w:rsidR="00830875" w:rsidRPr="008E7459">
        <w:t>are responsible for ensuring</w:t>
      </w:r>
      <w:r w:rsidRPr="008E7459">
        <w:t xml:space="preserve"> the delivery of schooling to all children of school age. They regulate school </w:t>
      </w:r>
      <w:r w:rsidR="00250A33" w:rsidRPr="008E7459">
        <w:t>activities and provide most of the funding. State and Territory governments are directly responsible for the administration of government schools</w:t>
      </w:r>
      <w:r w:rsidR="00A37169" w:rsidRPr="008E7459">
        <w:t>,</w:t>
      </w:r>
      <w:r w:rsidR="00250A33" w:rsidRPr="008E7459">
        <w:t xml:space="preserve"> for which they provide the majority of government </w:t>
      </w:r>
      <w:r w:rsidR="00830875" w:rsidRPr="008E7459">
        <w:t>funding</w:t>
      </w:r>
      <w:r w:rsidR="00250A33" w:rsidRPr="008E7459">
        <w:t>. Non</w:t>
      </w:r>
      <w:r w:rsidR="00DE694D" w:rsidRPr="008E7459">
        <w:noBreakHyphen/>
      </w:r>
      <w:r w:rsidR="00250A33" w:rsidRPr="008E7459">
        <w:t xml:space="preserve">government schools operate under conditions </w:t>
      </w:r>
      <w:r w:rsidR="002924EC" w:rsidRPr="008E7459">
        <w:t xml:space="preserve">determined by State and Territory government registration authorities and also receive </w:t>
      </w:r>
      <w:r w:rsidR="00830875" w:rsidRPr="008E7459">
        <w:t xml:space="preserve">some </w:t>
      </w:r>
      <w:r w:rsidR="002924EC" w:rsidRPr="008E7459">
        <w:t>State and Territory government funding.</w:t>
      </w:r>
    </w:p>
    <w:p w:rsidR="002A1CCD" w:rsidRPr="008E7459" w:rsidRDefault="002924EC" w:rsidP="001E36B5">
      <w:pPr>
        <w:pStyle w:val="BodyText"/>
      </w:pPr>
      <w:r w:rsidRPr="008E7459">
        <w:t xml:space="preserve">The Australian Government </w:t>
      </w:r>
      <w:r w:rsidR="00333549" w:rsidRPr="008E7459">
        <w:t xml:space="preserve">currently </w:t>
      </w:r>
      <w:r w:rsidRPr="008E7459">
        <w:t xml:space="preserve">provides </w:t>
      </w:r>
      <w:r w:rsidR="00D62655" w:rsidRPr="008E7459">
        <w:t xml:space="preserve">supplementary </w:t>
      </w:r>
      <w:r w:rsidRPr="008E7459">
        <w:t xml:space="preserve">funding for </w:t>
      </w:r>
      <w:r w:rsidR="00D62655" w:rsidRPr="008E7459">
        <w:t xml:space="preserve">government </w:t>
      </w:r>
      <w:r w:rsidRPr="008E7459">
        <w:t xml:space="preserve">schools through </w:t>
      </w:r>
      <w:r w:rsidR="00D62655" w:rsidRPr="008E7459">
        <w:t xml:space="preserve">the </w:t>
      </w:r>
      <w:r w:rsidR="0047002E" w:rsidRPr="008E7459">
        <w:t xml:space="preserve">National </w:t>
      </w:r>
      <w:r w:rsidR="00333549" w:rsidRPr="008E7459">
        <w:t>Schools Specific Purpose Payment</w:t>
      </w:r>
      <w:r w:rsidR="00310533" w:rsidRPr="008E7459">
        <w:t>,</w:t>
      </w:r>
      <w:r w:rsidR="00333549" w:rsidRPr="008E7459">
        <w:t xml:space="preserve"> which is associated with the </w:t>
      </w:r>
      <w:r w:rsidR="00D62655" w:rsidRPr="008E7459">
        <w:t>NEA</w:t>
      </w:r>
      <w:r w:rsidR="00310533" w:rsidRPr="008E7459">
        <w:t>,</w:t>
      </w:r>
      <w:r w:rsidR="00D62655" w:rsidRPr="008E7459">
        <w:t xml:space="preserve"> and for non</w:t>
      </w:r>
      <w:r w:rsidR="00DE694D" w:rsidRPr="008E7459">
        <w:noBreakHyphen/>
      </w:r>
      <w:r w:rsidR="00D62655" w:rsidRPr="008E7459">
        <w:t xml:space="preserve">government schools through the </w:t>
      </w:r>
      <w:r w:rsidR="00D62655" w:rsidRPr="008E7459">
        <w:rPr>
          <w:i/>
        </w:rPr>
        <w:t>Schools Assistance Act 2008</w:t>
      </w:r>
      <w:r w:rsidR="00310533" w:rsidRPr="008E7459">
        <w:t xml:space="preserve">. The </w:t>
      </w:r>
      <w:r w:rsidR="0047002E" w:rsidRPr="008E7459">
        <w:t xml:space="preserve">National </w:t>
      </w:r>
      <w:r w:rsidR="00310533" w:rsidRPr="008E7459">
        <w:t>Schools Specific Purpose Payment and Schools Assistance Act both</w:t>
      </w:r>
      <w:r w:rsidR="0077442B" w:rsidRPr="008E7459">
        <w:t xml:space="preserve"> came into effect on 1 January</w:t>
      </w:r>
      <w:r w:rsidR="00DE694D" w:rsidRPr="008E7459">
        <w:t xml:space="preserve"> </w:t>
      </w:r>
      <w:r w:rsidR="00D62655" w:rsidRPr="008E7459">
        <w:t>2009. O</w:t>
      </w:r>
      <w:r w:rsidRPr="008E7459">
        <w:t xml:space="preserve">ther </w:t>
      </w:r>
      <w:r w:rsidR="00D62655" w:rsidRPr="008E7459">
        <w:t xml:space="preserve">Australian Government </w:t>
      </w:r>
      <w:r w:rsidRPr="008E7459">
        <w:t xml:space="preserve">payments </w:t>
      </w:r>
      <w:r w:rsidR="002A1CCD" w:rsidRPr="008E7459">
        <w:t xml:space="preserve">of a smaller scale are </w:t>
      </w:r>
      <w:r w:rsidRPr="008E7459">
        <w:t xml:space="preserve">made directly to school communities, students and other organisations to support schooling. </w:t>
      </w:r>
    </w:p>
    <w:p w:rsidR="00BE16C0" w:rsidRPr="008E7459" w:rsidRDefault="008D447F" w:rsidP="008D447F">
      <w:pPr>
        <w:pStyle w:val="BodyText"/>
      </w:pPr>
      <w:r w:rsidRPr="008E7459">
        <w:lastRenderedPageBreak/>
        <w:t>The Standing Council on School Education and Early Childhood (SCSEEC)</w:t>
      </w:r>
      <w:r w:rsidRPr="008E7459">
        <w:rPr>
          <w:rStyle w:val="FootnoteReference"/>
        </w:rPr>
        <w:footnoteReference w:id="1"/>
      </w:r>
      <w:r w:rsidRPr="008E7459">
        <w:t xml:space="preserve"> — comprising Australian, State and Territory, and New Zealand education ministers — is the principal forum for identifying priority issues of national significance for schooling. </w:t>
      </w:r>
    </w:p>
    <w:p w:rsidR="00FD734F" w:rsidRPr="008E7459" w:rsidRDefault="00F9376C" w:rsidP="005D2FA5">
      <w:pPr>
        <w:pStyle w:val="BodyText"/>
      </w:pPr>
      <w:r w:rsidRPr="008E7459">
        <w:t xml:space="preserve">At </w:t>
      </w:r>
      <w:r w:rsidR="00BE16C0" w:rsidRPr="008E7459">
        <w:t xml:space="preserve">its </w:t>
      </w:r>
      <w:r w:rsidR="0077442B" w:rsidRPr="008E7459">
        <w:t>7 December</w:t>
      </w:r>
      <w:r w:rsidR="00DE694D" w:rsidRPr="008E7459">
        <w:t xml:space="preserve"> </w:t>
      </w:r>
      <w:r w:rsidRPr="008E7459">
        <w:t>2012</w:t>
      </w:r>
      <w:r w:rsidR="008D447F" w:rsidRPr="008E7459">
        <w:t xml:space="preserve"> meeting</w:t>
      </w:r>
      <w:r w:rsidR="00C20B8E" w:rsidRPr="008E7459">
        <w:t>,</w:t>
      </w:r>
      <w:r w:rsidR="008D447F" w:rsidRPr="008E7459">
        <w:t xml:space="preserve"> the SCSEEC discussed </w:t>
      </w:r>
      <w:r w:rsidR="004E192C" w:rsidRPr="008E7459">
        <w:t>the National Plan for School Improvement, the Australia Government</w:t>
      </w:r>
      <w:r w:rsidR="00BE16C0" w:rsidRPr="008E7459">
        <w:t>’</w:t>
      </w:r>
      <w:r w:rsidR="005D7A88" w:rsidRPr="008E7459">
        <w:t>s</w:t>
      </w:r>
      <w:r w:rsidR="004E192C" w:rsidRPr="008E7459">
        <w:t xml:space="preserve"> </w:t>
      </w:r>
      <w:r w:rsidR="005D7A88" w:rsidRPr="008E7459">
        <w:t>response to the</w:t>
      </w:r>
      <w:r w:rsidR="008D447F" w:rsidRPr="008E7459">
        <w:t xml:space="preserve"> Gonski Report — </w:t>
      </w:r>
      <w:r w:rsidR="008D447F" w:rsidRPr="008E7459">
        <w:rPr>
          <w:i/>
        </w:rPr>
        <w:t>Review of Funding for Schooling</w:t>
      </w:r>
      <w:r w:rsidR="0077442B" w:rsidRPr="008E7459">
        <w:t xml:space="preserve"> (Gonski et al. </w:t>
      </w:r>
      <w:r w:rsidR="008D447F" w:rsidRPr="008E7459">
        <w:t>2012).</w:t>
      </w:r>
      <w:r w:rsidR="00BE16C0" w:rsidRPr="008E7459">
        <w:t xml:space="preserve"> </w:t>
      </w:r>
      <w:r w:rsidR="00D36B60" w:rsidRPr="008E7459">
        <w:t xml:space="preserve">At the COAG meeting on </w:t>
      </w:r>
      <w:r w:rsidR="00785E15" w:rsidRPr="008E7459">
        <w:t>19</w:t>
      </w:r>
      <w:r w:rsidR="00BE16C0" w:rsidRPr="008E7459">
        <w:t> </w:t>
      </w:r>
      <w:r w:rsidR="00D36B60" w:rsidRPr="008E7459">
        <w:t xml:space="preserve">April </w:t>
      </w:r>
      <w:r w:rsidR="00785E15" w:rsidRPr="008E7459">
        <w:t>2013</w:t>
      </w:r>
      <w:r w:rsidR="00D36B60" w:rsidRPr="008E7459">
        <w:t xml:space="preserve">, all </w:t>
      </w:r>
      <w:r w:rsidR="005322A3" w:rsidRPr="008E7459">
        <w:t xml:space="preserve">governments </w:t>
      </w:r>
      <w:r w:rsidR="00D36B60" w:rsidRPr="008E7459">
        <w:t>affirmed their commitment to negotiations on the National Plan for School Improve</w:t>
      </w:r>
      <w:r w:rsidR="00785E15" w:rsidRPr="008E7459">
        <w:t>ment</w:t>
      </w:r>
      <w:r w:rsidR="00601015" w:rsidRPr="008E7459">
        <w:t xml:space="preserve"> </w:t>
      </w:r>
      <w:r w:rsidR="0077442B" w:rsidRPr="008E7459">
        <w:t>(COAG </w:t>
      </w:r>
      <w:r w:rsidR="008643AA" w:rsidRPr="008E7459">
        <w:t>2013)</w:t>
      </w:r>
      <w:r w:rsidR="00FD734F" w:rsidRPr="008E7459">
        <w:t>.</w:t>
      </w:r>
    </w:p>
    <w:p w:rsidR="002924EC" w:rsidRPr="008E7459" w:rsidRDefault="002924EC" w:rsidP="00B03C60">
      <w:pPr>
        <w:pStyle w:val="Heading3"/>
      </w:pPr>
      <w:r w:rsidRPr="008E7459">
        <w:t>Structure</w:t>
      </w:r>
      <w:r w:rsidR="00322A1C" w:rsidRPr="008E7459">
        <w:t xml:space="preserve"> of school education</w:t>
      </w:r>
    </w:p>
    <w:p w:rsidR="00C41CD3" w:rsidRPr="008E7459" w:rsidRDefault="00C41CD3" w:rsidP="00F225AF">
      <w:pPr>
        <w:pStyle w:val="BodyText"/>
      </w:pPr>
      <w:r w:rsidRPr="008E7459">
        <w:t xml:space="preserve">The structure of school education varies across states and territories. These differences can influence the </w:t>
      </w:r>
      <w:r w:rsidR="00DF716C" w:rsidRPr="008E7459">
        <w:t xml:space="preserve">comparability and </w:t>
      </w:r>
      <w:r w:rsidRPr="008E7459">
        <w:t xml:space="preserve">interpretation of data presented under common classifications. </w:t>
      </w:r>
      <w:r w:rsidR="004860DF" w:rsidRPr="008E7459">
        <w:t>Depending on the State or Territory, f</w:t>
      </w:r>
      <w:r w:rsidR="00FA4756" w:rsidRPr="008E7459">
        <w:t>ormal schooling consists of seven</w:t>
      </w:r>
      <w:r w:rsidRPr="008E7459">
        <w:t xml:space="preserve"> to eight years of primary school education followed by five to six years of secondary school education. All states and territories divide school education into compulsory and non</w:t>
      </w:r>
      <w:r w:rsidR="00DE694D" w:rsidRPr="008E7459">
        <w:noBreakHyphen/>
      </w:r>
      <w:r w:rsidRPr="008E7459">
        <w:t>compulsory components</w:t>
      </w:r>
      <w:r w:rsidR="00C20B8E" w:rsidRPr="008E7459">
        <w:t>,</w:t>
      </w:r>
      <w:r w:rsidRPr="008E7459">
        <w:t xml:space="preserve"> based primarily on age.</w:t>
      </w:r>
      <w:r w:rsidR="00DF716C" w:rsidRPr="008E7459">
        <w:t xml:space="preserve"> Schooling is generally full time, although an increasing proportion of part time study occurs in more senior years.</w:t>
      </w:r>
    </w:p>
    <w:p w:rsidR="00C41CD3" w:rsidRPr="008E7459" w:rsidRDefault="00C41CD3" w:rsidP="00F225AF">
      <w:pPr>
        <w:pStyle w:val="BodyText"/>
      </w:pPr>
      <w:r w:rsidRPr="008E7459">
        <w:t>In 20</w:t>
      </w:r>
      <w:r w:rsidR="007F5FE5" w:rsidRPr="008E7459">
        <w:t>1</w:t>
      </w:r>
      <w:r w:rsidR="00D126CE" w:rsidRPr="008E7459">
        <w:t>2</w:t>
      </w:r>
      <w:r w:rsidRPr="008E7459">
        <w:t>, the compulsory starting age for school education in states and territories was:</w:t>
      </w:r>
    </w:p>
    <w:p w:rsidR="00C41CD3" w:rsidRPr="008E7459" w:rsidRDefault="00C41CD3" w:rsidP="00C41CD3">
      <w:pPr>
        <w:pStyle w:val="ListBullet"/>
      </w:pPr>
      <w:r w:rsidRPr="008E7459">
        <w:t>5 years of age (Tasmania)</w:t>
      </w:r>
    </w:p>
    <w:p w:rsidR="00C41CD3" w:rsidRPr="008E7459" w:rsidRDefault="00C41CD3" w:rsidP="00C41CD3">
      <w:pPr>
        <w:pStyle w:val="ListBullet"/>
      </w:pPr>
      <w:r w:rsidRPr="008E7459">
        <w:t xml:space="preserve">6 years of age (NSW, Victoria, Queensland, WA, SA, </w:t>
      </w:r>
      <w:r w:rsidR="006A6059" w:rsidRPr="008E7459">
        <w:t xml:space="preserve">the </w:t>
      </w:r>
      <w:r w:rsidRPr="008E7459">
        <w:t>ACT and</w:t>
      </w:r>
      <w:r w:rsidR="006A6059" w:rsidRPr="008E7459">
        <w:t xml:space="preserve"> the</w:t>
      </w:r>
      <w:r w:rsidRPr="008E7459">
        <w:t xml:space="preserve"> NT)</w:t>
      </w:r>
      <w:r w:rsidR="006A6059" w:rsidRPr="008E7459">
        <w:t>.</w:t>
      </w:r>
    </w:p>
    <w:p w:rsidR="00DF716C" w:rsidRPr="008E7459" w:rsidRDefault="00DF716C" w:rsidP="00F225AF">
      <w:pPr>
        <w:pStyle w:val="BodyText"/>
      </w:pPr>
      <w:r w:rsidRPr="008E7459">
        <w:t>Children may commence school at an age younger than the statutory age at which they are required to attend school. Most children commence full</w:t>
      </w:r>
      <w:r w:rsidR="004176F2" w:rsidRPr="008E7459">
        <w:t xml:space="preserve"> </w:t>
      </w:r>
      <w:r w:rsidRPr="008E7459">
        <w:t>time schooling in the year preceding Year 1 (</w:t>
      </w:r>
      <w:r w:rsidR="00AB6BD8" w:rsidRPr="008E7459">
        <w:t>pre</w:t>
      </w:r>
      <w:r w:rsidR="00DE694D" w:rsidRPr="008E7459">
        <w:noBreakHyphen/>
      </w:r>
      <w:r w:rsidR="00AB6BD8" w:rsidRPr="008E7459">
        <w:t>year 1).</w:t>
      </w:r>
    </w:p>
    <w:p w:rsidR="00997983" w:rsidRPr="008E7459" w:rsidRDefault="0077442B" w:rsidP="00F225AF">
      <w:pPr>
        <w:pStyle w:val="BodyText"/>
      </w:pPr>
      <w:r w:rsidRPr="008E7459">
        <w:t>At its 30 April</w:t>
      </w:r>
      <w:r w:rsidR="00DE694D" w:rsidRPr="008E7459">
        <w:t xml:space="preserve"> </w:t>
      </w:r>
      <w:r w:rsidR="008D5F40" w:rsidRPr="008E7459">
        <w:t>2009 meeting, COAG agreed to a</w:t>
      </w:r>
      <w:r w:rsidR="00C41CD3" w:rsidRPr="008E7459">
        <w:t xml:space="preserve"> Compact with Young Australians,</w:t>
      </w:r>
      <w:r w:rsidR="00D41B2F" w:rsidRPr="008E7459">
        <w:t xml:space="preserve"> </w:t>
      </w:r>
      <w:r w:rsidR="008D5F40" w:rsidRPr="008E7459">
        <w:t>delivered under the</w:t>
      </w:r>
      <w:r w:rsidR="00D41B2F" w:rsidRPr="008E7459">
        <w:t xml:space="preserve"> </w:t>
      </w:r>
      <w:r w:rsidR="00AB6BD8" w:rsidRPr="008E7459">
        <w:rPr>
          <w:i/>
        </w:rPr>
        <w:t xml:space="preserve">National Partnership </w:t>
      </w:r>
      <w:r w:rsidR="00D41B2F" w:rsidRPr="008E7459">
        <w:rPr>
          <w:i/>
        </w:rPr>
        <w:t xml:space="preserve">on </w:t>
      </w:r>
      <w:r w:rsidR="00AB6BD8" w:rsidRPr="008E7459">
        <w:rPr>
          <w:i/>
        </w:rPr>
        <w:t>Youth Attainment and T</w:t>
      </w:r>
      <w:r w:rsidR="00D41B2F" w:rsidRPr="008E7459">
        <w:rPr>
          <w:i/>
        </w:rPr>
        <w:t>ransitions</w:t>
      </w:r>
      <w:r w:rsidR="008D5F40" w:rsidRPr="008E7459">
        <w:t>. As part of the Compact, the</w:t>
      </w:r>
      <w:r w:rsidR="00C41CD3" w:rsidRPr="008E7459">
        <w:t xml:space="preserve"> National Youth Participation Requirement (NYPR) </w:t>
      </w:r>
      <w:r w:rsidR="008D5F40" w:rsidRPr="008E7459">
        <w:t>commenced</w:t>
      </w:r>
      <w:r w:rsidRPr="008E7459">
        <w:t xml:space="preserve"> on 1 January</w:t>
      </w:r>
      <w:r w:rsidR="00DE694D" w:rsidRPr="008E7459">
        <w:t xml:space="preserve"> </w:t>
      </w:r>
      <w:r w:rsidR="00C41CD3" w:rsidRPr="008E7459">
        <w:t>2010</w:t>
      </w:r>
      <w:r w:rsidR="00997983" w:rsidRPr="008E7459">
        <w:t xml:space="preserve"> and requires that:</w:t>
      </w:r>
    </w:p>
    <w:p w:rsidR="00997983" w:rsidRPr="008E7459" w:rsidRDefault="00997983" w:rsidP="00997983">
      <w:pPr>
        <w:pStyle w:val="ListBullet"/>
      </w:pPr>
      <w:r w:rsidRPr="008E7459">
        <w:lastRenderedPageBreak/>
        <w:t>a</w:t>
      </w:r>
      <w:r w:rsidR="008D5F40" w:rsidRPr="008E7459">
        <w:t>ll y</w:t>
      </w:r>
      <w:r w:rsidR="00C41CD3" w:rsidRPr="008E7459">
        <w:t xml:space="preserve">oung people </w:t>
      </w:r>
      <w:r w:rsidR="00AB6BD8" w:rsidRPr="008E7459">
        <w:t>are</w:t>
      </w:r>
      <w:r w:rsidR="00C41CD3" w:rsidRPr="008E7459">
        <w:t xml:space="preserve"> </w:t>
      </w:r>
      <w:r w:rsidRPr="008E7459">
        <w:t xml:space="preserve">to </w:t>
      </w:r>
      <w:r w:rsidR="00C41CD3" w:rsidRPr="008E7459">
        <w:t>participate in schooling (or an approved equivale</w:t>
      </w:r>
      <w:r w:rsidRPr="008E7459">
        <w:t>nt) until they complete Year 10</w:t>
      </w:r>
      <w:r w:rsidR="00C41CD3" w:rsidRPr="008E7459">
        <w:t xml:space="preserve"> </w:t>
      </w:r>
    </w:p>
    <w:p w:rsidR="00997983" w:rsidRPr="008E7459" w:rsidRDefault="00997983" w:rsidP="00997983">
      <w:pPr>
        <w:pStyle w:val="ListBullet"/>
      </w:pPr>
      <w:r w:rsidRPr="008E7459">
        <w:t>following Year 10, all young people are to</w:t>
      </w:r>
      <w:r w:rsidR="00C41CD3" w:rsidRPr="008E7459">
        <w:t xml:space="preserve"> participate full</w:t>
      </w:r>
      <w:r w:rsidR="000F0B81" w:rsidRPr="008E7459">
        <w:t xml:space="preserve"> </w:t>
      </w:r>
      <w:r w:rsidR="00C41CD3" w:rsidRPr="008E7459">
        <w:t>tim</w:t>
      </w:r>
      <w:r w:rsidR="00D41B2F" w:rsidRPr="008E7459">
        <w:t>e (at least 25 </w:t>
      </w:r>
      <w:r w:rsidR="00C41CD3" w:rsidRPr="008E7459">
        <w:t>hours per week) in education, training or employment, or a combination of these activities, until 17</w:t>
      </w:r>
      <w:r w:rsidR="006A6059" w:rsidRPr="008E7459">
        <w:t xml:space="preserve"> years of age</w:t>
      </w:r>
      <w:r w:rsidR="00C41CD3" w:rsidRPr="008E7459">
        <w:t xml:space="preserve">. </w:t>
      </w:r>
    </w:p>
    <w:p w:rsidR="00C41CD3" w:rsidRPr="008E7459" w:rsidRDefault="00C41CD3" w:rsidP="00997983">
      <w:pPr>
        <w:pStyle w:val="BodyText"/>
      </w:pPr>
      <w:r w:rsidRPr="008E7459">
        <w:t xml:space="preserve">The NYPR will be implemented through </w:t>
      </w:r>
      <w:r w:rsidR="00025751" w:rsidRPr="008E7459">
        <w:t>State and T</w:t>
      </w:r>
      <w:r w:rsidRPr="008E7459">
        <w:t xml:space="preserve">erritory legislation where </w:t>
      </w:r>
      <w:r w:rsidR="008D5F40" w:rsidRPr="008E7459">
        <w:t xml:space="preserve">at least </w:t>
      </w:r>
      <w:r w:rsidRPr="008E7459">
        <w:t xml:space="preserve">equivalent provisions are not already in place, and exemptions will </w:t>
      </w:r>
      <w:r w:rsidR="00025751" w:rsidRPr="008E7459">
        <w:t>continue in line with existing State and T</w:t>
      </w:r>
      <w:r w:rsidRPr="008E7459">
        <w:t>errito</w:t>
      </w:r>
      <w:r w:rsidR="00290EEB" w:rsidRPr="008E7459">
        <w:t>ry practice (COAG 2009c</w:t>
      </w:r>
      <w:r w:rsidR="008D5F40" w:rsidRPr="008E7459">
        <w:t>).</w:t>
      </w:r>
    </w:p>
    <w:p w:rsidR="00CB0CA8" w:rsidRPr="008E7459" w:rsidRDefault="00CB0CA8" w:rsidP="00CB0CA8">
      <w:pPr>
        <w:pStyle w:val="Heading3"/>
      </w:pPr>
      <w:r w:rsidRPr="008E7459">
        <w:t>Early childhood education</w:t>
      </w:r>
      <w:r w:rsidR="00C61836" w:rsidRPr="008E7459">
        <w:t xml:space="preserve"> and development</w:t>
      </w:r>
    </w:p>
    <w:p w:rsidR="00C61836" w:rsidRPr="008E7459" w:rsidRDefault="00CB0CA8" w:rsidP="001E36B5">
      <w:pPr>
        <w:pStyle w:val="BodyText"/>
      </w:pPr>
      <w:r w:rsidRPr="008E7459">
        <w:t>Research indicates that quality early childhood education can assist children’s school performance, particularly for children from d</w:t>
      </w:r>
      <w:r w:rsidR="0077442B" w:rsidRPr="008E7459">
        <w:t>isadvantaged backgrounds (DEECD </w:t>
      </w:r>
      <w:r w:rsidRPr="008E7459">
        <w:t>2008</w:t>
      </w:r>
      <w:r w:rsidR="0077442B" w:rsidRPr="008E7459">
        <w:t>; DEEWR </w:t>
      </w:r>
      <w:r w:rsidR="0027583D" w:rsidRPr="008E7459">
        <w:t>2009</w:t>
      </w:r>
      <w:r w:rsidR="0065455E" w:rsidRPr="008E7459">
        <w:t>; Lidell, Ba</w:t>
      </w:r>
      <w:r w:rsidR="0077442B" w:rsidRPr="008E7459">
        <w:t>rnett, Diallo Roost &amp; McEachren </w:t>
      </w:r>
      <w:r w:rsidR="0065455E" w:rsidRPr="008E7459">
        <w:t>2011</w:t>
      </w:r>
      <w:r w:rsidRPr="008E7459">
        <w:t>).</w:t>
      </w:r>
      <w:r w:rsidR="00E808F4" w:rsidRPr="008E7459">
        <w:t xml:space="preserve"> </w:t>
      </w:r>
      <w:r w:rsidRPr="008E7459">
        <w:t xml:space="preserve">Children without </w:t>
      </w:r>
      <w:r w:rsidR="00E76CD1" w:rsidRPr="008E7459">
        <w:t xml:space="preserve">formal </w:t>
      </w:r>
      <w:r w:rsidRPr="008E7459">
        <w:t xml:space="preserve">early childhood </w:t>
      </w:r>
      <w:r w:rsidR="00A76DC1" w:rsidRPr="008E7459">
        <w:t xml:space="preserve">education </w:t>
      </w:r>
      <w:r w:rsidRPr="008E7459">
        <w:t xml:space="preserve">have greater difficulty making the transition to the first year of school, take longer to settle into the routines of a classroom and find it harder to respond appropriately </w:t>
      </w:r>
      <w:r w:rsidR="0077442B" w:rsidRPr="008E7459">
        <w:t>to tasks and expectations (ACCI </w:t>
      </w:r>
      <w:r w:rsidRPr="008E7459">
        <w:t>2007).</w:t>
      </w:r>
      <w:r w:rsidR="00C61836" w:rsidRPr="008E7459">
        <w:t xml:space="preserve"> </w:t>
      </w:r>
    </w:p>
    <w:p w:rsidR="00501723" w:rsidRPr="008E7459" w:rsidRDefault="00C61836" w:rsidP="001E36B5">
      <w:pPr>
        <w:pStyle w:val="BodyText"/>
      </w:pPr>
      <w:r w:rsidRPr="008E7459">
        <w:t>In its review of the NEA performance indicator framework, COAG requested SCSEEC to ‘assess the availability and feasibility of a nationally consistent tool, such as the Australian Early Development Index, to measure educational disadvantage at an individual level and to provide a baseline to measure of gain over time to support performance reporting under the NEA</w:t>
      </w:r>
      <w:r w:rsidR="0077442B" w:rsidRPr="008E7459">
        <w:t>’ (COAG </w:t>
      </w:r>
      <w:r w:rsidRPr="008E7459">
        <w:t>2012</w:t>
      </w:r>
      <w:r w:rsidR="00270088" w:rsidRPr="008E7459">
        <w:t>c</w:t>
      </w:r>
      <w:r w:rsidRPr="008E7459">
        <w:t>).</w:t>
      </w:r>
    </w:p>
    <w:p w:rsidR="00156246" w:rsidRPr="008E7459" w:rsidRDefault="00156246" w:rsidP="00F225AF">
      <w:pPr>
        <w:pStyle w:val="BodyText"/>
      </w:pPr>
      <w:r w:rsidRPr="008E7459">
        <w:t>The Australian Early Development Index (AEDI)</w:t>
      </w:r>
      <w:r w:rsidR="009312EF" w:rsidRPr="008E7459">
        <w:t xml:space="preserve"> was endorsed by COAG</w:t>
      </w:r>
      <w:r w:rsidR="00EE111D" w:rsidRPr="008E7459">
        <w:t xml:space="preserve"> in 2006</w:t>
      </w:r>
      <w:r w:rsidR="009312EF" w:rsidRPr="008E7459">
        <w:t xml:space="preserve"> as a national progress measure of early childhood development. The AEDI is a population measure of children’s </w:t>
      </w:r>
      <w:r w:rsidR="00F8485D" w:rsidRPr="008E7459">
        <w:t>development as they enter school, and</w:t>
      </w:r>
      <w:r w:rsidRPr="008E7459">
        <w:t xml:space="preserve"> measures </w:t>
      </w:r>
      <w:r w:rsidR="004860DF" w:rsidRPr="008E7459">
        <w:t xml:space="preserve">the following </w:t>
      </w:r>
      <w:r w:rsidRPr="008E7459">
        <w:t>five areas of early childhood development</w:t>
      </w:r>
      <w:r w:rsidR="004860DF" w:rsidRPr="008E7459">
        <w:t>, using</w:t>
      </w:r>
      <w:r w:rsidRPr="008E7459">
        <w:t xml:space="preserve"> information collected through a teacher completed checklist:</w:t>
      </w:r>
    </w:p>
    <w:p w:rsidR="00156246" w:rsidRPr="008E7459" w:rsidRDefault="00156246" w:rsidP="00156246">
      <w:pPr>
        <w:pStyle w:val="ListBullet"/>
      </w:pPr>
      <w:r w:rsidRPr="008E7459">
        <w:t>physical health and wellbeing</w:t>
      </w:r>
    </w:p>
    <w:p w:rsidR="00156246" w:rsidRPr="008E7459" w:rsidRDefault="00156246" w:rsidP="00156246">
      <w:pPr>
        <w:pStyle w:val="ListBullet"/>
      </w:pPr>
      <w:r w:rsidRPr="008E7459">
        <w:t>social competence</w:t>
      </w:r>
    </w:p>
    <w:p w:rsidR="00156246" w:rsidRPr="008E7459" w:rsidRDefault="00156246" w:rsidP="00156246">
      <w:pPr>
        <w:pStyle w:val="ListBullet"/>
      </w:pPr>
      <w:r w:rsidRPr="008E7459">
        <w:t>emotional maturity</w:t>
      </w:r>
    </w:p>
    <w:p w:rsidR="00156246" w:rsidRPr="008E7459" w:rsidRDefault="00156246" w:rsidP="00156246">
      <w:pPr>
        <w:pStyle w:val="ListBullet"/>
      </w:pPr>
      <w:r w:rsidRPr="008E7459">
        <w:t>language and cognitive skills (school</w:t>
      </w:r>
      <w:r w:rsidR="00DE694D" w:rsidRPr="008E7459">
        <w:noBreakHyphen/>
      </w:r>
      <w:r w:rsidRPr="008E7459">
        <w:t>based)</w:t>
      </w:r>
    </w:p>
    <w:p w:rsidR="00F8485D" w:rsidRPr="008E7459" w:rsidRDefault="00156246" w:rsidP="00156246">
      <w:pPr>
        <w:pStyle w:val="ListBullet"/>
      </w:pPr>
      <w:r w:rsidRPr="008E7459">
        <w:t>communication skills and general knowledge.</w:t>
      </w:r>
    </w:p>
    <w:p w:rsidR="00037301" w:rsidRPr="008E7459" w:rsidRDefault="008D447F" w:rsidP="00F55177">
      <w:pPr>
        <w:pStyle w:val="BodyText"/>
      </w:pPr>
      <w:r w:rsidRPr="008E7459">
        <w:t>The AEDI national report</w:t>
      </w:r>
      <w:r w:rsidR="00F55177" w:rsidRPr="008E7459">
        <w:t xml:space="preserve"> for 2012</w:t>
      </w:r>
      <w:r w:rsidRPr="008E7459">
        <w:t xml:space="preserve"> found that the majority of children are doing well on each of the five AEDI developmental domains.</w:t>
      </w:r>
      <w:r w:rsidR="009B3D39" w:rsidRPr="008E7459">
        <w:t xml:space="preserve"> Across Australia, </w:t>
      </w:r>
      <w:r w:rsidR="00F55177" w:rsidRPr="008E7459">
        <w:t xml:space="preserve">a lower </w:t>
      </w:r>
      <w:r w:rsidR="00F55177" w:rsidRPr="008E7459">
        <w:lastRenderedPageBreak/>
        <w:t xml:space="preserve">proportion of children </w:t>
      </w:r>
      <w:r w:rsidR="00E76CD1" w:rsidRPr="008E7459">
        <w:t xml:space="preserve">were </w:t>
      </w:r>
      <w:r w:rsidR="00F55177" w:rsidRPr="008E7459">
        <w:t>developmentally vulnerable</w:t>
      </w:r>
      <w:r w:rsidR="005E4A51" w:rsidRPr="008E7459">
        <w:t xml:space="preserve"> (below the 10</w:t>
      </w:r>
      <w:r w:rsidR="005E4A51" w:rsidRPr="008E7459">
        <w:rPr>
          <w:vertAlign w:val="superscript"/>
        </w:rPr>
        <w:t>th</w:t>
      </w:r>
      <w:r w:rsidR="005E4A51" w:rsidRPr="008E7459">
        <w:t xml:space="preserve"> percentile)</w:t>
      </w:r>
      <w:r w:rsidR="00F55177" w:rsidRPr="008E7459">
        <w:t xml:space="preserve"> in 2012</w:t>
      </w:r>
      <w:r w:rsidR="00037301" w:rsidRPr="008E7459">
        <w:t xml:space="preserve"> (22.0 </w:t>
      </w:r>
      <w:r w:rsidR="00781B70" w:rsidRPr="008E7459">
        <w:t>per cent</w:t>
      </w:r>
      <w:r w:rsidR="00037301" w:rsidRPr="008E7459">
        <w:t>)</w:t>
      </w:r>
      <w:r w:rsidR="00F55177" w:rsidRPr="008E7459">
        <w:t xml:space="preserve"> compared with 2009</w:t>
      </w:r>
      <w:r w:rsidR="00037301" w:rsidRPr="008E7459">
        <w:t xml:space="preserve"> (23.6 </w:t>
      </w:r>
      <w:r w:rsidR="00781B70" w:rsidRPr="008E7459">
        <w:t>per cent</w:t>
      </w:r>
      <w:r w:rsidR="00037301" w:rsidRPr="008E7459">
        <w:t>)</w:t>
      </w:r>
      <w:r w:rsidR="00F55177" w:rsidRPr="008E7459">
        <w:t xml:space="preserve">. </w:t>
      </w:r>
      <w:r w:rsidR="009B3D39" w:rsidRPr="008E7459">
        <w:t xml:space="preserve">In 2012, </w:t>
      </w:r>
      <w:r w:rsidR="00037301" w:rsidRPr="008E7459">
        <w:t>some groups were more likely to be developmentally vulnerable, including:</w:t>
      </w:r>
    </w:p>
    <w:p w:rsidR="00037301" w:rsidRPr="008E7459" w:rsidRDefault="009B3D39" w:rsidP="00037301">
      <w:pPr>
        <w:pStyle w:val="ListBullet"/>
      </w:pPr>
      <w:r w:rsidRPr="008E7459">
        <w:t xml:space="preserve">boys </w:t>
      </w:r>
      <w:r w:rsidR="00037301" w:rsidRPr="008E7459">
        <w:t xml:space="preserve">compared with </w:t>
      </w:r>
      <w:r w:rsidRPr="008E7459">
        <w:t xml:space="preserve">girls </w:t>
      </w:r>
    </w:p>
    <w:p w:rsidR="00037301" w:rsidRPr="008E7459" w:rsidRDefault="009B3D39" w:rsidP="00037301">
      <w:pPr>
        <w:pStyle w:val="ListBullet"/>
      </w:pPr>
      <w:r w:rsidRPr="008E7459">
        <w:t>Indigenous children compared with non</w:t>
      </w:r>
      <w:r w:rsidR="00DE694D" w:rsidRPr="008E7459">
        <w:noBreakHyphen/>
      </w:r>
      <w:r w:rsidRPr="008E7459">
        <w:t>Indigenous children</w:t>
      </w:r>
    </w:p>
    <w:p w:rsidR="009B3D39" w:rsidRPr="008E7459" w:rsidRDefault="009B3D39" w:rsidP="00037301">
      <w:pPr>
        <w:pStyle w:val="ListBullet"/>
      </w:pPr>
      <w:r w:rsidRPr="008E7459">
        <w:t>children not proficient in English who have a language background other than English compared with children of the same background w</w:t>
      </w:r>
      <w:r w:rsidR="00037301" w:rsidRPr="008E7459">
        <w:t>ho are proficient in English</w:t>
      </w:r>
    </w:p>
    <w:p w:rsidR="0026369A" w:rsidRPr="008E7459" w:rsidRDefault="00037301" w:rsidP="00E76CD1">
      <w:pPr>
        <w:pStyle w:val="ListBullet"/>
      </w:pPr>
      <w:r w:rsidRPr="008E7459">
        <w:t xml:space="preserve">children with an English speaking background who </w:t>
      </w:r>
      <w:r w:rsidR="004F3D6A" w:rsidRPr="008E7459">
        <w:t xml:space="preserve">are </w:t>
      </w:r>
      <w:r w:rsidRPr="008E7459">
        <w:t xml:space="preserve">not proficient in English, compared with </w:t>
      </w:r>
      <w:r w:rsidR="00E76CD1" w:rsidRPr="008E7459">
        <w:t>children of the same background who are proficient in English</w:t>
      </w:r>
      <w:r w:rsidRPr="008E7459">
        <w:t xml:space="preserve">. </w:t>
      </w:r>
    </w:p>
    <w:p w:rsidR="00CB0CA8" w:rsidRPr="008E7459" w:rsidRDefault="001E063A" w:rsidP="00392436">
      <w:pPr>
        <w:pStyle w:val="Heading3"/>
      </w:pPr>
      <w:r w:rsidRPr="008E7459">
        <w:t>S</w:t>
      </w:r>
      <w:r w:rsidR="00604733" w:rsidRPr="008E7459">
        <w:t>chool education</w:t>
      </w:r>
      <w:r w:rsidRPr="008E7459">
        <w:t xml:space="preserve"> </w:t>
      </w:r>
    </w:p>
    <w:p w:rsidR="0026369A" w:rsidRPr="008E7459" w:rsidRDefault="0026369A" w:rsidP="0082251B">
      <w:pPr>
        <w:pStyle w:val="BodyText"/>
      </w:pPr>
      <w:r w:rsidRPr="008E7459">
        <w:t xml:space="preserve">Outcomes for students can be affected by factors that may be partly or totally outside the influence of the school system, such as student commitment, family environment (including socioeconomic status, parental educational attainment and support for the child) and the proximity of the school </w:t>
      </w:r>
      <w:r w:rsidR="00C85E32" w:rsidRPr="008E7459">
        <w:t xml:space="preserve">and </w:t>
      </w:r>
      <w:r w:rsidRPr="008E7459">
        <w:t>other educational facilities</w:t>
      </w:r>
      <w:r w:rsidR="00852A68" w:rsidRPr="008E7459">
        <w:t xml:space="preserve"> to students</w:t>
      </w:r>
      <w:r w:rsidR="002949AF" w:rsidRPr="008E7459">
        <w:t>’</w:t>
      </w:r>
      <w:r w:rsidR="00852A68" w:rsidRPr="008E7459">
        <w:t xml:space="preserve"> home</w:t>
      </w:r>
      <w:r w:rsidR="002949AF" w:rsidRPr="008E7459">
        <w:t>s</w:t>
      </w:r>
      <w:r w:rsidR="00CE44B1" w:rsidRPr="008E7459">
        <w:t>.</w:t>
      </w:r>
    </w:p>
    <w:p w:rsidR="0026369A" w:rsidRPr="008E7459" w:rsidRDefault="0026369A" w:rsidP="0026369A">
      <w:pPr>
        <w:pStyle w:val="BodyText"/>
      </w:pPr>
      <w:r w:rsidRPr="008E7459">
        <w:t>Data from the Programme for International Student Assessment (PISA), an internationally standardised assessment jointly developed by participating economies and administered to 15 year olds in schools across 74 countries</w:t>
      </w:r>
      <w:r w:rsidR="006E2221" w:rsidRPr="008E7459">
        <w:t xml:space="preserve"> (including Australia)</w:t>
      </w:r>
      <w:r w:rsidRPr="008E7459">
        <w:t>, have shown that socioeconomic background and performanc</w:t>
      </w:r>
      <w:r w:rsidR="0077442B" w:rsidRPr="008E7459">
        <w:t>e are closely related (OECD </w:t>
      </w:r>
      <w:r w:rsidR="00E32584" w:rsidRPr="008E7459">
        <w:t>2011</w:t>
      </w:r>
      <w:r w:rsidRPr="008E7459">
        <w:t>).</w:t>
      </w:r>
    </w:p>
    <w:p w:rsidR="0026369A" w:rsidRPr="008E7459" w:rsidRDefault="0026369A" w:rsidP="0026369A">
      <w:pPr>
        <w:pStyle w:val="BodyText"/>
      </w:pPr>
      <w:r w:rsidRPr="008E7459">
        <w:t>An</w:t>
      </w:r>
      <w:r w:rsidR="004F3D6A" w:rsidRPr="008E7459">
        <w:t>other</w:t>
      </w:r>
      <w:r w:rsidRPr="008E7459">
        <w:t xml:space="preserve"> OECD study reported evidence that home factors, including parental support for education, engagement with children’s learning and cultural assets (like books), are associated with stronger school perfo</w:t>
      </w:r>
      <w:r w:rsidR="0077442B" w:rsidRPr="008E7459">
        <w:t>rmance (Field, Kuczera and Pont </w:t>
      </w:r>
      <w:r w:rsidRPr="008E7459">
        <w:t>2007</w:t>
      </w:r>
      <w:r w:rsidR="00CE44B1" w:rsidRPr="008E7459">
        <w:t>).</w:t>
      </w:r>
    </w:p>
    <w:p w:rsidR="0026369A" w:rsidRPr="008E7459" w:rsidRDefault="0026369A" w:rsidP="0082251B">
      <w:pPr>
        <w:pStyle w:val="BodyText"/>
      </w:pPr>
      <w:r w:rsidRPr="008E7459">
        <w:t>Hat</w:t>
      </w:r>
      <w:r w:rsidR="0077442B" w:rsidRPr="008E7459">
        <w:t>tie (1999, </w:t>
      </w:r>
      <w:r w:rsidRPr="008E7459">
        <w:t>2003) identified six major sources of variance in students’ achievement, with the student</w:t>
      </w:r>
      <w:r w:rsidR="00747EBE" w:rsidRPr="008E7459">
        <w:t>’s</w:t>
      </w:r>
      <w:r w:rsidRPr="008E7459">
        <w:t xml:space="preserve"> </w:t>
      </w:r>
      <w:r w:rsidR="00747EBE" w:rsidRPr="008E7459">
        <w:t xml:space="preserve">ability </w:t>
      </w:r>
      <w:r w:rsidRPr="008E7459">
        <w:t xml:space="preserve">accounting for about 50 </w:t>
      </w:r>
      <w:r w:rsidR="00781B70" w:rsidRPr="008E7459">
        <w:t>per cent</w:t>
      </w:r>
      <w:r w:rsidRPr="008E7459">
        <w:t xml:space="preserve"> of the variance of achievement and the home accounting for about 5 to 10 </w:t>
      </w:r>
      <w:r w:rsidR="00781B70" w:rsidRPr="008E7459">
        <w:t>per cent</w:t>
      </w:r>
      <w:r w:rsidRPr="008E7459">
        <w:t xml:space="preserve">. Other sources of variance </w:t>
      </w:r>
      <w:r w:rsidR="00FF3A86" w:rsidRPr="008E7459">
        <w:t xml:space="preserve">included </w:t>
      </w:r>
      <w:r w:rsidRPr="008E7459">
        <w:t>teachers</w:t>
      </w:r>
      <w:r w:rsidR="00FF3A86" w:rsidRPr="008E7459">
        <w:t>,</w:t>
      </w:r>
      <w:r w:rsidRPr="008E7459">
        <w:t xml:space="preserve"> account</w:t>
      </w:r>
      <w:r w:rsidR="00FF3A86" w:rsidRPr="008E7459">
        <w:t>ing</w:t>
      </w:r>
      <w:r w:rsidRPr="008E7459">
        <w:t xml:space="preserve"> for about 30 </w:t>
      </w:r>
      <w:r w:rsidR="00781B70" w:rsidRPr="008E7459">
        <w:t>per cent</w:t>
      </w:r>
      <w:r w:rsidRPr="008E7459">
        <w:t xml:space="preserve">, schools (including principals) </w:t>
      </w:r>
      <w:r w:rsidR="00FF3A86" w:rsidRPr="008E7459">
        <w:t>accounting for</w:t>
      </w:r>
      <w:r w:rsidRPr="008E7459">
        <w:t xml:space="preserve"> 5 to 10 </w:t>
      </w:r>
      <w:r w:rsidR="00781B70" w:rsidRPr="008E7459">
        <w:t>per cent</w:t>
      </w:r>
      <w:r w:rsidRPr="008E7459">
        <w:t xml:space="preserve"> and peer effects</w:t>
      </w:r>
      <w:r w:rsidR="00FF3A86" w:rsidRPr="008E7459">
        <w:t xml:space="preserve"> accounting for </w:t>
      </w:r>
      <w:r w:rsidRPr="008E7459">
        <w:t xml:space="preserve">5 to 10 </w:t>
      </w:r>
      <w:r w:rsidR="00781B70" w:rsidRPr="008E7459">
        <w:t>per cent</w:t>
      </w:r>
      <w:r w:rsidRPr="008E7459">
        <w:t>.</w:t>
      </w:r>
    </w:p>
    <w:p w:rsidR="00C41CD3" w:rsidRPr="008E7459" w:rsidRDefault="000F0B81" w:rsidP="007176B7">
      <w:pPr>
        <w:pStyle w:val="Heading4"/>
      </w:pPr>
      <w:r w:rsidRPr="008E7459">
        <w:lastRenderedPageBreak/>
        <w:t>Schools</w:t>
      </w:r>
      <w:r w:rsidR="008E1282" w:rsidRPr="008E7459">
        <w:t xml:space="preserve"> </w:t>
      </w:r>
    </w:p>
    <w:p w:rsidR="0026369A" w:rsidRPr="008E7459" w:rsidRDefault="008E1282" w:rsidP="0082251B">
      <w:pPr>
        <w:pStyle w:val="BodyText"/>
      </w:pPr>
      <w:r w:rsidRPr="008E7459">
        <w:t>At the beginning of August 2012</w:t>
      </w:r>
      <w:r w:rsidR="0026369A" w:rsidRPr="008E7459">
        <w:t xml:space="preserve">, there were </w:t>
      </w:r>
      <w:r w:rsidR="006B6D95" w:rsidRPr="008E7459">
        <w:t>9</w:t>
      </w:r>
      <w:r w:rsidRPr="008E7459">
        <w:t>427</w:t>
      </w:r>
      <w:r w:rsidR="00863CA2" w:rsidRPr="008E7459">
        <w:t> </w:t>
      </w:r>
      <w:r w:rsidR="0026369A" w:rsidRPr="008E7459">
        <w:t>schools in Australia (</w:t>
      </w:r>
      <w:r w:rsidR="006B6D95" w:rsidRPr="008E7459">
        <w:t>6</w:t>
      </w:r>
      <w:r w:rsidRPr="008E7459">
        <w:t>290</w:t>
      </w:r>
      <w:r w:rsidR="003B5315" w:rsidRPr="008E7459">
        <w:t> </w:t>
      </w:r>
      <w:r w:rsidR="0026369A" w:rsidRPr="008E7459">
        <w:t xml:space="preserve">primary schools, </w:t>
      </w:r>
      <w:r w:rsidR="006B6D95" w:rsidRPr="008E7459">
        <w:t>1</w:t>
      </w:r>
      <w:r w:rsidRPr="008E7459">
        <w:t>392</w:t>
      </w:r>
      <w:r w:rsidR="0077442B" w:rsidRPr="008E7459">
        <w:t> </w:t>
      </w:r>
      <w:r w:rsidR="0026369A" w:rsidRPr="008E7459">
        <w:t xml:space="preserve">secondary schools, </w:t>
      </w:r>
      <w:r w:rsidR="006B6D95" w:rsidRPr="008E7459">
        <w:t>1</w:t>
      </w:r>
      <w:r w:rsidRPr="008E7459">
        <w:t>321</w:t>
      </w:r>
      <w:r w:rsidR="0077442B" w:rsidRPr="008E7459">
        <w:t> </w:t>
      </w:r>
      <w:r w:rsidR="0026369A" w:rsidRPr="008E7459">
        <w:t xml:space="preserve">combined schools and </w:t>
      </w:r>
      <w:r w:rsidRPr="008E7459">
        <w:t>424</w:t>
      </w:r>
      <w:r w:rsidR="003B5315" w:rsidRPr="008E7459">
        <w:t> </w:t>
      </w:r>
      <w:r w:rsidR="0026369A" w:rsidRPr="008E7459">
        <w:t>special schools</w:t>
      </w:r>
      <w:r w:rsidR="0026369A" w:rsidRPr="008E7459">
        <w:rPr>
          <w:rStyle w:val="FootnoteReference"/>
        </w:rPr>
        <w:footnoteReference w:id="2"/>
      </w:r>
      <w:r w:rsidR="0026369A" w:rsidRPr="008E7459">
        <w:t>). The majority of schools (</w:t>
      </w:r>
      <w:r w:rsidR="00806B97" w:rsidRPr="008E7459">
        <w:t>71.0</w:t>
      </w:r>
      <w:r w:rsidR="00863CA2" w:rsidRPr="008E7459">
        <w:t> per </w:t>
      </w:r>
      <w:r w:rsidR="00781B70" w:rsidRPr="008E7459">
        <w:t>cent</w:t>
      </w:r>
      <w:r w:rsidR="0026369A" w:rsidRPr="008E7459">
        <w:t>) were government owned and managed (table </w:t>
      </w:r>
      <w:r w:rsidR="002A66B3" w:rsidRPr="008E7459">
        <w:fldChar w:fldCharType="begin"/>
      </w:r>
      <w:r w:rsidR="002A66B3" w:rsidRPr="008E7459">
        <w:instrText xml:space="preserve"> LINK </w:instrText>
      </w:r>
      <w:r w:rsidR="0064660B" w:rsidRPr="008E7459">
        <w:instrText xml:space="preserve">Word.Document.12 "\\\\mel_1\\groups\\Monitor\\09 National Agreement Report\\02 NAR Report WIP\\2011 NAR Report - Ed and training\\2011 NAR Second Draft\\NEA\\NEA second draft.docx" OLE_LINK6 </w:instrText>
      </w:r>
      <w:r w:rsidR="002A66B3" w:rsidRPr="008E7459">
        <w:instrText xml:space="preserve">\a \t </w:instrText>
      </w:r>
      <w:r w:rsidR="002A66B3" w:rsidRPr="008E7459">
        <w:fldChar w:fldCharType="separate"/>
      </w:r>
      <w:r w:rsidR="0064660B" w:rsidRPr="008E7459">
        <w:t>2</w:t>
      </w:r>
      <w:r w:rsidR="002A66B3" w:rsidRPr="008E7459">
        <w:fldChar w:fldCharType="end"/>
      </w:r>
      <w:r w:rsidR="0026369A" w:rsidRPr="008E7459">
        <w:t>).</w:t>
      </w:r>
    </w:p>
    <w:p w:rsidR="0026369A" w:rsidRPr="008E7459" w:rsidRDefault="0026369A" w:rsidP="0082251B">
      <w:pPr>
        <w:pStyle w:val="BodyText"/>
      </w:pPr>
      <w:r w:rsidRPr="008E7459">
        <w:t>Settlement patterns (population dispersion), the age distribution of the population and educational policy influence the distribution of schools by size and level in different jurisdictions.</w:t>
      </w:r>
      <w:r w:rsidR="008E1282" w:rsidRPr="008E7459">
        <w:t xml:space="preserve"> </w:t>
      </w:r>
      <w:r w:rsidRPr="008E7459">
        <w:t xml:space="preserve">An indication of a large school is a primary school enrolling over 300 students, or a secondary school enrolling over 600 students. </w:t>
      </w:r>
      <w:r w:rsidR="008E1282" w:rsidRPr="008E7459">
        <w:t>Nationally in 2012</w:t>
      </w:r>
      <w:r w:rsidRPr="008E7459">
        <w:t xml:space="preserve">, </w:t>
      </w:r>
      <w:r w:rsidR="00806B97" w:rsidRPr="008E7459">
        <w:t xml:space="preserve">38.4 </w:t>
      </w:r>
      <w:r w:rsidR="00781B70" w:rsidRPr="008E7459">
        <w:t>per cent</w:t>
      </w:r>
      <w:r w:rsidRPr="008E7459">
        <w:t xml:space="preserve"> of primary schools enrolled over 300 students, and </w:t>
      </w:r>
      <w:r w:rsidR="00806B97" w:rsidRPr="008E7459">
        <w:t xml:space="preserve">41.4 </w:t>
      </w:r>
      <w:r w:rsidR="00781B70" w:rsidRPr="008E7459">
        <w:t>per cent</w:t>
      </w:r>
      <w:r w:rsidRPr="008E7459">
        <w:t xml:space="preserve"> of secondary schools enr</w:t>
      </w:r>
      <w:r w:rsidR="00E70B10" w:rsidRPr="008E7459">
        <w:t>olled over 600 students (table</w:t>
      </w:r>
      <w:r w:rsidR="00DE694D" w:rsidRPr="008E7459">
        <w:t> </w:t>
      </w:r>
      <w:r w:rsidR="002A66B3" w:rsidRPr="008E7459">
        <w:fldChar w:fldCharType="begin"/>
      </w:r>
      <w:r w:rsidR="002A66B3" w:rsidRPr="008E7459">
        <w:instrText xml:space="preserve"> LINK </w:instrText>
      </w:r>
      <w:r w:rsidR="0064660B" w:rsidRPr="008E7459">
        <w:instrText xml:space="preserve">Word.Document.12 "\\\\mel_1\\groups\\Monitor\\09 National Agreement Report\\02 NAR Report WIP\\2011 NAR Report - Ed and training\\2011 NAR Second Draft\\NEA\\NEA second draft.docx" OLE_LINK6 </w:instrText>
      </w:r>
      <w:r w:rsidR="002A66B3" w:rsidRPr="008E7459">
        <w:instrText xml:space="preserve">\a \t </w:instrText>
      </w:r>
      <w:r w:rsidR="002A66B3" w:rsidRPr="008E7459">
        <w:fldChar w:fldCharType="separate"/>
      </w:r>
      <w:r w:rsidR="0064660B" w:rsidRPr="008E7459">
        <w:t>2</w:t>
      </w:r>
      <w:r w:rsidR="002A66B3" w:rsidRPr="008E7459">
        <w:fldChar w:fldCharType="end"/>
      </w:r>
      <w:r w:rsidRPr="008E7459">
        <w:t>). A breakdown by jurisdiction of primary and secondary schools by size for government, non</w:t>
      </w:r>
      <w:r w:rsidRPr="008E7459">
        <w:noBreakHyphen/>
        <w:t xml:space="preserve">government and all schools is available in </w:t>
      </w:r>
      <w:r w:rsidR="00EC3CFD" w:rsidRPr="008E7459">
        <w:rPr>
          <w:i/>
        </w:rPr>
        <w:t>Schools Australia, 2012</w:t>
      </w:r>
      <w:r w:rsidR="0077442B" w:rsidRPr="008E7459">
        <w:t xml:space="preserve"> (ABS </w:t>
      </w:r>
      <w:r w:rsidR="008E1282" w:rsidRPr="008E7459">
        <w:t>2013</w:t>
      </w:r>
      <w:r w:rsidRPr="008E7459">
        <w:t>b).</w:t>
      </w:r>
    </w:p>
    <w:p w:rsidR="00D6109E" w:rsidRPr="008E7459" w:rsidRDefault="0026369A" w:rsidP="001E4CCC">
      <w:pPr>
        <w:pStyle w:val="BodyText"/>
      </w:pPr>
      <w:r w:rsidRPr="008E7459">
        <w:t>Evidence o</w:t>
      </w:r>
      <w:r w:rsidR="00604733" w:rsidRPr="008E7459">
        <w:t>f</w:t>
      </w:r>
      <w:r w:rsidRPr="008E7459">
        <w:t xml:space="preserve"> the effect of school size on student outcomes is unclear. A study by </w:t>
      </w:r>
      <w:r w:rsidR="00440663" w:rsidRPr="008E7459">
        <w:t>Teese, Lamb and</w:t>
      </w:r>
      <w:r w:rsidR="00863CA2" w:rsidRPr="008E7459">
        <w:t xml:space="preserve"> Duru</w:t>
      </w:r>
      <w:r w:rsidR="00DE694D" w:rsidRPr="008E7459">
        <w:noBreakHyphen/>
      </w:r>
      <w:r w:rsidR="00863CA2" w:rsidRPr="008E7459">
        <w:t>Bellat </w:t>
      </w:r>
      <w:r w:rsidRPr="008E7459">
        <w:t>(2007) found that</w:t>
      </w:r>
      <w:r w:rsidR="006A4414" w:rsidRPr="008E7459">
        <w:t>,</w:t>
      </w:r>
      <w:r w:rsidRPr="008E7459">
        <w:t xml:space="preserve"> for Melbourne government schools</w:t>
      </w:r>
      <w:r w:rsidR="00956281" w:rsidRPr="008E7459">
        <w:t xml:space="preserve">, </w:t>
      </w:r>
      <w:r w:rsidR="00181533" w:rsidRPr="008E7459">
        <w:t>larger schools provided achievement gains in student Victorian Certificate of Education (VCE) results</w:t>
      </w:r>
      <w:r w:rsidR="00E128F4" w:rsidRPr="008E7459">
        <w:t xml:space="preserve">. </w:t>
      </w:r>
      <w:r w:rsidR="00181533" w:rsidRPr="008E7459">
        <w:t xml:space="preserve">In addition, </w:t>
      </w:r>
      <w:r w:rsidRPr="008E7459">
        <w:t>school achievement based on year 5 Achievement Improvement Monitor (AIM) test results tended to rise as school size increase</w:t>
      </w:r>
      <w:r w:rsidR="00604733" w:rsidRPr="008E7459">
        <w:t>d</w:t>
      </w:r>
      <w:r w:rsidRPr="008E7459">
        <w:t>. In 2010, the ACT Department of Education and Training conducted a review of student performance and how it re</w:t>
      </w:r>
      <w:r w:rsidR="0077442B" w:rsidRPr="008E7459">
        <w:t>lated to school size (Watterson </w:t>
      </w:r>
      <w:r w:rsidRPr="008E7459">
        <w:t>2010). The review examined 2008 and 2009 National Assessment Program — Literacy and Numeracy (NAPLAN) tests results and found that year 3 and year 5 students in medium and large primary schools performed significantly better than those in small schools. However, the review also found that the average Index of Community Socio</w:t>
      </w:r>
      <w:r w:rsidRPr="008E7459">
        <w:noBreakHyphen/>
        <w:t xml:space="preserve">Educational Advantage (ICSEA) score for small schools was lower than that for medium and large schools. Therefore, it is not clear whether school size or </w:t>
      </w:r>
      <w:r w:rsidR="00B81E40" w:rsidRPr="008E7459">
        <w:t>socio</w:t>
      </w:r>
      <w:r w:rsidR="00DE694D" w:rsidRPr="008E7459">
        <w:noBreakHyphen/>
      </w:r>
      <w:r w:rsidR="00B81E40" w:rsidRPr="008E7459">
        <w:t>educational advantage</w:t>
      </w:r>
      <w:r w:rsidRPr="008E7459">
        <w:t xml:space="preserve"> (or both) influenced the results. A review of the literature in a report for the Queensland Department of Education and Training in 2008 (E</w:t>
      </w:r>
      <w:r w:rsidR="006E2221" w:rsidRPr="008E7459">
        <w:t>idos</w:t>
      </w:r>
      <w:r w:rsidR="0077442B" w:rsidRPr="008E7459">
        <w:t> </w:t>
      </w:r>
      <w:r w:rsidRPr="008E7459">
        <w:t xml:space="preserve">2008) reported </w:t>
      </w:r>
      <w:r w:rsidR="006A4414" w:rsidRPr="008E7459">
        <w:t>on</w:t>
      </w:r>
      <w:r w:rsidRPr="008E7459">
        <w:t xml:space="preserve"> the concept of ‘density of advantage/disadvantage’</w:t>
      </w:r>
      <w:r w:rsidR="00604733" w:rsidRPr="008E7459">
        <w:t xml:space="preserve"> —</w:t>
      </w:r>
      <w:r w:rsidR="004F3D6A" w:rsidRPr="008E7459">
        <w:t xml:space="preserve"> </w:t>
      </w:r>
      <w:r w:rsidRPr="008E7459">
        <w:t>where the critical mass is positive</w:t>
      </w:r>
      <w:r w:rsidR="006233FE" w:rsidRPr="008E7459">
        <w:t xml:space="preserve"> (</w:t>
      </w:r>
      <w:r w:rsidRPr="008E7459">
        <w:t>that is</w:t>
      </w:r>
      <w:r w:rsidR="006233FE" w:rsidRPr="008E7459">
        <w:t>, where</w:t>
      </w:r>
      <w:r w:rsidRPr="008E7459">
        <w:t xml:space="preserve"> there is a significant number of high achieving and engaged students</w:t>
      </w:r>
      <w:r w:rsidR="006233FE" w:rsidRPr="008E7459">
        <w:t>)</w:t>
      </w:r>
      <w:r w:rsidRPr="008E7459">
        <w:t xml:space="preserve"> then the school size </w:t>
      </w:r>
      <w:r w:rsidR="006233FE" w:rsidRPr="008E7459">
        <w:t>has a positive impact</w:t>
      </w:r>
      <w:r w:rsidRPr="008E7459">
        <w:t xml:space="preserve"> on the student outcomes (and vice versa).</w:t>
      </w:r>
    </w:p>
    <w:p w:rsidR="0026369A" w:rsidRPr="008E7459" w:rsidRDefault="0026369A" w:rsidP="0062129C">
      <w:pPr>
        <w:pStyle w:val="TableTitle"/>
      </w:pPr>
      <w:r w:rsidRPr="008E7459">
        <w:rPr>
          <w:b w:val="0"/>
        </w:rPr>
        <w:lastRenderedPageBreak/>
        <w:t xml:space="preserve">Table </w:t>
      </w:r>
      <w:bookmarkStart w:id="6" w:name="OLE_LINK6"/>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2</w:t>
      </w:r>
      <w:r w:rsidRPr="008E7459">
        <w:rPr>
          <w:b w:val="0"/>
        </w:rPr>
        <w:fldChar w:fldCharType="end"/>
      </w:r>
      <w:bookmarkEnd w:id="6"/>
      <w:r w:rsidRPr="008E7459">
        <w:tab/>
        <w:t>Summary of sch</w:t>
      </w:r>
      <w:r w:rsidR="007C1AFE" w:rsidRPr="008E7459">
        <w:t>ool characteristics, August 2012</w:t>
      </w:r>
      <w:r w:rsidR="00335559" w:rsidRPr="008E7459">
        <w:rPr>
          <w:rStyle w:val="NoteLabel"/>
          <w:b/>
        </w:rPr>
        <w:t>a</w:t>
      </w:r>
    </w:p>
    <w:tbl>
      <w:tblPr>
        <w:tblW w:w="8931" w:type="dxa"/>
        <w:tblLayout w:type="fixed"/>
        <w:tblCellMar>
          <w:left w:w="0" w:type="dxa"/>
          <w:right w:w="0" w:type="dxa"/>
        </w:tblCellMar>
        <w:tblLook w:val="0000" w:firstRow="0" w:lastRow="0" w:firstColumn="0" w:lastColumn="0" w:noHBand="0" w:noVBand="0"/>
      </w:tblPr>
      <w:tblGrid>
        <w:gridCol w:w="2624"/>
        <w:gridCol w:w="685"/>
        <w:gridCol w:w="685"/>
        <w:gridCol w:w="826"/>
        <w:gridCol w:w="850"/>
        <w:gridCol w:w="709"/>
        <w:gridCol w:w="567"/>
        <w:gridCol w:w="567"/>
        <w:gridCol w:w="618"/>
        <w:gridCol w:w="22"/>
        <w:gridCol w:w="710"/>
        <w:gridCol w:w="68"/>
      </w:tblGrid>
      <w:tr w:rsidR="00B80C8F" w:rsidRPr="008E7459" w:rsidTr="00335559">
        <w:trPr>
          <w:gridAfter w:val="1"/>
          <w:wAfter w:w="68" w:type="dxa"/>
          <w:trHeight w:hRule="exact" w:val="377"/>
        </w:trPr>
        <w:tc>
          <w:tcPr>
            <w:tcW w:w="2624" w:type="dxa"/>
            <w:tcBorders>
              <w:top w:val="single" w:sz="6" w:space="0" w:color="auto"/>
              <w:bottom w:val="single" w:sz="6" w:space="0" w:color="auto"/>
            </w:tcBorders>
            <w:shd w:val="clear" w:color="auto" w:fill="auto"/>
          </w:tcPr>
          <w:p w:rsidR="0026369A" w:rsidRPr="008E7459" w:rsidRDefault="0026369A" w:rsidP="009B5EE9">
            <w:pPr>
              <w:pStyle w:val="TableColumnHeading"/>
              <w:jc w:val="left"/>
            </w:pPr>
          </w:p>
        </w:tc>
        <w:tc>
          <w:tcPr>
            <w:tcW w:w="685" w:type="dxa"/>
            <w:tcBorders>
              <w:top w:val="single" w:sz="6" w:space="0" w:color="auto"/>
              <w:bottom w:val="single" w:sz="6" w:space="0" w:color="auto"/>
            </w:tcBorders>
            <w:shd w:val="clear" w:color="auto" w:fill="auto"/>
            <w:vAlign w:val="bottom"/>
          </w:tcPr>
          <w:p w:rsidR="0026369A" w:rsidRPr="008E7459" w:rsidRDefault="0026369A" w:rsidP="00335559">
            <w:pPr>
              <w:pStyle w:val="TableColumnHeading"/>
            </w:pPr>
            <w:r w:rsidRPr="008E7459">
              <w:t>NSW</w:t>
            </w:r>
          </w:p>
        </w:tc>
        <w:tc>
          <w:tcPr>
            <w:tcW w:w="685" w:type="dxa"/>
            <w:tcBorders>
              <w:top w:val="single" w:sz="6" w:space="0" w:color="auto"/>
              <w:bottom w:val="single" w:sz="6" w:space="0" w:color="auto"/>
            </w:tcBorders>
            <w:shd w:val="clear" w:color="auto" w:fill="auto"/>
            <w:vAlign w:val="bottom"/>
          </w:tcPr>
          <w:p w:rsidR="0026369A" w:rsidRPr="008E7459" w:rsidRDefault="0026369A" w:rsidP="00335559">
            <w:pPr>
              <w:pStyle w:val="TableColumnHeading"/>
            </w:pPr>
            <w:r w:rsidRPr="008E7459">
              <w:t>Vic</w:t>
            </w:r>
          </w:p>
        </w:tc>
        <w:tc>
          <w:tcPr>
            <w:tcW w:w="826" w:type="dxa"/>
            <w:tcBorders>
              <w:top w:val="single" w:sz="6" w:space="0" w:color="auto"/>
              <w:bottom w:val="single" w:sz="6" w:space="0" w:color="auto"/>
            </w:tcBorders>
            <w:shd w:val="clear" w:color="auto" w:fill="auto"/>
            <w:vAlign w:val="bottom"/>
          </w:tcPr>
          <w:p w:rsidR="0026369A" w:rsidRPr="008E7459" w:rsidRDefault="00404485" w:rsidP="00335559">
            <w:pPr>
              <w:pStyle w:val="TableColumnHeading"/>
            </w:pPr>
            <w:r w:rsidRPr="008E7459">
              <w:t>Qld</w:t>
            </w:r>
          </w:p>
        </w:tc>
        <w:tc>
          <w:tcPr>
            <w:tcW w:w="850" w:type="dxa"/>
            <w:tcBorders>
              <w:top w:val="single" w:sz="6" w:space="0" w:color="auto"/>
              <w:bottom w:val="single" w:sz="6" w:space="0" w:color="auto"/>
            </w:tcBorders>
            <w:shd w:val="clear" w:color="auto" w:fill="auto"/>
            <w:vAlign w:val="bottom"/>
          </w:tcPr>
          <w:p w:rsidR="0026369A" w:rsidRPr="008E7459" w:rsidRDefault="00404485" w:rsidP="00335559">
            <w:pPr>
              <w:pStyle w:val="TableColumnHeading"/>
            </w:pPr>
            <w:r w:rsidRPr="008E7459">
              <w:t>WA</w:t>
            </w:r>
          </w:p>
        </w:tc>
        <w:tc>
          <w:tcPr>
            <w:tcW w:w="709" w:type="dxa"/>
            <w:tcBorders>
              <w:top w:val="single" w:sz="6" w:space="0" w:color="auto"/>
              <w:bottom w:val="single" w:sz="6" w:space="0" w:color="auto"/>
            </w:tcBorders>
            <w:shd w:val="clear" w:color="auto" w:fill="auto"/>
            <w:vAlign w:val="bottom"/>
          </w:tcPr>
          <w:p w:rsidR="0026369A" w:rsidRPr="008E7459" w:rsidRDefault="0026369A" w:rsidP="00335559">
            <w:pPr>
              <w:pStyle w:val="TableColumnHeading"/>
            </w:pPr>
            <w:r w:rsidRPr="008E7459">
              <w:t>SA</w:t>
            </w:r>
          </w:p>
        </w:tc>
        <w:tc>
          <w:tcPr>
            <w:tcW w:w="567" w:type="dxa"/>
            <w:tcBorders>
              <w:top w:val="single" w:sz="6" w:space="0" w:color="auto"/>
              <w:bottom w:val="single" w:sz="6" w:space="0" w:color="auto"/>
            </w:tcBorders>
            <w:shd w:val="clear" w:color="auto" w:fill="auto"/>
            <w:vAlign w:val="bottom"/>
          </w:tcPr>
          <w:p w:rsidR="0026369A" w:rsidRPr="008E7459" w:rsidRDefault="0026369A" w:rsidP="00335559">
            <w:pPr>
              <w:pStyle w:val="TableColumnHeading"/>
            </w:pPr>
            <w:r w:rsidRPr="008E7459">
              <w:t>Tas</w:t>
            </w:r>
          </w:p>
        </w:tc>
        <w:tc>
          <w:tcPr>
            <w:tcW w:w="567" w:type="dxa"/>
            <w:tcBorders>
              <w:top w:val="single" w:sz="6" w:space="0" w:color="auto"/>
              <w:bottom w:val="single" w:sz="6" w:space="0" w:color="auto"/>
            </w:tcBorders>
            <w:shd w:val="clear" w:color="auto" w:fill="auto"/>
            <w:vAlign w:val="bottom"/>
          </w:tcPr>
          <w:p w:rsidR="0026369A" w:rsidRPr="008E7459" w:rsidRDefault="0026369A" w:rsidP="00335559">
            <w:pPr>
              <w:pStyle w:val="TableColumnHeading"/>
            </w:pPr>
            <w:r w:rsidRPr="008E7459">
              <w:t>ACT</w:t>
            </w:r>
          </w:p>
        </w:tc>
        <w:tc>
          <w:tcPr>
            <w:tcW w:w="640" w:type="dxa"/>
            <w:gridSpan w:val="2"/>
            <w:tcBorders>
              <w:top w:val="single" w:sz="6" w:space="0" w:color="auto"/>
              <w:bottom w:val="single" w:sz="6" w:space="0" w:color="auto"/>
            </w:tcBorders>
            <w:shd w:val="clear" w:color="auto" w:fill="auto"/>
            <w:vAlign w:val="bottom"/>
          </w:tcPr>
          <w:p w:rsidR="0026369A" w:rsidRPr="008E7459" w:rsidRDefault="0026369A" w:rsidP="00335559">
            <w:pPr>
              <w:pStyle w:val="TableColumnHeading"/>
            </w:pPr>
            <w:r w:rsidRPr="008E7459">
              <w:t>NT</w:t>
            </w:r>
          </w:p>
        </w:tc>
        <w:tc>
          <w:tcPr>
            <w:tcW w:w="710" w:type="dxa"/>
            <w:tcBorders>
              <w:top w:val="single" w:sz="6" w:space="0" w:color="auto"/>
              <w:bottom w:val="single" w:sz="6" w:space="0" w:color="auto"/>
            </w:tcBorders>
            <w:shd w:val="clear" w:color="auto" w:fill="auto"/>
            <w:vAlign w:val="bottom"/>
          </w:tcPr>
          <w:p w:rsidR="0026369A" w:rsidRPr="008E7459" w:rsidRDefault="0026369A" w:rsidP="00335559">
            <w:pPr>
              <w:pStyle w:val="TableColumnHeading"/>
              <w:ind w:right="0"/>
            </w:pPr>
            <w:r w:rsidRPr="008E7459">
              <w:t>Aust</w:t>
            </w:r>
          </w:p>
        </w:tc>
      </w:tr>
      <w:tr w:rsidR="00B80C8F" w:rsidRPr="008E7459" w:rsidTr="00335559">
        <w:trPr>
          <w:gridAfter w:val="1"/>
          <w:wAfter w:w="68" w:type="dxa"/>
        </w:trPr>
        <w:tc>
          <w:tcPr>
            <w:tcW w:w="2624" w:type="dxa"/>
          </w:tcPr>
          <w:p w:rsidR="0026369A" w:rsidRPr="008E7459" w:rsidRDefault="0026369A" w:rsidP="009B5EE9">
            <w:pPr>
              <w:pStyle w:val="TableBodyText"/>
              <w:jc w:val="left"/>
            </w:pPr>
            <w:r w:rsidRPr="008E7459">
              <w:t>Government schools (no.)</w:t>
            </w:r>
          </w:p>
        </w:tc>
        <w:tc>
          <w:tcPr>
            <w:tcW w:w="685" w:type="dxa"/>
          </w:tcPr>
          <w:p w:rsidR="0026369A" w:rsidRPr="008E7459" w:rsidRDefault="0026369A" w:rsidP="009B5EE9">
            <w:pPr>
              <w:pStyle w:val="TableBodyText"/>
            </w:pPr>
          </w:p>
        </w:tc>
        <w:tc>
          <w:tcPr>
            <w:tcW w:w="685" w:type="dxa"/>
          </w:tcPr>
          <w:p w:rsidR="0026369A" w:rsidRPr="008E7459" w:rsidRDefault="0026369A" w:rsidP="009B5EE9">
            <w:pPr>
              <w:pStyle w:val="TableBodyText"/>
            </w:pPr>
          </w:p>
        </w:tc>
        <w:tc>
          <w:tcPr>
            <w:tcW w:w="826" w:type="dxa"/>
          </w:tcPr>
          <w:p w:rsidR="0026369A" w:rsidRPr="008E7459" w:rsidRDefault="0026369A" w:rsidP="009B5EE9">
            <w:pPr>
              <w:pStyle w:val="TableBodyText"/>
            </w:pPr>
          </w:p>
        </w:tc>
        <w:tc>
          <w:tcPr>
            <w:tcW w:w="850" w:type="dxa"/>
          </w:tcPr>
          <w:p w:rsidR="0026369A" w:rsidRPr="008E7459" w:rsidRDefault="0026369A" w:rsidP="009B5EE9">
            <w:pPr>
              <w:pStyle w:val="TableBodyText"/>
            </w:pPr>
          </w:p>
        </w:tc>
        <w:tc>
          <w:tcPr>
            <w:tcW w:w="709" w:type="dxa"/>
          </w:tcPr>
          <w:p w:rsidR="0026369A" w:rsidRPr="008E7459" w:rsidRDefault="0026369A" w:rsidP="009B5EE9">
            <w:pPr>
              <w:pStyle w:val="TableBodyText"/>
            </w:pPr>
          </w:p>
        </w:tc>
        <w:tc>
          <w:tcPr>
            <w:tcW w:w="567" w:type="dxa"/>
          </w:tcPr>
          <w:p w:rsidR="0026369A" w:rsidRPr="008E7459" w:rsidRDefault="0026369A" w:rsidP="009B5EE9">
            <w:pPr>
              <w:pStyle w:val="TableBodyText"/>
            </w:pPr>
          </w:p>
        </w:tc>
        <w:tc>
          <w:tcPr>
            <w:tcW w:w="567" w:type="dxa"/>
          </w:tcPr>
          <w:p w:rsidR="0026369A" w:rsidRPr="008E7459" w:rsidRDefault="0026369A" w:rsidP="009B5EE9">
            <w:pPr>
              <w:pStyle w:val="TableBodyText"/>
            </w:pPr>
          </w:p>
        </w:tc>
        <w:tc>
          <w:tcPr>
            <w:tcW w:w="640" w:type="dxa"/>
            <w:gridSpan w:val="2"/>
          </w:tcPr>
          <w:p w:rsidR="0026369A" w:rsidRPr="008E7459" w:rsidRDefault="0026369A" w:rsidP="009B5EE9">
            <w:pPr>
              <w:pStyle w:val="TableBodyText"/>
            </w:pPr>
          </w:p>
        </w:tc>
        <w:tc>
          <w:tcPr>
            <w:tcW w:w="710" w:type="dxa"/>
          </w:tcPr>
          <w:p w:rsidR="0026369A" w:rsidRPr="008E7459" w:rsidRDefault="0026369A" w:rsidP="009B5EE9">
            <w:pPr>
              <w:pStyle w:val="TableBodyText"/>
            </w:pPr>
          </w:p>
        </w:tc>
      </w:tr>
      <w:tr w:rsidR="00B80C8F" w:rsidRPr="008E7459" w:rsidTr="00335559">
        <w:trPr>
          <w:gridAfter w:val="1"/>
          <w:wAfter w:w="68" w:type="dxa"/>
        </w:trPr>
        <w:tc>
          <w:tcPr>
            <w:tcW w:w="2624" w:type="dxa"/>
          </w:tcPr>
          <w:p w:rsidR="00B80C8F" w:rsidRPr="008E7459" w:rsidRDefault="00B80C8F" w:rsidP="009B5EE9">
            <w:pPr>
              <w:pStyle w:val="TableBodyText"/>
              <w:ind w:left="136"/>
              <w:jc w:val="left"/>
            </w:pPr>
            <w:r w:rsidRPr="008E7459">
              <w:t>Primary</w:t>
            </w:r>
          </w:p>
        </w:tc>
        <w:tc>
          <w:tcPr>
            <w:tcW w:w="685" w:type="dxa"/>
          </w:tcPr>
          <w:p w:rsidR="00B80C8F" w:rsidRPr="008E7459" w:rsidRDefault="00B80C8F" w:rsidP="009B5EE9">
            <w:pPr>
              <w:pStyle w:val="TableBodyText"/>
            </w:pPr>
            <w:r w:rsidRPr="008E7459">
              <w:t>1 623</w:t>
            </w:r>
          </w:p>
        </w:tc>
        <w:tc>
          <w:tcPr>
            <w:tcW w:w="685" w:type="dxa"/>
          </w:tcPr>
          <w:p w:rsidR="00B80C8F" w:rsidRPr="008E7459" w:rsidRDefault="00B80C8F" w:rsidP="009B5EE9">
            <w:pPr>
              <w:pStyle w:val="TableBodyText"/>
            </w:pPr>
            <w:r w:rsidRPr="008E7459">
              <w:t>1</w:t>
            </w:r>
            <w:r w:rsidR="00DE694D" w:rsidRPr="008E7459">
              <w:t> </w:t>
            </w:r>
            <w:r w:rsidRPr="008E7459">
              <w:t>136</w:t>
            </w:r>
          </w:p>
        </w:tc>
        <w:tc>
          <w:tcPr>
            <w:tcW w:w="826" w:type="dxa"/>
          </w:tcPr>
          <w:p w:rsidR="00B80C8F" w:rsidRPr="008E7459" w:rsidRDefault="00B80C8F" w:rsidP="009B5EE9">
            <w:pPr>
              <w:pStyle w:val="TableBodyText"/>
            </w:pPr>
            <w:r w:rsidRPr="008E7459">
              <w:t>921</w:t>
            </w:r>
          </w:p>
        </w:tc>
        <w:tc>
          <w:tcPr>
            <w:tcW w:w="850" w:type="dxa"/>
          </w:tcPr>
          <w:p w:rsidR="00B80C8F" w:rsidRPr="008E7459" w:rsidRDefault="00B80C8F" w:rsidP="009B5EE9">
            <w:pPr>
              <w:pStyle w:val="TableBodyText"/>
            </w:pPr>
            <w:r w:rsidRPr="008E7459">
              <w:t>513</w:t>
            </w:r>
          </w:p>
        </w:tc>
        <w:tc>
          <w:tcPr>
            <w:tcW w:w="709" w:type="dxa"/>
            <w:vAlign w:val="center"/>
          </w:tcPr>
          <w:p w:rsidR="00B80C8F" w:rsidRPr="008E7459" w:rsidRDefault="00B80C8F" w:rsidP="009B5EE9">
            <w:pPr>
              <w:pStyle w:val="TableBodyText"/>
            </w:pPr>
            <w:r w:rsidRPr="008E7459">
              <w:t>393</w:t>
            </w:r>
          </w:p>
        </w:tc>
        <w:tc>
          <w:tcPr>
            <w:tcW w:w="567" w:type="dxa"/>
          </w:tcPr>
          <w:p w:rsidR="00B80C8F" w:rsidRPr="008E7459" w:rsidRDefault="00B80C8F" w:rsidP="009B5EE9">
            <w:pPr>
              <w:pStyle w:val="TableBodyText"/>
            </w:pPr>
            <w:r w:rsidRPr="008E7459">
              <w:t>128</w:t>
            </w:r>
          </w:p>
        </w:tc>
        <w:tc>
          <w:tcPr>
            <w:tcW w:w="567" w:type="dxa"/>
          </w:tcPr>
          <w:p w:rsidR="00B80C8F" w:rsidRPr="008E7459" w:rsidRDefault="00B80C8F" w:rsidP="009B5EE9">
            <w:pPr>
              <w:pStyle w:val="TableBodyText"/>
            </w:pPr>
            <w:r w:rsidRPr="008E7459">
              <w:t>53</w:t>
            </w:r>
          </w:p>
        </w:tc>
        <w:tc>
          <w:tcPr>
            <w:tcW w:w="640" w:type="dxa"/>
            <w:gridSpan w:val="2"/>
          </w:tcPr>
          <w:p w:rsidR="00B80C8F" w:rsidRPr="008E7459" w:rsidRDefault="00B80C8F" w:rsidP="009B5EE9">
            <w:pPr>
              <w:pStyle w:val="TableBodyText"/>
            </w:pPr>
            <w:r w:rsidRPr="008E7459">
              <w:t>60</w:t>
            </w:r>
          </w:p>
        </w:tc>
        <w:tc>
          <w:tcPr>
            <w:tcW w:w="710" w:type="dxa"/>
          </w:tcPr>
          <w:p w:rsidR="00B80C8F" w:rsidRPr="008E7459" w:rsidRDefault="00B80C8F" w:rsidP="009B5EE9">
            <w:pPr>
              <w:pStyle w:val="TableColumnHeading"/>
              <w:spacing w:before="0" w:after="40"/>
              <w:ind w:right="0"/>
              <w:rPr>
                <w:i w:val="0"/>
              </w:rPr>
            </w:pPr>
            <w:r w:rsidRPr="008E7459">
              <w:rPr>
                <w:i w:val="0"/>
              </w:rPr>
              <w:t>4 827</w:t>
            </w:r>
          </w:p>
        </w:tc>
      </w:tr>
      <w:tr w:rsidR="00B80C8F" w:rsidRPr="008E7459" w:rsidTr="00335559">
        <w:trPr>
          <w:gridAfter w:val="1"/>
          <w:wAfter w:w="68" w:type="dxa"/>
        </w:trPr>
        <w:tc>
          <w:tcPr>
            <w:tcW w:w="2624" w:type="dxa"/>
          </w:tcPr>
          <w:p w:rsidR="00B80C8F" w:rsidRPr="008E7459" w:rsidRDefault="00B80C8F" w:rsidP="009B5EE9">
            <w:pPr>
              <w:pStyle w:val="TableBodyText"/>
              <w:ind w:left="136"/>
              <w:jc w:val="left"/>
            </w:pPr>
            <w:r w:rsidRPr="008E7459">
              <w:t>Secondary</w:t>
            </w:r>
          </w:p>
        </w:tc>
        <w:tc>
          <w:tcPr>
            <w:tcW w:w="685" w:type="dxa"/>
          </w:tcPr>
          <w:p w:rsidR="00B80C8F" w:rsidRPr="008E7459" w:rsidRDefault="00B80C8F" w:rsidP="009B5EE9">
            <w:pPr>
              <w:pStyle w:val="TableBodyText"/>
            </w:pPr>
            <w:r w:rsidRPr="008E7459">
              <w:t>370</w:t>
            </w:r>
          </w:p>
        </w:tc>
        <w:tc>
          <w:tcPr>
            <w:tcW w:w="685" w:type="dxa"/>
          </w:tcPr>
          <w:p w:rsidR="00B80C8F" w:rsidRPr="008E7459" w:rsidRDefault="00B80C8F" w:rsidP="009B5EE9">
            <w:pPr>
              <w:pStyle w:val="TableBodyText"/>
            </w:pPr>
            <w:r w:rsidRPr="008E7459">
              <w:t>244</w:t>
            </w:r>
          </w:p>
        </w:tc>
        <w:tc>
          <w:tcPr>
            <w:tcW w:w="826" w:type="dxa"/>
          </w:tcPr>
          <w:p w:rsidR="00B80C8F" w:rsidRPr="008E7459" w:rsidRDefault="00B80C8F" w:rsidP="009B5EE9">
            <w:pPr>
              <w:pStyle w:val="TableBodyText"/>
            </w:pPr>
            <w:r w:rsidRPr="008E7459">
              <w:t>180</w:t>
            </w:r>
          </w:p>
        </w:tc>
        <w:tc>
          <w:tcPr>
            <w:tcW w:w="850" w:type="dxa"/>
          </w:tcPr>
          <w:p w:rsidR="00B80C8F" w:rsidRPr="008E7459" w:rsidRDefault="00B80C8F" w:rsidP="009B5EE9">
            <w:pPr>
              <w:pStyle w:val="TableBodyText"/>
            </w:pPr>
            <w:r w:rsidRPr="008E7459">
              <w:t>96</w:t>
            </w:r>
          </w:p>
        </w:tc>
        <w:tc>
          <w:tcPr>
            <w:tcW w:w="709" w:type="dxa"/>
            <w:vAlign w:val="center"/>
          </w:tcPr>
          <w:p w:rsidR="00B80C8F" w:rsidRPr="008E7459" w:rsidRDefault="00B80C8F" w:rsidP="009B5EE9">
            <w:pPr>
              <w:pStyle w:val="TableBodyText"/>
            </w:pPr>
            <w:r w:rsidRPr="008E7459">
              <w:t>68</w:t>
            </w:r>
          </w:p>
        </w:tc>
        <w:tc>
          <w:tcPr>
            <w:tcW w:w="567" w:type="dxa"/>
          </w:tcPr>
          <w:p w:rsidR="00B80C8F" w:rsidRPr="008E7459" w:rsidRDefault="00B80C8F" w:rsidP="009B5EE9">
            <w:pPr>
              <w:pStyle w:val="TableBodyText"/>
            </w:pPr>
            <w:r w:rsidRPr="008E7459">
              <w:t>38</w:t>
            </w:r>
          </w:p>
        </w:tc>
        <w:tc>
          <w:tcPr>
            <w:tcW w:w="567" w:type="dxa"/>
          </w:tcPr>
          <w:p w:rsidR="00B80C8F" w:rsidRPr="008E7459" w:rsidRDefault="00B80C8F" w:rsidP="009B5EE9">
            <w:pPr>
              <w:pStyle w:val="TableBodyText"/>
            </w:pPr>
            <w:r w:rsidRPr="008E7459">
              <w:t>18</w:t>
            </w:r>
          </w:p>
        </w:tc>
        <w:tc>
          <w:tcPr>
            <w:tcW w:w="640" w:type="dxa"/>
            <w:gridSpan w:val="2"/>
          </w:tcPr>
          <w:p w:rsidR="00B80C8F" w:rsidRPr="008E7459" w:rsidRDefault="00B80C8F" w:rsidP="009B5EE9">
            <w:pPr>
              <w:pStyle w:val="TableBodyText"/>
            </w:pPr>
            <w:r w:rsidRPr="008E7459">
              <w:t>15</w:t>
            </w:r>
          </w:p>
        </w:tc>
        <w:tc>
          <w:tcPr>
            <w:tcW w:w="710" w:type="dxa"/>
          </w:tcPr>
          <w:p w:rsidR="00B80C8F" w:rsidRPr="008E7459" w:rsidRDefault="00B80C8F" w:rsidP="009B5EE9">
            <w:pPr>
              <w:pStyle w:val="TableColumnHeading"/>
              <w:spacing w:before="0" w:after="40"/>
              <w:ind w:right="0"/>
              <w:rPr>
                <w:i w:val="0"/>
              </w:rPr>
            </w:pPr>
            <w:r w:rsidRPr="008E7459">
              <w:rPr>
                <w:i w:val="0"/>
              </w:rPr>
              <w:t>1 029</w:t>
            </w:r>
          </w:p>
        </w:tc>
      </w:tr>
      <w:tr w:rsidR="00B80C8F" w:rsidRPr="008E7459" w:rsidTr="00335559">
        <w:trPr>
          <w:gridAfter w:val="1"/>
          <w:wAfter w:w="68" w:type="dxa"/>
        </w:trPr>
        <w:tc>
          <w:tcPr>
            <w:tcW w:w="2624" w:type="dxa"/>
          </w:tcPr>
          <w:p w:rsidR="00B80C8F" w:rsidRPr="008E7459" w:rsidRDefault="00B80C8F" w:rsidP="009B5EE9">
            <w:pPr>
              <w:pStyle w:val="TableBodyText"/>
              <w:ind w:left="136"/>
              <w:jc w:val="left"/>
            </w:pPr>
            <w:r w:rsidRPr="008E7459">
              <w:t>Combined</w:t>
            </w:r>
            <w:r w:rsidR="00830E19" w:rsidRPr="008E7459">
              <w:rPr>
                <w:rStyle w:val="NoteLabel"/>
              </w:rPr>
              <w:t>b</w:t>
            </w:r>
          </w:p>
        </w:tc>
        <w:tc>
          <w:tcPr>
            <w:tcW w:w="685" w:type="dxa"/>
          </w:tcPr>
          <w:p w:rsidR="00B80C8F" w:rsidRPr="008E7459" w:rsidRDefault="00B80C8F" w:rsidP="009B5EE9">
            <w:pPr>
              <w:pStyle w:val="TableBodyText"/>
            </w:pPr>
            <w:r w:rsidRPr="008E7459">
              <w:t>66</w:t>
            </w:r>
          </w:p>
        </w:tc>
        <w:tc>
          <w:tcPr>
            <w:tcW w:w="685" w:type="dxa"/>
          </w:tcPr>
          <w:p w:rsidR="00B80C8F" w:rsidRPr="008E7459" w:rsidRDefault="00B80C8F" w:rsidP="009B5EE9">
            <w:pPr>
              <w:pStyle w:val="TableBodyText"/>
            </w:pPr>
            <w:r w:rsidRPr="008E7459">
              <w:t>79</w:t>
            </w:r>
          </w:p>
        </w:tc>
        <w:tc>
          <w:tcPr>
            <w:tcW w:w="826" w:type="dxa"/>
          </w:tcPr>
          <w:p w:rsidR="00B80C8F" w:rsidRPr="008E7459" w:rsidRDefault="00B80C8F" w:rsidP="009B5EE9">
            <w:pPr>
              <w:pStyle w:val="TableBodyText"/>
            </w:pPr>
            <w:r w:rsidRPr="008E7459">
              <w:t>92</w:t>
            </w:r>
          </w:p>
        </w:tc>
        <w:tc>
          <w:tcPr>
            <w:tcW w:w="850" w:type="dxa"/>
          </w:tcPr>
          <w:p w:rsidR="00B80C8F" w:rsidRPr="008E7459" w:rsidRDefault="00B80C8F" w:rsidP="009B5EE9">
            <w:pPr>
              <w:pStyle w:val="TableBodyText"/>
            </w:pPr>
            <w:r w:rsidRPr="008E7459">
              <w:t>90</w:t>
            </w:r>
          </w:p>
        </w:tc>
        <w:tc>
          <w:tcPr>
            <w:tcW w:w="709" w:type="dxa"/>
            <w:vAlign w:val="center"/>
          </w:tcPr>
          <w:p w:rsidR="00B80C8F" w:rsidRPr="008E7459" w:rsidRDefault="00B80C8F" w:rsidP="009B5EE9">
            <w:pPr>
              <w:pStyle w:val="TableBodyText"/>
            </w:pPr>
            <w:r w:rsidRPr="008E7459">
              <w:t>76</w:t>
            </w:r>
          </w:p>
        </w:tc>
        <w:tc>
          <w:tcPr>
            <w:tcW w:w="567" w:type="dxa"/>
          </w:tcPr>
          <w:p w:rsidR="00B80C8F" w:rsidRPr="008E7459" w:rsidRDefault="00B80C8F" w:rsidP="009B5EE9">
            <w:pPr>
              <w:pStyle w:val="TableBodyText"/>
            </w:pPr>
            <w:r w:rsidRPr="008E7459">
              <w:t>26</w:t>
            </w:r>
          </w:p>
        </w:tc>
        <w:tc>
          <w:tcPr>
            <w:tcW w:w="567" w:type="dxa"/>
          </w:tcPr>
          <w:p w:rsidR="00B80C8F" w:rsidRPr="008E7459" w:rsidRDefault="00B80C8F" w:rsidP="009B5EE9">
            <w:pPr>
              <w:pStyle w:val="TableBodyText"/>
            </w:pPr>
            <w:r w:rsidRPr="008E7459">
              <w:t>9</w:t>
            </w:r>
          </w:p>
        </w:tc>
        <w:tc>
          <w:tcPr>
            <w:tcW w:w="640" w:type="dxa"/>
            <w:gridSpan w:val="2"/>
          </w:tcPr>
          <w:p w:rsidR="00B80C8F" w:rsidRPr="008E7459" w:rsidRDefault="00B80C8F" w:rsidP="009B5EE9">
            <w:pPr>
              <w:pStyle w:val="TableBodyText"/>
            </w:pPr>
            <w:r w:rsidRPr="008E7459">
              <w:t>73</w:t>
            </w:r>
          </w:p>
        </w:tc>
        <w:tc>
          <w:tcPr>
            <w:tcW w:w="710" w:type="dxa"/>
          </w:tcPr>
          <w:p w:rsidR="00B80C8F" w:rsidRPr="008E7459" w:rsidRDefault="00B80C8F" w:rsidP="009B5EE9">
            <w:pPr>
              <w:pStyle w:val="TableColumnHeading"/>
              <w:spacing w:before="0" w:after="40"/>
              <w:ind w:right="0"/>
              <w:rPr>
                <w:i w:val="0"/>
              </w:rPr>
            </w:pPr>
            <w:r w:rsidRPr="008E7459">
              <w:rPr>
                <w:i w:val="0"/>
              </w:rPr>
              <w:t>511</w:t>
            </w:r>
          </w:p>
        </w:tc>
      </w:tr>
      <w:tr w:rsidR="00B80C8F" w:rsidRPr="008E7459" w:rsidTr="00335559">
        <w:trPr>
          <w:gridAfter w:val="1"/>
          <w:wAfter w:w="68" w:type="dxa"/>
        </w:trPr>
        <w:tc>
          <w:tcPr>
            <w:tcW w:w="2624" w:type="dxa"/>
          </w:tcPr>
          <w:p w:rsidR="00B80C8F" w:rsidRPr="008E7459" w:rsidRDefault="00B80C8F" w:rsidP="009B5EE9">
            <w:pPr>
              <w:pStyle w:val="TableBodyText"/>
              <w:ind w:left="136"/>
              <w:jc w:val="left"/>
            </w:pPr>
            <w:r w:rsidRPr="008E7459">
              <w:t>Special schools</w:t>
            </w:r>
            <w:r w:rsidR="00830E19" w:rsidRPr="008E7459">
              <w:rPr>
                <w:rStyle w:val="NoteLabel"/>
              </w:rPr>
              <w:t>c</w:t>
            </w:r>
          </w:p>
        </w:tc>
        <w:tc>
          <w:tcPr>
            <w:tcW w:w="685" w:type="dxa"/>
          </w:tcPr>
          <w:p w:rsidR="00B80C8F" w:rsidRPr="008E7459" w:rsidRDefault="00B80C8F" w:rsidP="009B5EE9">
            <w:pPr>
              <w:pStyle w:val="TableBodyText"/>
            </w:pPr>
            <w:r w:rsidRPr="008E7459">
              <w:t>110</w:t>
            </w:r>
          </w:p>
        </w:tc>
        <w:tc>
          <w:tcPr>
            <w:tcW w:w="685" w:type="dxa"/>
          </w:tcPr>
          <w:p w:rsidR="00B80C8F" w:rsidRPr="008E7459" w:rsidRDefault="00B80C8F" w:rsidP="009B5EE9">
            <w:pPr>
              <w:pStyle w:val="TableBodyText"/>
            </w:pPr>
            <w:r w:rsidRPr="008E7459">
              <w:t>76</w:t>
            </w:r>
          </w:p>
        </w:tc>
        <w:tc>
          <w:tcPr>
            <w:tcW w:w="826" w:type="dxa"/>
          </w:tcPr>
          <w:p w:rsidR="00B80C8F" w:rsidRPr="008E7459" w:rsidRDefault="00B80C8F" w:rsidP="009B5EE9">
            <w:pPr>
              <w:pStyle w:val="TableBodyText"/>
            </w:pPr>
            <w:r w:rsidRPr="008E7459">
              <w:t>46</w:t>
            </w:r>
          </w:p>
        </w:tc>
        <w:tc>
          <w:tcPr>
            <w:tcW w:w="850" w:type="dxa"/>
          </w:tcPr>
          <w:p w:rsidR="00B80C8F" w:rsidRPr="008E7459" w:rsidRDefault="00B80C8F" w:rsidP="009B5EE9">
            <w:pPr>
              <w:pStyle w:val="TableBodyText"/>
            </w:pPr>
            <w:r w:rsidRPr="008E7459">
              <w:t>66</w:t>
            </w:r>
          </w:p>
        </w:tc>
        <w:tc>
          <w:tcPr>
            <w:tcW w:w="709" w:type="dxa"/>
            <w:vAlign w:val="center"/>
          </w:tcPr>
          <w:p w:rsidR="00B80C8F" w:rsidRPr="008E7459" w:rsidRDefault="00B80C8F" w:rsidP="009B5EE9">
            <w:pPr>
              <w:pStyle w:val="TableBodyText"/>
            </w:pPr>
            <w:r w:rsidRPr="008E7459">
              <w:t>18</w:t>
            </w:r>
          </w:p>
        </w:tc>
        <w:tc>
          <w:tcPr>
            <w:tcW w:w="567" w:type="dxa"/>
          </w:tcPr>
          <w:p w:rsidR="00B80C8F" w:rsidRPr="008E7459" w:rsidRDefault="00B80C8F" w:rsidP="009B5EE9">
            <w:pPr>
              <w:pStyle w:val="TableBodyText"/>
            </w:pPr>
            <w:r w:rsidRPr="008E7459">
              <w:t>5</w:t>
            </w:r>
          </w:p>
        </w:tc>
        <w:tc>
          <w:tcPr>
            <w:tcW w:w="567" w:type="dxa"/>
          </w:tcPr>
          <w:p w:rsidR="00B80C8F" w:rsidRPr="008E7459" w:rsidRDefault="00B80C8F" w:rsidP="009B5EE9">
            <w:pPr>
              <w:pStyle w:val="TableBodyText"/>
            </w:pPr>
            <w:r w:rsidRPr="008E7459">
              <w:t>4</w:t>
            </w:r>
          </w:p>
        </w:tc>
        <w:tc>
          <w:tcPr>
            <w:tcW w:w="640" w:type="dxa"/>
            <w:gridSpan w:val="2"/>
          </w:tcPr>
          <w:p w:rsidR="00B80C8F" w:rsidRPr="008E7459" w:rsidRDefault="00B80C8F" w:rsidP="009B5EE9">
            <w:pPr>
              <w:pStyle w:val="TableBodyText"/>
            </w:pPr>
            <w:r w:rsidRPr="008E7459">
              <w:t>5</w:t>
            </w:r>
          </w:p>
        </w:tc>
        <w:tc>
          <w:tcPr>
            <w:tcW w:w="710" w:type="dxa"/>
          </w:tcPr>
          <w:p w:rsidR="00B80C8F" w:rsidRPr="008E7459" w:rsidRDefault="00B80C8F" w:rsidP="009B5EE9">
            <w:pPr>
              <w:pStyle w:val="TableColumnHeading"/>
              <w:spacing w:before="0" w:after="40"/>
              <w:ind w:right="0"/>
              <w:rPr>
                <w:i w:val="0"/>
              </w:rPr>
            </w:pPr>
            <w:r w:rsidRPr="008E7459">
              <w:rPr>
                <w:i w:val="0"/>
              </w:rPr>
              <w:t>330</w:t>
            </w:r>
          </w:p>
        </w:tc>
      </w:tr>
      <w:tr w:rsidR="00B80C8F" w:rsidRPr="008E7459" w:rsidTr="00335559">
        <w:trPr>
          <w:gridAfter w:val="1"/>
          <w:wAfter w:w="68" w:type="dxa"/>
        </w:trPr>
        <w:tc>
          <w:tcPr>
            <w:tcW w:w="2624" w:type="dxa"/>
          </w:tcPr>
          <w:p w:rsidR="00B80C8F" w:rsidRPr="008E7459" w:rsidRDefault="00B80C8F" w:rsidP="009B5EE9">
            <w:pPr>
              <w:pStyle w:val="TableBodyText"/>
              <w:ind w:left="136"/>
              <w:jc w:val="left"/>
              <w:rPr>
                <w:b/>
              </w:rPr>
            </w:pPr>
            <w:r w:rsidRPr="008E7459">
              <w:rPr>
                <w:b/>
              </w:rPr>
              <w:t>Total</w:t>
            </w:r>
          </w:p>
        </w:tc>
        <w:tc>
          <w:tcPr>
            <w:tcW w:w="685" w:type="dxa"/>
          </w:tcPr>
          <w:p w:rsidR="00B80C8F" w:rsidRPr="008E7459" w:rsidRDefault="00B80C8F" w:rsidP="009B5EE9">
            <w:pPr>
              <w:pStyle w:val="TableBodyText"/>
              <w:rPr>
                <w:b/>
              </w:rPr>
            </w:pPr>
            <w:r w:rsidRPr="008E7459">
              <w:rPr>
                <w:b/>
              </w:rPr>
              <w:t>2 169</w:t>
            </w:r>
          </w:p>
        </w:tc>
        <w:tc>
          <w:tcPr>
            <w:tcW w:w="685" w:type="dxa"/>
          </w:tcPr>
          <w:p w:rsidR="00B80C8F" w:rsidRPr="008E7459" w:rsidRDefault="00B80C8F" w:rsidP="009B5EE9">
            <w:pPr>
              <w:pStyle w:val="TableBodyText"/>
              <w:rPr>
                <w:b/>
              </w:rPr>
            </w:pPr>
            <w:r w:rsidRPr="008E7459">
              <w:rPr>
                <w:b/>
              </w:rPr>
              <w:t>1 535</w:t>
            </w:r>
          </w:p>
        </w:tc>
        <w:tc>
          <w:tcPr>
            <w:tcW w:w="826" w:type="dxa"/>
          </w:tcPr>
          <w:p w:rsidR="00B80C8F" w:rsidRPr="008E7459" w:rsidRDefault="00B80C8F" w:rsidP="009B5EE9">
            <w:pPr>
              <w:pStyle w:val="TableBodyText"/>
              <w:rPr>
                <w:b/>
              </w:rPr>
            </w:pPr>
            <w:r w:rsidRPr="008E7459">
              <w:rPr>
                <w:b/>
              </w:rPr>
              <w:t>1 239</w:t>
            </w:r>
          </w:p>
        </w:tc>
        <w:tc>
          <w:tcPr>
            <w:tcW w:w="850" w:type="dxa"/>
          </w:tcPr>
          <w:p w:rsidR="00B80C8F" w:rsidRPr="008E7459" w:rsidRDefault="00B80C8F" w:rsidP="009B5EE9">
            <w:pPr>
              <w:pStyle w:val="TableBodyText"/>
              <w:rPr>
                <w:b/>
              </w:rPr>
            </w:pPr>
            <w:r w:rsidRPr="008E7459">
              <w:rPr>
                <w:b/>
              </w:rPr>
              <w:t>765</w:t>
            </w:r>
          </w:p>
        </w:tc>
        <w:tc>
          <w:tcPr>
            <w:tcW w:w="709" w:type="dxa"/>
            <w:vAlign w:val="center"/>
          </w:tcPr>
          <w:p w:rsidR="00B80C8F" w:rsidRPr="008E7459" w:rsidRDefault="00B80C8F" w:rsidP="009B5EE9">
            <w:pPr>
              <w:pStyle w:val="TableBodyText"/>
              <w:rPr>
                <w:b/>
              </w:rPr>
            </w:pPr>
            <w:r w:rsidRPr="008E7459">
              <w:rPr>
                <w:b/>
              </w:rPr>
              <w:t>555</w:t>
            </w:r>
          </w:p>
        </w:tc>
        <w:tc>
          <w:tcPr>
            <w:tcW w:w="567" w:type="dxa"/>
          </w:tcPr>
          <w:p w:rsidR="00B80C8F" w:rsidRPr="008E7459" w:rsidRDefault="00B80C8F" w:rsidP="009B5EE9">
            <w:pPr>
              <w:pStyle w:val="TableBodyText"/>
              <w:rPr>
                <w:b/>
              </w:rPr>
            </w:pPr>
            <w:r w:rsidRPr="008E7459">
              <w:rPr>
                <w:b/>
              </w:rPr>
              <w:t>197</w:t>
            </w:r>
          </w:p>
        </w:tc>
        <w:tc>
          <w:tcPr>
            <w:tcW w:w="567" w:type="dxa"/>
          </w:tcPr>
          <w:p w:rsidR="00B80C8F" w:rsidRPr="008E7459" w:rsidRDefault="00B80C8F" w:rsidP="009B5EE9">
            <w:pPr>
              <w:pStyle w:val="TableBodyText"/>
              <w:rPr>
                <w:b/>
              </w:rPr>
            </w:pPr>
            <w:r w:rsidRPr="008E7459">
              <w:rPr>
                <w:b/>
              </w:rPr>
              <w:t>84</w:t>
            </w:r>
          </w:p>
        </w:tc>
        <w:tc>
          <w:tcPr>
            <w:tcW w:w="640" w:type="dxa"/>
            <w:gridSpan w:val="2"/>
          </w:tcPr>
          <w:p w:rsidR="00B80C8F" w:rsidRPr="008E7459" w:rsidRDefault="00B80C8F" w:rsidP="009B5EE9">
            <w:pPr>
              <w:pStyle w:val="TableBodyText"/>
              <w:rPr>
                <w:b/>
              </w:rPr>
            </w:pPr>
            <w:r w:rsidRPr="008E7459">
              <w:rPr>
                <w:b/>
              </w:rPr>
              <w:t>153</w:t>
            </w:r>
          </w:p>
        </w:tc>
        <w:tc>
          <w:tcPr>
            <w:tcW w:w="710" w:type="dxa"/>
          </w:tcPr>
          <w:p w:rsidR="00B80C8F" w:rsidRPr="008E7459" w:rsidRDefault="00B80C8F" w:rsidP="009B5EE9">
            <w:pPr>
              <w:pStyle w:val="TableColumnHeading"/>
              <w:spacing w:before="0" w:after="40"/>
              <w:ind w:right="0"/>
              <w:rPr>
                <w:b/>
                <w:i w:val="0"/>
              </w:rPr>
            </w:pPr>
            <w:r w:rsidRPr="008E7459">
              <w:rPr>
                <w:b/>
                <w:i w:val="0"/>
              </w:rPr>
              <w:t>6 697</w:t>
            </w:r>
          </w:p>
        </w:tc>
      </w:tr>
      <w:tr w:rsidR="00B80C8F" w:rsidRPr="008E7459" w:rsidTr="00335559">
        <w:tc>
          <w:tcPr>
            <w:tcW w:w="3309" w:type="dxa"/>
            <w:gridSpan w:val="2"/>
          </w:tcPr>
          <w:p w:rsidR="00B80C8F" w:rsidRPr="008E7459" w:rsidRDefault="00B80C8F" w:rsidP="009B5EE9">
            <w:pPr>
              <w:pStyle w:val="TableBodyText"/>
              <w:jc w:val="left"/>
            </w:pPr>
            <w:r w:rsidRPr="008E7459">
              <w:t>Non</w:t>
            </w:r>
            <w:r w:rsidR="00DE694D" w:rsidRPr="008E7459">
              <w:noBreakHyphen/>
            </w:r>
            <w:r w:rsidRPr="008E7459">
              <w:t>government schools (no.)</w:t>
            </w:r>
          </w:p>
        </w:tc>
        <w:tc>
          <w:tcPr>
            <w:tcW w:w="685" w:type="dxa"/>
          </w:tcPr>
          <w:p w:rsidR="00B80C8F" w:rsidRPr="008E7459" w:rsidRDefault="00B80C8F" w:rsidP="009B5EE9">
            <w:pPr>
              <w:pStyle w:val="TableBodyText"/>
            </w:pPr>
          </w:p>
        </w:tc>
        <w:tc>
          <w:tcPr>
            <w:tcW w:w="826" w:type="dxa"/>
          </w:tcPr>
          <w:p w:rsidR="00B80C8F" w:rsidRPr="008E7459" w:rsidRDefault="00B80C8F" w:rsidP="009B5EE9">
            <w:pPr>
              <w:pStyle w:val="TableBodyText"/>
            </w:pPr>
          </w:p>
        </w:tc>
        <w:tc>
          <w:tcPr>
            <w:tcW w:w="850" w:type="dxa"/>
          </w:tcPr>
          <w:p w:rsidR="00B80C8F" w:rsidRPr="008E7459" w:rsidRDefault="00B80C8F" w:rsidP="009B5EE9">
            <w:pPr>
              <w:pStyle w:val="TableBodyText"/>
            </w:pPr>
          </w:p>
        </w:tc>
        <w:tc>
          <w:tcPr>
            <w:tcW w:w="709" w:type="dxa"/>
          </w:tcPr>
          <w:p w:rsidR="00B80C8F" w:rsidRPr="008E7459" w:rsidRDefault="00B80C8F" w:rsidP="009B5EE9">
            <w:pPr>
              <w:pStyle w:val="TableBodyText"/>
            </w:pPr>
          </w:p>
        </w:tc>
        <w:tc>
          <w:tcPr>
            <w:tcW w:w="567" w:type="dxa"/>
            <w:vAlign w:val="center"/>
          </w:tcPr>
          <w:p w:rsidR="00B80C8F" w:rsidRPr="008E7459" w:rsidRDefault="00B80C8F" w:rsidP="009B5EE9">
            <w:pPr>
              <w:jc w:val="right"/>
              <w:rPr>
                <w:rFonts w:ascii="Arial" w:hAnsi="Arial"/>
                <w:sz w:val="20"/>
                <w:szCs w:val="20"/>
              </w:rPr>
            </w:pPr>
          </w:p>
        </w:tc>
        <w:tc>
          <w:tcPr>
            <w:tcW w:w="567" w:type="dxa"/>
          </w:tcPr>
          <w:p w:rsidR="00B80C8F" w:rsidRPr="008E7459" w:rsidRDefault="00B80C8F" w:rsidP="009B5EE9">
            <w:pPr>
              <w:pStyle w:val="TableBodyText"/>
            </w:pPr>
          </w:p>
        </w:tc>
        <w:tc>
          <w:tcPr>
            <w:tcW w:w="618" w:type="dxa"/>
          </w:tcPr>
          <w:p w:rsidR="00B80C8F" w:rsidRPr="008E7459" w:rsidRDefault="00B80C8F" w:rsidP="009B5EE9">
            <w:pPr>
              <w:pStyle w:val="TableBodyText"/>
            </w:pPr>
          </w:p>
        </w:tc>
        <w:tc>
          <w:tcPr>
            <w:tcW w:w="800" w:type="dxa"/>
            <w:gridSpan w:val="3"/>
          </w:tcPr>
          <w:p w:rsidR="00B80C8F" w:rsidRPr="008E7459" w:rsidRDefault="00B80C8F" w:rsidP="009B5EE9">
            <w:pPr>
              <w:pStyle w:val="TableBodyText"/>
            </w:pPr>
          </w:p>
        </w:tc>
      </w:tr>
      <w:tr w:rsidR="00B80C8F" w:rsidRPr="008E7459" w:rsidTr="00335559">
        <w:trPr>
          <w:gridAfter w:val="1"/>
          <w:wAfter w:w="68" w:type="dxa"/>
        </w:trPr>
        <w:tc>
          <w:tcPr>
            <w:tcW w:w="2624" w:type="dxa"/>
          </w:tcPr>
          <w:p w:rsidR="00B80C8F" w:rsidRPr="008E7459" w:rsidRDefault="00B80C8F" w:rsidP="009B5EE9">
            <w:pPr>
              <w:pStyle w:val="TableBodyText"/>
              <w:ind w:left="136"/>
              <w:jc w:val="left"/>
            </w:pPr>
            <w:r w:rsidRPr="008E7459">
              <w:t>Primary</w:t>
            </w:r>
          </w:p>
        </w:tc>
        <w:tc>
          <w:tcPr>
            <w:tcW w:w="685" w:type="dxa"/>
          </w:tcPr>
          <w:p w:rsidR="00B80C8F" w:rsidRPr="008E7459" w:rsidRDefault="00B80C8F" w:rsidP="009B5EE9">
            <w:pPr>
              <w:pStyle w:val="TableBodyText"/>
            </w:pPr>
            <w:r w:rsidRPr="008E7459">
              <w:t>490</w:t>
            </w:r>
          </w:p>
        </w:tc>
        <w:tc>
          <w:tcPr>
            <w:tcW w:w="685" w:type="dxa"/>
          </w:tcPr>
          <w:p w:rsidR="00B80C8F" w:rsidRPr="008E7459" w:rsidRDefault="00B80C8F" w:rsidP="009B5EE9">
            <w:pPr>
              <w:pStyle w:val="TableBodyText"/>
            </w:pPr>
            <w:r w:rsidRPr="008E7459">
              <w:t>425</w:t>
            </w:r>
          </w:p>
        </w:tc>
        <w:tc>
          <w:tcPr>
            <w:tcW w:w="826" w:type="dxa"/>
          </w:tcPr>
          <w:p w:rsidR="00B80C8F" w:rsidRPr="008E7459" w:rsidRDefault="00B80C8F" w:rsidP="009B5EE9">
            <w:pPr>
              <w:pStyle w:val="TableBodyText"/>
            </w:pPr>
            <w:r w:rsidRPr="008E7459">
              <w:t>232</w:t>
            </w:r>
          </w:p>
        </w:tc>
        <w:tc>
          <w:tcPr>
            <w:tcW w:w="850" w:type="dxa"/>
          </w:tcPr>
          <w:p w:rsidR="00B80C8F" w:rsidRPr="008E7459" w:rsidRDefault="00B80C8F" w:rsidP="009B5EE9">
            <w:pPr>
              <w:pStyle w:val="TableBodyText"/>
            </w:pPr>
            <w:r w:rsidRPr="008E7459">
              <w:t>149</w:t>
            </w:r>
          </w:p>
        </w:tc>
        <w:tc>
          <w:tcPr>
            <w:tcW w:w="709" w:type="dxa"/>
            <w:vAlign w:val="center"/>
          </w:tcPr>
          <w:p w:rsidR="00B80C8F" w:rsidRPr="008E7459" w:rsidRDefault="00B80C8F" w:rsidP="009B5EE9">
            <w:pPr>
              <w:pStyle w:val="TableBodyText"/>
            </w:pPr>
            <w:r w:rsidRPr="008E7459">
              <w:t>103</w:t>
            </w:r>
          </w:p>
        </w:tc>
        <w:tc>
          <w:tcPr>
            <w:tcW w:w="567" w:type="dxa"/>
          </w:tcPr>
          <w:p w:rsidR="00B80C8F" w:rsidRPr="008E7459" w:rsidRDefault="00B80C8F" w:rsidP="009B5EE9">
            <w:pPr>
              <w:pStyle w:val="TableBodyText"/>
            </w:pPr>
            <w:r w:rsidRPr="008E7459">
              <w:t>28</w:t>
            </w:r>
          </w:p>
        </w:tc>
        <w:tc>
          <w:tcPr>
            <w:tcW w:w="567" w:type="dxa"/>
          </w:tcPr>
          <w:p w:rsidR="00B80C8F" w:rsidRPr="008E7459" w:rsidRDefault="00B80C8F" w:rsidP="009B5EE9">
            <w:pPr>
              <w:pStyle w:val="TableBodyText"/>
            </w:pPr>
            <w:r w:rsidRPr="008E7459">
              <w:t>25</w:t>
            </w:r>
          </w:p>
        </w:tc>
        <w:tc>
          <w:tcPr>
            <w:tcW w:w="640" w:type="dxa"/>
            <w:gridSpan w:val="2"/>
          </w:tcPr>
          <w:p w:rsidR="00B80C8F" w:rsidRPr="008E7459" w:rsidRDefault="00B80C8F" w:rsidP="009B5EE9">
            <w:pPr>
              <w:pStyle w:val="TableBodyText"/>
            </w:pPr>
            <w:r w:rsidRPr="008E7459">
              <w:t>11</w:t>
            </w:r>
          </w:p>
        </w:tc>
        <w:tc>
          <w:tcPr>
            <w:tcW w:w="710" w:type="dxa"/>
          </w:tcPr>
          <w:p w:rsidR="00B80C8F" w:rsidRPr="008E7459" w:rsidRDefault="00B80C8F" w:rsidP="009B5EE9">
            <w:pPr>
              <w:pStyle w:val="TableColumnHeading"/>
              <w:spacing w:before="0" w:after="40"/>
              <w:ind w:right="0"/>
              <w:rPr>
                <w:i w:val="0"/>
              </w:rPr>
            </w:pPr>
            <w:r w:rsidRPr="008E7459">
              <w:rPr>
                <w:i w:val="0"/>
              </w:rPr>
              <w:t>1 463</w:t>
            </w:r>
          </w:p>
        </w:tc>
      </w:tr>
      <w:tr w:rsidR="00B80C8F" w:rsidRPr="008E7459" w:rsidTr="00335559">
        <w:trPr>
          <w:gridAfter w:val="1"/>
          <w:wAfter w:w="68" w:type="dxa"/>
        </w:trPr>
        <w:tc>
          <w:tcPr>
            <w:tcW w:w="2624" w:type="dxa"/>
          </w:tcPr>
          <w:p w:rsidR="00B80C8F" w:rsidRPr="008E7459" w:rsidRDefault="00B80C8F" w:rsidP="009B5EE9">
            <w:pPr>
              <w:pStyle w:val="TableBodyText"/>
              <w:ind w:left="136"/>
              <w:jc w:val="left"/>
            </w:pPr>
            <w:r w:rsidRPr="008E7459">
              <w:t>Secondary</w:t>
            </w:r>
          </w:p>
        </w:tc>
        <w:tc>
          <w:tcPr>
            <w:tcW w:w="685" w:type="dxa"/>
          </w:tcPr>
          <w:p w:rsidR="00B80C8F" w:rsidRPr="008E7459" w:rsidRDefault="00B80C8F" w:rsidP="009B5EE9">
            <w:pPr>
              <w:pStyle w:val="TableBodyText"/>
            </w:pPr>
            <w:r w:rsidRPr="008E7459">
              <w:t>145</w:t>
            </w:r>
          </w:p>
        </w:tc>
        <w:tc>
          <w:tcPr>
            <w:tcW w:w="685" w:type="dxa"/>
          </w:tcPr>
          <w:p w:rsidR="00B80C8F" w:rsidRPr="008E7459" w:rsidRDefault="00B80C8F" w:rsidP="009B5EE9">
            <w:pPr>
              <w:pStyle w:val="TableBodyText"/>
            </w:pPr>
            <w:r w:rsidRPr="008E7459">
              <w:t>98</w:t>
            </w:r>
          </w:p>
        </w:tc>
        <w:tc>
          <w:tcPr>
            <w:tcW w:w="826" w:type="dxa"/>
          </w:tcPr>
          <w:p w:rsidR="00B80C8F" w:rsidRPr="008E7459" w:rsidRDefault="00B80C8F" w:rsidP="009B5EE9">
            <w:pPr>
              <w:pStyle w:val="TableBodyText"/>
            </w:pPr>
            <w:r w:rsidRPr="008E7459">
              <w:t>73</w:t>
            </w:r>
          </w:p>
        </w:tc>
        <w:tc>
          <w:tcPr>
            <w:tcW w:w="850" w:type="dxa"/>
          </w:tcPr>
          <w:p w:rsidR="00B80C8F" w:rsidRPr="008E7459" w:rsidRDefault="00B80C8F" w:rsidP="009B5EE9">
            <w:pPr>
              <w:pStyle w:val="TableBodyText"/>
            </w:pPr>
            <w:r w:rsidRPr="008E7459">
              <w:t>9</w:t>
            </w:r>
          </w:p>
        </w:tc>
        <w:tc>
          <w:tcPr>
            <w:tcW w:w="709" w:type="dxa"/>
            <w:vAlign w:val="center"/>
          </w:tcPr>
          <w:p w:rsidR="00B80C8F" w:rsidRPr="008E7459" w:rsidRDefault="00B80C8F" w:rsidP="009B5EE9">
            <w:pPr>
              <w:pStyle w:val="TableBodyText"/>
            </w:pPr>
            <w:r w:rsidRPr="008E7459">
              <w:t>19</w:t>
            </w:r>
          </w:p>
        </w:tc>
        <w:tc>
          <w:tcPr>
            <w:tcW w:w="567" w:type="dxa"/>
          </w:tcPr>
          <w:p w:rsidR="00B80C8F" w:rsidRPr="008E7459" w:rsidRDefault="00B80C8F" w:rsidP="009B5EE9">
            <w:pPr>
              <w:pStyle w:val="TableBodyText"/>
            </w:pPr>
            <w:r w:rsidRPr="008E7459">
              <w:t>5</w:t>
            </w:r>
          </w:p>
        </w:tc>
        <w:tc>
          <w:tcPr>
            <w:tcW w:w="567" w:type="dxa"/>
          </w:tcPr>
          <w:p w:rsidR="00B80C8F" w:rsidRPr="008E7459" w:rsidRDefault="00B80C8F" w:rsidP="009B5EE9">
            <w:pPr>
              <w:pStyle w:val="TableBodyText"/>
            </w:pPr>
            <w:r w:rsidRPr="008E7459">
              <w:t>5</w:t>
            </w:r>
          </w:p>
        </w:tc>
        <w:tc>
          <w:tcPr>
            <w:tcW w:w="640" w:type="dxa"/>
            <w:gridSpan w:val="2"/>
          </w:tcPr>
          <w:p w:rsidR="00B80C8F" w:rsidRPr="008E7459" w:rsidRDefault="00B80C8F" w:rsidP="009B5EE9">
            <w:pPr>
              <w:pStyle w:val="TableBodyText"/>
            </w:pPr>
            <w:r w:rsidRPr="008E7459">
              <w:t>9</w:t>
            </w:r>
          </w:p>
        </w:tc>
        <w:tc>
          <w:tcPr>
            <w:tcW w:w="710" w:type="dxa"/>
          </w:tcPr>
          <w:p w:rsidR="00B80C8F" w:rsidRPr="008E7459" w:rsidRDefault="00B80C8F" w:rsidP="009B5EE9">
            <w:pPr>
              <w:pStyle w:val="TableColumnHeading"/>
              <w:spacing w:before="0" w:after="40"/>
              <w:ind w:right="0"/>
              <w:rPr>
                <w:i w:val="0"/>
              </w:rPr>
            </w:pPr>
            <w:r w:rsidRPr="008E7459">
              <w:rPr>
                <w:i w:val="0"/>
              </w:rPr>
              <w:t>363</w:t>
            </w:r>
          </w:p>
        </w:tc>
      </w:tr>
      <w:tr w:rsidR="00830E19" w:rsidRPr="008E7459" w:rsidTr="00335559">
        <w:trPr>
          <w:gridAfter w:val="1"/>
          <w:wAfter w:w="68" w:type="dxa"/>
        </w:trPr>
        <w:tc>
          <w:tcPr>
            <w:tcW w:w="2624" w:type="dxa"/>
          </w:tcPr>
          <w:p w:rsidR="00830E19" w:rsidRPr="008E7459" w:rsidRDefault="00830E19" w:rsidP="00830E19">
            <w:pPr>
              <w:pStyle w:val="TableBodyText"/>
              <w:ind w:left="136"/>
              <w:jc w:val="left"/>
            </w:pPr>
            <w:r w:rsidRPr="008E7459">
              <w:t>Combined</w:t>
            </w:r>
            <w:r w:rsidRPr="008E7459">
              <w:rPr>
                <w:rStyle w:val="NoteLabel"/>
              </w:rPr>
              <w:t>b</w:t>
            </w:r>
          </w:p>
        </w:tc>
        <w:tc>
          <w:tcPr>
            <w:tcW w:w="685" w:type="dxa"/>
          </w:tcPr>
          <w:p w:rsidR="00830E19" w:rsidRPr="008E7459" w:rsidRDefault="00830E19" w:rsidP="009B5EE9">
            <w:pPr>
              <w:pStyle w:val="TableBodyText"/>
            </w:pPr>
            <w:r w:rsidRPr="008E7459">
              <w:t>237</w:t>
            </w:r>
          </w:p>
        </w:tc>
        <w:tc>
          <w:tcPr>
            <w:tcW w:w="685" w:type="dxa"/>
          </w:tcPr>
          <w:p w:rsidR="00830E19" w:rsidRPr="008E7459" w:rsidRDefault="00830E19" w:rsidP="009B5EE9">
            <w:pPr>
              <w:pStyle w:val="TableBodyText"/>
            </w:pPr>
            <w:r w:rsidRPr="008E7459">
              <w:t>156</w:t>
            </w:r>
          </w:p>
        </w:tc>
        <w:tc>
          <w:tcPr>
            <w:tcW w:w="826" w:type="dxa"/>
          </w:tcPr>
          <w:p w:rsidR="00830E19" w:rsidRPr="008E7459" w:rsidRDefault="00830E19" w:rsidP="009B5EE9">
            <w:pPr>
              <w:pStyle w:val="TableBodyText"/>
            </w:pPr>
            <w:r w:rsidRPr="008E7459">
              <w:t>154</w:t>
            </w:r>
          </w:p>
        </w:tc>
        <w:tc>
          <w:tcPr>
            <w:tcW w:w="850" w:type="dxa"/>
          </w:tcPr>
          <w:p w:rsidR="00830E19" w:rsidRPr="008E7459" w:rsidRDefault="00830E19" w:rsidP="009B5EE9">
            <w:pPr>
              <w:pStyle w:val="TableBodyText"/>
            </w:pPr>
            <w:r w:rsidRPr="008E7459">
              <w:t>132</w:t>
            </w:r>
          </w:p>
        </w:tc>
        <w:tc>
          <w:tcPr>
            <w:tcW w:w="709" w:type="dxa"/>
            <w:vAlign w:val="center"/>
          </w:tcPr>
          <w:p w:rsidR="00830E19" w:rsidRPr="008E7459" w:rsidRDefault="00830E19" w:rsidP="009B5EE9">
            <w:pPr>
              <w:pStyle w:val="TableBodyText"/>
            </w:pPr>
            <w:r w:rsidRPr="008E7459">
              <w:t>70</w:t>
            </w:r>
          </w:p>
        </w:tc>
        <w:tc>
          <w:tcPr>
            <w:tcW w:w="567" w:type="dxa"/>
          </w:tcPr>
          <w:p w:rsidR="00830E19" w:rsidRPr="008E7459" w:rsidRDefault="00830E19" w:rsidP="009B5EE9">
            <w:pPr>
              <w:pStyle w:val="TableBodyText"/>
            </w:pPr>
            <w:r w:rsidRPr="008E7459">
              <w:t>31</w:t>
            </w:r>
          </w:p>
        </w:tc>
        <w:tc>
          <w:tcPr>
            <w:tcW w:w="567" w:type="dxa"/>
          </w:tcPr>
          <w:p w:rsidR="00830E19" w:rsidRPr="008E7459" w:rsidRDefault="00830E19" w:rsidP="009B5EE9">
            <w:pPr>
              <w:pStyle w:val="TableBodyText"/>
            </w:pPr>
            <w:r w:rsidRPr="008E7459">
              <w:t>13</w:t>
            </w:r>
          </w:p>
        </w:tc>
        <w:tc>
          <w:tcPr>
            <w:tcW w:w="640" w:type="dxa"/>
            <w:gridSpan w:val="2"/>
          </w:tcPr>
          <w:p w:rsidR="00830E19" w:rsidRPr="008E7459" w:rsidRDefault="00830E19" w:rsidP="009B5EE9">
            <w:pPr>
              <w:pStyle w:val="TableBodyText"/>
            </w:pPr>
            <w:r w:rsidRPr="008E7459">
              <w:t>17</w:t>
            </w:r>
          </w:p>
        </w:tc>
        <w:tc>
          <w:tcPr>
            <w:tcW w:w="710" w:type="dxa"/>
          </w:tcPr>
          <w:p w:rsidR="00830E19" w:rsidRPr="008E7459" w:rsidRDefault="00830E19" w:rsidP="009B5EE9">
            <w:pPr>
              <w:pStyle w:val="TableColumnHeading"/>
              <w:spacing w:before="0" w:after="40"/>
              <w:ind w:right="0"/>
              <w:rPr>
                <w:i w:val="0"/>
              </w:rPr>
            </w:pPr>
            <w:r w:rsidRPr="008E7459">
              <w:rPr>
                <w:i w:val="0"/>
              </w:rPr>
              <w:t>810</w:t>
            </w:r>
          </w:p>
        </w:tc>
      </w:tr>
      <w:tr w:rsidR="00830E19" w:rsidRPr="008E7459" w:rsidTr="00335559">
        <w:trPr>
          <w:gridAfter w:val="1"/>
          <w:wAfter w:w="68" w:type="dxa"/>
        </w:trPr>
        <w:tc>
          <w:tcPr>
            <w:tcW w:w="2624" w:type="dxa"/>
          </w:tcPr>
          <w:p w:rsidR="00830E19" w:rsidRPr="008E7459" w:rsidRDefault="00830E19" w:rsidP="00830E19">
            <w:pPr>
              <w:pStyle w:val="TableBodyText"/>
              <w:ind w:left="136"/>
              <w:jc w:val="left"/>
            </w:pPr>
            <w:r w:rsidRPr="008E7459">
              <w:t>Special schools</w:t>
            </w:r>
            <w:r w:rsidRPr="008E7459">
              <w:rPr>
                <w:rStyle w:val="NoteLabel"/>
              </w:rPr>
              <w:t>c</w:t>
            </w:r>
          </w:p>
        </w:tc>
        <w:tc>
          <w:tcPr>
            <w:tcW w:w="685" w:type="dxa"/>
          </w:tcPr>
          <w:p w:rsidR="00830E19" w:rsidRPr="008E7459" w:rsidRDefault="00830E19" w:rsidP="009B5EE9">
            <w:pPr>
              <w:pStyle w:val="TableBodyText"/>
            </w:pPr>
            <w:r w:rsidRPr="008E7459">
              <w:t>41</w:t>
            </w:r>
          </w:p>
        </w:tc>
        <w:tc>
          <w:tcPr>
            <w:tcW w:w="685" w:type="dxa"/>
          </w:tcPr>
          <w:p w:rsidR="00830E19" w:rsidRPr="008E7459" w:rsidRDefault="00830E19" w:rsidP="009B5EE9">
            <w:pPr>
              <w:pStyle w:val="TableBodyText"/>
            </w:pPr>
            <w:r w:rsidRPr="008E7459">
              <w:t>19</w:t>
            </w:r>
          </w:p>
        </w:tc>
        <w:tc>
          <w:tcPr>
            <w:tcW w:w="826" w:type="dxa"/>
          </w:tcPr>
          <w:p w:rsidR="00830E19" w:rsidRPr="008E7459" w:rsidRDefault="00830E19" w:rsidP="009B5EE9">
            <w:pPr>
              <w:pStyle w:val="TableBodyText"/>
            </w:pPr>
            <w:r w:rsidRPr="008E7459">
              <w:t>17</w:t>
            </w:r>
          </w:p>
        </w:tc>
        <w:tc>
          <w:tcPr>
            <w:tcW w:w="850" w:type="dxa"/>
          </w:tcPr>
          <w:p w:rsidR="00830E19" w:rsidRPr="008E7459" w:rsidRDefault="00830E19" w:rsidP="009B5EE9">
            <w:pPr>
              <w:pStyle w:val="TableBodyText"/>
            </w:pPr>
            <w:r w:rsidRPr="008E7459">
              <w:t>11</w:t>
            </w:r>
          </w:p>
        </w:tc>
        <w:tc>
          <w:tcPr>
            <w:tcW w:w="709" w:type="dxa"/>
            <w:vAlign w:val="center"/>
          </w:tcPr>
          <w:p w:rsidR="00830E19" w:rsidRPr="008E7459" w:rsidRDefault="00830E19" w:rsidP="009B5EE9">
            <w:pPr>
              <w:pStyle w:val="TableBodyText"/>
            </w:pPr>
            <w:r w:rsidRPr="008E7459">
              <w:t>3</w:t>
            </w:r>
          </w:p>
        </w:tc>
        <w:tc>
          <w:tcPr>
            <w:tcW w:w="567" w:type="dxa"/>
          </w:tcPr>
          <w:p w:rsidR="00830E19" w:rsidRPr="008E7459" w:rsidRDefault="00830E19" w:rsidP="009B5EE9">
            <w:pPr>
              <w:pStyle w:val="TableBodyText"/>
            </w:pPr>
            <w:r w:rsidRPr="008E7459">
              <w:t>1</w:t>
            </w:r>
          </w:p>
        </w:tc>
        <w:tc>
          <w:tcPr>
            <w:tcW w:w="567" w:type="dxa"/>
          </w:tcPr>
          <w:p w:rsidR="00830E19" w:rsidRPr="008E7459" w:rsidRDefault="00830E19" w:rsidP="009B5EE9">
            <w:pPr>
              <w:pStyle w:val="TableBodyText"/>
            </w:pPr>
            <w:r w:rsidRPr="008E7459">
              <w:t>1</w:t>
            </w:r>
          </w:p>
        </w:tc>
        <w:tc>
          <w:tcPr>
            <w:tcW w:w="640" w:type="dxa"/>
            <w:gridSpan w:val="2"/>
          </w:tcPr>
          <w:p w:rsidR="00830E19" w:rsidRPr="008E7459" w:rsidRDefault="00830E19" w:rsidP="009B5EE9">
            <w:pPr>
              <w:pStyle w:val="TableBodyText"/>
            </w:pPr>
            <w:r w:rsidRPr="008E7459">
              <w:t>1</w:t>
            </w:r>
          </w:p>
        </w:tc>
        <w:tc>
          <w:tcPr>
            <w:tcW w:w="710" w:type="dxa"/>
          </w:tcPr>
          <w:p w:rsidR="00830E19" w:rsidRPr="008E7459" w:rsidRDefault="00830E19" w:rsidP="009B5EE9">
            <w:pPr>
              <w:pStyle w:val="TableColumnHeading"/>
              <w:spacing w:before="0" w:after="40"/>
              <w:ind w:right="0"/>
              <w:rPr>
                <w:i w:val="0"/>
              </w:rPr>
            </w:pPr>
            <w:r w:rsidRPr="008E7459">
              <w:rPr>
                <w:i w:val="0"/>
              </w:rPr>
              <w:t>94</w:t>
            </w:r>
          </w:p>
        </w:tc>
      </w:tr>
      <w:tr w:rsidR="00B80C8F" w:rsidRPr="008E7459" w:rsidTr="00335559">
        <w:trPr>
          <w:gridAfter w:val="1"/>
          <w:wAfter w:w="68" w:type="dxa"/>
        </w:trPr>
        <w:tc>
          <w:tcPr>
            <w:tcW w:w="2624" w:type="dxa"/>
          </w:tcPr>
          <w:p w:rsidR="00B80C8F" w:rsidRPr="008E7459" w:rsidRDefault="00B80C8F" w:rsidP="009B5EE9">
            <w:pPr>
              <w:pStyle w:val="TableBodyText"/>
              <w:ind w:left="136"/>
              <w:jc w:val="left"/>
              <w:rPr>
                <w:b/>
              </w:rPr>
            </w:pPr>
            <w:r w:rsidRPr="008E7459">
              <w:rPr>
                <w:b/>
              </w:rPr>
              <w:t>Total</w:t>
            </w:r>
          </w:p>
        </w:tc>
        <w:tc>
          <w:tcPr>
            <w:tcW w:w="685" w:type="dxa"/>
          </w:tcPr>
          <w:p w:rsidR="00B80C8F" w:rsidRPr="008E7459" w:rsidRDefault="00B80C8F" w:rsidP="009B5EE9">
            <w:pPr>
              <w:pStyle w:val="TableBodyText"/>
              <w:rPr>
                <w:b/>
              </w:rPr>
            </w:pPr>
            <w:r w:rsidRPr="008E7459">
              <w:rPr>
                <w:b/>
              </w:rPr>
              <w:t>913</w:t>
            </w:r>
          </w:p>
        </w:tc>
        <w:tc>
          <w:tcPr>
            <w:tcW w:w="685" w:type="dxa"/>
          </w:tcPr>
          <w:p w:rsidR="00B80C8F" w:rsidRPr="008E7459" w:rsidRDefault="00B80C8F" w:rsidP="009B5EE9">
            <w:pPr>
              <w:pStyle w:val="TableBodyText"/>
              <w:rPr>
                <w:b/>
              </w:rPr>
            </w:pPr>
            <w:r w:rsidRPr="008E7459">
              <w:rPr>
                <w:b/>
              </w:rPr>
              <w:t>698</w:t>
            </w:r>
          </w:p>
        </w:tc>
        <w:tc>
          <w:tcPr>
            <w:tcW w:w="826" w:type="dxa"/>
          </w:tcPr>
          <w:p w:rsidR="00B80C8F" w:rsidRPr="008E7459" w:rsidRDefault="00B80C8F" w:rsidP="009B5EE9">
            <w:pPr>
              <w:pStyle w:val="TableBodyText"/>
              <w:rPr>
                <w:b/>
              </w:rPr>
            </w:pPr>
            <w:r w:rsidRPr="008E7459">
              <w:rPr>
                <w:b/>
              </w:rPr>
              <w:t>476</w:t>
            </w:r>
          </w:p>
        </w:tc>
        <w:tc>
          <w:tcPr>
            <w:tcW w:w="850" w:type="dxa"/>
          </w:tcPr>
          <w:p w:rsidR="00B80C8F" w:rsidRPr="008E7459" w:rsidRDefault="00B80C8F" w:rsidP="009B5EE9">
            <w:pPr>
              <w:pStyle w:val="TableBodyText"/>
              <w:rPr>
                <w:b/>
              </w:rPr>
            </w:pPr>
            <w:r w:rsidRPr="008E7459">
              <w:rPr>
                <w:b/>
              </w:rPr>
              <w:t>301</w:t>
            </w:r>
          </w:p>
        </w:tc>
        <w:tc>
          <w:tcPr>
            <w:tcW w:w="709" w:type="dxa"/>
            <w:vAlign w:val="center"/>
          </w:tcPr>
          <w:p w:rsidR="00B80C8F" w:rsidRPr="008E7459" w:rsidRDefault="00B80C8F" w:rsidP="009B5EE9">
            <w:pPr>
              <w:pStyle w:val="TableBodyText"/>
              <w:rPr>
                <w:b/>
              </w:rPr>
            </w:pPr>
            <w:r w:rsidRPr="008E7459">
              <w:rPr>
                <w:b/>
              </w:rPr>
              <w:t>195</w:t>
            </w:r>
          </w:p>
        </w:tc>
        <w:tc>
          <w:tcPr>
            <w:tcW w:w="567" w:type="dxa"/>
          </w:tcPr>
          <w:p w:rsidR="00B80C8F" w:rsidRPr="008E7459" w:rsidRDefault="00B80C8F" w:rsidP="009B5EE9">
            <w:pPr>
              <w:pStyle w:val="TableBodyText"/>
              <w:rPr>
                <w:b/>
              </w:rPr>
            </w:pPr>
            <w:r w:rsidRPr="008E7459">
              <w:rPr>
                <w:b/>
              </w:rPr>
              <w:t>65</w:t>
            </w:r>
          </w:p>
        </w:tc>
        <w:tc>
          <w:tcPr>
            <w:tcW w:w="567" w:type="dxa"/>
          </w:tcPr>
          <w:p w:rsidR="00B80C8F" w:rsidRPr="008E7459" w:rsidRDefault="00B80C8F" w:rsidP="009B5EE9">
            <w:pPr>
              <w:pStyle w:val="TableBodyText"/>
              <w:rPr>
                <w:b/>
              </w:rPr>
            </w:pPr>
            <w:r w:rsidRPr="008E7459">
              <w:rPr>
                <w:b/>
              </w:rPr>
              <w:t>44</w:t>
            </w:r>
          </w:p>
        </w:tc>
        <w:tc>
          <w:tcPr>
            <w:tcW w:w="640" w:type="dxa"/>
            <w:gridSpan w:val="2"/>
          </w:tcPr>
          <w:p w:rsidR="00B80C8F" w:rsidRPr="008E7459" w:rsidRDefault="00B80C8F" w:rsidP="009B5EE9">
            <w:pPr>
              <w:pStyle w:val="TableBodyText"/>
              <w:rPr>
                <w:b/>
              </w:rPr>
            </w:pPr>
            <w:r w:rsidRPr="008E7459">
              <w:rPr>
                <w:b/>
              </w:rPr>
              <w:t>38</w:t>
            </w:r>
          </w:p>
        </w:tc>
        <w:tc>
          <w:tcPr>
            <w:tcW w:w="710" w:type="dxa"/>
          </w:tcPr>
          <w:p w:rsidR="00B80C8F" w:rsidRPr="008E7459" w:rsidRDefault="00B80C8F" w:rsidP="009B5EE9">
            <w:pPr>
              <w:pStyle w:val="TableColumnHeading"/>
              <w:spacing w:before="0" w:after="40"/>
              <w:ind w:right="0"/>
              <w:rPr>
                <w:b/>
                <w:i w:val="0"/>
              </w:rPr>
            </w:pPr>
            <w:r w:rsidRPr="008E7459">
              <w:rPr>
                <w:b/>
                <w:i w:val="0"/>
              </w:rPr>
              <w:t>2 730</w:t>
            </w:r>
          </w:p>
        </w:tc>
      </w:tr>
      <w:tr w:rsidR="00B80C8F" w:rsidRPr="008E7459" w:rsidTr="00335559">
        <w:trPr>
          <w:gridAfter w:val="1"/>
          <w:wAfter w:w="68" w:type="dxa"/>
        </w:trPr>
        <w:tc>
          <w:tcPr>
            <w:tcW w:w="2624" w:type="dxa"/>
          </w:tcPr>
          <w:p w:rsidR="00B80C8F" w:rsidRPr="008E7459" w:rsidRDefault="00B80C8F" w:rsidP="009B5EE9">
            <w:pPr>
              <w:pStyle w:val="TableBodyText"/>
              <w:jc w:val="left"/>
            </w:pPr>
            <w:r w:rsidRPr="008E7459">
              <w:t>All schools (no.)</w:t>
            </w:r>
          </w:p>
        </w:tc>
        <w:tc>
          <w:tcPr>
            <w:tcW w:w="685" w:type="dxa"/>
          </w:tcPr>
          <w:p w:rsidR="00B80C8F" w:rsidRPr="008E7459" w:rsidRDefault="00B80C8F" w:rsidP="009B5EE9">
            <w:pPr>
              <w:pStyle w:val="TableBodyText"/>
            </w:pPr>
          </w:p>
        </w:tc>
        <w:tc>
          <w:tcPr>
            <w:tcW w:w="685" w:type="dxa"/>
          </w:tcPr>
          <w:p w:rsidR="00B80C8F" w:rsidRPr="008E7459" w:rsidRDefault="00B80C8F" w:rsidP="009B5EE9">
            <w:pPr>
              <w:pStyle w:val="TableBodyText"/>
            </w:pPr>
          </w:p>
        </w:tc>
        <w:tc>
          <w:tcPr>
            <w:tcW w:w="826" w:type="dxa"/>
          </w:tcPr>
          <w:p w:rsidR="00B80C8F" w:rsidRPr="008E7459" w:rsidRDefault="00B80C8F" w:rsidP="009B5EE9">
            <w:pPr>
              <w:pStyle w:val="TableBodyText"/>
            </w:pPr>
          </w:p>
        </w:tc>
        <w:tc>
          <w:tcPr>
            <w:tcW w:w="850" w:type="dxa"/>
          </w:tcPr>
          <w:p w:rsidR="00B80C8F" w:rsidRPr="008E7459" w:rsidRDefault="00B80C8F" w:rsidP="009B5EE9">
            <w:pPr>
              <w:pStyle w:val="TableBodyText"/>
            </w:pPr>
          </w:p>
        </w:tc>
        <w:tc>
          <w:tcPr>
            <w:tcW w:w="709" w:type="dxa"/>
            <w:vAlign w:val="center"/>
          </w:tcPr>
          <w:p w:rsidR="00B80C8F" w:rsidRPr="008E7459" w:rsidRDefault="00B80C8F" w:rsidP="009B5EE9">
            <w:pPr>
              <w:pStyle w:val="TableBodyText"/>
            </w:pPr>
          </w:p>
        </w:tc>
        <w:tc>
          <w:tcPr>
            <w:tcW w:w="567" w:type="dxa"/>
          </w:tcPr>
          <w:p w:rsidR="00B80C8F" w:rsidRPr="008E7459" w:rsidRDefault="00B80C8F" w:rsidP="009B5EE9">
            <w:pPr>
              <w:pStyle w:val="TableBodyText"/>
            </w:pPr>
          </w:p>
        </w:tc>
        <w:tc>
          <w:tcPr>
            <w:tcW w:w="567" w:type="dxa"/>
          </w:tcPr>
          <w:p w:rsidR="00B80C8F" w:rsidRPr="008E7459" w:rsidRDefault="00B80C8F" w:rsidP="009B5EE9">
            <w:pPr>
              <w:pStyle w:val="TableBodyText"/>
            </w:pPr>
          </w:p>
        </w:tc>
        <w:tc>
          <w:tcPr>
            <w:tcW w:w="640" w:type="dxa"/>
            <w:gridSpan w:val="2"/>
          </w:tcPr>
          <w:p w:rsidR="00B80C8F" w:rsidRPr="008E7459" w:rsidRDefault="00B80C8F" w:rsidP="009B5EE9">
            <w:pPr>
              <w:pStyle w:val="TableBodyText"/>
            </w:pPr>
          </w:p>
        </w:tc>
        <w:tc>
          <w:tcPr>
            <w:tcW w:w="710" w:type="dxa"/>
          </w:tcPr>
          <w:p w:rsidR="00B80C8F" w:rsidRPr="008E7459" w:rsidRDefault="00B80C8F" w:rsidP="009B5EE9">
            <w:pPr>
              <w:pStyle w:val="TableBodyText"/>
            </w:pPr>
          </w:p>
        </w:tc>
      </w:tr>
      <w:tr w:rsidR="00B80C8F" w:rsidRPr="008E7459" w:rsidTr="00335559">
        <w:trPr>
          <w:gridAfter w:val="1"/>
          <w:wAfter w:w="68" w:type="dxa"/>
        </w:trPr>
        <w:tc>
          <w:tcPr>
            <w:tcW w:w="2624" w:type="dxa"/>
          </w:tcPr>
          <w:p w:rsidR="00B80C8F" w:rsidRPr="008E7459" w:rsidRDefault="00B80C8F" w:rsidP="009B5EE9">
            <w:pPr>
              <w:pStyle w:val="TableBodyText"/>
              <w:ind w:left="136"/>
              <w:jc w:val="left"/>
            </w:pPr>
            <w:r w:rsidRPr="008E7459">
              <w:t>Primary</w:t>
            </w:r>
          </w:p>
        </w:tc>
        <w:tc>
          <w:tcPr>
            <w:tcW w:w="685" w:type="dxa"/>
          </w:tcPr>
          <w:p w:rsidR="00B80C8F" w:rsidRPr="008E7459" w:rsidRDefault="00B80C8F" w:rsidP="009B5EE9">
            <w:pPr>
              <w:pStyle w:val="TableBodyText"/>
            </w:pPr>
            <w:r w:rsidRPr="008E7459">
              <w:t>2 113</w:t>
            </w:r>
          </w:p>
        </w:tc>
        <w:tc>
          <w:tcPr>
            <w:tcW w:w="685" w:type="dxa"/>
          </w:tcPr>
          <w:p w:rsidR="00B80C8F" w:rsidRPr="008E7459" w:rsidRDefault="00B80C8F" w:rsidP="009B5EE9">
            <w:pPr>
              <w:pStyle w:val="TableBodyText"/>
            </w:pPr>
            <w:r w:rsidRPr="008E7459">
              <w:t>1 561</w:t>
            </w:r>
          </w:p>
        </w:tc>
        <w:tc>
          <w:tcPr>
            <w:tcW w:w="826" w:type="dxa"/>
          </w:tcPr>
          <w:p w:rsidR="00B80C8F" w:rsidRPr="008E7459" w:rsidRDefault="00B80C8F" w:rsidP="009B5EE9">
            <w:pPr>
              <w:pStyle w:val="TableBodyText"/>
            </w:pPr>
            <w:r w:rsidRPr="008E7459">
              <w:t>1 153</w:t>
            </w:r>
          </w:p>
        </w:tc>
        <w:tc>
          <w:tcPr>
            <w:tcW w:w="850" w:type="dxa"/>
          </w:tcPr>
          <w:p w:rsidR="00B80C8F" w:rsidRPr="008E7459" w:rsidRDefault="00B80C8F" w:rsidP="009B5EE9">
            <w:pPr>
              <w:pStyle w:val="TableBodyText"/>
            </w:pPr>
            <w:r w:rsidRPr="008E7459">
              <w:t>662</w:t>
            </w:r>
          </w:p>
        </w:tc>
        <w:tc>
          <w:tcPr>
            <w:tcW w:w="709" w:type="dxa"/>
            <w:vAlign w:val="center"/>
          </w:tcPr>
          <w:p w:rsidR="00B80C8F" w:rsidRPr="008E7459" w:rsidRDefault="00B80C8F" w:rsidP="009B5EE9">
            <w:pPr>
              <w:pStyle w:val="TableBodyText"/>
            </w:pPr>
            <w:r w:rsidRPr="008E7459">
              <w:t>496</w:t>
            </w:r>
          </w:p>
        </w:tc>
        <w:tc>
          <w:tcPr>
            <w:tcW w:w="567" w:type="dxa"/>
          </w:tcPr>
          <w:p w:rsidR="00B80C8F" w:rsidRPr="008E7459" w:rsidRDefault="00B80C8F" w:rsidP="009B5EE9">
            <w:pPr>
              <w:pStyle w:val="TableBodyText"/>
            </w:pPr>
            <w:r w:rsidRPr="008E7459">
              <w:t>156</w:t>
            </w:r>
          </w:p>
        </w:tc>
        <w:tc>
          <w:tcPr>
            <w:tcW w:w="567" w:type="dxa"/>
          </w:tcPr>
          <w:p w:rsidR="00B80C8F" w:rsidRPr="008E7459" w:rsidRDefault="00B80C8F" w:rsidP="009B5EE9">
            <w:pPr>
              <w:pStyle w:val="TableBodyText"/>
            </w:pPr>
            <w:r w:rsidRPr="008E7459">
              <w:t>78</w:t>
            </w:r>
          </w:p>
        </w:tc>
        <w:tc>
          <w:tcPr>
            <w:tcW w:w="640" w:type="dxa"/>
            <w:gridSpan w:val="2"/>
          </w:tcPr>
          <w:p w:rsidR="00B80C8F" w:rsidRPr="008E7459" w:rsidRDefault="00B80C8F" w:rsidP="009B5EE9">
            <w:pPr>
              <w:pStyle w:val="TableBodyText"/>
            </w:pPr>
            <w:r w:rsidRPr="008E7459">
              <w:t>71</w:t>
            </w:r>
          </w:p>
        </w:tc>
        <w:tc>
          <w:tcPr>
            <w:tcW w:w="710" w:type="dxa"/>
          </w:tcPr>
          <w:p w:rsidR="00B80C8F" w:rsidRPr="008E7459" w:rsidRDefault="00B80C8F" w:rsidP="009B5EE9">
            <w:pPr>
              <w:pStyle w:val="TableColumnHeading"/>
              <w:spacing w:before="0" w:after="40"/>
              <w:ind w:right="0"/>
              <w:rPr>
                <w:i w:val="0"/>
              </w:rPr>
            </w:pPr>
            <w:r w:rsidRPr="008E7459">
              <w:rPr>
                <w:i w:val="0"/>
              </w:rPr>
              <w:t>6 290</w:t>
            </w:r>
          </w:p>
        </w:tc>
      </w:tr>
      <w:tr w:rsidR="00B80C8F" w:rsidRPr="008E7459" w:rsidTr="00335559">
        <w:trPr>
          <w:gridAfter w:val="1"/>
          <w:wAfter w:w="68" w:type="dxa"/>
        </w:trPr>
        <w:tc>
          <w:tcPr>
            <w:tcW w:w="2624" w:type="dxa"/>
          </w:tcPr>
          <w:p w:rsidR="00B80C8F" w:rsidRPr="008E7459" w:rsidRDefault="00B80C8F" w:rsidP="009B5EE9">
            <w:pPr>
              <w:pStyle w:val="TableBodyText"/>
              <w:ind w:left="136"/>
              <w:jc w:val="left"/>
            </w:pPr>
            <w:r w:rsidRPr="008E7459">
              <w:t>Secondary</w:t>
            </w:r>
          </w:p>
        </w:tc>
        <w:tc>
          <w:tcPr>
            <w:tcW w:w="685" w:type="dxa"/>
          </w:tcPr>
          <w:p w:rsidR="00B80C8F" w:rsidRPr="008E7459" w:rsidRDefault="00B80C8F" w:rsidP="009B5EE9">
            <w:pPr>
              <w:pStyle w:val="TableBodyText"/>
            </w:pPr>
            <w:r w:rsidRPr="008E7459">
              <w:t>515</w:t>
            </w:r>
          </w:p>
        </w:tc>
        <w:tc>
          <w:tcPr>
            <w:tcW w:w="685" w:type="dxa"/>
          </w:tcPr>
          <w:p w:rsidR="00B80C8F" w:rsidRPr="008E7459" w:rsidRDefault="00B80C8F" w:rsidP="009B5EE9">
            <w:pPr>
              <w:pStyle w:val="TableBodyText"/>
            </w:pPr>
            <w:r w:rsidRPr="008E7459">
              <w:t>342</w:t>
            </w:r>
          </w:p>
        </w:tc>
        <w:tc>
          <w:tcPr>
            <w:tcW w:w="826" w:type="dxa"/>
          </w:tcPr>
          <w:p w:rsidR="00B80C8F" w:rsidRPr="008E7459" w:rsidRDefault="00B80C8F" w:rsidP="009B5EE9">
            <w:pPr>
              <w:pStyle w:val="TableBodyText"/>
            </w:pPr>
            <w:r w:rsidRPr="008E7459">
              <w:t>253</w:t>
            </w:r>
          </w:p>
        </w:tc>
        <w:tc>
          <w:tcPr>
            <w:tcW w:w="850" w:type="dxa"/>
          </w:tcPr>
          <w:p w:rsidR="00B80C8F" w:rsidRPr="008E7459" w:rsidRDefault="00B80C8F" w:rsidP="009B5EE9">
            <w:pPr>
              <w:pStyle w:val="TableBodyText"/>
            </w:pPr>
            <w:r w:rsidRPr="008E7459">
              <w:t>105</w:t>
            </w:r>
          </w:p>
        </w:tc>
        <w:tc>
          <w:tcPr>
            <w:tcW w:w="709" w:type="dxa"/>
            <w:vAlign w:val="center"/>
          </w:tcPr>
          <w:p w:rsidR="00B80C8F" w:rsidRPr="008E7459" w:rsidRDefault="00B80C8F" w:rsidP="009B5EE9">
            <w:pPr>
              <w:pStyle w:val="TableBodyText"/>
            </w:pPr>
            <w:r w:rsidRPr="008E7459">
              <w:t>87</w:t>
            </w:r>
          </w:p>
        </w:tc>
        <w:tc>
          <w:tcPr>
            <w:tcW w:w="567" w:type="dxa"/>
          </w:tcPr>
          <w:p w:rsidR="00B80C8F" w:rsidRPr="008E7459" w:rsidRDefault="00B80C8F" w:rsidP="009B5EE9">
            <w:pPr>
              <w:pStyle w:val="TableBodyText"/>
            </w:pPr>
            <w:r w:rsidRPr="008E7459">
              <w:t>43</w:t>
            </w:r>
          </w:p>
        </w:tc>
        <w:tc>
          <w:tcPr>
            <w:tcW w:w="567" w:type="dxa"/>
          </w:tcPr>
          <w:p w:rsidR="00B80C8F" w:rsidRPr="008E7459" w:rsidRDefault="00B80C8F" w:rsidP="009B5EE9">
            <w:pPr>
              <w:pStyle w:val="TableBodyText"/>
            </w:pPr>
            <w:r w:rsidRPr="008E7459">
              <w:t>23</w:t>
            </w:r>
          </w:p>
        </w:tc>
        <w:tc>
          <w:tcPr>
            <w:tcW w:w="640" w:type="dxa"/>
            <w:gridSpan w:val="2"/>
          </w:tcPr>
          <w:p w:rsidR="00B80C8F" w:rsidRPr="008E7459" w:rsidRDefault="00B80C8F" w:rsidP="009B5EE9">
            <w:pPr>
              <w:pStyle w:val="TableBodyText"/>
            </w:pPr>
            <w:r w:rsidRPr="008E7459">
              <w:t>24</w:t>
            </w:r>
          </w:p>
        </w:tc>
        <w:tc>
          <w:tcPr>
            <w:tcW w:w="710" w:type="dxa"/>
          </w:tcPr>
          <w:p w:rsidR="00B80C8F" w:rsidRPr="008E7459" w:rsidRDefault="00B80C8F" w:rsidP="009B5EE9">
            <w:pPr>
              <w:pStyle w:val="TableColumnHeading"/>
              <w:spacing w:before="0" w:after="40"/>
              <w:ind w:right="0"/>
              <w:rPr>
                <w:i w:val="0"/>
              </w:rPr>
            </w:pPr>
            <w:r w:rsidRPr="008E7459">
              <w:rPr>
                <w:i w:val="0"/>
              </w:rPr>
              <w:t>1 392</w:t>
            </w:r>
          </w:p>
        </w:tc>
      </w:tr>
      <w:tr w:rsidR="00830E19" w:rsidRPr="008E7459" w:rsidTr="00335559">
        <w:trPr>
          <w:gridAfter w:val="1"/>
          <w:wAfter w:w="68" w:type="dxa"/>
        </w:trPr>
        <w:tc>
          <w:tcPr>
            <w:tcW w:w="2624" w:type="dxa"/>
          </w:tcPr>
          <w:p w:rsidR="00830E19" w:rsidRPr="008E7459" w:rsidRDefault="00830E19" w:rsidP="00830E19">
            <w:pPr>
              <w:pStyle w:val="TableBodyText"/>
              <w:ind w:left="136"/>
              <w:jc w:val="left"/>
            </w:pPr>
            <w:r w:rsidRPr="008E7459">
              <w:t>Combined</w:t>
            </w:r>
            <w:r w:rsidRPr="008E7459">
              <w:rPr>
                <w:rStyle w:val="NoteLabel"/>
              </w:rPr>
              <w:t>b</w:t>
            </w:r>
          </w:p>
        </w:tc>
        <w:tc>
          <w:tcPr>
            <w:tcW w:w="685" w:type="dxa"/>
          </w:tcPr>
          <w:p w:rsidR="00830E19" w:rsidRPr="008E7459" w:rsidRDefault="00830E19" w:rsidP="009B5EE9">
            <w:pPr>
              <w:pStyle w:val="TableBodyText"/>
            </w:pPr>
            <w:r w:rsidRPr="008E7459">
              <w:t>303</w:t>
            </w:r>
          </w:p>
        </w:tc>
        <w:tc>
          <w:tcPr>
            <w:tcW w:w="685" w:type="dxa"/>
          </w:tcPr>
          <w:p w:rsidR="00830E19" w:rsidRPr="008E7459" w:rsidRDefault="00830E19" w:rsidP="009B5EE9">
            <w:pPr>
              <w:pStyle w:val="TableBodyText"/>
            </w:pPr>
            <w:r w:rsidRPr="008E7459">
              <w:t>235</w:t>
            </w:r>
          </w:p>
        </w:tc>
        <w:tc>
          <w:tcPr>
            <w:tcW w:w="826" w:type="dxa"/>
          </w:tcPr>
          <w:p w:rsidR="00830E19" w:rsidRPr="008E7459" w:rsidRDefault="00830E19" w:rsidP="009B5EE9">
            <w:pPr>
              <w:pStyle w:val="TableBodyText"/>
            </w:pPr>
            <w:r w:rsidRPr="008E7459">
              <w:t>246</w:t>
            </w:r>
          </w:p>
        </w:tc>
        <w:tc>
          <w:tcPr>
            <w:tcW w:w="850" w:type="dxa"/>
          </w:tcPr>
          <w:p w:rsidR="00830E19" w:rsidRPr="008E7459" w:rsidRDefault="00830E19" w:rsidP="009B5EE9">
            <w:pPr>
              <w:pStyle w:val="TableBodyText"/>
            </w:pPr>
            <w:r w:rsidRPr="008E7459">
              <w:t>222</w:t>
            </w:r>
          </w:p>
        </w:tc>
        <w:tc>
          <w:tcPr>
            <w:tcW w:w="709" w:type="dxa"/>
            <w:vAlign w:val="center"/>
          </w:tcPr>
          <w:p w:rsidR="00830E19" w:rsidRPr="008E7459" w:rsidRDefault="00830E19" w:rsidP="009B5EE9">
            <w:pPr>
              <w:pStyle w:val="TableBodyText"/>
            </w:pPr>
            <w:r w:rsidRPr="008E7459">
              <w:t>146</w:t>
            </w:r>
          </w:p>
        </w:tc>
        <w:tc>
          <w:tcPr>
            <w:tcW w:w="567" w:type="dxa"/>
          </w:tcPr>
          <w:p w:rsidR="00830E19" w:rsidRPr="008E7459" w:rsidRDefault="00830E19" w:rsidP="009B5EE9">
            <w:pPr>
              <w:pStyle w:val="TableBodyText"/>
            </w:pPr>
            <w:r w:rsidRPr="008E7459">
              <w:t>57</w:t>
            </w:r>
          </w:p>
        </w:tc>
        <w:tc>
          <w:tcPr>
            <w:tcW w:w="567" w:type="dxa"/>
          </w:tcPr>
          <w:p w:rsidR="00830E19" w:rsidRPr="008E7459" w:rsidRDefault="00830E19" w:rsidP="009B5EE9">
            <w:pPr>
              <w:pStyle w:val="TableBodyText"/>
            </w:pPr>
            <w:r w:rsidRPr="008E7459">
              <w:t>22</w:t>
            </w:r>
          </w:p>
        </w:tc>
        <w:tc>
          <w:tcPr>
            <w:tcW w:w="640" w:type="dxa"/>
            <w:gridSpan w:val="2"/>
          </w:tcPr>
          <w:p w:rsidR="00830E19" w:rsidRPr="008E7459" w:rsidRDefault="00830E19" w:rsidP="009B5EE9">
            <w:pPr>
              <w:pStyle w:val="TableBodyText"/>
            </w:pPr>
            <w:r w:rsidRPr="008E7459">
              <w:t>90</w:t>
            </w:r>
          </w:p>
        </w:tc>
        <w:tc>
          <w:tcPr>
            <w:tcW w:w="710" w:type="dxa"/>
          </w:tcPr>
          <w:p w:rsidR="00830E19" w:rsidRPr="008E7459" w:rsidRDefault="00830E19" w:rsidP="009B5EE9">
            <w:pPr>
              <w:pStyle w:val="TableColumnHeading"/>
              <w:spacing w:before="0" w:after="40"/>
              <w:ind w:right="0"/>
              <w:rPr>
                <w:i w:val="0"/>
              </w:rPr>
            </w:pPr>
            <w:r w:rsidRPr="008E7459">
              <w:rPr>
                <w:i w:val="0"/>
              </w:rPr>
              <w:t>1 321</w:t>
            </w:r>
          </w:p>
        </w:tc>
      </w:tr>
      <w:tr w:rsidR="00830E19" w:rsidRPr="008E7459" w:rsidTr="00335559">
        <w:trPr>
          <w:gridAfter w:val="1"/>
          <w:wAfter w:w="68" w:type="dxa"/>
        </w:trPr>
        <w:tc>
          <w:tcPr>
            <w:tcW w:w="2624" w:type="dxa"/>
          </w:tcPr>
          <w:p w:rsidR="00830E19" w:rsidRPr="008E7459" w:rsidRDefault="00830E19" w:rsidP="00830E19">
            <w:pPr>
              <w:pStyle w:val="TableBodyText"/>
              <w:ind w:left="136"/>
              <w:jc w:val="left"/>
            </w:pPr>
            <w:r w:rsidRPr="008E7459">
              <w:t>Special schools</w:t>
            </w:r>
            <w:r w:rsidRPr="008E7459">
              <w:rPr>
                <w:rStyle w:val="NoteLabel"/>
              </w:rPr>
              <w:t>c</w:t>
            </w:r>
          </w:p>
        </w:tc>
        <w:tc>
          <w:tcPr>
            <w:tcW w:w="685" w:type="dxa"/>
          </w:tcPr>
          <w:p w:rsidR="00830E19" w:rsidRPr="008E7459" w:rsidRDefault="00830E19" w:rsidP="009B5EE9">
            <w:pPr>
              <w:pStyle w:val="TableBodyText"/>
            </w:pPr>
            <w:r w:rsidRPr="008E7459">
              <w:t>151</w:t>
            </w:r>
          </w:p>
        </w:tc>
        <w:tc>
          <w:tcPr>
            <w:tcW w:w="685" w:type="dxa"/>
          </w:tcPr>
          <w:p w:rsidR="00830E19" w:rsidRPr="008E7459" w:rsidRDefault="00830E19" w:rsidP="009B5EE9">
            <w:pPr>
              <w:pStyle w:val="TableBodyText"/>
            </w:pPr>
            <w:r w:rsidRPr="008E7459">
              <w:t>95</w:t>
            </w:r>
          </w:p>
        </w:tc>
        <w:tc>
          <w:tcPr>
            <w:tcW w:w="826" w:type="dxa"/>
          </w:tcPr>
          <w:p w:rsidR="00830E19" w:rsidRPr="008E7459" w:rsidRDefault="00830E19" w:rsidP="009B5EE9">
            <w:pPr>
              <w:pStyle w:val="TableBodyText"/>
            </w:pPr>
            <w:r w:rsidRPr="008E7459">
              <w:t>63</w:t>
            </w:r>
          </w:p>
        </w:tc>
        <w:tc>
          <w:tcPr>
            <w:tcW w:w="850" w:type="dxa"/>
          </w:tcPr>
          <w:p w:rsidR="00830E19" w:rsidRPr="008E7459" w:rsidRDefault="00830E19" w:rsidP="009B5EE9">
            <w:pPr>
              <w:pStyle w:val="TableBodyText"/>
            </w:pPr>
            <w:r w:rsidRPr="008E7459">
              <w:t>77</w:t>
            </w:r>
          </w:p>
        </w:tc>
        <w:tc>
          <w:tcPr>
            <w:tcW w:w="709" w:type="dxa"/>
            <w:vAlign w:val="center"/>
          </w:tcPr>
          <w:p w:rsidR="00830E19" w:rsidRPr="008E7459" w:rsidRDefault="00830E19" w:rsidP="009B5EE9">
            <w:pPr>
              <w:pStyle w:val="TableBodyText"/>
            </w:pPr>
            <w:r w:rsidRPr="008E7459">
              <w:t>21</w:t>
            </w:r>
          </w:p>
        </w:tc>
        <w:tc>
          <w:tcPr>
            <w:tcW w:w="567" w:type="dxa"/>
          </w:tcPr>
          <w:p w:rsidR="00830E19" w:rsidRPr="008E7459" w:rsidRDefault="00830E19" w:rsidP="009B5EE9">
            <w:pPr>
              <w:pStyle w:val="TableBodyText"/>
            </w:pPr>
            <w:r w:rsidRPr="008E7459">
              <w:t>6</w:t>
            </w:r>
          </w:p>
        </w:tc>
        <w:tc>
          <w:tcPr>
            <w:tcW w:w="567" w:type="dxa"/>
          </w:tcPr>
          <w:p w:rsidR="00830E19" w:rsidRPr="008E7459" w:rsidRDefault="00830E19" w:rsidP="009B5EE9">
            <w:pPr>
              <w:pStyle w:val="TableBodyText"/>
            </w:pPr>
            <w:r w:rsidRPr="008E7459">
              <w:t>5</w:t>
            </w:r>
          </w:p>
        </w:tc>
        <w:tc>
          <w:tcPr>
            <w:tcW w:w="640" w:type="dxa"/>
            <w:gridSpan w:val="2"/>
          </w:tcPr>
          <w:p w:rsidR="00830E19" w:rsidRPr="008E7459" w:rsidRDefault="00830E19" w:rsidP="009B5EE9">
            <w:pPr>
              <w:pStyle w:val="TableBodyText"/>
            </w:pPr>
            <w:r w:rsidRPr="008E7459">
              <w:t>6</w:t>
            </w:r>
          </w:p>
        </w:tc>
        <w:tc>
          <w:tcPr>
            <w:tcW w:w="710" w:type="dxa"/>
          </w:tcPr>
          <w:p w:rsidR="00830E19" w:rsidRPr="008E7459" w:rsidRDefault="00830E19" w:rsidP="009B5EE9">
            <w:pPr>
              <w:pStyle w:val="TableColumnHeading"/>
              <w:spacing w:before="0" w:after="40"/>
              <w:ind w:right="0"/>
              <w:rPr>
                <w:i w:val="0"/>
              </w:rPr>
            </w:pPr>
            <w:r w:rsidRPr="008E7459">
              <w:rPr>
                <w:i w:val="0"/>
              </w:rPr>
              <w:t>424</w:t>
            </w:r>
          </w:p>
        </w:tc>
      </w:tr>
      <w:tr w:rsidR="00B80C8F" w:rsidRPr="008E7459" w:rsidTr="00335559">
        <w:trPr>
          <w:gridAfter w:val="1"/>
          <w:wAfter w:w="68" w:type="dxa"/>
        </w:trPr>
        <w:tc>
          <w:tcPr>
            <w:tcW w:w="2624" w:type="dxa"/>
          </w:tcPr>
          <w:p w:rsidR="00B80C8F" w:rsidRPr="008E7459" w:rsidRDefault="00B80C8F" w:rsidP="009B5EE9">
            <w:pPr>
              <w:pStyle w:val="TableBodyText"/>
              <w:ind w:left="136"/>
              <w:jc w:val="left"/>
              <w:rPr>
                <w:b/>
              </w:rPr>
            </w:pPr>
            <w:r w:rsidRPr="008E7459">
              <w:rPr>
                <w:b/>
              </w:rPr>
              <w:t>Total</w:t>
            </w:r>
          </w:p>
        </w:tc>
        <w:tc>
          <w:tcPr>
            <w:tcW w:w="685" w:type="dxa"/>
          </w:tcPr>
          <w:p w:rsidR="00B80C8F" w:rsidRPr="008E7459" w:rsidRDefault="00B80C8F" w:rsidP="009B5EE9">
            <w:pPr>
              <w:pStyle w:val="TableBodyText"/>
              <w:rPr>
                <w:b/>
              </w:rPr>
            </w:pPr>
            <w:r w:rsidRPr="008E7459">
              <w:rPr>
                <w:b/>
              </w:rPr>
              <w:t>3</w:t>
            </w:r>
            <w:r w:rsidR="00601015" w:rsidRPr="008E7459">
              <w:rPr>
                <w:b/>
              </w:rPr>
              <w:t xml:space="preserve"> </w:t>
            </w:r>
            <w:r w:rsidRPr="008E7459">
              <w:rPr>
                <w:b/>
              </w:rPr>
              <w:t>082</w:t>
            </w:r>
          </w:p>
        </w:tc>
        <w:tc>
          <w:tcPr>
            <w:tcW w:w="685" w:type="dxa"/>
          </w:tcPr>
          <w:p w:rsidR="00B80C8F" w:rsidRPr="008E7459" w:rsidRDefault="00B80C8F" w:rsidP="009B5EE9">
            <w:pPr>
              <w:pStyle w:val="TableBodyText"/>
              <w:rPr>
                <w:b/>
              </w:rPr>
            </w:pPr>
            <w:r w:rsidRPr="008E7459">
              <w:rPr>
                <w:b/>
              </w:rPr>
              <w:t>2 233</w:t>
            </w:r>
          </w:p>
        </w:tc>
        <w:tc>
          <w:tcPr>
            <w:tcW w:w="826" w:type="dxa"/>
          </w:tcPr>
          <w:p w:rsidR="00B80C8F" w:rsidRPr="008E7459" w:rsidRDefault="00B80C8F" w:rsidP="009B5EE9">
            <w:pPr>
              <w:pStyle w:val="TableBodyText"/>
              <w:rPr>
                <w:b/>
              </w:rPr>
            </w:pPr>
            <w:r w:rsidRPr="008E7459">
              <w:rPr>
                <w:b/>
              </w:rPr>
              <w:t>1 715</w:t>
            </w:r>
          </w:p>
        </w:tc>
        <w:tc>
          <w:tcPr>
            <w:tcW w:w="850" w:type="dxa"/>
          </w:tcPr>
          <w:p w:rsidR="00B80C8F" w:rsidRPr="008E7459" w:rsidRDefault="00B80C8F" w:rsidP="009B5EE9">
            <w:pPr>
              <w:pStyle w:val="TableBodyText"/>
              <w:rPr>
                <w:b/>
              </w:rPr>
            </w:pPr>
            <w:r w:rsidRPr="008E7459">
              <w:rPr>
                <w:b/>
              </w:rPr>
              <w:t>1 066</w:t>
            </w:r>
          </w:p>
        </w:tc>
        <w:tc>
          <w:tcPr>
            <w:tcW w:w="709" w:type="dxa"/>
            <w:vAlign w:val="center"/>
          </w:tcPr>
          <w:p w:rsidR="00B80C8F" w:rsidRPr="008E7459" w:rsidRDefault="00B80C8F" w:rsidP="009B5EE9">
            <w:pPr>
              <w:pStyle w:val="TableBodyText"/>
              <w:rPr>
                <w:b/>
              </w:rPr>
            </w:pPr>
            <w:r w:rsidRPr="008E7459">
              <w:rPr>
                <w:b/>
              </w:rPr>
              <w:t>750</w:t>
            </w:r>
          </w:p>
        </w:tc>
        <w:tc>
          <w:tcPr>
            <w:tcW w:w="567" w:type="dxa"/>
          </w:tcPr>
          <w:p w:rsidR="00B80C8F" w:rsidRPr="008E7459" w:rsidRDefault="00B80C8F" w:rsidP="009B5EE9">
            <w:pPr>
              <w:pStyle w:val="TableBodyText"/>
              <w:rPr>
                <w:b/>
              </w:rPr>
            </w:pPr>
            <w:r w:rsidRPr="008E7459">
              <w:rPr>
                <w:b/>
              </w:rPr>
              <w:t>262</w:t>
            </w:r>
          </w:p>
        </w:tc>
        <w:tc>
          <w:tcPr>
            <w:tcW w:w="567" w:type="dxa"/>
          </w:tcPr>
          <w:p w:rsidR="00B80C8F" w:rsidRPr="008E7459" w:rsidRDefault="00B80C8F" w:rsidP="009B5EE9">
            <w:pPr>
              <w:pStyle w:val="TableBodyText"/>
              <w:rPr>
                <w:b/>
              </w:rPr>
            </w:pPr>
            <w:r w:rsidRPr="008E7459">
              <w:rPr>
                <w:b/>
              </w:rPr>
              <w:t>128</w:t>
            </w:r>
          </w:p>
        </w:tc>
        <w:tc>
          <w:tcPr>
            <w:tcW w:w="640" w:type="dxa"/>
            <w:gridSpan w:val="2"/>
          </w:tcPr>
          <w:p w:rsidR="00B80C8F" w:rsidRPr="008E7459" w:rsidRDefault="00B80C8F" w:rsidP="009B5EE9">
            <w:pPr>
              <w:pStyle w:val="TableBodyText"/>
              <w:rPr>
                <w:b/>
              </w:rPr>
            </w:pPr>
            <w:r w:rsidRPr="008E7459">
              <w:rPr>
                <w:b/>
              </w:rPr>
              <w:t>191</w:t>
            </w:r>
          </w:p>
        </w:tc>
        <w:tc>
          <w:tcPr>
            <w:tcW w:w="710" w:type="dxa"/>
          </w:tcPr>
          <w:p w:rsidR="00B80C8F" w:rsidRPr="008E7459" w:rsidRDefault="00B80C8F" w:rsidP="009B5EE9">
            <w:pPr>
              <w:pStyle w:val="TableColumnHeading"/>
              <w:spacing w:before="0" w:after="40"/>
              <w:ind w:right="0"/>
              <w:rPr>
                <w:b/>
                <w:i w:val="0"/>
              </w:rPr>
            </w:pPr>
            <w:r w:rsidRPr="008E7459">
              <w:rPr>
                <w:b/>
                <w:i w:val="0"/>
              </w:rPr>
              <w:t>9 427</w:t>
            </w:r>
          </w:p>
        </w:tc>
      </w:tr>
      <w:tr w:rsidR="00B80C8F" w:rsidRPr="008E7459" w:rsidTr="00335559">
        <w:trPr>
          <w:gridAfter w:val="1"/>
          <w:wAfter w:w="68" w:type="dxa"/>
        </w:trPr>
        <w:tc>
          <w:tcPr>
            <w:tcW w:w="8863" w:type="dxa"/>
            <w:gridSpan w:val="11"/>
          </w:tcPr>
          <w:p w:rsidR="00B80C8F" w:rsidRPr="008E7459" w:rsidRDefault="00B80C8F" w:rsidP="009B5EE9">
            <w:pPr>
              <w:pStyle w:val="TableBodyText"/>
              <w:jc w:val="left"/>
              <w:rPr>
                <w:b/>
              </w:rPr>
            </w:pPr>
            <w:r w:rsidRPr="008E7459">
              <w:t>Proportion of schools that are government schools (</w:t>
            </w:r>
            <w:r w:rsidR="008921A5" w:rsidRPr="008E7459">
              <w:t>per cent</w:t>
            </w:r>
            <w:r w:rsidRPr="008E7459">
              <w:t>)</w:t>
            </w:r>
          </w:p>
        </w:tc>
      </w:tr>
      <w:tr w:rsidR="00806B97" w:rsidRPr="008E7459" w:rsidTr="00335559">
        <w:trPr>
          <w:gridAfter w:val="1"/>
          <w:wAfter w:w="68" w:type="dxa"/>
        </w:trPr>
        <w:tc>
          <w:tcPr>
            <w:tcW w:w="2624" w:type="dxa"/>
          </w:tcPr>
          <w:p w:rsidR="00806B97" w:rsidRPr="008E7459" w:rsidRDefault="00806B97" w:rsidP="009B5EE9">
            <w:pPr>
              <w:pStyle w:val="TableBodyText"/>
              <w:ind w:left="136"/>
              <w:jc w:val="left"/>
            </w:pPr>
            <w:r w:rsidRPr="008E7459">
              <w:t>Primary</w:t>
            </w:r>
          </w:p>
        </w:tc>
        <w:tc>
          <w:tcPr>
            <w:tcW w:w="685" w:type="dxa"/>
          </w:tcPr>
          <w:p w:rsidR="00806B97" w:rsidRPr="008E7459" w:rsidRDefault="00806B97" w:rsidP="009B5EE9">
            <w:pPr>
              <w:pStyle w:val="TableBodyText"/>
            </w:pPr>
            <w:r w:rsidRPr="008E7459">
              <w:t>76.8</w:t>
            </w:r>
          </w:p>
        </w:tc>
        <w:tc>
          <w:tcPr>
            <w:tcW w:w="685" w:type="dxa"/>
          </w:tcPr>
          <w:p w:rsidR="00806B97" w:rsidRPr="008E7459" w:rsidRDefault="00806B97" w:rsidP="009B5EE9">
            <w:pPr>
              <w:pStyle w:val="TableBodyText"/>
            </w:pPr>
            <w:r w:rsidRPr="008E7459">
              <w:t>72.8</w:t>
            </w:r>
          </w:p>
        </w:tc>
        <w:tc>
          <w:tcPr>
            <w:tcW w:w="826" w:type="dxa"/>
          </w:tcPr>
          <w:p w:rsidR="00806B97" w:rsidRPr="008E7459" w:rsidRDefault="00806B97" w:rsidP="009B5EE9">
            <w:pPr>
              <w:pStyle w:val="TableBodyText"/>
            </w:pPr>
            <w:r w:rsidRPr="008E7459">
              <w:t>79.9</w:t>
            </w:r>
          </w:p>
        </w:tc>
        <w:tc>
          <w:tcPr>
            <w:tcW w:w="850" w:type="dxa"/>
          </w:tcPr>
          <w:p w:rsidR="00806B97" w:rsidRPr="008E7459" w:rsidRDefault="00806B97" w:rsidP="009B5EE9">
            <w:pPr>
              <w:pStyle w:val="TableBodyText"/>
            </w:pPr>
            <w:r w:rsidRPr="008E7459">
              <w:t>77.5</w:t>
            </w:r>
          </w:p>
        </w:tc>
        <w:tc>
          <w:tcPr>
            <w:tcW w:w="709" w:type="dxa"/>
          </w:tcPr>
          <w:p w:rsidR="00806B97" w:rsidRPr="008E7459" w:rsidRDefault="00806B97" w:rsidP="009B5EE9">
            <w:pPr>
              <w:pStyle w:val="TableBodyText"/>
            </w:pPr>
            <w:r w:rsidRPr="008E7459">
              <w:t>79.2</w:t>
            </w:r>
          </w:p>
        </w:tc>
        <w:tc>
          <w:tcPr>
            <w:tcW w:w="567" w:type="dxa"/>
          </w:tcPr>
          <w:p w:rsidR="00806B97" w:rsidRPr="008E7459" w:rsidRDefault="00806B97" w:rsidP="009B5EE9">
            <w:pPr>
              <w:pStyle w:val="TableBodyText"/>
            </w:pPr>
            <w:r w:rsidRPr="008E7459">
              <w:t>82.1</w:t>
            </w:r>
          </w:p>
        </w:tc>
        <w:tc>
          <w:tcPr>
            <w:tcW w:w="567" w:type="dxa"/>
          </w:tcPr>
          <w:p w:rsidR="00806B97" w:rsidRPr="008E7459" w:rsidRDefault="00806B97" w:rsidP="009B5EE9">
            <w:pPr>
              <w:pStyle w:val="TableBodyText"/>
            </w:pPr>
            <w:r w:rsidRPr="008E7459">
              <w:t>67.9</w:t>
            </w:r>
          </w:p>
        </w:tc>
        <w:tc>
          <w:tcPr>
            <w:tcW w:w="640" w:type="dxa"/>
            <w:gridSpan w:val="2"/>
          </w:tcPr>
          <w:p w:rsidR="00806B97" w:rsidRPr="008E7459" w:rsidRDefault="00806B97" w:rsidP="009B5EE9">
            <w:pPr>
              <w:pStyle w:val="TableBodyText"/>
            </w:pPr>
            <w:r w:rsidRPr="008E7459">
              <w:t>84.5</w:t>
            </w:r>
          </w:p>
        </w:tc>
        <w:tc>
          <w:tcPr>
            <w:tcW w:w="710" w:type="dxa"/>
          </w:tcPr>
          <w:p w:rsidR="00806B97" w:rsidRPr="008E7459" w:rsidRDefault="00806B97" w:rsidP="009B5EE9">
            <w:pPr>
              <w:pStyle w:val="TableColumnHeading"/>
              <w:spacing w:before="0" w:after="40"/>
              <w:ind w:right="0"/>
              <w:rPr>
                <w:i w:val="0"/>
              </w:rPr>
            </w:pPr>
            <w:r w:rsidRPr="008E7459">
              <w:rPr>
                <w:i w:val="0"/>
              </w:rPr>
              <w:t>76.7</w:t>
            </w:r>
          </w:p>
        </w:tc>
      </w:tr>
      <w:tr w:rsidR="00806B97" w:rsidRPr="008E7459" w:rsidTr="00335559">
        <w:trPr>
          <w:gridAfter w:val="1"/>
          <w:wAfter w:w="68" w:type="dxa"/>
        </w:trPr>
        <w:tc>
          <w:tcPr>
            <w:tcW w:w="2624" w:type="dxa"/>
          </w:tcPr>
          <w:p w:rsidR="00806B97" w:rsidRPr="008E7459" w:rsidRDefault="00806B97" w:rsidP="009B5EE9">
            <w:pPr>
              <w:pStyle w:val="TableBodyText"/>
              <w:ind w:left="136"/>
              <w:jc w:val="left"/>
            </w:pPr>
            <w:r w:rsidRPr="008E7459">
              <w:t>Secondary</w:t>
            </w:r>
          </w:p>
        </w:tc>
        <w:tc>
          <w:tcPr>
            <w:tcW w:w="685" w:type="dxa"/>
          </w:tcPr>
          <w:p w:rsidR="00806B97" w:rsidRPr="008E7459" w:rsidRDefault="00806B97" w:rsidP="009B5EE9">
            <w:pPr>
              <w:pStyle w:val="TableBodyText"/>
            </w:pPr>
            <w:r w:rsidRPr="008E7459">
              <w:t>71.8</w:t>
            </w:r>
          </w:p>
        </w:tc>
        <w:tc>
          <w:tcPr>
            <w:tcW w:w="685" w:type="dxa"/>
          </w:tcPr>
          <w:p w:rsidR="00806B97" w:rsidRPr="008E7459" w:rsidRDefault="00806B97" w:rsidP="009B5EE9">
            <w:pPr>
              <w:pStyle w:val="TableBodyText"/>
            </w:pPr>
            <w:r w:rsidRPr="008E7459">
              <w:t>71.3</w:t>
            </w:r>
          </w:p>
        </w:tc>
        <w:tc>
          <w:tcPr>
            <w:tcW w:w="826" w:type="dxa"/>
          </w:tcPr>
          <w:p w:rsidR="00806B97" w:rsidRPr="008E7459" w:rsidRDefault="00806B97" w:rsidP="009B5EE9">
            <w:pPr>
              <w:pStyle w:val="TableBodyText"/>
            </w:pPr>
            <w:r w:rsidRPr="008E7459">
              <w:t>71.1</w:t>
            </w:r>
          </w:p>
        </w:tc>
        <w:tc>
          <w:tcPr>
            <w:tcW w:w="850" w:type="dxa"/>
          </w:tcPr>
          <w:p w:rsidR="00806B97" w:rsidRPr="008E7459" w:rsidRDefault="00806B97" w:rsidP="009B5EE9">
            <w:pPr>
              <w:pStyle w:val="TableBodyText"/>
            </w:pPr>
            <w:r w:rsidRPr="008E7459">
              <w:t>91.4</w:t>
            </w:r>
          </w:p>
        </w:tc>
        <w:tc>
          <w:tcPr>
            <w:tcW w:w="709" w:type="dxa"/>
          </w:tcPr>
          <w:p w:rsidR="00806B97" w:rsidRPr="008E7459" w:rsidRDefault="00806B97" w:rsidP="009B5EE9">
            <w:pPr>
              <w:pStyle w:val="TableBodyText"/>
            </w:pPr>
            <w:r w:rsidRPr="008E7459">
              <w:t>78.2</w:t>
            </w:r>
          </w:p>
        </w:tc>
        <w:tc>
          <w:tcPr>
            <w:tcW w:w="567" w:type="dxa"/>
          </w:tcPr>
          <w:p w:rsidR="00806B97" w:rsidRPr="008E7459" w:rsidRDefault="00806B97" w:rsidP="009B5EE9">
            <w:pPr>
              <w:pStyle w:val="TableBodyText"/>
            </w:pPr>
            <w:r w:rsidRPr="008E7459">
              <w:t>88.4</w:t>
            </w:r>
          </w:p>
        </w:tc>
        <w:tc>
          <w:tcPr>
            <w:tcW w:w="567" w:type="dxa"/>
          </w:tcPr>
          <w:p w:rsidR="00806B97" w:rsidRPr="008E7459" w:rsidRDefault="00806B97" w:rsidP="009B5EE9">
            <w:pPr>
              <w:pStyle w:val="TableBodyText"/>
            </w:pPr>
            <w:r w:rsidRPr="008E7459">
              <w:t>78.3</w:t>
            </w:r>
          </w:p>
        </w:tc>
        <w:tc>
          <w:tcPr>
            <w:tcW w:w="640" w:type="dxa"/>
            <w:gridSpan w:val="2"/>
          </w:tcPr>
          <w:p w:rsidR="00806B97" w:rsidRPr="008E7459" w:rsidRDefault="00806B97" w:rsidP="009B5EE9">
            <w:pPr>
              <w:pStyle w:val="TableBodyText"/>
            </w:pPr>
            <w:r w:rsidRPr="008E7459">
              <w:t>62.5</w:t>
            </w:r>
          </w:p>
        </w:tc>
        <w:tc>
          <w:tcPr>
            <w:tcW w:w="710" w:type="dxa"/>
          </w:tcPr>
          <w:p w:rsidR="00806B97" w:rsidRPr="008E7459" w:rsidRDefault="00806B97" w:rsidP="009B5EE9">
            <w:pPr>
              <w:pStyle w:val="TableColumnHeading"/>
              <w:spacing w:before="0" w:after="40"/>
              <w:ind w:right="0"/>
              <w:rPr>
                <w:i w:val="0"/>
              </w:rPr>
            </w:pPr>
            <w:r w:rsidRPr="008E7459">
              <w:rPr>
                <w:i w:val="0"/>
              </w:rPr>
              <w:t>73.9</w:t>
            </w:r>
          </w:p>
        </w:tc>
      </w:tr>
      <w:tr w:rsidR="00830E19" w:rsidRPr="008E7459" w:rsidTr="00335559">
        <w:trPr>
          <w:gridAfter w:val="1"/>
          <w:wAfter w:w="68" w:type="dxa"/>
        </w:trPr>
        <w:tc>
          <w:tcPr>
            <w:tcW w:w="2624" w:type="dxa"/>
          </w:tcPr>
          <w:p w:rsidR="00830E19" w:rsidRPr="008E7459" w:rsidRDefault="00830E19" w:rsidP="00830E19">
            <w:pPr>
              <w:pStyle w:val="TableBodyText"/>
              <w:ind w:left="136"/>
              <w:jc w:val="left"/>
            </w:pPr>
            <w:r w:rsidRPr="008E7459">
              <w:t>Combined</w:t>
            </w:r>
            <w:r w:rsidRPr="008E7459">
              <w:rPr>
                <w:rStyle w:val="NoteLabel"/>
              </w:rPr>
              <w:t>b</w:t>
            </w:r>
          </w:p>
        </w:tc>
        <w:tc>
          <w:tcPr>
            <w:tcW w:w="685" w:type="dxa"/>
          </w:tcPr>
          <w:p w:rsidR="00830E19" w:rsidRPr="008E7459" w:rsidRDefault="00830E19" w:rsidP="009B5EE9">
            <w:pPr>
              <w:pStyle w:val="TableBodyText"/>
            </w:pPr>
            <w:r w:rsidRPr="008E7459">
              <w:t>21.8</w:t>
            </w:r>
          </w:p>
        </w:tc>
        <w:tc>
          <w:tcPr>
            <w:tcW w:w="685" w:type="dxa"/>
          </w:tcPr>
          <w:p w:rsidR="00830E19" w:rsidRPr="008E7459" w:rsidRDefault="00830E19" w:rsidP="009B5EE9">
            <w:pPr>
              <w:pStyle w:val="TableBodyText"/>
            </w:pPr>
            <w:r w:rsidRPr="008E7459">
              <w:t>33.6</w:t>
            </w:r>
          </w:p>
        </w:tc>
        <w:tc>
          <w:tcPr>
            <w:tcW w:w="826" w:type="dxa"/>
          </w:tcPr>
          <w:p w:rsidR="00830E19" w:rsidRPr="008E7459" w:rsidRDefault="00830E19" w:rsidP="009B5EE9">
            <w:pPr>
              <w:pStyle w:val="TableBodyText"/>
            </w:pPr>
            <w:r w:rsidRPr="008E7459">
              <w:t>37.4</w:t>
            </w:r>
          </w:p>
        </w:tc>
        <w:tc>
          <w:tcPr>
            <w:tcW w:w="850" w:type="dxa"/>
          </w:tcPr>
          <w:p w:rsidR="00830E19" w:rsidRPr="008E7459" w:rsidRDefault="00830E19" w:rsidP="009B5EE9">
            <w:pPr>
              <w:pStyle w:val="TableBodyText"/>
            </w:pPr>
            <w:r w:rsidRPr="008E7459">
              <w:t>40.5</w:t>
            </w:r>
          </w:p>
        </w:tc>
        <w:tc>
          <w:tcPr>
            <w:tcW w:w="709" w:type="dxa"/>
          </w:tcPr>
          <w:p w:rsidR="00830E19" w:rsidRPr="008E7459" w:rsidRDefault="00830E19" w:rsidP="009B5EE9">
            <w:pPr>
              <w:pStyle w:val="TableBodyText"/>
            </w:pPr>
            <w:r w:rsidRPr="008E7459">
              <w:t>52.1</w:t>
            </w:r>
          </w:p>
        </w:tc>
        <w:tc>
          <w:tcPr>
            <w:tcW w:w="567" w:type="dxa"/>
          </w:tcPr>
          <w:p w:rsidR="00830E19" w:rsidRPr="008E7459" w:rsidRDefault="00830E19" w:rsidP="009B5EE9">
            <w:pPr>
              <w:pStyle w:val="TableBodyText"/>
            </w:pPr>
            <w:r w:rsidRPr="008E7459">
              <w:t>45.6</w:t>
            </w:r>
          </w:p>
        </w:tc>
        <w:tc>
          <w:tcPr>
            <w:tcW w:w="567" w:type="dxa"/>
          </w:tcPr>
          <w:p w:rsidR="00830E19" w:rsidRPr="008E7459" w:rsidRDefault="00830E19" w:rsidP="009B5EE9">
            <w:pPr>
              <w:pStyle w:val="TableBodyText"/>
            </w:pPr>
            <w:r w:rsidRPr="008E7459">
              <w:t>40.9</w:t>
            </w:r>
          </w:p>
        </w:tc>
        <w:tc>
          <w:tcPr>
            <w:tcW w:w="640" w:type="dxa"/>
            <w:gridSpan w:val="2"/>
          </w:tcPr>
          <w:p w:rsidR="00830E19" w:rsidRPr="008E7459" w:rsidRDefault="00830E19" w:rsidP="009B5EE9">
            <w:pPr>
              <w:pStyle w:val="TableBodyText"/>
            </w:pPr>
            <w:r w:rsidRPr="008E7459">
              <w:t>81.1</w:t>
            </w:r>
          </w:p>
        </w:tc>
        <w:tc>
          <w:tcPr>
            <w:tcW w:w="710" w:type="dxa"/>
          </w:tcPr>
          <w:p w:rsidR="00830E19" w:rsidRPr="008E7459" w:rsidRDefault="00830E19" w:rsidP="009B5EE9">
            <w:pPr>
              <w:pStyle w:val="TableColumnHeading"/>
              <w:spacing w:before="0" w:after="40"/>
              <w:ind w:right="0"/>
              <w:rPr>
                <w:i w:val="0"/>
              </w:rPr>
            </w:pPr>
            <w:r w:rsidRPr="008E7459">
              <w:rPr>
                <w:i w:val="0"/>
              </w:rPr>
              <w:t>38.7</w:t>
            </w:r>
          </w:p>
        </w:tc>
      </w:tr>
      <w:tr w:rsidR="00830E19" w:rsidRPr="008E7459" w:rsidTr="00335559">
        <w:trPr>
          <w:gridAfter w:val="1"/>
          <w:wAfter w:w="68" w:type="dxa"/>
        </w:trPr>
        <w:tc>
          <w:tcPr>
            <w:tcW w:w="2624" w:type="dxa"/>
          </w:tcPr>
          <w:p w:rsidR="00830E19" w:rsidRPr="008E7459" w:rsidRDefault="00830E19" w:rsidP="00830E19">
            <w:pPr>
              <w:pStyle w:val="TableBodyText"/>
              <w:ind w:left="136"/>
              <w:jc w:val="left"/>
            </w:pPr>
            <w:r w:rsidRPr="008E7459">
              <w:t>Special schools</w:t>
            </w:r>
            <w:r w:rsidRPr="008E7459">
              <w:rPr>
                <w:rStyle w:val="NoteLabel"/>
              </w:rPr>
              <w:t>c</w:t>
            </w:r>
          </w:p>
        </w:tc>
        <w:tc>
          <w:tcPr>
            <w:tcW w:w="685" w:type="dxa"/>
          </w:tcPr>
          <w:p w:rsidR="00830E19" w:rsidRPr="008E7459" w:rsidRDefault="00830E19" w:rsidP="009B5EE9">
            <w:pPr>
              <w:pStyle w:val="TableBodyText"/>
            </w:pPr>
            <w:r w:rsidRPr="008E7459">
              <w:t>72.8</w:t>
            </w:r>
          </w:p>
        </w:tc>
        <w:tc>
          <w:tcPr>
            <w:tcW w:w="685" w:type="dxa"/>
          </w:tcPr>
          <w:p w:rsidR="00830E19" w:rsidRPr="008E7459" w:rsidRDefault="00830E19" w:rsidP="009B5EE9">
            <w:pPr>
              <w:pStyle w:val="TableBodyText"/>
            </w:pPr>
            <w:r w:rsidRPr="008E7459">
              <w:t>80.0</w:t>
            </w:r>
          </w:p>
        </w:tc>
        <w:tc>
          <w:tcPr>
            <w:tcW w:w="826" w:type="dxa"/>
          </w:tcPr>
          <w:p w:rsidR="00830E19" w:rsidRPr="008E7459" w:rsidRDefault="00830E19" w:rsidP="009B5EE9">
            <w:pPr>
              <w:pStyle w:val="TableBodyText"/>
            </w:pPr>
            <w:r w:rsidRPr="008E7459">
              <w:t>73.0</w:t>
            </w:r>
          </w:p>
        </w:tc>
        <w:tc>
          <w:tcPr>
            <w:tcW w:w="850" w:type="dxa"/>
          </w:tcPr>
          <w:p w:rsidR="00830E19" w:rsidRPr="008E7459" w:rsidRDefault="00830E19" w:rsidP="009B5EE9">
            <w:pPr>
              <w:pStyle w:val="TableBodyText"/>
            </w:pPr>
            <w:r w:rsidRPr="008E7459">
              <w:t>85.7</w:t>
            </w:r>
          </w:p>
        </w:tc>
        <w:tc>
          <w:tcPr>
            <w:tcW w:w="709" w:type="dxa"/>
          </w:tcPr>
          <w:p w:rsidR="00830E19" w:rsidRPr="008E7459" w:rsidRDefault="00830E19" w:rsidP="009B5EE9">
            <w:pPr>
              <w:pStyle w:val="TableBodyText"/>
            </w:pPr>
            <w:r w:rsidRPr="008E7459">
              <w:t>85.7</w:t>
            </w:r>
          </w:p>
        </w:tc>
        <w:tc>
          <w:tcPr>
            <w:tcW w:w="567" w:type="dxa"/>
          </w:tcPr>
          <w:p w:rsidR="00830E19" w:rsidRPr="008E7459" w:rsidRDefault="00830E19" w:rsidP="009B5EE9">
            <w:pPr>
              <w:pStyle w:val="TableBodyText"/>
            </w:pPr>
            <w:r w:rsidRPr="008E7459">
              <w:t>83.3</w:t>
            </w:r>
          </w:p>
        </w:tc>
        <w:tc>
          <w:tcPr>
            <w:tcW w:w="567" w:type="dxa"/>
          </w:tcPr>
          <w:p w:rsidR="00830E19" w:rsidRPr="008E7459" w:rsidRDefault="00830E19" w:rsidP="009B5EE9">
            <w:pPr>
              <w:pStyle w:val="TableBodyText"/>
            </w:pPr>
            <w:r w:rsidRPr="008E7459">
              <w:t>80.0</w:t>
            </w:r>
          </w:p>
        </w:tc>
        <w:tc>
          <w:tcPr>
            <w:tcW w:w="640" w:type="dxa"/>
            <w:gridSpan w:val="2"/>
          </w:tcPr>
          <w:p w:rsidR="00830E19" w:rsidRPr="008E7459" w:rsidRDefault="00830E19" w:rsidP="009B5EE9">
            <w:pPr>
              <w:pStyle w:val="TableBodyText"/>
            </w:pPr>
            <w:r w:rsidRPr="008E7459">
              <w:t>83.3</w:t>
            </w:r>
          </w:p>
        </w:tc>
        <w:tc>
          <w:tcPr>
            <w:tcW w:w="710" w:type="dxa"/>
          </w:tcPr>
          <w:p w:rsidR="00830E19" w:rsidRPr="008E7459" w:rsidRDefault="00830E19" w:rsidP="009B5EE9">
            <w:pPr>
              <w:pStyle w:val="TableColumnHeading"/>
              <w:spacing w:before="0" w:after="40"/>
              <w:ind w:right="0"/>
              <w:rPr>
                <w:i w:val="0"/>
              </w:rPr>
            </w:pPr>
            <w:r w:rsidRPr="008E7459">
              <w:rPr>
                <w:i w:val="0"/>
              </w:rPr>
              <w:t>77.8</w:t>
            </w:r>
          </w:p>
        </w:tc>
      </w:tr>
      <w:tr w:rsidR="00806B97" w:rsidRPr="008E7459" w:rsidTr="00335559">
        <w:trPr>
          <w:gridAfter w:val="1"/>
          <w:wAfter w:w="68" w:type="dxa"/>
        </w:trPr>
        <w:tc>
          <w:tcPr>
            <w:tcW w:w="2624" w:type="dxa"/>
          </w:tcPr>
          <w:p w:rsidR="00806B97" w:rsidRPr="008E7459" w:rsidRDefault="00806B97" w:rsidP="009B5EE9">
            <w:pPr>
              <w:pStyle w:val="TableBodyText"/>
              <w:ind w:left="136"/>
              <w:jc w:val="left"/>
              <w:rPr>
                <w:b/>
              </w:rPr>
            </w:pPr>
            <w:r w:rsidRPr="008E7459">
              <w:rPr>
                <w:b/>
              </w:rPr>
              <w:t>All schools</w:t>
            </w:r>
          </w:p>
        </w:tc>
        <w:tc>
          <w:tcPr>
            <w:tcW w:w="685" w:type="dxa"/>
          </w:tcPr>
          <w:p w:rsidR="00806B97" w:rsidRPr="008E7459" w:rsidRDefault="00806B97" w:rsidP="009B5EE9">
            <w:pPr>
              <w:pStyle w:val="TableBodyText"/>
              <w:rPr>
                <w:b/>
              </w:rPr>
            </w:pPr>
            <w:r w:rsidRPr="008E7459">
              <w:rPr>
                <w:b/>
              </w:rPr>
              <w:t>70.4</w:t>
            </w:r>
          </w:p>
        </w:tc>
        <w:tc>
          <w:tcPr>
            <w:tcW w:w="685" w:type="dxa"/>
          </w:tcPr>
          <w:p w:rsidR="00806B97" w:rsidRPr="008E7459" w:rsidRDefault="00806B97" w:rsidP="009B5EE9">
            <w:pPr>
              <w:pStyle w:val="TableBodyText"/>
              <w:rPr>
                <w:b/>
              </w:rPr>
            </w:pPr>
            <w:r w:rsidRPr="008E7459">
              <w:rPr>
                <w:b/>
              </w:rPr>
              <w:t>68.7</w:t>
            </w:r>
          </w:p>
        </w:tc>
        <w:tc>
          <w:tcPr>
            <w:tcW w:w="826" w:type="dxa"/>
          </w:tcPr>
          <w:p w:rsidR="00806B97" w:rsidRPr="008E7459" w:rsidRDefault="00806B97" w:rsidP="009B5EE9">
            <w:pPr>
              <w:pStyle w:val="TableBodyText"/>
              <w:rPr>
                <w:b/>
              </w:rPr>
            </w:pPr>
            <w:r w:rsidRPr="008E7459">
              <w:rPr>
                <w:b/>
              </w:rPr>
              <w:t>72.2</w:t>
            </w:r>
          </w:p>
        </w:tc>
        <w:tc>
          <w:tcPr>
            <w:tcW w:w="850" w:type="dxa"/>
          </w:tcPr>
          <w:p w:rsidR="00806B97" w:rsidRPr="008E7459" w:rsidRDefault="00806B97" w:rsidP="009B5EE9">
            <w:pPr>
              <w:pStyle w:val="TableBodyText"/>
              <w:rPr>
                <w:b/>
              </w:rPr>
            </w:pPr>
            <w:r w:rsidRPr="008E7459">
              <w:rPr>
                <w:b/>
              </w:rPr>
              <w:t>71.8</w:t>
            </w:r>
          </w:p>
        </w:tc>
        <w:tc>
          <w:tcPr>
            <w:tcW w:w="709" w:type="dxa"/>
          </w:tcPr>
          <w:p w:rsidR="00806B97" w:rsidRPr="008E7459" w:rsidRDefault="00806B97" w:rsidP="009B5EE9">
            <w:pPr>
              <w:pStyle w:val="TableBodyText"/>
              <w:rPr>
                <w:b/>
              </w:rPr>
            </w:pPr>
            <w:r w:rsidRPr="008E7459">
              <w:rPr>
                <w:b/>
              </w:rPr>
              <w:t>74.0</w:t>
            </w:r>
          </w:p>
        </w:tc>
        <w:tc>
          <w:tcPr>
            <w:tcW w:w="567" w:type="dxa"/>
          </w:tcPr>
          <w:p w:rsidR="00806B97" w:rsidRPr="008E7459" w:rsidRDefault="00806B97" w:rsidP="009B5EE9">
            <w:pPr>
              <w:pStyle w:val="TableBodyText"/>
              <w:rPr>
                <w:b/>
              </w:rPr>
            </w:pPr>
            <w:r w:rsidRPr="008E7459">
              <w:rPr>
                <w:b/>
              </w:rPr>
              <w:t>75.2</w:t>
            </w:r>
          </w:p>
        </w:tc>
        <w:tc>
          <w:tcPr>
            <w:tcW w:w="567" w:type="dxa"/>
          </w:tcPr>
          <w:p w:rsidR="00806B97" w:rsidRPr="008E7459" w:rsidRDefault="00806B97" w:rsidP="009B5EE9">
            <w:pPr>
              <w:pStyle w:val="TableBodyText"/>
              <w:rPr>
                <w:b/>
              </w:rPr>
            </w:pPr>
            <w:r w:rsidRPr="008E7459">
              <w:rPr>
                <w:b/>
              </w:rPr>
              <w:t>65.6</w:t>
            </w:r>
          </w:p>
        </w:tc>
        <w:tc>
          <w:tcPr>
            <w:tcW w:w="640" w:type="dxa"/>
            <w:gridSpan w:val="2"/>
          </w:tcPr>
          <w:p w:rsidR="00806B97" w:rsidRPr="008E7459" w:rsidRDefault="00806B97" w:rsidP="009B5EE9">
            <w:pPr>
              <w:pStyle w:val="TableBodyText"/>
              <w:rPr>
                <w:b/>
              </w:rPr>
            </w:pPr>
            <w:r w:rsidRPr="008E7459">
              <w:rPr>
                <w:b/>
              </w:rPr>
              <w:t>80.1</w:t>
            </w:r>
          </w:p>
        </w:tc>
        <w:tc>
          <w:tcPr>
            <w:tcW w:w="710" w:type="dxa"/>
          </w:tcPr>
          <w:p w:rsidR="00806B97" w:rsidRPr="008E7459" w:rsidRDefault="00806B97" w:rsidP="009B5EE9">
            <w:pPr>
              <w:pStyle w:val="TableColumnHeading"/>
              <w:spacing w:before="0" w:after="40"/>
              <w:ind w:right="0"/>
              <w:rPr>
                <w:b/>
                <w:i w:val="0"/>
              </w:rPr>
            </w:pPr>
            <w:r w:rsidRPr="008E7459">
              <w:rPr>
                <w:b/>
                <w:i w:val="0"/>
              </w:rPr>
              <w:t>71.0</w:t>
            </w:r>
          </w:p>
        </w:tc>
      </w:tr>
      <w:tr w:rsidR="00B80C8F" w:rsidRPr="008E7459" w:rsidTr="00335559">
        <w:trPr>
          <w:gridAfter w:val="1"/>
          <w:wAfter w:w="68" w:type="dxa"/>
        </w:trPr>
        <w:tc>
          <w:tcPr>
            <w:tcW w:w="8863" w:type="dxa"/>
            <w:gridSpan w:val="11"/>
          </w:tcPr>
          <w:p w:rsidR="00B80C8F" w:rsidRPr="008E7459" w:rsidRDefault="00B80C8F" w:rsidP="009B5EE9">
            <w:pPr>
              <w:pStyle w:val="TableBodyText"/>
              <w:jc w:val="left"/>
              <w:rPr>
                <w:b/>
              </w:rPr>
            </w:pPr>
            <w:r w:rsidRPr="008E7459">
              <w:t>Proportion of</w:t>
            </w:r>
            <w:r w:rsidR="009B5EE9" w:rsidRPr="008E7459">
              <w:t xml:space="preserve"> schools that are</w:t>
            </w:r>
            <w:r w:rsidRPr="008E7459">
              <w:t xml:space="preserve"> primary schools</w:t>
            </w:r>
            <w:r w:rsidR="009B5EE9" w:rsidRPr="008E7459">
              <w:t xml:space="preserve"> in each sector </w:t>
            </w:r>
            <w:r w:rsidRPr="008E7459">
              <w:t>(</w:t>
            </w:r>
            <w:r w:rsidR="008921A5" w:rsidRPr="008E7459">
              <w:t>per cent</w:t>
            </w:r>
            <w:r w:rsidRPr="008E7459">
              <w:t>)</w:t>
            </w:r>
          </w:p>
        </w:tc>
      </w:tr>
      <w:tr w:rsidR="00806B97" w:rsidRPr="008E7459" w:rsidTr="00335559">
        <w:trPr>
          <w:gridAfter w:val="1"/>
          <w:wAfter w:w="68" w:type="dxa"/>
        </w:trPr>
        <w:tc>
          <w:tcPr>
            <w:tcW w:w="2624" w:type="dxa"/>
          </w:tcPr>
          <w:p w:rsidR="00806B97" w:rsidRPr="008E7459" w:rsidRDefault="00806B97" w:rsidP="009B5EE9">
            <w:pPr>
              <w:pStyle w:val="TableBodyText"/>
              <w:ind w:left="136"/>
              <w:jc w:val="left"/>
            </w:pPr>
            <w:r w:rsidRPr="008E7459">
              <w:t>Government</w:t>
            </w:r>
          </w:p>
        </w:tc>
        <w:tc>
          <w:tcPr>
            <w:tcW w:w="685" w:type="dxa"/>
          </w:tcPr>
          <w:p w:rsidR="00806B97" w:rsidRPr="008E7459" w:rsidRDefault="00806B97" w:rsidP="009B5EE9">
            <w:pPr>
              <w:pStyle w:val="TableBodyText"/>
            </w:pPr>
            <w:r w:rsidRPr="008E7459">
              <w:t>74.8</w:t>
            </w:r>
          </w:p>
        </w:tc>
        <w:tc>
          <w:tcPr>
            <w:tcW w:w="685" w:type="dxa"/>
          </w:tcPr>
          <w:p w:rsidR="00806B97" w:rsidRPr="008E7459" w:rsidRDefault="00806B97" w:rsidP="009B5EE9">
            <w:pPr>
              <w:pStyle w:val="TableBodyText"/>
            </w:pPr>
            <w:r w:rsidRPr="008E7459">
              <w:t>74.0</w:t>
            </w:r>
          </w:p>
        </w:tc>
        <w:tc>
          <w:tcPr>
            <w:tcW w:w="826" w:type="dxa"/>
          </w:tcPr>
          <w:p w:rsidR="00806B97" w:rsidRPr="008E7459" w:rsidRDefault="00806B97" w:rsidP="009B5EE9">
            <w:pPr>
              <w:pStyle w:val="TableBodyText"/>
            </w:pPr>
            <w:r w:rsidRPr="008E7459">
              <w:t>74.3</w:t>
            </w:r>
          </w:p>
        </w:tc>
        <w:tc>
          <w:tcPr>
            <w:tcW w:w="850" w:type="dxa"/>
          </w:tcPr>
          <w:p w:rsidR="00806B97" w:rsidRPr="008E7459" w:rsidRDefault="00806B97" w:rsidP="009B5EE9">
            <w:pPr>
              <w:pStyle w:val="TableBodyText"/>
            </w:pPr>
            <w:r w:rsidRPr="008E7459">
              <w:t>67.1</w:t>
            </w:r>
          </w:p>
        </w:tc>
        <w:tc>
          <w:tcPr>
            <w:tcW w:w="709" w:type="dxa"/>
          </w:tcPr>
          <w:p w:rsidR="00806B97" w:rsidRPr="008E7459" w:rsidRDefault="00806B97" w:rsidP="009B5EE9">
            <w:pPr>
              <w:pStyle w:val="TableBodyText"/>
            </w:pPr>
            <w:r w:rsidRPr="008E7459">
              <w:t>70.8</w:t>
            </w:r>
          </w:p>
        </w:tc>
        <w:tc>
          <w:tcPr>
            <w:tcW w:w="567" w:type="dxa"/>
          </w:tcPr>
          <w:p w:rsidR="00806B97" w:rsidRPr="008E7459" w:rsidRDefault="00806B97" w:rsidP="009B5EE9">
            <w:pPr>
              <w:pStyle w:val="TableBodyText"/>
            </w:pPr>
            <w:r w:rsidRPr="008E7459">
              <w:t>65.0</w:t>
            </w:r>
          </w:p>
        </w:tc>
        <w:tc>
          <w:tcPr>
            <w:tcW w:w="567" w:type="dxa"/>
          </w:tcPr>
          <w:p w:rsidR="00806B97" w:rsidRPr="008E7459" w:rsidRDefault="00806B97" w:rsidP="009B5EE9">
            <w:pPr>
              <w:pStyle w:val="TableBodyText"/>
            </w:pPr>
            <w:r w:rsidRPr="008E7459">
              <w:t>63.1</w:t>
            </w:r>
          </w:p>
        </w:tc>
        <w:tc>
          <w:tcPr>
            <w:tcW w:w="640" w:type="dxa"/>
            <w:gridSpan w:val="2"/>
          </w:tcPr>
          <w:p w:rsidR="00806B97" w:rsidRPr="008E7459" w:rsidRDefault="00806B97" w:rsidP="009B5EE9">
            <w:pPr>
              <w:pStyle w:val="TableBodyText"/>
            </w:pPr>
            <w:r w:rsidRPr="008E7459">
              <w:t>39.2</w:t>
            </w:r>
          </w:p>
        </w:tc>
        <w:tc>
          <w:tcPr>
            <w:tcW w:w="710" w:type="dxa"/>
          </w:tcPr>
          <w:p w:rsidR="00806B97" w:rsidRPr="008E7459" w:rsidRDefault="00806B97" w:rsidP="009B5EE9">
            <w:pPr>
              <w:pStyle w:val="TableColumnHeading"/>
              <w:spacing w:before="0" w:after="40"/>
              <w:ind w:right="0"/>
              <w:rPr>
                <w:i w:val="0"/>
              </w:rPr>
            </w:pPr>
            <w:r w:rsidRPr="008E7459">
              <w:rPr>
                <w:i w:val="0"/>
              </w:rPr>
              <w:t>72.1</w:t>
            </w:r>
          </w:p>
        </w:tc>
      </w:tr>
      <w:tr w:rsidR="00806B97" w:rsidRPr="008E7459" w:rsidTr="00335559">
        <w:trPr>
          <w:gridAfter w:val="1"/>
          <w:wAfter w:w="68" w:type="dxa"/>
        </w:trPr>
        <w:tc>
          <w:tcPr>
            <w:tcW w:w="2624" w:type="dxa"/>
          </w:tcPr>
          <w:p w:rsidR="00806B97" w:rsidRPr="008E7459" w:rsidRDefault="00806B97" w:rsidP="009B5EE9">
            <w:pPr>
              <w:pStyle w:val="TableBodyText"/>
              <w:ind w:left="136"/>
              <w:jc w:val="left"/>
            </w:pPr>
            <w:r w:rsidRPr="008E7459">
              <w:t>Non</w:t>
            </w:r>
            <w:r w:rsidR="00DE694D" w:rsidRPr="008E7459">
              <w:noBreakHyphen/>
            </w:r>
            <w:r w:rsidRPr="008E7459">
              <w:t>government</w:t>
            </w:r>
          </w:p>
        </w:tc>
        <w:tc>
          <w:tcPr>
            <w:tcW w:w="685" w:type="dxa"/>
          </w:tcPr>
          <w:p w:rsidR="00806B97" w:rsidRPr="008E7459" w:rsidRDefault="00806B97" w:rsidP="009B5EE9">
            <w:pPr>
              <w:pStyle w:val="TableBodyText"/>
            </w:pPr>
            <w:r w:rsidRPr="008E7459">
              <w:t>53.7</w:t>
            </w:r>
          </w:p>
        </w:tc>
        <w:tc>
          <w:tcPr>
            <w:tcW w:w="685" w:type="dxa"/>
          </w:tcPr>
          <w:p w:rsidR="00806B97" w:rsidRPr="008E7459" w:rsidRDefault="00806B97" w:rsidP="009B5EE9">
            <w:pPr>
              <w:pStyle w:val="TableBodyText"/>
            </w:pPr>
            <w:r w:rsidRPr="008E7459">
              <w:t>60.9</w:t>
            </w:r>
          </w:p>
        </w:tc>
        <w:tc>
          <w:tcPr>
            <w:tcW w:w="826" w:type="dxa"/>
          </w:tcPr>
          <w:p w:rsidR="00806B97" w:rsidRPr="008E7459" w:rsidRDefault="00806B97" w:rsidP="009B5EE9">
            <w:pPr>
              <w:pStyle w:val="TableBodyText"/>
            </w:pPr>
            <w:r w:rsidRPr="008E7459">
              <w:t>48.7</w:t>
            </w:r>
          </w:p>
        </w:tc>
        <w:tc>
          <w:tcPr>
            <w:tcW w:w="850" w:type="dxa"/>
          </w:tcPr>
          <w:p w:rsidR="00806B97" w:rsidRPr="008E7459" w:rsidRDefault="00806B97" w:rsidP="009B5EE9">
            <w:pPr>
              <w:pStyle w:val="TableBodyText"/>
            </w:pPr>
            <w:r w:rsidRPr="008E7459">
              <w:t>49.5</w:t>
            </w:r>
          </w:p>
        </w:tc>
        <w:tc>
          <w:tcPr>
            <w:tcW w:w="709" w:type="dxa"/>
          </w:tcPr>
          <w:p w:rsidR="00806B97" w:rsidRPr="008E7459" w:rsidRDefault="00806B97" w:rsidP="009B5EE9">
            <w:pPr>
              <w:pStyle w:val="TableBodyText"/>
            </w:pPr>
            <w:r w:rsidRPr="008E7459">
              <w:t>52.8</w:t>
            </w:r>
          </w:p>
        </w:tc>
        <w:tc>
          <w:tcPr>
            <w:tcW w:w="567" w:type="dxa"/>
          </w:tcPr>
          <w:p w:rsidR="00806B97" w:rsidRPr="008E7459" w:rsidRDefault="00806B97" w:rsidP="009B5EE9">
            <w:pPr>
              <w:pStyle w:val="TableBodyText"/>
            </w:pPr>
            <w:r w:rsidRPr="008E7459">
              <w:t>43.1</w:t>
            </w:r>
          </w:p>
        </w:tc>
        <w:tc>
          <w:tcPr>
            <w:tcW w:w="567" w:type="dxa"/>
          </w:tcPr>
          <w:p w:rsidR="00806B97" w:rsidRPr="008E7459" w:rsidRDefault="00806B97" w:rsidP="009B5EE9">
            <w:pPr>
              <w:pStyle w:val="TableBodyText"/>
            </w:pPr>
            <w:r w:rsidRPr="008E7459">
              <w:t>56.8</w:t>
            </w:r>
          </w:p>
        </w:tc>
        <w:tc>
          <w:tcPr>
            <w:tcW w:w="640" w:type="dxa"/>
            <w:gridSpan w:val="2"/>
          </w:tcPr>
          <w:p w:rsidR="00806B97" w:rsidRPr="008E7459" w:rsidRDefault="00806B97" w:rsidP="009B5EE9">
            <w:pPr>
              <w:pStyle w:val="TableBodyText"/>
            </w:pPr>
            <w:r w:rsidRPr="008E7459">
              <w:t>28.9</w:t>
            </w:r>
          </w:p>
        </w:tc>
        <w:tc>
          <w:tcPr>
            <w:tcW w:w="710" w:type="dxa"/>
          </w:tcPr>
          <w:p w:rsidR="00806B97" w:rsidRPr="008E7459" w:rsidRDefault="00806B97" w:rsidP="009B5EE9">
            <w:pPr>
              <w:pStyle w:val="TableColumnHeading"/>
              <w:spacing w:before="0" w:after="40"/>
              <w:ind w:right="0"/>
              <w:rPr>
                <w:i w:val="0"/>
              </w:rPr>
            </w:pPr>
            <w:r w:rsidRPr="008E7459">
              <w:rPr>
                <w:i w:val="0"/>
              </w:rPr>
              <w:t>53.6</w:t>
            </w:r>
          </w:p>
        </w:tc>
      </w:tr>
      <w:tr w:rsidR="00806B97" w:rsidRPr="008E7459" w:rsidTr="00335559">
        <w:trPr>
          <w:gridAfter w:val="1"/>
          <w:wAfter w:w="68" w:type="dxa"/>
        </w:trPr>
        <w:tc>
          <w:tcPr>
            <w:tcW w:w="2624" w:type="dxa"/>
            <w:shd w:val="clear" w:color="auto" w:fill="auto"/>
          </w:tcPr>
          <w:p w:rsidR="00806B97" w:rsidRPr="008E7459" w:rsidRDefault="00806B97" w:rsidP="009B5EE9">
            <w:pPr>
              <w:pStyle w:val="TableBodyText"/>
              <w:ind w:left="136"/>
              <w:jc w:val="left"/>
              <w:rPr>
                <w:b/>
              </w:rPr>
            </w:pPr>
            <w:r w:rsidRPr="008E7459">
              <w:rPr>
                <w:b/>
              </w:rPr>
              <w:t>All schools</w:t>
            </w:r>
          </w:p>
        </w:tc>
        <w:tc>
          <w:tcPr>
            <w:tcW w:w="685" w:type="dxa"/>
            <w:shd w:val="clear" w:color="auto" w:fill="auto"/>
          </w:tcPr>
          <w:p w:rsidR="00806B97" w:rsidRPr="008E7459" w:rsidRDefault="00806B97" w:rsidP="009B5EE9">
            <w:pPr>
              <w:pStyle w:val="TableBodyText"/>
              <w:rPr>
                <w:b/>
              </w:rPr>
            </w:pPr>
            <w:r w:rsidRPr="008E7459">
              <w:rPr>
                <w:b/>
              </w:rPr>
              <w:t>68.6</w:t>
            </w:r>
          </w:p>
        </w:tc>
        <w:tc>
          <w:tcPr>
            <w:tcW w:w="685" w:type="dxa"/>
            <w:shd w:val="clear" w:color="auto" w:fill="auto"/>
          </w:tcPr>
          <w:p w:rsidR="00806B97" w:rsidRPr="008E7459" w:rsidRDefault="00806B97" w:rsidP="009B5EE9">
            <w:pPr>
              <w:pStyle w:val="TableBodyText"/>
              <w:rPr>
                <w:b/>
              </w:rPr>
            </w:pPr>
            <w:r w:rsidRPr="008E7459">
              <w:rPr>
                <w:b/>
              </w:rPr>
              <w:t>69.9</w:t>
            </w:r>
          </w:p>
        </w:tc>
        <w:tc>
          <w:tcPr>
            <w:tcW w:w="826" w:type="dxa"/>
            <w:shd w:val="clear" w:color="auto" w:fill="auto"/>
          </w:tcPr>
          <w:p w:rsidR="00806B97" w:rsidRPr="008E7459" w:rsidRDefault="00806B97" w:rsidP="009B5EE9">
            <w:pPr>
              <w:pStyle w:val="TableBodyText"/>
              <w:rPr>
                <w:b/>
              </w:rPr>
            </w:pPr>
            <w:r w:rsidRPr="008E7459">
              <w:rPr>
                <w:b/>
              </w:rPr>
              <w:t>67.2</w:t>
            </w:r>
          </w:p>
        </w:tc>
        <w:tc>
          <w:tcPr>
            <w:tcW w:w="850" w:type="dxa"/>
            <w:shd w:val="clear" w:color="auto" w:fill="auto"/>
          </w:tcPr>
          <w:p w:rsidR="00806B97" w:rsidRPr="008E7459" w:rsidRDefault="00806B97" w:rsidP="009B5EE9">
            <w:pPr>
              <w:pStyle w:val="TableBodyText"/>
              <w:rPr>
                <w:b/>
              </w:rPr>
            </w:pPr>
            <w:r w:rsidRPr="008E7459">
              <w:rPr>
                <w:b/>
              </w:rPr>
              <w:t>62.1</w:t>
            </w:r>
          </w:p>
        </w:tc>
        <w:tc>
          <w:tcPr>
            <w:tcW w:w="709" w:type="dxa"/>
            <w:shd w:val="clear" w:color="auto" w:fill="auto"/>
          </w:tcPr>
          <w:p w:rsidR="00806B97" w:rsidRPr="008E7459" w:rsidRDefault="00806B97" w:rsidP="009B5EE9">
            <w:pPr>
              <w:pStyle w:val="TableBodyText"/>
              <w:rPr>
                <w:b/>
              </w:rPr>
            </w:pPr>
            <w:r w:rsidRPr="008E7459">
              <w:rPr>
                <w:b/>
              </w:rPr>
              <w:t>66.1</w:t>
            </w:r>
          </w:p>
        </w:tc>
        <w:tc>
          <w:tcPr>
            <w:tcW w:w="567" w:type="dxa"/>
            <w:shd w:val="clear" w:color="auto" w:fill="auto"/>
          </w:tcPr>
          <w:p w:rsidR="00806B97" w:rsidRPr="008E7459" w:rsidRDefault="00806B97" w:rsidP="009B5EE9">
            <w:pPr>
              <w:pStyle w:val="TableBodyText"/>
              <w:rPr>
                <w:b/>
              </w:rPr>
            </w:pPr>
            <w:r w:rsidRPr="008E7459">
              <w:rPr>
                <w:b/>
              </w:rPr>
              <w:t>59.5</w:t>
            </w:r>
          </w:p>
        </w:tc>
        <w:tc>
          <w:tcPr>
            <w:tcW w:w="567" w:type="dxa"/>
            <w:shd w:val="clear" w:color="auto" w:fill="auto"/>
          </w:tcPr>
          <w:p w:rsidR="00806B97" w:rsidRPr="008E7459" w:rsidRDefault="00806B97" w:rsidP="009B5EE9">
            <w:pPr>
              <w:pStyle w:val="TableBodyText"/>
              <w:rPr>
                <w:b/>
              </w:rPr>
            </w:pPr>
            <w:r w:rsidRPr="008E7459">
              <w:rPr>
                <w:b/>
              </w:rPr>
              <w:t>60.9</w:t>
            </w:r>
          </w:p>
        </w:tc>
        <w:tc>
          <w:tcPr>
            <w:tcW w:w="640" w:type="dxa"/>
            <w:gridSpan w:val="2"/>
            <w:shd w:val="clear" w:color="auto" w:fill="auto"/>
          </w:tcPr>
          <w:p w:rsidR="00806B97" w:rsidRPr="008E7459" w:rsidRDefault="00806B97" w:rsidP="009B5EE9">
            <w:pPr>
              <w:pStyle w:val="TableBodyText"/>
              <w:rPr>
                <w:b/>
              </w:rPr>
            </w:pPr>
            <w:r w:rsidRPr="008E7459">
              <w:rPr>
                <w:b/>
              </w:rPr>
              <w:t>37.2</w:t>
            </w:r>
          </w:p>
        </w:tc>
        <w:tc>
          <w:tcPr>
            <w:tcW w:w="710" w:type="dxa"/>
            <w:shd w:val="clear" w:color="auto" w:fill="auto"/>
          </w:tcPr>
          <w:p w:rsidR="00806B97" w:rsidRPr="008E7459" w:rsidRDefault="00806B97" w:rsidP="009B5EE9">
            <w:pPr>
              <w:pStyle w:val="TableColumnHeading"/>
              <w:spacing w:before="0" w:after="40"/>
              <w:ind w:right="0"/>
              <w:rPr>
                <w:b/>
                <w:i w:val="0"/>
              </w:rPr>
            </w:pPr>
            <w:r w:rsidRPr="008E7459">
              <w:rPr>
                <w:b/>
                <w:i w:val="0"/>
              </w:rPr>
              <w:t>66.7</w:t>
            </w:r>
          </w:p>
        </w:tc>
      </w:tr>
      <w:tr w:rsidR="00B80C8F" w:rsidRPr="008E7459" w:rsidTr="00335559">
        <w:trPr>
          <w:gridAfter w:val="1"/>
          <w:wAfter w:w="68" w:type="dxa"/>
        </w:trPr>
        <w:tc>
          <w:tcPr>
            <w:tcW w:w="8863" w:type="dxa"/>
            <w:gridSpan w:val="11"/>
          </w:tcPr>
          <w:p w:rsidR="00B80C8F" w:rsidRPr="008E7459" w:rsidRDefault="00B80C8F" w:rsidP="009B5EE9">
            <w:pPr>
              <w:pStyle w:val="TableBodyText"/>
              <w:jc w:val="left"/>
              <w:rPr>
                <w:b/>
              </w:rPr>
            </w:pPr>
            <w:r w:rsidRPr="008E7459">
              <w:t>Proportion of primary schools enrolling over 300 students (</w:t>
            </w:r>
            <w:r w:rsidR="008921A5" w:rsidRPr="008E7459">
              <w:t>per cent</w:t>
            </w:r>
            <w:r w:rsidRPr="008E7459">
              <w:t>)</w:t>
            </w:r>
            <w:r w:rsidR="00830E19" w:rsidRPr="008E7459">
              <w:rPr>
                <w:rStyle w:val="NoteLabel"/>
              </w:rPr>
              <w:t>d</w:t>
            </w:r>
          </w:p>
        </w:tc>
      </w:tr>
      <w:tr w:rsidR="00806B97" w:rsidRPr="008E7459" w:rsidTr="00335559">
        <w:trPr>
          <w:gridAfter w:val="1"/>
          <w:wAfter w:w="68" w:type="dxa"/>
        </w:trPr>
        <w:tc>
          <w:tcPr>
            <w:tcW w:w="2624" w:type="dxa"/>
            <w:shd w:val="clear" w:color="auto" w:fill="auto"/>
          </w:tcPr>
          <w:p w:rsidR="00806B97" w:rsidRPr="008E7459" w:rsidRDefault="00806B97" w:rsidP="009B5EE9">
            <w:pPr>
              <w:pStyle w:val="TableBodyText"/>
              <w:ind w:left="136"/>
              <w:jc w:val="left"/>
              <w:rPr>
                <w:b/>
              </w:rPr>
            </w:pPr>
            <w:r w:rsidRPr="008E7459">
              <w:t>Government</w:t>
            </w:r>
          </w:p>
        </w:tc>
        <w:tc>
          <w:tcPr>
            <w:tcW w:w="685" w:type="dxa"/>
            <w:shd w:val="clear" w:color="auto" w:fill="auto"/>
          </w:tcPr>
          <w:p w:rsidR="00806B97" w:rsidRPr="008E7459" w:rsidRDefault="00806B97" w:rsidP="009B5EE9">
            <w:pPr>
              <w:pStyle w:val="TableBodyText"/>
            </w:pPr>
            <w:r w:rsidRPr="008E7459">
              <w:t>37.0</w:t>
            </w:r>
          </w:p>
        </w:tc>
        <w:tc>
          <w:tcPr>
            <w:tcW w:w="685" w:type="dxa"/>
            <w:shd w:val="clear" w:color="auto" w:fill="auto"/>
          </w:tcPr>
          <w:p w:rsidR="00806B97" w:rsidRPr="008E7459" w:rsidRDefault="00806B97" w:rsidP="009B5EE9">
            <w:pPr>
              <w:pStyle w:val="TableBodyText"/>
            </w:pPr>
            <w:r w:rsidRPr="008E7459">
              <w:t>36.6</w:t>
            </w:r>
          </w:p>
        </w:tc>
        <w:tc>
          <w:tcPr>
            <w:tcW w:w="826" w:type="dxa"/>
            <w:shd w:val="clear" w:color="auto" w:fill="auto"/>
          </w:tcPr>
          <w:p w:rsidR="00806B97" w:rsidRPr="008E7459" w:rsidRDefault="00806B97" w:rsidP="009B5EE9">
            <w:pPr>
              <w:pStyle w:val="TableBodyText"/>
            </w:pPr>
            <w:r w:rsidRPr="008E7459">
              <w:t>42.6</w:t>
            </w:r>
          </w:p>
        </w:tc>
        <w:tc>
          <w:tcPr>
            <w:tcW w:w="850" w:type="dxa"/>
            <w:shd w:val="clear" w:color="auto" w:fill="auto"/>
          </w:tcPr>
          <w:p w:rsidR="00806B97" w:rsidRPr="008E7459" w:rsidRDefault="00806B97" w:rsidP="009B5EE9">
            <w:pPr>
              <w:pStyle w:val="TableBodyText"/>
            </w:pPr>
            <w:r w:rsidRPr="008E7459">
              <w:t>43.4</w:t>
            </w:r>
          </w:p>
        </w:tc>
        <w:tc>
          <w:tcPr>
            <w:tcW w:w="709" w:type="dxa"/>
            <w:shd w:val="clear" w:color="auto" w:fill="auto"/>
          </w:tcPr>
          <w:p w:rsidR="00806B97" w:rsidRPr="008E7459" w:rsidRDefault="00806B97" w:rsidP="009B5EE9">
            <w:pPr>
              <w:pStyle w:val="TableBodyText"/>
            </w:pPr>
            <w:r w:rsidRPr="008E7459">
              <w:t>28.1</w:t>
            </w:r>
          </w:p>
        </w:tc>
        <w:tc>
          <w:tcPr>
            <w:tcW w:w="567" w:type="dxa"/>
            <w:shd w:val="clear" w:color="auto" w:fill="auto"/>
          </w:tcPr>
          <w:p w:rsidR="00806B97" w:rsidRPr="008E7459" w:rsidRDefault="00806B97" w:rsidP="009B5EE9">
            <w:pPr>
              <w:pStyle w:val="TableBodyText"/>
            </w:pPr>
            <w:r w:rsidRPr="008E7459">
              <w:t>23.4</w:t>
            </w:r>
          </w:p>
        </w:tc>
        <w:tc>
          <w:tcPr>
            <w:tcW w:w="567" w:type="dxa"/>
            <w:shd w:val="clear" w:color="auto" w:fill="auto"/>
          </w:tcPr>
          <w:p w:rsidR="00806B97" w:rsidRPr="008E7459" w:rsidRDefault="00806B97" w:rsidP="009B5EE9">
            <w:pPr>
              <w:pStyle w:val="TableBodyText"/>
            </w:pPr>
            <w:r w:rsidRPr="008E7459">
              <w:t>51.6</w:t>
            </w:r>
          </w:p>
        </w:tc>
        <w:tc>
          <w:tcPr>
            <w:tcW w:w="640" w:type="dxa"/>
            <w:gridSpan w:val="2"/>
            <w:shd w:val="clear" w:color="auto" w:fill="auto"/>
          </w:tcPr>
          <w:p w:rsidR="00806B97" w:rsidRPr="008E7459" w:rsidRDefault="00806B97" w:rsidP="009B5EE9">
            <w:pPr>
              <w:pStyle w:val="TableBodyText"/>
            </w:pPr>
            <w:r w:rsidRPr="008E7459">
              <w:t>17.3</w:t>
            </w:r>
          </w:p>
        </w:tc>
        <w:tc>
          <w:tcPr>
            <w:tcW w:w="710" w:type="dxa"/>
            <w:shd w:val="clear" w:color="auto" w:fill="auto"/>
          </w:tcPr>
          <w:p w:rsidR="00806B97" w:rsidRPr="008E7459" w:rsidRDefault="00806B97" w:rsidP="009B5EE9">
            <w:pPr>
              <w:pStyle w:val="TableColumnHeading"/>
              <w:spacing w:before="0" w:after="40"/>
              <w:ind w:right="0"/>
              <w:rPr>
                <w:i w:val="0"/>
              </w:rPr>
            </w:pPr>
            <w:r w:rsidRPr="008E7459">
              <w:rPr>
                <w:i w:val="0"/>
              </w:rPr>
              <w:t>37.2</w:t>
            </w:r>
          </w:p>
        </w:tc>
      </w:tr>
      <w:tr w:rsidR="00806B97" w:rsidRPr="008E7459" w:rsidTr="00335559">
        <w:trPr>
          <w:gridAfter w:val="1"/>
          <w:wAfter w:w="68" w:type="dxa"/>
        </w:trPr>
        <w:tc>
          <w:tcPr>
            <w:tcW w:w="2624" w:type="dxa"/>
            <w:shd w:val="clear" w:color="auto" w:fill="auto"/>
          </w:tcPr>
          <w:p w:rsidR="00806B97" w:rsidRPr="008E7459" w:rsidRDefault="00806B97" w:rsidP="009B5EE9">
            <w:pPr>
              <w:pStyle w:val="TableBodyText"/>
              <w:ind w:left="136"/>
              <w:jc w:val="left"/>
              <w:rPr>
                <w:b/>
              </w:rPr>
            </w:pPr>
            <w:r w:rsidRPr="008E7459">
              <w:t>Non</w:t>
            </w:r>
            <w:r w:rsidR="00DE694D" w:rsidRPr="008E7459">
              <w:noBreakHyphen/>
            </w:r>
            <w:r w:rsidRPr="008E7459">
              <w:t>government</w:t>
            </w:r>
          </w:p>
        </w:tc>
        <w:tc>
          <w:tcPr>
            <w:tcW w:w="685" w:type="dxa"/>
            <w:shd w:val="clear" w:color="auto" w:fill="auto"/>
          </w:tcPr>
          <w:p w:rsidR="00806B97" w:rsidRPr="008E7459" w:rsidRDefault="00806B97" w:rsidP="009B5EE9">
            <w:pPr>
              <w:pStyle w:val="TableBodyText"/>
            </w:pPr>
            <w:r w:rsidRPr="008E7459">
              <w:t>40.0</w:t>
            </w:r>
          </w:p>
        </w:tc>
        <w:tc>
          <w:tcPr>
            <w:tcW w:w="685" w:type="dxa"/>
            <w:shd w:val="clear" w:color="auto" w:fill="auto"/>
          </w:tcPr>
          <w:p w:rsidR="00806B97" w:rsidRPr="008E7459" w:rsidRDefault="00806B97" w:rsidP="009B5EE9">
            <w:pPr>
              <w:pStyle w:val="TableBodyText"/>
            </w:pPr>
            <w:r w:rsidRPr="008E7459">
              <w:t>35.6</w:t>
            </w:r>
          </w:p>
        </w:tc>
        <w:tc>
          <w:tcPr>
            <w:tcW w:w="826" w:type="dxa"/>
            <w:shd w:val="clear" w:color="auto" w:fill="auto"/>
          </w:tcPr>
          <w:p w:rsidR="00806B97" w:rsidRPr="008E7459" w:rsidRDefault="00806B97" w:rsidP="009B5EE9">
            <w:pPr>
              <w:pStyle w:val="TableBodyText"/>
            </w:pPr>
            <w:r w:rsidRPr="008E7459">
              <w:t>56.7</w:t>
            </w:r>
          </w:p>
        </w:tc>
        <w:tc>
          <w:tcPr>
            <w:tcW w:w="850" w:type="dxa"/>
            <w:shd w:val="clear" w:color="auto" w:fill="auto"/>
          </w:tcPr>
          <w:p w:rsidR="00806B97" w:rsidRPr="008E7459" w:rsidRDefault="00806B97" w:rsidP="009B5EE9">
            <w:pPr>
              <w:pStyle w:val="TableBodyText"/>
            </w:pPr>
            <w:r w:rsidRPr="008E7459">
              <w:t>37.4</w:t>
            </w:r>
          </w:p>
        </w:tc>
        <w:tc>
          <w:tcPr>
            <w:tcW w:w="709" w:type="dxa"/>
            <w:shd w:val="clear" w:color="auto" w:fill="auto"/>
          </w:tcPr>
          <w:p w:rsidR="00806B97" w:rsidRPr="008E7459" w:rsidRDefault="00806B97" w:rsidP="009B5EE9">
            <w:pPr>
              <w:pStyle w:val="TableBodyText"/>
            </w:pPr>
            <w:r w:rsidRPr="008E7459">
              <w:t>45.7</w:t>
            </w:r>
          </w:p>
        </w:tc>
        <w:tc>
          <w:tcPr>
            <w:tcW w:w="567" w:type="dxa"/>
            <w:shd w:val="clear" w:color="auto" w:fill="auto"/>
          </w:tcPr>
          <w:p w:rsidR="00806B97" w:rsidRPr="008E7459" w:rsidRDefault="00806B97" w:rsidP="009B5EE9">
            <w:pPr>
              <w:pStyle w:val="TableBodyText"/>
            </w:pPr>
            <w:r w:rsidRPr="008E7459">
              <w:t>22.0</w:t>
            </w:r>
          </w:p>
        </w:tc>
        <w:tc>
          <w:tcPr>
            <w:tcW w:w="567" w:type="dxa"/>
            <w:shd w:val="clear" w:color="auto" w:fill="auto"/>
          </w:tcPr>
          <w:p w:rsidR="00806B97" w:rsidRPr="008E7459" w:rsidRDefault="00806B97" w:rsidP="009B5EE9">
            <w:pPr>
              <w:pStyle w:val="TableBodyText"/>
            </w:pPr>
            <w:r w:rsidRPr="008E7459">
              <w:t>52.6</w:t>
            </w:r>
          </w:p>
        </w:tc>
        <w:tc>
          <w:tcPr>
            <w:tcW w:w="640" w:type="dxa"/>
            <w:gridSpan w:val="2"/>
            <w:shd w:val="clear" w:color="auto" w:fill="auto"/>
          </w:tcPr>
          <w:p w:rsidR="00806B97" w:rsidRPr="008E7459" w:rsidRDefault="00806B97" w:rsidP="009B5EE9">
            <w:pPr>
              <w:pStyle w:val="TableBodyText"/>
            </w:pPr>
            <w:r w:rsidRPr="008E7459">
              <w:t>17.9</w:t>
            </w:r>
          </w:p>
        </w:tc>
        <w:tc>
          <w:tcPr>
            <w:tcW w:w="710" w:type="dxa"/>
            <w:shd w:val="clear" w:color="auto" w:fill="auto"/>
          </w:tcPr>
          <w:p w:rsidR="00806B97" w:rsidRPr="008E7459" w:rsidRDefault="00806B97" w:rsidP="009B5EE9">
            <w:pPr>
              <w:pStyle w:val="TableColumnHeading"/>
              <w:spacing w:before="0" w:after="40"/>
              <w:ind w:right="0"/>
              <w:rPr>
                <w:i w:val="0"/>
              </w:rPr>
            </w:pPr>
            <w:r w:rsidRPr="008E7459">
              <w:rPr>
                <w:i w:val="0"/>
              </w:rPr>
              <w:t>41.3</w:t>
            </w:r>
          </w:p>
        </w:tc>
      </w:tr>
      <w:tr w:rsidR="00806B97" w:rsidRPr="008E7459" w:rsidTr="00335559">
        <w:trPr>
          <w:gridAfter w:val="1"/>
          <w:wAfter w:w="68" w:type="dxa"/>
        </w:trPr>
        <w:tc>
          <w:tcPr>
            <w:tcW w:w="2624" w:type="dxa"/>
            <w:shd w:val="clear" w:color="auto" w:fill="auto"/>
          </w:tcPr>
          <w:p w:rsidR="00806B97" w:rsidRPr="008E7459" w:rsidRDefault="00806B97" w:rsidP="009B5EE9">
            <w:pPr>
              <w:pStyle w:val="TableBodyText"/>
              <w:ind w:left="136"/>
              <w:jc w:val="left"/>
              <w:rPr>
                <w:b/>
              </w:rPr>
            </w:pPr>
            <w:r w:rsidRPr="008E7459">
              <w:rPr>
                <w:b/>
              </w:rPr>
              <w:t>All schools</w:t>
            </w:r>
          </w:p>
        </w:tc>
        <w:tc>
          <w:tcPr>
            <w:tcW w:w="685" w:type="dxa"/>
            <w:shd w:val="clear" w:color="auto" w:fill="auto"/>
          </w:tcPr>
          <w:p w:rsidR="00806B97" w:rsidRPr="008E7459" w:rsidRDefault="00806B97" w:rsidP="009B5EE9">
            <w:pPr>
              <w:pStyle w:val="TableBodyText"/>
              <w:rPr>
                <w:b/>
              </w:rPr>
            </w:pPr>
            <w:r w:rsidRPr="008E7459">
              <w:rPr>
                <w:b/>
              </w:rPr>
              <w:t>37.9</w:t>
            </w:r>
          </w:p>
        </w:tc>
        <w:tc>
          <w:tcPr>
            <w:tcW w:w="685" w:type="dxa"/>
            <w:shd w:val="clear" w:color="auto" w:fill="auto"/>
          </w:tcPr>
          <w:p w:rsidR="00806B97" w:rsidRPr="008E7459" w:rsidRDefault="00806B97" w:rsidP="009B5EE9">
            <w:pPr>
              <w:pStyle w:val="TableBodyText"/>
              <w:rPr>
                <w:b/>
              </w:rPr>
            </w:pPr>
            <w:r w:rsidRPr="008E7459">
              <w:rPr>
                <w:b/>
              </w:rPr>
              <w:t>36.3</w:t>
            </w:r>
          </w:p>
        </w:tc>
        <w:tc>
          <w:tcPr>
            <w:tcW w:w="826" w:type="dxa"/>
            <w:shd w:val="clear" w:color="auto" w:fill="auto"/>
          </w:tcPr>
          <w:p w:rsidR="00806B97" w:rsidRPr="008E7459" w:rsidRDefault="00806B97" w:rsidP="009B5EE9">
            <w:pPr>
              <w:pStyle w:val="TableBodyText"/>
              <w:rPr>
                <w:b/>
              </w:rPr>
            </w:pPr>
            <w:r w:rsidRPr="008E7459">
              <w:rPr>
                <w:b/>
              </w:rPr>
              <w:t>46.5</w:t>
            </w:r>
          </w:p>
        </w:tc>
        <w:tc>
          <w:tcPr>
            <w:tcW w:w="850" w:type="dxa"/>
            <w:shd w:val="clear" w:color="auto" w:fill="auto"/>
          </w:tcPr>
          <w:p w:rsidR="00806B97" w:rsidRPr="008E7459" w:rsidRDefault="00806B97" w:rsidP="009B5EE9">
            <w:pPr>
              <w:pStyle w:val="TableBodyText"/>
              <w:rPr>
                <w:b/>
              </w:rPr>
            </w:pPr>
            <w:r w:rsidRPr="008E7459">
              <w:rPr>
                <w:b/>
              </w:rPr>
              <w:t>41.5</w:t>
            </w:r>
          </w:p>
        </w:tc>
        <w:tc>
          <w:tcPr>
            <w:tcW w:w="709" w:type="dxa"/>
            <w:shd w:val="clear" w:color="auto" w:fill="auto"/>
          </w:tcPr>
          <w:p w:rsidR="00806B97" w:rsidRPr="008E7459" w:rsidRDefault="00806B97" w:rsidP="009B5EE9">
            <w:pPr>
              <w:pStyle w:val="TableBodyText"/>
              <w:rPr>
                <w:b/>
              </w:rPr>
            </w:pPr>
            <w:r w:rsidRPr="008E7459">
              <w:rPr>
                <w:b/>
              </w:rPr>
              <w:t>32.9</w:t>
            </w:r>
          </w:p>
        </w:tc>
        <w:tc>
          <w:tcPr>
            <w:tcW w:w="567" w:type="dxa"/>
            <w:shd w:val="clear" w:color="auto" w:fill="auto"/>
          </w:tcPr>
          <w:p w:rsidR="00806B97" w:rsidRPr="008E7459" w:rsidRDefault="00806B97" w:rsidP="009B5EE9">
            <w:pPr>
              <w:pStyle w:val="TableBodyText"/>
              <w:rPr>
                <w:b/>
              </w:rPr>
            </w:pPr>
            <w:r w:rsidRPr="008E7459">
              <w:rPr>
                <w:b/>
              </w:rPr>
              <w:t>23.0</w:t>
            </w:r>
          </w:p>
        </w:tc>
        <w:tc>
          <w:tcPr>
            <w:tcW w:w="567" w:type="dxa"/>
            <w:shd w:val="clear" w:color="auto" w:fill="auto"/>
          </w:tcPr>
          <w:p w:rsidR="00806B97" w:rsidRPr="008E7459" w:rsidRDefault="00806B97" w:rsidP="009B5EE9">
            <w:pPr>
              <w:pStyle w:val="TableBodyText"/>
              <w:rPr>
                <w:b/>
              </w:rPr>
            </w:pPr>
            <w:r w:rsidRPr="008E7459">
              <w:rPr>
                <w:b/>
              </w:rPr>
              <w:t>52.0</w:t>
            </w:r>
          </w:p>
        </w:tc>
        <w:tc>
          <w:tcPr>
            <w:tcW w:w="640" w:type="dxa"/>
            <w:gridSpan w:val="2"/>
            <w:shd w:val="clear" w:color="auto" w:fill="auto"/>
          </w:tcPr>
          <w:p w:rsidR="00806B97" w:rsidRPr="008E7459" w:rsidRDefault="00806B97" w:rsidP="009B5EE9">
            <w:pPr>
              <w:pStyle w:val="TableBodyText"/>
              <w:rPr>
                <w:b/>
              </w:rPr>
            </w:pPr>
            <w:r w:rsidRPr="008E7459">
              <w:rPr>
                <w:b/>
              </w:rPr>
              <w:t>17.4</w:t>
            </w:r>
          </w:p>
        </w:tc>
        <w:tc>
          <w:tcPr>
            <w:tcW w:w="710" w:type="dxa"/>
            <w:shd w:val="clear" w:color="auto" w:fill="auto"/>
          </w:tcPr>
          <w:p w:rsidR="00806B97" w:rsidRPr="008E7459" w:rsidRDefault="00806B97" w:rsidP="009B5EE9">
            <w:pPr>
              <w:pStyle w:val="TableColumnHeading"/>
              <w:spacing w:before="0" w:after="40"/>
              <w:ind w:right="0"/>
              <w:rPr>
                <w:b/>
                <w:i w:val="0"/>
              </w:rPr>
            </w:pPr>
            <w:r w:rsidRPr="008E7459">
              <w:rPr>
                <w:b/>
                <w:i w:val="0"/>
              </w:rPr>
              <w:t>38.4</w:t>
            </w:r>
          </w:p>
        </w:tc>
      </w:tr>
      <w:tr w:rsidR="00B80C8F" w:rsidRPr="008E7459" w:rsidTr="00335559">
        <w:trPr>
          <w:gridAfter w:val="1"/>
          <w:wAfter w:w="68" w:type="dxa"/>
          <w:trHeight w:val="270"/>
        </w:trPr>
        <w:tc>
          <w:tcPr>
            <w:tcW w:w="8863" w:type="dxa"/>
            <w:gridSpan w:val="11"/>
          </w:tcPr>
          <w:p w:rsidR="00B80C8F" w:rsidRPr="008E7459" w:rsidRDefault="00B80C8F" w:rsidP="009B5EE9">
            <w:pPr>
              <w:pStyle w:val="TableBodyText"/>
              <w:jc w:val="left"/>
              <w:rPr>
                <w:b/>
              </w:rPr>
            </w:pPr>
            <w:r w:rsidRPr="008E7459">
              <w:t>Proportion of secondary schools enrolling over 600 students (</w:t>
            </w:r>
            <w:r w:rsidR="008921A5" w:rsidRPr="008E7459">
              <w:t>per cent</w:t>
            </w:r>
            <w:r w:rsidRPr="008E7459">
              <w:t>)</w:t>
            </w:r>
            <w:r w:rsidR="00830E19" w:rsidRPr="008E7459">
              <w:rPr>
                <w:rStyle w:val="NoteLabel"/>
              </w:rPr>
              <w:t>d</w:t>
            </w:r>
          </w:p>
        </w:tc>
      </w:tr>
      <w:tr w:rsidR="00806B97" w:rsidRPr="008E7459" w:rsidTr="00335559">
        <w:trPr>
          <w:gridAfter w:val="1"/>
          <w:wAfter w:w="68" w:type="dxa"/>
        </w:trPr>
        <w:tc>
          <w:tcPr>
            <w:tcW w:w="2624" w:type="dxa"/>
            <w:shd w:val="clear" w:color="auto" w:fill="auto"/>
          </w:tcPr>
          <w:p w:rsidR="00806B97" w:rsidRPr="008E7459" w:rsidRDefault="00806B97" w:rsidP="009B5EE9">
            <w:pPr>
              <w:pStyle w:val="TableBodyText"/>
              <w:ind w:left="136"/>
              <w:jc w:val="left"/>
              <w:rPr>
                <w:b/>
              </w:rPr>
            </w:pPr>
            <w:r w:rsidRPr="008E7459">
              <w:t>Government</w:t>
            </w:r>
          </w:p>
        </w:tc>
        <w:tc>
          <w:tcPr>
            <w:tcW w:w="685" w:type="dxa"/>
            <w:shd w:val="clear" w:color="auto" w:fill="auto"/>
          </w:tcPr>
          <w:p w:rsidR="00806B97" w:rsidRPr="008E7459" w:rsidRDefault="00806B97" w:rsidP="009B5EE9">
            <w:pPr>
              <w:pStyle w:val="TableBodyText"/>
            </w:pPr>
            <w:r w:rsidRPr="008E7459">
              <w:t>58.9</w:t>
            </w:r>
          </w:p>
        </w:tc>
        <w:tc>
          <w:tcPr>
            <w:tcW w:w="685" w:type="dxa"/>
            <w:shd w:val="clear" w:color="auto" w:fill="auto"/>
          </w:tcPr>
          <w:p w:rsidR="00806B97" w:rsidRPr="008E7459" w:rsidRDefault="00806B97" w:rsidP="009B5EE9">
            <w:pPr>
              <w:pStyle w:val="TableBodyText"/>
            </w:pPr>
            <w:r w:rsidRPr="008E7459">
              <w:t>50.2</w:t>
            </w:r>
          </w:p>
        </w:tc>
        <w:tc>
          <w:tcPr>
            <w:tcW w:w="826" w:type="dxa"/>
            <w:shd w:val="clear" w:color="auto" w:fill="auto"/>
          </w:tcPr>
          <w:p w:rsidR="00806B97" w:rsidRPr="008E7459" w:rsidRDefault="00806B97" w:rsidP="009B5EE9">
            <w:pPr>
              <w:pStyle w:val="TableBodyText"/>
            </w:pPr>
            <w:r w:rsidRPr="008E7459">
              <w:t>48.9</w:t>
            </w:r>
          </w:p>
        </w:tc>
        <w:tc>
          <w:tcPr>
            <w:tcW w:w="850" w:type="dxa"/>
            <w:shd w:val="clear" w:color="auto" w:fill="auto"/>
          </w:tcPr>
          <w:p w:rsidR="00806B97" w:rsidRPr="008E7459" w:rsidRDefault="00806B97" w:rsidP="009B5EE9">
            <w:pPr>
              <w:pStyle w:val="TableBodyText"/>
            </w:pPr>
            <w:r w:rsidRPr="008E7459">
              <w:t>28.0</w:t>
            </w:r>
          </w:p>
        </w:tc>
        <w:tc>
          <w:tcPr>
            <w:tcW w:w="709" w:type="dxa"/>
            <w:shd w:val="clear" w:color="auto" w:fill="auto"/>
          </w:tcPr>
          <w:p w:rsidR="00806B97" w:rsidRPr="008E7459" w:rsidRDefault="00806B97" w:rsidP="009B5EE9">
            <w:pPr>
              <w:pStyle w:val="TableBodyText"/>
            </w:pPr>
            <w:r w:rsidRPr="008E7459">
              <w:t>33.3</w:t>
            </w:r>
          </w:p>
        </w:tc>
        <w:tc>
          <w:tcPr>
            <w:tcW w:w="567" w:type="dxa"/>
            <w:shd w:val="clear" w:color="auto" w:fill="auto"/>
          </w:tcPr>
          <w:p w:rsidR="00806B97" w:rsidRPr="008E7459" w:rsidRDefault="00806B97" w:rsidP="009B5EE9">
            <w:pPr>
              <w:pStyle w:val="TableBodyText"/>
            </w:pPr>
            <w:r w:rsidRPr="008E7459">
              <w:t>28.1</w:t>
            </w:r>
          </w:p>
        </w:tc>
        <w:tc>
          <w:tcPr>
            <w:tcW w:w="567" w:type="dxa"/>
            <w:shd w:val="clear" w:color="auto" w:fill="auto"/>
          </w:tcPr>
          <w:p w:rsidR="00806B97" w:rsidRPr="008E7459" w:rsidRDefault="00806B97" w:rsidP="009B5EE9">
            <w:pPr>
              <w:pStyle w:val="TableBodyText"/>
            </w:pPr>
            <w:r w:rsidRPr="008E7459">
              <w:t>48.1</w:t>
            </w:r>
          </w:p>
        </w:tc>
        <w:tc>
          <w:tcPr>
            <w:tcW w:w="640" w:type="dxa"/>
            <w:gridSpan w:val="2"/>
            <w:shd w:val="clear" w:color="auto" w:fill="auto"/>
          </w:tcPr>
          <w:p w:rsidR="00806B97" w:rsidRPr="008E7459" w:rsidRDefault="00806B97" w:rsidP="009B5EE9">
            <w:pPr>
              <w:pStyle w:val="TableBodyText"/>
            </w:pPr>
            <w:r w:rsidRPr="008E7459">
              <w:t>6.8</w:t>
            </w:r>
          </w:p>
        </w:tc>
        <w:tc>
          <w:tcPr>
            <w:tcW w:w="710" w:type="dxa"/>
            <w:shd w:val="clear" w:color="auto" w:fill="auto"/>
          </w:tcPr>
          <w:p w:rsidR="00806B97" w:rsidRPr="008E7459" w:rsidRDefault="00806B97" w:rsidP="009B5EE9">
            <w:pPr>
              <w:pStyle w:val="TableColumnHeading"/>
              <w:spacing w:before="0" w:after="40"/>
              <w:ind w:right="0"/>
              <w:rPr>
                <w:i w:val="0"/>
              </w:rPr>
            </w:pPr>
            <w:r w:rsidRPr="008E7459">
              <w:rPr>
                <w:i w:val="0"/>
              </w:rPr>
              <w:t>44.7</w:t>
            </w:r>
          </w:p>
        </w:tc>
      </w:tr>
      <w:tr w:rsidR="00806B97" w:rsidRPr="008E7459" w:rsidTr="00335559">
        <w:trPr>
          <w:gridAfter w:val="1"/>
          <w:wAfter w:w="68" w:type="dxa"/>
        </w:trPr>
        <w:tc>
          <w:tcPr>
            <w:tcW w:w="2624" w:type="dxa"/>
            <w:shd w:val="clear" w:color="auto" w:fill="auto"/>
          </w:tcPr>
          <w:p w:rsidR="00806B97" w:rsidRPr="008E7459" w:rsidRDefault="00806B97" w:rsidP="009B5EE9">
            <w:pPr>
              <w:pStyle w:val="TableBodyText"/>
              <w:ind w:left="136"/>
              <w:jc w:val="left"/>
              <w:rPr>
                <w:b/>
              </w:rPr>
            </w:pPr>
            <w:r w:rsidRPr="008E7459">
              <w:t>Non</w:t>
            </w:r>
            <w:r w:rsidR="00DE694D" w:rsidRPr="008E7459">
              <w:noBreakHyphen/>
            </w:r>
            <w:r w:rsidRPr="008E7459">
              <w:t>government</w:t>
            </w:r>
          </w:p>
        </w:tc>
        <w:tc>
          <w:tcPr>
            <w:tcW w:w="685" w:type="dxa"/>
            <w:shd w:val="clear" w:color="auto" w:fill="auto"/>
          </w:tcPr>
          <w:p w:rsidR="00806B97" w:rsidRPr="008E7459" w:rsidRDefault="00806B97" w:rsidP="009B5EE9">
            <w:pPr>
              <w:pStyle w:val="TableBodyText"/>
            </w:pPr>
            <w:r w:rsidRPr="008E7459">
              <w:t>38.0</w:t>
            </w:r>
          </w:p>
        </w:tc>
        <w:tc>
          <w:tcPr>
            <w:tcW w:w="685" w:type="dxa"/>
            <w:shd w:val="clear" w:color="auto" w:fill="auto"/>
          </w:tcPr>
          <w:p w:rsidR="00806B97" w:rsidRPr="008E7459" w:rsidRDefault="00806B97" w:rsidP="009B5EE9">
            <w:pPr>
              <w:pStyle w:val="TableBodyText"/>
            </w:pPr>
            <w:r w:rsidRPr="008E7459">
              <w:t>46.5</w:t>
            </w:r>
          </w:p>
        </w:tc>
        <w:tc>
          <w:tcPr>
            <w:tcW w:w="826" w:type="dxa"/>
            <w:shd w:val="clear" w:color="auto" w:fill="auto"/>
          </w:tcPr>
          <w:p w:rsidR="00806B97" w:rsidRPr="008E7459" w:rsidRDefault="00806B97" w:rsidP="009B5EE9">
            <w:pPr>
              <w:pStyle w:val="TableBodyText"/>
            </w:pPr>
            <w:r w:rsidRPr="008E7459">
              <w:t>33.5</w:t>
            </w:r>
          </w:p>
        </w:tc>
        <w:tc>
          <w:tcPr>
            <w:tcW w:w="850" w:type="dxa"/>
            <w:shd w:val="clear" w:color="auto" w:fill="auto"/>
          </w:tcPr>
          <w:p w:rsidR="00806B97" w:rsidRPr="008E7459" w:rsidRDefault="00806B97" w:rsidP="009B5EE9">
            <w:pPr>
              <w:pStyle w:val="TableBodyText"/>
            </w:pPr>
            <w:r w:rsidRPr="008E7459">
              <w:t>33.3</w:t>
            </w:r>
          </w:p>
        </w:tc>
        <w:tc>
          <w:tcPr>
            <w:tcW w:w="709" w:type="dxa"/>
            <w:shd w:val="clear" w:color="auto" w:fill="auto"/>
          </w:tcPr>
          <w:p w:rsidR="00806B97" w:rsidRPr="008E7459" w:rsidRDefault="00806B97" w:rsidP="009B5EE9">
            <w:pPr>
              <w:pStyle w:val="TableBodyText"/>
            </w:pPr>
            <w:r w:rsidRPr="008E7459">
              <w:t>32.6</w:t>
            </w:r>
          </w:p>
        </w:tc>
        <w:tc>
          <w:tcPr>
            <w:tcW w:w="567" w:type="dxa"/>
            <w:shd w:val="clear" w:color="auto" w:fill="auto"/>
          </w:tcPr>
          <w:p w:rsidR="00806B97" w:rsidRPr="008E7459" w:rsidRDefault="00806B97" w:rsidP="009B5EE9">
            <w:pPr>
              <w:pStyle w:val="TableBodyText"/>
            </w:pPr>
            <w:r w:rsidRPr="008E7459">
              <w:t>16.7</w:t>
            </w:r>
          </w:p>
        </w:tc>
        <w:tc>
          <w:tcPr>
            <w:tcW w:w="567" w:type="dxa"/>
            <w:shd w:val="clear" w:color="auto" w:fill="auto"/>
          </w:tcPr>
          <w:p w:rsidR="00806B97" w:rsidRPr="008E7459" w:rsidRDefault="00806B97" w:rsidP="009B5EE9">
            <w:pPr>
              <w:pStyle w:val="TableBodyText"/>
            </w:pPr>
            <w:r w:rsidRPr="008E7459">
              <w:t>61.1</w:t>
            </w:r>
          </w:p>
        </w:tc>
        <w:tc>
          <w:tcPr>
            <w:tcW w:w="640" w:type="dxa"/>
            <w:gridSpan w:val="2"/>
            <w:shd w:val="clear" w:color="auto" w:fill="auto"/>
          </w:tcPr>
          <w:p w:rsidR="00806B97" w:rsidRPr="008E7459" w:rsidRDefault="00806B97" w:rsidP="009B5EE9">
            <w:pPr>
              <w:pStyle w:val="TableBodyText"/>
            </w:pPr>
            <w:r w:rsidRPr="008E7459">
              <w:t>3.8</w:t>
            </w:r>
          </w:p>
        </w:tc>
        <w:tc>
          <w:tcPr>
            <w:tcW w:w="710" w:type="dxa"/>
            <w:shd w:val="clear" w:color="auto" w:fill="auto"/>
          </w:tcPr>
          <w:p w:rsidR="00806B97" w:rsidRPr="008E7459" w:rsidRDefault="00806B97" w:rsidP="009B5EE9">
            <w:pPr>
              <w:pStyle w:val="TableColumnHeading"/>
              <w:spacing w:before="0" w:after="40"/>
              <w:ind w:right="0"/>
              <w:rPr>
                <w:i w:val="0"/>
              </w:rPr>
            </w:pPr>
            <w:r w:rsidRPr="008E7459">
              <w:rPr>
                <w:i w:val="0"/>
              </w:rPr>
              <w:t>36.9</w:t>
            </w:r>
          </w:p>
        </w:tc>
      </w:tr>
      <w:tr w:rsidR="00806B97" w:rsidRPr="008E7459" w:rsidTr="00335559">
        <w:trPr>
          <w:gridAfter w:val="1"/>
          <w:wAfter w:w="68" w:type="dxa"/>
        </w:trPr>
        <w:tc>
          <w:tcPr>
            <w:tcW w:w="2624" w:type="dxa"/>
            <w:tcBorders>
              <w:bottom w:val="single" w:sz="6" w:space="0" w:color="auto"/>
            </w:tcBorders>
            <w:shd w:val="clear" w:color="auto" w:fill="auto"/>
          </w:tcPr>
          <w:p w:rsidR="00806B97" w:rsidRPr="008E7459" w:rsidRDefault="00806B97" w:rsidP="009B5EE9">
            <w:pPr>
              <w:pStyle w:val="TableBodyText"/>
              <w:ind w:left="136"/>
              <w:jc w:val="left"/>
              <w:rPr>
                <w:b/>
              </w:rPr>
            </w:pPr>
            <w:r w:rsidRPr="008E7459">
              <w:rPr>
                <w:b/>
              </w:rPr>
              <w:t>All schools</w:t>
            </w:r>
          </w:p>
        </w:tc>
        <w:tc>
          <w:tcPr>
            <w:tcW w:w="685" w:type="dxa"/>
            <w:tcBorders>
              <w:bottom w:val="single" w:sz="6" w:space="0" w:color="auto"/>
            </w:tcBorders>
            <w:shd w:val="clear" w:color="auto" w:fill="auto"/>
          </w:tcPr>
          <w:p w:rsidR="00806B97" w:rsidRPr="008E7459" w:rsidRDefault="00806B97" w:rsidP="009B5EE9">
            <w:pPr>
              <w:pStyle w:val="TableBodyText"/>
              <w:rPr>
                <w:b/>
              </w:rPr>
            </w:pPr>
            <w:r w:rsidRPr="008E7459">
              <w:rPr>
                <w:b/>
              </w:rPr>
              <w:t>49.1</w:t>
            </w:r>
          </w:p>
        </w:tc>
        <w:tc>
          <w:tcPr>
            <w:tcW w:w="685" w:type="dxa"/>
            <w:tcBorders>
              <w:bottom w:val="single" w:sz="6" w:space="0" w:color="auto"/>
            </w:tcBorders>
            <w:shd w:val="clear" w:color="auto" w:fill="auto"/>
          </w:tcPr>
          <w:p w:rsidR="00806B97" w:rsidRPr="008E7459" w:rsidRDefault="00806B97" w:rsidP="009B5EE9">
            <w:pPr>
              <w:pStyle w:val="TableBodyText"/>
              <w:rPr>
                <w:b/>
              </w:rPr>
            </w:pPr>
            <w:r w:rsidRPr="008E7459">
              <w:rPr>
                <w:b/>
              </w:rPr>
              <w:t>48.5</w:t>
            </w:r>
          </w:p>
        </w:tc>
        <w:tc>
          <w:tcPr>
            <w:tcW w:w="826" w:type="dxa"/>
            <w:tcBorders>
              <w:bottom w:val="single" w:sz="6" w:space="0" w:color="auto"/>
            </w:tcBorders>
            <w:shd w:val="clear" w:color="auto" w:fill="auto"/>
          </w:tcPr>
          <w:p w:rsidR="00806B97" w:rsidRPr="008E7459" w:rsidRDefault="00806B97" w:rsidP="009B5EE9">
            <w:pPr>
              <w:pStyle w:val="TableBodyText"/>
              <w:rPr>
                <w:b/>
              </w:rPr>
            </w:pPr>
            <w:r w:rsidRPr="008E7459">
              <w:rPr>
                <w:b/>
              </w:rPr>
              <w:t>41.9</w:t>
            </w:r>
          </w:p>
        </w:tc>
        <w:tc>
          <w:tcPr>
            <w:tcW w:w="850" w:type="dxa"/>
            <w:tcBorders>
              <w:bottom w:val="single" w:sz="6" w:space="0" w:color="auto"/>
            </w:tcBorders>
            <w:shd w:val="clear" w:color="auto" w:fill="auto"/>
          </w:tcPr>
          <w:p w:rsidR="00806B97" w:rsidRPr="008E7459" w:rsidRDefault="00806B97" w:rsidP="009B5EE9">
            <w:pPr>
              <w:pStyle w:val="TableBodyText"/>
              <w:rPr>
                <w:b/>
              </w:rPr>
            </w:pPr>
            <w:r w:rsidRPr="008E7459">
              <w:rPr>
                <w:b/>
              </w:rPr>
              <w:t>30.3</w:t>
            </w:r>
          </w:p>
        </w:tc>
        <w:tc>
          <w:tcPr>
            <w:tcW w:w="709" w:type="dxa"/>
            <w:tcBorders>
              <w:bottom w:val="single" w:sz="6" w:space="0" w:color="auto"/>
            </w:tcBorders>
            <w:shd w:val="clear" w:color="auto" w:fill="auto"/>
          </w:tcPr>
          <w:p w:rsidR="00806B97" w:rsidRPr="008E7459" w:rsidRDefault="00806B97" w:rsidP="009B5EE9">
            <w:pPr>
              <w:pStyle w:val="TableBodyText"/>
              <w:rPr>
                <w:b/>
              </w:rPr>
            </w:pPr>
            <w:r w:rsidRPr="008E7459">
              <w:rPr>
                <w:b/>
              </w:rPr>
              <w:t>33.0</w:t>
            </w:r>
          </w:p>
        </w:tc>
        <w:tc>
          <w:tcPr>
            <w:tcW w:w="567" w:type="dxa"/>
            <w:tcBorders>
              <w:bottom w:val="single" w:sz="6" w:space="0" w:color="auto"/>
            </w:tcBorders>
            <w:shd w:val="clear" w:color="auto" w:fill="auto"/>
          </w:tcPr>
          <w:p w:rsidR="00806B97" w:rsidRPr="008E7459" w:rsidRDefault="00806B97" w:rsidP="009B5EE9">
            <w:pPr>
              <w:pStyle w:val="TableBodyText"/>
              <w:rPr>
                <w:b/>
              </w:rPr>
            </w:pPr>
            <w:r w:rsidRPr="008E7459">
              <w:rPr>
                <w:b/>
              </w:rPr>
              <w:t>24.0</w:t>
            </w:r>
          </w:p>
        </w:tc>
        <w:tc>
          <w:tcPr>
            <w:tcW w:w="567" w:type="dxa"/>
            <w:tcBorders>
              <w:bottom w:val="single" w:sz="6" w:space="0" w:color="auto"/>
            </w:tcBorders>
            <w:shd w:val="clear" w:color="auto" w:fill="auto"/>
          </w:tcPr>
          <w:p w:rsidR="00806B97" w:rsidRPr="008E7459" w:rsidRDefault="00806B97" w:rsidP="009B5EE9">
            <w:pPr>
              <w:pStyle w:val="TableBodyText"/>
              <w:rPr>
                <w:b/>
              </w:rPr>
            </w:pPr>
            <w:r w:rsidRPr="008E7459">
              <w:rPr>
                <w:b/>
              </w:rPr>
              <w:t>53.3</w:t>
            </w:r>
          </w:p>
        </w:tc>
        <w:tc>
          <w:tcPr>
            <w:tcW w:w="640" w:type="dxa"/>
            <w:gridSpan w:val="2"/>
            <w:tcBorders>
              <w:bottom w:val="single" w:sz="6" w:space="0" w:color="auto"/>
            </w:tcBorders>
            <w:shd w:val="clear" w:color="auto" w:fill="auto"/>
          </w:tcPr>
          <w:p w:rsidR="00806B97" w:rsidRPr="008E7459" w:rsidRDefault="00806B97" w:rsidP="009B5EE9">
            <w:pPr>
              <w:pStyle w:val="TableBodyText"/>
              <w:rPr>
                <w:b/>
              </w:rPr>
            </w:pPr>
            <w:r w:rsidRPr="008E7459">
              <w:rPr>
                <w:b/>
              </w:rPr>
              <w:t>6.1</w:t>
            </w:r>
          </w:p>
        </w:tc>
        <w:tc>
          <w:tcPr>
            <w:tcW w:w="710" w:type="dxa"/>
            <w:tcBorders>
              <w:bottom w:val="single" w:sz="6" w:space="0" w:color="auto"/>
            </w:tcBorders>
            <w:shd w:val="clear" w:color="auto" w:fill="auto"/>
          </w:tcPr>
          <w:p w:rsidR="00806B97" w:rsidRPr="008E7459" w:rsidRDefault="00806B97" w:rsidP="009B5EE9">
            <w:pPr>
              <w:pStyle w:val="TableColumnHeading"/>
              <w:spacing w:before="0" w:after="40"/>
              <w:ind w:right="0"/>
              <w:rPr>
                <w:b/>
                <w:i w:val="0"/>
              </w:rPr>
            </w:pPr>
            <w:r w:rsidRPr="008E7459">
              <w:rPr>
                <w:b/>
                <w:i w:val="0"/>
              </w:rPr>
              <w:t>41.4</w:t>
            </w:r>
          </w:p>
        </w:tc>
      </w:tr>
    </w:tbl>
    <w:p w:rsidR="0026369A" w:rsidRPr="008E7459" w:rsidRDefault="0026369A" w:rsidP="00335559">
      <w:pPr>
        <w:pStyle w:val="Note"/>
      </w:pPr>
      <w:r w:rsidRPr="008E7459">
        <w:rPr>
          <w:rStyle w:val="NoteLabel"/>
        </w:rPr>
        <w:t>a</w:t>
      </w:r>
      <w:r w:rsidRPr="008E7459">
        <w:sym w:font="Symbol" w:char="F020"/>
      </w:r>
      <w:r w:rsidR="00DB52B4" w:rsidRPr="008E7459">
        <w:t>From</w:t>
      </w:r>
      <w:r w:rsidR="00830E19" w:rsidRPr="008E7459">
        <w:t xml:space="preserve"> 2011 for WA, and 2012 for Qld, year 7 is being piloted in some secondary schools. The ABS has been advised that for reporting purposes, </w:t>
      </w:r>
      <w:r w:rsidR="006A4414" w:rsidRPr="008E7459">
        <w:t xml:space="preserve">year </w:t>
      </w:r>
      <w:r w:rsidR="00830E19" w:rsidRPr="008E7459">
        <w:t xml:space="preserve">7 will remain at the primary level until the states decide </w:t>
      </w:r>
      <w:r w:rsidR="006A4414" w:rsidRPr="008E7459">
        <w:t xml:space="preserve">whether </w:t>
      </w:r>
      <w:r w:rsidR="00830E19" w:rsidRPr="008E7459">
        <w:t xml:space="preserve">to transition year 7 to the secondary level. </w:t>
      </w:r>
      <w:r w:rsidR="00DB52B4" w:rsidRPr="008E7459">
        <w:t>T</w:t>
      </w:r>
      <w:r w:rsidR="00830E19" w:rsidRPr="008E7459">
        <w:t>his may affect comparisons between students in primary and secondary levels in WA from 2011, and in Qld from 2012.</w:t>
      </w:r>
      <w:r w:rsidRPr="008E7459">
        <w:t xml:space="preserve"> </w:t>
      </w:r>
      <w:r w:rsidRPr="008E7459">
        <w:rPr>
          <w:rStyle w:val="NoteLabel"/>
        </w:rPr>
        <w:t>b</w:t>
      </w:r>
      <w:r w:rsidRPr="008E7459">
        <w:t xml:space="preserve"> </w:t>
      </w:r>
      <w:r w:rsidR="00830E19" w:rsidRPr="008E7459">
        <w:t xml:space="preserve">Combined primary and secondary schools. </w:t>
      </w:r>
      <w:r w:rsidR="00404485" w:rsidRPr="008E7459">
        <w:rPr>
          <w:rStyle w:val="NoteLabel"/>
        </w:rPr>
        <w:t>c </w:t>
      </w:r>
      <w:r w:rsidR="00830E19" w:rsidRPr="008E7459">
        <w:t xml:space="preserve">Special schools provide special instruction for students with a physical and/or mental disability/impairment, or with social problems. Students must exhibit one or more of the following characteristics before enrolment is allowed: mental or physical disability or impairment, slow learning ability, social or emotional problems, and in custody, on remand or in hospital. </w:t>
      </w:r>
      <w:r w:rsidR="00830E19" w:rsidRPr="008E7459">
        <w:rPr>
          <w:rStyle w:val="NoteLabel"/>
        </w:rPr>
        <w:t>d</w:t>
      </w:r>
      <w:r w:rsidR="00830E19" w:rsidRPr="008E7459">
        <w:t xml:space="preserve"> </w:t>
      </w:r>
      <w:r w:rsidRPr="008E7459">
        <w:t xml:space="preserve">Excludes </w:t>
      </w:r>
      <w:r w:rsidR="00B717A8" w:rsidRPr="008E7459">
        <w:t xml:space="preserve">combined schools and </w:t>
      </w:r>
      <w:r w:rsidRPr="008E7459">
        <w:t>special schools.</w:t>
      </w:r>
      <w:r w:rsidR="00881789" w:rsidRPr="008E7459">
        <w:t xml:space="preserve"> </w:t>
      </w:r>
    </w:p>
    <w:p w:rsidR="000A54DF" w:rsidRPr="008E7459" w:rsidRDefault="00413E33" w:rsidP="00335559">
      <w:pPr>
        <w:pStyle w:val="Source"/>
      </w:pPr>
      <w:r w:rsidRPr="008E7459">
        <w:rPr>
          <w:i/>
        </w:rPr>
        <w:t>Source</w:t>
      </w:r>
      <w:r w:rsidR="004145C8" w:rsidRPr="008E7459">
        <w:rPr>
          <w:i/>
        </w:rPr>
        <w:t>s</w:t>
      </w:r>
      <w:r w:rsidR="0026369A" w:rsidRPr="008E7459">
        <w:t>: ABS (201</w:t>
      </w:r>
      <w:r w:rsidR="007176B7" w:rsidRPr="008E7459">
        <w:t>3</w:t>
      </w:r>
      <w:r w:rsidR="0026369A" w:rsidRPr="008E7459">
        <w:t xml:space="preserve"> and unpublished) </w:t>
      </w:r>
      <w:r w:rsidR="0026369A" w:rsidRPr="008E7459">
        <w:rPr>
          <w:i/>
        </w:rPr>
        <w:t>Schools Australia 201</w:t>
      </w:r>
      <w:r w:rsidR="007176B7" w:rsidRPr="008E7459">
        <w:rPr>
          <w:i/>
        </w:rPr>
        <w:t>2</w:t>
      </w:r>
      <w:r w:rsidR="0026369A" w:rsidRPr="008E7459">
        <w:rPr>
          <w:i/>
        </w:rPr>
        <w:t xml:space="preserve">, </w:t>
      </w:r>
      <w:r w:rsidR="000D4B3A" w:rsidRPr="008E7459">
        <w:t>Cat. no. 4221.0, data cube</w:t>
      </w:r>
      <w:r w:rsidR="00335559" w:rsidRPr="008E7459">
        <w:t xml:space="preserve"> NSSC T35a; table NEA.c.1. </w:t>
      </w:r>
    </w:p>
    <w:p w:rsidR="00C41CD3" w:rsidRPr="008E7459" w:rsidRDefault="00A222BD" w:rsidP="00BD0566">
      <w:pPr>
        <w:pStyle w:val="Heading3"/>
      </w:pPr>
      <w:r w:rsidRPr="008E7459">
        <w:lastRenderedPageBreak/>
        <w:t>NEA o</w:t>
      </w:r>
      <w:r w:rsidR="00C41CD3" w:rsidRPr="008E7459">
        <w:t>utputs</w:t>
      </w:r>
    </w:p>
    <w:p w:rsidR="00C41CD3" w:rsidRPr="008E7459" w:rsidRDefault="00C41CD3" w:rsidP="00F225AF">
      <w:pPr>
        <w:pStyle w:val="BodyText"/>
      </w:pPr>
      <w:r w:rsidRPr="008E7459">
        <w:t xml:space="preserve">The </w:t>
      </w:r>
      <w:r w:rsidR="00A222BD" w:rsidRPr="008E7459">
        <w:t xml:space="preserve">following </w:t>
      </w:r>
      <w:r w:rsidRPr="008E7459">
        <w:t xml:space="preserve">outputs </w:t>
      </w:r>
      <w:r w:rsidR="00A222BD" w:rsidRPr="008E7459">
        <w:t xml:space="preserve">have been identified </w:t>
      </w:r>
      <w:r w:rsidRPr="008E7459">
        <w:t xml:space="preserve">in the NEA </w:t>
      </w:r>
      <w:r w:rsidR="00A222BD" w:rsidRPr="008E7459">
        <w:t>as supporting achievement of the NEA outcomes</w:t>
      </w:r>
      <w:r w:rsidRPr="008E7459">
        <w:t>:</w:t>
      </w:r>
    </w:p>
    <w:p w:rsidR="00D4326A" w:rsidRPr="008E7459" w:rsidRDefault="00C41CD3" w:rsidP="00961368">
      <w:pPr>
        <w:pStyle w:val="ListBullet"/>
      </w:pPr>
      <w:r w:rsidRPr="008E7459">
        <w:t>Number of studen</w:t>
      </w:r>
      <w:r w:rsidR="00D4326A" w:rsidRPr="008E7459">
        <w:t>ts enrolled in school</w:t>
      </w:r>
      <w:r w:rsidR="000E1634" w:rsidRPr="008E7459">
        <w:t>, including e</w:t>
      </w:r>
      <w:r w:rsidR="00D4326A" w:rsidRPr="008E7459">
        <w:t>nrolled in VET in school</w:t>
      </w:r>
      <w:r w:rsidR="006233FE" w:rsidRPr="008E7459">
        <w:t xml:space="preserve">, </w:t>
      </w:r>
      <w:r w:rsidR="00D4326A" w:rsidRPr="008E7459">
        <w:t>disaggregated by:</w:t>
      </w:r>
    </w:p>
    <w:p w:rsidR="00D4326A" w:rsidRPr="008E7459" w:rsidRDefault="00D4326A" w:rsidP="00961368">
      <w:pPr>
        <w:pStyle w:val="ListBullet2"/>
      </w:pPr>
      <w:r w:rsidRPr="008E7459">
        <w:t>school sector</w:t>
      </w:r>
    </w:p>
    <w:p w:rsidR="00D4326A" w:rsidRPr="008E7459" w:rsidRDefault="00D4326A" w:rsidP="00961368">
      <w:pPr>
        <w:pStyle w:val="ListBullet2"/>
      </w:pPr>
      <w:r w:rsidRPr="008E7459">
        <w:t>Indigenous status</w:t>
      </w:r>
    </w:p>
    <w:p w:rsidR="00D4326A" w:rsidRPr="008E7459" w:rsidRDefault="00D4326A" w:rsidP="00961368">
      <w:pPr>
        <w:pStyle w:val="ListBullet2"/>
      </w:pPr>
      <w:r w:rsidRPr="008E7459">
        <w:t>socioeconomic status of schools</w:t>
      </w:r>
      <w:r w:rsidR="00A222BD" w:rsidRPr="008E7459">
        <w:t>.</w:t>
      </w:r>
    </w:p>
    <w:p w:rsidR="008651AB" w:rsidRPr="008E7459" w:rsidRDefault="008651AB" w:rsidP="008651AB">
      <w:pPr>
        <w:pStyle w:val="BodyText"/>
      </w:pPr>
      <w:r w:rsidRPr="008E7459">
        <w:t xml:space="preserve">Data for the NEA outputs for </w:t>
      </w:r>
      <w:r w:rsidR="00A305E8" w:rsidRPr="008E7459">
        <w:t>the current reporting year (2012</w:t>
      </w:r>
      <w:r w:rsidRPr="008E7459">
        <w:t>)</w:t>
      </w:r>
      <w:r w:rsidR="00292829" w:rsidRPr="008E7459">
        <w:t xml:space="preserve"> have been provided</w:t>
      </w:r>
      <w:r w:rsidR="00D94104" w:rsidRPr="008E7459">
        <w:t xml:space="preserve"> where available</w:t>
      </w:r>
      <w:r w:rsidR="00292829" w:rsidRPr="008E7459">
        <w:t xml:space="preserve">. </w:t>
      </w:r>
      <w:r w:rsidR="004860DF" w:rsidRPr="008E7459">
        <w:t xml:space="preserve">At the request of the </w:t>
      </w:r>
      <w:r w:rsidR="00292829" w:rsidRPr="008E7459">
        <w:t xml:space="preserve">CRC, </w:t>
      </w:r>
      <w:r w:rsidR="004A4038" w:rsidRPr="008E7459">
        <w:t>historical</w:t>
      </w:r>
      <w:r w:rsidR="00292829" w:rsidRPr="008E7459">
        <w:t xml:space="preserve"> data have </w:t>
      </w:r>
      <w:r w:rsidR="00C07912" w:rsidRPr="008E7459">
        <w:t xml:space="preserve">only </w:t>
      </w:r>
      <w:r w:rsidR="00292829" w:rsidRPr="008E7459">
        <w:t xml:space="preserve">been provided where </w:t>
      </w:r>
      <w:r w:rsidR="004F3D6A" w:rsidRPr="008E7459">
        <w:t xml:space="preserve">measures </w:t>
      </w:r>
      <w:r w:rsidR="004A4038" w:rsidRPr="008E7459">
        <w:t>are new or</w:t>
      </w:r>
      <w:r w:rsidR="004F3D6A" w:rsidRPr="008E7459">
        <w:t xml:space="preserve"> data</w:t>
      </w:r>
      <w:r w:rsidR="004A4038" w:rsidRPr="008E7459">
        <w:t xml:space="preserve"> </w:t>
      </w:r>
      <w:r w:rsidR="00292829" w:rsidRPr="008E7459">
        <w:t>have been amended</w:t>
      </w:r>
      <w:r w:rsidR="00641812" w:rsidRPr="008E7459">
        <w:t xml:space="preserve"> since the previous report.</w:t>
      </w:r>
    </w:p>
    <w:p w:rsidR="00CE6596" w:rsidRPr="008E7459" w:rsidRDefault="00CE6596" w:rsidP="00A222BD">
      <w:pPr>
        <w:pStyle w:val="Heading4"/>
      </w:pPr>
      <w:r w:rsidRPr="008E7459">
        <w:t>Number of students enrolled in school</w:t>
      </w:r>
    </w:p>
    <w:p w:rsidR="0026369A" w:rsidRPr="008E7459" w:rsidRDefault="0026369A" w:rsidP="0026369A">
      <w:pPr>
        <w:pStyle w:val="BodyText"/>
      </w:pPr>
      <w:r w:rsidRPr="008E7459">
        <w:t>Full</w:t>
      </w:r>
      <w:r w:rsidR="00DE694D" w:rsidRPr="008E7459">
        <w:noBreakHyphen/>
      </w:r>
      <w:r w:rsidRPr="008E7459">
        <w:t>time equivalent (FTE) student enrolments in primary and secondary schools for 2011 are in table</w:t>
      </w:r>
      <w:r w:rsidR="00DE694D" w:rsidRPr="008E7459">
        <w:t> </w:t>
      </w:r>
      <w:r w:rsidR="002A66B3" w:rsidRPr="008E7459">
        <w:fldChar w:fldCharType="begin"/>
      </w:r>
      <w:r w:rsidR="002A66B3" w:rsidRPr="008E7459">
        <w:instrText xml:space="preserve"> LINK </w:instrText>
      </w:r>
      <w:r w:rsidR="0064660B" w:rsidRPr="008E7459">
        <w:instrText xml:space="preserve">Word.Document.12 "\\\\mel_1\\groups\\Monitor\\09 National Agreement Report\\02 NAR Report WIP\\2011 NAR Report - Ed and training\\2011 NAR Second Draft\\NEA\\NEA second draft.docx" OLE_LINK7 </w:instrText>
      </w:r>
      <w:r w:rsidR="002A66B3" w:rsidRPr="008E7459">
        <w:instrText xml:space="preserve">\a \t </w:instrText>
      </w:r>
      <w:r w:rsidR="002A66B3" w:rsidRPr="008E7459">
        <w:fldChar w:fldCharType="separate"/>
      </w:r>
      <w:r w:rsidR="0064660B" w:rsidRPr="008E7459">
        <w:t>3</w:t>
      </w:r>
      <w:r w:rsidR="002A66B3" w:rsidRPr="008E7459">
        <w:fldChar w:fldCharType="end"/>
      </w:r>
      <w:r w:rsidRPr="008E7459">
        <w:t xml:space="preserve">. Student enrolments include enrolled students studying </w:t>
      </w:r>
      <w:r w:rsidR="009B4376" w:rsidRPr="008E7459">
        <w:t>VET</w:t>
      </w:r>
      <w:r w:rsidRPr="008E7459">
        <w:t xml:space="preserve"> in schools.</w:t>
      </w:r>
    </w:p>
    <w:p w:rsidR="0026369A" w:rsidRPr="008E7459" w:rsidRDefault="0026369A" w:rsidP="0026369A">
      <w:pPr>
        <w:pStyle w:val="BodyText"/>
      </w:pPr>
      <w:r w:rsidRPr="008E7459">
        <w:t>Comparability across states and territories may be affected by differences in the organisation of grades, policy on student intake and advancement</w:t>
      </w:r>
      <w:r w:rsidR="006233FE" w:rsidRPr="008E7459">
        <w:t>,</w:t>
      </w:r>
      <w:r w:rsidRPr="008E7459">
        <w:t xml:space="preserve"> and flows from secondary t</w:t>
      </w:r>
      <w:r w:rsidR="0077442B" w:rsidRPr="008E7459">
        <w:t>o vocational education (ABS </w:t>
      </w:r>
      <w:r w:rsidR="007C1AFE" w:rsidRPr="008E7459">
        <w:t>2013</w:t>
      </w:r>
      <w:r w:rsidRPr="008E7459">
        <w:t>b). In addition, the ACT is affected by cross border use of services, in particular by NSW students attending ACT schools (ACT personal communication).</w:t>
      </w:r>
    </w:p>
    <w:p w:rsidR="0026369A" w:rsidRPr="008E7459" w:rsidRDefault="0026369A" w:rsidP="0082251B">
      <w:pPr>
        <w:pStyle w:val="TableTitle"/>
      </w:pPr>
      <w:r w:rsidRPr="008E7459">
        <w:rPr>
          <w:b w:val="0"/>
        </w:rPr>
        <w:t xml:space="preserve">Table </w:t>
      </w:r>
      <w:bookmarkStart w:id="7" w:name="OLE_LINK7"/>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3</w:t>
      </w:r>
      <w:r w:rsidRPr="008E7459">
        <w:rPr>
          <w:b w:val="0"/>
        </w:rPr>
        <w:fldChar w:fldCharType="end"/>
      </w:r>
      <w:bookmarkEnd w:id="7"/>
      <w:r w:rsidRPr="008E7459">
        <w:tab/>
      </w:r>
      <w:r w:rsidR="00FF3A86" w:rsidRPr="008E7459">
        <w:t xml:space="preserve">FTE </w:t>
      </w:r>
      <w:r w:rsidRPr="008E7459">
        <w:t>student enrolments by level of education,</w:t>
      </w:r>
      <w:r w:rsidR="007C1AFE" w:rsidRPr="008E7459">
        <w:t xml:space="preserve"> 2012</w:t>
      </w:r>
      <w:r w:rsidRPr="008E7459">
        <w:t xml:space="preserve"> (‘000)</w:t>
      </w:r>
      <w:r w:rsidR="000C5B62" w:rsidRPr="008E7459">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1980"/>
        <w:gridCol w:w="898"/>
        <w:gridCol w:w="739"/>
        <w:gridCol w:w="739"/>
        <w:gridCol w:w="739"/>
        <w:gridCol w:w="739"/>
        <w:gridCol w:w="739"/>
        <w:gridCol w:w="739"/>
        <w:gridCol w:w="608"/>
        <w:gridCol w:w="870"/>
      </w:tblGrid>
      <w:tr w:rsidR="0026369A" w:rsidRPr="008E7459" w:rsidTr="0026369A">
        <w:tc>
          <w:tcPr>
            <w:tcW w:w="1980" w:type="dxa"/>
            <w:tcBorders>
              <w:top w:val="single" w:sz="6" w:space="0" w:color="auto"/>
              <w:bottom w:val="single" w:sz="6" w:space="0" w:color="auto"/>
            </w:tcBorders>
            <w:shd w:val="clear" w:color="auto" w:fill="auto"/>
          </w:tcPr>
          <w:p w:rsidR="0026369A" w:rsidRPr="008E7459" w:rsidRDefault="0026369A" w:rsidP="0026369A">
            <w:pPr>
              <w:pStyle w:val="TableColumnHeading"/>
              <w:jc w:val="left"/>
            </w:pPr>
          </w:p>
        </w:tc>
        <w:tc>
          <w:tcPr>
            <w:tcW w:w="898" w:type="dxa"/>
            <w:tcBorders>
              <w:top w:val="single" w:sz="6" w:space="0" w:color="auto"/>
              <w:bottom w:val="single" w:sz="6" w:space="0" w:color="auto"/>
            </w:tcBorders>
            <w:shd w:val="clear" w:color="auto" w:fill="auto"/>
          </w:tcPr>
          <w:p w:rsidR="0026369A" w:rsidRPr="008E7459" w:rsidRDefault="0026369A" w:rsidP="0026369A">
            <w:pPr>
              <w:pStyle w:val="TableColumnHeading"/>
            </w:pPr>
            <w:r w:rsidRPr="008E7459">
              <w:t>NSW</w:t>
            </w:r>
          </w:p>
        </w:tc>
        <w:tc>
          <w:tcPr>
            <w:tcW w:w="739" w:type="dxa"/>
            <w:tcBorders>
              <w:top w:val="single" w:sz="6" w:space="0" w:color="auto"/>
              <w:bottom w:val="single" w:sz="6" w:space="0" w:color="auto"/>
            </w:tcBorders>
            <w:shd w:val="clear" w:color="auto" w:fill="auto"/>
          </w:tcPr>
          <w:p w:rsidR="0026369A" w:rsidRPr="008E7459" w:rsidRDefault="0026369A" w:rsidP="0026369A">
            <w:pPr>
              <w:pStyle w:val="TableColumnHeading"/>
            </w:pPr>
            <w:r w:rsidRPr="008E7459">
              <w:t>Vic</w:t>
            </w:r>
          </w:p>
        </w:tc>
        <w:tc>
          <w:tcPr>
            <w:tcW w:w="739" w:type="dxa"/>
            <w:tcBorders>
              <w:top w:val="single" w:sz="6" w:space="0" w:color="auto"/>
              <w:bottom w:val="single" w:sz="6" w:space="0" w:color="auto"/>
            </w:tcBorders>
            <w:shd w:val="clear" w:color="auto" w:fill="auto"/>
          </w:tcPr>
          <w:p w:rsidR="0026369A" w:rsidRPr="008E7459" w:rsidRDefault="0026369A" w:rsidP="0026369A">
            <w:pPr>
              <w:pStyle w:val="TableColumnHeading"/>
            </w:pPr>
            <w:r w:rsidRPr="008E7459">
              <w:t>Qld</w:t>
            </w:r>
          </w:p>
        </w:tc>
        <w:tc>
          <w:tcPr>
            <w:tcW w:w="739" w:type="dxa"/>
            <w:tcBorders>
              <w:top w:val="single" w:sz="6" w:space="0" w:color="auto"/>
              <w:bottom w:val="single" w:sz="6" w:space="0" w:color="auto"/>
            </w:tcBorders>
            <w:shd w:val="clear" w:color="auto" w:fill="auto"/>
          </w:tcPr>
          <w:p w:rsidR="0026369A" w:rsidRPr="008E7459" w:rsidRDefault="0026369A" w:rsidP="0026369A">
            <w:pPr>
              <w:pStyle w:val="TableColumnHeading"/>
            </w:pPr>
            <w:r w:rsidRPr="008E7459">
              <w:t>WA</w:t>
            </w:r>
          </w:p>
        </w:tc>
        <w:tc>
          <w:tcPr>
            <w:tcW w:w="739" w:type="dxa"/>
            <w:tcBorders>
              <w:top w:val="single" w:sz="6" w:space="0" w:color="auto"/>
              <w:bottom w:val="single" w:sz="6" w:space="0" w:color="auto"/>
            </w:tcBorders>
            <w:shd w:val="clear" w:color="auto" w:fill="auto"/>
          </w:tcPr>
          <w:p w:rsidR="0026369A" w:rsidRPr="008E7459" w:rsidRDefault="0026369A" w:rsidP="0026369A">
            <w:pPr>
              <w:pStyle w:val="TableColumnHeading"/>
            </w:pPr>
            <w:r w:rsidRPr="008E7459">
              <w:t>SA</w:t>
            </w:r>
          </w:p>
        </w:tc>
        <w:tc>
          <w:tcPr>
            <w:tcW w:w="739" w:type="dxa"/>
            <w:tcBorders>
              <w:top w:val="single" w:sz="6" w:space="0" w:color="auto"/>
              <w:bottom w:val="single" w:sz="6" w:space="0" w:color="auto"/>
            </w:tcBorders>
            <w:shd w:val="clear" w:color="auto" w:fill="auto"/>
          </w:tcPr>
          <w:p w:rsidR="0026369A" w:rsidRPr="008E7459" w:rsidRDefault="0026369A" w:rsidP="0026369A">
            <w:pPr>
              <w:pStyle w:val="TableColumnHeading"/>
            </w:pPr>
            <w:r w:rsidRPr="008E7459">
              <w:t>Tas</w:t>
            </w:r>
          </w:p>
        </w:tc>
        <w:tc>
          <w:tcPr>
            <w:tcW w:w="739" w:type="dxa"/>
            <w:tcBorders>
              <w:top w:val="single" w:sz="6" w:space="0" w:color="auto"/>
              <w:bottom w:val="single" w:sz="6" w:space="0" w:color="auto"/>
            </w:tcBorders>
            <w:shd w:val="clear" w:color="auto" w:fill="auto"/>
          </w:tcPr>
          <w:p w:rsidR="0026369A" w:rsidRPr="008E7459" w:rsidRDefault="0026369A" w:rsidP="0026369A">
            <w:pPr>
              <w:pStyle w:val="TableColumnHeading"/>
            </w:pPr>
            <w:r w:rsidRPr="008E7459">
              <w:t>ACT</w:t>
            </w:r>
          </w:p>
        </w:tc>
        <w:tc>
          <w:tcPr>
            <w:tcW w:w="608" w:type="dxa"/>
            <w:tcBorders>
              <w:top w:val="single" w:sz="6" w:space="0" w:color="auto"/>
              <w:bottom w:val="single" w:sz="6" w:space="0" w:color="auto"/>
            </w:tcBorders>
            <w:shd w:val="clear" w:color="auto" w:fill="auto"/>
          </w:tcPr>
          <w:p w:rsidR="0026369A" w:rsidRPr="008E7459" w:rsidRDefault="0026369A" w:rsidP="0026369A">
            <w:pPr>
              <w:pStyle w:val="TableColumnHeading"/>
            </w:pPr>
            <w:r w:rsidRPr="008E7459">
              <w:t>NT</w:t>
            </w:r>
          </w:p>
        </w:tc>
        <w:tc>
          <w:tcPr>
            <w:tcW w:w="870" w:type="dxa"/>
            <w:tcBorders>
              <w:top w:val="single" w:sz="6" w:space="0" w:color="auto"/>
              <w:bottom w:val="single" w:sz="6" w:space="0" w:color="auto"/>
            </w:tcBorders>
            <w:shd w:val="clear" w:color="auto" w:fill="auto"/>
          </w:tcPr>
          <w:p w:rsidR="0026369A" w:rsidRPr="008E7459" w:rsidRDefault="0026369A" w:rsidP="00017836">
            <w:pPr>
              <w:pStyle w:val="TableColumnHeading"/>
              <w:ind w:right="28"/>
            </w:pPr>
            <w:r w:rsidRPr="008E7459">
              <w:t>Aust</w:t>
            </w:r>
          </w:p>
        </w:tc>
      </w:tr>
      <w:tr w:rsidR="0026369A" w:rsidRPr="008E7459" w:rsidTr="0026369A">
        <w:tc>
          <w:tcPr>
            <w:tcW w:w="7920" w:type="dxa"/>
            <w:gridSpan w:val="9"/>
          </w:tcPr>
          <w:p w:rsidR="0026369A" w:rsidRPr="008E7459" w:rsidRDefault="0026369A" w:rsidP="0026369A">
            <w:pPr>
              <w:pStyle w:val="TableBodyText"/>
              <w:spacing w:before="80" w:after="80"/>
              <w:jc w:val="left"/>
            </w:pPr>
            <w:r w:rsidRPr="008E7459">
              <w:t>Total FTE student enrolments at level of education</w:t>
            </w:r>
          </w:p>
        </w:tc>
        <w:tc>
          <w:tcPr>
            <w:tcW w:w="870" w:type="dxa"/>
          </w:tcPr>
          <w:p w:rsidR="0026369A" w:rsidRPr="008E7459" w:rsidRDefault="0026369A" w:rsidP="0026369A">
            <w:pPr>
              <w:pStyle w:val="TableBodyText"/>
              <w:ind w:right="0"/>
            </w:pPr>
          </w:p>
        </w:tc>
      </w:tr>
      <w:tr w:rsidR="000D4B3A" w:rsidRPr="008E7459" w:rsidTr="000D4B3A">
        <w:tc>
          <w:tcPr>
            <w:tcW w:w="1980" w:type="dxa"/>
          </w:tcPr>
          <w:p w:rsidR="000D4B3A" w:rsidRPr="008E7459" w:rsidRDefault="000D4B3A" w:rsidP="00017836">
            <w:pPr>
              <w:pStyle w:val="TableUnitsRow"/>
              <w:jc w:val="left"/>
            </w:pPr>
            <w:r w:rsidRPr="008E7459">
              <w:t>Primary schools</w:t>
            </w:r>
          </w:p>
        </w:tc>
        <w:tc>
          <w:tcPr>
            <w:tcW w:w="898" w:type="dxa"/>
            <w:vAlign w:val="center"/>
          </w:tcPr>
          <w:p w:rsidR="000D4B3A" w:rsidRPr="008E7459" w:rsidRDefault="00601015" w:rsidP="00017836">
            <w:pPr>
              <w:pStyle w:val="TableUnitsRow"/>
            </w:pPr>
            <w:r w:rsidRPr="008E7459">
              <w:t xml:space="preserve"> </w:t>
            </w:r>
            <w:r w:rsidR="004D2253" w:rsidRPr="008E7459">
              <w:t>635.2</w:t>
            </w:r>
          </w:p>
        </w:tc>
        <w:tc>
          <w:tcPr>
            <w:tcW w:w="739" w:type="dxa"/>
            <w:vAlign w:val="center"/>
          </w:tcPr>
          <w:p w:rsidR="000D4B3A" w:rsidRPr="008E7459" w:rsidRDefault="00601015" w:rsidP="00017836">
            <w:pPr>
              <w:pStyle w:val="TableUnitsRow"/>
            </w:pPr>
            <w:r w:rsidRPr="008E7459">
              <w:t xml:space="preserve"> </w:t>
            </w:r>
            <w:r w:rsidR="004D2253" w:rsidRPr="008E7459">
              <w:t>478.0</w:t>
            </w:r>
          </w:p>
        </w:tc>
        <w:tc>
          <w:tcPr>
            <w:tcW w:w="739" w:type="dxa"/>
            <w:vAlign w:val="center"/>
          </w:tcPr>
          <w:p w:rsidR="000D4B3A" w:rsidRPr="008E7459" w:rsidRDefault="00601015" w:rsidP="00017836">
            <w:pPr>
              <w:pStyle w:val="TableUnitsRow"/>
            </w:pPr>
            <w:r w:rsidRPr="008E7459">
              <w:t xml:space="preserve"> </w:t>
            </w:r>
            <w:r w:rsidR="004D2253" w:rsidRPr="008E7459">
              <w:t>463</w:t>
            </w:r>
            <w:r w:rsidR="000D4B3A" w:rsidRPr="008E7459">
              <w:t>.5</w:t>
            </w:r>
          </w:p>
        </w:tc>
        <w:tc>
          <w:tcPr>
            <w:tcW w:w="739" w:type="dxa"/>
            <w:vAlign w:val="center"/>
          </w:tcPr>
          <w:p w:rsidR="000D4B3A" w:rsidRPr="008E7459" w:rsidRDefault="00601015" w:rsidP="00017836">
            <w:pPr>
              <w:pStyle w:val="TableUnitsRow"/>
            </w:pPr>
            <w:r w:rsidRPr="008E7459">
              <w:t xml:space="preserve"> </w:t>
            </w:r>
            <w:r w:rsidR="004D2253" w:rsidRPr="008E7459">
              <w:t>243.1</w:t>
            </w:r>
          </w:p>
        </w:tc>
        <w:tc>
          <w:tcPr>
            <w:tcW w:w="739" w:type="dxa"/>
            <w:vAlign w:val="center"/>
          </w:tcPr>
          <w:p w:rsidR="000D4B3A" w:rsidRPr="008E7459" w:rsidRDefault="00601015" w:rsidP="00017836">
            <w:pPr>
              <w:pStyle w:val="TableUnitsRow"/>
            </w:pPr>
            <w:r w:rsidRPr="008E7459">
              <w:t xml:space="preserve"> </w:t>
            </w:r>
            <w:r w:rsidR="004D2253" w:rsidRPr="008E7459">
              <w:t>158.6</w:t>
            </w:r>
          </w:p>
        </w:tc>
        <w:tc>
          <w:tcPr>
            <w:tcW w:w="739" w:type="dxa"/>
            <w:vAlign w:val="center"/>
          </w:tcPr>
          <w:p w:rsidR="000D4B3A" w:rsidRPr="008E7459" w:rsidRDefault="00601015" w:rsidP="00017836">
            <w:pPr>
              <w:pStyle w:val="TableUnitsRow"/>
            </w:pPr>
            <w:r w:rsidRPr="008E7459">
              <w:t xml:space="preserve"> </w:t>
            </w:r>
            <w:r w:rsidR="004D2253" w:rsidRPr="008E7459">
              <w:t>43.4</w:t>
            </w:r>
          </w:p>
        </w:tc>
        <w:tc>
          <w:tcPr>
            <w:tcW w:w="739" w:type="dxa"/>
            <w:vAlign w:val="center"/>
          </w:tcPr>
          <w:p w:rsidR="000D4B3A" w:rsidRPr="008E7459" w:rsidRDefault="00601015" w:rsidP="00017836">
            <w:pPr>
              <w:pStyle w:val="TableUnitsRow"/>
            </w:pPr>
            <w:r w:rsidRPr="008E7459">
              <w:t xml:space="preserve"> </w:t>
            </w:r>
            <w:r w:rsidR="007C1AFE" w:rsidRPr="008E7459">
              <w:t>33.1</w:t>
            </w:r>
          </w:p>
        </w:tc>
        <w:tc>
          <w:tcPr>
            <w:tcW w:w="608" w:type="dxa"/>
            <w:vAlign w:val="center"/>
          </w:tcPr>
          <w:p w:rsidR="000D4B3A" w:rsidRPr="008E7459" w:rsidRDefault="004D2253" w:rsidP="00017836">
            <w:pPr>
              <w:pStyle w:val="TableUnitsRow"/>
            </w:pPr>
            <w:r w:rsidRPr="008E7459">
              <w:t xml:space="preserve"> 24.1</w:t>
            </w:r>
          </w:p>
        </w:tc>
        <w:tc>
          <w:tcPr>
            <w:tcW w:w="870" w:type="dxa"/>
            <w:vAlign w:val="center"/>
          </w:tcPr>
          <w:p w:rsidR="000D4B3A" w:rsidRPr="008E7459" w:rsidRDefault="004D2253" w:rsidP="00017836">
            <w:pPr>
              <w:pStyle w:val="TableUnitsRow"/>
              <w:ind w:right="28"/>
            </w:pPr>
            <w:r w:rsidRPr="008E7459">
              <w:t xml:space="preserve"> 2 079.0</w:t>
            </w:r>
          </w:p>
        </w:tc>
      </w:tr>
      <w:tr w:rsidR="000D4B3A" w:rsidRPr="008E7459" w:rsidTr="000D4B3A">
        <w:tc>
          <w:tcPr>
            <w:tcW w:w="1980" w:type="dxa"/>
          </w:tcPr>
          <w:p w:rsidR="000D4B3A" w:rsidRPr="008E7459" w:rsidRDefault="000D4B3A" w:rsidP="00017836">
            <w:pPr>
              <w:pStyle w:val="TableUnitsRow"/>
              <w:jc w:val="left"/>
            </w:pPr>
            <w:r w:rsidRPr="008E7459">
              <w:t>Secondary schools</w:t>
            </w:r>
          </w:p>
        </w:tc>
        <w:tc>
          <w:tcPr>
            <w:tcW w:w="898" w:type="dxa"/>
            <w:vAlign w:val="center"/>
          </w:tcPr>
          <w:p w:rsidR="000D4B3A" w:rsidRPr="008E7459" w:rsidRDefault="00601015" w:rsidP="00017836">
            <w:pPr>
              <w:pStyle w:val="TableUnitsRow"/>
            </w:pPr>
            <w:r w:rsidRPr="008E7459">
              <w:t xml:space="preserve"> </w:t>
            </w:r>
            <w:r w:rsidR="004D2253" w:rsidRPr="008E7459">
              <w:t>503.8</w:t>
            </w:r>
          </w:p>
        </w:tc>
        <w:tc>
          <w:tcPr>
            <w:tcW w:w="739" w:type="dxa"/>
            <w:vAlign w:val="center"/>
          </w:tcPr>
          <w:p w:rsidR="000D4B3A" w:rsidRPr="008E7459" w:rsidRDefault="00601015" w:rsidP="00017836">
            <w:pPr>
              <w:pStyle w:val="TableUnitsRow"/>
            </w:pPr>
            <w:r w:rsidRPr="008E7459">
              <w:t xml:space="preserve"> </w:t>
            </w:r>
            <w:r w:rsidR="004D2253" w:rsidRPr="008E7459">
              <w:t>390.3</w:t>
            </w:r>
          </w:p>
        </w:tc>
        <w:tc>
          <w:tcPr>
            <w:tcW w:w="739" w:type="dxa"/>
            <w:vAlign w:val="center"/>
          </w:tcPr>
          <w:p w:rsidR="000D4B3A" w:rsidRPr="008E7459" w:rsidRDefault="00601015" w:rsidP="00017836">
            <w:pPr>
              <w:pStyle w:val="TableUnitsRow"/>
            </w:pPr>
            <w:r w:rsidRPr="008E7459">
              <w:t xml:space="preserve"> </w:t>
            </w:r>
            <w:r w:rsidR="004D2253" w:rsidRPr="008E7459">
              <w:t>287.0</w:t>
            </w:r>
          </w:p>
        </w:tc>
        <w:tc>
          <w:tcPr>
            <w:tcW w:w="739" w:type="dxa"/>
            <w:vAlign w:val="center"/>
          </w:tcPr>
          <w:p w:rsidR="000D4B3A" w:rsidRPr="008E7459" w:rsidRDefault="00601015" w:rsidP="00017836">
            <w:pPr>
              <w:pStyle w:val="TableUnitsRow"/>
            </w:pPr>
            <w:r w:rsidRPr="008E7459">
              <w:t xml:space="preserve"> </w:t>
            </w:r>
            <w:r w:rsidR="004D2253" w:rsidRPr="008E7459">
              <w:t>131.8</w:t>
            </w:r>
          </w:p>
        </w:tc>
        <w:tc>
          <w:tcPr>
            <w:tcW w:w="739" w:type="dxa"/>
            <w:vAlign w:val="center"/>
          </w:tcPr>
          <w:p w:rsidR="000D4B3A" w:rsidRPr="008E7459" w:rsidRDefault="00601015" w:rsidP="00017836">
            <w:pPr>
              <w:pStyle w:val="TableUnitsRow"/>
            </w:pPr>
            <w:r w:rsidRPr="008E7459">
              <w:t xml:space="preserve"> </w:t>
            </w:r>
            <w:r w:rsidR="004D2253" w:rsidRPr="008E7459">
              <w:t>101.9</w:t>
            </w:r>
          </w:p>
        </w:tc>
        <w:tc>
          <w:tcPr>
            <w:tcW w:w="739" w:type="dxa"/>
            <w:vAlign w:val="center"/>
          </w:tcPr>
          <w:p w:rsidR="000D4B3A" w:rsidRPr="008E7459" w:rsidRDefault="00601015" w:rsidP="00017836">
            <w:pPr>
              <w:pStyle w:val="TableUnitsRow"/>
            </w:pPr>
            <w:r w:rsidRPr="008E7459">
              <w:t xml:space="preserve"> </w:t>
            </w:r>
            <w:r w:rsidR="004D2253" w:rsidRPr="008E7459">
              <w:t>38.0</w:t>
            </w:r>
          </w:p>
        </w:tc>
        <w:tc>
          <w:tcPr>
            <w:tcW w:w="739" w:type="dxa"/>
            <w:vAlign w:val="center"/>
          </w:tcPr>
          <w:p w:rsidR="000D4B3A" w:rsidRPr="008E7459" w:rsidRDefault="00601015" w:rsidP="00017836">
            <w:pPr>
              <w:pStyle w:val="TableUnitsRow"/>
            </w:pPr>
            <w:r w:rsidRPr="008E7459">
              <w:t xml:space="preserve"> </w:t>
            </w:r>
            <w:r w:rsidR="004D2253" w:rsidRPr="008E7459">
              <w:t>29.1</w:t>
            </w:r>
          </w:p>
        </w:tc>
        <w:tc>
          <w:tcPr>
            <w:tcW w:w="608" w:type="dxa"/>
            <w:vAlign w:val="center"/>
          </w:tcPr>
          <w:p w:rsidR="000D4B3A" w:rsidRPr="008E7459" w:rsidRDefault="004D2253" w:rsidP="00017836">
            <w:pPr>
              <w:pStyle w:val="TableUnitsRow"/>
            </w:pPr>
            <w:r w:rsidRPr="008E7459">
              <w:t xml:space="preserve"> 15.9</w:t>
            </w:r>
          </w:p>
        </w:tc>
        <w:tc>
          <w:tcPr>
            <w:tcW w:w="870" w:type="dxa"/>
            <w:vAlign w:val="center"/>
          </w:tcPr>
          <w:p w:rsidR="000D4B3A" w:rsidRPr="008E7459" w:rsidRDefault="004D2253" w:rsidP="00017836">
            <w:pPr>
              <w:pStyle w:val="TableUnitsRow"/>
              <w:ind w:right="28"/>
            </w:pPr>
            <w:r w:rsidRPr="008E7459">
              <w:t xml:space="preserve"> 1 497.8</w:t>
            </w:r>
          </w:p>
        </w:tc>
      </w:tr>
      <w:tr w:rsidR="000D4B3A" w:rsidRPr="008E7459" w:rsidTr="000D4B3A">
        <w:tc>
          <w:tcPr>
            <w:tcW w:w="1980" w:type="dxa"/>
            <w:tcBorders>
              <w:bottom w:val="single" w:sz="4" w:space="0" w:color="auto"/>
            </w:tcBorders>
          </w:tcPr>
          <w:p w:rsidR="000D4B3A" w:rsidRPr="008E7459" w:rsidRDefault="000D4B3A" w:rsidP="00017836">
            <w:pPr>
              <w:pStyle w:val="TableUnitsRow"/>
              <w:jc w:val="left"/>
              <w:rPr>
                <w:b/>
              </w:rPr>
            </w:pPr>
            <w:r w:rsidRPr="008E7459">
              <w:rPr>
                <w:b/>
              </w:rPr>
              <w:t>All schools</w:t>
            </w:r>
          </w:p>
        </w:tc>
        <w:tc>
          <w:tcPr>
            <w:tcW w:w="898" w:type="dxa"/>
            <w:tcBorders>
              <w:bottom w:val="single" w:sz="4" w:space="0" w:color="auto"/>
            </w:tcBorders>
            <w:vAlign w:val="center"/>
          </w:tcPr>
          <w:p w:rsidR="000D4B3A" w:rsidRPr="008E7459" w:rsidRDefault="004D2253" w:rsidP="00017836">
            <w:pPr>
              <w:pStyle w:val="TableUnitsRow"/>
              <w:rPr>
                <w:b/>
              </w:rPr>
            </w:pPr>
            <w:r w:rsidRPr="008E7459">
              <w:rPr>
                <w:b/>
              </w:rPr>
              <w:t xml:space="preserve"> 1 139.0</w:t>
            </w:r>
          </w:p>
        </w:tc>
        <w:tc>
          <w:tcPr>
            <w:tcW w:w="739" w:type="dxa"/>
            <w:tcBorders>
              <w:bottom w:val="single" w:sz="4" w:space="0" w:color="auto"/>
            </w:tcBorders>
            <w:vAlign w:val="center"/>
          </w:tcPr>
          <w:p w:rsidR="000D4B3A" w:rsidRPr="008E7459" w:rsidRDefault="00601015" w:rsidP="00017836">
            <w:pPr>
              <w:pStyle w:val="TableUnitsRow"/>
              <w:rPr>
                <w:b/>
              </w:rPr>
            </w:pPr>
            <w:r w:rsidRPr="008E7459">
              <w:rPr>
                <w:b/>
              </w:rPr>
              <w:t xml:space="preserve"> </w:t>
            </w:r>
            <w:r w:rsidR="004D2253" w:rsidRPr="008E7459">
              <w:rPr>
                <w:b/>
              </w:rPr>
              <w:t>868.3</w:t>
            </w:r>
          </w:p>
        </w:tc>
        <w:tc>
          <w:tcPr>
            <w:tcW w:w="739" w:type="dxa"/>
            <w:tcBorders>
              <w:bottom w:val="single" w:sz="4" w:space="0" w:color="auto"/>
            </w:tcBorders>
            <w:vAlign w:val="center"/>
          </w:tcPr>
          <w:p w:rsidR="000D4B3A" w:rsidRPr="008E7459" w:rsidRDefault="00601015" w:rsidP="00017836">
            <w:pPr>
              <w:pStyle w:val="TableUnitsRow"/>
              <w:rPr>
                <w:b/>
              </w:rPr>
            </w:pPr>
            <w:r w:rsidRPr="008E7459">
              <w:rPr>
                <w:b/>
              </w:rPr>
              <w:t xml:space="preserve"> </w:t>
            </w:r>
            <w:r w:rsidR="004D2253" w:rsidRPr="008E7459">
              <w:rPr>
                <w:b/>
              </w:rPr>
              <w:t>750.5</w:t>
            </w:r>
          </w:p>
        </w:tc>
        <w:tc>
          <w:tcPr>
            <w:tcW w:w="739" w:type="dxa"/>
            <w:tcBorders>
              <w:bottom w:val="single" w:sz="4" w:space="0" w:color="auto"/>
            </w:tcBorders>
            <w:vAlign w:val="center"/>
          </w:tcPr>
          <w:p w:rsidR="000D4B3A" w:rsidRPr="008E7459" w:rsidRDefault="00601015" w:rsidP="00017836">
            <w:pPr>
              <w:pStyle w:val="TableUnitsRow"/>
              <w:rPr>
                <w:b/>
              </w:rPr>
            </w:pPr>
            <w:r w:rsidRPr="008E7459">
              <w:rPr>
                <w:b/>
              </w:rPr>
              <w:t xml:space="preserve"> </w:t>
            </w:r>
            <w:r w:rsidR="004D2253" w:rsidRPr="008E7459">
              <w:rPr>
                <w:b/>
              </w:rPr>
              <w:t>375.0</w:t>
            </w:r>
          </w:p>
        </w:tc>
        <w:tc>
          <w:tcPr>
            <w:tcW w:w="739" w:type="dxa"/>
            <w:tcBorders>
              <w:bottom w:val="single" w:sz="4" w:space="0" w:color="auto"/>
            </w:tcBorders>
            <w:vAlign w:val="center"/>
          </w:tcPr>
          <w:p w:rsidR="000D4B3A" w:rsidRPr="008E7459" w:rsidRDefault="00601015" w:rsidP="00017836">
            <w:pPr>
              <w:pStyle w:val="TableUnitsRow"/>
              <w:rPr>
                <w:b/>
              </w:rPr>
            </w:pPr>
            <w:r w:rsidRPr="008E7459">
              <w:rPr>
                <w:b/>
              </w:rPr>
              <w:t xml:space="preserve"> </w:t>
            </w:r>
            <w:r w:rsidR="004D2253" w:rsidRPr="008E7459">
              <w:rPr>
                <w:b/>
              </w:rPr>
              <w:t>260.5</w:t>
            </w:r>
          </w:p>
        </w:tc>
        <w:tc>
          <w:tcPr>
            <w:tcW w:w="739" w:type="dxa"/>
            <w:tcBorders>
              <w:bottom w:val="single" w:sz="4" w:space="0" w:color="auto"/>
            </w:tcBorders>
            <w:vAlign w:val="center"/>
          </w:tcPr>
          <w:p w:rsidR="000D4B3A" w:rsidRPr="008E7459" w:rsidRDefault="00601015" w:rsidP="00017836">
            <w:pPr>
              <w:pStyle w:val="TableUnitsRow"/>
              <w:rPr>
                <w:b/>
              </w:rPr>
            </w:pPr>
            <w:r w:rsidRPr="008E7459">
              <w:rPr>
                <w:b/>
              </w:rPr>
              <w:t xml:space="preserve"> </w:t>
            </w:r>
            <w:r w:rsidR="004D2253" w:rsidRPr="008E7459">
              <w:rPr>
                <w:b/>
              </w:rPr>
              <w:t>81.4</w:t>
            </w:r>
          </w:p>
        </w:tc>
        <w:tc>
          <w:tcPr>
            <w:tcW w:w="739" w:type="dxa"/>
            <w:tcBorders>
              <w:bottom w:val="single" w:sz="4" w:space="0" w:color="auto"/>
            </w:tcBorders>
            <w:vAlign w:val="center"/>
          </w:tcPr>
          <w:p w:rsidR="000D4B3A" w:rsidRPr="008E7459" w:rsidRDefault="00601015" w:rsidP="00017836">
            <w:pPr>
              <w:pStyle w:val="TableUnitsRow"/>
              <w:rPr>
                <w:b/>
              </w:rPr>
            </w:pPr>
            <w:r w:rsidRPr="008E7459">
              <w:rPr>
                <w:b/>
              </w:rPr>
              <w:t xml:space="preserve"> </w:t>
            </w:r>
            <w:r w:rsidR="007C1AFE" w:rsidRPr="008E7459">
              <w:rPr>
                <w:b/>
              </w:rPr>
              <w:t>62.2</w:t>
            </w:r>
          </w:p>
        </w:tc>
        <w:tc>
          <w:tcPr>
            <w:tcW w:w="608" w:type="dxa"/>
            <w:tcBorders>
              <w:bottom w:val="single" w:sz="4" w:space="0" w:color="auto"/>
            </w:tcBorders>
            <w:vAlign w:val="center"/>
          </w:tcPr>
          <w:p w:rsidR="000D4B3A" w:rsidRPr="008E7459" w:rsidRDefault="007C1AFE" w:rsidP="00017836">
            <w:pPr>
              <w:pStyle w:val="TableUnitsRow"/>
              <w:rPr>
                <w:b/>
              </w:rPr>
            </w:pPr>
            <w:r w:rsidRPr="008E7459">
              <w:rPr>
                <w:b/>
              </w:rPr>
              <w:t xml:space="preserve"> 40.0</w:t>
            </w:r>
          </w:p>
        </w:tc>
        <w:tc>
          <w:tcPr>
            <w:tcW w:w="870" w:type="dxa"/>
            <w:tcBorders>
              <w:bottom w:val="single" w:sz="4" w:space="0" w:color="auto"/>
            </w:tcBorders>
            <w:vAlign w:val="center"/>
          </w:tcPr>
          <w:p w:rsidR="000D4B3A" w:rsidRPr="008E7459" w:rsidRDefault="007C1AFE" w:rsidP="00017836">
            <w:pPr>
              <w:pStyle w:val="TableUnitsRow"/>
              <w:ind w:right="28"/>
              <w:rPr>
                <w:b/>
              </w:rPr>
            </w:pPr>
            <w:r w:rsidRPr="008E7459">
              <w:rPr>
                <w:b/>
              </w:rPr>
              <w:t xml:space="preserve"> 3 576.8</w:t>
            </w:r>
          </w:p>
        </w:tc>
      </w:tr>
    </w:tbl>
    <w:p w:rsidR="006A462F" w:rsidRPr="008E7459" w:rsidRDefault="0026369A" w:rsidP="001E4CCC">
      <w:pPr>
        <w:pStyle w:val="Note"/>
      </w:pPr>
      <w:r w:rsidRPr="008E7459">
        <w:rPr>
          <w:rStyle w:val="NoteLabel"/>
        </w:rPr>
        <w:t>a</w:t>
      </w:r>
      <w:r w:rsidRPr="008E7459">
        <w:sym w:font="Symbol" w:char="F020"/>
      </w:r>
      <w:r w:rsidRPr="008E7459">
        <w:t>Includes students enrolled in special schools. Ungraded students are allocated to either primary or secondary school, depending on the age</w:t>
      </w:r>
      <w:r w:rsidR="00852A68" w:rsidRPr="008E7459">
        <w:t xml:space="preserve"> level in each jurisdiction</w:t>
      </w:r>
      <w:r w:rsidR="000C5B62" w:rsidRPr="008E7459">
        <w:t>.</w:t>
      </w:r>
    </w:p>
    <w:p w:rsidR="0026369A" w:rsidRPr="008E7459" w:rsidRDefault="0026369A" w:rsidP="001E4CCC">
      <w:pPr>
        <w:pStyle w:val="Note"/>
      </w:pPr>
      <w:r w:rsidRPr="008E7459">
        <w:rPr>
          <w:i/>
        </w:rPr>
        <w:t>Source</w:t>
      </w:r>
      <w:r w:rsidRPr="008E7459">
        <w:t xml:space="preserve">: </w:t>
      </w:r>
      <w:bookmarkStart w:id="8" w:name="OLE_LINK14"/>
      <w:bookmarkStart w:id="9" w:name="OLE_LINK16"/>
      <w:r w:rsidRPr="008E7459">
        <w:t>ABS (201</w:t>
      </w:r>
      <w:r w:rsidR="004D2253" w:rsidRPr="008E7459">
        <w:t>3</w:t>
      </w:r>
      <w:r w:rsidRPr="008E7459">
        <w:t xml:space="preserve"> and unpublished) </w:t>
      </w:r>
      <w:r w:rsidR="004D2253" w:rsidRPr="008E7459">
        <w:rPr>
          <w:i/>
        </w:rPr>
        <w:t>Schools, Australia, 2012</w:t>
      </w:r>
      <w:r w:rsidR="0034459C" w:rsidRPr="008E7459">
        <w:t xml:space="preserve">, Cat. no. 4221.0, data cube NSSC T43a. </w:t>
      </w:r>
    </w:p>
    <w:bookmarkEnd w:id="8"/>
    <w:bookmarkEnd w:id="9"/>
    <w:p w:rsidR="00EA4F32" w:rsidRPr="008E7459" w:rsidRDefault="00EA4F32" w:rsidP="00EA4F32">
      <w:pPr>
        <w:pStyle w:val="Heading4"/>
      </w:pPr>
      <w:r w:rsidRPr="008E7459">
        <w:lastRenderedPageBreak/>
        <w:t>Number of students enrolled in school by school sector</w:t>
      </w:r>
    </w:p>
    <w:p w:rsidR="0026369A" w:rsidRPr="008E7459" w:rsidRDefault="0026369A" w:rsidP="0026369A">
      <w:pPr>
        <w:pStyle w:val="BodyText"/>
      </w:pPr>
      <w:r w:rsidRPr="008E7459">
        <w:t>FTE student enrolments in government and</w:t>
      </w:r>
      <w:r w:rsidR="007C1AFE" w:rsidRPr="008E7459">
        <w:t xml:space="preserve"> non</w:t>
      </w:r>
      <w:r w:rsidR="00DE694D" w:rsidRPr="008E7459">
        <w:noBreakHyphen/>
      </w:r>
      <w:r w:rsidR="007C1AFE" w:rsidRPr="008E7459">
        <w:t>government schools for 2012</w:t>
      </w:r>
      <w:r w:rsidRPr="008E7459">
        <w:t xml:space="preserve"> are in table</w:t>
      </w:r>
      <w:r w:rsidR="00DE694D" w:rsidRPr="008E7459">
        <w:t> </w:t>
      </w:r>
      <w:r w:rsidR="002A66B3" w:rsidRPr="008E7459">
        <w:fldChar w:fldCharType="begin"/>
      </w:r>
      <w:r w:rsidR="002A66B3" w:rsidRPr="008E7459">
        <w:instrText xml:space="preserve"> LINK </w:instrText>
      </w:r>
      <w:r w:rsidR="0064660B" w:rsidRPr="008E7459">
        <w:instrText xml:space="preserve">Word.Document.12 "\\\\mel_1\\groups\\Monitor\\09 National Agreement Report\\02 NAR Report WIP\\2011 NAR Report - Ed and training\\2011 NAR Second Draft\\NEA\\NEA second draft.docx" OLE_LINK8 </w:instrText>
      </w:r>
      <w:r w:rsidR="002A66B3" w:rsidRPr="008E7459">
        <w:instrText xml:space="preserve">\a \t </w:instrText>
      </w:r>
      <w:r w:rsidR="002A66B3" w:rsidRPr="008E7459">
        <w:fldChar w:fldCharType="separate"/>
      </w:r>
      <w:r w:rsidR="0064660B" w:rsidRPr="008E7459">
        <w:t>4</w:t>
      </w:r>
      <w:r w:rsidR="002A66B3" w:rsidRPr="008E7459">
        <w:fldChar w:fldCharType="end"/>
      </w:r>
      <w:r w:rsidR="00CE44B1" w:rsidRPr="008E7459">
        <w:t>.</w:t>
      </w:r>
    </w:p>
    <w:p w:rsidR="0026369A" w:rsidRPr="008E7459" w:rsidRDefault="0026369A" w:rsidP="0082251B">
      <w:pPr>
        <w:pStyle w:val="TableTitle"/>
      </w:pPr>
      <w:r w:rsidRPr="008E7459">
        <w:rPr>
          <w:b w:val="0"/>
        </w:rPr>
        <w:t xml:space="preserve">Table </w:t>
      </w:r>
      <w:bookmarkStart w:id="10" w:name="OLE_LINK8"/>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4</w:t>
      </w:r>
      <w:r w:rsidRPr="008E7459">
        <w:rPr>
          <w:b w:val="0"/>
        </w:rPr>
        <w:fldChar w:fldCharType="end"/>
      </w:r>
      <w:bookmarkEnd w:id="10"/>
      <w:r w:rsidRPr="008E7459">
        <w:tab/>
        <w:t>Number and proportion of FTE students who were enrolled in government and non</w:t>
      </w:r>
      <w:r w:rsidR="00DE694D" w:rsidRPr="008E7459">
        <w:noBreakHyphen/>
      </w:r>
      <w:r w:rsidRPr="008E7459">
        <w:t>government scho</w:t>
      </w:r>
      <w:r w:rsidR="007C1AFE" w:rsidRPr="008E7459">
        <w:t>ols, by level of education, 2012</w:t>
      </w:r>
      <w:r w:rsidRPr="008E7459">
        <w:rPr>
          <w:rStyle w:val="NoteLabel"/>
          <w:b/>
        </w:rPr>
        <w:t>a, b</w:t>
      </w:r>
      <w:r w:rsidR="00802081" w:rsidRPr="008E7459">
        <w:rPr>
          <w:rStyle w:val="NoteLabel"/>
          <w:b/>
        </w:rPr>
        <w:t xml:space="preserve"> </w:t>
      </w:r>
    </w:p>
    <w:tbl>
      <w:tblPr>
        <w:tblW w:w="8790" w:type="dxa"/>
        <w:tblLayout w:type="fixed"/>
        <w:tblCellMar>
          <w:left w:w="0" w:type="dxa"/>
          <w:right w:w="0" w:type="dxa"/>
        </w:tblCellMar>
        <w:tblLook w:val="0000" w:firstRow="0" w:lastRow="0" w:firstColumn="0" w:lastColumn="0" w:noHBand="0" w:noVBand="0"/>
      </w:tblPr>
      <w:tblGrid>
        <w:gridCol w:w="2146"/>
        <w:gridCol w:w="734"/>
        <w:gridCol w:w="720"/>
        <w:gridCol w:w="720"/>
        <w:gridCol w:w="720"/>
        <w:gridCol w:w="720"/>
        <w:gridCol w:w="720"/>
        <w:gridCol w:w="720"/>
        <w:gridCol w:w="720"/>
        <w:gridCol w:w="870"/>
      </w:tblGrid>
      <w:tr w:rsidR="0026369A" w:rsidRPr="008E7459" w:rsidTr="0026369A">
        <w:tc>
          <w:tcPr>
            <w:tcW w:w="2146" w:type="dxa"/>
            <w:tcBorders>
              <w:top w:val="single" w:sz="6" w:space="0" w:color="auto"/>
              <w:bottom w:val="single" w:sz="6" w:space="0" w:color="auto"/>
            </w:tcBorders>
            <w:shd w:val="clear" w:color="auto" w:fill="auto"/>
          </w:tcPr>
          <w:p w:rsidR="0026369A" w:rsidRPr="008E7459" w:rsidRDefault="0026369A" w:rsidP="0026369A">
            <w:pPr>
              <w:pStyle w:val="TableColumnHeading"/>
              <w:jc w:val="left"/>
            </w:pPr>
          </w:p>
        </w:tc>
        <w:tc>
          <w:tcPr>
            <w:tcW w:w="734" w:type="dxa"/>
            <w:tcBorders>
              <w:top w:val="single" w:sz="6" w:space="0" w:color="auto"/>
              <w:bottom w:val="single" w:sz="6" w:space="0" w:color="auto"/>
            </w:tcBorders>
            <w:shd w:val="clear" w:color="auto" w:fill="auto"/>
          </w:tcPr>
          <w:p w:rsidR="0026369A" w:rsidRPr="008E7459" w:rsidRDefault="0026369A" w:rsidP="000C5B62">
            <w:pPr>
              <w:pStyle w:val="TableColumnHeading"/>
            </w:pPr>
            <w:r w:rsidRPr="008E7459">
              <w:t>NSW</w:t>
            </w:r>
          </w:p>
        </w:tc>
        <w:tc>
          <w:tcPr>
            <w:tcW w:w="720" w:type="dxa"/>
            <w:tcBorders>
              <w:top w:val="single" w:sz="6" w:space="0" w:color="auto"/>
              <w:bottom w:val="single" w:sz="6" w:space="0" w:color="auto"/>
            </w:tcBorders>
            <w:shd w:val="clear" w:color="auto" w:fill="auto"/>
          </w:tcPr>
          <w:p w:rsidR="0026369A" w:rsidRPr="008E7459" w:rsidRDefault="0026369A" w:rsidP="000C5B62">
            <w:pPr>
              <w:pStyle w:val="TableColumnHeading"/>
            </w:pPr>
            <w:r w:rsidRPr="008E7459">
              <w:t>Vic</w:t>
            </w:r>
          </w:p>
        </w:tc>
        <w:tc>
          <w:tcPr>
            <w:tcW w:w="720" w:type="dxa"/>
            <w:tcBorders>
              <w:top w:val="single" w:sz="6" w:space="0" w:color="auto"/>
              <w:bottom w:val="single" w:sz="6" w:space="0" w:color="auto"/>
            </w:tcBorders>
            <w:shd w:val="clear" w:color="auto" w:fill="auto"/>
          </w:tcPr>
          <w:p w:rsidR="0026369A" w:rsidRPr="008E7459" w:rsidRDefault="0026369A" w:rsidP="000C5B62">
            <w:pPr>
              <w:pStyle w:val="TableColumnHeading"/>
            </w:pPr>
            <w:r w:rsidRPr="008E7459">
              <w:t>Qld</w:t>
            </w:r>
          </w:p>
        </w:tc>
        <w:tc>
          <w:tcPr>
            <w:tcW w:w="720" w:type="dxa"/>
            <w:tcBorders>
              <w:top w:val="single" w:sz="6" w:space="0" w:color="auto"/>
              <w:bottom w:val="single" w:sz="6" w:space="0" w:color="auto"/>
            </w:tcBorders>
            <w:shd w:val="clear" w:color="auto" w:fill="auto"/>
          </w:tcPr>
          <w:p w:rsidR="0026369A" w:rsidRPr="008E7459" w:rsidRDefault="0026369A" w:rsidP="000C5B62">
            <w:pPr>
              <w:pStyle w:val="TableColumnHeading"/>
            </w:pPr>
            <w:r w:rsidRPr="008E7459">
              <w:t>WA</w:t>
            </w:r>
          </w:p>
        </w:tc>
        <w:tc>
          <w:tcPr>
            <w:tcW w:w="720" w:type="dxa"/>
            <w:tcBorders>
              <w:top w:val="single" w:sz="6" w:space="0" w:color="auto"/>
              <w:bottom w:val="single" w:sz="6" w:space="0" w:color="auto"/>
            </w:tcBorders>
            <w:shd w:val="clear" w:color="auto" w:fill="auto"/>
          </w:tcPr>
          <w:p w:rsidR="0026369A" w:rsidRPr="008E7459" w:rsidRDefault="0026369A" w:rsidP="000C5B62">
            <w:pPr>
              <w:pStyle w:val="TableColumnHeading"/>
            </w:pPr>
            <w:r w:rsidRPr="008E7459">
              <w:t>SA</w:t>
            </w:r>
          </w:p>
        </w:tc>
        <w:tc>
          <w:tcPr>
            <w:tcW w:w="720" w:type="dxa"/>
            <w:tcBorders>
              <w:top w:val="single" w:sz="6" w:space="0" w:color="auto"/>
              <w:bottom w:val="single" w:sz="6" w:space="0" w:color="auto"/>
            </w:tcBorders>
            <w:shd w:val="clear" w:color="auto" w:fill="auto"/>
          </w:tcPr>
          <w:p w:rsidR="0026369A" w:rsidRPr="008E7459" w:rsidRDefault="0026369A" w:rsidP="000C5B62">
            <w:pPr>
              <w:pStyle w:val="TableColumnHeading"/>
            </w:pPr>
            <w:r w:rsidRPr="008E7459">
              <w:t>Tas</w:t>
            </w:r>
          </w:p>
        </w:tc>
        <w:tc>
          <w:tcPr>
            <w:tcW w:w="720" w:type="dxa"/>
            <w:tcBorders>
              <w:top w:val="single" w:sz="6" w:space="0" w:color="auto"/>
              <w:bottom w:val="single" w:sz="6" w:space="0" w:color="auto"/>
            </w:tcBorders>
            <w:shd w:val="clear" w:color="auto" w:fill="auto"/>
          </w:tcPr>
          <w:p w:rsidR="0026369A" w:rsidRPr="008E7459" w:rsidRDefault="0026369A" w:rsidP="000C5B62">
            <w:pPr>
              <w:pStyle w:val="TableColumnHeading"/>
            </w:pPr>
            <w:r w:rsidRPr="008E7459">
              <w:t>ACT</w:t>
            </w:r>
          </w:p>
        </w:tc>
        <w:tc>
          <w:tcPr>
            <w:tcW w:w="720" w:type="dxa"/>
            <w:tcBorders>
              <w:top w:val="single" w:sz="6" w:space="0" w:color="auto"/>
              <w:bottom w:val="single" w:sz="6" w:space="0" w:color="auto"/>
            </w:tcBorders>
            <w:shd w:val="clear" w:color="auto" w:fill="auto"/>
          </w:tcPr>
          <w:p w:rsidR="0026369A" w:rsidRPr="008E7459" w:rsidRDefault="0026369A" w:rsidP="000C5B62">
            <w:pPr>
              <w:pStyle w:val="TableColumnHeading"/>
            </w:pPr>
            <w:r w:rsidRPr="008E7459">
              <w:t>NT</w:t>
            </w:r>
          </w:p>
        </w:tc>
        <w:tc>
          <w:tcPr>
            <w:tcW w:w="870" w:type="dxa"/>
            <w:tcBorders>
              <w:top w:val="single" w:sz="6" w:space="0" w:color="auto"/>
              <w:bottom w:val="single" w:sz="6" w:space="0" w:color="auto"/>
            </w:tcBorders>
            <w:shd w:val="clear" w:color="auto" w:fill="auto"/>
          </w:tcPr>
          <w:p w:rsidR="0026369A" w:rsidRPr="008E7459" w:rsidRDefault="0026369A" w:rsidP="0026369A">
            <w:pPr>
              <w:pStyle w:val="TableColumnHeading"/>
              <w:ind w:right="0"/>
            </w:pPr>
            <w:r w:rsidRPr="008E7459">
              <w:t>Aust</w:t>
            </w:r>
          </w:p>
        </w:tc>
      </w:tr>
      <w:tr w:rsidR="0026369A" w:rsidRPr="008E7459" w:rsidTr="0026369A">
        <w:tc>
          <w:tcPr>
            <w:tcW w:w="7920" w:type="dxa"/>
            <w:gridSpan w:val="9"/>
          </w:tcPr>
          <w:p w:rsidR="0026369A" w:rsidRPr="008E7459" w:rsidRDefault="0026369A" w:rsidP="0026369A">
            <w:pPr>
              <w:pStyle w:val="TableBodyText"/>
              <w:spacing w:before="80"/>
              <w:jc w:val="left"/>
            </w:pPr>
            <w:r w:rsidRPr="008E7459">
              <w:t>Number of FTE students enrolled in government schools (‘000)</w:t>
            </w:r>
          </w:p>
        </w:tc>
        <w:tc>
          <w:tcPr>
            <w:tcW w:w="870" w:type="dxa"/>
          </w:tcPr>
          <w:p w:rsidR="0026369A" w:rsidRPr="008E7459" w:rsidRDefault="0026369A" w:rsidP="0026369A">
            <w:pPr>
              <w:pStyle w:val="TableBodyText"/>
            </w:pPr>
          </w:p>
        </w:tc>
      </w:tr>
      <w:tr w:rsidR="001457FB" w:rsidRPr="008E7459" w:rsidTr="007C1AFE">
        <w:tc>
          <w:tcPr>
            <w:tcW w:w="2146" w:type="dxa"/>
          </w:tcPr>
          <w:p w:rsidR="001457FB" w:rsidRPr="008E7459" w:rsidRDefault="001457FB" w:rsidP="0026369A">
            <w:pPr>
              <w:pStyle w:val="TableBodyText"/>
              <w:ind w:left="180"/>
              <w:jc w:val="left"/>
            </w:pPr>
            <w:r w:rsidRPr="008E7459">
              <w:t>Primary schools</w:t>
            </w:r>
          </w:p>
        </w:tc>
        <w:tc>
          <w:tcPr>
            <w:tcW w:w="734" w:type="dxa"/>
          </w:tcPr>
          <w:p w:rsidR="001457FB" w:rsidRPr="008E7459" w:rsidRDefault="001457FB" w:rsidP="001457FB">
            <w:pPr>
              <w:pStyle w:val="TableBodyText"/>
            </w:pPr>
            <w:r w:rsidRPr="008E7459">
              <w:t>440.5</w:t>
            </w:r>
          </w:p>
        </w:tc>
        <w:tc>
          <w:tcPr>
            <w:tcW w:w="720" w:type="dxa"/>
          </w:tcPr>
          <w:p w:rsidR="001457FB" w:rsidRPr="008E7459" w:rsidRDefault="001457FB" w:rsidP="001457FB">
            <w:pPr>
              <w:pStyle w:val="TableBodyText"/>
            </w:pPr>
            <w:r w:rsidRPr="008E7459">
              <w:t>322</w:t>
            </w:r>
          </w:p>
        </w:tc>
        <w:tc>
          <w:tcPr>
            <w:tcW w:w="720" w:type="dxa"/>
          </w:tcPr>
          <w:p w:rsidR="001457FB" w:rsidRPr="008E7459" w:rsidRDefault="001457FB" w:rsidP="001457FB">
            <w:pPr>
              <w:pStyle w:val="TableBodyText"/>
            </w:pPr>
            <w:r w:rsidRPr="008E7459">
              <w:t>324.3</w:t>
            </w:r>
          </w:p>
        </w:tc>
        <w:tc>
          <w:tcPr>
            <w:tcW w:w="720" w:type="dxa"/>
          </w:tcPr>
          <w:p w:rsidR="001457FB" w:rsidRPr="008E7459" w:rsidRDefault="001457FB" w:rsidP="001457FB">
            <w:pPr>
              <w:pStyle w:val="TableBodyText"/>
            </w:pPr>
            <w:r w:rsidRPr="008E7459">
              <w:t>169.4</w:t>
            </w:r>
          </w:p>
        </w:tc>
        <w:tc>
          <w:tcPr>
            <w:tcW w:w="720" w:type="dxa"/>
          </w:tcPr>
          <w:p w:rsidR="001457FB" w:rsidRPr="008E7459" w:rsidRDefault="001457FB" w:rsidP="001457FB">
            <w:pPr>
              <w:pStyle w:val="TableBodyText"/>
            </w:pPr>
            <w:r w:rsidRPr="008E7459">
              <w:t>104.9</w:t>
            </w:r>
          </w:p>
        </w:tc>
        <w:tc>
          <w:tcPr>
            <w:tcW w:w="720" w:type="dxa"/>
          </w:tcPr>
          <w:p w:rsidR="001457FB" w:rsidRPr="008E7459" w:rsidRDefault="001457FB" w:rsidP="001457FB">
            <w:pPr>
              <w:pStyle w:val="TableBodyText"/>
            </w:pPr>
            <w:r w:rsidRPr="008E7459">
              <w:t>31.9</w:t>
            </w:r>
          </w:p>
        </w:tc>
        <w:tc>
          <w:tcPr>
            <w:tcW w:w="720" w:type="dxa"/>
          </w:tcPr>
          <w:p w:rsidR="001457FB" w:rsidRPr="008E7459" w:rsidRDefault="001457FB" w:rsidP="001457FB">
            <w:pPr>
              <w:pStyle w:val="TableBodyText"/>
            </w:pPr>
            <w:r w:rsidRPr="008E7459">
              <w:t>20.0</w:t>
            </w:r>
          </w:p>
        </w:tc>
        <w:tc>
          <w:tcPr>
            <w:tcW w:w="720" w:type="dxa"/>
          </w:tcPr>
          <w:p w:rsidR="001457FB" w:rsidRPr="008E7459" w:rsidRDefault="001457FB" w:rsidP="001457FB">
            <w:pPr>
              <w:pStyle w:val="TableBodyText"/>
            </w:pPr>
            <w:r w:rsidRPr="008E7459">
              <w:t>18.8</w:t>
            </w:r>
          </w:p>
        </w:tc>
        <w:tc>
          <w:tcPr>
            <w:tcW w:w="870" w:type="dxa"/>
          </w:tcPr>
          <w:p w:rsidR="001457FB" w:rsidRPr="008E7459" w:rsidRDefault="001457FB" w:rsidP="005D1B67">
            <w:pPr>
              <w:pStyle w:val="TableColumnHeading"/>
              <w:spacing w:before="0" w:after="40"/>
              <w:ind w:right="0"/>
              <w:rPr>
                <w:i w:val="0"/>
              </w:rPr>
            </w:pPr>
            <w:r w:rsidRPr="008E7459">
              <w:rPr>
                <w:i w:val="0"/>
              </w:rPr>
              <w:t>1</w:t>
            </w:r>
            <w:r w:rsidR="0034459C" w:rsidRPr="008E7459">
              <w:rPr>
                <w:i w:val="0"/>
              </w:rPr>
              <w:t xml:space="preserve"> </w:t>
            </w:r>
            <w:r w:rsidRPr="008E7459">
              <w:rPr>
                <w:i w:val="0"/>
              </w:rPr>
              <w:t>431.8</w:t>
            </w:r>
          </w:p>
        </w:tc>
      </w:tr>
      <w:tr w:rsidR="001457FB" w:rsidRPr="008E7459" w:rsidTr="007C1AFE">
        <w:tc>
          <w:tcPr>
            <w:tcW w:w="2146" w:type="dxa"/>
          </w:tcPr>
          <w:p w:rsidR="001457FB" w:rsidRPr="008E7459" w:rsidRDefault="001457FB" w:rsidP="0026369A">
            <w:pPr>
              <w:pStyle w:val="TableBodyText"/>
              <w:ind w:left="180"/>
              <w:jc w:val="left"/>
            </w:pPr>
            <w:r w:rsidRPr="008E7459">
              <w:t>Secondary schools</w:t>
            </w:r>
          </w:p>
        </w:tc>
        <w:tc>
          <w:tcPr>
            <w:tcW w:w="734" w:type="dxa"/>
          </w:tcPr>
          <w:p w:rsidR="001457FB" w:rsidRPr="008E7459" w:rsidRDefault="001457FB" w:rsidP="001457FB">
            <w:pPr>
              <w:pStyle w:val="TableBodyText"/>
            </w:pPr>
            <w:r w:rsidRPr="008E7459">
              <w:t>307.7</w:t>
            </w:r>
          </w:p>
        </w:tc>
        <w:tc>
          <w:tcPr>
            <w:tcW w:w="720" w:type="dxa"/>
          </w:tcPr>
          <w:p w:rsidR="001457FB" w:rsidRPr="008E7459" w:rsidRDefault="001457FB" w:rsidP="001457FB">
            <w:pPr>
              <w:pStyle w:val="TableBodyText"/>
            </w:pPr>
            <w:r w:rsidRPr="008E7459">
              <w:t>224.3</w:t>
            </w:r>
          </w:p>
        </w:tc>
        <w:tc>
          <w:tcPr>
            <w:tcW w:w="720" w:type="dxa"/>
          </w:tcPr>
          <w:p w:rsidR="001457FB" w:rsidRPr="008E7459" w:rsidRDefault="001457FB" w:rsidP="001457FB">
            <w:pPr>
              <w:pStyle w:val="TableBodyText"/>
            </w:pPr>
            <w:r w:rsidRPr="008E7459">
              <w:t>176.4</w:t>
            </w:r>
          </w:p>
        </w:tc>
        <w:tc>
          <w:tcPr>
            <w:tcW w:w="720" w:type="dxa"/>
          </w:tcPr>
          <w:p w:rsidR="001457FB" w:rsidRPr="008E7459" w:rsidRDefault="001457FB" w:rsidP="001457FB">
            <w:pPr>
              <w:pStyle w:val="TableBodyText"/>
            </w:pPr>
            <w:r w:rsidRPr="008E7459">
              <w:t>76.1</w:t>
            </w:r>
          </w:p>
        </w:tc>
        <w:tc>
          <w:tcPr>
            <w:tcW w:w="720" w:type="dxa"/>
          </w:tcPr>
          <w:p w:rsidR="001457FB" w:rsidRPr="008E7459" w:rsidRDefault="001457FB" w:rsidP="001457FB">
            <w:pPr>
              <w:pStyle w:val="TableBodyText"/>
            </w:pPr>
            <w:r w:rsidRPr="008E7459">
              <w:t>61.5</w:t>
            </w:r>
          </w:p>
        </w:tc>
        <w:tc>
          <w:tcPr>
            <w:tcW w:w="720" w:type="dxa"/>
          </w:tcPr>
          <w:p w:rsidR="001457FB" w:rsidRPr="008E7459" w:rsidRDefault="001457FB" w:rsidP="001457FB">
            <w:pPr>
              <w:pStyle w:val="TableBodyText"/>
            </w:pPr>
            <w:r w:rsidRPr="008E7459">
              <w:t>25.8</w:t>
            </w:r>
          </w:p>
        </w:tc>
        <w:tc>
          <w:tcPr>
            <w:tcW w:w="720" w:type="dxa"/>
          </w:tcPr>
          <w:p w:rsidR="001457FB" w:rsidRPr="008E7459" w:rsidRDefault="001457FB" w:rsidP="001457FB">
            <w:pPr>
              <w:pStyle w:val="TableBodyText"/>
            </w:pPr>
            <w:r w:rsidRPr="008E7459">
              <w:t>15.6</w:t>
            </w:r>
          </w:p>
        </w:tc>
        <w:tc>
          <w:tcPr>
            <w:tcW w:w="720" w:type="dxa"/>
          </w:tcPr>
          <w:p w:rsidR="001457FB" w:rsidRPr="008E7459" w:rsidRDefault="001457FB" w:rsidP="001457FB">
            <w:pPr>
              <w:pStyle w:val="TableBodyText"/>
            </w:pPr>
            <w:r w:rsidRPr="008E7459">
              <w:t>10.7</w:t>
            </w:r>
          </w:p>
        </w:tc>
        <w:tc>
          <w:tcPr>
            <w:tcW w:w="870" w:type="dxa"/>
          </w:tcPr>
          <w:p w:rsidR="001457FB" w:rsidRPr="008E7459" w:rsidRDefault="001457FB" w:rsidP="005D1B67">
            <w:pPr>
              <w:pStyle w:val="TableColumnHeading"/>
              <w:spacing w:before="0" w:after="40"/>
              <w:ind w:right="0"/>
              <w:rPr>
                <w:i w:val="0"/>
              </w:rPr>
            </w:pPr>
            <w:r w:rsidRPr="008E7459">
              <w:rPr>
                <w:i w:val="0"/>
              </w:rPr>
              <w:t>898.1</w:t>
            </w:r>
          </w:p>
        </w:tc>
      </w:tr>
      <w:tr w:rsidR="001457FB" w:rsidRPr="008E7459" w:rsidTr="007C1AFE">
        <w:tc>
          <w:tcPr>
            <w:tcW w:w="2146" w:type="dxa"/>
          </w:tcPr>
          <w:p w:rsidR="001457FB" w:rsidRPr="008E7459" w:rsidRDefault="001457FB" w:rsidP="0026369A">
            <w:pPr>
              <w:pStyle w:val="TableBodyText"/>
              <w:ind w:left="180"/>
              <w:jc w:val="left"/>
            </w:pPr>
            <w:r w:rsidRPr="008E7459">
              <w:rPr>
                <w:b/>
              </w:rPr>
              <w:t>All schools</w:t>
            </w:r>
          </w:p>
        </w:tc>
        <w:tc>
          <w:tcPr>
            <w:tcW w:w="734" w:type="dxa"/>
          </w:tcPr>
          <w:p w:rsidR="001457FB" w:rsidRPr="008E7459" w:rsidRDefault="001457FB" w:rsidP="001457FB">
            <w:pPr>
              <w:pStyle w:val="TableBodyText"/>
              <w:rPr>
                <w:b/>
              </w:rPr>
            </w:pPr>
            <w:r w:rsidRPr="008E7459">
              <w:rPr>
                <w:b/>
              </w:rPr>
              <w:t>748.2</w:t>
            </w:r>
          </w:p>
        </w:tc>
        <w:tc>
          <w:tcPr>
            <w:tcW w:w="720" w:type="dxa"/>
          </w:tcPr>
          <w:p w:rsidR="001457FB" w:rsidRPr="008E7459" w:rsidRDefault="001457FB" w:rsidP="001457FB">
            <w:pPr>
              <w:pStyle w:val="TableBodyText"/>
              <w:rPr>
                <w:b/>
              </w:rPr>
            </w:pPr>
            <w:r w:rsidRPr="008E7459">
              <w:rPr>
                <w:b/>
              </w:rPr>
              <w:t>546.3</w:t>
            </w:r>
          </w:p>
        </w:tc>
        <w:tc>
          <w:tcPr>
            <w:tcW w:w="720" w:type="dxa"/>
          </w:tcPr>
          <w:p w:rsidR="001457FB" w:rsidRPr="008E7459" w:rsidRDefault="001457FB" w:rsidP="001457FB">
            <w:pPr>
              <w:pStyle w:val="TableBodyText"/>
              <w:rPr>
                <w:b/>
              </w:rPr>
            </w:pPr>
            <w:r w:rsidRPr="008E7459">
              <w:rPr>
                <w:b/>
              </w:rPr>
              <w:t>500.6</w:t>
            </w:r>
          </w:p>
        </w:tc>
        <w:tc>
          <w:tcPr>
            <w:tcW w:w="720" w:type="dxa"/>
          </w:tcPr>
          <w:p w:rsidR="001457FB" w:rsidRPr="008E7459" w:rsidRDefault="001457FB" w:rsidP="001457FB">
            <w:pPr>
              <w:pStyle w:val="TableBodyText"/>
              <w:rPr>
                <w:b/>
              </w:rPr>
            </w:pPr>
            <w:r w:rsidRPr="008E7459">
              <w:rPr>
                <w:b/>
              </w:rPr>
              <w:t>245.5</w:t>
            </w:r>
          </w:p>
        </w:tc>
        <w:tc>
          <w:tcPr>
            <w:tcW w:w="720" w:type="dxa"/>
          </w:tcPr>
          <w:p w:rsidR="001457FB" w:rsidRPr="008E7459" w:rsidRDefault="001457FB" w:rsidP="001457FB">
            <w:pPr>
              <w:pStyle w:val="TableBodyText"/>
              <w:rPr>
                <w:b/>
              </w:rPr>
            </w:pPr>
            <w:r w:rsidRPr="008E7459">
              <w:rPr>
                <w:b/>
              </w:rPr>
              <w:t>166.5</w:t>
            </w:r>
          </w:p>
        </w:tc>
        <w:tc>
          <w:tcPr>
            <w:tcW w:w="720" w:type="dxa"/>
          </w:tcPr>
          <w:p w:rsidR="001457FB" w:rsidRPr="008E7459" w:rsidRDefault="001457FB" w:rsidP="001457FB">
            <w:pPr>
              <w:pStyle w:val="TableBodyText"/>
              <w:rPr>
                <w:b/>
              </w:rPr>
            </w:pPr>
            <w:r w:rsidRPr="008E7459">
              <w:rPr>
                <w:b/>
              </w:rPr>
              <w:t>57.7</w:t>
            </w:r>
          </w:p>
        </w:tc>
        <w:tc>
          <w:tcPr>
            <w:tcW w:w="720" w:type="dxa"/>
          </w:tcPr>
          <w:p w:rsidR="001457FB" w:rsidRPr="008E7459" w:rsidRDefault="001457FB" w:rsidP="001457FB">
            <w:pPr>
              <w:pStyle w:val="TableBodyText"/>
              <w:rPr>
                <w:b/>
              </w:rPr>
            </w:pPr>
            <w:r w:rsidRPr="008E7459">
              <w:rPr>
                <w:b/>
              </w:rPr>
              <w:t>35.6</w:t>
            </w:r>
          </w:p>
        </w:tc>
        <w:tc>
          <w:tcPr>
            <w:tcW w:w="720" w:type="dxa"/>
          </w:tcPr>
          <w:p w:rsidR="001457FB" w:rsidRPr="008E7459" w:rsidRDefault="001457FB" w:rsidP="001457FB">
            <w:pPr>
              <w:pStyle w:val="TableBodyText"/>
              <w:rPr>
                <w:b/>
              </w:rPr>
            </w:pPr>
            <w:r w:rsidRPr="008E7459">
              <w:rPr>
                <w:b/>
              </w:rPr>
              <w:t>29.4</w:t>
            </w:r>
          </w:p>
        </w:tc>
        <w:tc>
          <w:tcPr>
            <w:tcW w:w="870" w:type="dxa"/>
          </w:tcPr>
          <w:p w:rsidR="001457FB" w:rsidRPr="008E7459" w:rsidRDefault="001457FB" w:rsidP="005D1B67">
            <w:pPr>
              <w:pStyle w:val="TableColumnHeading"/>
              <w:spacing w:before="0" w:after="40"/>
              <w:ind w:right="0"/>
              <w:rPr>
                <w:b/>
                <w:i w:val="0"/>
              </w:rPr>
            </w:pPr>
            <w:r w:rsidRPr="008E7459">
              <w:rPr>
                <w:b/>
                <w:i w:val="0"/>
              </w:rPr>
              <w:t>2</w:t>
            </w:r>
            <w:r w:rsidR="0034459C" w:rsidRPr="008E7459">
              <w:rPr>
                <w:b/>
                <w:i w:val="0"/>
              </w:rPr>
              <w:t xml:space="preserve"> </w:t>
            </w:r>
            <w:r w:rsidRPr="008E7459">
              <w:rPr>
                <w:b/>
                <w:i w:val="0"/>
              </w:rPr>
              <w:t>329.9</w:t>
            </w:r>
          </w:p>
        </w:tc>
      </w:tr>
      <w:tr w:rsidR="0026369A" w:rsidRPr="008E7459" w:rsidTr="0026369A">
        <w:tc>
          <w:tcPr>
            <w:tcW w:w="8790" w:type="dxa"/>
            <w:gridSpan w:val="10"/>
          </w:tcPr>
          <w:p w:rsidR="0026369A" w:rsidRPr="008E7459" w:rsidRDefault="0026369A" w:rsidP="001457FB">
            <w:pPr>
              <w:pStyle w:val="TableBodyText"/>
              <w:jc w:val="left"/>
              <w:rPr>
                <w:b/>
              </w:rPr>
            </w:pPr>
            <w:r w:rsidRPr="008E7459">
              <w:t>Number of FTE students enrolled in non</w:t>
            </w:r>
            <w:r w:rsidR="00DE694D" w:rsidRPr="008E7459">
              <w:noBreakHyphen/>
            </w:r>
            <w:r w:rsidRPr="008E7459">
              <w:t>government schools (‘000)</w:t>
            </w:r>
          </w:p>
        </w:tc>
      </w:tr>
      <w:tr w:rsidR="001457FB" w:rsidRPr="008E7459" w:rsidTr="00B86D20">
        <w:tc>
          <w:tcPr>
            <w:tcW w:w="2146" w:type="dxa"/>
          </w:tcPr>
          <w:p w:rsidR="001457FB" w:rsidRPr="008E7459" w:rsidRDefault="001457FB" w:rsidP="0026369A">
            <w:pPr>
              <w:pStyle w:val="TableBodyText"/>
              <w:ind w:left="136"/>
              <w:jc w:val="both"/>
              <w:rPr>
                <w:b/>
              </w:rPr>
            </w:pPr>
            <w:r w:rsidRPr="008E7459">
              <w:t>Primary schools</w:t>
            </w:r>
          </w:p>
        </w:tc>
        <w:tc>
          <w:tcPr>
            <w:tcW w:w="734" w:type="dxa"/>
          </w:tcPr>
          <w:p w:rsidR="001457FB" w:rsidRPr="008E7459" w:rsidRDefault="001457FB" w:rsidP="001457FB">
            <w:pPr>
              <w:pStyle w:val="TableBodyText"/>
            </w:pPr>
            <w:r w:rsidRPr="008E7459">
              <w:t>194.6</w:t>
            </w:r>
          </w:p>
        </w:tc>
        <w:tc>
          <w:tcPr>
            <w:tcW w:w="720" w:type="dxa"/>
          </w:tcPr>
          <w:p w:rsidR="001457FB" w:rsidRPr="008E7459" w:rsidRDefault="001457FB" w:rsidP="001457FB">
            <w:pPr>
              <w:pStyle w:val="TableBodyText"/>
            </w:pPr>
            <w:r w:rsidRPr="008E7459">
              <w:t>156.0</w:t>
            </w:r>
          </w:p>
        </w:tc>
        <w:tc>
          <w:tcPr>
            <w:tcW w:w="720" w:type="dxa"/>
          </w:tcPr>
          <w:p w:rsidR="001457FB" w:rsidRPr="008E7459" w:rsidRDefault="001457FB" w:rsidP="001457FB">
            <w:pPr>
              <w:pStyle w:val="TableBodyText"/>
            </w:pPr>
            <w:r w:rsidRPr="008E7459">
              <w:t>139.2</w:t>
            </w:r>
          </w:p>
        </w:tc>
        <w:tc>
          <w:tcPr>
            <w:tcW w:w="720" w:type="dxa"/>
          </w:tcPr>
          <w:p w:rsidR="001457FB" w:rsidRPr="008E7459" w:rsidRDefault="001457FB" w:rsidP="001457FB">
            <w:pPr>
              <w:pStyle w:val="TableBodyText"/>
            </w:pPr>
            <w:r w:rsidRPr="008E7459">
              <w:t>73.7</w:t>
            </w:r>
          </w:p>
        </w:tc>
        <w:tc>
          <w:tcPr>
            <w:tcW w:w="720" w:type="dxa"/>
          </w:tcPr>
          <w:p w:rsidR="001457FB" w:rsidRPr="008E7459" w:rsidRDefault="001457FB" w:rsidP="001457FB">
            <w:pPr>
              <w:pStyle w:val="TableBodyText"/>
            </w:pPr>
            <w:r w:rsidRPr="008E7459">
              <w:t>53.7</w:t>
            </w:r>
          </w:p>
        </w:tc>
        <w:tc>
          <w:tcPr>
            <w:tcW w:w="720" w:type="dxa"/>
          </w:tcPr>
          <w:p w:rsidR="001457FB" w:rsidRPr="008E7459" w:rsidRDefault="001457FB" w:rsidP="001457FB">
            <w:pPr>
              <w:pStyle w:val="TableBodyText"/>
            </w:pPr>
            <w:r w:rsidRPr="008E7459">
              <w:t>11.5</w:t>
            </w:r>
          </w:p>
        </w:tc>
        <w:tc>
          <w:tcPr>
            <w:tcW w:w="720" w:type="dxa"/>
          </w:tcPr>
          <w:p w:rsidR="001457FB" w:rsidRPr="008E7459" w:rsidRDefault="001457FB" w:rsidP="001457FB">
            <w:pPr>
              <w:pStyle w:val="TableBodyText"/>
            </w:pPr>
            <w:r w:rsidRPr="008E7459">
              <w:t>13.1</w:t>
            </w:r>
          </w:p>
        </w:tc>
        <w:tc>
          <w:tcPr>
            <w:tcW w:w="720" w:type="dxa"/>
          </w:tcPr>
          <w:p w:rsidR="001457FB" w:rsidRPr="008E7459" w:rsidRDefault="001457FB" w:rsidP="001457FB">
            <w:pPr>
              <w:pStyle w:val="TableBodyText"/>
            </w:pPr>
            <w:r w:rsidRPr="008E7459">
              <w:t>5.3</w:t>
            </w:r>
          </w:p>
        </w:tc>
        <w:tc>
          <w:tcPr>
            <w:tcW w:w="870" w:type="dxa"/>
          </w:tcPr>
          <w:p w:rsidR="001457FB" w:rsidRPr="008E7459" w:rsidRDefault="001457FB" w:rsidP="005D1B67">
            <w:pPr>
              <w:pStyle w:val="TableColumnHeading"/>
              <w:spacing w:before="0" w:after="40"/>
              <w:ind w:right="0"/>
              <w:rPr>
                <w:i w:val="0"/>
              </w:rPr>
            </w:pPr>
            <w:r w:rsidRPr="008E7459">
              <w:rPr>
                <w:i w:val="0"/>
              </w:rPr>
              <w:t>647.2</w:t>
            </w:r>
          </w:p>
        </w:tc>
      </w:tr>
      <w:tr w:rsidR="001457FB" w:rsidRPr="008E7459" w:rsidTr="00B86D20">
        <w:tc>
          <w:tcPr>
            <w:tcW w:w="2146" w:type="dxa"/>
          </w:tcPr>
          <w:p w:rsidR="001457FB" w:rsidRPr="008E7459" w:rsidRDefault="001457FB" w:rsidP="0026369A">
            <w:pPr>
              <w:pStyle w:val="TableBodyText"/>
              <w:ind w:left="136"/>
              <w:jc w:val="both"/>
              <w:rPr>
                <w:b/>
              </w:rPr>
            </w:pPr>
            <w:r w:rsidRPr="008E7459">
              <w:t>Secondary schools</w:t>
            </w:r>
          </w:p>
        </w:tc>
        <w:tc>
          <w:tcPr>
            <w:tcW w:w="734" w:type="dxa"/>
          </w:tcPr>
          <w:p w:rsidR="001457FB" w:rsidRPr="008E7459" w:rsidRDefault="001457FB" w:rsidP="001457FB">
            <w:pPr>
              <w:pStyle w:val="TableBodyText"/>
            </w:pPr>
            <w:r w:rsidRPr="008E7459">
              <w:t>196.1</w:t>
            </w:r>
          </w:p>
        </w:tc>
        <w:tc>
          <w:tcPr>
            <w:tcW w:w="720" w:type="dxa"/>
          </w:tcPr>
          <w:p w:rsidR="001457FB" w:rsidRPr="008E7459" w:rsidRDefault="001457FB" w:rsidP="001457FB">
            <w:pPr>
              <w:pStyle w:val="TableBodyText"/>
            </w:pPr>
            <w:r w:rsidRPr="008E7459">
              <w:t>166.0</w:t>
            </w:r>
          </w:p>
        </w:tc>
        <w:tc>
          <w:tcPr>
            <w:tcW w:w="720" w:type="dxa"/>
          </w:tcPr>
          <w:p w:rsidR="001457FB" w:rsidRPr="008E7459" w:rsidRDefault="001457FB" w:rsidP="001457FB">
            <w:pPr>
              <w:pStyle w:val="TableBodyText"/>
            </w:pPr>
            <w:r w:rsidRPr="008E7459">
              <w:t>110.6</w:t>
            </w:r>
          </w:p>
        </w:tc>
        <w:tc>
          <w:tcPr>
            <w:tcW w:w="720" w:type="dxa"/>
          </w:tcPr>
          <w:p w:rsidR="001457FB" w:rsidRPr="008E7459" w:rsidRDefault="001457FB" w:rsidP="001457FB">
            <w:pPr>
              <w:pStyle w:val="TableBodyText"/>
            </w:pPr>
            <w:r w:rsidRPr="008E7459">
              <w:t>55.8</w:t>
            </w:r>
          </w:p>
        </w:tc>
        <w:tc>
          <w:tcPr>
            <w:tcW w:w="720" w:type="dxa"/>
          </w:tcPr>
          <w:p w:rsidR="001457FB" w:rsidRPr="008E7459" w:rsidRDefault="001457FB" w:rsidP="001457FB">
            <w:pPr>
              <w:pStyle w:val="TableBodyText"/>
            </w:pPr>
            <w:r w:rsidRPr="008E7459">
              <w:t>40.4</w:t>
            </w:r>
          </w:p>
        </w:tc>
        <w:tc>
          <w:tcPr>
            <w:tcW w:w="720" w:type="dxa"/>
          </w:tcPr>
          <w:p w:rsidR="001457FB" w:rsidRPr="008E7459" w:rsidRDefault="001457FB" w:rsidP="001457FB">
            <w:pPr>
              <w:pStyle w:val="TableBodyText"/>
            </w:pPr>
            <w:r w:rsidRPr="008E7459">
              <w:t>12.1</w:t>
            </w:r>
          </w:p>
        </w:tc>
        <w:tc>
          <w:tcPr>
            <w:tcW w:w="720" w:type="dxa"/>
          </w:tcPr>
          <w:p w:rsidR="001457FB" w:rsidRPr="008E7459" w:rsidRDefault="001457FB" w:rsidP="001457FB">
            <w:pPr>
              <w:pStyle w:val="TableBodyText"/>
            </w:pPr>
            <w:r w:rsidRPr="008E7459">
              <w:t>13.4</w:t>
            </w:r>
          </w:p>
        </w:tc>
        <w:tc>
          <w:tcPr>
            <w:tcW w:w="720" w:type="dxa"/>
          </w:tcPr>
          <w:p w:rsidR="001457FB" w:rsidRPr="008E7459" w:rsidRDefault="001457FB" w:rsidP="001457FB">
            <w:pPr>
              <w:pStyle w:val="TableBodyText"/>
            </w:pPr>
            <w:r w:rsidRPr="008E7459">
              <w:t>5.2</w:t>
            </w:r>
          </w:p>
        </w:tc>
        <w:tc>
          <w:tcPr>
            <w:tcW w:w="870" w:type="dxa"/>
          </w:tcPr>
          <w:p w:rsidR="001457FB" w:rsidRPr="008E7459" w:rsidRDefault="001457FB" w:rsidP="005D1B67">
            <w:pPr>
              <w:pStyle w:val="TableColumnHeading"/>
              <w:spacing w:before="0" w:after="40"/>
              <w:ind w:right="0"/>
              <w:rPr>
                <w:i w:val="0"/>
              </w:rPr>
            </w:pPr>
            <w:r w:rsidRPr="008E7459">
              <w:rPr>
                <w:i w:val="0"/>
              </w:rPr>
              <w:t>599.7</w:t>
            </w:r>
          </w:p>
        </w:tc>
      </w:tr>
      <w:tr w:rsidR="001457FB" w:rsidRPr="008E7459" w:rsidTr="00B86D20">
        <w:tc>
          <w:tcPr>
            <w:tcW w:w="2146" w:type="dxa"/>
          </w:tcPr>
          <w:p w:rsidR="001457FB" w:rsidRPr="008E7459" w:rsidRDefault="001457FB" w:rsidP="0026369A">
            <w:pPr>
              <w:pStyle w:val="TableBodyText"/>
              <w:ind w:left="136"/>
              <w:jc w:val="both"/>
              <w:rPr>
                <w:b/>
              </w:rPr>
            </w:pPr>
            <w:r w:rsidRPr="008E7459">
              <w:rPr>
                <w:b/>
              </w:rPr>
              <w:t>All schools</w:t>
            </w:r>
          </w:p>
        </w:tc>
        <w:tc>
          <w:tcPr>
            <w:tcW w:w="734" w:type="dxa"/>
          </w:tcPr>
          <w:p w:rsidR="001457FB" w:rsidRPr="008E7459" w:rsidRDefault="001457FB" w:rsidP="001457FB">
            <w:pPr>
              <w:pStyle w:val="TableBodyText"/>
              <w:rPr>
                <w:b/>
              </w:rPr>
            </w:pPr>
            <w:r w:rsidRPr="008E7459">
              <w:rPr>
                <w:b/>
              </w:rPr>
              <w:t>390.8</w:t>
            </w:r>
          </w:p>
        </w:tc>
        <w:tc>
          <w:tcPr>
            <w:tcW w:w="720" w:type="dxa"/>
          </w:tcPr>
          <w:p w:rsidR="001457FB" w:rsidRPr="008E7459" w:rsidRDefault="001457FB" w:rsidP="001457FB">
            <w:pPr>
              <w:pStyle w:val="TableBodyText"/>
              <w:rPr>
                <w:b/>
              </w:rPr>
            </w:pPr>
            <w:r w:rsidRPr="008E7459">
              <w:rPr>
                <w:b/>
              </w:rPr>
              <w:t>322.0</w:t>
            </w:r>
          </w:p>
        </w:tc>
        <w:tc>
          <w:tcPr>
            <w:tcW w:w="720" w:type="dxa"/>
          </w:tcPr>
          <w:p w:rsidR="001457FB" w:rsidRPr="008E7459" w:rsidRDefault="001457FB" w:rsidP="001457FB">
            <w:pPr>
              <w:pStyle w:val="TableBodyText"/>
              <w:rPr>
                <w:b/>
              </w:rPr>
            </w:pPr>
            <w:r w:rsidRPr="008E7459">
              <w:rPr>
                <w:b/>
              </w:rPr>
              <w:t>249.8</w:t>
            </w:r>
          </w:p>
        </w:tc>
        <w:tc>
          <w:tcPr>
            <w:tcW w:w="720" w:type="dxa"/>
          </w:tcPr>
          <w:p w:rsidR="001457FB" w:rsidRPr="008E7459" w:rsidRDefault="001457FB" w:rsidP="001457FB">
            <w:pPr>
              <w:pStyle w:val="TableBodyText"/>
              <w:rPr>
                <w:b/>
              </w:rPr>
            </w:pPr>
            <w:r w:rsidRPr="008E7459">
              <w:rPr>
                <w:b/>
              </w:rPr>
              <w:t>129.5</w:t>
            </w:r>
          </w:p>
        </w:tc>
        <w:tc>
          <w:tcPr>
            <w:tcW w:w="720" w:type="dxa"/>
          </w:tcPr>
          <w:p w:rsidR="001457FB" w:rsidRPr="008E7459" w:rsidRDefault="001457FB" w:rsidP="001457FB">
            <w:pPr>
              <w:pStyle w:val="TableBodyText"/>
              <w:rPr>
                <w:b/>
              </w:rPr>
            </w:pPr>
            <w:r w:rsidRPr="008E7459">
              <w:rPr>
                <w:b/>
              </w:rPr>
              <w:t>94.0</w:t>
            </w:r>
          </w:p>
        </w:tc>
        <w:tc>
          <w:tcPr>
            <w:tcW w:w="720" w:type="dxa"/>
          </w:tcPr>
          <w:p w:rsidR="001457FB" w:rsidRPr="008E7459" w:rsidRDefault="001457FB" w:rsidP="001457FB">
            <w:pPr>
              <w:pStyle w:val="TableBodyText"/>
              <w:rPr>
                <w:b/>
              </w:rPr>
            </w:pPr>
            <w:r w:rsidRPr="008E7459">
              <w:rPr>
                <w:b/>
              </w:rPr>
              <w:t>23.7</w:t>
            </w:r>
          </w:p>
        </w:tc>
        <w:tc>
          <w:tcPr>
            <w:tcW w:w="720" w:type="dxa"/>
          </w:tcPr>
          <w:p w:rsidR="001457FB" w:rsidRPr="008E7459" w:rsidRDefault="001457FB" w:rsidP="001457FB">
            <w:pPr>
              <w:pStyle w:val="TableBodyText"/>
              <w:rPr>
                <w:b/>
              </w:rPr>
            </w:pPr>
            <w:r w:rsidRPr="008E7459">
              <w:rPr>
                <w:b/>
              </w:rPr>
              <w:t>26.5</w:t>
            </w:r>
          </w:p>
        </w:tc>
        <w:tc>
          <w:tcPr>
            <w:tcW w:w="720" w:type="dxa"/>
          </w:tcPr>
          <w:p w:rsidR="001457FB" w:rsidRPr="008E7459" w:rsidRDefault="001457FB" w:rsidP="001457FB">
            <w:pPr>
              <w:pStyle w:val="TableBodyText"/>
              <w:rPr>
                <w:b/>
              </w:rPr>
            </w:pPr>
            <w:r w:rsidRPr="008E7459">
              <w:rPr>
                <w:b/>
              </w:rPr>
              <w:t>10.5</w:t>
            </w:r>
          </w:p>
        </w:tc>
        <w:tc>
          <w:tcPr>
            <w:tcW w:w="870" w:type="dxa"/>
          </w:tcPr>
          <w:p w:rsidR="001457FB" w:rsidRPr="008E7459" w:rsidRDefault="001457FB" w:rsidP="005D1B67">
            <w:pPr>
              <w:pStyle w:val="TableColumnHeading"/>
              <w:spacing w:before="0" w:after="40"/>
              <w:ind w:right="0"/>
              <w:rPr>
                <w:b/>
                <w:i w:val="0"/>
              </w:rPr>
            </w:pPr>
            <w:r w:rsidRPr="008E7459">
              <w:rPr>
                <w:b/>
                <w:i w:val="0"/>
              </w:rPr>
              <w:t>1</w:t>
            </w:r>
            <w:r w:rsidR="0034459C" w:rsidRPr="008E7459">
              <w:rPr>
                <w:b/>
                <w:i w:val="0"/>
              </w:rPr>
              <w:t xml:space="preserve"> </w:t>
            </w:r>
            <w:r w:rsidRPr="008E7459">
              <w:rPr>
                <w:b/>
                <w:i w:val="0"/>
              </w:rPr>
              <w:t>246.8</w:t>
            </w:r>
          </w:p>
        </w:tc>
      </w:tr>
      <w:tr w:rsidR="0026369A" w:rsidRPr="008E7459" w:rsidTr="0026369A">
        <w:tc>
          <w:tcPr>
            <w:tcW w:w="7920" w:type="dxa"/>
            <w:gridSpan w:val="9"/>
          </w:tcPr>
          <w:p w:rsidR="0026369A" w:rsidRPr="008E7459" w:rsidRDefault="0026369A" w:rsidP="0026369A">
            <w:pPr>
              <w:pStyle w:val="TableBodyText"/>
              <w:spacing w:before="80"/>
              <w:jc w:val="left"/>
            </w:pPr>
            <w:r w:rsidRPr="008E7459">
              <w:t>Proportion of FTE students who were enrolled in government schools (</w:t>
            </w:r>
            <w:r w:rsidR="00781B70" w:rsidRPr="008E7459">
              <w:t>per cent</w:t>
            </w:r>
            <w:r w:rsidRPr="008E7459">
              <w:t>)</w:t>
            </w:r>
          </w:p>
        </w:tc>
        <w:tc>
          <w:tcPr>
            <w:tcW w:w="870" w:type="dxa"/>
          </w:tcPr>
          <w:p w:rsidR="0026369A" w:rsidRPr="008E7459" w:rsidRDefault="0026369A" w:rsidP="0026369A">
            <w:pPr>
              <w:pStyle w:val="TableBodyText"/>
              <w:ind w:right="28"/>
            </w:pPr>
          </w:p>
        </w:tc>
      </w:tr>
      <w:tr w:rsidR="001457FB" w:rsidRPr="008E7459" w:rsidTr="002E08B6">
        <w:tc>
          <w:tcPr>
            <w:tcW w:w="2146" w:type="dxa"/>
          </w:tcPr>
          <w:p w:rsidR="001457FB" w:rsidRPr="008E7459" w:rsidRDefault="001457FB" w:rsidP="0026369A">
            <w:pPr>
              <w:pStyle w:val="TableBodyText"/>
              <w:ind w:left="180"/>
              <w:jc w:val="left"/>
            </w:pPr>
            <w:r w:rsidRPr="008E7459">
              <w:t>Primary schools</w:t>
            </w:r>
          </w:p>
        </w:tc>
        <w:tc>
          <w:tcPr>
            <w:tcW w:w="734" w:type="dxa"/>
          </w:tcPr>
          <w:p w:rsidR="001457FB" w:rsidRPr="008E7459" w:rsidRDefault="001457FB" w:rsidP="001457FB">
            <w:pPr>
              <w:pStyle w:val="TableBodyText"/>
            </w:pPr>
            <w:r w:rsidRPr="008E7459">
              <w:t>69.4</w:t>
            </w:r>
          </w:p>
        </w:tc>
        <w:tc>
          <w:tcPr>
            <w:tcW w:w="720" w:type="dxa"/>
          </w:tcPr>
          <w:p w:rsidR="001457FB" w:rsidRPr="008E7459" w:rsidRDefault="001457FB" w:rsidP="001457FB">
            <w:pPr>
              <w:pStyle w:val="TableBodyText"/>
            </w:pPr>
            <w:r w:rsidRPr="008E7459">
              <w:t>67.4</w:t>
            </w:r>
          </w:p>
        </w:tc>
        <w:tc>
          <w:tcPr>
            <w:tcW w:w="720" w:type="dxa"/>
          </w:tcPr>
          <w:p w:rsidR="001457FB" w:rsidRPr="008E7459" w:rsidRDefault="001457FB" w:rsidP="001457FB">
            <w:pPr>
              <w:pStyle w:val="TableBodyText"/>
            </w:pPr>
            <w:r w:rsidRPr="008E7459">
              <w:t>70.0</w:t>
            </w:r>
          </w:p>
        </w:tc>
        <w:tc>
          <w:tcPr>
            <w:tcW w:w="720" w:type="dxa"/>
          </w:tcPr>
          <w:p w:rsidR="001457FB" w:rsidRPr="008E7459" w:rsidRDefault="001457FB" w:rsidP="001457FB">
            <w:pPr>
              <w:pStyle w:val="TableBodyText"/>
            </w:pPr>
            <w:r w:rsidRPr="008E7459">
              <w:t>69.7</w:t>
            </w:r>
          </w:p>
        </w:tc>
        <w:tc>
          <w:tcPr>
            <w:tcW w:w="720" w:type="dxa"/>
          </w:tcPr>
          <w:p w:rsidR="001457FB" w:rsidRPr="008E7459" w:rsidRDefault="001457FB" w:rsidP="001457FB">
            <w:pPr>
              <w:pStyle w:val="TableBodyText"/>
            </w:pPr>
            <w:r w:rsidRPr="008E7459">
              <w:t>66.2</w:t>
            </w:r>
          </w:p>
        </w:tc>
        <w:tc>
          <w:tcPr>
            <w:tcW w:w="720" w:type="dxa"/>
          </w:tcPr>
          <w:p w:rsidR="001457FB" w:rsidRPr="008E7459" w:rsidRDefault="001457FB" w:rsidP="001457FB">
            <w:pPr>
              <w:pStyle w:val="TableBodyText"/>
            </w:pPr>
            <w:r w:rsidRPr="008E7459">
              <w:t>73.4</w:t>
            </w:r>
          </w:p>
        </w:tc>
        <w:tc>
          <w:tcPr>
            <w:tcW w:w="720" w:type="dxa"/>
          </w:tcPr>
          <w:p w:rsidR="001457FB" w:rsidRPr="008E7459" w:rsidRDefault="001457FB" w:rsidP="001457FB">
            <w:pPr>
              <w:pStyle w:val="TableBodyText"/>
            </w:pPr>
            <w:r w:rsidRPr="008E7459">
              <w:t>60.4</w:t>
            </w:r>
          </w:p>
        </w:tc>
        <w:tc>
          <w:tcPr>
            <w:tcW w:w="720" w:type="dxa"/>
          </w:tcPr>
          <w:p w:rsidR="001457FB" w:rsidRPr="008E7459" w:rsidRDefault="001457FB" w:rsidP="001457FB">
            <w:pPr>
              <w:pStyle w:val="TableBodyText"/>
            </w:pPr>
            <w:r w:rsidRPr="008E7459">
              <w:t>78.1</w:t>
            </w:r>
          </w:p>
        </w:tc>
        <w:tc>
          <w:tcPr>
            <w:tcW w:w="870" w:type="dxa"/>
          </w:tcPr>
          <w:p w:rsidR="001457FB" w:rsidRPr="008E7459" w:rsidRDefault="001457FB" w:rsidP="005D1B67">
            <w:pPr>
              <w:pStyle w:val="TableColumnHeading"/>
              <w:spacing w:before="0" w:after="40"/>
              <w:ind w:right="0"/>
              <w:rPr>
                <w:i w:val="0"/>
              </w:rPr>
            </w:pPr>
            <w:r w:rsidRPr="008E7459">
              <w:rPr>
                <w:i w:val="0"/>
              </w:rPr>
              <w:t>68.9</w:t>
            </w:r>
          </w:p>
        </w:tc>
      </w:tr>
      <w:tr w:rsidR="001457FB" w:rsidRPr="008E7459" w:rsidTr="002E08B6">
        <w:tc>
          <w:tcPr>
            <w:tcW w:w="2146" w:type="dxa"/>
          </w:tcPr>
          <w:p w:rsidR="001457FB" w:rsidRPr="008E7459" w:rsidRDefault="001457FB" w:rsidP="0026369A">
            <w:pPr>
              <w:pStyle w:val="TableBodyText"/>
              <w:ind w:left="180"/>
              <w:jc w:val="left"/>
            </w:pPr>
            <w:r w:rsidRPr="008E7459">
              <w:t>Secondary schools</w:t>
            </w:r>
          </w:p>
        </w:tc>
        <w:tc>
          <w:tcPr>
            <w:tcW w:w="734" w:type="dxa"/>
          </w:tcPr>
          <w:p w:rsidR="001457FB" w:rsidRPr="008E7459" w:rsidRDefault="001457FB" w:rsidP="001457FB">
            <w:pPr>
              <w:pStyle w:val="TableBodyText"/>
            </w:pPr>
            <w:r w:rsidRPr="008E7459">
              <w:t>61.1</w:t>
            </w:r>
          </w:p>
        </w:tc>
        <w:tc>
          <w:tcPr>
            <w:tcW w:w="720" w:type="dxa"/>
          </w:tcPr>
          <w:p w:rsidR="001457FB" w:rsidRPr="008E7459" w:rsidRDefault="001457FB" w:rsidP="001457FB">
            <w:pPr>
              <w:pStyle w:val="TableBodyText"/>
            </w:pPr>
            <w:r w:rsidRPr="008E7459">
              <w:t>57.5</w:t>
            </w:r>
          </w:p>
        </w:tc>
        <w:tc>
          <w:tcPr>
            <w:tcW w:w="720" w:type="dxa"/>
          </w:tcPr>
          <w:p w:rsidR="001457FB" w:rsidRPr="008E7459" w:rsidRDefault="001457FB" w:rsidP="001457FB">
            <w:pPr>
              <w:pStyle w:val="TableBodyText"/>
            </w:pPr>
            <w:r w:rsidRPr="008E7459">
              <w:t>61.5</w:t>
            </w:r>
          </w:p>
        </w:tc>
        <w:tc>
          <w:tcPr>
            <w:tcW w:w="720" w:type="dxa"/>
          </w:tcPr>
          <w:p w:rsidR="001457FB" w:rsidRPr="008E7459" w:rsidRDefault="001457FB" w:rsidP="001457FB">
            <w:pPr>
              <w:pStyle w:val="TableBodyText"/>
            </w:pPr>
            <w:r w:rsidRPr="008E7459">
              <w:t>57.7</w:t>
            </w:r>
          </w:p>
        </w:tc>
        <w:tc>
          <w:tcPr>
            <w:tcW w:w="720" w:type="dxa"/>
          </w:tcPr>
          <w:p w:rsidR="001457FB" w:rsidRPr="008E7459" w:rsidRDefault="001457FB" w:rsidP="001457FB">
            <w:pPr>
              <w:pStyle w:val="TableBodyText"/>
            </w:pPr>
            <w:r w:rsidRPr="008E7459">
              <w:t>60.4</w:t>
            </w:r>
          </w:p>
        </w:tc>
        <w:tc>
          <w:tcPr>
            <w:tcW w:w="720" w:type="dxa"/>
          </w:tcPr>
          <w:p w:rsidR="001457FB" w:rsidRPr="008E7459" w:rsidRDefault="001457FB" w:rsidP="001457FB">
            <w:pPr>
              <w:pStyle w:val="TableBodyText"/>
            </w:pPr>
            <w:r w:rsidRPr="008E7459">
              <w:t>68.0</w:t>
            </w:r>
          </w:p>
        </w:tc>
        <w:tc>
          <w:tcPr>
            <w:tcW w:w="720" w:type="dxa"/>
          </w:tcPr>
          <w:p w:rsidR="001457FB" w:rsidRPr="008E7459" w:rsidRDefault="001457FB" w:rsidP="001457FB">
            <w:pPr>
              <w:pStyle w:val="TableBodyText"/>
            </w:pPr>
            <w:r w:rsidRPr="008E7459">
              <w:t>53.7</w:t>
            </w:r>
          </w:p>
        </w:tc>
        <w:tc>
          <w:tcPr>
            <w:tcW w:w="720" w:type="dxa"/>
          </w:tcPr>
          <w:p w:rsidR="001457FB" w:rsidRPr="008E7459" w:rsidRDefault="001457FB" w:rsidP="001457FB">
            <w:pPr>
              <w:pStyle w:val="TableBodyText"/>
            </w:pPr>
            <w:r w:rsidRPr="008E7459">
              <w:t>67.2</w:t>
            </w:r>
          </w:p>
        </w:tc>
        <w:tc>
          <w:tcPr>
            <w:tcW w:w="870" w:type="dxa"/>
          </w:tcPr>
          <w:p w:rsidR="001457FB" w:rsidRPr="008E7459" w:rsidRDefault="001457FB" w:rsidP="005D1B67">
            <w:pPr>
              <w:pStyle w:val="TableColumnHeading"/>
              <w:spacing w:before="0" w:after="40"/>
              <w:ind w:right="0"/>
              <w:rPr>
                <w:i w:val="0"/>
              </w:rPr>
            </w:pPr>
            <w:r w:rsidRPr="008E7459">
              <w:rPr>
                <w:i w:val="0"/>
              </w:rPr>
              <w:t>60.0</w:t>
            </w:r>
          </w:p>
        </w:tc>
      </w:tr>
      <w:tr w:rsidR="001457FB" w:rsidRPr="008E7459" w:rsidTr="002E08B6">
        <w:tc>
          <w:tcPr>
            <w:tcW w:w="2146" w:type="dxa"/>
            <w:tcBorders>
              <w:bottom w:val="single" w:sz="4" w:space="0" w:color="auto"/>
            </w:tcBorders>
          </w:tcPr>
          <w:p w:rsidR="001457FB" w:rsidRPr="008E7459" w:rsidRDefault="001457FB" w:rsidP="0026369A">
            <w:pPr>
              <w:pStyle w:val="TableBodyText"/>
              <w:ind w:left="136"/>
              <w:jc w:val="both"/>
              <w:rPr>
                <w:b/>
              </w:rPr>
            </w:pPr>
            <w:r w:rsidRPr="008E7459">
              <w:rPr>
                <w:b/>
              </w:rPr>
              <w:t>All schools</w:t>
            </w:r>
          </w:p>
        </w:tc>
        <w:tc>
          <w:tcPr>
            <w:tcW w:w="734" w:type="dxa"/>
            <w:tcBorders>
              <w:bottom w:val="single" w:sz="4" w:space="0" w:color="auto"/>
            </w:tcBorders>
          </w:tcPr>
          <w:p w:rsidR="001457FB" w:rsidRPr="008E7459" w:rsidRDefault="001457FB" w:rsidP="001457FB">
            <w:pPr>
              <w:pStyle w:val="TableBodyText"/>
              <w:rPr>
                <w:b/>
              </w:rPr>
            </w:pPr>
            <w:r w:rsidRPr="008E7459">
              <w:rPr>
                <w:b/>
              </w:rPr>
              <w:t>65.7</w:t>
            </w:r>
          </w:p>
        </w:tc>
        <w:tc>
          <w:tcPr>
            <w:tcW w:w="720" w:type="dxa"/>
            <w:tcBorders>
              <w:bottom w:val="single" w:sz="4" w:space="0" w:color="auto"/>
            </w:tcBorders>
          </w:tcPr>
          <w:p w:rsidR="001457FB" w:rsidRPr="008E7459" w:rsidRDefault="001457FB" w:rsidP="001457FB">
            <w:pPr>
              <w:pStyle w:val="TableBodyText"/>
              <w:rPr>
                <w:b/>
              </w:rPr>
            </w:pPr>
            <w:r w:rsidRPr="008E7459">
              <w:rPr>
                <w:b/>
              </w:rPr>
              <w:t>62.9</w:t>
            </w:r>
          </w:p>
        </w:tc>
        <w:tc>
          <w:tcPr>
            <w:tcW w:w="720" w:type="dxa"/>
            <w:tcBorders>
              <w:bottom w:val="single" w:sz="4" w:space="0" w:color="auto"/>
            </w:tcBorders>
          </w:tcPr>
          <w:p w:rsidR="001457FB" w:rsidRPr="008E7459" w:rsidRDefault="001457FB" w:rsidP="001457FB">
            <w:pPr>
              <w:pStyle w:val="TableBodyText"/>
              <w:rPr>
                <w:b/>
              </w:rPr>
            </w:pPr>
            <w:r w:rsidRPr="008E7459">
              <w:rPr>
                <w:b/>
              </w:rPr>
              <w:t>66.7</w:t>
            </w:r>
          </w:p>
        </w:tc>
        <w:tc>
          <w:tcPr>
            <w:tcW w:w="720" w:type="dxa"/>
            <w:tcBorders>
              <w:bottom w:val="single" w:sz="4" w:space="0" w:color="auto"/>
            </w:tcBorders>
          </w:tcPr>
          <w:p w:rsidR="001457FB" w:rsidRPr="008E7459" w:rsidRDefault="001457FB" w:rsidP="001457FB">
            <w:pPr>
              <w:pStyle w:val="TableBodyText"/>
              <w:rPr>
                <w:b/>
              </w:rPr>
            </w:pPr>
            <w:r w:rsidRPr="008E7459">
              <w:rPr>
                <w:b/>
              </w:rPr>
              <w:t>65.5</w:t>
            </w:r>
          </w:p>
        </w:tc>
        <w:tc>
          <w:tcPr>
            <w:tcW w:w="720" w:type="dxa"/>
            <w:tcBorders>
              <w:bottom w:val="single" w:sz="4" w:space="0" w:color="auto"/>
            </w:tcBorders>
          </w:tcPr>
          <w:p w:rsidR="001457FB" w:rsidRPr="008E7459" w:rsidRDefault="001457FB" w:rsidP="001457FB">
            <w:pPr>
              <w:pStyle w:val="TableBodyText"/>
              <w:rPr>
                <w:b/>
              </w:rPr>
            </w:pPr>
            <w:r w:rsidRPr="008E7459">
              <w:rPr>
                <w:b/>
              </w:rPr>
              <w:t>63.9</w:t>
            </w:r>
          </w:p>
        </w:tc>
        <w:tc>
          <w:tcPr>
            <w:tcW w:w="720" w:type="dxa"/>
            <w:tcBorders>
              <w:bottom w:val="single" w:sz="4" w:space="0" w:color="auto"/>
            </w:tcBorders>
          </w:tcPr>
          <w:p w:rsidR="001457FB" w:rsidRPr="008E7459" w:rsidRDefault="001457FB" w:rsidP="001457FB">
            <w:pPr>
              <w:pStyle w:val="TableBodyText"/>
              <w:rPr>
                <w:b/>
              </w:rPr>
            </w:pPr>
            <w:r w:rsidRPr="008E7459">
              <w:rPr>
                <w:b/>
              </w:rPr>
              <w:t>70.9</w:t>
            </w:r>
          </w:p>
        </w:tc>
        <w:tc>
          <w:tcPr>
            <w:tcW w:w="720" w:type="dxa"/>
            <w:tcBorders>
              <w:bottom w:val="single" w:sz="4" w:space="0" w:color="auto"/>
            </w:tcBorders>
          </w:tcPr>
          <w:p w:rsidR="001457FB" w:rsidRPr="008E7459" w:rsidRDefault="001457FB" w:rsidP="001457FB">
            <w:pPr>
              <w:pStyle w:val="TableBodyText"/>
              <w:rPr>
                <w:b/>
              </w:rPr>
            </w:pPr>
            <w:r w:rsidRPr="008E7459">
              <w:rPr>
                <w:b/>
              </w:rPr>
              <w:t>57.3</w:t>
            </w:r>
          </w:p>
        </w:tc>
        <w:tc>
          <w:tcPr>
            <w:tcW w:w="720" w:type="dxa"/>
            <w:tcBorders>
              <w:bottom w:val="single" w:sz="4" w:space="0" w:color="auto"/>
            </w:tcBorders>
          </w:tcPr>
          <w:p w:rsidR="001457FB" w:rsidRPr="008E7459" w:rsidRDefault="001457FB" w:rsidP="001457FB">
            <w:pPr>
              <w:pStyle w:val="TableBodyText"/>
              <w:rPr>
                <w:b/>
              </w:rPr>
            </w:pPr>
            <w:r w:rsidRPr="008E7459">
              <w:rPr>
                <w:b/>
              </w:rPr>
              <w:t>73.7</w:t>
            </w:r>
          </w:p>
        </w:tc>
        <w:tc>
          <w:tcPr>
            <w:tcW w:w="870" w:type="dxa"/>
            <w:tcBorders>
              <w:bottom w:val="single" w:sz="4" w:space="0" w:color="auto"/>
            </w:tcBorders>
          </w:tcPr>
          <w:p w:rsidR="001457FB" w:rsidRPr="008E7459" w:rsidRDefault="001457FB" w:rsidP="005D1B67">
            <w:pPr>
              <w:pStyle w:val="TableColumnHeading"/>
              <w:spacing w:before="0" w:after="40"/>
              <w:ind w:right="0"/>
              <w:rPr>
                <w:b/>
                <w:i w:val="0"/>
              </w:rPr>
            </w:pPr>
            <w:r w:rsidRPr="008E7459">
              <w:rPr>
                <w:b/>
                <w:i w:val="0"/>
              </w:rPr>
              <w:t>65.1</w:t>
            </w:r>
          </w:p>
        </w:tc>
      </w:tr>
    </w:tbl>
    <w:p w:rsidR="000C5B62" w:rsidRPr="008E7459" w:rsidRDefault="0026369A" w:rsidP="0034459C">
      <w:pPr>
        <w:pStyle w:val="Note"/>
      </w:pPr>
      <w:r w:rsidRPr="008E7459">
        <w:rPr>
          <w:rStyle w:val="NoteLabel"/>
        </w:rPr>
        <w:t>a</w:t>
      </w:r>
      <w:r w:rsidRPr="008E7459">
        <w:sym w:font="Symbol" w:char="F020"/>
      </w:r>
      <w:r w:rsidR="00946153" w:rsidRPr="008E7459">
        <w:t xml:space="preserve">Students enrolled in special schools are included, with special school students of primary school age and/or year level included in the primary figures and those of secondary school age and/or </w:t>
      </w:r>
      <w:r w:rsidR="00CF61D9" w:rsidRPr="008E7459">
        <w:t xml:space="preserve">year </w:t>
      </w:r>
      <w:r w:rsidR="00946153" w:rsidRPr="008E7459">
        <w:t>level included in the secondary figures</w:t>
      </w:r>
      <w:r w:rsidR="00B630D7" w:rsidRPr="008E7459">
        <w:t xml:space="preserve">. </w:t>
      </w:r>
    </w:p>
    <w:p w:rsidR="0026369A" w:rsidRPr="008E7459" w:rsidRDefault="0026369A" w:rsidP="0034459C">
      <w:pPr>
        <w:pStyle w:val="Note"/>
      </w:pPr>
      <w:r w:rsidRPr="008E7459">
        <w:rPr>
          <w:i/>
        </w:rPr>
        <w:t>Source</w:t>
      </w:r>
      <w:r w:rsidRPr="008E7459">
        <w:t>: ABS (201</w:t>
      </w:r>
      <w:r w:rsidR="007C1AFE" w:rsidRPr="008E7459">
        <w:t>3</w:t>
      </w:r>
      <w:r w:rsidRPr="008E7459">
        <w:t xml:space="preserve"> and unpublished) </w:t>
      </w:r>
      <w:r w:rsidR="007C1AFE" w:rsidRPr="008E7459">
        <w:rPr>
          <w:i/>
        </w:rPr>
        <w:t>Schools Australia, 2012</w:t>
      </w:r>
      <w:r w:rsidR="0034459C" w:rsidRPr="008E7459">
        <w:t xml:space="preserve">, Cat. no. 4221.0; table NEA.c.2. </w:t>
      </w:r>
    </w:p>
    <w:p w:rsidR="000C5178" w:rsidRPr="008E7459" w:rsidRDefault="000C5178" w:rsidP="00FF7ED9">
      <w:pPr>
        <w:pStyle w:val="Heading4"/>
      </w:pPr>
      <w:r w:rsidRPr="008E7459">
        <w:t xml:space="preserve">Number of students enrolled in </w:t>
      </w:r>
      <w:r w:rsidR="00EA4F32" w:rsidRPr="008E7459">
        <w:t xml:space="preserve">VET in </w:t>
      </w:r>
      <w:r w:rsidRPr="008E7459">
        <w:t>school</w:t>
      </w:r>
      <w:r w:rsidR="00EA4F32" w:rsidRPr="008E7459">
        <w:t>s</w:t>
      </w:r>
    </w:p>
    <w:p w:rsidR="0026369A" w:rsidRPr="008E7459" w:rsidRDefault="0026369A" w:rsidP="0026369A">
      <w:pPr>
        <w:pStyle w:val="BodyText"/>
      </w:pPr>
      <w:r w:rsidRPr="008E7459">
        <w:t xml:space="preserve">A student is counted as undertaking VET </w:t>
      </w:r>
      <w:r w:rsidR="006233FE" w:rsidRPr="008E7459">
        <w:t xml:space="preserve">in school </w:t>
      </w:r>
      <w:r w:rsidRPr="008E7459">
        <w:t>if completion of a unit of study undertaken as part of a senior secondary certificate provides credit towards a recognised VET credential within the Australian Qualifications Framework (AQF) (NCVER 2010).</w:t>
      </w:r>
    </w:p>
    <w:p w:rsidR="0026369A" w:rsidRPr="008E7459" w:rsidRDefault="0026369A" w:rsidP="0026369A">
      <w:pPr>
        <w:pStyle w:val="BodyText"/>
      </w:pPr>
      <w:r w:rsidRPr="008E7459">
        <w:t xml:space="preserve">The most recent data on the number of students enrolled in VET in schools </w:t>
      </w:r>
      <w:r w:rsidR="005D4241" w:rsidRPr="008E7459">
        <w:t>are</w:t>
      </w:r>
      <w:r w:rsidR="00B86D20" w:rsidRPr="008E7459">
        <w:t xml:space="preserve"> for the 2011</w:t>
      </w:r>
      <w:r w:rsidRPr="008E7459">
        <w:t xml:space="preserve"> school year (table</w:t>
      </w:r>
      <w:r w:rsidR="00DE694D" w:rsidRPr="008E7459">
        <w:t> </w:t>
      </w:r>
      <w:r w:rsidR="002A66B3" w:rsidRPr="008E7459">
        <w:fldChar w:fldCharType="begin"/>
      </w:r>
      <w:r w:rsidR="002A66B3" w:rsidRPr="008E7459">
        <w:instrText xml:space="preserve"> LINK </w:instrText>
      </w:r>
      <w:r w:rsidR="0064660B" w:rsidRPr="008E7459">
        <w:instrText xml:space="preserve">Word.Document.12 "\\\\mel_1\\groups\\Monitor\\09 National Agreement Report\\02 NAR Report WIP\\2011 NAR Report - Ed and training\\2011 NAR Second Draft\\NEA\\NEA second draft.docx" OLE_LINK9 </w:instrText>
      </w:r>
      <w:r w:rsidR="002A66B3" w:rsidRPr="008E7459">
        <w:instrText xml:space="preserve">\a \t </w:instrText>
      </w:r>
      <w:r w:rsidR="002A66B3" w:rsidRPr="008E7459">
        <w:fldChar w:fldCharType="separate"/>
      </w:r>
      <w:r w:rsidR="0064660B" w:rsidRPr="008E7459">
        <w:t>5</w:t>
      </w:r>
      <w:r w:rsidR="002A66B3" w:rsidRPr="008E7459">
        <w:fldChar w:fldCharType="end"/>
      </w:r>
      <w:r w:rsidRPr="008E7459">
        <w:t>).</w:t>
      </w:r>
    </w:p>
    <w:p w:rsidR="0026369A" w:rsidRPr="008E7459" w:rsidRDefault="0026369A" w:rsidP="0026369A">
      <w:pPr>
        <w:pStyle w:val="TableTitle"/>
        <w:rPr>
          <w:rStyle w:val="BodyTextChar"/>
        </w:rPr>
      </w:pPr>
      <w:r w:rsidRPr="008E7459">
        <w:rPr>
          <w:b w:val="0"/>
        </w:rPr>
        <w:t xml:space="preserve">Table </w:t>
      </w:r>
      <w:bookmarkStart w:id="11" w:name="OLE_LINK9"/>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5</w:t>
      </w:r>
      <w:r w:rsidRPr="008E7459">
        <w:rPr>
          <w:b w:val="0"/>
        </w:rPr>
        <w:fldChar w:fldCharType="end"/>
      </w:r>
      <w:bookmarkEnd w:id="11"/>
      <w:r w:rsidRPr="008E7459">
        <w:tab/>
        <w:t xml:space="preserve">Total VET in schools </w:t>
      </w:r>
      <w:r w:rsidR="00B86D20" w:rsidRPr="008E7459">
        <w:t>students, 2011</w:t>
      </w:r>
      <w:r w:rsidRPr="008E7459">
        <w:t xml:space="preserve"> (‘000)</w:t>
      </w:r>
      <w:r w:rsidRPr="008E7459">
        <w:rPr>
          <w:rStyle w:val="NoteLabel"/>
          <w:b/>
        </w:rPr>
        <w:t>a</w:t>
      </w:r>
      <w:r w:rsidR="004F158C" w:rsidRPr="008E7459">
        <w:rPr>
          <w:rStyle w:val="NoteLabel"/>
          <w:b/>
        </w:rPr>
        <w:t>, b</w:t>
      </w:r>
    </w:p>
    <w:tbl>
      <w:tblPr>
        <w:tblW w:w="8790" w:type="dxa"/>
        <w:tblLayout w:type="fixed"/>
        <w:tblCellMar>
          <w:left w:w="0" w:type="dxa"/>
          <w:right w:w="0" w:type="dxa"/>
        </w:tblCellMar>
        <w:tblLook w:val="0000" w:firstRow="0" w:lastRow="0" w:firstColumn="0" w:lastColumn="0" w:noHBand="0" w:noVBand="0"/>
      </w:tblPr>
      <w:tblGrid>
        <w:gridCol w:w="1800"/>
        <w:gridCol w:w="900"/>
        <w:gridCol w:w="720"/>
        <w:gridCol w:w="975"/>
        <w:gridCol w:w="708"/>
        <w:gridCol w:w="709"/>
        <w:gridCol w:w="709"/>
        <w:gridCol w:w="709"/>
        <w:gridCol w:w="708"/>
        <w:gridCol w:w="852"/>
      </w:tblGrid>
      <w:tr w:rsidR="0026369A" w:rsidRPr="008E7459" w:rsidTr="0026369A">
        <w:tc>
          <w:tcPr>
            <w:tcW w:w="1800" w:type="dxa"/>
            <w:tcBorders>
              <w:top w:val="single" w:sz="6" w:space="0" w:color="auto"/>
              <w:bottom w:val="single" w:sz="4" w:space="0" w:color="auto"/>
            </w:tcBorders>
            <w:shd w:val="clear" w:color="auto" w:fill="auto"/>
          </w:tcPr>
          <w:p w:rsidR="0026369A" w:rsidRPr="008E7459" w:rsidRDefault="0026369A" w:rsidP="0026369A">
            <w:pPr>
              <w:pStyle w:val="TableColumnHeading"/>
              <w:jc w:val="left"/>
            </w:pPr>
          </w:p>
        </w:tc>
        <w:tc>
          <w:tcPr>
            <w:tcW w:w="900" w:type="dxa"/>
            <w:tcBorders>
              <w:top w:val="single" w:sz="6" w:space="0" w:color="auto"/>
              <w:bottom w:val="single" w:sz="4" w:space="0" w:color="auto"/>
            </w:tcBorders>
            <w:shd w:val="clear" w:color="auto" w:fill="auto"/>
          </w:tcPr>
          <w:p w:rsidR="0026369A" w:rsidRPr="008E7459" w:rsidRDefault="0026369A" w:rsidP="00017836">
            <w:pPr>
              <w:pStyle w:val="TableColumnHeading"/>
            </w:pPr>
            <w:r w:rsidRPr="008E7459">
              <w:t>NSW</w:t>
            </w:r>
          </w:p>
        </w:tc>
        <w:tc>
          <w:tcPr>
            <w:tcW w:w="720" w:type="dxa"/>
            <w:tcBorders>
              <w:top w:val="single" w:sz="6" w:space="0" w:color="auto"/>
              <w:bottom w:val="single" w:sz="4" w:space="0" w:color="auto"/>
            </w:tcBorders>
            <w:shd w:val="clear" w:color="auto" w:fill="auto"/>
          </w:tcPr>
          <w:p w:rsidR="0026369A" w:rsidRPr="008E7459" w:rsidRDefault="0026369A" w:rsidP="00017836">
            <w:pPr>
              <w:pStyle w:val="TableColumnHeading"/>
            </w:pPr>
            <w:r w:rsidRPr="008E7459">
              <w:t>Vic</w:t>
            </w:r>
          </w:p>
        </w:tc>
        <w:tc>
          <w:tcPr>
            <w:tcW w:w="975" w:type="dxa"/>
            <w:tcBorders>
              <w:top w:val="single" w:sz="6" w:space="0" w:color="auto"/>
              <w:bottom w:val="single" w:sz="4" w:space="0" w:color="auto"/>
            </w:tcBorders>
            <w:shd w:val="clear" w:color="auto" w:fill="auto"/>
          </w:tcPr>
          <w:p w:rsidR="0026369A" w:rsidRPr="008E7459" w:rsidRDefault="0026369A" w:rsidP="00017836">
            <w:pPr>
              <w:pStyle w:val="TableColumnHeading"/>
            </w:pPr>
            <w:r w:rsidRPr="008E7459">
              <w:t>Qld</w:t>
            </w:r>
          </w:p>
        </w:tc>
        <w:tc>
          <w:tcPr>
            <w:tcW w:w="708" w:type="dxa"/>
            <w:tcBorders>
              <w:top w:val="single" w:sz="6" w:space="0" w:color="auto"/>
              <w:bottom w:val="single" w:sz="4" w:space="0" w:color="auto"/>
            </w:tcBorders>
            <w:shd w:val="clear" w:color="auto" w:fill="auto"/>
          </w:tcPr>
          <w:p w:rsidR="0026369A" w:rsidRPr="008E7459" w:rsidRDefault="0026369A" w:rsidP="00017836">
            <w:pPr>
              <w:pStyle w:val="TableColumnHeading"/>
            </w:pPr>
            <w:r w:rsidRPr="008E7459">
              <w:t>WA</w:t>
            </w:r>
          </w:p>
        </w:tc>
        <w:tc>
          <w:tcPr>
            <w:tcW w:w="709" w:type="dxa"/>
            <w:tcBorders>
              <w:top w:val="single" w:sz="6" w:space="0" w:color="auto"/>
              <w:bottom w:val="single" w:sz="4" w:space="0" w:color="auto"/>
            </w:tcBorders>
            <w:shd w:val="clear" w:color="auto" w:fill="auto"/>
          </w:tcPr>
          <w:p w:rsidR="0026369A" w:rsidRPr="008E7459" w:rsidRDefault="0026369A" w:rsidP="00017836">
            <w:pPr>
              <w:pStyle w:val="TableColumnHeading"/>
            </w:pPr>
            <w:r w:rsidRPr="008E7459">
              <w:t>SA</w:t>
            </w:r>
          </w:p>
        </w:tc>
        <w:tc>
          <w:tcPr>
            <w:tcW w:w="709" w:type="dxa"/>
            <w:tcBorders>
              <w:top w:val="single" w:sz="6" w:space="0" w:color="auto"/>
              <w:bottom w:val="single" w:sz="4" w:space="0" w:color="auto"/>
            </w:tcBorders>
            <w:shd w:val="clear" w:color="auto" w:fill="auto"/>
          </w:tcPr>
          <w:p w:rsidR="0026369A" w:rsidRPr="008E7459" w:rsidRDefault="0026369A" w:rsidP="00017836">
            <w:pPr>
              <w:pStyle w:val="TableColumnHeading"/>
            </w:pPr>
            <w:r w:rsidRPr="008E7459">
              <w:t>Tas</w:t>
            </w:r>
          </w:p>
        </w:tc>
        <w:tc>
          <w:tcPr>
            <w:tcW w:w="709" w:type="dxa"/>
            <w:tcBorders>
              <w:top w:val="single" w:sz="6" w:space="0" w:color="auto"/>
              <w:bottom w:val="single" w:sz="4" w:space="0" w:color="auto"/>
            </w:tcBorders>
            <w:shd w:val="clear" w:color="auto" w:fill="auto"/>
          </w:tcPr>
          <w:p w:rsidR="0026369A" w:rsidRPr="008E7459" w:rsidRDefault="0026369A" w:rsidP="00017836">
            <w:pPr>
              <w:pStyle w:val="TableColumnHeading"/>
            </w:pPr>
            <w:r w:rsidRPr="008E7459">
              <w:t>ACT</w:t>
            </w:r>
          </w:p>
        </w:tc>
        <w:tc>
          <w:tcPr>
            <w:tcW w:w="708" w:type="dxa"/>
            <w:tcBorders>
              <w:top w:val="single" w:sz="6" w:space="0" w:color="auto"/>
              <w:bottom w:val="single" w:sz="4" w:space="0" w:color="auto"/>
            </w:tcBorders>
            <w:shd w:val="clear" w:color="auto" w:fill="auto"/>
          </w:tcPr>
          <w:p w:rsidR="0026369A" w:rsidRPr="008E7459" w:rsidRDefault="0026369A" w:rsidP="00017836">
            <w:pPr>
              <w:pStyle w:val="TableColumnHeading"/>
            </w:pPr>
            <w:r w:rsidRPr="008E7459">
              <w:t>NT</w:t>
            </w:r>
          </w:p>
        </w:tc>
        <w:tc>
          <w:tcPr>
            <w:tcW w:w="852" w:type="dxa"/>
            <w:tcBorders>
              <w:top w:val="single" w:sz="6" w:space="0" w:color="auto"/>
              <w:bottom w:val="single" w:sz="4" w:space="0" w:color="auto"/>
            </w:tcBorders>
            <w:shd w:val="clear" w:color="auto" w:fill="auto"/>
          </w:tcPr>
          <w:p w:rsidR="0026369A" w:rsidRPr="008E7459" w:rsidRDefault="0026369A" w:rsidP="0026369A">
            <w:pPr>
              <w:pStyle w:val="TableColumnHeading"/>
              <w:ind w:right="0"/>
              <w:rPr>
                <w:i w:val="0"/>
              </w:rPr>
            </w:pPr>
            <w:r w:rsidRPr="008E7459">
              <w:t>Aust</w:t>
            </w:r>
          </w:p>
        </w:tc>
      </w:tr>
      <w:tr w:rsidR="00B86D20" w:rsidRPr="008E7459" w:rsidTr="0034459C">
        <w:trPr>
          <w:trHeight w:val="271"/>
        </w:trPr>
        <w:tc>
          <w:tcPr>
            <w:tcW w:w="1800" w:type="dxa"/>
            <w:tcBorders>
              <w:bottom w:val="single" w:sz="6" w:space="0" w:color="auto"/>
            </w:tcBorders>
            <w:shd w:val="clear" w:color="auto" w:fill="auto"/>
          </w:tcPr>
          <w:p w:rsidR="00B86D20" w:rsidRPr="008E7459" w:rsidRDefault="00B86D20" w:rsidP="0034459C">
            <w:pPr>
              <w:pStyle w:val="TableBodyText"/>
              <w:jc w:val="left"/>
            </w:pPr>
            <w:r w:rsidRPr="008E7459">
              <w:t>Number</w:t>
            </w:r>
          </w:p>
        </w:tc>
        <w:tc>
          <w:tcPr>
            <w:tcW w:w="900" w:type="dxa"/>
            <w:tcBorders>
              <w:bottom w:val="single" w:sz="6" w:space="0" w:color="auto"/>
            </w:tcBorders>
            <w:shd w:val="clear" w:color="auto" w:fill="auto"/>
          </w:tcPr>
          <w:p w:rsidR="00B86D20" w:rsidRPr="008E7459" w:rsidRDefault="00B86D20" w:rsidP="0034459C">
            <w:pPr>
              <w:pStyle w:val="TableBodyText"/>
            </w:pPr>
            <w:r w:rsidRPr="008E7459">
              <w:t>64.4</w:t>
            </w:r>
          </w:p>
        </w:tc>
        <w:tc>
          <w:tcPr>
            <w:tcW w:w="720" w:type="dxa"/>
            <w:tcBorders>
              <w:bottom w:val="single" w:sz="6" w:space="0" w:color="auto"/>
            </w:tcBorders>
            <w:shd w:val="clear" w:color="auto" w:fill="auto"/>
          </w:tcPr>
          <w:p w:rsidR="00B86D20" w:rsidRPr="008E7459" w:rsidRDefault="00B86D20" w:rsidP="0034459C">
            <w:pPr>
              <w:pStyle w:val="TableBodyText"/>
            </w:pPr>
            <w:r w:rsidRPr="008E7459">
              <w:t>48.3</w:t>
            </w:r>
          </w:p>
        </w:tc>
        <w:tc>
          <w:tcPr>
            <w:tcW w:w="975" w:type="dxa"/>
            <w:tcBorders>
              <w:bottom w:val="single" w:sz="6" w:space="0" w:color="auto"/>
            </w:tcBorders>
            <w:shd w:val="clear" w:color="auto" w:fill="auto"/>
          </w:tcPr>
          <w:p w:rsidR="00B86D20" w:rsidRPr="008E7459" w:rsidRDefault="00B86D20" w:rsidP="0034459C">
            <w:pPr>
              <w:pStyle w:val="TableBodyText"/>
            </w:pPr>
            <w:r w:rsidRPr="008E7459">
              <w:t>87.3</w:t>
            </w:r>
          </w:p>
        </w:tc>
        <w:tc>
          <w:tcPr>
            <w:tcW w:w="708" w:type="dxa"/>
            <w:tcBorders>
              <w:bottom w:val="single" w:sz="6" w:space="0" w:color="auto"/>
            </w:tcBorders>
            <w:shd w:val="clear" w:color="auto" w:fill="auto"/>
          </w:tcPr>
          <w:p w:rsidR="00B86D20" w:rsidRPr="008E7459" w:rsidRDefault="00B86D20" w:rsidP="0034459C">
            <w:pPr>
              <w:pStyle w:val="TableBodyText"/>
            </w:pPr>
            <w:r w:rsidRPr="008E7459">
              <w:t>12.3</w:t>
            </w:r>
          </w:p>
        </w:tc>
        <w:tc>
          <w:tcPr>
            <w:tcW w:w="709" w:type="dxa"/>
            <w:tcBorders>
              <w:bottom w:val="single" w:sz="6" w:space="0" w:color="auto"/>
            </w:tcBorders>
            <w:shd w:val="clear" w:color="auto" w:fill="auto"/>
          </w:tcPr>
          <w:p w:rsidR="00B86D20" w:rsidRPr="008E7459" w:rsidRDefault="00B86D20" w:rsidP="0034459C">
            <w:pPr>
              <w:pStyle w:val="TableBodyText"/>
            </w:pPr>
            <w:r w:rsidRPr="008E7459">
              <w:t>25.6</w:t>
            </w:r>
          </w:p>
        </w:tc>
        <w:tc>
          <w:tcPr>
            <w:tcW w:w="709" w:type="dxa"/>
            <w:tcBorders>
              <w:bottom w:val="single" w:sz="6" w:space="0" w:color="auto"/>
            </w:tcBorders>
            <w:shd w:val="clear" w:color="auto" w:fill="auto"/>
          </w:tcPr>
          <w:p w:rsidR="00B86D20" w:rsidRPr="008E7459" w:rsidRDefault="00B86D20" w:rsidP="0034459C">
            <w:pPr>
              <w:pStyle w:val="TableBodyText"/>
            </w:pPr>
            <w:r w:rsidRPr="008E7459">
              <w:t>5.7</w:t>
            </w:r>
          </w:p>
        </w:tc>
        <w:tc>
          <w:tcPr>
            <w:tcW w:w="709" w:type="dxa"/>
            <w:tcBorders>
              <w:bottom w:val="single" w:sz="6" w:space="0" w:color="auto"/>
            </w:tcBorders>
            <w:shd w:val="clear" w:color="auto" w:fill="auto"/>
          </w:tcPr>
          <w:p w:rsidR="00B86D20" w:rsidRPr="008E7459" w:rsidRDefault="00B86D20" w:rsidP="0034459C">
            <w:pPr>
              <w:pStyle w:val="TableBodyText"/>
            </w:pPr>
            <w:r w:rsidRPr="008E7459">
              <w:t>1.9</w:t>
            </w:r>
          </w:p>
        </w:tc>
        <w:tc>
          <w:tcPr>
            <w:tcW w:w="708" w:type="dxa"/>
            <w:tcBorders>
              <w:bottom w:val="single" w:sz="6" w:space="0" w:color="auto"/>
            </w:tcBorders>
            <w:shd w:val="clear" w:color="auto" w:fill="auto"/>
          </w:tcPr>
          <w:p w:rsidR="00B86D20" w:rsidRPr="008E7459" w:rsidRDefault="00B86D20" w:rsidP="0034459C">
            <w:pPr>
              <w:pStyle w:val="TableBodyText"/>
            </w:pPr>
            <w:r w:rsidRPr="008E7459">
              <w:t>4.0</w:t>
            </w:r>
          </w:p>
        </w:tc>
        <w:tc>
          <w:tcPr>
            <w:tcW w:w="852" w:type="dxa"/>
            <w:tcBorders>
              <w:bottom w:val="single" w:sz="6" w:space="0" w:color="auto"/>
            </w:tcBorders>
            <w:shd w:val="clear" w:color="auto" w:fill="auto"/>
          </w:tcPr>
          <w:p w:rsidR="00B86D20" w:rsidRPr="008E7459" w:rsidRDefault="00B86D20" w:rsidP="0034459C">
            <w:pPr>
              <w:pStyle w:val="TableBodyText"/>
              <w:ind w:right="28"/>
            </w:pPr>
            <w:r w:rsidRPr="008E7459">
              <w:t>249.4</w:t>
            </w:r>
          </w:p>
        </w:tc>
      </w:tr>
    </w:tbl>
    <w:p w:rsidR="0026369A" w:rsidRPr="008E7459" w:rsidRDefault="0026369A" w:rsidP="0026369A">
      <w:pPr>
        <w:pStyle w:val="Note"/>
        <w:rPr>
          <w:rFonts w:ascii="Times New Roman" w:hAnsi="Times New Roman"/>
          <w:sz w:val="26"/>
        </w:rPr>
      </w:pPr>
      <w:r w:rsidRPr="008E7459">
        <w:rPr>
          <w:rStyle w:val="NoteLabel"/>
        </w:rPr>
        <w:t xml:space="preserve">a </w:t>
      </w:r>
      <w:r w:rsidRPr="008E7459">
        <w:t>Data in this table may not be comparable to data for previous y</w:t>
      </w:r>
      <w:r w:rsidR="00CE44B1" w:rsidRPr="008E7459">
        <w:t>ears due to compilation issues.</w:t>
      </w:r>
      <w:r w:rsidR="004F158C" w:rsidRPr="008E7459">
        <w:rPr>
          <w:rStyle w:val="NoteLabel"/>
        </w:rPr>
        <w:t xml:space="preserve"> b</w:t>
      </w:r>
      <w:r w:rsidR="004F158C" w:rsidRPr="008E7459">
        <w:t xml:space="preserve"> Data may not be comparable across states and territories due to differences in the implementation of VET in Schools programs and data compilation issues. </w:t>
      </w:r>
    </w:p>
    <w:p w:rsidR="0026369A" w:rsidRPr="008E7459" w:rsidRDefault="00413E33" w:rsidP="0026369A">
      <w:pPr>
        <w:pStyle w:val="Source"/>
      </w:pPr>
      <w:r w:rsidRPr="008E7459">
        <w:rPr>
          <w:i/>
        </w:rPr>
        <w:t>Source</w:t>
      </w:r>
      <w:r w:rsidR="0026369A" w:rsidRPr="008E7459">
        <w:t xml:space="preserve">: </w:t>
      </w:r>
      <w:r w:rsidR="00863CA2" w:rsidRPr="008E7459">
        <w:t>NCVER </w:t>
      </w:r>
      <w:r w:rsidR="00391FE7" w:rsidRPr="008E7459">
        <w:t>2012</w:t>
      </w:r>
      <w:r w:rsidR="00391FE7" w:rsidRPr="008E7459">
        <w:rPr>
          <w:i/>
        </w:rPr>
        <w:t>, Australian vocational education and trai</w:t>
      </w:r>
      <w:r w:rsidR="00863CA2" w:rsidRPr="008E7459">
        <w:rPr>
          <w:i/>
        </w:rPr>
        <w:t>ning statistics: VET in Schools </w:t>
      </w:r>
      <w:r w:rsidR="00391FE7" w:rsidRPr="008E7459">
        <w:rPr>
          <w:i/>
        </w:rPr>
        <w:t>2011 data tables Australia</w:t>
      </w:r>
      <w:r w:rsidR="00391FE7" w:rsidRPr="008E7459">
        <w:t>, NCVER Adelaide.</w:t>
      </w:r>
    </w:p>
    <w:p w:rsidR="000A54DF" w:rsidRPr="008E7459" w:rsidRDefault="000A54DF" w:rsidP="000A54DF">
      <w:pPr>
        <w:pStyle w:val="Heading4"/>
      </w:pPr>
      <w:r w:rsidRPr="008E7459">
        <w:lastRenderedPageBreak/>
        <w:t>Special needs groups</w:t>
      </w:r>
    </w:p>
    <w:p w:rsidR="004860DF" w:rsidRPr="008E7459" w:rsidRDefault="004860DF" w:rsidP="0082251B">
      <w:pPr>
        <w:pStyle w:val="BodyText"/>
      </w:pPr>
      <w:r w:rsidRPr="008E7459">
        <w:t xml:space="preserve">The NEA explicitly identifies </w:t>
      </w:r>
      <w:r w:rsidR="00DD7A56" w:rsidRPr="008E7459">
        <w:t xml:space="preserve">the number of </w:t>
      </w:r>
      <w:r w:rsidRPr="008E7459">
        <w:t xml:space="preserve">students from low SES schools and Indigenous students as outputs. Other </w:t>
      </w:r>
      <w:r w:rsidR="006233FE" w:rsidRPr="008E7459">
        <w:t xml:space="preserve">reports have identified additional </w:t>
      </w:r>
      <w:r w:rsidRPr="008E7459">
        <w:t xml:space="preserve">groups of students </w:t>
      </w:r>
      <w:r w:rsidR="006233FE" w:rsidRPr="008E7459">
        <w:t>with</w:t>
      </w:r>
      <w:r w:rsidRPr="008E7459">
        <w:t xml:space="preserve"> special needs, including:</w:t>
      </w:r>
    </w:p>
    <w:p w:rsidR="004860DF" w:rsidRPr="008E7459" w:rsidRDefault="004860DF" w:rsidP="004860DF">
      <w:pPr>
        <w:pStyle w:val="ListBullet"/>
      </w:pPr>
      <w:r w:rsidRPr="008E7459">
        <w:t>students from language backgrounds other than English (LBOTE)</w:t>
      </w:r>
    </w:p>
    <w:p w:rsidR="004860DF" w:rsidRPr="008E7459" w:rsidRDefault="004860DF" w:rsidP="004860DF">
      <w:pPr>
        <w:pStyle w:val="ListBullet"/>
      </w:pPr>
      <w:r w:rsidRPr="008E7459">
        <w:t>students with disabilities</w:t>
      </w:r>
    </w:p>
    <w:p w:rsidR="004860DF" w:rsidRPr="008E7459" w:rsidRDefault="004860DF" w:rsidP="004860DF">
      <w:pPr>
        <w:pStyle w:val="ListBullet"/>
      </w:pPr>
      <w:r w:rsidRPr="008E7459">
        <w:t>geographically remote students</w:t>
      </w:r>
      <w:r w:rsidR="0077442B" w:rsidRPr="008E7459">
        <w:t xml:space="preserve"> (see SCRGSP </w:t>
      </w:r>
      <w:r w:rsidR="002B5972" w:rsidRPr="008E7459">
        <w:t>[201</w:t>
      </w:r>
      <w:r w:rsidR="006E2221" w:rsidRPr="008E7459">
        <w:t>3</w:t>
      </w:r>
      <w:r w:rsidR="002B5972" w:rsidRPr="008E7459">
        <w:t>]</w:t>
      </w:r>
      <w:r w:rsidRPr="008E7459">
        <w:t xml:space="preserve"> chapter</w:t>
      </w:r>
      <w:r w:rsidR="00DE694D" w:rsidRPr="008E7459">
        <w:t> </w:t>
      </w:r>
      <w:r w:rsidRPr="008E7459">
        <w:t>4).</w:t>
      </w:r>
    </w:p>
    <w:p w:rsidR="004860DF" w:rsidRPr="008E7459" w:rsidRDefault="004860DF" w:rsidP="004860DF">
      <w:pPr>
        <w:pStyle w:val="BodyText"/>
      </w:pPr>
      <w:r w:rsidRPr="008E7459">
        <w:t>This section provides contextual information on the proportions of Indigenous students, LBOTE students, students with disabilities and students who are geographically remote in each jurisdiction. Care needs to be taken in interpreting this information, as definitions of special needs students may differ across states and territories.</w:t>
      </w:r>
    </w:p>
    <w:p w:rsidR="004860DF" w:rsidRPr="008E7459" w:rsidRDefault="004860DF" w:rsidP="007A15BD">
      <w:pPr>
        <w:pStyle w:val="BodyText"/>
      </w:pPr>
      <w:r w:rsidRPr="008E7459">
        <w:t xml:space="preserve">Data currently are not available on </w:t>
      </w:r>
      <w:r w:rsidRPr="008E7459">
        <w:rPr>
          <w:i/>
        </w:rPr>
        <w:t>students</w:t>
      </w:r>
      <w:r w:rsidRPr="008E7459">
        <w:t xml:space="preserve"> from low SES backgrounds. The Australian Curriculum, Assessment and Reporting Authority (ACARA) has developed </w:t>
      </w:r>
      <w:r w:rsidR="00FE12FB" w:rsidRPr="008E7459">
        <w:t xml:space="preserve">the ICSEA — </w:t>
      </w:r>
      <w:r w:rsidRPr="008E7459">
        <w:t xml:space="preserve">a measure </w:t>
      </w:r>
      <w:r w:rsidR="00093D70" w:rsidRPr="008E7459">
        <w:t>of educational advantage</w:t>
      </w:r>
      <w:r w:rsidR="00FE12FB" w:rsidRPr="008E7459">
        <w:t>,</w:t>
      </w:r>
      <w:r w:rsidR="00093D70" w:rsidRPr="008E7459">
        <w:t xml:space="preserve"> </w:t>
      </w:r>
      <w:r w:rsidRPr="008E7459">
        <w:t>by which NAPLAN</w:t>
      </w:r>
      <w:r w:rsidR="002B5972" w:rsidRPr="008E7459">
        <w:t xml:space="preserve"> </w:t>
      </w:r>
      <w:r w:rsidRPr="008E7459">
        <w:t xml:space="preserve">data can be compared across </w:t>
      </w:r>
      <w:r w:rsidRPr="008E7459">
        <w:rPr>
          <w:i/>
        </w:rPr>
        <w:t>schools</w:t>
      </w:r>
      <w:r w:rsidR="00093D70" w:rsidRPr="008E7459">
        <w:t xml:space="preserve"> that serve students with similar backgrounds</w:t>
      </w:r>
      <w:r w:rsidR="0077442B" w:rsidRPr="008E7459">
        <w:t xml:space="preserve"> (ACARA </w:t>
      </w:r>
      <w:r w:rsidR="00E77758" w:rsidRPr="008E7459">
        <w:t>2011)</w:t>
      </w:r>
      <w:r w:rsidRPr="008E7459">
        <w:t>.</w:t>
      </w:r>
    </w:p>
    <w:p w:rsidR="000A54DF" w:rsidRPr="008E7459" w:rsidRDefault="000A54DF" w:rsidP="00F82D99">
      <w:pPr>
        <w:pStyle w:val="Heading5"/>
      </w:pPr>
      <w:r w:rsidRPr="008E7459">
        <w:t>Indigenous students</w:t>
      </w:r>
    </w:p>
    <w:p w:rsidR="00486EF3" w:rsidRPr="008E7459" w:rsidRDefault="00486EF3" w:rsidP="00F225AF">
      <w:pPr>
        <w:pStyle w:val="BodyText"/>
      </w:pPr>
      <w:r w:rsidRPr="008E7459">
        <w:t xml:space="preserve">The most recent data on the number of Indigenous students enrolled in school </w:t>
      </w:r>
      <w:r w:rsidR="005D4241" w:rsidRPr="008E7459">
        <w:t>are</w:t>
      </w:r>
      <w:r w:rsidRPr="008E7459">
        <w:t xml:space="preserve"> for the 20</w:t>
      </w:r>
      <w:r w:rsidR="00620962" w:rsidRPr="008E7459">
        <w:t>12</w:t>
      </w:r>
      <w:r w:rsidRPr="008E7459">
        <w:t xml:space="preserve"> school year (table</w:t>
      </w:r>
      <w:r w:rsidR="00DE694D" w:rsidRPr="008E7459">
        <w:t> </w:t>
      </w:r>
      <w:r w:rsidR="002A66B3" w:rsidRPr="008E7459">
        <w:fldChar w:fldCharType="begin"/>
      </w:r>
      <w:r w:rsidR="002A66B3" w:rsidRPr="008E7459">
        <w:instrText xml:space="preserve"> LINK </w:instrText>
      </w:r>
      <w:r w:rsidR="0064660B" w:rsidRPr="008E7459">
        <w:instrText xml:space="preserve">Word.Document.12 "\\\\mel_1\\groups\\Monitor\\09 National Agreement Report\\02 NAR Report WIP\\2011 NAR Report - Ed and training\\2011 NAR Second Draft\\NEA\\NEA second draft.docx" OLE_LINK10 </w:instrText>
      </w:r>
      <w:r w:rsidR="002A66B3" w:rsidRPr="008E7459">
        <w:instrText xml:space="preserve">\a \t </w:instrText>
      </w:r>
      <w:r w:rsidR="002A66B3" w:rsidRPr="008E7459">
        <w:fldChar w:fldCharType="separate"/>
      </w:r>
      <w:r w:rsidR="0064660B" w:rsidRPr="008E7459">
        <w:t>6</w:t>
      </w:r>
      <w:r w:rsidR="002A66B3" w:rsidRPr="008E7459">
        <w:fldChar w:fldCharType="end"/>
      </w:r>
      <w:r w:rsidRPr="008E7459">
        <w:t>).</w:t>
      </w:r>
    </w:p>
    <w:p w:rsidR="0026369A" w:rsidRPr="008E7459" w:rsidRDefault="0026369A" w:rsidP="0082251B">
      <w:pPr>
        <w:pStyle w:val="TableTitle"/>
      </w:pPr>
      <w:r w:rsidRPr="008E7459">
        <w:rPr>
          <w:b w:val="0"/>
        </w:rPr>
        <w:t xml:space="preserve">Table </w:t>
      </w:r>
      <w:bookmarkStart w:id="12" w:name="OLE_LINK10"/>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6</w:t>
      </w:r>
      <w:r w:rsidRPr="008E7459">
        <w:rPr>
          <w:b w:val="0"/>
        </w:rPr>
        <w:fldChar w:fldCharType="end"/>
      </w:r>
      <w:bookmarkEnd w:id="12"/>
      <w:r w:rsidRPr="008E7459">
        <w:tab/>
        <w:t>Number and proportion of Indigenous students enrolled in school, by school sector, 201</w:t>
      </w:r>
      <w:r w:rsidR="00620962" w:rsidRPr="008E7459">
        <w:t>2</w:t>
      </w:r>
      <w:r w:rsidRPr="008E7459">
        <w:rPr>
          <w:rStyle w:val="NoteLabel"/>
          <w:b/>
        </w:rPr>
        <w:t>a, b</w:t>
      </w:r>
    </w:p>
    <w:tbl>
      <w:tblPr>
        <w:tblW w:w="8790" w:type="dxa"/>
        <w:tblLayout w:type="fixed"/>
        <w:tblCellMar>
          <w:left w:w="0" w:type="dxa"/>
          <w:right w:w="0" w:type="dxa"/>
        </w:tblCellMar>
        <w:tblLook w:val="0000" w:firstRow="0" w:lastRow="0" w:firstColumn="0" w:lastColumn="0" w:noHBand="0" w:noVBand="0"/>
      </w:tblPr>
      <w:tblGrid>
        <w:gridCol w:w="2852"/>
        <w:gridCol w:w="659"/>
        <w:gridCol w:w="659"/>
        <w:gridCol w:w="660"/>
        <w:gridCol w:w="660"/>
        <w:gridCol w:w="660"/>
        <w:gridCol w:w="660"/>
        <w:gridCol w:w="660"/>
        <w:gridCol w:w="660"/>
        <w:gridCol w:w="660"/>
      </w:tblGrid>
      <w:tr w:rsidR="0026369A" w:rsidRPr="008E7459" w:rsidTr="00403829">
        <w:trPr>
          <w:trHeight w:val="251"/>
        </w:trPr>
        <w:tc>
          <w:tcPr>
            <w:tcW w:w="2852" w:type="dxa"/>
            <w:tcBorders>
              <w:top w:val="single" w:sz="6" w:space="0" w:color="auto"/>
              <w:bottom w:val="single" w:sz="4" w:space="0" w:color="auto"/>
            </w:tcBorders>
            <w:shd w:val="clear" w:color="auto" w:fill="auto"/>
          </w:tcPr>
          <w:p w:rsidR="0026369A" w:rsidRPr="008E7459" w:rsidRDefault="0026369A" w:rsidP="0026369A">
            <w:pPr>
              <w:pStyle w:val="TableColumnHeading"/>
              <w:jc w:val="left"/>
            </w:pPr>
          </w:p>
        </w:tc>
        <w:tc>
          <w:tcPr>
            <w:tcW w:w="659" w:type="dxa"/>
            <w:tcBorders>
              <w:top w:val="single" w:sz="6" w:space="0" w:color="auto"/>
              <w:bottom w:val="single" w:sz="4" w:space="0" w:color="auto"/>
            </w:tcBorders>
            <w:shd w:val="clear" w:color="auto" w:fill="auto"/>
          </w:tcPr>
          <w:p w:rsidR="0026369A" w:rsidRPr="008E7459" w:rsidRDefault="0026369A" w:rsidP="0026369A">
            <w:pPr>
              <w:pStyle w:val="TableColumnHeading"/>
            </w:pPr>
            <w:r w:rsidRPr="008E7459">
              <w:t>NSW</w:t>
            </w:r>
          </w:p>
        </w:tc>
        <w:tc>
          <w:tcPr>
            <w:tcW w:w="659" w:type="dxa"/>
            <w:tcBorders>
              <w:top w:val="single" w:sz="6" w:space="0" w:color="auto"/>
              <w:bottom w:val="single" w:sz="4" w:space="0" w:color="auto"/>
            </w:tcBorders>
            <w:shd w:val="clear" w:color="auto" w:fill="auto"/>
          </w:tcPr>
          <w:p w:rsidR="0026369A" w:rsidRPr="008E7459" w:rsidRDefault="0026369A" w:rsidP="0026369A">
            <w:pPr>
              <w:pStyle w:val="TableColumnHeading"/>
            </w:pPr>
            <w:r w:rsidRPr="008E7459">
              <w:t>Vic</w:t>
            </w:r>
          </w:p>
        </w:tc>
        <w:tc>
          <w:tcPr>
            <w:tcW w:w="660" w:type="dxa"/>
            <w:tcBorders>
              <w:top w:val="single" w:sz="6" w:space="0" w:color="auto"/>
              <w:bottom w:val="single" w:sz="4" w:space="0" w:color="auto"/>
            </w:tcBorders>
            <w:shd w:val="clear" w:color="auto" w:fill="auto"/>
          </w:tcPr>
          <w:p w:rsidR="0026369A" w:rsidRPr="008E7459" w:rsidRDefault="0026369A" w:rsidP="0026369A">
            <w:pPr>
              <w:pStyle w:val="TableColumnHeading"/>
            </w:pPr>
            <w:r w:rsidRPr="008E7459">
              <w:t>Qld</w:t>
            </w:r>
          </w:p>
        </w:tc>
        <w:tc>
          <w:tcPr>
            <w:tcW w:w="660" w:type="dxa"/>
            <w:tcBorders>
              <w:top w:val="single" w:sz="6" w:space="0" w:color="auto"/>
              <w:bottom w:val="single" w:sz="4" w:space="0" w:color="auto"/>
            </w:tcBorders>
            <w:shd w:val="clear" w:color="auto" w:fill="auto"/>
          </w:tcPr>
          <w:p w:rsidR="0026369A" w:rsidRPr="008E7459" w:rsidRDefault="0026369A" w:rsidP="0026369A">
            <w:pPr>
              <w:pStyle w:val="TableColumnHeading"/>
            </w:pPr>
            <w:r w:rsidRPr="008E7459">
              <w:t>WA</w:t>
            </w:r>
          </w:p>
        </w:tc>
        <w:tc>
          <w:tcPr>
            <w:tcW w:w="660" w:type="dxa"/>
            <w:tcBorders>
              <w:top w:val="single" w:sz="6" w:space="0" w:color="auto"/>
              <w:bottom w:val="single" w:sz="4" w:space="0" w:color="auto"/>
            </w:tcBorders>
            <w:shd w:val="clear" w:color="auto" w:fill="auto"/>
          </w:tcPr>
          <w:p w:rsidR="0026369A" w:rsidRPr="008E7459" w:rsidRDefault="0026369A" w:rsidP="0026369A">
            <w:pPr>
              <w:pStyle w:val="TableColumnHeading"/>
            </w:pPr>
            <w:r w:rsidRPr="008E7459">
              <w:t>SA</w:t>
            </w:r>
          </w:p>
        </w:tc>
        <w:tc>
          <w:tcPr>
            <w:tcW w:w="660" w:type="dxa"/>
            <w:tcBorders>
              <w:top w:val="single" w:sz="6" w:space="0" w:color="auto"/>
              <w:bottom w:val="single" w:sz="4" w:space="0" w:color="auto"/>
            </w:tcBorders>
            <w:shd w:val="clear" w:color="auto" w:fill="auto"/>
          </w:tcPr>
          <w:p w:rsidR="0026369A" w:rsidRPr="008E7459" w:rsidRDefault="0026369A" w:rsidP="0026369A">
            <w:pPr>
              <w:pStyle w:val="TableColumnHeading"/>
            </w:pPr>
            <w:r w:rsidRPr="008E7459">
              <w:t>Tas</w:t>
            </w:r>
          </w:p>
        </w:tc>
        <w:tc>
          <w:tcPr>
            <w:tcW w:w="660" w:type="dxa"/>
            <w:tcBorders>
              <w:top w:val="single" w:sz="6" w:space="0" w:color="auto"/>
              <w:bottom w:val="single" w:sz="4" w:space="0" w:color="auto"/>
            </w:tcBorders>
            <w:shd w:val="clear" w:color="auto" w:fill="auto"/>
          </w:tcPr>
          <w:p w:rsidR="0026369A" w:rsidRPr="008E7459" w:rsidRDefault="0026369A" w:rsidP="0026369A">
            <w:pPr>
              <w:pStyle w:val="TableColumnHeading"/>
            </w:pPr>
            <w:r w:rsidRPr="008E7459">
              <w:t>ACT</w:t>
            </w:r>
          </w:p>
        </w:tc>
        <w:tc>
          <w:tcPr>
            <w:tcW w:w="660" w:type="dxa"/>
            <w:tcBorders>
              <w:top w:val="single" w:sz="6" w:space="0" w:color="auto"/>
              <w:bottom w:val="single" w:sz="4" w:space="0" w:color="auto"/>
            </w:tcBorders>
            <w:shd w:val="clear" w:color="auto" w:fill="auto"/>
          </w:tcPr>
          <w:p w:rsidR="0026369A" w:rsidRPr="008E7459" w:rsidRDefault="0026369A" w:rsidP="0026369A">
            <w:pPr>
              <w:pStyle w:val="TableColumnHeading"/>
            </w:pPr>
            <w:r w:rsidRPr="008E7459">
              <w:t>NT</w:t>
            </w:r>
          </w:p>
        </w:tc>
        <w:tc>
          <w:tcPr>
            <w:tcW w:w="660" w:type="dxa"/>
            <w:tcBorders>
              <w:top w:val="single" w:sz="6" w:space="0" w:color="auto"/>
              <w:bottom w:val="single" w:sz="4" w:space="0" w:color="auto"/>
            </w:tcBorders>
            <w:shd w:val="clear" w:color="auto" w:fill="auto"/>
          </w:tcPr>
          <w:p w:rsidR="0026369A" w:rsidRPr="008E7459" w:rsidRDefault="0026369A" w:rsidP="0026369A">
            <w:pPr>
              <w:pStyle w:val="TableColumnHeading"/>
              <w:ind w:right="0"/>
            </w:pPr>
            <w:r w:rsidRPr="008E7459">
              <w:t>Aust</w:t>
            </w:r>
          </w:p>
        </w:tc>
      </w:tr>
      <w:tr w:rsidR="0026369A" w:rsidRPr="008E7459" w:rsidTr="0026369A">
        <w:tc>
          <w:tcPr>
            <w:tcW w:w="7470" w:type="dxa"/>
            <w:gridSpan w:val="8"/>
            <w:tcBorders>
              <w:top w:val="single" w:sz="4" w:space="0" w:color="auto"/>
            </w:tcBorders>
          </w:tcPr>
          <w:p w:rsidR="0026369A" w:rsidRPr="008E7459" w:rsidRDefault="0026369A" w:rsidP="0026369A">
            <w:pPr>
              <w:pStyle w:val="TableBodyText"/>
              <w:spacing w:before="80"/>
              <w:jc w:val="left"/>
            </w:pPr>
            <w:r w:rsidRPr="008E7459">
              <w:t>Number of Indigenous students enrolled in school (‘000)</w:t>
            </w:r>
          </w:p>
        </w:tc>
        <w:tc>
          <w:tcPr>
            <w:tcW w:w="660" w:type="dxa"/>
            <w:tcBorders>
              <w:top w:val="single" w:sz="4" w:space="0" w:color="auto"/>
            </w:tcBorders>
            <w:shd w:val="clear" w:color="auto" w:fill="auto"/>
          </w:tcPr>
          <w:p w:rsidR="0026369A" w:rsidRPr="008E7459" w:rsidRDefault="0026369A" w:rsidP="0026369A">
            <w:pPr>
              <w:pStyle w:val="TableBodyText"/>
              <w:rPr>
                <w:b/>
              </w:rPr>
            </w:pPr>
          </w:p>
        </w:tc>
        <w:tc>
          <w:tcPr>
            <w:tcW w:w="660" w:type="dxa"/>
            <w:tcBorders>
              <w:top w:val="single" w:sz="4" w:space="0" w:color="auto"/>
            </w:tcBorders>
            <w:shd w:val="clear" w:color="auto" w:fill="auto"/>
          </w:tcPr>
          <w:p w:rsidR="0026369A" w:rsidRPr="008E7459" w:rsidRDefault="0026369A" w:rsidP="0026369A">
            <w:pPr>
              <w:pStyle w:val="TableBodyText"/>
              <w:rPr>
                <w:b/>
              </w:rPr>
            </w:pPr>
          </w:p>
        </w:tc>
      </w:tr>
      <w:tr w:rsidR="00676226" w:rsidRPr="008E7459" w:rsidTr="00676226">
        <w:tc>
          <w:tcPr>
            <w:tcW w:w="2852" w:type="dxa"/>
          </w:tcPr>
          <w:p w:rsidR="00676226" w:rsidRPr="008E7459" w:rsidRDefault="00676226" w:rsidP="0026369A">
            <w:pPr>
              <w:pStyle w:val="TableBodyText"/>
              <w:ind w:left="180"/>
              <w:jc w:val="left"/>
              <w:rPr>
                <w:b/>
              </w:rPr>
            </w:pPr>
            <w:r w:rsidRPr="008E7459">
              <w:t>Government schools</w:t>
            </w:r>
          </w:p>
        </w:tc>
        <w:tc>
          <w:tcPr>
            <w:tcW w:w="659" w:type="dxa"/>
            <w:shd w:val="clear" w:color="auto" w:fill="auto"/>
          </w:tcPr>
          <w:p w:rsidR="00676226" w:rsidRPr="008E7459" w:rsidRDefault="00676226" w:rsidP="00676226">
            <w:pPr>
              <w:pStyle w:val="TableBodyText"/>
            </w:pPr>
            <w:r w:rsidRPr="008E7459">
              <w:t>47.0</w:t>
            </w:r>
          </w:p>
        </w:tc>
        <w:tc>
          <w:tcPr>
            <w:tcW w:w="659" w:type="dxa"/>
            <w:shd w:val="clear" w:color="auto" w:fill="auto"/>
          </w:tcPr>
          <w:p w:rsidR="00676226" w:rsidRPr="008E7459" w:rsidRDefault="00676226" w:rsidP="00676226">
            <w:pPr>
              <w:pStyle w:val="TableBodyText"/>
            </w:pPr>
            <w:r w:rsidRPr="008E7459">
              <w:t>9.7</w:t>
            </w:r>
          </w:p>
        </w:tc>
        <w:tc>
          <w:tcPr>
            <w:tcW w:w="660" w:type="dxa"/>
            <w:shd w:val="clear" w:color="auto" w:fill="auto"/>
          </w:tcPr>
          <w:p w:rsidR="00676226" w:rsidRPr="008E7459" w:rsidRDefault="00676226" w:rsidP="00676226">
            <w:pPr>
              <w:pStyle w:val="TableBodyText"/>
            </w:pPr>
            <w:r w:rsidRPr="008E7459">
              <w:t>43.2</w:t>
            </w:r>
          </w:p>
        </w:tc>
        <w:tc>
          <w:tcPr>
            <w:tcW w:w="660" w:type="dxa"/>
            <w:shd w:val="clear" w:color="auto" w:fill="auto"/>
          </w:tcPr>
          <w:p w:rsidR="00676226" w:rsidRPr="008E7459" w:rsidRDefault="00676226" w:rsidP="00676226">
            <w:pPr>
              <w:pStyle w:val="TableBodyText"/>
            </w:pPr>
            <w:r w:rsidRPr="008E7459">
              <w:t>20.0</w:t>
            </w:r>
          </w:p>
        </w:tc>
        <w:tc>
          <w:tcPr>
            <w:tcW w:w="660" w:type="dxa"/>
            <w:shd w:val="clear" w:color="auto" w:fill="auto"/>
          </w:tcPr>
          <w:p w:rsidR="00676226" w:rsidRPr="008E7459" w:rsidRDefault="00676226" w:rsidP="00676226">
            <w:pPr>
              <w:pStyle w:val="TableBodyText"/>
            </w:pPr>
            <w:r w:rsidRPr="008E7459">
              <w:t>9.0</w:t>
            </w:r>
          </w:p>
        </w:tc>
        <w:tc>
          <w:tcPr>
            <w:tcW w:w="660" w:type="dxa"/>
            <w:shd w:val="clear" w:color="auto" w:fill="auto"/>
          </w:tcPr>
          <w:p w:rsidR="00676226" w:rsidRPr="008E7459" w:rsidRDefault="00676226" w:rsidP="00676226">
            <w:pPr>
              <w:pStyle w:val="TableBodyText"/>
            </w:pPr>
            <w:r w:rsidRPr="008E7459">
              <w:t>4.7</w:t>
            </w:r>
          </w:p>
        </w:tc>
        <w:tc>
          <w:tcPr>
            <w:tcW w:w="660" w:type="dxa"/>
            <w:shd w:val="clear" w:color="auto" w:fill="auto"/>
          </w:tcPr>
          <w:p w:rsidR="00676226" w:rsidRPr="008E7459" w:rsidRDefault="00676226" w:rsidP="00676226">
            <w:pPr>
              <w:pStyle w:val="TableBodyText"/>
            </w:pPr>
            <w:r w:rsidRPr="008E7459">
              <w:t>1.2</w:t>
            </w:r>
          </w:p>
        </w:tc>
        <w:tc>
          <w:tcPr>
            <w:tcW w:w="660" w:type="dxa"/>
            <w:shd w:val="clear" w:color="auto" w:fill="auto"/>
          </w:tcPr>
          <w:p w:rsidR="00676226" w:rsidRPr="008E7459" w:rsidRDefault="00676226" w:rsidP="00676226">
            <w:pPr>
              <w:pStyle w:val="TableBodyText"/>
            </w:pPr>
            <w:r w:rsidRPr="008E7459">
              <w:t>13.1</w:t>
            </w:r>
          </w:p>
        </w:tc>
        <w:tc>
          <w:tcPr>
            <w:tcW w:w="660" w:type="dxa"/>
            <w:shd w:val="clear" w:color="auto" w:fill="auto"/>
          </w:tcPr>
          <w:p w:rsidR="00676226" w:rsidRPr="008E7459" w:rsidRDefault="00676226" w:rsidP="005D1B67">
            <w:pPr>
              <w:pStyle w:val="TableColumnHeading"/>
              <w:spacing w:before="0" w:after="40"/>
              <w:ind w:right="0"/>
              <w:rPr>
                <w:i w:val="0"/>
              </w:rPr>
            </w:pPr>
            <w:r w:rsidRPr="008E7459">
              <w:rPr>
                <w:i w:val="0"/>
              </w:rPr>
              <w:t>147.9</w:t>
            </w:r>
          </w:p>
        </w:tc>
      </w:tr>
      <w:tr w:rsidR="00676226" w:rsidRPr="008E7459" w:rsidTr="00676226">
        <w:tc>
          <w:tcPr>
            <w:tcW w:w="2852" w:type="dxa"/>
          </w:tcPr>
          <w:p w:rsidR="00676226" w:rsidRPr="008E7459" w:rsidRDefault="00676226" w:rsidP="0026369A">
            <w:pPr>
              <w:pStyle w:val="TableBodyText"/>
              <w:ind w:left="180"/>
              <w:jc w:val="left"/>
              <w:rPr>
                <w:b/>
              </w:rPr>
            </w:pPr>
            <w:r w:rsidRPr="008E7459">
              <w:t>Non</w:t>
            </w:r>
            <w:r w:rsidR="00DE694D" w:rsidRPr="008E7459">
              <w:noBreakHyphen/>
            </w:r>
            <w:r w:rsidRPr="008E7459">
              <w:t>government schools</w:t>
            </w:r>
          </w:p>
        </w:tc>
        <w:tc>
          <w:tcPr>
            <w:tcW w:w="659" w:type="dxa"/>
            <w:shd w:val="clear" w:color="auto" w:fill="auto"/>
          </w:tcPr>
          <w:p w:rsidR="00676226" w:rsidRPr="008E7459" w:rsidRDefault="00676226" w:rsidP="00676226">
            <w:pPr>
              <w:pStyle w:val="TableBodyText"/>
            </w:pPr>
            <w:r w:rsidRPr="008E7459">
              <w:t>7.8</w:t>
            </w:r>
          </w:p>
        </w:tc>
        <w:tc>
          <w:tcPr>
            <w:tcW w:w="659" w:type="dxa"/>
            <w:shd w:val="clear" w:color="auto" w:fill="auto"/>
          </w:tcPr>
          <w:p w:rsidR="00676226" w:rsidRPr="008E7459" w:rsidRDefault="00676226" w:rsidP="00676226">
            <w:pPr>
              <w:pStyle w:val="TableBodyText"/>
            </w:pPr>
            <w:r w:rsidRPr="008E7459">
              <w:t>1.6</w:t>
            </w:r>
          </w:p>
        </w:tc>
        <w:tc>
          <w:tcPr>
            <w:tcW w:w="660" w:type="dxa"/>
            <w:shd w:val="clear" w:color="auto" w:fill="auto"/>
          </w:tcPr>
          <w:p w:rsidR="00676226" w:rsidRPr="008E7459" w:rsidRDefault="00676226" w:rsidP="00676226">
            <w:pPr>
              <w:pStyle w:val="TableBodyText"/>
            </w:pPr>
            <w:r w:rsidRPr="008E7459">
              <w:t>8.1</w:t>
            </w:r>
          </w:p>
        </w:tc>
        <w:tc>
          <w:tcPr>
            <w:tcW w:w="660" w:type="dxa"/>
            <w:shd w:val="clear" w:color="auto" w:fill="auto"/>
          </w:tcPr>
          <w:p w:rsidR="00676226" w:rsidRPr="008E7459" w:rsidRDefault="00676226" w:rsidP="00676226">
            <w:pPr>
              <w:pStyle w:val="TableBodyText"/>
            </w:pPr>
            <w:r w:rsidRPr="008E7459">
              <w:t>3.7</w:t>
            </w:r>
          </w:p>
        </w:tc>
        <w:tc>
          <w:tcPr>
            <w:tcW w:w="660" w:type="dxa"/>
            <w:shd w:val="clear" w:color="auto" w:fill="auto"/>
          </w:tcPr>
          <w:p w:rsidR="00676226" w:rsidRPr="008E7459" w:rsidRDefault="00676226" w:rsidP="00676226">
            <w:pPr>
              <w:pStyle w:val="TableBodyText"/>
            </w:pPr>
            <w:r w:rsidRPr="008E7459">
              <w:t>1.1</w:t>
            </w:r>
          </w:p>
        </w:tc>
        <w:tc>
          <w:tcPr>
            <w:tcW w:w="660" w:type="dxa"/>
            <w:shd w:val="clear" w:color="auto" w:fill="auto"/>
          </w:tcPr>
          <w:p w:rsidR="00676226" w:rsidRPr="008E7459" w:rsidRDefault="00676226" w:rsidP="00676226">
            <w:pPr>
              <w:pStyle w:val="TableBodyText"/>
            </w:pPr>
            <w:r w:rsidRPr="008E7459">
              <w:t>0.9</w:t>
            </w:r>
          </w:p>
        </w:tc>
        <w:tc>
          <w:tcPr>
            <w:tcW w:w="660" w:type="dxa"/>
            <w:shd w:val="clear" w:color="auto" w:fill="auto"/>
          </w:tcPr>
          <w:p w:rsidR="00676226" w:rsidRPr="008E7459" w:rsidRDefault="00676226" w:rsidP="00676226">
            <w:pPr>
              <w:pStyle w:val="TableBodyText"/>
            </w:pPr>
            <w:r w:rsidRPr="008E7459">
              <w:t>0.3</w:t>
            </w:r>
          </w:p>
        </w:tc>
        <w:tc>
          <w:tcPr>
            <w:tcW w:w="660" w:type="dxa"/>
            <w:shd w:val="clear" w:color="auto" w:fill="auto"/>
          </w:tcPr>
          <w:p w:rsidR="00676226" w:rsidRPr="008E7459" w:rsidRDefault="00676226" w:rsidP="00676226">
            <w:pPr>
              <w:pStyle w:val="TableBodyText"/>
            </w:pPr>
            <w:r w:rsidRPr="008E7459">
              <w:t>3.0</w:t>
            </w:r>
          </w:p>
        </w:tc>
        <w:tc>
          <w:tcPr>
            <w:tcW w:w="660" w:type="dxa"/>
            <w:shd w:val="clear" w:color="auto" w:fill="auto"/>
          </w:tcPr>
          <w:p w:rsidR="00676226" w:rsidRPr="008E7459" w:rsidRDefault="00676226" w:rsidP="005D1B67">
            <w:pPr>
              <w:pStyle w:val="TableColumnHeading"/>
              <w:spacing w:before="0" w:after="40"/>
              <w:ind w:right="0"/>
              <w:rPr>
                <w:i w:val="0"/>
              </w:rPr>
            </w:pPr>
            <w:r w:rsidRPr="008E7459">
              <w:rPr>
                <w:i w:val="0"/>
              </w:rPr>
              <w:t>26.6</w:t>
            </w:r>
          </w:p>
        </w:tc>
      </w:tr>
      <w:tr w:rsidR="00676226" w:rsidRPr="008E7459" w:rsidTr="00676226">
        <w:tc>
          <w:tcPr>
            <w:tcW w:w="2852" w:type="dxa"/>
          </w:tcPr>
          <w:p w:rsidR="00676226" w:rsidRPr="008E7459" w:rsidRDefault="00676226" w:rsidP="0026369A">
            <w:pPr>
              <w:pStyle w:val="TableBodyText"/>
              <w:ind w:left="180"/>
              <w:jc w:val="left"/>
              <w:rPr>
                <w:b/>
              </w:rPr>
            </w:pPr>
            <w:r w:rsidRPr="008E7459">
              <w:rPr>
                <w:b/>
              </w:rPr>
              <w:t>All schools</w:t>
            </w:r>
          </w:p>
        </w:tc>
        <w:tc>
          <w:tcPr>
            <w:tcW w:w="659" w:type="dxa"/>
            <w:shd w:val="clear" w:color="auto" w:fill="auto"/>
          </w:tcPr>
          <w:p w:rsidR="00676226" w:rsidRPr="008E7459" w:rsidRDefault="00676226" w:rsidP="00676226">
            <w:pPr>
              <w:pStyle w:val="TableBodyText"/>
              <w:rPr>
                <w:b/>
              </w:rPr>
            </w:pPr>
            <w:r w:rsidRPr="008E7459">
              <w:rPr>
                <w:b/>
              </w:rPr>
              <w:t>54.8</w:t>
            </w:r>
          </w:p>
        </w:tc>
        <w:tc>
          <w:tcPr>
            <w:tcW w:w="659" w:type="dxa"/>
            <w:shd w:val="clear" w:color="auto" w:fill="auto"/>
          </w:tcPr>
          <w:p w:rsidR="00676226" w:rsidRPr="008E7459" w:rsidRDefault="00676226" w:rsidP="00676226">
            <w:pPr>
              <w:pStyle w:val="TableBodyText"/>
              <w:rPr>
                <w:b/>
              </w:rPr>
            </w:pPr>
            <w:r w:rsidRPr="008E7459">
              <w:rPr>
                <w:b/>
              </w:rPr>
              <w:t>11.3</w:t>
            </w:r>
          </w:p>
        </w:tc>
        <w:tc>
          <w:tcPr>
            <w:tcW w:w="660" w:type="dxa"/>
            <w:shd w:val="clear" w:color="auto" w:fill="auto"/>
          </w:tcPr>
          <w:p w:rsidR="00676226" w:rsidRPr="008E7459" w:rsidRDefault="00676226" w:rsidP="00676226">
            <w:pPr>
              <w:pStyle w:val="TableBodyText"/>
              <w:rPr>
                <w:b/>
              </w:rPr>
            </w:pPr>
            <w:r w:rsidRPr="008E7459">
              <w:rPr>
                <w:b/>
              </w:rPr>
              <w:t>51.3</w:t>
            </w:r>
          </w:p>
        </w:tc>
        <w:tc>
          <w:tcPr>
            <w:tcW w:w="660" w:type="dxa"/>
            <w:shd w:val="clear" w:color="auto" w:fill="auto"/>
          </w:tcPr>
          <w:p w:rsidR="00676226" w:rsidRPr="008E7459" w:rsidRDefault="00676226" w:rsidP="00676226">
            <w:pPr>
              <w:pStyle w:val="TableBodyText"/>
              <w:rPr>
                <w:b/>
              </w:rPr>
            </w:pPr>
            <w:r w:rsidRPr="008E7459">
              <w:rPr>
                <w:b/>
              </w:rPr>
              <w:t>23.8</w:t>
            </w:r>
          </w:p>
        </w:tc>
        <w:tc>
          <w:tcPr>
            <w:tcW w:w="660" w:type="dxa"/>
            <w:shd w:val="clear" w:color="auto" w:fill="auto"/>
          </w:tcPr>
          <w:p w:rsidR="00676226" w:rsidRPr="008E7459" w:rsidRDefault="00676226" w:rsidP="00676226">
            <w:pPr>
              <w:pStyle w:val="TableBodyText"/>
              <w:rPr>
                <w:b/>
              </w:rPr>
            </w:pPr>
            <w:r w:rsidRPr="008E7459">
              <w:rPr>
                <w:b/>
              </w:rPr>
              <w:t>10.1</w:t>
            </w:r>
          </w:p>
        </w:tc>
        <w:tc>
          <w:tcPr>
            <w:tcW w:w="660" w:type="dxa"/>
            <w:shd w:val="clear" w:color="auto" w:fill="auto"/>
          </w:tcPr>
          <w:p w:rsidR="00676226" w:rsidRPr="008E7459" w:rsidRDefault="00676226" w:rsidP="00676226">
            <w:pPr>
              <w:pStyle w:val="TableBodyText"/>
              <w:rPr>
                <w:b/>
              </w:rPr>
            </w:pPr>
            <w:r w:rsidRPr="008E7459">
              <w:rPr>
                <w:b/>
              </w:rPr>
              <w:t>5.6</w:t>
            </w:r>
          </w:p>
        </w:tc>
        <w:tc>
          <w:tcPr>
            <w:tcW w:w="660" w:type="dxa"/>
            <w:shd w:val="clear" w:color="auto" w:fill="auto"/>
          </w:tcPr>
          <w:p w:rsidR="00676226" w:rsidRPr="008E7459" w:rsidRDefault="00676226" w:rsidP="00676226">
            <w:pPr>
              <w:pStyle w:val="TableBodyText"/>
              <w:rPr>
                <w:b/>
              </w:rPr>
            </w:pPr>
            <w:r w:rsidRPr="008E7459">
              <w:rPr>
                <w:b/>
              </w:rPr>
              <w:t>1.5</w:t>
            </w:r>
          </w:p>
        </w:tc>
        <w:tc>
          <w:tcPr>
            <w:tcW w:w="660" w:type="dxa"/>
            <w:shd w:val="clear" w:color="auto" w:fill="auto"/>
          </w:tcPr>
          <w:p w:rsidR="00676226" w:rsidRPr="008E7459" w:rsidRDefault="00676226" w:rsidP="00676226">
            <w:pPr>
              <w:pStyle w:val="TableBodyText"/>
              <w:rPr>
                <w:b/>
              </w:rPr>
            </w:pPr>
            <w:r w:rsidRPr="008E7459">
              <w:rPr>
                <w:b/>
              </w:rPr>
              <w:t>16.1</w:t>
            </w:r>
          </w:p>
        </w:tc>
        <w:tc>
          <w:tcPr>
            <w:tcW w:w="660" w:type="dxa"/>
            <w:shd w:val="clear" w:color="auto" w:fill="auto"/>
          </w:tcPr>
          <w:p w:rsidR="00676226" w:rsidRPr="008E7459" w:rsidRDefault="00676226" w:rsidP="005D1B67">
            <w:pPr>
              <w:pStyle w:val="TableColumnHeading"/>
              <w:spacing w:before="0" w:after="40"/>
              <w:ind w:right="0"/>
              <w:rPr>
                <w:b/>
                <w:i w:val="0"/>
              </w:rPr>
            </w:pPr>
            <w:r w:rsidRPr="008E7459">
              <w:rPr>
                <w:b/>
                <w:i w:val="0"/>
              </w:rPr>
              <w:t>174.5</w:t>
            </w:r>
          </w:p>
        </w:tc>
      </w:tr>
      <w:tr w:rsidR="0026369A" w:rsidRPr="008E7459" w:rsidTr="0026369A">
        <w:tc>
          <w:tcPr>
            <w:tcW w:w="7470" w:type="dxa"/>
            <w:gridSpan w:val="8"/>
          </w:tcPr>
          <w:p w:rsidR="0026369A" w:rsidRPr="008E7459" w:rsidRDefault="0026369A" w:rsidP="0026369A">
            <w:pPr>
              <w:pStyle w:val="TableBodyText"/>
              <w:spacing w:before="80"/>
              <w:jc w:val="left"/>
              <w:rPr>
                <w:b/>
              </w:rPr>
            </w:pPr>
            <w:r w:rsidRPr="008E7459">
              <w:t>Proportion of Indigenous students enrolled in school (</w:t>
            </w:r>
            <w:r w:rsidR="00781B70" w:rsidRPr="008E7459">
              <w:t>per cent</w:t>
            </w:r>
            <w:r w:rsidRPr="008E7459">
              <w:t>)</w:t>
            </w:r>
          </w:p>
        </w:tc>
        <w:tc>
          <w:tcPr>
            <w:tcW w:w="660" w:type="dxa"/>
            <w:shd w:val="clear" w:color="auto" w:fill="auto"/>
          </w:tcPr>
          <w:p w:rsidR="0026369A" w:rsidRPr="008E7459" w:rsidRDefault="0026369A" w:rsidP="0026369A">
            <w:pPr>
              <w:pStyle w:val="TableBodyText"/>
            </w:pPr>
          </w:p>
        </w:tc>
        <w:tc>
          <w:tcPr>
            <w:tcW w:w="660" w:type="dxa"/>
            <w:shd w:val="clear" w:color="auto" w:fill="auto"/>
          </w:tcPr>
          <w:p w:rsidR="0026369A" w:rsidRPr="008E7459" w:rsidRDefault="0026369A" w:rsidP="001457FB">
            <w:pPr>
              <w:pStyle w:val="TableBodyText"/>
            </w:pPr>
          </w:p>
        </w:tc>
      </w:tr>
      <w:tr w:rsidR="001457FB" w:rsidRPr="008E7459" w:rsidTr="002E08B6">
        <w:tc>
          <w:tcPr>
            <w:tcW w:w="2852" w:type="dxa"/>
          </w:tcPr>
          <w:p w:rsidR="001457FB" w:rsidRPr="008E7459" w:rsidRDefault="001457FB" w:rsidP="0026369A">
            <w:pPr>
              <w:pStyle w:val="TableBodyText"/>
              <w:ind w:left="180"/>
              <w:jc w:val="left"/>
            </w:pPr>
            <w:r w:rsidRPr="008E7459">
              <w:t>Government schools</w:t>
            </w:r>
          </w:p>
        </w:tc>
        <w:tc>
          <w:tcPr>
            <w:tcW w:w="659" w:type="dxa"/>
            <w:shd w:val="clear" w:color="auto" w:fill="auto"/>
          </w:tcPr>
          <w:p w:rsidR="001457FB" w:rsidRPr="008E7459" w:rsidRDefault="001457FB" w:rsidP="001457FB">
            <w:pPr>
              <w:pStyle w:val="TableBodyText"/>
            </w:pPr>
            <w:r w:rsidRPr="008E7459">
              <w:t>6.3</w:t>
            </w:r>
          </w:p>
        </w:tc>
        <w:tc>
          <w:tcPr>
            <w:tcW w:w="659" w:type="dxa"/>
            <w:shd w:val="clear" w:color="auto" w:fill="auto"/>
          </w:tcPr>
          <w:p w:rsidR="001457FB" w:rsidRPr="008E7459" w:rsidRDefault="001457FB" w:rsidP="001457FB">
            <w:pPr>
              <w:pStyle w:val="TableBodyText"/>
            </w:pPr>
            <w:r w:rsidRPr="008E7459">
              <w:t>1.8</w:t>
            </w:r>
          </w:p>
        </w:tc>
        <w:tc>
          <w:tcPr>
            <w:tcW w:w="660" w:type="dxa"/>
            <w:shd w:val="clear" w:color="auto" w:fill="auto"/>
          </w:tcPr>
          <w:p w:rsidR="001457FB" w:rsidRPr="008E7459" w:rsidRDefault="001457FB" w:rsidP="001457FB">
            <w:pPr>
              <w:pStyle w:val="TableBodyText"/>
            </w:pPr>
            <w:r w:rsidRPr="008E7459">
              <w:t>8.7</w:t>
            </w:r>
          </w:p>
        </w:tc>
        <w:tc>
          <w:tcPr>
            <w:tcW w:w="660" w:type="dxa"/>
            <w:shd w:val="clear" w:color="auto" w:fill="auto"/>
          </w:tcPr>
          <w:p w:rsidR="001457FB" w:rsidRPr="008E7459" w:rsidRDefault="001457FB" w:rsidP="001457FB">
            <w:pPr>
              <w:pStyle w:val="TableBodyText"/>
            </w:pPr>
            <w:r w:rsidRPr="008E7459">
              <w:t>8.2</w:t>
            </w:r>
          </w:p>
        </w:tc>
        <w:tc>
          <w:tcPr>
            <w:tcW w:w="660" w:type="dxa"/>
            <w:shd w:val="clear" w:color="auto" w:fill="auto"/>
          </w:tcPr>
          <w:p w:rsidR="001457FB" w:rsidRPr="008E7459" w:rsidRDefault="001457FB" w:rsidP="001457FB">
            <w:pPr>
              <w:pStyle w:val="TableBodyText"/>
            </w:pPr>
            <w:r w:rsidRPr="008E7459">
              <w:t>5.4</w:t>
            </w:r>
          </w:p>
        </w:tc>
        <w:tc>
          <w:tcPr>
            <w:tcW w:w="660" w:type="dxa"/>
            <w:shd w:val="clear" w:color="auto" w:fill="auto"/>
          </w:tcPr>
          <w:p w:rsidR="001457FB" w:rsidRPr="008E7459" w:rsidRDefault="001457FB" w:rsidP="001457FB">
            <w:pPr>
              <w:pStyle w:val="TableBodyText"/>
            </w:pPr>
            <w:r w:rsidRPr="008E7459">
              <w:t>8.4</w:t>
            </w:r>
          </w:p>
        </w:tc>
        <w:tc>
          <w:tcPr>
            <w:tcW w:w="660" w:type="dxa"/>
            <w:shd w:val="clear" w:color="auto" w:fill="auto"/>
          </w:tcPr>
          <w:p w:rsidR="001457FB" w:rsidRPr="008E7459" w:rsidRDefault="001457FB" w:rsidP="001457FB">
            <w:pPr>
              <w:pStyle w:val="TableBodyText"/>
            </w:pPr>
            <w:r w:rsidRPr="008E7459">
              <w:t>3.3</w:t>
            </w:r>
          </w:p>
        </w:tc>
        <w:tc>
          <w:tcPr>
            <w:tcW w:w="660" w:type="dxa"/>
            <w:shd w:val="clear" w:color="auto" w:fill="auto"/>
          </w:tcPr>
          <w:p w:rsidR="001457FB" w:rsidRPr="008E7459" w:rsidRDefault="001457FB" w:rsidP="001457FB">
            <w:pPr>
              <w:pStyle w:val="TableBodyText"/>
            </w:pPr>
            <w:r w:rsidRPr="008E7459">
              <w:t>44.5</w:t>
            </w:r>
          </w:p>
        </w:tc>
        <w:tc>
          <w:tcPr>
            <w:tcW w:w="660" w:type="dxa"/>
            <w:shd w:val="clear" w:color="auto" w:fill="auto"/>
          </w:tcPr>
          <w:p w:rsidR="001457FB" w:rsidRPr="008E7459" w:rsidRDefault="001457FB" w:rsidP="005D1B67">
            <w:pPr>
              <w:pStyle w:val="TableColumnHeading"/>
              <w:spacing w:before="0" w:after="40"/>
              <w:ind w:right="0"/>
              <w:rPr>
                <w:i w:val="0"/>
              </w:rPr>
            </w:pPr>
            <w:r w:rsidRPr="008E7459">
              <w:rPr>
                <w:i w:val="0"/>
              </w:rPr>
              <w:t>6.4</w:t>
            </w:r>
          </w:p>
        </w:tc>
      </w:tr>
      <w:tr w:rsidR="001457FB" w:rsidRPr="008E7459" w:rsidTr="002E08B6">
        <w:tc>
          <w:tcPr>
            <w:tcW w:w="2852" w:type="dxa"/>
            <w:shd w:val="clear" w:color="auto" w:fill="auto"/>
          </w:tcPr>
          <w:p w:rsidR="001457FB" w:rsidRPr="008E7459" w:rsidRDefault="001457FB" w:rsidP="0026369A">
            <w:pPr>
              <w:pStyle w:val="TableBodyText"/>
              <w:ind w:left="180"/>
              <w:jc w:val="left"/>
            </w:pPr>
            <w:r w:rsidRPr="008E7459">
              <w:t>Non</w:t>
            </w:r>
            <w:r w:rsidR="00DE694D" w:rsidRPr="008E7459">
              <w:noBreakHyphen/>
            </w:r>
            <w:r w:rsidRPr="008E7459">
              <w:t>government schools</w:t>
            </w:r>
          </w:p>
        </w:tc>
        <w:tc>
          <w:tcPr>
            <w:tcW w:w="659" w:type="dxa"/>
            <w:shd w:val="clear" w:color="auto" w:fill="auto"/>
          </w:tcPr>
          <w:p w:rsidR="001457FB" w:rsidRPr="008E7459" w:rsidRDefault="001457FB" w:rsidP="001457FB">
            <w:pPr>
              <w:pStyle w:val="TableBodyText"/>
            </w:pPr>
            <w:r w:rsidRPr="008E7459">
              <w:t>2.0</w:t>
            </w:r>
          </w:p>
        </w:tc>
        <w:tc>
          <w:tcPr>
            <w:tcW w:w="659" w:type="dxa"/>
            <w:shd w:val="clear" w:color="auto" w:fill="auto"/>
          </w:tcPr>
          <w:p w:rsidR="001457FB" w:rsidRPr="008E7459" w:rsidRDefault="001457FB" w:rsidP="001457FB">
            <w:pPr>
              <w:pStyle w:val="TableBodyText"/>
            </w:pPr>
            <w:r w:rsidRPr="008E7459">
              <w:t>0.5</w:t>
            </w:r>
          </w:p>
        </w:tc>
        <w:tc>
          <w:tcPr>
            <w:tcW w:w="660" w:type="dxa"/>
            <w:shd w:val="clear" w:color="auto" w:fill="auto"/>
          </w:tcPr>
          <w:p w:rsidR="001457FB" w:rsidRPr="008E7459" w:rsidRDefault="001457FB" w:rsidP="001457FB">
            <w:pPr>
              <w:pStyle w:val="TableBodyText"/>
            </w:pPr>
            <w:r w:rsidRPr="008E7459">
              <w:t>3.2</w:t>
            </w:r>
          </w:p>
        </w:tc>
        <w:tc>
          <w:tcPr>
            <w:tcW w:w="660" w:type="dxa"/>
            <w:shd w:val="clear" w:color="auto" w:fill="auto"/>
          </w:tcPr>
          <w:p w:rsidR="001457FB" w:rsidRPr="008E7459" w:rsidRDefault="001457FB" w:rsidP="001457FB">
            <w:pPr>
              <w:pStyle w:val="TableBodyText"/>
            </w:pPr>
            <w:r w:rsidRPr="008E7459">
              <w:t>2.9</w:t>
            </w:r>
          </w:p>
        </w:tc>
        <w:tc>
          <w:tcPr>
            <w:tcW w:w="660" w:type="dxa"/>
            <w:shd w:val="clear" w:color="auto" w:fill="auto"/>
          </w:tcPr>
          <w:p w:rsidR="001457FB" w:rsidRPr="008E7459" w:rsidRDefault="001457FB" w:rsidP="001457FB">
            <w:pPr>
              <w:pStyle w:val="TableBodyText"/>
            </w:pPr>
            <w:r w:rsidRPr="008E7459">
              <w:t>1.2</w:t>
            </w:r>
          </w:p>
        </w:tc>
        <w:tc>
          <w:tcPr>
            <w:tcW w:w="660" w:type="dxa"/>
            <w:shd w:val="clear" w:color="auto" w:fill="auto"/>
          </w:tcPr>
          <w:p w:rsidR="001457FB" w:rsidRPr="008E7459" w:rsidRDefault="001457FB" w:rsidP="001457FB">
            <w:pPr>
              <w:pStyle w:val="TableBodyText"/>
            </w:pPr>
            <w:r w:rsidRPr="008E7459">
              <w:t>3.9</w:t>
            </w:r>
          </w:p>
        </w:tc>
        <w:tc>
          <w:tcPr>
            <w:tcW w:w="660" w:type="dxa"/>
            <w:shd w:val="clear" w:color="auto" w:fill="auto"/>
          </w:tcPr>
          <w:p w:rsidR="001457FB" w:rsidRPr="008E7459" w:rsidRDefault="001457FB" w:rsidP="001457FB">
            <w:pPr>
              <w:pStyle w:val="TableBodyText"/>
            </w:pPr>
            <w:r w:rsidRPr="008E7459">
              <w:t>1.2</w:t>
            </w:r>
          </w:p>
        </w:tc>
        <w:tc>
          <w:tcPr>
            <w:tcW w:w="660" w:type="dxa"/>
            <w:shd w:val="clear" w:color="auto" w:fill="auto"/>
          </w:tcPr>
          <w:p w:rsidR="001457FB" w:rsidRPr="008E7459" w:rsidRDefault="001457FB" w:rsidP="001457FB">
            <w:pPr>
              <w:pStyle w:val="TableBodyText"/>
            </w:pPr>
            <w:r w:rsidRPr="008E7459">
              <w:t>28.9</w:t>
            </w:r>
          </w:p>
        </w:tc>
        <w:tc>
          <w:tcPr>
            <w:tcW w:w="660" w:type="dxa"/>
            <w:shd w:val="clear" w:color="auto" w:fill="auto"/>
          </w:tcPr>
          <w:p w:rsidR="001457FB" w:rsidRPr="008E7459" w:rsidRDefault="001457FB" w:rsidP="005D1B67">
            <w:pPr>
              <w:pStyle w:val="TableColumnHeading"/>
              <w:spacing w:before="0" w:after="40"/>
              <w:ind w:right="0"/>
              <w:rPr>
                <w:i w:val="0"/>
              </w:rPr>
            </w:pPr>
            <w:r w:rsidRPr="008E7459">
              <w:rPr>
                <w:i w:val="0"/>
              </w:rPr>
              <w:t>2.1</w:t>
            </w:r>
          </w:p>
        </w:tc>
      </w:tr>
      <w:tr w:rsidR="001457FB" w:rsidRPr="008E7459" w:rsidTr="002E08B6">
        <w:tc>
          <w:tcPr>
            <w:tcW w:w="2852" w:type="dxa"/>
            <w:tcBorders>
              <w:bottom w:val="single" w:sz="4" w:space="0" w:color="auto"/>
            </w:tcBorders>
            <w:shd w:val="clear" w:color="auto" w:fill="auto"/>
          </w:tcPr>
          <w:p w:rsidR="001457FB" w:rsidRPr="008E7459" w:rsidRDefault="001457FB" w:rsidP="0026369A">
            <w:pPr>
              <w:pStyle w:val="TableBodyText"/>
              <w:ind w:left="180"/>
              <w:jc w:val="left"/>
              <w:rPr>
                <w:b/>
              </w:rPr>
            </w:pPr>
            <w:r w:rsidRPr="008E7459">
              <w:rPr>
                <w:b/>
              </w:rPr>
              <w:t>All schools</w:t>
            </w:r>
          </w:p>
        </w:tc>
        <w:tc>
          <w:tcPr>
            <w:tcW w:w="659" w:type="dxa"/>
            <w:tcBorders>
              <w:bottom w:val="single" w:sz="4" w:space="0" w:color="auto"/>
            </w:tcBorders>
            <w:shd w:val="clear" w:color="auto" w:fill="auto"/>
          </w:tcPr>
          <w:p w:rsidR="001457FB" w:rsidRPr="008E7459" w:rsidRDefault="001457FB" w:rsidP="001457FB">
            <w:pPr>
              <w:pStyle w:val="TableBodyText"/>
              <w:rPr>
                <w:b/>
              </w:rPr>
            </w:pPr>
            <w:r w:rsidRPr="008E7459">
              <w:rPr>
                <w:b/>
              </w:rPr>
              <w:t>4.8</w:t>
            </w:r>
          </w:p>
        </w:tc>
        <w:tc>
          <w:tcPr>
            <w:tcW w:w="659" w:type="dxa"/>
            <w:tcBorders>
              <w:bottom w:val="single" w:sz="4" w:space="0" w:color="auto"/>
            </w:tcBorders>
            <w:shd w:val="clear" w:color="auto" w:fill="auto"/>
          </w:tcPr>
          <w:p w:rsidR="001457FB" w:rsidRPr="008E7459" w:rsidRDefault="001457FB" w:rsidP="001457FB">
            <w:pPr>
              <w:pStyle w:val="TableBodyText"/>
              <w:rPr>
                <w:b/>
              </w:rPr>
            </w:pPr>
            <w:r w:rsidRPr="008E7459">
              <w:rPr>
                <w:b/>
              </w:rPr>
              <w:t>1.3</w:t>
            </w:r>
          </w:p>
        </w:tc>
        <w:tc>
          <w:tcPr>
            <w:tcW w:w="660" w:type="dxa"/>
            <w:tcBorders>
              <w:bottom w:val="single" w:sz="4" w:space="0" w:color="auto"/>
            </w:tcBorders>
            <w:shd w:val="clear" w:color="auto" w:fill="auto"/>
          </w:tcPr>
          <w:p w:rsidR="001457FB" w:rsidRPr="008E7459" w:rsidRDefault="001457FB" w:rsidP="001457FB">
            <w:pPr>
              <w:pStyle w:val="TableBodyText"/>
              <w:rPr>
                <w:b/>
              </w:rPr>
            </w:pPr>
            <w:r w:rsidRPr="008E7459">
              <w:rPr>
                <w:b/>
              </w:rPr>
              <w:t>6.9</w:t>
            </w:r>
          </w:p>
        </w:tc>
        <w:tc>
          <w:tcPr>
            <w:tcW w:w="660" w:type="dxa"/>
            <w:tcBorders>
              <w:bottom w:val="single" w:sz="4" w:space="0" w:color="auto"/>
            </w:tcBorders>
            <w:shd w:val="clear" w:color="auto" w:fill="auto"/>
          </w:tcPr>
          <w:p w:rsidR="001457FB" w:rsidRPr="008E7459" w:rsidRDefault="001457FB" w:rsidP="001457FB">
            <w:pPr>
              <w:pStyle w:val="TableBodyText"/>
              <w:rPr>
                <w:b/>
              </w:rPr>
            </w:pPr>
            <w:r w:rsidRPr="008E7459">
              <w:rPr>
                <w:b/>
              </w:rPr>
              <w:t>6.3</w:t>
            </w:r>
          </w:p>
        </w:tc>
        <w:tc>
          <w:tcPr>
            <w:tcW w:w="660" w:type="dxa"/>
            <w:tcBorders>
              <w:bottom w:val="single" w:sz="4" w:space="0" w:color="auto"/>
            </w:tcBorders>
            <w:shd w:val="clear" w:color="auto" w:fill="auto"/>
          </w:tcPr>
          <w:p w:rsidR="001457FB" w:rsidRPr="008E7459" w:rsidRDefault="001457FB" w:rsidP="001457FB">
            <w:pPr>
              <w:pStyle w:val="TableBodyText"/>
              <w:rPr>
                <w:b/>
              </w:rPr>
            </w:pPr>
            <w:r w:rsidRPr="008E7459">
              <w:rPr>
                <w:b/>
              </w:rPr>
              <w:t>3.9</w:t>
            </w:r>
          </w:p>
        </w:tc>
        <w:tc>
          <w:tcPr>
            <w:tcW w:w="660" w:type="dxa"/>
            <w:tcBorders>
              <w:bottom w:val="single" w:sz="4" w:space="0" w:color="auto"/>
            </w:tcBorders>
            <w:shd w:val="clear" w:color="auto" w:fill="auto"/>
          </w:tcPr>
          <w:p w:rsidR="001457FB" w:rsidRPr="008E7459" w:rsidRDefault="00FD7D7E" w:rsidP="001457FB">
            <w:pPr>
              <w:pStyle w:val="TableBodyText"/>
              <w:rPr>
                <w:b/>
              </w:rPr>
            </w:pPr>
            <w:r w:rsidRPr="008E7459">
              <w:rPr>
                <w:b/>
              </w:rPr>
              <w:t>7.0</w:t>
            </w:r>
          </w:p>
        </w:tc>
        <w:tc>
          <w:tcPr>
            <w:tcW w:w="660" w:type="dxa"/>
            <w:tcBorders>
              <w:bottom w:val="single" w:sz="4" w:space="0" w:color="auto"/>
            </w:tcBorders>
            <w:shd w:val="clear" w:color="auto" w:fill="auto"/>
          </w:tcPr>
          <w:p w:rsidR="001457FB" w:rsidRPr="008E7459" w:rsidRDefault="001457FB" w:rsidP="001457FB">
            <w:pPr>
              <w:pStyle w:val="TableBodyText"/>
              <w:rPr>
                <w:b/>
              </w:rPr>
            </w:pPr>
            <w:r w:rsidRPr="008E7459">
              <w:rPr>
                <w:b/>
              </w:rPr>
              <w:t>2.4</w:t>
            </w:r>
          </w:p>
        </w:tc>
        <w:tc>
          <w:tcPr>
            <w:tcW w:w="660" w:type="dxa"/>
            <w:tcBorders>
              <w:bottom w:val="single" w:sz="4" w:space="0" w:color="auto"/>
            </w:tcBorders>
            <w:shd w:val="clear" w:color="auto" w:fill="auto"/>
          </w:tcPr>
          <w:p w:rsidR="001457FB" w:rsidRPr="008E7459" w:rsidRDefault="001457FB" w:rsidP="001457FB">
            <w:pPr>
              <w:pStyle w:val="TableBodyText"/>
              <w:rPr>
                <w:b/>
              </w:rPr>
            </w:pPr>
            <w:r w:rsidRPr="008E7459">
              <w:rPr>
                <w:b/>
              </w:rPr>
              <w:t>40.4</w:t>
            </w:r>
          </w:p>
        </w:tc>
        <w:tc>
          <w:tcPr>
            <w:tcW w:w="660" w:type="dxa"/>
            <w:tcBorders>
              <w:bottom w:val="single" w:sz="4" w:space="0" w:color="auto"/>
            </w:tcBorders>
            <w:shd w:val="clear" w:color="auto" w:fill="auto"/>
          </w:tcPr>
          <w:p w:rsidR="001457FB" w:rsidRPr="008E7459" w:rsidRDefault="001457FB" w:rsidP="005D1B67">
            <w:pPr>
              <w:pStyle w:val="TableColumnHeading"/>
              <w:spacing w:before="0" w:after="40"/>
              <w:ind w:right="0"/>
              <w:rPr>
                <w:b/>
                <w:i w:val="0"/>
              </w:rPr>
            </w:pPr>
            <w:r w:rsidRPr="008E7459">
              <w:rPr>
                <w:b/>
                <w:i w:val="0"/>
              </w:rPr>
              <w:t>4.9</w:t>
            </w:r>
          </w:p>
        </w:tc>
      </w:tr>
    </w:tbl>
    <w:p w:rsidR="0026369A" w:rsidRPr="008E7459" w:rsidRDefault="0026369A" w:rsidP="0082251B">
      <w:pPr>
        <w:pStyle w:val="Note"/>
      </w:pPr>
      <w:r w:rsidRPr="008E7459">
        <w:rPr>
          <w:rStyle w:val="NoteLabel"/>
        </w:rPr>
        <w:t>a</w:t>
      </w:r>
      <w:r w:rsidRPr="008E7459">
        <w:sym w:font="Symbol" w:char="F020"/>
      </w:r>
      <w:r w:rsidR="00946153" w:rsidRPr="008E7459">
        <w:t>Proportions are derived by comparing absolute numbers of Indigenous and all full</w:t>
      </w:r>
      <w:r w:rsidR="00DE694D" w:rsidRPr="008E7459">
        <w:noBreakHyphen/>
      </w:r>
      <w:r w:rsidR="00946153" w:rsidRPr="008E7459">
        <w:t>time students.</w:t>
      </w:r>
      <w:r w:rsidRPr="008E7459">
        <w:t xml:space="preserve"> </w:t>
      </w:r>
      <w:r w:rsidRPr="008E7459">
        <w:rPr>
          <w:rStyle w:val="NoteLabel"/>
        </w:rPr>
        <w:t>b</w:t>
      </w:r>
      <w:r w:rsidRPr="008E7459">
        <w:t> </w:t>
      </w:r>
      <w:r w:rsidR="00946153" w:rsidRPr="008E7459">
        <w:t>Disaggregations by Indigenous status are only available for Indigenous students and All students. The extent of Indigenous status being ‘not stated’ is unknown. Therefore, the potential impact of ‘not stated’ Indigenous status on overall counts cannot be determined</w:t>
      </w:r>
      <w:r w:rsidRPr="008E7459">
        <w:t>.</w:t>
      </w:r>
    </w:p>
    <w:p w:rsidR="000A54DF" w:rsidRPr="008E7459" w:rsidRDefault="00413E33" w:rsidP="0026369A">
      <w:pPr>
        <w:pStyle w:val="Source"/>
      </w:pPr>
      <w:r w:rsidRPr="008E7459">
        <w:rPr>
          <w:i/>
        </w:rPr>
        <w:t>Source</w:t>
      </w:r>
      <w:r w:rsidR="00A01691" w:rsidRPr="008E7459">
        <w:t>: ABS (2012</w:t>
      </w:r>
      <w:r w:rsidR="0026369A" w:rsidRPr="008E7459">
        <w:t xml:space="preserve">) </w:t>
      </w:r>
      <w:r w:rsidR="0026369A" w:rsidRPr="008E7459">
        <w:rPr>
          <w:i/>
        </w:rPr>
        <w:t>Schools Australia, 2011</w:t>
      </w:r>
      <w:r w:rsidR="00054E8E" w:rsidRPr="008E7459">
        <w:t>, Cat. no. 4221.0, data cube NSSC T40a</w:t>
      </w:r>
      <w:r w:rsidR="00500DD8" w:rsidRPr="008E7459">
        <w:t xml:space="preserve">; table NEA.c.3. </w:t>
      </w:r>
    </w:p>
    <w:p w:rsidR="0063033C" w:rsidRPr="0063033C" w:rsidRDefault="000A54DF" w:rsidP="0063033C">
      <w:pPr>
        <w:pStyle w:val="Heading5"/>
        <w:rPr>
          <w:noProof/>
        </w:rPr>
      </w:pPr>
      <w:r w:rsidRPr="008E7459">
        <w:lastRenderedPageBreak/>
        <w:t>LBOTE students</w:t>
      </w:r>
      <w:r w:rsidR="0027063C" w:rsidRPr="008E7459">
        <w:fldChar w:fldCharType="begin"/>
      </w:r>
      <w:r w:rsidR="0027063C" w:rsidRPr="008E7459">
        <w:instrText xml:space="preserve"> REF _Ref354513026 \h  \* MERGEFORMAT </w:instrText>
      </w:r>
      <w:r w:rsidR="0027063C" w:rsidRPr="008E7459">
        <w:fldChar w:fldCharType="separate"/>
      </w:r>
    </w:p>
    <w:p w:rsidR="009F784E" w:rsidRPr="008E7459" w:rsidRDefault="0027063C" w:rsidP="00CF61D9">
      <w:pPr>
        <w:pStyle w:val="BodyText"/>
      </w:pPr>
      <w:r w:rsidRPr="008E7459">
        <w:fldChar w:fldCharType="end"/>
      </w:r>
      <w:r w:rsidR="0095104E" w:rsidRPr="008E7459">
        <w:t>Table</w:t>
      </w:r>
      <w:r w:rsidR="00DE694D" w:rsidRPr="008E7459">
        <w:t> </w:t>
      </w:r>
      <w:r w:rsidR="0095104E" w:rsidRPr="008E7459">
        <w:t>7</w:t>
      </w:r>
      <w:r w:rsidR="0095104E" w:rsidRPr="008E7459">
        <w:rPr>
          <w:b/>
        </w:rPr>
        <w:t xml:space="preserve"> </w:t>
      </w:r>
      <w:r w:rsidR="009F784E" w:rsidRPr="008E7459">
        <w:t>reports the proportion of LBOTE students.</w:t>
      </w:r>
      <w:r w:rsidRPr="008E7459">
        <w:t xml:space="preserve"> The proportion of LBOTE students is based on data from the Austra</w:t>
      </w:r>
      <w:r w:rsidR="00863CA2" w:rsidRPr="008E7459">
        <w:t>lian Bureau of Statistics (ABS) </w:t>
      </w:r>
      <w:r w:rsidRPr="008E7459">
        <w:t xml:space="preserve">2011 </w:t>
      </w:r>
      <w:r w:rsidR="008921A5" w:rsidRPr="008E7459">
        <w:t>Census</w:t>
      </w:r>
      <w:r w:rsidRPr="008E7459">
        <w:t xml:space="preserve"> of Population and Housing. Students are counted as having a LBOTE if their home language is not English or if they (or at least one parent) were born in a non</w:t>
      </w:r>
      <w:r w:rsidR="00DE694D" w:rsidRPr="008E7459">
        <w:noBreakHyphen/>
      </w:r>
      <w:r w:rsidRPr="008E7459">
        <w:t>English speaking country.</w:t>
      </w:r>
      <w:r w:rsidR="009F784E" w:rsidRPr="008E7459">
        <w:t xml:space="preserve"> This definition is narrower than the definition endorsed by </w:t>
      </w:r>
      <w:r w:rsidR="004F3D6A" w:rsidRPr="008E7459">
        <w:t xml:space="preserve">the </w:t>
      </w:r>
      <w:r w:rsidR="001E148E" w:rsidRPr="008E7459">
        <w:t>Ministerial Council on Education, Employment, Training and Youth Affairs (</w:t>
      </w:r>
      <w:r w:rsidR="009F784E" w:rsidRPr="008E7459">
        <w:t>MCEETYA</w:t>
      </w:r>
      <w:r w:rsidR="001E148E" w:rsidRPr="008E7459">
        <w:t xml:space="preserve">) — now SCSEEC — </w:t>
      </w:r>
      <w:r w:rsidR="009F784E" w:rsidRPr="008E7459">
        <w:t>under which a student is identified as having a LBOTE if they, and/or one or more of their parents or carers</w:t>
      </w:r>
      <w:r w:rsidR="006C2E1C" w:rsidRPr="008E7459">
        <w:t>,</w:t>
      </w:r>
      <w:r w:rsidR="009F784E" w:rsidRPr="008E7459">
        <w:t xml:space="preserve"> speak a main language other than English in the home.</w:t>
      </w:r>
      <w:r w:rsidR="00236D37" w:rsidRPr="008E7459">
        <w:t xml:space="preserve"> The MCEETYA data are</w:t>
      </w:r>
      <w:r w:rsidR="002D529D" w:rsidRPr="008E7459">
        <w:t xml:space="preserve"> only used in data collections covering selected groups of students (eg year 3 </w:t>
      </w:r>
      <w:r w:rsidR="000C6075" w:rsidRPr="008E7459">
        <w:t>or</w:t>
      </w:r>
      <w:r w:rsidR="00236D37" w:rsidRPr="008E7459">
        <w:t xml:space="preserve"> year 7 students), whereas the </w:t>
      </w:r>
      <w:r w:rsidR="008921A5" w:rsidRPr="008E7459">
        <w:t>Census</w:t>
      </w:r>
      <w:r w:rsidR="002D529D" w:rsidRPr="008E7459">
        <w:t xml:space="preserve"> data </w:t>
      </w:r>
      <w:r w:rsidR="00236D37" w:rsidRPr="008E7459">
        <w:t>cover</w:t>
      </w:r>
      <w:r w:rsidR="002D529D" w:rsidRPr="008E7459">
        <w:t xml:space="preserve"> all </w:t>
      </w:r>
      <w:r w:rsidR="000C6075" w:rsidRPr="008E7459">
        <w:t xml:space="preserve">Australian </w:t>
      </w:r>
      <w:r w:rsidR="002D529D" w:rsidRPr="008E7459">
        <w:t xml:space="preserve">school students. </w:t>
      </w:r>
    </w:p>
    <w:p w:rsidR="006D63C0" w:rsidRPr="008E7459" w:rsidRDefault="009F784E" w:rsidP="00654318">
      <w:pPr>
        <w:pStyle w:val="BodyText"/>
        <w:rPr>
          <w:rFonts w:ascii="Arial" w:hAnsi="Arial"/>
          <w:sz w:val="24"/>
        </w:rPr>
      </w:pPr>
      <w:r w:rsidRPr="008E7459">
        <w:t>The proportion of LBOTE students in government and non</w:t>
      </w:r>
      <w:r w:rsidR="00DE694D" w:rsidRPr="008E7459">
        <w:noBreakHyphen/>
      </w:r>
      <w:r w:rsidRPr="008E7459">
        <w:t>government schools varied acr</w:t>
      </w:r>
      <w:r w:rsidR="001E148E" w:rsidRPr="008E7459">
        <w:t>oss jurisdictions in 2011</w:t>
      </w:r>
      <w:r w:rsidR="0027063C" w:rsidRPr="008E7459">
        <w:t xml:space="preserve"> (</w:t>
      </w:r>
      <w:r w:rsidR="002D2FBE" w:rsidRPr="008E7459">
        <w:t>table</w:t>
      </w:r>
      <w:r w:rsidR="00DE694D" w:rsidRPr="008E7459">
        <w:t> </w:t>
      </w:r>
      <w:r w:rsidR="0095104E" w:rsidRPr="008E7459">
        <w:t>7</w:t>
      </w:r>
      <w:r w:rsidR="006D6A0E" w:rsidRPr="008E7459">
        <w:t>).</w:t>
      </w:r>
      <w:bookmarkStart w:id="13" w:name="_Ref354513026"/>
      <w:bookmarkStart w:id="14" w:name="_Ref354513013"/>
    </w:p>
    <w:bookmarkEnd w:id="13"/>
    <w:p w:rsidR="009F784E" w:rsidRPr="008E7459" w:rsidRDefault="0095104E" w:rsidP="009F784E">
      <w:pPr>
        <w:pStyle w:val="TableTitle"/>
      </w:pPr>
      <w:r w:rsidRPr="008E7459">
        <w:rPr>
          <w:b w:val="0"/>
        </w:rPr>
        <w:t xml:space="preserve">Table </w:t>
      </w:r>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7</w:t>
      </w:r>
      <w:r w:rsidRPr="008E7459">
        <w:rPr>
          <w:b w:val="0"/>
        </w:rPr>
        <w:fldChar w:fldCharType="end"/>
      </w:r>
      <w:r w:rsidR="009F784E" w:rsidRPr="008E7459">
        <w:tab/>
        <w:t xml:space="preserve">Students from language backgrounds other than English as a </w:t>
      </w:r>
      <w:r w:rsidR="002E388D" w:rsidRPr="008E7459">
        <w:t>proportion of all students, 2011</w:t>
      </w:r>
      <w:r w:rsidR="009F784E" w:rsidRPr="008E7459">
        <w:t xml:space="preserve"> (</w:t>
      </w:r>
      <w:r w:rsidR="00781B70" w:rsidRPr="008E7459">
        <w:t>per cent</w:t>
      </w:r>
      <w:r w:rsidR="009F784E" w:rsidRPr="008E7459">
        <w:t>)</w:t>
      </w:r>
      <w:r w:rsidR="009F784E" w:rsidRPr="008E7459">
        <w:rPr>
          <w:rStyle w:val="NoteLabel"/>
          <w:b/>
        </w:rPr>
        <w:t>a</w:t>
      </w:r>
      <w:bookmarkEnd w:id="14"/>
    </w:p>
    <w:tbl>
      <w:tblPr>
        <w:tblW w:w="8789" w:type="dxa"/>
        <w:tblLayout w:type="fixed"/>
        <w:tblCellMar>
          <w:left w:w="0" w:type="dxa"/>
          <w:right w:w="0" w:type="dxa"/>
        </w:tblCellMar>
        <w:tblLook w:val="0000" w:firstRow="0" w:lastRow="0" w:firstColumn="0" w:lastColumn="0" w:noHBand="0" w:noVBand="0"/>
      </w:tblPr>
      <w:tblGrid>
        <w:gridCol w:w="3261"/>
        <w:gridCol w:w="708"/>
        <w:gridCol w:w="709"/>
        <w:gridCol w:w="709"/>
        <w:gridCol w:w="709"/>
        <w:gridCol w:w="708"/>
        <w:gridCol w:w="567"/>
        <w:gridCol w:w="709"/>
        <w:gridCol w:w="709"/>
      </w:tblGrid>
      <w:tr w:rsidR="00F43300" w:rsidRPr="008E7459" w:rsidTr="00F43300">
        <w:tc>
          <w:tcPr>
            <w:tcW w:w="3261" w:type="dxa"/>
            <w:tcBorders>
              <w:top w:val="single" w:sz="6" w:space="0" w:color="auto"/>
              <w:bottom w:val="single" w:sz="6" w:space="0" w:color="auto"/>
            </w:tcBorders>
            <w:shd w:val="clear" w:color="auto" w:fill="auto"/>
          </w:tcPr>
          <w:p w:rsidR="00F43300" w:rsidRPr="008E7459" w:rsidRDefault="009F784E" w:rsidP="00F43300">
            <w:pPr>
              <w:pStyle w:val="TableColumnHeading"/>
              <w:jc w:val="left"/>
            </w:pPr>
            <w:r w:rsidRPr="008E7459">
              <w:tab/>
            </w:r>
          </w:p>
        </w:tc>
        <w:tc>
          <w:tcPr>
            <w:tcW w:w="708" w:type="dxa"/>
            <w:tcBorders>
              <w:top w:val="single" w:sz="6" w:space="0" w:color="auto"/>
              <w:bottom w:val="single" w:sz="6" w:space="0" w:color="auto"/>
            </w:tcBorders>
            <w:shd w:val="clear" w:color="auto" w:fill="auto"/>
          </w:tcPr>
          <w:p w:rsidR="00F43300" w:rsidRPr="008E7459" w:rsidRDefault="00F43300" w:rsidP="00F43300">
            <w:pPr>
              <w:pStyle w:val="TableColumnHeading"/>
            </w:pPr>
            <w:r w:rsidRPr="008E7459">
              <w:t>NSW</w:t>
            </w:r>
          </w:p>
        </w:tc>
        <w:tc>
          <w:tcPr>
            <w:tcW w:w="709" w:type="dxa"/>
            <w:tcBorders>
              <w:top w:val="single" w:sz="6" w:space="0" w:color="auto"/>
              <w:bottom w:val="single" w:sz="6" w:space="0" w:color="auto"/>
            </w:tcBorders>
            <w:shd w:val="clear" w:color="auto" w:fill="auto"/>
          </w:tcPr>
          <w:p w:rsidR="00F43300" w:rsidRPr="008E7459" w:rsidRDefault="00F43300" w:rsidP="00F43300">
            <w:pPr>
              <w:pStyle w:val="TableColumnHeading"/>
            </w:pPr>
            <w:r w:rsidRPr="008E7459">
              <w:t>Vic</w:t>
            </w:r>
          </w:p>
        </w:tc>
        <w:tc>
          <w:tcPr>
            <w:tcW w:w="709" w:type="dxa"/>
            <w:tcBorders>
              <w:top w:val="single" w:sz="6" w:space="0" w:color="auto"/>
              <w:bottom w:val="single" w:sz="6" w:space="0" w:color="auto"/>
            </w:tcBorders>
            <w:shd w:val="clear" w:color="auto" w:fill="auto"/>
          </w:tcPr>
          <w:p w:rsidR="00F43300" w:rsidRPr="008E7459" w:rsidRDefault="00F43300" w:rsidP="00F43300">
            <w:pPr>
              <w:pStyle w:val="TableColumnHeading"/>
            </w:pPr>
            <w:r w:rsidRPr="008E7459">
              <w:t>Qld</w:t>
            </w:r>
          </w:p>
        </w:tc>
        <w:tc>
          <w:tcPr>
            <w:tcW w:w="709" w:type="dxa"/>
            <w:tcBorders>
              <w:top w:val="single" w:sz="6" w:space="0" w:color="auto"/>
              <w:bottom w:val="single" w:sz="6" w:space="0" w:color="auto"/>
            </w:tcBorders>
            <w:shd w:val="clear" w:color="auto" w:fill="auto"/>
          </w:tcPr>
          <w:p w:rsidR="00F43300" w:rsidRPr="008E7459" w:rsidRDefault="00F43300" w:rsidP="00F43300">
            <w:pPr>
              <w:pStyle w:val="TableColumnHeading"/>
            </w:pPr>
            <w:r w:rsidRPr="008E7459">
              <w:t>WA</w:t>
            </w:r>
          </w:p>
        </w:tc>
        <w:tc>
          <w:tcPr>
            <w:tcW w:w="708" w:type="dxa"/>
            <w:tcBorders>
              <w:top w:val="single" w:sz="6" w:space="0" w:color="auto"/>
              <w:bottom w:val="single" w:sz="6" w:space="0" w:color="auto"/>
            </w:tcBorders>
            <w:shd w:val="clear" w:color="auto" w:fill="auto"/>
          </w:tcPr>
          <w:p w:rsidR="00F43300" w:rsidRPr="008E7459" w:rsidRDefault="00F43300" w:rsidP="00F43300">
            <w:pPr>
              <w:pStyle w:val="TableColumnHeading"/>
            </w:pPr>
            <w:r w:rsidRPr="008E7459">
              <w:t>SA</w:t>
            </w:r>
          </w:p>
        </w:tc>
        <w:tc>
          <w:tcPr>
            <w:tcW w:w="567" w:type="dxa"/>
            <w:tcBorders>
              <w:top w:val="single" w:sz="6" w:space="0" w:color="auto"/>
              <w:bottom w:val="single" w:sz="6" w:space="0" w:color="auto"/>
            </w:tcBorders>
            <w:shd w:val="clear" w:color="auto" w:fill="auto"/>
          </w:tcPr>
          <w:p w:rsidR="00F43300" w:rsidRPr="008E7459" w:rsidRDefault="00F43300" w:rsidP="00F43300">
            <w:pPr>
              <w:pStyle w:val="TableColumnHeading"/>
            </w:pPr>
            <w:r w:rsidRPr="008E7459">
              <w:t>Tas</w:t>
            </w:r>
          </w:p>
        </w:tc>
        <w:tc>
          <w:tcPr>
            <w:tcW w:w="709" w:type="dxa"/>
            <w:tcBorders>
              <w:top w:val="single" w:sz="6" w:space="0" w:color="auto"/>
              <w:bottom w:val="single" w:sz="6" w:space="0" w:color="auto"/>
            </w:tcBorders>
            <w:shd w:val="clear" w:color="auto" w:fill="auto"/>
          </w:tcPr>
          <w:p w:rsidR="00F43300" w:rsidRPr="008E7459" w:rsidRDefault="00F43300" w:rsidP="00F43300">
            <w:pPr>
              <w:pStyle w:val="TableColumnHeading"/>
            </w:pPr>
            <w:r w:rsidRPr="008E7459">
              <w:t>ACT</w:t>
            </w:r>
          </w:p>
        </w:tc>
        <w:tc>
          <w:tcPr>
            <w:tcW w:w="709" w:type="dxa"/>
            <w:tcBorders>
              <w:top w:val="single" w:sz="6" w:space="0" w:color="auto"/>
              <w:bottom w:val="single" w:sz="6" w:space="0" w:color="auto"/>
            </w:tcBorders>
            <w:shd w:val="clear" w:color="auto" w:fill="auto"/>
          </w:tcPr>
          <w:p w:rsidR="00F43300" w:rsidRPr="008E7459" w:rsidRDefault="00F43300" w:rsidP="00511A28">
            <w:pPr>
              <w:pStyle w:val="TableBodyText"/>
              <w:spacing w:before="80"/>
              <w:ind w:right="0"/>
            </w:pPr>
            <w:r w:rsidRPr="008E7459">
              <w:t>NT</w:t>
            </w:r>
          </w:p>
        </w:tc>
      </w:tr>
      <w:tr w:rsidR="0027063C" w:rsidRPr="008E7459" w:rsidTr="00F43300">
        <w:tc>
          <w:tcPr>
            <w:tcW w:w="3261" w:type="dxa"/>
          </w:tcPr>
          <w:p w:rsidR="0027063C" w:rsidRPr="008E7459" w:rsidRDefault="0027063C" w:rsidP="00511A28">
            <w:pPr>
              <w:pStyle w:val="TableBodyText"/>
              <w:spacing w:before="80"/>
              <w:jc w:val="left"/>
            </w:pPr>
            <w:r w:rsidRPr="008E7459">
              <w:t>Government schools</w:t>
            </w:r>
          </w:p>
        </w:tc>
        <w:tc>
          <w:tcPr>
            <w:tcW w:w="708" w:type="dxa"/>
            <w:tcBorders>
              <w:top w:val="single" w:sz="6" w:space="0" w:color="auto"/>
            </w:tcBorders>
            <w:shd w:val="clear" w:color="auto" w:fill="auto"/>
          </w:tcPr>
          <w:p w:rsidR="0027063C" w:rsidRPr="008E7459" w:rsidRDefault="0027063C" w:rsidP="00511A28">
            <w:pPr>
              <w:pStyle w:val="TableBodyText"/>
              <w:spacing w:before="80"/>
            </w:pPr>
            <w:r w:rsidRPr="008E7459">
              <w:t>25.3</w:t>
            </w:r>
          </w:p>
        </w:tc>
        <w:tc>
          <w:tcPr>
            <w:tcW w:w="709" w:type="dxa"/>
            <w:tcBorders>
              <w:top w:val="single" w:sz="6" w:space="0" w:color="auto"/>
            </w:tcBorders>
            <w:shd w:val="clear" w:color="auto" w:fill="auto"/>
          </w:tcPr>
          <w:p w:rsidR="0027063C" w:rsidRPr="008E7459" w:rsidRDefault="0027063C" w:rsidP="00511A28">
            <w:pPr>
              <w:pStyle w:val="TableBodyText"/>
              <w:spacing w:before="80"/>
            </w:pPr>
            <w:r w:rsidRPr="008E7459">
              <w:t>23.8</w:t>
            </w:r>
          </w:p>
        </w:tc>
        <w:tc>
          <w:tcPr>
            <w:tcW w:w="709" w:type="dxa"/>
            <w:tcBorders>
              <w:top w:val="single" w:sz="6" w:space="0" w:color="auto"/>
            </w:tcBorders>
            <w:shd w:val="clear" w:color="auto" w:fill="auto"/>
          </w:tcPr>
          <w:p w:rsidR="0027063C" w:rsidRPr="008E7459" w:rsidRDefault="0027063C" w:rsidP="00511A28">
            <w:pPr>
              <w:pStyle w:val="TableBodyText"/>
              <w:spacing w:before="80"/>
            </w:pPr>
            <w:r w:rsidRPr="008E7459">
              <w:t>13.2</w:t>
            </w:r>
          </w:p>
        </w:tc>
        <w:tc>
          <w:tcPr>
            <w:tcW w:w="709" w:type="dxa"/>
            <w:tcBorders>
              <w:top w:val="single" w:sz="6" w:space="0" w:color="auto"/>
            </w:tcBorders>
            <w:shd w:val="clear" w:color="auto" w:fill="auto"/>
          </w:tcPr>
          <w:p w:rsidR="0027063C" w:rsidRPr="008E7459" w:rsidRDefault="0027063C" w:rsidP="00511A28">
            <w:pPr>
              <w:pStyle w:val="TableBodyText"/>
              <w:spacing w:before="80"/>
            </w:pPr>
            <w:r w:rsidRPr="008E7459">
              <w:t>17.7</w:t>
            </w:r>
          </w:p>
        </w:tc>
        <w:tc>
          <w:tcPr>
            <w:tcW w:w="708" w:type="dxa"/>
            <w:tcBorders>
              <w:top w:val="single" w:sz="6" w:space="0" w:color="auto"/>
            </w:tcBorders>
            <w:shd w:val="clear" w:color="auto" w:fill="auto"/>
          </w:tcPr>
          <w:p w:rsidR="0027063C" w:rsidRPr="008E7459" w:rsidRDefault="0027063C" w:rsidP="00511A28">
            <w:pPr>
              <w:pStyle w:val="TableBodyText"/>
              <w:spacing w:before="80"/>
            </w:pPr>
            <w:r w:rsidRPr="008E7459">
              <w:t>14.3</w:t>
            </w:r>
          </w:p>
        </w:tc>
        <w:tc>
          <w:tcPr>
            <w:tcW w:w="567" w:type="dxa"/>
            <w:tcBorders>
              <w:top w:val="single" w:sz="6" w:space="0" w:color="auto"/>
            </w:tcBorders>
            <w:shd w:val="clear" w:color="auto" w:fill="auto"/>
          </w:tcPr>
          <w:p w:rsidR="0027063C" w:rsidRPr="008E7459" w:rsidRDefault="0027063C" w:rsidP="00511A28">
            <w:pPr>
              <w:pStyle w:val="TableBodyText"/>
              <w:spacing w:before="80"/>
            </w:pPr>
            <w:r w:rsidRPr="008E7459">
              <w:t>5.5</w:t>
            </w:r>
          </w:p>
        </w:tc>
        <w:tc>
          <w:tcPr>
            <w:tcW w:w="709" w:type="dxa"/>
            <w:tcBorders>
              <w:top w:val="single" w:sz="6" w:space="0" w:color="auto"/>
            </w:tcBorders>
            <w:shd w:val="clear" w:color="auto" w:fill="auto"/>
          </w:tcPr>
          <w:p w:rsidR="0027063C" w:rsidRPr="008E7459" w:rsidRDefault="0027063C" w:rsidP="00511A28">
            <w:pPr>
              <w:pStyle w:val="TableBodyText"/>
              <w:spacing w:before="80"/>
            </w:pPr>
            <w:r w:rsidRPr="008E7459">
              <w:t>23.6</w:t>
            </w:r>
          </w:p>
        </w:tc>
        <w:tc>
          <w:tcPr>
            <w:tcW w:w="709" w:type="dxa"/>
            <w:tcBorders>
              <w:top w:val="single" w:sz="6" w:space="0" w:color="auto"/>
            </w:tcBorders>
            <w:shd w:val="clear" w:color="auto" w:fill="auto"/>
          </w:tcPr>
          <w:p w:rsidR="0027063C" w:rsidRPr="008E7459" w:rsidRDefault="0027063C" w:rsidP="00511A28">
            <w:pPr>
              <w:pStyle w:val="TableBodyText"/>
              <w:spacing w:before="80"/>
              <w:ind w:right="0"/>
            </w:pPr>
            <w:r w:rsidRPr="008E7459">
              <w:t>34.5</w:t>
            </w:r>
          </w:p>
        </w:tc>
      </w:tr>
      <w:tr w:rsidR="0027063C" w:rsidRPr="008E7459" w:rsidTr="00F43300">
        <w:tc>
          <w:tcPr>
            <w:tcW w:w="3261" w:type="dxa"/>
            <w:shd w:val="clear" w:color="auto" w:fill="auto"/>
          </w:tcPr>
          <w:p w:rsidR="0027063C" w:rsidRPr="008E7459" w:rsidRDefault="0027063C" w:rsidP="00511A28">
            <w:pPr>
              <w:pStyle w:val="TableBodyText"/>
              <w:spacing w:before="80"/>
              <w:jc w:val="left"/>
            </w:pPr>
            <w:r w:rsidRPr="008E7459">
              <w:t>Non</w:t>
            </w:r>
            <w:r w:rsidR="00DE694D" w:rsidRPr="008E7459">
              <w:noBreakHyphen/>
            </w:r>
            <w:r w:rsidRPr="008E7459">
              <w:t>government schools</w:t>
            </w:r>
          </w:p>
        </w:tc>
        <w:tc>
          <w:tcPr>
            <w:tcW w:w="708" w:type="dxa"/>
            <w:shd w:val="clear" w:color="auto" w:fill="auto"/>
          </w:tcPr>
          <w:p w:rsidR="0027063C" w:rsidRPr="008E7459" w:rsidRDefault="0027063C" w:rsidP="00511A28">
            <w:pPr>
              <w:pStyle w:val="TableBodyText"/>
              <w:spacing w:before="80"/>
            </w:pPr>
            <w:r w:rsidRPr="008E7459">
              <w:t>28.2</w:t>
            </w:r>
          </w:p>
        </w:tc>
        <w:tc>
          <w:tcPr>
            <w:tcW w:w="709" w:type="dxa"/>
            <w:shd w:val="clear" w:color="auto" w:fill="auto"/>
          </w:tcPr>
          <w:p w:rsidR="0027063C" w:rsidRPr="008E7459" w:rsidRDefault="0027063C" w:rsidP="00511A28">
            <w:pPr>
              <w:pStyle w:val="TableBodyText"/>
              <w:spacing w:before="80"/>
            </w:pPr>
            <w:r w:rsidRPr="008E7459">
              <w:t>29.0</w:t>
            </w:r>
          </w:p>
        </w:tc>
        <w:tc>
          <w:tcPr>
            <w:tcW w:w="709" w:type="dxa"/>
            <w:shd w:val="clear" w:color="auto" w:fill="auto"/>
          </w:tcPr>
          <w:p w:rsidR="0027063C" w:rsidRPr="008E7459" w:rsidRDefault="0027063C" w:rsidP="00511A28">
            <w:pPr>
              <w:pStyle w:val="TableBodyText"/>
              <w:spacing w:before="80"/>
            </w:pPr>
            <w:r w:rsidRPr="008E7459">
              <w:t>15.3</w:t>
            </w:r>
          </w:p>
        </w:tc>
        <w:tc>
          <w:tcPr>
            <w:tcW w:w="709" w:type="dxa"/>
            <w:shd w:val="clear" w:color="auto" w:fill="auto"/>
          </w:tcPr>
          <w:p w:rsidR="0027063C" w:rsidRPr="008E7459" w:rsidRDefault="0027063C" w:rsidP="00511A28">
            <w:pPr>
              <w:pStyle w:val="TableBodyText"/>
              <w:spacing w:before="80"/>
            </w:pPr>
            <w:r w:rsidRPr="008E7459">
              <w:t>23.1</w:t>
            </w:r>
          </w:p>
        </w:tc>
        <w:tc>
          <w:tcPr>
            <w:tcW w:w="708" w:type="dxa"/>
            <w:shd w:val="clear" w:color="auto" w:fill="auto"/>
          </w:tcPr>
          <w:p w:rsidR="0027063C" w:rsidRPr="008E7459" w:rsidRDefault="0027063C" w:rsidP="00511A28">
            <w:pPr>
              <w:pStyle w:val="TableBodyText"/>
              <w:spacing w:before="80"/>
            </w:pPr>
            <w:r w:rsidRPr="008E7459">
              <w:t>19.2</w:t>
            </w:r>
          </w:p>
        </w:tc>
        <w:tc>
          <w:tcPr>
            <w:tcW w:w="567" w:type="dxa"/>
            <w:shd w:val="clear" w:color="auto" w:fill="auto"/>
          </w:tcPr>
          <w:p w:rsidR="0027063C" w:rsidRPr="008E7459" w:rsidRDefault="0027063C" w:rsidP="00511A28">
            <w:pPr>
              <w:pStyle w:val="TableBodyText"/>
              <w:spacing w:before="80"/>
            </w:pPr>
            <w:r w:rsidRPr="008E7459">
              <w:t>10.4</w:t>
            </w:r>
          </w:p>
        </w:tc>
        <w:tc>
          <w:tcPr>
            <w:tcW w:w="709" w:type="dxa"/>
            <w:shd w:val="clear" w:color="auto" w:fill="auto"/>
          </w:tcPr>
          <w:p w:rsidR="0027063C" w:rsidRPr="008E7459" w:rsidRDefault="0027063C" w:rsidP="00511A28">
            <w:pPr>
              <w:pStyle w:val="TableBodyText"/>
              <w:spacing w:before="80"/>
            </w:pPr>
            <w:r w:rsidRPr="008E7459">
              <w:t>19.6</w:t>
            </w:r>
          </w:p>
        </w:tc>
        <w:tc>
          <w:tcPr>
            <w:tcW w:w="709" w:type="dxa"/>
            <w:shd w:val="clear" w:color="auto" w:fill="auto"/>
          </w:tcPr>
          <w:p w:rsidR="0027063C" w:rsidRPr="008E7459" w:rsidRDefault="0027063C" w:rsidP="00511A28">
            <w:pPr>
              <w:pStyle w:val="TableBodyText"/>
              <w:spacing w:before="80"/>
              <w:ind w:right="0"/>
            </w:pPr>
            <w:r w:rsidRPr="008E7459">
              <w:t>30.8</w:t>
            </w:r>
          </w:p>
        </w:tc>
      </w:tr>
      <w:tr w:rsidR="0027063C" w:rsidRPr="008E7459" w:rsidTr="0027063C">
        <w:tc>
          <w:tcPr>
            <w:tcW w:w="3261" w:type="dxa"/>
            <w:tcBorders>
              <w:bottom w:val="single" w:sz="6" w:space="0" w:color="auto"/>
            </w:tcBorders>
            <w:shd w:val="clear" w:color="auto" w:fill="auto"/>
          </w:tcPr>
          <w:p w:rsidR="0027063C" w:rsidRPr="008E7459" w:rsidRDefault="0027063C" w:rsidP="00511A28">
            <w:pPr>
              <w:pStyle w:val="TableBodyText"/>
              <w:spacing w:before="80"/>
              <w:jc w:val="left"/>
              <w:rPr>
                <w:b/>
              </w:rPr>
            </w:pPr>
            <w:r w:rsidRPr="008E7459">
              <w:rPr>
                <w:b/>
              </w:rPr>
              <w:t>All schools</w:t>
            </w:r>
          </w:p>
        </w:tc>
        <w:tc>
          <w:tcPr>
            <w:tcW w:w="708" w:type="dxa"/>
            <w:tcBorders>
              <w:bottom w:val="single" w:sz="6" w:space="0" w:color="auto"/>
            </w:tcBorders>
            <w:shd w:val="clear" w:color="auto" w:fill="auto"/>
            <w:vAlign w:val="center"/>
          </w:tcPr>
          <w:p w:rsidR="0027063C" w:rsidRPr="008E7459" w:rsidRDefault="0027063C" w:rsidP="00511A28">
            <w:pPr>
              <w:pStyle w:val="TableBodyText"/>
              <w:spacing w:before="80"/>
              <w:rPr>
                <w:b/>
              </w:rPr>
            </w:pPr>
            <w:r w:rsidRPr="008E7459">
              <w:rPr>
                <w:b/>
              </w:rPr>
              <w:t>26.3</w:t>
            </w:r>
          </w:p>
        </w:tc>
        <w:tc>
          <w:tcPr>
            <w:tcW w:w="709" w:type="dxa"/>
            <w:tcBorders>
              <w:bottom w:val="single" w:sz="6" w:space="0" w:color="auto"/>
            </w:tcBorders>
            <w:shd w:val="clear" w:color="auto" w:fill="auto"/>
            <w:vAlign w:val="center"/>
          </w:tcPr>
          <w:p w:rsidR="0027063C" w:rsidRPr="008E7459" w:rsidRDefault="0027063C" w:rsidP="00511A28">
            <w:pPr>
              <w:pStyle w:val="TableBodyText"/>
              <w:spacing w:before="80"/>
              <w:rPr>
                <w:b/>
              </w:rPr>
            </w:pPr>
            <w:r w:rsidRPr="008E7459">
              <w:rPr>
                <w:b/>
              </w:rPr>
              <w:t>25.7</w:t>
            </w:r>
          </w:p>
        </w:tc>
        <w:tc>
          <w:tcPr>
            <w:tcW w:w="709" w:type="dxa"/>
            <w:tcBorders>
              <w:bottom w:val="single" w:sz="6" w:space="0" w:color="auto"/>
            </w:tcBorders>
            <w:shd w:val="clear" w:color="auto" w:fill="auto"/>
            <w:vAlign w:val="center"/>
          </w:tcPr>
          <w:p w:rsidR="0027063C" w:rsidRPr="008E7459" w:rsidRDefault="0027063C" w:rsidP="00511A28">
            <w:pPr>
              <w:pStyle w:val="TableBodyText"/>
              <w:spacing w:before="80"/>
              <w:rPr>
                <w:b/>
              </w:rPr>
            </w:pPr>
            <w:r w:rsidRPr="008E7459">
              <w:rPr>
                <w:b/>
              </w:rPr>
              <w:t>13.9</w:t>
            </w:r>
          </w:p>
        </w:tc>
        <w:tc>
          <w:tcPr>
            <w:tcW w:w="709" w:type="dxa"/>
            <w:tcBorders>
              <w:bottom w:val="single" w:sz="6" w:space="0" w:color="auto"/>
            </w:tcBorders>
            <w:shd w:val="clear" w:color="auto" w:fill="auto"/>
            <w:vAlign w:val="center"/>
          </w:tcPr>
          <w:p w:rsidR="0027063C" w:rsidRPr="008E7459" w:rsidRDefault="0027063C" w:rsidP="00511A28">
            <w:pPr>
              <w:pStyle w:val="TableBodyText"/>
              <w:spacing w:before="80"/>
              <w:rPr>
                <w:b/>
              </w:rPr>
            </w:pPr>
            <w:r w:rsidRPr="008E7459">
              <w:rPr>
                <w:b/>
              </w:rPr>
              <w:t>19.6</w:t>
            </w:r>
          </w:p>
        </w:tc>
        <w:tc>
          <w:tcPr>
            <w:tcW w:w="708" w:type="dxa"/>
            <w:tcBorders>
              <w:bottom w:val="single" w:sz="6" w:space="0" w:color="auto"/>
            </w:tcBorders>
            <w:shd w:val="clear" w:color="auto" w:fill="auto"/>
            <w:vAlign w:val="center"/>
          </w:tcPr>
          <w:p w:rsidR="0027063C" w:rsidRPr="008E7459" w:rsidRDefault="0027063C" w:rsidP="00511A28">
            <w:pPr>
              <w:pStyle w:val="TableBodyText"/>
              <w:spacing w:before="80"/>
              <w:rPr>
                <w:b/>
              </w:rPr>
            </w:pPr>
            <w:r w:rsidRPr="008E7459">
              <w:rPr>
                <w:b/>
              </w:rPr>
              <w:t>16.1</w:t>
            </w:r>
          </w:p>
        </w:tc>
        <w:tc>
          <w:tcPr>
            <w:tcW w:w="567" w:type="dxa"/>
            <w:tcBorders>
              <w:bottom w:val="single" w:sz="6" w:space="0" w:color="auto"/>
            </w:tcBorders>
            <w:shd w:val="clear" w:color="auto" w:fill="auto"/>
            <w:vAlign w:val="center"/>
          </w:tcPr>
          <w:p w:rsidR="0027063C" w:rsidRPr="008E7459" w:rsidRDefault="0027063C" w:rsidP="00511A28">
            <w:pPr>
              <w:pStyle w:val="TableBodyText"/>
              <w:spacing w:before="80"/>
              <w:rPr>
                <w:b/>
              </w:rPr>
            </w:pPr>
            <w:r w:rsidRPr="008E7459">
              <w:rPr>
                <w:b/>
              </w:rPr>
              <w:t>6.9</w:t>
            </w:r>
          </w:p>
        </w:tc>
        <w:tc>
          <w:tcPr>
            <w:tcW w:w="709" w:type="dxa"/>
            <w:tcBorders>
              <w:bottom w:val="single" w:sz="6" w:space="0" w:color="auto"/>
            </w:tcBorders>
            <w:shd w:val="clear" w:color="auto" w:fill="auto"/>
            <w:vAlign w:val="center"/>
          </w:tcPr>
          <w:p w:rsidR="0027063C" w:rsidRPr="008E7459" w:rsidRDefault="0027063C" w:rsidP="00511A28">
            <w:pPr>
              <w:pStyle w:val="TableBodyText"/>
              <w:spacing w:before="80"/>
              <w:rPr>
                <w:b/>
              </w:rPr>
            </w:pPr>
            <w:r w:rsidRPr="008E7459">
              <w:rPr>
                <w:b/>
              </w:rPr>
              <w:t>21.9</w:t>
            </w:r>
          </w:p>
        </w:tc>
        <w:tc>
          <w:tcPr>
            <w:tcW w:w="709" w:type="dxa"/>
            <w:tcBorders>
              <w:bottom w:val="single" w:sz="6" w:space="0" w:color="auto"/>
            </w:tcBorders>
            <w:shd w:val="clear" w:color="auto" w:fill="auto"/>
            <w:vAlign w:val="center"/>
          </w:tcPr>
          <w:p w:rsidR="0027063C" w:rsidRPr="008E7459" w:rsidRDefault="0027063C" w:rsidP="00511A28">
            <w:pPr>
              <w:pStyle w:val="TableBodyText"/>
              <w:spacing w:before="80"/>
              <w:ind w:right="0"/>
              <w:rPr>
                <w:b/>
              </w:rPr>
            </w:pPr>
            <w:r w:rsidRPr="008E7459">
              <w:rPr>
                <w:b/>
              </w:rPr>
              <w:t>33.6</w:t>
            </w:r>
          </w:p>
        </w:tc>
      </w:tr>
    </w:tbl>
    <w:p w:rsidR="00F43300" w:rsidRPr="008E7459" w:rsidRDefault="00F43300" w:rsidP="00F43300">
      <w:pPr>
        <w:pStyle w:val="Note"/>
      </w:pPr>
      <w:r w:rsidRPr="008E7459">
        <w:rPr>
          <w:rStyle w:val="NoteLabel"/>
        </w:rPr>
        <w:t>a</w:t>
      </w:r>
      <w:r w:rsidRPr="008E7459">
        <w:sym w:font="Symbol" w:char="F020"/>
      </w:r>
      <w:r w:rsidRPr="008E7459">
        <w:t>Number of LBOTE students and number of all students. Absolute numbers of LBOTE st</w:t>
      </w:r>
      <w:r w:rsidR="002E388D" w:rsidRPr="008E7459">
        <w:t>udents are sourced from the 2011</w:t>
      </w:r>
      <w:r w:rsidRPr="008E7459">
        <w:t xml:space="preserve"> </w:t>
      </w:r>
      <w:r w:rsidR="008921A5" w:rsidRPr="008E7459">
        <w:t>Census</w:t>
      </w:r>
      <w:r w:rsidRPr="008E7459">
        <w:t xml:space="preserve"> of Population and Housing, whilst data on all full time students are sourced from the ABS Schools </w:t>
      </w:r>
      <w:smartTag w:uri="urn:schemas-microsoft-com:office:smarttags" w:element="country-region">
        <w:smartTag w:uri="urn:schemas-microsoft-com:office:smarttags" w:element="place">
          <w:r w:rsidRPr="008E7459">
            <w:t>Australia</w:t>
          </w:r>
        </w:smartTag>
      </w:smartTag>
      <w:r w:rsidRPr="008E7459">
        <w:t xml:space="preserve"> collection.</w:t>
      </w:r>
      <w:r w:rsidR="0027063C" w:rsidRPr="008E7459">
        <w:t xml:space="preserve"> See SCRGSP 2013 table</w:t>
      </w:r>
      <w:r w:rsidR="00DE694D" w:rsidRPr="008E7459">
        <w:t> </w:t>
      </w:r>
      <w:r w:rsidR="0027063C" w:rsidRPr="008E7459">
        <w:t>4A.26</w:t>
      </w:r>
      <w:r w:rsidRPr="008E7459">
        <w:t xml:space="preserve"> for detailed footnotes.</w:t>
      </w:r>
    </w:p>
    <w:p w:rsidR="00F43300" w:rsidRPr="008E7459" w:rsidRDefault="00413E33" w:rsidP="00F43300">
      <w:pPr>
        <w:pStyle w:val="Source"/>
        <w:rPr>
          <w:rStyle w:val="BodyTextChar"/>
        </w:rPr>
      </w:pPr>
      <w:r w:rsidRPr="008E7459">
        <w:rPr>
          <w:i/>
        </w:rPr>
        <w:t>Source</w:t>
      </w:r>
      <w:r w:rsidR="00F43300" w:rsidRPr="008E7459">
        <w:t xml:space="preserve">: </w:t>
      </w:r>
      <w:r w:rsidR="0027063C" w:rsidRPr="008E7459">
        <w:t>DEEWR</w:t>
      </w:r>
      <w:r w:rsidR="0077442B" w:rsidRPr="008E7459">
        <w:t xml:space="preserve"> (unpublished) based on the ABS </w:t>
      </w:r>
      <w:r w:rsidR="0027063C" w:rsidRPr="008E7459">
        <w:t xml:space="preserve">(2011) </w:t>
      </w:r>
      <w:r w:rsidR="008921A5" w:rsidRPr="008E7459">
        <w:t>Census</w:t>
      </w:r>
      <w:r w:rsidR="0027063C" w:rsidRPr="008E7459">
        <w:t xml:space="preserve"> of</w:t>
      </w:r>
      <w:r w:rsidR="0077442B" w:rsidRPr="008E7459">
        <w:t xml:space="preserve"> Population and Housing; SCRGSP </w:t>
      </w:r>
      <w:r w:rsidR="0027063C" w:rsidRPr="008E7459">
        <w:t>2013 table</w:t>
      </w:r>
      <w:r w:rsidR="00DE694D" w:rsidRPr="008E7459">
        <w:t> </w:t>
      </w:r>
      <w:r w:rsidR="0027063C" w:rsidRPr="008E7459">
        <w:t>4A.26</w:t>
      </w:r>
      <w:r w:rsidR="00F43300" w:rsidRPr="008E7459">
        <w:t>.</w:t>
      </w:r>
    </w:p>
    <w:p w:rsidR="000A54DF" w:rsidRPr="008E7459" w:rsidRDefault="000A54DF" w:rsidP="00F82D99">
      <w:pPr>
        <w:pStyle w:val="Heading5"/>
      </w:pPr>
      <w:r w:rsidRPr="008E7459">
        <w:t>Students with disabilities</w:t>
      </w:r>
    </w:p>
    <w:p w:rsidR="00041244" w:rsidRPr="008E7459" w:rsidRDefault="000A54DF" w:rsidP="0082251B">
      <w:pPr>
        <w:pStyle w:val="BodyText"/>
      </w:pPr>
      <w:r w:rsidRPr="008E7459">
        <w:t xml:space="preserve">Students with disabilities </w:t>
      </w:r>
      <w:r w:rsidR="006233FE" w:rsidRPr="008E7459">
        <w:t xml:space="preserve">may be </w:t>
      </w:r>
      <w:r w:rsidRPr="008E7459">
        <w:t xml:space="preserve">educated in </w:t>
      </w:r>
      <w:r w:rsidR="006233FE" w:rsidRPr="008E7459">
        <w:t xml:space="preserve">either </w:t>
      </w:r>
      <w:r w:rsidRPr="008E7459">
        <w:t xml:space="preserve">mainstream </w:t>
      </w:r>
      <w:r w:rsidR="002B6FDC" w:rsidRPr="008E7459">
        <w:t xml:space="preserve">or </w:t>
      </w:r>
      <w:r w:rsidRPr="008E7459">
        <w:t xml:space="preserve">special schools. Students with disabilities are those students who satisfy the criteria for enrolment in special education services or programs provided in the State or Territory in which they are enrolled. </w:t>
      </w:r>
      <w:r w:rsidR="00041244" w:rsidRPr="008E7459">
        <w:t>These criteria currently vary across jurisdictions</w:t>
      </w:r>
      <w:r w:rsidR="004F3D6A" w:rsidRPr="008E7459">
        <w:t xml:space="preserve">; </w:t>
      </w:r>
      <w:r w:rsidR="00041244" w:rsidRPr="008E7459">
        <w:t>however</w:t>
      </w:r>
      <w:r w:rsidR="004F3D6A" w:rsidRPr="008E7459">
        <w:t>,</w:t>
      </w:r>
      <w:r w:rsidR="00863CA2" w:rsidRPr="008E7459">
        <w:t xml:space="preserve"> in April </w:t>
      </w:r>
      <w:r w:rsidR="00041244" w:rsidRPr="008E7459">
        <w:t>2012</w:t>
      </w:r>
      <w:r w:rsidR="004F3D6A" w:rsidRPr="008E7459">
        <w:t>,</w:t>
      </w:r>
      <w:r w:rsidR="00041244" w:rsidRPr="008E7459">
        <w:t xml:space="preserve"> State and Territory ministers accepted new nationally consistent </w:t>
      </w:r>
      <w:r w:rsidR="00C5789A" w:rsidRPr="008E7459">
        <w:t xml:space="preserve">definitions </w:t>
      </w:r>
      <w:r w:rsidR="00041244" w:rsidRPr="008E7459">
        <w:t>for students with disability in schools. It is anticipated that the national definitions will be reported against for the first time in 2014.</w:t>
      </w:r>
    </w:p>
    <w:p w:rsidR="000A54DF" w:rsidRPr="008E7459" w:rsidRDefault="000A54DF" w:rsidP="00F225AF">
      <w:pPr>
        <w:pStyle w:val="BodyText"/>
      </w:pPr>
      <w:r w:rsidRPr="008E7459">
        <w:t>Data for students with disabilities are sourced from unpublished data provided by the Department of Education, Employment and Workplace Relations (DEEWR).</w:t>
      </w:r>
      <w:r w:rsidR="006C2E1C" w:rsidRPr="008E7459">
        <w:t xml:space="preserve"> </w:t>
      </w:r>
      <w:r w:rsidR="006C2E1C" w:rsidRPr="008E7459">
        <w:lastRenderedPageBreak/>
        <w:t>T</w:t>
      </w:r>
      <w:r w:rsidR="00A16247" w:rsidRPr="008E7459">
        <w:t xml:space="preserve">he most recent available data for students with disability </w:t>
      </w:r>
      <w:r w:rsidR="00CB5783" w:rsidRPr="008E7459">
        <w:t xml:space="preserve">are </w:t>
      </w:r>
      <w:r w:rsidR="006867EE" w:rsidRPr="008E7459">
        <w:t>for the 20</w:t>
      </w:r>
      <w:r w:rsidR="00FE0B9E" w:rsidRPr="008E7459">
        <w:t>11</w:t>
      </w:r>
      <w:r w:rsidR="006867EE" w:rsidRPr="008E7459">
        <w:t xml:space="preserve"> school year</w:t>
      </w:r>
      <w:r w:rsidR="00A16247" w:rsidRPr="008E7459">
        <w:t xml:space="preserve"> </w:t>
      </w:r>
      <w:r w:rsidR="006867EE" w:rsidRPr="008E7459">
        <w:t>(</w:t>
      </w:r>
      <w:r w:rsidR="00E71941" w:rsidRPr="008E7459">
        <w:fldChar w:fldCharType="begin"/>
      </w:r>
      <w:r w:rsidR="00E71941" w:rsidRPr="008E7459">
        <w:instrText xml:space="preserve"> REF  _Ref354513997 \* Lower \h  \* MERGEFORMAT </w:instrText>
      </w:r>
      <w:r w:rsidR="00E71941" w:rsidRPr="008E7459">
        <w:fldChar w:fldCharType="separate"/>
      </w:r>
      <w:r w:rsidR="0063033C" w:rsidRPr="008E7459">
        <w:t>table</w:t>
      </w:r>
      <w:r w:rsidR="0063033C" w:rsidRPr="0063033C">
        <w:rPr>
          <w:b/>
        </w:rPr>
        <w:t xml:space="preserve"> </w:t>
      </w:r>
      <w:r w:rsidR="0063033C" w:rsidRPr="0063033C">
        <w:rPr>
          <w:noProof/>
        </w:rPr>
        <w:t>8</w:t>
      </w:r>
      <w:r w:rsidR="00E71941" w:rsidRPr="008E7459">
        <w:fldChar w:fldCharType="end"/>
      </w:r>
      <w:r w:rsidR="006867EE" w:rsidRPr="008E7459">
        <w:t>)</w:t>
      </w:r>
      <w:r w:rsidRPr="008E7459">
        <w:t>.</w:t>
      </w:r>
    </w:p>
    <w:p w:rsidR="0026369A" w:rsidRPr="008E7459" w:rsidRDefault="0026369A" w:rsidP="0026369A">
      <w:pPr>
        <w:pStyle w:val="TableTitle"/>
      </w:pPr>
      <w:bookmarkStart w:id="15" w:name="_Ref354513997"/>
      <w:r w:rsidRPr="008E7459">
        <w:rPr>
          <w:b w:val="0"/>
        </w:rPr>
        <w:t xml:space="preserve">Table </w:t>
      </w:r>
      <w:bookmarkStart w:id="16" w:name="OLE_LINK11"/>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8</w:t>
      </w:r>
      <w:r w:rsidRPr="008E7459">
        <w:rPr>
          <w:b w:val="0"/>
        </w:rPr>
        <w:fldChar w:fldCharType="end"/>
      </w:r>
      <w:bookmarkEnd w:id="15"/>
      <w:bookmarkEnd w:id="16"/>
      <w:r w:rsidRPr="008E7459">
        <w:tab/>
        <w:t>Funded full time equivalent students with disabilities as a proportion of total full time students, 201</w:t>
      </w:r>
      <w:r w:rsidR="006C2E1C" w:rsidRPr="008E7459">
        <w:t>1</w:t>
      </w:r>
      <w:r w:rsidRPr="008E7459">
        <w:t xml:space="preserve"> (</w:t>
      </w:r>
      <w:r w:rsidR="00781B70" w:rsidRPr="008E7459">
        <w:t>per cent</w:t>
      </w:r>
      <w:r w:rsidRPr="008E7459">
        <w:t>)</w:t>
      </w:r>
      <w:r w:rsidRPr="008E7459">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2852"/>
        <w:gridCol w:w="659"/>
        <w:gridCol w:w="659"/>
        <w:gridCol w:w="660"/>
        <w:gridCol w:w="660"/>
        <w:gridCol w:w="660"/>
        <w:gridCol w:w="660"/>
        <w:gridCol w:w="660"/>
        <w:gridCol w:w="660"/>
        <w:gridCol w:w="660"/>
      </w:tblGrid>
      <w:tr w:rsidR="00FE0B9E" w:rsidRPr="008E7459" w:rsidTr="00C634A9">
        <w:trPr>
          <w:trHeight w:val="237"/>
        </w:trPr>
        <w:tc>
          <w:tcPr>
            <w:tcW w:w="2852" w:type="dxa"/>
            <w:tcBorders>
              <w:top w:val="single" w:sz="6" w:space="0" w:color="auto"/>
              <w:bottom w:val="single" w:sz="6" w:space="0" w:color="auto"/>
            </w:tcBorders>
            <w:shd w:val="clear" w:color="auto" w:fill="auto"/>
          </w:tcPr>
          <w:p w:rsidR="0026369A" w:rsidRPr="008E7459" w:rsidRDefault="0026369A" w:rsidP="0026369A">
            <w:pPr>
              <w:pStyle w:val="TableColumnHeading"/>
              <w:jc w:val="left"/>
            </w:pPr>
          </w:p>
        </w:tc>
        <w:tc>
          <w:tcPr>
            <w:tcW w:w="659" w:type="dxa"/>
            <w:tcBorders>
              <w:top w:val="single" w:sz="6" w:space="0" w:color="auto"/>
              <w:bottom w:val="single" w:sz="6" w:space="0" w:color="auto"/>
            </w:tcBorders>
            <w:shd w:val="clear" w:color="auto" w:fill="auto"/>
          </w:tcPr>
          <w:p w:rsidR="0026369A" w:rsidRPr="008E7459" w:rsidRDefault="0026369A" w:rsidP="00511A28">
            <w:pPr>
              <w:pStyle w:val="TableBodyText"/>
              <w:spacing w:before="80"/>
              <w:rPr>
                <w:i/>
              </w:rPr>
            </w:pPr>
            <w:r w:rsidRPr="008E7459">
              <w:rPr>
                <w:i/>
              </w:rPr>
              <w:t>NSW</w:t>
            </w:r>
          </w:p>
        </w:tc>
        <w:tc>
          <w:tcPr>
            <w:tcW w:w="659" w:type="dxa"/>
            <w:tcBorders>
              <w:top w:val="single" w:sz="6" w:space="0" w:color="auto"/>
              <w:bottom w:val="single" w:sz="6" w:space="0" w:color="auto"/>
            </w:tcBorders>
            <w:shd w:val="clear" w:color="auto" w:fill="auto"/>
          </w:tcPr>
          <w:p w:rsidR="0026369A" w:rsidRPr="008E7459" w:rsidRDefault="0026369A" w:rsidP="00511A28">
            <w:pPr>
              <w:pStyle w:val="TableBodyText"/>
              <w:spacing w:before="80"/>
              <w:rPr>
                <w:i/>
              </w:rPr>
            </w:pPr>
            <w:r w:rsidRPr="008E7459">
              <w:rPr>
                <w:i/>
              </w:rPr>
              <w:t>Vic</w:t>
            </w:r>
          </w:p>
        </w:tc>
        <w:tc>
          <w:tcPr>
            <w:tcW w:w="660" w:type="dxa"/>
            <w:tcBorders>
              <w:top w:val="single" w:sz="6" w:space="0" w:color="auto"/>
              <w:bottom w:val="single" w:sz="6" w:space="0" w:color="auto"/>
            </w:tcBorders>
            <w:shd w:val="clear" w:color="auto" w:fill="auto"/>
          </w:tcPr>
          <w:p w:rsidR="0026369A" w:rsidRPr="008E7459" w:rsidRDefault="0026369A" w:rsidP="00511A28">
            <w:pPr>
              <w:pStyle w:val="TableBodyText"/>
              <w:spacing w:before="80"/>
              <w:rPr>
                <w:i/>
              </w:rPr>
            </w:pPr>
            <w:r w:rsidRPr="008E7459">
              <w:rPr>
                <w:i/>
              </w:rPr>
              <w:t>Qld</w:t>
            </w:r>
          </w:p>
        </w:tc>
        <w:tc>
          <w:tcPr>
            <w:tcW w:w="660" w:type="dxa"/>
            <w:tcBorders>
              <w:top w:val="single" w:sz="6" w:space="0" w:color="auto"/>
              <w:bottom w:val="single" w:sz="6" w:space="0" w:color="auto"/>
            </w:tcBorders>
            <w:shd w:val="clear" w:color="auto" w:fill="auto"/>
          </w:tcPr>
          <w:p w:rsidR="0026369A" w:rsidRPr="008E7459" w:rsidRDefault="0026369A" w:rsidP="00511A28">
            <w:pPr>
              <w:pStyle w:val="TableBodyText"/>
              <w:spacing w:before="80"/>
              <w:rPr>
                <w:i/>
              </w:rPr>
            </w:pPr>
            <w:r w:rsidRPr="008E7459">
              <w:rPr>
                <w:i/>
              </w:rPr>
              <w:t>WA</w:t>
            </w:r>
          </w:p>
        </w:tc>
        <w:tc>
          <w:tcPr>
            <w:tcW w:w="660" w:type="dxa"/>
            <w:tcBorders>
              <w:top w:val="single" w:sz="6" w:space="0" w:color="auto"/>
              <w:bottom w:val="single" w:sz="6" w:space="0" w:color="auto"/>
            </w:tcBorders>
            <w:shd w:val="clear" w:color="auto" w:fill="auto"/>
          </w:tcPr>
          <w:p w:rsidR="0026369A" w:rsidRPr="008E7459" w:rsidRDefault="0026369A" w:rsidP="00511A28">
            <w:pPr>
              <w:pStyle w:val="TableBodyText"/>
              <w:spacing w:before="80"/>
              <w:rPr>
                <w:i/>
              </w:rPr>
            </w:pPr>
            <w:r w:rsidRPr="008E7459">
              <w:rPr>
                <w:i/>
              </w:rPr>
              <w:t>SA</w:t>
            </w:r>
          </w:p>
        </w:tc>
        <w:tc>
          <w:tcPr>
            <w:tcW w:w="660" w:type="dxa"/>
            <w:tcBorders>
              <w:top w:val="single" w:sz="6" w:space="0" w:color="auto"/>
              <w:bottom w:val="single" w:sz="6" w:space="0" w:color="auto"/>
            </w:tcBorders>
            <w:shd w:val="clear" w:color="auto" w:fill="auto"/>
          </w:tcPr>
          <w:p w:rsidR="0026369A" w:rsidRPr="008E7459" w:rsidRDefault="0026369A" w:rsidP="00511A28">
            <w:pPr>
              <w:pStyle w:val="TableBodyText"/>
              <w:spacing w:before="80"/>
              <w:rPr>
                <w:i/>
              </w:rPr>
            </w:pPr>
            <w:r w:rsidRPr="008E7459">
              <w:rPr>
                <w:i/>
              </w:rPr>
              <w:t>Tas</w:t>
            </w:r>
          </w:p>
        </w:tc>
        <w:tc>
          <w:tcPr>
            <w:tcW w:w="660" w:type="dxa"/>
            <w:tcBorders>
              <w:top w:val="single" w:sz="6" w:space="0" w:color="auto"/>
              <w:bottom w:val="single" w:sz="6" w:space="0" w:color="auto"/>
            </w:tcBorders>
            <w:shd w:val="clear" w:color="auto" w:fill="auto"/>
          </w:tcPr>
          <w:p w:rsidR="0026369A" w:rsidRPr="008E7459" w:rsidRDefault="0026369A" w:rsidP="00511A28">
            <w:pPr>
              <w:pStyle w:val="TableBodyText"/>
              <w:spacing w:before="80"/>
              <w:rPr>
                <w:i/>
              </w:rPr>
            </w:pPr>
            <w:r w:rsidRPr="008E7459">
              <w:rPr>
                <w:i/>
              </w:rPr>
              <w:t>ACT</w:t>
            </w:r>
          </w:p>
        </w:tc>
        <w:tc>
          <w:tcPr>
            <w:tcW w:w="660" w:type="dxa"/>
            <w:tcBorders>
              <w:top w:val="single" w:sz="6" w:space="0" w:color="auto"/>
              <w:bottom w:val="single" w:sz="6" w:space="0" w:color="auto"/>
            </w:tcBorders>
            <w:shd w:val="clear" w:color="auto" w:fill="auto"/>
          </w:tcPr>
          <w:p w:rsidR="0026369A" w:rsidRPr="008E7459" w:rsidRDefault="0026369A" w:rsidP="00511A28">
            <w:pPr>
              <w:pStyle w:val="TableBodyText"/>
              <w:spacing w:before="80"/>
              <w:rPr>
                <w:i/>
              </w:rPr>
            </w:pPr>
            <w:r w:rsidRPr="008E7459">
              <w:rPr>
                <w:i/>
              </w:rPr>
              <w:t>NT</w:t>
            </w:r>
          </w:p>
        </w:tc>
        <w:tc>
          <w:tcPr>
            <w:tcW w:w="660" w:type="dxa"/>
            <w:tcBorders>
              <w:top w:val="single" w:sz="6" w:space="0" w:color="auto"/>
              <w:bottom w:val="single" w:sz="6" w:space="0" w:color="auto"/>
            </w:tcBorders>
            <w:shd w:val="clear" w:color="auto" w:fill="auto"/>
          </w:tcPr>
          <w:p w:rsidR="0026369A" w:rsidRPr="008E7459" w:rsidRDefault="0026369A" w:rsidP="0026369A">
            <w:pPr>
              <w:pStyle w:val="TableColumnHeading"/>
              <w:ind w:right="0"/>
            </w:pPr>
            <w:r w:rsidRPr="008E7459">
              <w:t>Aust</w:t>
            </w:r>
          </w:p>
        </w:tc>
      </w:tr>
      <w:tr w:rsidR="00FE0B9E" w:rsidRPr="008E7459" w:rsidTr="00462C2E">
        <w:tc>
          <w:tcPr>
            <w:tcW w:w="2852" w:type="dxa"/>
          </w:tcPr>
          <w:p w:rsidR="00FE0B9E" w:rsidRPr="008E7459" w:rsidRDefault="00FE0B9E" w:rsidP="0026369A">
            <w:pPr>
              <w:pStyle w:val="TableBodyText"/>
              <w:spacing w:before="80"/>
              <w:jc w:val="left"/>
            </w:pPr>
            <w:r w:rsidRPr="008E7459">
              <w:t>Government schools</w:t>
            </w:r>
          </w:p>
        </w:tc>
        <w:tc>
          <w:tcPr>
            <w:tcW w:w="659" w:type="dxa"/>
            <w:tcBorders>
              <w:top w:val="single" w:sz="6" w:space="0" w:color="auto"/>
            </w:tcBorders>
            <w:shd w:val="clear" w:color="auto" w:fill="auto"/>
          </w:tcPr>
          <w:p w:rsidR="00FE0B9E" w:rsidRPr="008E7459" w:rsidRDefault="00FE0B9E" w:rsidP="001333E1">
            <w:pPr>
              <w:pStyle w:val="TableBodyText"/>
              <w:spacing w:before="80"/>
              <w:rPr>
                <w:b/>
                <w:i/>
              </w:rPr>
            </w:pPr>
            <w:r w:rsidRPr="008E7459">
              <w:t>6.4</w:t>
            </w:r>
          </w:p>
        </w:tc>
        <w:tc>
          <w:tcPr>
            <w:tcW w:w="659" w:type="dxa"/>
            <w:tcBorders>
              <w:top w:val="single" w:sz="6" w:space="0" w:color="auto"/>
            </w:tcBorders>
            <w:shd w:val="clear" w:color="auto" w:fill="auto"/>
          </w:tcPr>
          <w:p w:rsidR="00FE0B9E" w:rsidRPr="008E7459" w:rsidRDefault="00FE0B9E" w:rsidP="001333E1">
            <w:pPr>
              <w:pStyle w:val="TableBodyText"/>
              <w:spacing w:before="80"/>
              <w:rPr>
                <w:b/>
                <w:i/>
              </w:rPr>
            </w:pPr>
            <w:r w:rsidRPr="008E7459">
              <w:t>6.1</w:t>
            </w:r>
          </w:p>
        </w:tc>
        <w:tc>
          <w:tcPr>
            <w:tcW w:w="660" w:type="dxa"/>
            <w:tcBorders>
              <w:top w:val="single" w:sz="6" w:space="0" w:color="auto"/>
            </w:tcBorders>
            <w:shd w:val="clear" w:color="auto" w:fill="auto"/>
          </w:tcPr>
          <w:p w:rsidR="00FE0B9E" w:rsidRPr="008E7459" w:rsidRDefault="00FE0B9E" w:rsidP="001333E1">
            <w:pPr>
              <w:pStyle w:val="TableBodyText"/>
              <w:spacing w:before="80"/>
              <w:rPr>
                <w:b/>
                <w:i/>
              </w:rPr>
            </w:pPr>
            <w:r w:rsidRPr="008E7459">
              <w:t>5.1</w:t>
            </w:r>
          </w:p>
        </w:tc>
        <w:tc>
          <w:tcPr>
            <w:tcW w:w="660" w:type="dxa"/>
            <w:tcBorders>
              <w:top w:val="single" w:sz="6" w:space="0" w:color="auto"/>
            </w:tcBorders>
            <w:shd w:val="clear" w:color="auto" w:fill="auto"/>
          </w:tcPr>
          <w:p w:rsidR="00FE0B9E" w:rsidRPr="008E7459" w:rsidRDefault="00FE0B9E" w:rsidP="001333E1">
            <w:pPr>
              <w:pStyle w:val="TableBodyText"/>
              <w:spacing w:before="80"/>
              <w:rPr>
                <w:b/>
                <w:i/>
              </w:rPr>
            </w:pPr>
            <w:r w:rsidRPr="008E7459">
              <w:t>3.9</w:t>
            </w:r>
          </w:p>
        </w:tc>
        <w:tc>
          <w:tcPr>
            <w:tcW w:w="660" w:type="dxa"/>
            <w:tcBorders>
              <w:top w:val="single" w:sz="6" w:space="0" w:color="auto"/>
            </w:tcBorders>
            <w:shd w:val="clear" w:color="auto" w:fill="auto"/>
          </w:tcPr>
          <w:p w:rsidR="00FE0B9E" w:rsidRPr="008E7459" w:rsidRDefault="00FE0B9E" w:rsidP="001333E1">
            <w:pPr>
              <w:pStyle w:val="TableBodyText"/>
              <w:spacing w:before="80"/>
              <w:rPr>
                <w:b/>
                <w:i/>
              </w:rPr>
            </w:pPr>
            <w:r w:rsidRPr="008E7459">
              <w:t>9.2</w:t>
            </w:r>
          </w:p>
        </w:tc>
        <w:tc>
          <w:tcPr>
            <w:tcW w:w="660" w:type="dxa"/>
            <w:tcBorders>
              <w:top w:val="single" w:sz="6" w:space="0" w:color="auto"/>
            </w:tcBorders>
            <w:shd w:val="clear" w:color="auto" w:fill="auto"/>
          </w:tcPr>
          <w:p w:rsidR="00FE0B9E" w:rsidRPr="008E7459" w:rsidRDefault="00FE0B9E" w:rsidP="001333E1">
            <w:pPr>
              <w:pStyle w:val="TableBodyText"/>
              <w:spacing w:before="80"/>
              <w:rPr>
                <w:b/>
                <w:i/>
              </w:rPr>
            </w:pPr>
            <w:r w:rsidRPr="008E7459">
              <w:t>5.5</w:t>
            </w:r>
          </w:p>
        </w:tc>
        <w:tc>
          <w:tcPr>
            <w:tcW w:w="660" w:type="dxa"/>
            <w:tcBorders>
              <w:top w:val="single" w:sz="6" w:space="0" w:color="auto"/>
            </w:tcBorders>
            <w:shd w:val="clear" w:color="auto" w:fill="auto"/>
          </w:tcPr>
          <w:p w:rsidR="00FE0B9E" w:rsidRPr="008E7459" w:rsidRDefault="00FE0B9E" w:rsidP="001333E1">
            <w:pPr>
              <w:pStyle w:val="TableBodyText"/>
              <w:spacing w:before="80"/>
              <w:rPr>
                <w:b/>
                <w:i/>
              </w:rPr>
            </w:pPr>
            <w:r w:rsidRPr="008E7459">
              <w:t>5.3</w:t>
            </w:r>
          </w:p>
        </w:tc>
        <w:tc>
          <w:tcPr>
            <w:tcW w:w="660" w:type="dxa"/>
            <w:tcBorders>
              <w:top w:val="single" w:sz="6" w:space="0" w:color="auto"/>
            </w:tcBorders>
            <w:shd w:val="clear" w:color="auto" w:fill="auto"/>
          </w:tcPr>
          <w:p w:rsidR="00FE0B9E" w:rsidRPr="008E7459" w:rsidRDefault="00FE0B9E" w:rsidP="001333E1">
            <w:pPr>
              <w:pStyle w:val="TableBodyText"/>
              <w:spacing w:before="80"/>
              <w:rPr>
                <w:b/>
                <w:i/>
              </w:rPr>
            </w:pPr>
            <w:r w:rsidRPr="008E7459">
              <w:t>8.9</w:t>
            </w:r>
          </w:p>
        </w:tc>
        <w:tc>
          <w:tcPr>
            <w:tcW w:w="660" w:type="dxa"/>
            <w:tcBorders>
              <w:top w:val="single" w:sz="6" w:space="0" w:color="auto"/>
            </w:tcBorders>
            <w:shd w:val="clear" w:color="auto" w:fill="auto"/>
          </w:tcPr>
          <w:p w:rsidR="00FE0B9E" w:rsidRPr="008E7459" w:rsidRDefault="00FE0B9E" w:rsidP="001333E1">
            <w:pPr>
              <w:pStyle w:val="TableBodyText"/>
              <w:spacing w:before="80"/>
              <w:ind w:right="0"/>
              <w:rPr>
                <w:b/>
                <w:i/>
              </w:rPr>
            </w:pPr>
            <w:r w:rsidRPr="008E7459">
              <w:t>6.0</w:t>
            </w:r>
          </w:p>
        </w:tc>
      </w:tr>
      <w:tr w:rsidR="00FE0B9E" w:rsidRPr="008E7459" w:rsidTr="00462C2E">
        <w:tc>
          <w:tcPr>
            <w:tcW w:w="2852" w:type="dxa"/>
            <w:shd w:val="clear" w:color="auto" w:fill="auto"/>
          </w:tcPr>
          <w:p w:rsidR="00FE0B9E" w:rsidRPr="008E7459" w:rsidRDefault="00FE0B9E" w:rsidP="0026369A">
            <w:pPr>
              <w:pStyle w:val="TableBodyText"/>
              <w:jc w:val="left"/>
            </w:pPr>
            <w:r w:rsidRPr="008E7459">
              <w:t>Non</w:t>
            </w:r>
            <w:r w:rsidR="00DE694D" w:rsidRPr="008E7459">
              <w:noBreakHyphen/>
            </w:r>
            <w:r w:rsidRPr="008E7459">
              <w:t>government schools</w:t>
            </w:r>
          </w:p>
        </w:tc>
        <w:tc>
          <w:tcPr>
            <w:tcW w:w="659" w:type="dxa"/>
            <w:shd w:val="clear" w:color="auto" w:fill="auto"/>
          </w:tcPr>
          <w:p w:rsidR="00FE0B9E" w:rsidRPr="008E7459" w:rsidRDefault="00FE0B9E" w:rsidP="00FE0B9E">
            <w:pPr>
              <w:pStyle w:val="TableBodyText"/>
            </w:pPr>
            <w:r w:rsidRPr="008E7459">
              <w:t>4.1</w:t>
            </w:r>
          </w:p>
        </w:tc>
        <w:tc>
          <w:tcPr>
            <w:tcW w:w="659" w:type="dxa"/>
            <w:shd w:val="clear" w:color="auto" w:fill="auto"/>
          </w:tcPr>
          <w:p w:rsidR="00FE0B9E" w:rsidRPr="008E7459" w:rsidRDefault="00FE0B9E" w:rsidP="00FE0B9E">
            <w:pPr>
              <w:pStyle w:val="TableBodyText"/>
            </w:pPr>
            <w:r w:rsidRPr="008E7459">
              <w:t>3.3</w:t>
            </w:r>
          </w:p>
        </w:tc>
        <w:tc>
          <w:tcPr>
            <w:tcW w:w="660" w:type="dxa"/>
            <w:shd w:val="clear" w:color="auto" w:fill="auto"/>
          </w:tcPr>
          <w:p w:rsidR="00FE0B9E" w:rsidRPr="008E7459" w:rsidRDefault="00FE0B9E" w:rsidP="00FE0B9E">
            <w:pPr>
              <w:pStyle w:val="TableBodyText"/>
            </w:pPr>
            <w:r w:rsidRPr="008E7459">
              <w:t>2.5</w:t>
            </w:r>
          </w:p>
        </w:tc>
        <w:tc>
          <w:tcPr>
            <w:tcW w:w="660" w:type="dxa"/>
            <w:shd w:val="clear" w:color="auto" w:fill="auto"/>
          </w:tcPr>
          <w:p w:rsidR="00FE0B9E" w:rsidRPr="008E7459" w:rsidRDefault="00FE0B9E" w:rsidP="00FE0B9E">
            <w:pPr>
              <w:pStyle w:val="TableBodyText"/>
            </w:pPr>
            <w:r w:rsidRPr="008E7459">
              <w:t>2.5</w:t>
            </w:r>
          </w:p>
        </w:tc>
        <w:tc>
          <w:tcPr>
            <w:tcW w:w="660" w:type="dxa"/>
            <w:shd w:val="clear" w:color="auto" w:fill="auto"/>
          </w:tcPr>
          <w:p w:rsidR="00FE0B9E" w:rsidRPr="008E7459" w:rsidRDefault="00FE0B9E" w:rsidP="00FE0B9E">
            <w:pPr>
              <w:pStyle w:val="TableBodyText"/>
            </w:pPr>
            <w:r w:rsidRPr="008E7459">
              <w:t>3.6</w:t>
            </w:r>
          </w:p>
        </w:tc>
        <w:tc>
          <w:tcPr>
            <w:tcW w:w="660" w:type="dxa"/>
            <w:shd w:val="clear" w:color="auto" w:fill="auto"/>
          </w:tcPr>
          <w:p w:rsidR="00FE0B9E" w:rsidRPr="008E7459" w:rsidRDefault="00FE0B9E" w:rsidP="00FE0B9E">
            <w:pPr>
              <w:pStyle w:val="TableBodyText"/>
            </w:pPr>
            <w:r w:rsidRPr="008E7459">
              <w:t>2.8</w:t>
            </w:r>
          </w:p>
        </w:tc>
        <w:tc>
          <w:tcPr>
            <w:tcW w:w="660" w:type="dxa"/>
            <w:shd w:val="clear" w:color="auto" w:fill="auto"/>
          </w:tcPr>
          <w:p w:rsidR="00FE0B9E" w:rsidRPr="008E7459" w:rsidRDefault="00FE0B9E" w:rsidP="00FE0B9E">
            <w:pPr>
              <w:pStyle w:val="TableBodyText"/>
            </w:pPr>
            <w:r w:rsidRPr="008E7459">
              <w:t>2.0</w:t>
            </w:r>
          </w:p>
        </w:tc>
        <w:tc>
          <w:tcPr>
            <w:tcW w:w="660" w:type="dxa"/>
            <w:shd w:val="clear" w:color="auto" w:fill="auto"/>
          </w:tcPr>
          <w:p w:rsidR="00FE0B9E" w:rsidRPr="008E7459" w:rsidRDefault="00FE0B9E" w:rsidP="00FE0B9E">
            <w:pPr>
              <w:pStyle w:val="TableBodyText"/>
            </w:pPr>
            <w:r w:rsidRPr="008E7459">
              <w:t>3.9</w:t>
            </w:r>
          </w:p>
        </w:tc>
        <w:tc>
          <w:tcPr>
            <w:tcW w:w="660" w:type="dxa"/>
            <w:shd w:val="clear" w:color="auto" w:fill="auto"/>
          </w:tcPr>
          <w:p w:rsidR="00FE0B9E" w:rsidRPr="008E7459" w:rsidRDefault="00FE0B9E" w:rsidP="001333E1">
            <w:pPr>
              <w:pStyle w:val="TableBodyText"/>
              <w:ind w:right="0"/>
              <w:rPr>
                <w:b/>
                <w:i/>
              </w:rPr>
            </w:pPr>
            <w:r w:rsidRPr="008E7459">
              <w:t>3.3</w:t>
            </w:r>
          </w:p>
        </w:tc>
      </w:tr>
      <w:tr w:rsidR="00FE0B9E" w:rsidRPr="008E7459" w:rsidTr="00462C2E">
        <w:tc>
          <w:tcPr>
            <w:tcW w:w="2852" w:type="dxa"/>
            <w:tcBorders>
              <w:bottom w:val="single" w:sz="6" w:space="0" w:color="auto"/>
            </w:tcBorders>
            <w:shd w:val="clear" w:color="auto" w:fill="auto"/>
          </w:tcPr>
          <w:p w:rsidR="00FE0B9E" w:rsidRPr="008E7459" w:rsidRDefault="00FE0B9E" w:rsidP="0026369A">
            <w:pPr>
              <w:pStyle w:val="TableBodyText"/>
              <w:jc w:val="left"/>
              <w:rPr>
                <w:b/>
              </w:rPr>
            </w:pPr>
            <w:r w:rsidRPr="008E7459">
              <w:rPr>
                <w:b/>
              </w:rPr>
              <w:t>All schools</w:t>
            </w:r>
          </w:p>
        </w:tc>
        <w:tc>
          <w:tcPr>
            <w:tcW w:w="659" w:type="dxa"/>
            <w:tcBorders>
              <w:bottom w:val="single" w:sz="6" w:space="0" w:color="auto"/>
            </w:tcBorders>
            <w:shd w:val="clear" w:color="auto" w:fill="auto"/>
          </w:tcPr>
          <w:p w:rsidR="00FE0B9E" w:rsidRPr="008E7459" w:rsidRDefault="00FE0B9E" w:rsidP="00FE0B9E">
            <w:pPr>
              <w:pStyle w:val="TableBodyText"/>
              <w:rPr>
                <w:b/>
              </w:rPr>
            </w:pPr>
            <w:r w:rsidRPr="008E7459">
              <w:rPr>
                <w:b/>
              </w:rPr>
              <w:t>5.6</w:t>
            </w:r>
          </w:p>
        </w:tc>
        <w:tc>
          <w:tcPr>
            <w:tcW w:w="659" w:type="dxa"/>
            <w:tcBorders>
              <w:bottom w:val="single" w:sz="6" w:space="0" w:color="auto"/>
            </w:tcBorders>
            <w:shd w:val="clear" w:color="auto" w:fill="auto"/>
          </w:tcPr>
          <w:p w:rsidR="00FE0B9E" w:rsidRPr="008E7459" w:rsidRDefault="00FE0B9E" w:rsidP="00FE0B9E">
            <w:pPr>
              <w:pStyle w:val="TableBodyText"/>
              <w:rPr>
                <w:b/>
              </w:rPr>
            </w:pPr>
            <w:r w:rsidRPr="008E7459">
              <w:rPr>
                <w:b/>
              </w:rPr>
              <w:t>5.0</w:t>
            </w:r>
          </w:p>
        </w:tc>
        <w:tc>
          <w:tcPr>
            <w:tcW w:w="660" w:type="dxa"/>
            <w:tcBorders>
              <w:bottom w:val="single" w:sz="6" w:space="0" w:color="auto"/>
            </w:tcBorders>
            <w:shd w:val="clear" w:color="auto" w:fill="auto"/>
          </w:tcPr>
          <w:p w:rsidR="00FE0B9E" w:rsidRPr="008E7459" w:rsidRDefault="00FE0B9E" w:rsidP="00FE0B9E">
            <w:pPr>
              <w:pStyle w:val="TableBodyText"/>
              <w:rPr>
                <w:b/>
              </w:rPr>
            </w:pPr>
            <w:r w:rsidRPr="008E7459">
              <w:rPr>
                <w:b/>
              </w:rPr>
              <w:t>4.3</w:t>
            </w:r>
          </w:p>
        </w:tc>
        <w:tc>
          <w:tcPr>
            <w:tcW w:w="660" w:type="dxa"/>
            <w:tcBorders>
              <w:bottom w:val="single" w:sz="6" w:space="0" w:color="auto"/>
            </w:tcBorders>
            <w:shd w:val="clear" w:color="auto" w:fill="auto"/>
          </w:tcPr>
          <w:p w:rsidR="00FE0B9E" w:rsidRPr="008E7459" w:rsidRDefault="00FE0B9E" w:rsidP="00FE0B9E">
            <w:pPr>
              <w:pStyle w:val="TableBodyText"/>
              <w:rPr>
                <w:b/>
              </w:rPr>
            </w:pPr>
            <w:r w:rsidRPr="008E7459">
              <w:rPr>
                <w:b/>
              </w:rPr>
              <w:t>3.4</w:t>
            </w:r>
          </w:p>
        </w:tc>
        <w:tc>
          <w:tcPr>
            <w:tcW w:w="660" w:type="dxa"/>
            <w:tcBorders>
              <w:bottom w:val="single" w:sz="6" w:space="0" w:color="auto"/>
            </w:tcBorders>
            <w:shd w:val="clear" w:color="auto" w:fill="auto"/>
          </w:tcPr>
          <w:p w:rsidR="00FE0B9E" w:rsidRPr="008E7459" w:rsidRDefault="00FE0B9E" w:rsidP="00FE0B9E">
            <w:pPr>
              <w:pStyle w:val="TableBodyText"/>
              <w:rPr>
                <w:b/>
              </w:rPr>
            </w:pPr>
            <w:r w:rsidRPr="008E7459">
              <w:rPr>
                <w:b/>
              </w:rPr>
              <w:t>7.2</w:t>
            </w:r>
          </w:p>
        </w:tc>
        <w:tc>
          <w:tcPr>
            <w:tcW w:w="660" w:type="dxa"/>
            <w:tcBorders>
              <w:bottom w:val="single" w:sz="6" w:space="0" w:color="auto"/>
            </w:tcBorders>
            <w:shd w:val="clear" w:color="auto" w:fill="auto"/>
          </w:tcPr>
          <w:p w:rsidR="00FE0B9E" w:rsidRPr="008E7459" w:rsidRDefault="00FE0B9E" w:rsidP="00FE0B9E">
            <w:pPr>
              <w:pStyle w:val="TableBodyText"/>
              <w:rPr>
                <w:b/>
              </w:rPr>
            </w:pPr>
            <w:r w:rsidRPr="008E7459">
              <w:rPr>
                <w:b/>
              </w:rPr>
              <w:t>4.7</w:t>
            </w:r>
          </w:p>
        </w:tc>
        <w:tc>
          <w:tcPr>
            <w:tcW w:w="660" w:type="dxa"/>
            <w:tcBorders>
              <w:bottom w:val="single" w:sz="6" w:space="0" w:color="auto"/>
            </w:tcBorders>
            <w:shd w:val="clear" w:color="auto" w:fill="auto"/>
          </w:tcPr>
          <w:p w:rsidR="00FE0B9E" w:rsidRPr="008E7459" w:rsidRDefault="00FE0B9E" w:rsidP="00FE0B9E">
            <w:pPr>
              <w:pStyle w:val="TableBodyText"/>
              <w:rPr>
                <w:b/>
              </w:rPr>
            </w:pPr>
            <w:r w:rsidRPr="008E7459">
              <w:rPr>
                <w:b/>
              </w:rPr>
              <w:t>3.9</w:t>
            </w:r>
          </w:p>
        </w:tc>
        <w:tc>
          <w:tcPr>
            <w:tcW w:w="660" w:type="dxa"/>
            <w:tcBorders>
              <w:bottom w:val="single" w:sz="6" w:space="0" w:color="auto"/>
            </w:tcBorders>
            <w:shd w:val="clear" w:color="auto" w:fill="auto"/>
          </w:tcPr>
          <w:p w:rsidR="00FE0B9E" w:rsidRPr="008E7459" w:rsidRDefault="00FE0B9E" w:rsidP="00FE0B9E">
            <w:pPr>
              <w:pStyle w:val="TableBodyText"/>
              <w:rPr>
                <w:b/>
              </w:rPr>
            </w:pPr>
            <w:r w:rsidRPr="008E7459">
              <w:rPr>
                <w:b/>
              </w:rPr>
              <w:t>7.6</w:t>
            </w:r>
          </w:p>
        </w:tc>
        <w:tc>
          <w:tcPr>
            <w:tcW w:w="660" w:type="dxa"/>
            <w:tcBorders>
              <w:bottom w:val="single" w:sz="6" w:space="0" w:color="auto"/>
            </w:tcBorders>
            <w:shd w:val="clear" w:color="auto" w:fill="auto"/>
          </w:tcPr>
          <w:p w:rsidR="00FE0B9E" w:rsidRPr="008E7459" w:rsidRDefault="00FE0B9E" w:rsidP="001333E1">
            <w:pPr>
              <w:pStyle w:val="TableBodyText"/>
              <w:ind w:right="0"/>
              <w:rPr>
                <w:b/>
                <w:i/>
              </w:rPr>
            </w:pPr>
            <w:r w:rsidRPr="008E7459">
              <w:rPr>
                <w:b/>
              </w:rPr>
              <w:t>5.1</w:t>
            </w:r>
          </w:p>
        </w:tc>
      </w:tr>
    </w:tbl>
    <w:p w:rsidR="0026369A" w:rsidRPr="008E7459" w:rsidRDefault="0026369A" w:rsidP="001E4CCC">
      <w:pPr>
        <w:pStyle w:val="Note"/>
      </w:pPr>
      <w:r w:rsidRPr="008E7459">
        <w:rPr>
          <w:rStyle w:val="NoteLabel"/>
        </w:rPr>
        <w:t>a</w:t>
      </w:r>
      <w:r w:rsidRPr="008E7459">
        <w:sym w:font="Symbol" w:char="F020"/>
      </w:r>
      <w:r w:rsidRPr="008E7459">
        <w:t xml:space="preserve">To be an eligible student with disabilities, the student (among other things) must satisfy the criteria for enrolment in special education services or special education programs provided by the government of the </w:t>
      </w:r>
      <w:r w:rsidR="00CF61D9" w:rsidRPr="008E7459">
        <w:t xml:space="preserve">State </w:t>
      </w:r>
      <w:r w:rsidRPr="008E7459">
        <w:t xml:space="preserve">or </w:t>
      </w:r>
      <w:r w:rsidR="00CF61D9" w:rsidRPr="008E7459">
        <w:t xml:space="preserve">Territory </w:t>
      </w:r>
      <w:r w:rsidRPr="008E7459">
        <w:t>in which the student resides. Data should be used with caution as these cri</w:t>
      </w:r>
      <w:r w:rsidR="00360396" w:rsidRPr="008E7459">
        <w:t>teria vary across jurisdictions.</w:t>
      </w:r>
    </w:p>
    <w:p w:rsidR="000A54DF" w:rsidRPr="008E7459" w:rsidRDefault="0026369A" w:rsidP="001E4CCC">
      <w:pPr>
        <w:pStyle w:val="Source"/>
        <w:rPr>
          <w:i/>
        </w:rPr>
      </w:pPr>
      <w:r w:rsidRPr="008E7459">
        <w:rPr>
          <w:i/>
        </w:rPr>
        <w:t>Source</w:t>
      </w:r>
      <w:r w:rsidRPr="008E7459">
        <w:t xml:space="preserve">: </w:t>
      </w:r>
      <w:r w:rsidR="00D31645" w:rsidRPr="008E7459">
        <w:t xml:space="preserve">ABS 2012, </w:t>
      </w:r>
      <w:r w:rsidR="00D31645" w:rsidRPr="008E7459">
        <w:rPr>
          <w:i/>
        </w:rPr>
        <w:t>Schools Australia 2011</w:t>
      </w:r>
      <w:r w:rsidR="00D31645" w:rsidRPr="008E7459">
        <w:t>, Cat. no. 4221.0, Canberra; DEEWR (unpublished).</w:t>
      </w:r>
    </w:p>
    <w:p w:rsidR="000A54DF" w:rsidRPr="008E7459" w:rsidRDefault="000A54DF" w:rsidP="00F82D99">
      <w:pPr>
        <w:pStyle w:val="Heading5"/>
      </w:pPr>
      <w:r w:rsidRPr="008E7459">
        <w:t>Geographically remote students</w:t>
      </w:r>
    </w:p>
    <w:p w:rsidR="0026369A" w:rsidRPr="008E7459" w:rsidRDefault="0026369A" w:rsidP="0026369A">
      <w:pPr>
        <w:pStyle w:val="BodyText"/>
      </w:pPr>
      <w:r w:rsidRPr="008E7459">
        <w:t xml:space="preserve">Identification of geographically remote students is based on the school location according to the metropolitan zone, provincial zone, remote areas and very remote areas as defined in the </w:t>
      </w:r>
      <w:r w:rsidR="006C2E1C" w:rsidRPr="008E7459">
        <w:t xml:space="preserve">MCEECDYA (now SCSEEC) </w:t>
      </w:r>
      <w:r w:rsidRPr="008E7459">
        <w:t>agreed classification.</w:t>
      </w:r>
      <w:r w:rsidRPr="008E7459">
        <w:rPr>
          <w:rStyle w:val="FootnoteReference"/>
        </w:rPr>
        <w:footnoteReference w:id="3"/>
      </w:r>
    </w:p>
    <w:p w:rsidR="000A54DF" w:rsidRPr="008E7459" w:rsidRDefault="0026369A" w:rsidP="00F225AF">
      <w:pPr>
        <w:pStyle w:val="BodyText"/>
      </w:pPr>
      <w:r w:rsidRPr="008E7459">
        <w:t>The most recent available data for student</w:t>
      </w:r>
      <w:r w:rsidR="00C326C8" w:rsidRPr="008E7459">
        <w:t>s by geolocation is for the 2011</w:t>
      </w:r>
      <w:r w:rsidRPr="008E7459">
        <w:t xml:space="preserve"> school year (table</w:t>
      </w:r>
      <w:r w:rsidR="00DE694D" w:rsidRPr="008E7459">
        <w:t> </w:t>
      </w:r>
      <w:r w:rsidR="00B50627" w:rsidRPr="008E7459">
        <w:t>9</w:t>
      </w:r>
      <w:r w:rsidRPr="008E7459">
        <w:t>).</w:t>
      </w:r>
    </w:p>
    <w:p w:rsidR="0026369A" w:rsidRPr="008E7459" w:rsidRDefault="0026369A" w:rsidP="0026369A">
      <w:pPr>
        <w:pStyle w:val="TableTitle"/>
      </w:pPr>
      <w:r w:rsidRPr="008E7459">
        <w:rPr>
          <w:b w:val="0"/>
        </w:rPr>
        <w:lastRenderedPageBreak/>
        <w:t xml:space="preserve">Table </w:t>
      </w:r>
      <w:bookmarkStart w:id="17" w:name="OLE_LINK12"/>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9</w:t>
      </w:r>
      <w:r w:rsidRPr="008E7459">
        <w:rPr>
          <w:b w:val="0"/>
        </w:rPr>
        <w:fldChar w:fldCharType="end"/>
      </w:r>
      <w:bookmarkEnd w:id="17"/>
      <w:r w:rsidRPr="008E7459">
        <w:tab/>
        <w:t xml:space="preserve">Students attending schools in remote and very remote areas as a </w:t>
      </w:r>
      <w:r w:rsidR="00462C2E" w:rsidRPr="008E7459">
        <w:t>proportion of all students, 2011</w:t>
      </w:r>
      <w:r w:rsidRPr="008E7459">
        <w:t xml:space="preserve"> (</w:t>
      </w:r>
      <w:r w:rsidR="00781B70" w:rsidRPr="008E7459">
        <w:t>per cent</w:t>
      </w:r>
      <w:r w:rsidRPr="008E7459">
        <w:t>)</w:t>
      </w:r>
      <w:r w:rsidRPr="008E7459">
        <w:rPr>
          <w:rStyle w:val="NoteLabel"/>
          <w:b/>
        </w:rPr>
        <w:t>a, b, c, d</w:t>
      </w:r>
    </w:p>
    <w:tbl>
      <w:tblPr>
        <w:tblW w:w="8789" w:type="dxa"/>
        <w:tblLayout w:type="fixed"/>
        <w:tblCellMar>
          <w:left w:w="0" w:type="dxa"/>
          <w:right w:w="0" w:type="dxa"/>
        </w:tblCellMar>
        <w:tblLook w:val="0000" w:firstRow="0" w:lastRow="0" w:firstColumn="0" w:lastColumn="0" w:noHBand="0" w:noVBand="0"/>
      </w:tblPr>
      <w:tblGrid>
        <w:gridCol w:w="2552"/>
        <w:gridCol w:w="693"/>
        <w:gridCol w:w="693"/>
        <w:gridCol w:w="693"/>
        <w:gridCol w:w="693"/>
        <w:gridCol w:w="693"/>
        <w:gridCol w:w="693"/>
        <w:gridCol w:w="693"/>
        <w:gridCol w:w="693"/>
        <w:gridCol w:w="693"/>
      </w:tblGrid>
      <w:tr w:rsidR="0026369A" w:rsidRPr="008E7459" w:rsidTr="00781B70">
        <w:tc>
          <w:tcPr>
            <w:tcW w:w="2552" w:type="dxa"/>
            <w:tcBorders>
              <w:top w:val="single" w:sz="6" w:space="0" w:color="auto"/>
              <w:bottom w:val="single" w:sz="6" w:space="0" w:color="auto"/>
            </w:tcBorders>
            <w:shd w:val="clear" w:color="auto" w:fill="auto"/>
          </w:tcPr>
          <w:p w:rsidR="0026369A" w:rsidRPr="008E7459" w:rsidRDefault="0026369A" w:rsidP="0026369A">
            <w:pPr>
              <w:pStyle w:val="TableColumnHeading"/>
              <w:jc w:val="left"/>
            </w:pPr>
          </w:p>
        </w:tc>
        <w:tc>
          <w:tcPr>
            <w:tcW w:w="693" w:type="dxa"/>
            <w:tcBorders>
              <w:top w:val="single" w:sz="6" w:space="0" w:color="auto"/>
              <w:bottom w:val="single" w:sz="6" w:space="0" w:color="auto"/>
            </w:tcBorders>
            <w:shd w:val="clear" w:color="auto" w:fill="auto"/>
          </w:tcPr>
          <w:p w:rsidR="0026369A" w:rsidRPr="008E7459" w:rsidRDefault="0026369A" w:rsidP="00781B70">
            <w:pPr>
              <w:pStyle w:val="TableBodyText"/>
              <w:spacing w:before="80"/>
              <w:rPr>
                <w:i/>
              </w:rPr>
            </w:pPr>
            <w:r w:rsidRPr="008E7459">
              <w:rPr>
                <w:i/>
              </w:rPr>
              <w:t>NSW</w:t>
            </w:r>
          </w:p>
        </w:tc>
        <w:tc>
          <w:tcPr>
            <w:tcW w:w="693" w:type="dxa"/>
            <w:tcBorders>
              <w:top w:val="single" w:sz="6" w:space="0" w:color="auto"/>
              <w:bottom w:val="single" w:sz="6" w:space="0" w:color="auto"/>
            </w:tcBorders>
            <w:shd w:val="clear" w:color="auto" w:fill="auto"/>
          </w:tcPr>
          <w:p w:rsidR="0026369A" w:rsidRPr="008E7459" w:rsidRDefault="0026369A" w:rsidP="00781B70">
            <w:pPr>
              <w:pStyle w:val="TableBodyText"/>
              <w:spacing w:before="80"/>
              <w:rPr>
                <w:i/>
              </w:rPr>
            </w:pPr>
            <w:r w:rsidRPr="008E7459">
              <w:rPr>
                <w:i/>
              </w:rPr>
              <w:t>Vic</w:t>
            </w:r>
          </w:p>
        </w:tc>
        <w:tc>
          <w:tcPr>
            <w:tcW w:w="693" w:type="dxa"/>
            <w:tcBorders>
              <w:top w:val="single" w:sz="6" w:space="0" w:color="auto"/>
              <w:bottom w:val="single" w:sz="6" w:space="0" w:color="auto"/>
            </w:tcBorders>
            <w:shd w:val="clear" w:color="auto" w:fill="auto"/>
          </w:tcPr>
          <w:p w:rsidR="0026369A" w:rsidRPr="008E7459" w:rsidRDefault="0026369A" w:rsidP="00781B70">
            <w:pPr>
              <w:pStyle w:val="TableBodyText"/>
              <w:spacing w:before="80"/>
              <w:rPr>
                <w:i/>
              </w:rPr>
            </w:pPr>
            <w:r w:rsidRPr="008E7459">
              <w:rPr>
                <w:i/>
              </w:rPr>
              <w:t>Qld</w:t>
            </w:r>
          </w:p>
        </w:tc>
        <w:tc>
          <w:tcPr>
            <w:tcW w:w="693" w:type="dxa"/>
            <w:tcBorders>
              <w:top w:val="single" w:sz="6" w:space="0" w:color="auto"/>
              <w:bottom w:val="single" w:sz="6" w:space="0" w:color="auto"/>
            </w:tcBorders>
            <w:shd w:val="clear" w:color="auto" w:fill="auto"/>
          </w:tcPr>
          <w:p w:rsidR="0026369A" w:rsidRPr="008E7459" w:rsidRDefault="0026369A" w:rsidP="00781B70">
            <w:pPr>
              <w:pStyle w:val="TableBodyText"/>
              <w:spacing w:before="80"/>
              <w:rPr>
                <w:i/>
              </w:rPr>
            </w:pPr>
            <w:r w:rsidRPr="008E7459">
              <w:rPr>
                <w:i/>
              </w:rPr>
              <w:t>WA</w:t>
            </w:r>
          </w:p>
        </w:tc>
        <w:tc>
          <w:tcPr>
            <w:tcW w:w="693" w:type="dxa"/>
            <w:tcBorders>
              <w:top w:val="single" w:sz="6" w:space="0" w:color="auto"/>
              <w:bottom w:val="single" w:sz="6" w:space="0" w:color="auto"/>
            </w:tcBorders>
            <w:shd w:val="clear" w:color="auto" w:fill="auto"/>
          </w:tcPr>
          <w:p w:rsidR="0026369A" w:rsidRPr="008E7459" w:rsidRDefault="0026369A" w:rsidP="00781B70">
            <w:pPr>
              <w:pStyle w:val="TableBodyText"/>
              <w:spacing w:before="80"/>
              <w:rPr>
                <w:i/>
              </w:rPr>
            </w:pPr>
            <w:r w:rsidRPr="008E7459">
              <w:rPr>
                <w:i/>
              </w:rPr>
              <w:t>SA</w:t>
            </w:r>
          </w:p>
        </w:tc>
        <w:tc>
          <w:tcPr>
            <w:tcW w:w="693" w:type="dxa"/>
            <w:tcBorders>
              <w:top w:val="single" w:sz="6" w:space="0" w:color="auto"/>
              <w:bottom w:val="single" w:sz="6" w:space="0" w:color="auto"/>
            </w:tcBorders>
            <w:shd w:val="clear" w:color="auto" w:fill="auto"/>
          </w:tcPr>
          <w:p w:rsidR="0026369A" w:rsidRPr="008E7459" w:rsidRDefault="0026369A" w:rsidP="00781B70">
            <w:pPr>
              <w:pStyle w:val="TableBodyText"/>
              <w:spacing w:before="80"/>
              <w:rPr>
                <w:i/>
              </w:rPr>
            </w:pPr>
            <w:r w:rsidRPr="008E7459">
              <w:rPr>
                <w:i/>
              </w:rPr>
              <w:t>Tas</w:t>
            </w:r>
          </w:p>
        </w:tc>
        <w:tc>
          <w:tcPr>
            <w:tcW w:w="693" w:type="dxa"/>
            <w:tcBorders>
              <w:top w:val="single" w:sz="6" w:space="0" w:color="auto"/>
              <w:bottom w:val="single" w:sz="6" w:space="0" w:color="auto"/>
            </w:tcBorders>
            <w:shd w:val="clear" w:color="auto" w:fill="auto"/>
          </w:tcPr>
          <w:p w:rsidR="0026369A" w:rsidRPr="008E7459" w:rsidRDefault="0026369A" w:rsidP="00781B70">
            <w:pPr>
              <w:pStyle w:val="TableBodyText"/>
              <w:spacing w:before="80"/>
              <w:rPr>
                <w:i/>
              </w:rPr>
            </w:pPr>
            <w:r w:rsidRPr="008E7459">
              <w:rPr>
                <w:i/>
              </w:rPr>
              <w:t>ACT</w:t>
            </w:r>
          </w:p>
        </w:tc>
        <w:tc>
          <w:tcPr>
            <w:tcW w:w="693" w:type="dxa"/>
            <w:tcBorders>
              <w:top w:val="single" w:sz="6" w:space="0" w:color="auto"/>
              <w:bottom w:val="single" w:sz="6" w:space="0" w:color="auto"/>
            </w:tcBorders>
            <w:shd w:val="clear" w:color="auto" w:fill="auto"/>
          </w:tcPr>
          <w:p w:rsidR="0026369A" w:rsidRPr="008E7459" w:rsidRDefault="0026369A" w:rsidP="00781B70">
            <w:pPr>
              <w:pStyle w:val="TableBodyText"/>
              <w:spacing w:before="80"/>
              <w:rPr>
                <w:i/>
              </w:rPr>
            </w:pPr>
            <w:r w:rsidRPr="008E7459">
              <w:rPr>
                <w:i/>
              </w:rPr>
              <w:t>NT</w:t>
            </w:r>
          </w:p>
        </w:tc>
        <w:tc>
          <w:tcPr>
            <w:tcW w:w="693" w:type="dxa"/>
            <w:tcBorders>
              <w:top w:val="single" w:sz="6" w:space="0" w:color="auto"/>
              <w:bottom w:val="single" w:sz="6" w:space="0" w:color="auto"/>
            </w:tcBorders>
            <w:shd w:val="clear" w:color="auto" w:fill="auto"/>
          </w:tcPr>
          <w:p w:rsidR="0026369A" w:rsidRPr="008E7459" w:rsidRDefault="0026369A" w:rsidP="0026369A">
            <w:pPr>
              <w:pStyle w:val="TableColumnHeading"/>
              <w:ind w:right="-2"/>
            </w:pPr>
            <w:r w:rsidRPr="008E7459">
              <w:t>Aust</w:t>
            </w:r>
          </w:p>
        </w:tc>
      </w:tr>
      <w:tr w:rsidR="0026369A" w:rsidRPr="008E7459" w:rsidTr="00781B70">
        <w:tc>
          <w:tcPr>
            <w:tcW w:w="2552" w:type="dxa"/>
          </w:tcPr>
          <w:p w:rsidR="0026369A" w:rsidRPr="008E7459" w:rsidRDefault="0026369A" w:rsidP="0026369A">
            <w:pPr>
              <w:pStyle w:val="TableBodyText"/>
              <w:spacing w:before="80"/>
              <w:jc w:val="left"/>
            </w:pPr>
            <w:r w:rsidRPr="008E7459">
              <w:t>Remote areas</w:t>
            </w:r>
          </w:p>
        </w:tc>
        <w:tc>
          <w:tcPr>
            <w:tcW w:w="693" w:type="dxa"/>
          </w:tcPr>
          <w:p w:rsidR="0026369A" w:rsidRPr="008E7459" w:rsidRDefault="0026369A" w:rsidP="0026369A">
            <w:pPr>
              <w:pStyle w:val="TableBodyText"/>
              <w:ind w:right="-2"/>
            </w:pPr>
          </w:p>
        </w:tc>
        <w:tc>
          <w:tcPr>
            <w:tcW w:w="693" w:type="dxa"/>
          </w:tcPr>
          <w:p w:rsidR="0026369A" w:rsidRPr="008E7459" w:rsidRDefault="0026369A" w:rsidP="0026369A">
            <w:pPr>
              <w:pStyle w:val="TableBodyText"/>
              <w:ind w:right="-2"/>
            </w:pPr>
          </w:p>
        </w:tc>
        <w:tc>
          <w:tcPr>
            <w:tcW w:w="693" w:type="dxa"/>
          </w:tcPr>
          <w:p w:rsidR="0026369A" w:rsidRPr="008E7459" w:rsidRDefault="0026369A" w:rsidP="0026369A">
            <w:pPr>
              <w:pStyle w:val="TableBodyText"/>
              <w:ind w:right="-2"/>
            </w:pPr>
          </w:p>
        </w:tc>
        <w:tc>
          <w:tcPr>
            <w:tcW w:w="693" w:type="dxa"/>
          </w:tcPr>
          <w:p w:rsidR="0026369A" w:rsidRPr="008E7459" w:rsidRDefault="0026369A" w:rsidP="0026369A">
            <w:pPr>
              <w:pStyle w:val="TableBodyText"/>
              <w:ind w:right="-2"/>
            </w:pPr>
          </w:p>
        </w:tc>
        <w:tc>
          <w:tcPr>
            <w:tcW w:w="693" w:type="dxa"/>
          </w:tcPr>
          <w:p w:rsidR="0026369A" w:rsidRPr="008E7459" w:rsidRDefault="0026369A" w:rsidP="0026369A">
            <w:pPr>
              <w:pStyle w:val="TableBodyText"/>
              <w:ind w:right="-2"/>
            </w:pPr>
          </w:p>
        </w:tc>
        <w:tc>
          <w:tcPr>
            <w:tcW w:w="693" w:type="dxa"/>
          </w:tcPr>
          <w:p w:rsidR="0026369A" w:rsidRPr="008E7459" w:rsidRDefault="0026369A" w:rsidP="0026369A">
            <w:pPr>
              <w:pStyle w:val="TableBodyText"/>
              <w:ind w:right="-2"/>
            </w:pPr>
          </w:p>
        </w:tc>
        <w:tc>
          <w:tcPr>
            <w:tcW w:w="693" w:type="dxa"/>
          </w:tcPr>
          <w:p w:rsidR="0026369A" w:rsidRPr="008E7459" w:rsidRDefault="0026369A" w:rsidP="0026369A">
            <w:pPr>
              <w:pStyle w:val="TableBodyText"/>
              <w:ind w:right="-2"/>
            </w:pPr>
          </w:p>
        </w:tc>
        <w:tc>
          <w:tcPr>
            <w:tcW w:w="693" w:type="dxa"/>
          </w:tcPr>
          <w:p w:rsidR="0026369A" w:rsidRPr="008E7459" w:rsidRDefault="0026369A" w:rsidP="0026369A">
            <w:pPr>
              <w:pStyle w:val="TableBodyText"/>
              <w:ind w:right="-2"/>
            </w:pPr>
          </w:p>
        </w:tc>
        <w:tc>
          <w:tcPr>
            <w:tcW w:w="693" w:type="dxa"/>
          </w:tcPr>
          <w:p w:rsidR="0026369A" w:rsidRPr="008E7459" w:rsidRDefault="0026369A" w:rsidP="0026369A">
            <w:pPr>
              <w:pStyle w:val="TableBodyText"/>
              <w:ind w:right="-2"/>
            </w:pPr>
          </w:p>
        </w:tc>
      </w:tr>
      <w:tr w:rsidR="00462C2E" w:rsidRPr="008E7459" w:rsidTr="00781B70">
        <w:tc>
          <w:tcPr>
            <w:tcW w:w="2552" w:type="dxa"/>
          </w:tcPr>
          <w:p w:rsidR="00462C2E" w:rsidRPr="008E7459" w:rsidRDefault="00462C2E" w:rsidP="0026369A">
            <w:pPr>
              <w:pStyle w:val="TableBodyText"/>
              <w:ind w:left="136"/>
              <w:jc w:val="left"/>
            </w:pPr>
            <w:r w:rsidRPr="008E7459">
              <w:t>Government schools</w:t>
            </w:r>
          </w:p>
        </w:tc>
        <w:tc>
          <w:tcPr>
            <w:tcW w:w="693" w:type="dxa"/>
          </w:tcPr>
          <w:p w:rsidR="00462C2E" w:rsidRPr="008E7459" w:rsidRDefault="00601015" w:rsidP="00462C2E">
            <w:pPr>
              <w:pStyle w:val="TableBodyText"/>
            </w:pPr>
            <w:r w:rsidRPr="008E7459">
              <w:t xml:space="preserve"> </w:t>
            </w:r>
            <w:r w:rsidR="00462C2E" w:rsidRPr="008E7459">
              <w:t>0.5</w:t>
            </w:r>
          </w:p>
        </w:tc>
        <w:tc>
          <w:tcPr>
            <w:tcW w:w="693" w:type="dxa"/>
          </w:tcPr>
          <w:p w:rsidR="00462C2E" w:rsidRPr="008E7459" w:rsidRDefault="00601015" w:rsidP="00462C2E">
            <w:pPr>
              <w:pStyle w:val="TableBodyText"/>
            </w:pPr>
            <w:r w:rsidRPr="008E7459">
              <w:t xml:space="preserve"> </w:t>
            </w:r>
            <w:r w:rsidR="00462C2E" w:rsidRPr="008E7459">
              <w:t>0.1</w:t>
            </w:r>
          </w:p>
        </w:tc>
        <w:tc>
          <w:tcPr>
            <w:tcW w:w="693" w:type="dxa"/>
          </w:tcPr>
          <w:p w:rsidR="00462C2E" w:rsidRPr="008E7459" w:rsidRDefault="00601015" w:rsidP="00462C2E">
            <w:pPr>
              <w:pStyle w:val="TableBodyText"/>
            </w:pPr>
            <w:r w:rsidRPr="008E7459">
              <w:t xml:space="preserve"> </w:t>
            </w:r>
            <w:r w:rsidR="00462C2E" w:rsidRPr="008E7459">
              <w:t>2.0</w:t>
            </w:r>
          </w:p>
        </w:tc>
        <w:tc>
          <w:tcPr>
            <w:tcW w:w="693" w:type="dxa"/>
          </w:tcPr>
          <w:p w:rsidR="00462C2E" w:rsidRPr="008E7459" w:rsidRDefault="00601015" w:rsidP="00462C2E">
            <w:pPr>
              <w:pStyle w:val="TableBodyText"/>
            </w:pPr>
            <w:r w:rsidRPr="008E7459">
              <w:t xml:space="preserve"> </w:t>
            </w:r>
            <w:r w:rsidR="00462C2E" w:rsidRPr="008E7459">
              <w:t>5.6</w:t>
            </w:r>
          </w:p>
        </w:tc>
        <w:tc>
          <w:tcPr>
            <w:tcW w:w="693" w:type="dxa"/>
          </w:tcPr>
          <w:p w:rsidR="00462C2E" w:rsidRPr="008E7459" w:rsidRDefault="00601015" w:rsidP="00462C2E">
            <w:pPr>
              <w:pStyle w:val="TableBodyText"/>
            </w:pPr>
            <w:r w:rsidRPr="008E7459">
              <w:t xml:space="preserve"> </w:t>
            </w:r>
            <w:r w:rsidR="00462C2E" w:rsidRPr="008E7459">
              <w:t>3.6</w:t>
            </w:r>
          </w:p>
        </w:tc>
        <w:tc>
          <w:tcPr>
            <w:tcW w:w="693" w:type="dxa"/>
          </w:tcPr>
          <w:p w:rsidR="00462C2E" w:rsidRPr="008E7459" w:rsidRDefault="00601015" w:rsidP="00462C2E">
            <w:pPr>
              <w:pStyle w:val="TableBodyText"/>
            </w:pPr>
            <w:r w:rsidRPr="008E7459">
              <w:t xml:space="preserve"> </w:t>
            </w:r>
            <w:r w:rsidR="00462C2E" w:rsidRPr="008E7459">
              <w:t>0.9</w:t>
            </w:r>
          </w:p>
        </w:tc>
        <w:tc>
          <w:tcPr>
            <w:tcW w:w="693" w:type="dxa"/>
          </w:tcPr>
          <w:p w:rsidR="00462C2E" w:rsidRPr="008E7459" w:rsidRDefault="00462C2E" w:rsidP="00462C2E">
            <w:pPr>
              <w:pStyle w:val="TableBodyText"/>
            </w:pPr>
            <w:r w:rsidRPr="008E7459">
              <w:t>..</w:t>
            </w:r>
          </w:p>
        </w:tc>
        <w:tc>
          <w:tcPr>
            <w:tcW w:w="693" w:type="dxa"/>
          </w:tcPr>
          <w:p w:rsidR="00462C2E" w:rsidRPr="008E7459" w:rsidRDefault="00601015" w:rsidP="00462C2E">
            <w:pPr>
              <w:pStyle w:val="TableBodyText"/>
            </w:pPr>
            <w:r w:rsidRPr="008E7459">
              <w:t xml:space="preserve"> </w:t>
            </w:r>
            <w:r w:rsidR="00462C2E" w:rsidRPr="008E7459">
              <w:t>16.4</w:t>
            </w:r>
          </w:p>
        </w:tc>
        <w:tc>
          <w:tcPr>
            <w:tcW w:w="693" w:type="dxa"/>
          </w:tcPr>
          <w:p w:rsidR="00462C2E" w:rsidRPr="008E7459" w:rsidRDefault="00601015" w:rsidP="001333E1">
            <w:pPr>
              <w:pStyle w:val="TableBodyText"/>
              <w:ind w:right="0"/>
              <w:rPr>
                <w:b/>
                <w:i/>
              </w:rPr>
            </w:pPr>
            <w:r w:rsidRPr="008E7459">
              <w:t xml:space="preserve"> </w:t>
            </w:r>
            <w:r w:rsidR="00462C2E" w:rsidRPr="008E7459">
              <w:t>1.7</w:t>
            </w:r>
          </w:p>
        </w:tc>
      </w:tr>
      <w:tr w:rsidR="00462C2E" w:rsidRPr="008E7459" w:rsidTr="00781B70">
        <w:tc>
          <w:tcPr>
            <w:tcW w:w="2552" w:type="dxa"/>
          </w:tcPr>
          <w:p w:rsidR="00462C2E" w:rsidRPr="008E7459" w:rsidRDefault="00462C2E" w:rsidP="0026369A">
            <w:pPr>
              <w:pStyle w:val="TableBodyText"/>
              <w:ind w:left="136"/>
              <w:jc w:val="left"/>
            </w:pPr>
            <w:r w:rsidRPr="008E7459">
              <w:t>Non</w:t>
            </w:r>
            <w:r w:rsidR="00DE694D" w:rsidRPr="008E7459">
              <w:noBreakHyphen/>
            </w:r>
            <w:r w:rsidRPr="008E7459">
              <w:t>government schools</w:t>
            </w:r>
          </w:p>
        </w:tc>
        <w:tc>
          <w:tcPr>
            <w:tcW w:w="693" w:type="dxa"/>
          </w:tcPr>
          <w:p w:rsidR="00462C2E" w:rsidRPr="008E7459" w:rsidRDefault="00601015" w:rsidP="00462C2E">
            <w:pPr>
              <w:pStyle w:val="TableBodyText"/>
            </w:pPr>
            <w:r w:rsidRPr="008E7459">
              <w:t xml:space="preserve"> </w:t>
            </w:r>
            <w:r w:rsidR="00462C2E" w:rsidRPr="008E7459">
              <w:t>0.2</w:t>
            </w:r>
          </w:p>
        </w:tc>
        <w:tc>
          <w:tcPr>
            <w:tcW w:w="693" w:type="dxa"/>
          </w:tcPr>
          <w:p w:rsidR="00462C2E" w:rsidRPr="008E7459" w:rsidRDefault="00462C2E" w:rsidP="00462C2E">
            <w:pPr>
              <w:pStyle w:val="TableBodyText"/>
            </w:pPr>
            <w:r w:rsidRPr="008E7459">
              <w:t>–</w:t>
            </w:r>
          </w:p>
        </w:tc>
        <w:tc>
          <w:tcPr>
            <w:tcW w:w="693" w:type="dxa"/>
          </w:tcPr>
          <w:p w:rsidR="00462C2E" w:rsidRPr="008E7459" w:rsidRDefault="00601015" w:rsidP="00462C2E">
            <w:pPr>
              <w:pStyle w:val="TableBodyText"/>
            </w:pPr>
            <w:r w:rsidRPr="008E7459">
              <w:t xml:space="preserve"> </w:t>
            </w:r>
            <w:r w:rsidR="00462C2E" w:rsidRPr="008E7459">
              <w:t>0.8</w:t>
            </w:r>
          </w:p>
        </w:tc>
        <w:tc>
          <w:tcPr>
            <w:tcW w:w="693" w:type="dxa"/>
          </w:tcPr>
          <w:p w:rsidR="00462C2E" w:rsidRPr="008E7459" w:rsidRDefault="00601015" w:rsidP="00462C2E">
            <w:pPr>
              <w:pStyle w:val="TableBodyText"/>
            </w:pPr>
            <w:r w:rsidRPr="008E7459">
              <w:t xml:space="preserve"> </w:t>
            </w:r>
            <w:r w:rsidR="00462C2E" w:rsidRPr="008E7459">
              <w:t>1.9</w:t>
            </w:r>
          </w:p>
        </w:tc>
        <w:tc>
          <w:tcPr>
            <w:tcW w:w="693" w:type="dxa"/>
          </w:tcPr>
          <w:p w:rsidR="00462C2E" w:rsidRPr="008E7459" w:rsidRDefault="00601015" w:rsidP="00462C2E">
            <w:pPr>
              <w:pStyle w:val="TableBodyText"/>
            </w:pPr>
            <w:r w:rsidRPr="008E7459">
              <w:t xml:space="preserve"> </w:t>
            </w:r>
            <w:r w:rsidR="00462C2E" w:rsidRPr="008E7459">
              <w:t>1.4</w:t>
            </w:r>
          </w:p>
        </w:tc>
        <w:tc>
          <w:tcPr>
            <w:tcW w:w="693" w:type="dxa"/>
          </w:tcPr>
          <w:p w:rsidR="00462C2E" w:rsidRPr="008E7459" w:rsidRDefault="00601015" w:rsidP="00462C2E">
            <w:pPr>
              <w:pStyle w:val="TableBodyText"/>
            </w:pPr>
            <w:r w:rsidRPr="008E7459">
              <w:t xml:space="preserve"> </w:t>
            </w:r>
            <w:r w:rsidR="00462C2E" w:rsidRPr="008E7459">
              <w:t>0.4</w:t>
            </w:r>
          </w:p>
        </w:tc>
        <w:tc>
          <w:tcPr>
            <w:tcW w:w="693" w:type="dxa"/>
          </w:tcPr>
          <w:p w:rsidR="00462C2E" w:rsidRPr="008E7459" w:rsidRDefault="00462C2E" w:rsidP="00462C2E">
            <w:pPr>
              <w:pStyle w:val="TableBodyText"/>
            </w:pPr>
            <w:r w:rsidRPr="008E7459">
              <w:t>..</w:t>
            </w:r>
          </w:p>
        </w:tc>
        <w:tc>
          <w:tcPr>
            <w:tcW w:w="693" w:type="dxa"/>
          </w:tcPr>
          <w:p w:rsidR="00462C2E" w:rsidRPr="008E7459" w:rsidRDefault="00601015" w:rsidP="00462C2E">
            <w:pPr>
              <w:pStyle w:val="TableBodyText"/>
            </w:pPr>
            <w:r w:rsidRPr="008E7459">
              <w:t xml:space="preserve"> </w:t>
            </w:r>
            <w:r w:rsidR="00462C2E" w:rsidRPr="008E7459">
              <w:t>29.7</w:t>
            </w:r>
          </w:p>
        </w:tc>
        <w:tc>
          <w:tcPr>
            <w:tcW w:w="693" w:type="dxa"/>
          </w:tcPr>
          <w:p w:rsidR="00462C2E" w:rsidRPr="008E7459" w:rsidRDefault="00601015" w:rsidP="001333E1">
            <w:pPr>
              <w:pStyle w:val="TableBodyText"/>
              <w:ind w:right="0"/>
              <w:rPr>
                <w:b/>
                <w:i/>
              </w:rPr>
            </w:pPr>
            <w:r w:rsidRPr="008E7459">
              <w:t xml:space="preserve"> </w:t>
            </w:r>
            <w:r w:rsidR="00462C2E" w:rsidRPr="008E7459">
              <w:t>0.8</w:t>
            </w:r>
          </w:p>
        </w:tc>
      </w:tr>
      <w:tr w:rsidR="00462C2E" w:rsidRPr="008E7459" w:rsidTr="00781B70">
        <w:tc>
          <w:tcPr>
            <w:tcW w:w="2552" w:type="dxa"/>
          </w:tcPr>
          <w:p w:rsidR="00462C2E" w:rsidRPr="008E7459" w:rsidRDefault="00462C2E" w:rsidP="0026369A">
            <w:pPr>
              <w:pStyle w:val="TableBodyText"/>
              <w:ind w:left="136"/>
              <w:jc w:val="left"/>
              <w:rPr>
                <w:b/>
              </w:rPr>
            </w:pPr>
            <w:r w:rsidRPr="008E7459">
              <w:rPr>
                <w:b/>
              </w:rPr>
              <w:t>All schools</w:t>
            </w:r>
          </w:p>
        </w:tc>
        <w:tc>
          <w:tcPr>
            <w:tcW w:w="693" w:type="dxa"/>
          </w:tcPr>
          <w:p w:rsidR="00462C2E" w:rsidRPr="008E7459" w:rsidRDefault="00601015" w:rsidP="00462C2E">
            <w:pPr>
              <w:pStyle w:val="TableBodyText"/>
              <w:rPr>
                <w:b/>
              </w:rPr>
            </w:pPr>
            <w:r w:rsidRPr="008E7459">
              <w:rPr>
                <w:b/>
              </w:rPr>
              <w:t xml:space="preserve"> </w:t>
            </w:r>
            <w:r w:rsidR="00462C2E" w:rsidRPr="008E7459">
              <w:rPr>
                <w:b/>
              </w:rPr>
              <w:t>0.4</w:t>
            </w:r>
          </w:p>
        </w:tc>
        <w:tc>
          <w:tcPr>
            <w:tcW w:w="693" w:type="dxa"/>
          </w:tcPr>
          <w:p w:rsidR="00462C2E" w:rsidRPr="008E7459" w:rsidRDefault="00601015" w:rsidP="00462C2E">
            <w:pPr>
              <w:pStyle w:val="TableBodyText"/>
              <w:rPr>
                <w:b/>
              </w:rPr>
            </w:pPr>
            <w:r w:rsidRPr="008E7459">
              <w:rPr>
                <w:b/>
              </w:rPr>
              <w:t xml:space="preserve"> </w:t>
            </w:r>
            <w:r w:rsidR="00462C2E" w:rsidRPr="008E7459">
              <w:rPr>
                <w:b/>
              </w:rPr>
              <w:t>0.1</w:t>
            </w:r>
          </w:p>
        </w:tc>
        <w:tc>
          <w:tcPr>
            <w:tcW w:w="693" w:type="dxa"/>
          </w:tcPr>
          <w:p w:rsidR="00462C2E" w:rsidRPr="008E7459" w:rsidRDefault="00601015" w:rsidP="00462C2E">
            <w:pPr>
              <w:pStyle w:val="TableBodyText"/>
              <w:rPr>
                <w:b/>
              </w:rPr>
            </w:pPr>
            <w:r w:rsidRPr="008E7459">
              <w:rPr>
                <w:b/>
              </w:rPr>
              <w:t xml:space="preserve"> </w:t>
            </w:r>
            <w:r w:rsidR="00462C2E" w:rsidRPr="008E7459">
              <w:rPr>
                <w:b/>
              </w:rPr>
              <w:t>1.6</w:t>
            </w:r>
          </w:p>
        </w:tc>
        <w:tc>
          <w:tcPr>
            <w:tcW w:w="693" w:type="dxa"/>
          </w:tcPr>
          <w:p w:rsidR="00462C2E" w:rsidRPr="008E7459" w:rsidRDefault="00601015" w:rsidP="00462C2E">
            <w:pPr>
              <w:pStyle w:val="TableBodyText"/>
              <w:rPr>
                <w:b/>
              </w:rPr>
            </w:pPr>
            <w:r w:rsidRPr="008E7459">
              <w:rPr>
                <w:b/>
              </w:rPr>
              <w:t xml:space="preserve"> </w:t>
            </w:r>
            <w:r w:rsidR="00462C2E" w:rsidRPr="008E7459">
              <w:rPr>
                <w:b/>
              </w:rPr>
              <w:t>4.3</w:t>
            </w:r>
          </w:p>
        </w:tc>
        <w:tc>
          <w:tcPr>
            <w:tcW w:w="693" w:type="dxa"/>
          </w:tcPr>
          <w:p w:rsidR="00462C2E" w:rsidRPr="008E7459" w:rsidRDefault="00601015" w:rsidP="00462C2E">
            <w:pPr>
              <w:pStyle w:val="TableBodyText"/>
              <w:rPr>
                <w:b/>
              </w:rPr>
            </w:pPr>
            <w:r w:rsidRPr="008E7459">
              <w:rPr>
                <w:b/>
              </w:rPr>
              <w:t xml:space="preserve"> </w:t>
            </w:r>
            <w:r w:rsidR="00462C2E" w:rsidRPr="008E7459">
              <w:rPr>
                <w:b/>
              </w:rPr>
              <w:t>2.8</w:t>
            </w:r>
          </w:p>
        </w:tc>
        <w:tc>
          <w:tcPr>
            <w:tcW w:w="693" w:type="dxa"/>
          </w:tcPr>
          <w:p w:rsidR="00462C2E" w:rsidRPr="008E7459" w:rsidRDefault="00601015" w:rsidP="00462C2E">
            <w:pPr>
              <w:pStyle w:val="TableBodyText"/>
              <w:rPr>
                <w:b/>
              </w:rPr>
            </w:pPr>
            <w:r w:rsidRPr="008E7459">
              <w:rPr>
                <w:b/>
              </w:rPr>
              <w:t xml:space="preserve"> </w:t>
            </w:r>
            <w:r w:rsidR="00462C2E" w:rsidRPr="008E7459">
              <w:rPr>
                <w:b/>
              </w:rPr>
              <w:t>0.7</w:t>
            </w:r>
          </w:p>
        </w:tc>
        <w:tc>
          <w:tcPr>
            <w:tcW w:w="693" w:type="dxa"/>
          </w:tcPr>
          <w:p w:rsidR="00462C2E" w:rsidRPr="008E7459" w:rsidRDefault="00462C2E" w:rsidP="00462C2E">
            <w:pPr>
              <w:pStyle w:val="TableBodyText"/>
              <w:rPr>
                <w:b/>
              </w:rPr>
            </w:pPr>
            <w:r w:rsidRPr="008E7459">
              <w:rPr>
                <w:b/>
              </w:rPr>
              <w:t>..</w:t>
            </w:r>
          </w:p>
        </w:tc>
        <w:tc>
          <w:tcPr>
            <w:tcW w:w="693" w:type="dxa"/>
          </w:tcPr>
          <w:p w:rsidR="00462C2E" w:rsidRPr="008E7459" w:rsidRDefault="00601015" w:rsidP="00462C2E">
            <w:pPr>
              <w:pStyle w:val="TableBodyText"/>
              <w:rPr>
                <w:b/>
              </w:rPr>
            </w:pPr>
            <w:r w:rsidRPr="008E7459">
              <w:rPr>
                <w:b/>
              </w:rPr>
              <w:t xml:space="preserve"> </w:t>
            </w:r>
            <w:r w:rsidR="00462C2E" w:rsidRPr="008E7459">
              <w:rPr>
                <w:b/>
              </w:rPr>
              <w:t>19.9</w:t>
            </w:r>
          </w:p>
        </w:tc>
        <w:tc>
          <w:tcPr>
            <w:tcW w:w="693" w:type="dxa"/>
          </w:tcPr>
          <w:p w:rsidR="00462C2E" w:rsidRPr="008E7459" w:rsidRDefault="00601015" w:rsidP="001333E1">
            <w:pPr>
              <w:pStyle w:val="TableBodyText"/>
              <w:ind w:right="0"/>
              <w:rPr>
                <w:b/>
                <w:i/>
              </w:rPr>
            </w:pPr>
            <w:r w:rsidRPr="008E7459">
              <w:rPr>
                <w:b/>
              </w:rPr>
              <w:t xml:space="preserve"> </w:t>
            </w:r>
            <w:r w:rsidR="00462C2E" w:rsidRPr="008E7459">
              <w:rPr>
                <w:b/>
              </w:rPr>
              <w:t>1.4</w:t>
            </w:r>
          </w:p>
        </w:tc>
      </w:tr>
      <w:tr w:rsidR="00462C2E" w:rsidRPr="008E7459" w:rsidTr="00781B70">
        <w:tc>
          <w:tcPr>
            <w:tcW w:w="2552" w:type="dxa"/>
          </w:tcPr>
          <w:p w:rsidR="0026369A" w:rsidRPr="008E7459" w:rsidRDefault="0026369A" w:rsidP="0026369A">
            <w:pPr>
              <w:pStyle w:val="TableBodyText"/>
              <w:spacing w:before="80"/>
              <w:jc w:val="left"/>
            </w:pPr>
            <w:r w:rsidRPr="008E7459">
              <w:t>Very remote areas</w:t>
            </w:r>
          </w:p>
        </w:tc>
        <w:tc>
          <w:tcPr>
            <w:tcW w:w="693" w:type="dxa"/>
          </w:tcPr>
          <w:p w:rsidR="0026369A" w:rsidRPr="008E7459" w:rsidRDefault="0026369A" w:rsidP="00552D69">
            <w:pPr>
              <w:pStyle w:val="TableBodyText"/>
              <w:ind w:right="0"/>
            </w:pPr>
          </w:p>
        </w:tc>
        <w:tc>
          <w:tcPr>
            <w:tcW w:w="693" w:type="dxa"/>
          </w:tcPr>
          <w:p w:rsidR="0026369A" w:rsidRPr="008E7459" w:rsidRDefault="0026369A" w:rsidP="00552D69">
            <w:pPr>
              <w:pStyle w:val="TableBodyText"/>
              <w:ind w:right="0"/>
            </w:pPr>
          </w:p>
        </w:tc>
        <w:tc>
          <w:tcPr>
            <w:tcW w:w="693" w:type="dxa"/>
          </w:tcPr>
          <w:p w:rsidR="0026369A" w:rsidRPr="008E7459" w:rsidRDefault="0026369A" w:rsidP="00552D69">
            <w:pPr>
              <w:pStyle w:val="TableBodyText"/>
              <w:ind w:right="0"/>
            </w:pPr>
          </w:p>
        </w:tc>
        <w:tc>
          <w:tcPr>
            <w:tcW w:w="693" w:type="dxa"/>
          </w:tcPr>
          <w:p w:rsidR="0026369A" w:rsidRPr="008E7459" w:rsidRDefault="0026369A" w:rsidP="00552D69">
            <w:pPr>
              <w:pStyle w:val="TableBodyText"/>
              <w:ind w:right="0"/>
            </w:pPr>
          </w:p>
        </w:tc>
        <w:tc>
          <w:tcPr>
            <w:tcW w:w="693" w:type="dxa"/>
          </w:tcPr>
          <w:p w:rsidR="0026369A" w:rsidRPr="008E7459" w:rsidRDefault="0026369A" w:rsidP="00552D69">
            <w:pPr>
              <w:pStyle w:val="TableBodyText"/>
              <w:ind w:right="0"/>
            </w:pPr>
          </w:p>
        </w:tc>
        <w:tc>
          <w:tcPr>
            <w:tcW w:w="693" w:type="dxa"/>
          </w:tcPr>
          <w:p w:rsidR="0026369A" w:rsidRPr="008E7459" w:rsidRDefault="0026369A" w:rsidP="00552D69">
            <w:pPr>
              <w:pStyle w:val="TableBodyText"/>
              <w:ind w:right="0"/>
            </w:pPr>
          </w:p>
        </w:tc>
        <w:tc>
          <w:tcPr>
            <w:tcW w:w="693" w:type="dxa"/>
          </w:tcPr>
          <w:p w:rsidR="0026369A" w:rsidRPr="008E7459" w:rsidRDefault="0026369A" w:rsidP="00552D69">
            <w:pPr>
              <w:pStyle w:val="TableBodyText"/>
              <w:ind w:right="0"/>
            </w:pPr>
          </w:p>
        </w:tc>
        <w:tc>
          <w:tcPr>
            <w:tcW w:w="693" w:type="dxa"/>
          </w:tcPr>
          <w:p w:rsidR="0026369A" w:rsidRPr="008E7459" w:rsidRDefault="0026369A" w:rsidP="00552D69">
            <w:pPr>
              <w:pStyle w:val="TableBodyText"/>
              <w:ind w:right="0"/>
            </w:pPr>
          </w:p>
        </w:tc>
        <w:tc>
          <w:tcPr>
            <w:tcW w:w="693" w:type="dxa"/>
          </w:tcPr>
          <w:p w:rsidR="0026369A" w:rsidRPr="008E7459" w:rsidRDefault="0026369A" w:rsidP="006C2E1C">
            <w:pPr>
              <w:pStyle w:val="TableBodyText"/>
              <w:ind w:right="0"/>
            </w:pPr>
          </w:p>
        </w:tc>
      </w:tr>
      <w:tr w:rsidR="00462C2E" w:rsidRPr="008E7459" w:rsidTr="00781B70">
        <w:tc>
          <w:tcPr>
            <w:tcW w:w="2552" w:type="dxa"/>
          </w:tcPr>
          <w:p w:rsidR="00462C2E" w:rsidRPr="008E7459" w:rsidRDefault="00462C2E" w:rsidP="00511A28">
            <w:pPr>
              <w:pStyle w:val="TableBodyText"/>
              <w:ind w:left="136"/>
              <w:jc w:val="left"/>
            </w:pPr>
            <w:r w:rsidRPr="008E7459">
              <w:t>Government schools</w:t>
            </w:r>
          </w:p>
        </w:tc>
        <w:tc>
          <w:tcPr>
            <w:tcW w:w="693" w:type="dxa"/>
          </w:tcPr>
          <w:p w:rsidR="00462C2E" w:rsidRPr="008E7459" w:rsidRDefault="00601015" w:rsidP="00462C2E">
            <w:pPr>
              <w:pStyle w:val="TableBodyText"/>
            </w:pPr>
            <w:r w:rsidRPr="008E7459">
              <w:t xml:space="preserve"> </w:t>
            </w:r>
            <w:r w:rsidR="00462C2E" w:rsidRPr="008E7459">
              <w:t>0.1</w:t>
            </w:r>
          </w:p>
        </w:tc>
        <w:tc>
          <w:tcPr>
            <w:tcW w:w="693" w:type="dxa"/>
          </w:tcPr>
          <w:p w:rsidR="00462C2E" w:rsidRPr="008E7459" w:rsidRDefault="00462C2E" w:rsidP="00462C2E">
            <w:pPr>
              <w:pStyle w:val="TableBodyText"/>
            </w:pPr>
            <w:r w:rsidRPr="008E7459">
              <w:t>..</w:t>
            </w:r>
          </w:p>
        </w:tc>
        <w:tc>
          <w:tcPr>
            <w:tcW w:w="693" w:type="dxa"/>
          </w:tcPr>
          <w:p w:rsidR="00462C2E" w:rsidRPr="008E7459" w:rsidRDefault="00601015" w:rsidP="00462C2E">
            <w:pPr>
              <w:pStyle w:val="TableBodyText"/>
            </w:pPr>
            <w:r w:rsidRPr="008E7459">
              <w:t xml:space="preserve"> </w:t>
            </w:r>
            <w:r w:rsidR="00462C2E" w:rsidRPr="008E7459">
              <w:t>1.6</w:t>
            </w:r>
          </w:p>
        </w:tc>
        <w:tc>
          <w:tcPr>
            <w:tcW w:w="693" w:type="dxa"/>
          </w:tcPr>
          <w:p w:rsidR="00462C2E" w:rsidRPr="008E7459" w:rsidRDefault="00601015" w:rsidP="00462C2E">
            <w:pPr>
              <w:pStyle w:val="TableBodyText"/>
            </w:pPr>
            <w:r w:rsidRPr="008E7459">
              <w:t xml:space="preserve"> </w:t>
            </w:r>
            <w:r w:rsidR="00462C2E" w:rsidRPr="008E7459">
              <w:t>3.2</w:t>
            </w:r>
          </w:p>
        </w:tc>
        <w:tc>
          <w:tcPr>
            <w:tcW w:w="693" w:type="dxa"/>
          </w:tcPr>
          <w:p w:rsidR="00462C2E" w:rsidRPr="008E7459" w:rsidRDefault="00601015" w:rsidP="00462C2E">
            <w:pPr>
              <w:pStyle w:val="TableBodyText"/>
            </w:pPr>
            <w:r w:rsidRPr="008E7459">
              <w:t xml:space="preserve"> </w:t>
            </w:r>
            <w:r w:rsidR="00462C2E" w:rsidRPr="008E7459">
              <w:t>1.2</w:t>
            </w:r>
          </w:p>
        </w:tc>
        <w:tc>
          <w:tcPr>
            <w:tcW w:w="693" w:type="dxa"/>
          </w:tcPr>
          <w:p w:rsidR="00462C2E" w:rsidRPr="008E7459" w:rsidRDefault="00601015" w:rsidP="00462C2E">
            <w:pPr>
              <w:pStyle w:val="TableBodyText"/>
            </w:pPr>
            <w:r w:rsidRPr="008E7459">
              <w:t xml:space="preserve"> </w:t>
            </w:r>
            <w:r w:rsidR="00462C2E" w:rsidRPr="008E7459">
              <w:t>0.4</w:t>
            </w:r>
          </w:p>
        </w:tc>
        <w:tc>
          <w:tcPr>
            <w:tcW w:w="693" w:type="dxa"/>
          </w:tcPr>
          <w:p w:rsidR="00462C2E" w:rsidRPr="008E7459" w:rsidRDefault="00462C2E" w:rsidP="00462C2E">
            <w:pPr>
              <w:pStyle w:val="TableBodyText"/>
            </w:pPr>
            <w:r w:rsidRPr="008E7459">
              <w:t>..</w:t>
            </w:r>
          </w:p>
        </w:tc>
        <w:tc>
          <w:tcPr>
            <w:tcW w:w="693" w:type="dxa"/>
          </w:tcPr>
          <w:p w:rsidR="00462C2E" w:rsidRPr="008E7459" w:rsidRDefault="00601015" w:rsidP="00462C2E">
            <w:pPr>
              <w:pStyle w:val="TableBodyText"/>
            </w:pPr>
            <w:r w:rsidRPr="008E7459">
              <w:t xml:space="preserve"> </w:t>
            </w:r>
            <w:r w:rsidR="00462C2E" w:rsidRPr="008E7459">
              <w:t>29.9</w:t>
            </w:r>
          </w:p>
        </w:tc>
        <w:tc>
          <w:tcPr>
            <w:tcW w:w="693" w:type="dxa"/>
          </w:tcPr>
          <w:p w:rsidR="00462C2E" w:rsidRPr="008E7459" w:rsidRDefault="00601015" w:rsidP="001333E1">
            <w:pPr>
              <w:pStyle w:val="TableBodyText"/>
              <w:ind w:right="0"/>
              <w:rPr>
                <w:b/>
                <w:i/>
              </w:rPr>
            </w:pPr>
            <w:r w:rsidRPr="008E7459">
              <w:t xml:space="preserve"> </w:t>
            </w:r>
            <w:r w:rsidR="00462C2E" w:rsidRPr="008E7459">
              <w:t>1.2</w:t>
            </w:r>
          </w:p>
        </w:tc>
      </w:tr>
      <w:tr w:rsidR="00462C2E" w:rsidRPr="008E7459" w:rsidTr="00781B70">
        <w:tc>
          <w:tcPr>
            <w:tcW w:w="2552" w:type="dxa"/>
          </w:tcPr>
          <w:p w:rsidR="00462C2E" w:rsidRPr="008E7459" w:rsidRDefault="00462C2E" w:rsidP="0026369A">
            <w:pPr>
              <w:pStyle w:val="TableBodyText"/>
              <w:ind w:left="136"/>
              <w:jc w:val="left"/>
            </w:pPr>
            <w:r w:rsidRPr="008E7459">
              <w:t>Non</w:t>
            </w:r>
            <w:r w:rsidR="00DE694D" w:rsidRPr="008E7459">
              <w:noBreakHyphen/>
            </w:r>
            <w:r w:rsidRPr="008E7459">
              <w:t>government schools</w:t>
            </w:r>
          </w:p>
        </w:tc>
        <w:tc>
          <w:tcPr>
            <w:tcW w:w="693" w:type="dxa"/>
          </w:tcPr>
          <w:p w:rsidR="00462C2E" w:rsidRPr="008E7459" w:rsidRDefault="00462C2E" w:rsidP="00462C2E">
            <w:pPr>
              <w:pStyle w:val="TableBodyText"/>
            </w:pPr>
            <w:r w:rsidRPr="008E7459">
              <w:t>–</w:t>
            </w:r>
          </w:p>
        </w:tc>
        <w:tc>
          <w:tcPr>
            <w:tcW w:w="693" w:type="dxa"/>
          </w:tcPr>
          <w:p w:rsidR="00462C2E" w:rsidRPr="008E7459" w:rsidRDefault="00462C2E" w:rsidP="00462C2E">
            <w:pPr>
              <w:pStyle w:val="TableBodyText"/>
            </w:pPr>
            <w:r w:rsidRPr="008E7459">
              <w:t>..</w:t>
            </w:r>
          </w:p>
        </w:tc>
        <w:tc>
          <w:tcPr>
            <w:tcW w:w="693" w:type="dxa"/>
          </w:tcPr>
          <w:p w:rsidR="00462C2E" w:rsidRPr="008E7459" w:rsidRDefault="00601015" w:rsidP="00462C2E">
            <w:pPr>
              <w:pStyle w:val="TableBodyText"/>
            </w:pPr>
            <w:r w:rsidRPr="008E7459">
              <w:t xml:space="preserve"> </w:t>
            </w:r>
            <w:r w:rsidR="00462C2E" w:rsidRPr="008E7459">
              <w:t>0.3</w:t>
            </w:r>
          </w:p>
        </w:tc>
        <w:tc>
          <w:tcPr>
            <w:tcW w:w="693" w:type="dxa"/>
          </w:tcPr>
          <w:p w:rsidR="00462C2E" w:rsidRPr="008E7459" w:rsidRDefault="00601015" w:rsidP="00462C2E">
            <w:pPr>
              <w:pStyle w:val="TableBodyText"/>
            </w:pPr>
            <w:r w:rsidRPr="008E7459">
              <w:t xml:space="preserve"> </w:t>
            </w:r>
            <w:r w:rsidR="00462C2E" w:rsidRPr="008E7459">
              <w:t>1.1</w:t>
            </w:r>
          </w:p>
        </w:tc>
        <w:tc>
          <w:tcPr>
            <w:tcW w:w="693" w:type="dxa"/>
          </w:tcPr>
          <w:p w:rsidR="00462C2E" w:rsidRPr="008E7459" w:rsidRDefault="00601015" w:rsidP="00462C2E">
            <w:pPr>
              <w:pStyle w:val="TableBodyText"/>
            </w:pPr>
            <w:r w:rsidRPr="008E7459">
              <w:t xml:space="preserve"> </w:t>
            </w:r>
            <w:r w:rsidR="00462C2E" w:rsidRPr="008E7459">
              <w:t>0.1</w:t>
            </w:r>
          </w:p>
        </w:tc>
        <w:tc>
          <w:tcPr>
            <w:tcW w:w="693" w:type="dxa"/>
          </w:tcPr>
          <w:p w:rsidR="00462C2E" w:rsidRPr="008E7459" w:rsidRDefault="00462C2E" w:rsidP="00462C2E">
            <w:pPr>
              <w:pStyle w:val="TableBodyText"/>
            </w:pPr>
            <w:r w:rsidRPr="008E7459">
              <w:t>–</w:t>
            </w:r>
          </w:p>
        </w:tc>
        <w:tc>
          <w:tcPr>
            <w:tcW w:w="693" w:type="dxa"/>
          </w:tcPr>
          <w:p w:rsidR="00462C2E" w:rsidRPr="008E7459" w:rsidRDefault="00462C2E" w:rsidP="00462C2E">
            <w:pPr>
              <w:pStyle w:val="TableBodyText"/>
            </w:pPr>
            <w:r w:rsidRPr="008E7459">
              <w:t>..</w:t>
            </w:r>
          </w:p>
        </w:tc>
        <w:tc>
          <w:tcPr>
            <w:tcW w:w="693" w:type="dxa"/>
          </w:tcPr>
          <w:p w:rsidR="00462C2E" w:rsidRPr="008E7459" w:rsidRDefault="00601015" w:rsidP="00462C2E">
            <w:pPr>
              <w:pStyle w:val="TableBodyText"/>
            </w:pPr>
            <w:r w:rsidRPr="008E7459">
              <w:t xml:space="preserve"> </w:t>
            </w:r>
            <w:r w:rsidR="00462C2E" w:rsidRPr="008E7459">
              <w:t>12.1</w:t>
            </w:r>
          </w:p>
        </w:tc>
        <w:tc>
          <w:tcPr>
            <w:tcW w:w="693" w:type="dxa"/>
          </w:tcPr>
          <w:p w:rsidR="00462C2E" w:rsidRPr="008E7459" w:rsidRDefault="00601015" w:rsidP="001333E1">
            <w:pPr>
              <w:pStyle w:val="TableBodyText"/>
              <w:ind w:right="0"/>
              <w:rPr>
                <w:b/>
                <w:i/>
              </w:rPr>
            </w:pPr>
            <w:r w:rsidRPr="008E7459">
              <w:t xml:space="preserve"> </w:t>
            </w:r>
            <w:r w:rsidR="00462C2E" w:rsidRPr="008E7459">
              <w:t>0.3</w:t>
            </w:r>
          </w:p>
        </w:tc>
      </w:tr>
      <w:tr w:rsidR="00462C2E" w:rsidRPr="008E7459" w:rsidTr="00781B70">
        <w:tc>
          <w:tcPr>
            <w:tcW w:w="2552" w:type="dxa"/>
            <w:tcBorders>
              <w:bottom w:val="single" w:sz="6" w:space="0" w:color="auto"/>
            </w:tcBorders>
            <w:shd w:val="clear" w:color="auto" w:fill="auto"/>
          </w:tcPr>
          <w:p w:rsidR="00462C2E" w:rsidRPr="008E7459" w:rsidRDefault="00462C2E" w:rsidP="0026369A">
            <w:pPr>
              <w:pStyle w:val="TableBodyText"/>
              <w:ind w:left="136"/>
              <w:jc w:val="left"/>
              <w:rPr>
                <w:b/>
              </w:rPr>
            </w:pPr>
            <w:r w:rsidRPr="008E7459">
              <w:rPr>
                <w:b/>
              </w:rPr>
              <w:t>All schools</w:t>
            </w:r>
          </w:p>
        </w:tc>
        <w:tc>
          <w:tcPr>
            <w:tcW w:w="693" w:type="dxa"/>
            <w:tcBorders>
              <w:bottom w:val="single" w:sz="6" w:space="0" w:color="auto"/>
            </w:tcBorders>
            <w:shd w:val="clear" w:color="auto" w:fill="auto"/>
          </w:tcPr>
          <w:p w:rsidR="00462C2E" w:rsidRPr="008E7459" w:rsidRDefault="00601015" w:rsidP="00462C2E">
            <w:pPr>
              <w:pStyle w:val="TableBodyText"/>
              <w:rPr>
                <w:b/>
              </w:rPr>
            </w:pPr>
            <w:r w:rsidRPr="008E7459">
              <w:rPr>
                <w:b/>
              </w:rPr>
              <w:t xml:space="preserve"> </w:t>
            </w:r>
            <w:r w:rsidR="00462C2E" w:rsidRPr="008E7459">
              <w:rPr>
                <w:b/>
              </w:rPr>
              <w:t>0.1</w:t>
            </w:r>
          </w:p>
        </w:tc>
        <w:tc>
          <w:tcPr>
            <w:tcW w:w="693" w:type="dxa"/>
            <w:tcBorders>
              <w:bottom w:val="single" w:sz="6" w:space="0" w:color="auto"/>
            </w:tcBorders>
            <w:shd w:val="clear" w:color="auto" w:fill="auto"/>
          </w:tcPr>
          <w:p w:rsidR="00462C2E" w:rsidRPr="008E7459" w:rsidRDefault="00462C2E" w:rsidP="00462C2E">
            <w:pPr>
              <w:pStyle w:val="TableBodyText"/>
              <w:rPr>
                <w:b/>
              </w:rPr>
            </w:pPr>
            <w:r w:rsidRPr="008E7459">
              <w:rPr>
                <w:b/>
              </w:rPr>
              <w:t>..</w:t>
            </w:r>
          </w:p>
        </w:tc>
        <w:tc>
          <w:tcPr>
            <w:tcW w:w="693" w:type="dxa"/>
            <w:tcBorders>
              <w:bottom w:val="single" w:sz="6" w:space="0" w:color="auto"/>
            </w:tcBorders>
            <w:shd w:val="clear" w:color="auto" w:fill="auto"/>
          </w:tcPr>
          <w:p w:rsidR="00462C2E" w:rsidRPr="008E7459" w:rsidRDefault="00601015" w:rsidP="00462C2E">
            <w:pPr>
              <w:pStyle w:val="TableBodyText"/>
              <w:rPr>
                <w:b/>
              </w:rPr>
            </w:pPr>
            <w:r w:rsidRPr="008E7459">
              <w:rPr>
                <w:b/>
              </w:rPr>
              <w:t xml:space="preserve"> </w:t>
            </w:r>
            <w:r w:rsidR="00462C2E" w:rsidRPr="008E7459">
              <w:rPr>
                <w:b/>
              </w:rPr>
              <w:t>1.2</w:t>
            </w:r>
          </w:p>
        </w:tc>
        <w:tc>
          <w:tcPr>
            <w:tcW w:w="693" w:type="dxa"/>
            <w:tcBorders>
              <w:bottom w:val="single" w:sz="6" w:space="0" w:color="auto"/>
            </w:tcBorders>
            <w:shd w:val="clear" w:color="auto" w:fill="auto"/>
          </w:tcPr>
          <w:p w:rsidR="00462C2E" w:rsidRPr="008E7459" w:rsidRDefault="00601015" w:rsidP="00462C2E">
            <w:pPr>
              <w:pStyle w:val="TableBodyText"/>
              <w:rPr>
                <w:b/>
              </w:rPr>
            </w:pPr>
            <w:r w:rsidRPr="008E7459">
              <w:rPr>
                <w:b/>
              </w:rPr>
              <w:t xml:space="preserve"> </w:t>
            </w:r>
            <w:r w:rsidR="00462C2E" w:rsidRPr="008E7459">
              <w:rPr>
                <w:b/>
              </w:rPr>
              <w:t>2.5</w:t>
            </w:r>
          </w:p>
        </w:tc>
        <w:tc>
          <w:tcPr>
            <w:tcW w:w="693" w:type="dxa"/>
            <w:tcBorders>
              <w:bottom w:val="single" w:sz="6" w:space="0" w:color="auto"/>
            </w:tcBorders>
            <w:shd w:val="clear" w:color="auto" w:fill="auto"/>
          </w:tcPr>
          <w:p w:rsidR="00462C2E" w:rsidRPr="008E7459" w:rsidRDefault="00601015" w:rsidP="00462C2E">
            <w:pPr>
              <w:pStyle w:val="TableBodyText"/>
              <w:rPr>
                <w:b/>
              </w:rPr>
            </w:pPr>
            <w:r w:rsidRPr="008E7459">
              <w:rPr>
                <w:b/>
              </w:rPr>
              <w:t xml:space="preserve"> </w:t>
            </w:r>
            <w:r w:rsidR="00462C2E" w:rsidRPr="008E7459">
              <w:rPr>
                <w:b/>
              </w:rPr>
              <w:t>0.8</w:t>
            </w:r>
          </w:p>
        </w:tc>
        <w:tc>
          <w:tcPr>
            <w:tcW w:w="693" w:type="dxa"/>
            <w:tcBorders>
              <w:bottom w:val="single" w:sz="6" w:space="0" w:color="auto"/>
            </w:tcBorders>
            <w:shd w:val="clear" w:color="auto" w:fill="auto"/>
          </w:tcPr>
          <w:p w:rsidR="00462C2E" w:rsidRPr="008E7459" w:rsidRDefault="00601015" w:rsidP="00462C2E">
            <w:pPr>
              <w:pStyle w:val="TableBodyText"/>
              <w:rPr>
                <w:b/>
              </w:rPr>
            </w:pPr>
            <w:r w:rsidRPr="008E7459">
              <w:rPr>
                <w:b/>
              </w:rPr>
              <w:t xml:space="preserve"> </w:t>
            </w:r>
            <w:r w:rsidR="00462C2E" w:rsidRPr="008E7459">
              <w:rPr>
                <w:b/>
              </w:rPr>
              <w:t>0.3</w:t>
            </w:r>
          </w:p>
        </w:tc>
        <w:tc>
          <w:tcPr>
            <w:tcW w:w="693" w:type="dxa"/>
            <w:tcBorders>
              <w:bottom w:val="single" w:sz="6" w:space="0" w:color="auto"/>
            </w:tcBorders>
            <w:shd w:val="clear" w:color="auto" w:fill="auto"/>
          </w:tcPr>
          <w:p w:rsidR="00462C2E" w:rsidRPr="008E7459" w:rsidRDefault="00462C2E" w:rsidP="00462C2E">
            <w:pPr>
              <w:pStyle w:val="TableBodyText"/>
              <w:rPr>
                <w:b/>
              </w:rPr>
            </w:pPr>
            <w:r w:rsidRPr="008E7459">
              <w:rPr>
                <w:b/>
              </w:rPr>
              <w:t>..</w:t>
            </w:r>
          </w:p>
        </w:tc>
        <w:tc>
          <w:tcPr>
            <w:tcW w:w="693" w:type="dxa"/>
            <w:tcBorders>
              <w:bottom w:val="single" w:sz="6" w:space="0" w:color="auto"/>
            </w:tcBorders>
            <w:shd w:val="clear" w:color="auto" w:fill="auto"/>
          </w:tcPr>
          <w:p w:rsidR="00462C2E" w:rsidRPr="008E7459" w:rsidRDefault="00601015" w:rsidP="00462C2E">
            <w:pPr>
              <w:pStyle w:val="TableBodyText"/>
              <w:rPr>
                <w:b/>
              </w:rPr>
            </w:pPr>
            <w:r w:rsidRPr="008E7459">
              <w:rPr>
                <w:b/>
              </w:rPr>
              <w:t xml:space="preserve"> </w:t>
            </w:r>
            <w:r w:rsidR="00462C2E" w:rsidRPr="008E7459">
              <w:rPr>
                <w:b/>
              </w:rPr>
              <w:t>25.3</w:t>
            </w:r>
          </w:p>
        </w:tc>
        <w:tc>
          <w:tcPr>
            <w:tcW w:w="693" w:type="dxa"/>
            <w:tcBorders>
              <w:bottom w:val="single" w:sz="6" w:space="0" w:color="auto"/>
            </w:tcBorders>
            <w:shd w:val="clear" w:color="auto" w:fill="auto"/>
          </w:tcPr>
          <w:p w:rsidR="00462C2E" w:rsidRPr="008E7459" w:rsidRDefault="00601015" w:rsidP="001333E1">
            <w:pPr>
              <w:pStyle w:val="TableBodyText"/>
              <w:ind w:right="0"/>
              <w:rPr>
                <w:b/>
                <w:i/>
              </w:rPr>
            </w:pPr>
            <w:r w:rsidRPr="008E7459">
              <w:rPr>
                <w:b/>
              </w:rPr>
              <w:t xml:space="preserve"> </w:t>
            </w:r>
            <w:r w:rsidR="00462C2E" w:rsidRPr="008E7459">
              <w:rPr>
                <w:b/>
              </w:rPr>
              <w:t>0.9</w:t>
            </w:r>
          </w:p>
        </w:tc>
      </w:tr>
    </w:tbl>
    <w:p w:rsidR="0026369A" w:rsidRPr="008E7459" w:rsidRDefault="0026369A" w:rsidP="0026369A">
      <w:pPr>
        <w:pStyle w:val="Note"/>
      </w:pPr>
      <w:r w:rsidRPr="008E7459">
        <w:rPr>
          <w:rStyle w:val="NoteLabel"/>
        </w:rPr>
        <w:t>a</w:t>
      </w:r>
      <w:r w:rsidRPr="008E7459">
        <w:t xml:space="preserve"> Geographic categorisation is based on the agreed MCEECDYA Geographic Location Classification. </w:t>
      </w:r>
      <w:r w:rsidRPr="008E7459">
        <w:rPr>
          <w:rStyle w:val="NoteLabel"/>
        </w:rPr>
        <w:t>b</w:t>
      </w:r>
      <w:r w:rsidRPr="008E7459">
        <w:sym w:font="Symbol" w:char="F020"/>
      </w:r>
      <w:r w:rsidRPr="008E7459">
        <w:t xml:space="preserve"> Calculated as the number of students attending a particular type of school (such as government primary school) in a particular geographic classification (such as remote areas), divided by the total number of students attending that type of school. </w:t>
      </w:r>
      <w:r w:rsidRPr="008E7459">
        <w:rPr>
          <w:rStyle w:val="NoteLabel"/>
        </w:rPr>
        <w:t>c</w:t>
      </w:r>
      <w:r w:rsidRPr="008E7459">
        <w:t xml:space="preserve"> Full Time Equivalent students. </w:t>
      </w:r>
      <w:r w:rsidRPr="008E7459">
        <w:rPr>
          <w:rStyle w:val="NoteLabel"/>
        </w:rPr>
        <w:t>d</w:t>
      </w:r>
      <w:r w:rsidRPr="008E7459">
        <w:t xml:space="preserve"> There are no remote or very remote areas in the ACT and no very remote area</w:t>
      </w:r>
      <w:r w:rsidR="00244E82" w:rsidRPr="008E7459">
        <w:t>s</w:t>
      </w:r>
      <w:r w:rsidRPr="008E7459">
        <w:t xml:space="preserve"> in Victoria. .. Not applicable. – Nil or rounded to zero.</w:t>
      </w:r>
    </w:p>
    <w:p w:rsidR="000A54DF" w:rsidRPr="008E7459" w:rsidRDefault="0026369A" w:rsidP="0026369A">
      <w:pPr>
        <w:pStyle w:val="Source"/>
      </w:pPr>
      <w:r w:rsidRPr="008E7459">
        <w:rPr>
          <w:i/>
        </w:rPr>
        <w:t>Source</w:t>
      </w:r>
      <w:r w:rsidRPr="008E7459">
        <w:t>: DEEWR (unpublished).</w:t>
      </w:r>
    </w:p>
    <w:p w:rsidR="00280D94" w:rsidRPr="008E7459" w:rsidRDefault="00280D94">
      <w:pPr>
        <w:rPr>
          <w:rFonts w:ascii="Arial" w:hAnsi="Arial"/>
          <w:b/>
          <w:sz w:val="32"/>
          <w:szCs w:val="20"/>
        </w:rPr>
      </w:pPr>
      <w:r w:rsidRPr="008E7459">
        <w:br w:type="page"/>
      </w:r>
    </w:p>
    <w:p w:rsidR="00BF34C6" w:rsidRPr="008E7459" w:rsidRDefault="00BF34C6" w:rsidP="00781B70">
      <w:pPr>
        <w:pStyle w:val="Heading2"/>
      </w:pPr>
      <w:r w:rsidRPr="008E7459">
        <w:lastRenderedPageBreak/>
        <w:t>Performance targets</w:t>
      </w:r>
    </w:p>
    <w:p w:rsidR="00641812" w:rsidRPr="008E7459" w:rsidRDefault="00641812" w:rsidP="00641812">
      <w:pPr>
        <w:pStyle w:val="BodyText"/>
      </w:pPr>
      <w:bookmarkStart w:id="18" w:name="OLE_LINK1"/>
      <w:bookmarkStart w:id="19" w:name="OLE_LINK2"/>
      <w:r w:rsidRPr="008E7459">
        <w:t>The CRC has requested the Steering Committee to report against the performance targets identified in the NAs. The performance targets as stated in the NEA are:</w:t>
      </w:r>
      <w:bookmarkEnd w:id="18"/>
      <w:bookmarkEnd w:id="19"/>
    </w:p>
    <w:p w:rsidR="00432D83" w:rsidRPr="008E7459" w:rsidRDefault="00432D83" w:rsidP="001333E1">
      <w:pPr>
        <w:pStyle w:val="ListBullet"/>
      </w:pPr>
      <w:r w:rsidRPr="008E7459">
        <w:t xml:space="preserve">Lift the Year 12 or equivalent or Certificate II attainment rate to 90 </w:t>
      </w:r>
      <w:r w:rsidR="00781B70" w:rsidRPr="008E7459">
        <w:t>per cent</w:t>
      </w:r>
      <w:r w:rsidRPr="008E7459">
        <w:t xml:space="preserve"> by 2015</w:t>
      </w:r>
    </w:p>
    <w:p w:rsidR="00432D83" w:rsidRPr="008E7459" w:rsidRDefault="00432D83" w:rsidP="001333E1">
      <w:pPr>
        <w:pStyle w:val="ListBullet"/>
      </w:pPr>
      <w:r w:rsidRPr="008E7459">
        <w:t xml:space="preserve">Lift the Year 12 or equivalent or Certificate III attainment rate to 90 </w:t>
      </w:r>
      <w:r w:rsidR="00781B70" w:rsidRPr="008E7459">
        <w:t>per cent</w:t>
      </w:r>
      <w:r w:rsidRPr="008E7459">
        <w:t xml:space="preserve"> by 2020</w:t>
      </w:r>
    </w:p>
    <w:p w:rsidR="00432D83" w:rsidRPr="008E7459" w:rsidRDefault="00432D83" w:rsidP="001333E1">
      <w:pPr>
        <w:pStyle w:val="ListBullet"/>
      </w:pPr>
      <w:r w:rsidRPr="008E7459">
        <w:t>Halve the gap for Indigenous students in reading, writing and numeracy by 2018</w:t>
      </w:r>
    </w:p>
    <w:p w:rsidR="00641812" w:rsidRPr="008E7459" w:rsidRDefault="00432D83" w:rsidP="00432D83">
      <w:pPr>
        <w:pStyle w:val="ListBullet"/>
      </w:pPr>
      <w:r w:rsidRPr="008E7459">
        <w:t>At least halve the gap for Indigenous students in Year 12 or equivalent attainment rates by 2020.</w:t>
      </w:r>
    </w:p>
    <w:p w:rsidR="0026369A" w:rsidRPr="008E7459" w:rsidRDefault="00BF34C6" w:rsidP="00847A99">
      <w:pPr>
        <w:pStyle w:val="Heading3"/>
        <w:spacing w:before="0" w:line="240" w:lineRule="auto"/>
      </w:pPr>
      <w:r w:rsidRPr="008E7459">
        <w:br w:type="page"/>
      </w:r>
      <w:r w:rsidR="009824BE" w:rsidRPr="008E7459">
        <w:lastRenderedPageBreak/>
        <w:t>Performance target (a</w:t>
      </w:r>
      <w:r w:rsidR="0026369A" w:rsidRPr="008E7459">
        <w:t>) —</w:t>
      </w:r>
      <w:r w:rsidR="009824BE" w:rsidRPr="008E7459">
        <w:t xml:space="preserve"> Lift the Year 12 or equivalent or Certificate II attainment rate to 90 </w:t>
      </w:r>
      <w:r w:rsidR="00781B70" w:rsidRPr="008E7459">
        <w:t>per cent</w:t>
      </w:r>
      <w:r w:rsidR="009824BE" w:rsidRPr="008E7459">
        <w:t xml:space="preserve"> by 2015</w:t>
      </w:r>
    </w:p>
    <w:p w:rsidR="00847A99" w:rsidRPr="008E7459" w:rsidRDefault="00847A99" w:rsidP="00847A99">
      <w:pPr>
        <w:pStyle w:val="BoxSpace"/>
      </w:pPr>
    </w:p>
    <w:tbl>
      <w:tblPr>
        <w:tblW w:w="0" w:type="auto"/>
        <w:tblInd w:w="108" w:type="dxa"/>
        <w:tblLook w:val="01E0" w:firstRow="1" w:lastRow="1" w:firstColumn="1" w:lastColumn="1" w:noHBand="0" w:noVBand="0"/>
      </w:tblPr>
      <w:tblGrid>
        <w:gridCol w:w="1985"/>
        <w:gridCol w:w="6804"/>
      </w:tblGrid>
      <w:tr w:rsidR="009824BE" w:rsidRPr="008E7459" w:rsidTr="001333E1">
        <w:trPr>
          <w:trHeight w:val="1677"/>
        </w:trPr>
        <w:tc>
          <w:tcPr>
            <w:tcW w:w="1985" w:type="dxa"/>
          </w:tcPr>
          <w:p w:rsidR="0026369A" w:rsidRPr="008E7459" w:rsidRDefault="009824BE" w:rsidP="00847A99">
            <w:pPr>
              <w:pStyle w:val="TableBodyText"/>
              <w:keepNext w:val="0"/>
              <w:keepLines w:val="0"/>
              <w:widowControl w:val="0"/>
              <w:ind w:left="34"/>
              <w:jc w:val="left"/>
            </w:pPr>
            <w:r w:rsidRPr="008E7459">
              <w:t>Key amendments from previous cycle of reporting:</w:t>
            </w:r>
          </w:p>
        </w:tc>
        <w:tc>
          <w:tcPr>
            <w:tcW w:w="6804" w:type="dxa"/>
          </w:tcPr>
          <w:p w:rsidR="009824BE" w:rsidRPr="008E7459" w:rsidRDefault="009824BE" w:rsidP="00847A99">
            <w:pPr>
              <w:pStyle w:val="TableBodyText"/>
              <w:keepNext w:val="0"/>
              <w:keepLines w:val="0"/>
              <w:widowControl w:val="0"/>
              <w:jc w:val="left"/>
            </w:pPr>
            <w:r w:rsidRPr="008E7459">
              <w:t>Th</w:t>
            </w:r>
            <w:r w:rsidR="00023F6D" w:rsidRPr="008E7459">
              <w:t>is indicator is based on target a.1 in the previous NEA, with the title amended to specifically reference ‘Certificate II’</w:t>
            </w:r>
            <w:r w:rsidRPr="008E7459">
              <w:t>. There is no impact on the measure</w:t>
            </w:r>
            <w:r w:rsidR="00023F6D" w:rsidRPr="008E7459">
              <w:t xml:space="preserve"> or associated data</w:t>
            </w:r>
            <w:r w:rsidRPr="008E7459">
              <w:t>.</w:t>
            </w:r>
          </w:p>
          <w:p w:rsidR="009824BE" w:rsidRPr="008E7459" w:rsidRDefault="009824BE" w:rsidP="00847A99">
            <w:pPr>
              <w:pStyle w:val="TableBodyText"/>
              <w:keepNext w:val="0"/>
              <w:keepLines w:val="0"/>
              <w:widowControl w:val="0"/>
              <w:jc w:val="left"/>
            </w:pPr>
            <w:r w:rsidRPr="008E7459">
              <w:t>In accordance with the recommendations in the NEA review report</w:t>
            </w:r>
            <w:r w:rsidR="002273D7" w:rsidRPr="008E7459">
              <w:t xml:space="preserve"> endorsed by COAG</w:t>
            </w:r>
            <w:r w:rsidRPr="008E7459">
              <w:t xml:space="preserve">, national data are provided from the SEW with State and Territory data provided from the </w:t>
            </w:r>
            <w:r w:rsidR="008921A5" w:rsidRPr="008E7459">
              <w:t>Census</w:t>
            </w:r>
            <w:r w:rsidRPr="008E7459">
              <w:t>.</w:t>
            </w:r>
          </w:p>
        </w:tc>
      </w:tr>
      <w:tr w:rsidR="0026369A" w:rsidRPr="008E7459" w:rsidTr="0026369A">
        <w:trPr>
          <w:trHeight w:val="682"/>
        </w:trPr>
        <w:tc>
          <w:tcPr>
            <w:tcW w:w="1985" w:type="dxa"/>
          </w:tcPr>
          <w:p w:rsidR="0026369A" w:rsidRPr="008E7459" w:rsidRDefault="0026369A" w:rsidP="00847A99">
            <w:pPr>
              <w:pStyle w:val="TableBodyText"/>
              <w:keepNext w:val="0"/>
              <w:keepLines w:val="0"/>
              <w:widowControl w:val="0"/>
              <w:ind w:left="-113" w:firstLine="113"/>
              <w:jc w:val="left"/>
            </w:pPr>
            <w:r w:rsidRPr="008E7459">
              <w:t>Outcome:</w:t>
            </w:r>
          </w:p>
        </w:tc>
        <w:tc>
          <w:tcPr>
            <w:tcW w:w="6804" w:type="dxa"/>
          </w:tcPr>
          <w:p w:rsidR="0026369A" w:rsidRPr="008E7459" w:rsidRDefault="009824BE" w:rsidP="00847A99">
            <w:pPr>
              <w:pStyle w:val="TableBodyText"/>
              <w:keepNext w:val="0"/>
              <w:keepLines w:val="0"/>
              <w:widowControl w:val="0"/>
              <w:jc w:val="left"/>
              <w:rPr>
                <w:sz w:val="24"/>
              </w:rPr>
            </w:pPr>
            <w:r w:rsidRPr="008E7459">
              <w:t>Young people make a successful transition from school to work and further study</w:t>
            </w:r>
          </w:p>
        </w:tc>
      </w:tr>
      <w:tr w:rsidR="009824BE" w:rsidRPr="008E7459" w:rsidTr="0026369A">
        <w:trPr>
          <w:trHeight w:val="1709"/>
        </w:trPr>
        <w:tc>
          <w:tcPr>
            <w:tcW w:w="1985" w:type="dxa"/>
          </w:tcPr>
          <w:p w:rsidR="0026369A" w:rsidRPr="008E7459" w:rsidRDefault="0026369A" w:rsidP="00847A99">
            <w:pPr>
              <w:pStyle w:val="TableBodyText"/>
              <w:keepNext w:val="0"/>
              <w:keepLines w:val="0"/>
              <w:widowControl w:val="0"/>
              <w:ind w:left="34"/>
              <w:jc w:val="left"/>
            </w:pPr>
            <w:r w:rsidRPr="008E7459">
              <w:t xml:space="preserve">Measure: </w:t>
            </w:r>
          </w:p>
        </w:tc>
        <w:tc>
          <w:tcPr>
            <w:tcW w:w="6804" w:type="dxa"/>
          </w:tcPr>
          <w:p w:rsidR="009824BE" w:rsidRPr="008E7459" w:rsidRDefault="009824BE" w:rsidP="00847A99">
            <w:pPr>
              <w:pStyle w:val="TableBodyText"/>
              <w:keepNext w:val="0"/>
              <w:keepLines w:val="0"/>
              <w:widowControl w:val="0"/>
              <w:jc w:val="left"/>
            </w:pPr>
            <w:r w:rsidRPr="008E7459">
              <w:t>Proportion of the 20</w:t>
            </w:r>
            <w:r w:rsidR="00432D83" w:rsidRPr="008E7459">
              <w:t>–</w:t>
            </w:r>
            <w:r w:rsidRPr="008E7459">
              <w:t>24 year old population having attained at least a Year 12 or equivalent or AQF Certificate Level II or above</w:t>
            </w:r>
          </w:p>
          <w:p w:rsidR="009824BE" w:rsidRPr="008E7459" w:rsidRDefault="009824BE" w:rsidP="00847A99">
            <w:pPr>
              <w:pStyle w:val="TableBodyText"/>
              <w:keepNext w:val="0"/>
              <w:keepLines w:val="0"/>
              <w:widowControl w:val="0"/>
              <w:jc w:val="left"/>
            </w:pPr>
          </w:p>
          <w:p w:rsidR="009824BE" w:rsidRPr="008E7459" w:rsidRDefault="009824BE" w:rsidP="00847A99">
            <w:pPr>
              <w:pStyle w:val="TableBodyText"/>
              <w:keepNext w:val="0"/>
              <w:keepLines w:val="0"/>
              <w:widowControl w:val="0"/>
              <w:jc w:val="left"/>
            </w:pPr>
            <w:r w:rsidRPr="008E7459">
              <w:t>The measure is defined as:</w:t>
            </w:r>
          </w:p>
          <w:p w:rsidR="009824BE" w:rsidRPr="008E7459" w:rsidRDefault="00791519" w:rsidP="00847A99">
            <w:pPr>
              <w:pStyle w:val="TableBullet"/>
              <w:keepNext w:val="0"/>
              <w:keepLines w:val="0"/>
              <w:widowControl w:val="0"/>
            </w:pPr>
            <w:r w:rsidRPr="008E7459">
              <w:rPr>
                <w:i/>
              </w:rPr>
              <w:t xml:space="preserve">numerator — </w:t>
            </w:r>
            <w:r w:rsidR="009824BE" w:rsidRPr="008E7459">
              <w:t>number of 20</w:t>
            </w:r>
            <w:r w:rsidR="00432D83" w:rsidRPr="008E7459">
              <w:t>–</w:t>
            </w:r>
            <w:r w:rsidR="009824BE" w:rsidRPr="008E7459">
              <w:t>24 year olds who self</w:t>
            </w:r>
            <w:r w:rsidR="00DE694D" w:rsidRPr="008E7459">
              <w:noBreakHyphen/>
            </w:r>
            <w:r w:rsidR="009824BE" w:rsidRPr="008E7459">
              <w:t>identify as having attained a year 12 or AQF Certificate Level II or above (includes Certificate I/II nfd; excludes Certificate nfd)</w:t>
            </w:r>
          </w:p>
          <w:p w:rsidR="009824BE" w:rsidRPr="008E7459" w:rsidRDefault="00791519" w:rsidP="00847A99">
            <w:pPr>
              <w:pStyle w:val="TableBullet"/>
              <w:keepNext w:val="0"/>
              <w:keepLines w:val="0"/>
              <w:widowControl w:val="0"/>
            </w:pPr>
            <w:r w:rsidRPr="008E7459">
              <w:rPr>
                <w:i/>
              </w:rPr>
              <w:t xml:space="preserve">denominator — </w:t>
            </w:r>
            <w:r w:rsidR="009824BE" w:rsidRPr="008E7459">
              <w:t>number of 20</w:t>
            </w:r>
            <w:r w:rsidR="00432D83" w:rsidRPr="008E7459">
              <w:t>–</w:t>
            </w:r>
            <w:r w:rsidR="009824BE" w:rsidRPr="008E7459">
              <w:t>24 year olds in the population</w:t>
            </w:r>
          </w:p>
          <w:p w:rsidR="009824BE" w:rsidRPr="008E7459" w:rsidRDefault="009824BE" w:rsidP="00847A99">
            <w:pPr>
              <w:pStyle w:val="TableBodyText"/>
              <w:keepNext w:val="0"/>
              <w:keepLines w:val="0"/>
              <w:widowControl w:val="0"/>
              <w:jc w:val="left"/>
            </w:pPr>
            <w:r w:rsidRPr="008E7459">
              <w:t xml:space="preserve">and is expressed as a </w:t>
            </w:r>
            <w:r w:rsidRPr="008E7459">
              <w:rPr>
                <w:i/>
              </w:rPr>
              <w:t>percentage</w:t>
            </w:r>
          </w:p>
          <w:p w:rsidR="009824BE" w:rsidRPr="008E7459" w:rsidRDefault="009824BE" w:rsidP="00847A99">
            <w:pPr>
              <w:pStyle w:val="TableBodyText"/>
              <w:keepNext w:val="0"/>
              <w:keepLines w:val="0"/>
              <w:widowControl w:val="0"/>
              <w:jc w:val="left"/>
            </w:pPr>
          </w:p>
          <w:p w:rsidR="009824BE" w:rsidRPr="008E7459" w:rsidRDefault="009824BE" w:rsidP="00847A99">
            <w:pPr>
              <w:pStyle w:val="TableBodyText"/>
              <w:keepNext w:val="0"/>
              <w:keepLines w:val="0"/>
              <w:widowControl w:val="0"/>
              <w:jc w:val="left"/>
            </w:pPr>
            <w:r w:rsidRPr="008E7459">
              <w:t>Persons whose level of study is determined to be certificate level but is not able to be further defined (ie, Certificate nfd) are assumed to have attained below Certificate level II and are therefore excluded from the numerator</w:t>
            </w:r>
          </w:p>
          <w:p w:rsidR="009824BE" w:rsidRPr="008E7459" w:rsidRDefault="009824BE" w:rsidP="00847A99">
            <w:pPr>
              <w:pStyle w:val="TableBodyText"/>
              <w:keepNext w:val="0"/>
              <w:keepLines w:val="0"/>
              <w:widowControl w:val="0"/>
              <w:jc w:val="left"/>
            </w:pPr>
          </w:p>
          <w:p w:rsidR="009824BE" w:rsidRPr="008E7459" w:rsidRDefault="009824BE" w:rsidP="00847A99">
            <w:pPr>
              <w:pStyle w:val="TableBodyText"/>
              <w:keepNext w:val="0"/>
              <w:keepLines w:val="0"/>
              <w:widowControl w:val="0"/>
              <w:jc w:val="left"/>
            </w:pPr>
            <w:r w:rsidRPr="008E7459">
              <w:t>People whose level of study cannot be determined are assumed to have attained below Certificate II and are therefore excluded from the numerator</w:t>
            </w:r>
          </w:p>
          <w:p w:rsidR="009824BE" w:rsidRPr="008E7459" w:rsidRDefault="009824BE" w:rsidP="00847A99">
            <w:pPr>
              <w:pStyle w:val="TableBodyText"/>
              <w:keepNext w:val="0"/>
              <w:keepLines w:val="0"/>
              <w:widowControl w:val="0"/>
              <w:jc w:val="left"/>
            </w:pPr>
          </w:p>
          <w:p w:rsidR="009824BE" w:rsidRPr="008E7459" w:rsidRDefault="009824BE" w:rsidP="00847A99">
            <w:pPr>
              <w:pStyle w:val="TableBodyText"/>
              <w:keepNext w:val="0"/>
              <w:keepLines w:val="0"/>
              <w:widowControl w:val="0"/>
              <w:jc w:val="left"/>
            </w:pPr>
            <w:r w:rsidRPr="008E7459">
              <w:t>Excludes people whose educational attainment is not stated from the</w:t>
            </w:r>
          </w:p>
          <w:p w:rsidR="009824BE" w:rsidRPr="008E7459" w:rsidRDefault="009824BE" w:rsidP="00847A99">
            <w:pPr>
              <w:pStyle w:val="TableBodyText"/>
              <w:keepNext w:val="0"/>
              <w:keepLines w:val="0"/>
              <w:widowControl w:val="0"/>
              <w:jc w:val="left"/>
            </w:pPr>
            <w:r w:rsidRPr="008E7459">
              <w:t xml:space="preserve">numerator and denominator (applicable only to </w:t>
            </w:r>
            <w:r w:rsidR="008921A5" w:rsidRPr="008E7459">
              <w:t>Census</w:t>
            </w:r>
            <w:r w:rsidRPr="008E7459">
              <w:t xml:space="preserve"> data)</w:t>
            </w:r>
          </w:p>
          <w:p w:rsidR="0026369A" w:rsidRPr="008E7459" w:rsidRDefault="0026369A" w:rsidP="00847A99">
            <w:pPr>
              <w:pStyle w:val="TableBodyText"/>
              <w:keepNext w:val="0"/>
              <w:keepLines w:val="0"/>
              <w:widowControl w:val="0"/>
              <w:jc w:val="left"/>
            </w:pPr>
          </w:p>
        </w:tc>
      </w:tr>
      <w:tr w:rsidR="009824BE" w:rsidRPr="008E7459" w:rsidTr="0026369A">
        <w:trPr>
          <w:trHeight w:val="755"/>
        </w:trPr>
        <w:tc>
          <w:tcPr>
            <w:tcW w:w="1985" w:type="dxa"/>
          </w:tcPr>
          <w:p w:rsidR="0026369A" w:rsidRPr="008E7459" w:rsidRDefault="0026369A" w:rsidP="00847A99">
            <w:pPr>
              <w:pStyle w:val="TableBodyText"/>
              <w:keepNext w:val="0"/>
              <w:keepLines w:val="0"/>
              <w:widowControl w:val="0"/>
              <w:ind w:left="34"/>
              <w:jc w:val="left"/>
            </w:pPr>
            <w:r w:rsidRPr="008E7459">
              <w:t>Related performance indicator/s:</w:t>
            </w:r>
          </w:p>
          <w:p w:rsidR="009824BE" w:rsidRPr="008E7459" w:rsidRDefault="009824BE" w:rsidP="00847A99">
            <w:pPr>
              <w:pStyle w:val="TableBodyText"/>
              <w:keepNext w:val="0"/>
              <w:keepLines w:val="0"/>
              <w:widowControl w:val="0"/>
              <w:ind w:left="34"/>
              <w:jc w:val="left"/>
            </w:pPr>
          </w:p>
        </w:tc>
        <w:tc>
          <w:tcPr>
            <w:tcW w:w="6804" w:type="dxa"/>
          </w:tcPr>
          <w:p w:rsidR="0026369A" w:rsidRPr="008E7459" w:rsidRDefault="009824BE" w:rsidP="00847A99">
            <w:pPr>
              <w:pStyle w:val="TableBodyText"/>
              <w:keepNext w:val="0"/>
              <w:keepLines w:val="0"/>
              <w:widowControl w:val="0"/>
              <w:jc w:val="left"/>
            </w:pPr>
            <w:r w:rsidRPr="008E7459">
              <w:t xml:space="preserve">NEA PI 4: The proportion of young people who have attained at least a year 12 or equivalent or AQF Certificate Level II/III or above </w:t>
            </w:r>
          </w:p>
        </w:tc>
      </w:tr>
      <w:tr w:rsidR="009824BE" w:rsidRPr="008E7459" w:rsidTr="0026369A">
        <w:trPr>
          <w:trHeight w:val="574"/>
        </w:trPr>
        <w:tc>
          <w:tcPr>
            <w:tcW w:w="1985" w:type="dxa"/>
          </w:tcPr>
          <w:p w:rsidR="0026369A" w:rsidRPr="008E7459" w:rsidRDefault="0026369A" w:rsidP="00847A99">
            <w:pPr>
              <w:pStyle w:val="TableBodyText"/>
              <w:keepNext w:val="0"/>
              <w:keepLines w:val="0"/>
              <w:widowControl w:val="0"/>
              <w:ind w:left="34"/>
              <w:jc w:val="left"/>
            </w:pPr>
            <w:r w:rsidRPr="008E7459">
              <w:t>Data source:</w:t>
            </w:r>
          </w:p>
        </w:tc>
        <w:tc>
          <w:tcPr>
            <w:tcW w:w="6804" w:type="dxa"/>
          </w:tcPr>
          <w:p w:rsidR="009824BE" w:rsidRPr="008E7459" w:rsidRDefault="009824BE" w:rsidP="00847A99">
            <w:pPr>
              <w:pStyle w:val="TableBodyText"/>
              <w:keepNext w:val="0"/>
              <w:keepLines w:val="0"/>
              <w:widowControl w:val="0"/>
              <w:jc w:val="left"/>
            </w:pPr>
            <w:r w:rsidRPr="008E7459">
              <w:rPr>
                <w:i/>
              </w:rPr>
              <w:t xml:space="preserve">(Main) </w:t>
            </w:r>
            <w:r w:rsidRPr="008E7459">
              <w:rPr>
                <w:u w:val="single"/>
              </w:rPr>
              <w:t xml:space="preserve">Survey of Education and Work </w:t>
            </w:r>
            <w:r w:rsidRPr="008E7459">
              <w:t>(SEW). Data are available annually</w:t>
            </w:r>
          </w:p>
          <w:p w:rsidR="009824BE" w:rsidRPr="008E7459" w:rsidRDefault="009824BE" w:rsidP="00847A99">
            <w:pPr>
              <w:pStyle w:val="TableBodyText"/>
              <w:keepNext w:val="0"/>
              <w:keepLines w:val="0"/>
              <w:widowControl w:val="0"/>
              <w:jc w:val="left"/>
              <w:rPr>
                <w:i/>
              </w:rPr>
            </w:pPr>
          </w:p>
          <w:p w:rsidR="0026369A" w:rsidRPr="008E7459" w:rsidRDefault="009824BE" w:rsidP="00847A99">
            <w:pPr>
              <w:pStyle w:val="TableBodyText"/>
              <w:keepNext w:val="0"/>
              <w:keepLines w:val="0"/>
              <w:widowControl w:val="0"/>
              <w:jc w:val="left"/>
              <w:rPr>
                <w:i/>
              </w:rPr>
            </w:pPr>
            <w:r w:rsidRPr="008E7459">
              <w:rPr>
                <w:i/>
              </w:rPr>
              <w:t xml:space="preserve">(Supplementary) </w:t>
            </w:r>
            <w:r w:rsidR="008921A5" w:rsidRPr="008E7459">
              <w:rPr>
                <w:u w:val="single"/>
              </w:rPr>
              <w:t>Census</w:t>
            </w:r>
            <w:r w:rsidRPr="008E7459">
              <w:rPr>
                <w:u w:val="single"/>
              </w:rPr>
              <w:t xml:space="preserve"> of Population and Housing </w:t>
            </w:r>
            <w:r w:rsidRPr="008E7459">
              <w:t>(</w:t>
            </w:r>
            <w:r w:rsidR="008921A5" w:rsidRPr="008E7459">
              <w:t>Census</w:t>
            </w:r>
            <w:r w:rsidRPr="008E7459">
              <w:t>).</w:t>
            </w:r>
            <w:r w:rsidR="007B01A5" w:rsidRPr="008E7459">
              <w:t xml:space="preserve"> </w:t>
            </w:r>
            <w:r w:rsidRPr="008E7459">
              <w:t>Data are available every five years</w:t>
            </w:r>
          </w:p>
          <w:p w:rsidR="009824BE" w:rsidRPr="008E7459" w:rsidRDefault="009824BE" w:rsidP="00847A99">
            <w:pPr>
              <w:pStyle w:val="TableBodyText"/>
              <w:keepNext w:val="0"/>
              <w:keepLines w:val="0"/>
              <w:widowControl w:val="0"/>
              <w:jc w:val="left"/>
            </w:pPr>
          </w:p>
        </w:tc>
      </w:tr>
      <w:tr w:rsidR="009824BE" w:rsidRPr="008E7459" w:rsidTr="00B54604">
        <w:trPr>
          <w:trHeight w:val="393"/>
        </w:trPr>
        <w:tc>
          <w:tcPr>
            <w:tcW w:w="1985" w:type="dxa"/>
          </w:tcPr>
          <w:p w:rsidR="0026369A" w:rsidRPr="008E7459" w:rsidRDefault="0026369A" w:rsidP="00847A99">
            <w:pPr>
              <w:pStyle w:val="TableBodyText"/>
              <w:keepNext w:val="0"/>
              <w:keepLines w:val="0"/>
              <w:widowControl w:val="0"/>
              <w:ind w:left="34"/>
              <w:jc w:val="left"/>
            </w:pPr>
            <w:r w:rsidRPr="008E7459">
              <w:t>Data provider:</w:t>
            </w:r>
          </w:p>
        </w:tc>
        <w:tc>
          <w:tcPr>
            <w:tcW w:w="6804" w:type="dxa"/>
          </w:tcPr>
          <w:p w:rsidR="0026369A" w:rsidRPr="008E7459" w:rsidRDefault="0026369A" w:rsidP="00847A99">
            <w:pPr>
              <w:pStyle w:val="TableBodyText"/>
              <w:keepNext w:val="0"/>
              <w:keepLines w:val="0"/>
              <w:widowControl w:val="0"/>
              <w:jc w:val="left"/>
            </w:pPr>
            <w:r w:rsidRPr="008E7459">
              <w:t>ABS</w:t>
            </w:r>
          </w:p>
          <w:p w:rsidR="009824BE" w:rsidRPr="008E7459" w:rsidRDefault="009824BE" w:rsidP="00847A99">
            <w:pPr>
              <w:pStyle w:val="TableBodyText"/>
              <w:keepNext w:val="0"/>
              <w:keepLines w:val="0"/>
              <w:widowControl w:val="0"/>
              <w:jc w:val="left"/>
            </w:pPr>
          </w:p>
        </w:tc>
      </w:tr>
      <w:tr w:rsidR="009824BE" w:rsidRPr="008E7459" w:rsidTr="00EE3827">
        <w:trPr>
          <w:trHeight w:val="646"/>
        </w:trPr>
        <w:tc>
          <w:tcPr>
            <w:tcW w:w="1985" w:type="dxa"/>
          </w:tcPr>
          <w:p w:rsidR="0026369A" w:rsidRPr="008E7459" w:rsidRDefault="0026369A" w:rsidP="00847A99">
            <w:pPr>
              <w:pStyle w:val="TableBodyText"/>
              <w:keepNext w:val="0"/>
              <w:keepLines w:val="0"/>
              <w:widowControl w:val="0"/>
              <w:ind w:left="34"/>
              <w:jc w:val="left"/>
            </w:pPr>
            <w:r w:rsidRPr="008E7459">
              <w:t>Data availability:</w:t>
            </w:r>
          </w:p>
        </w:tc>
        <w:tc>
          <w:tcPr>
            <w:tcW w:w="6804" w:type="dxa"/>
          </w:tcPr>
          <w:p w:rsidR="009824BE" w:rsidRPr="008E7459" w:rsidRDefault="009824BE" w:rsidP="00847A99">
            <w:pPr>
              <w:pStyle w:val="TableBodyText"/>
              <w:keepNext w:val="0"/>
              <w:keepLines w:val="0"/>
              <w:widowControl w:val="0"/>
              <w:jc w:val="left"/>
            </w:pPr>
            <w:r w:rsidRPr="008E7459">
              <w:t>SEW — 2012</w:t>
            </w:r>
          </w:p>
          <w:p w:rsidR="0026369A" w:rsidRPr="008E7459" w:rsidRDefault="008921A5" w:rsidP="00847A99">
            <w:pPr>
              <w:pStyle w:val="TableBodyText"/>
              <w:keepNext w:val="0"/>
              <w:keepLines w:val="0"/>
              <w:widowControl w:val="0"/>
              <w:jc w:val="left"/>
            </w:pPr>
            <w:r w:rsidRPr="008E7459">
              <w:t>Census</w:t>
            </w:r>
            <w:r w:rsidR="009824BE" w:rsidRPr="008E7459">
              <w:t xml:space="preserve"> — 2011</w:t>
            </w:r>
          </w:p>
          <w:p w:rsidR="009824BE" w:rsidRPr="008E7459" w:rsidRDefault="009824BE" w:rsidP="00847A99">
            <w:pPr>
              <w:pStyle w:val="TableBodyText"/>
              <w:keepNext w:val="0"/>
              <w:keepLines w:val="0"/>
              <w:widowControl w:val="0"/>
              <w:jc w:val="left"/>
            </w:pPr>
          </w:p>
        </w:tc>
      </w:tr>
      <w:tr w:rsidR="009824BE" w:rsidRPr="008E7459" w:rsidTr="00EE3827">
        <w:trPr>
          <w:trHeight w:val="350"/>
        </w:trPr>
        <w:tc>
          <w:tcPr>
            <w:tcW w:w="1985" w:type="dxa"/>
          </w:tcPr>
          <w:p w:rsidR="0026369A" w:rsidRPr="008E7459" w:rsidRDefault="0026369A" w:rsidP="00847A99">
            <w:pPr>
              <w:pStyle w:val="TableBodyText"/>
              <w:keepNext w:val="0"/>
              <w:keepLines w:val="0"/>
              <w:widowControl w:val="0"/>
              <w:ind w:left="34"/>
              <w:jc w:val="left"/>
            </w:pPr>
            <w:r w:rsidRPr="008E7459">
              <w:t>Baseline:</w:t>
            </w:r>
          </w:p>
        </w:tc>
        <w:tc>
          <w:tcPr>
            <w:tcW w:w="6804" w:type="dxa"/>
          </w:tcPr>
          <w:p w:rsidR="0026369A" w:rsidRPr="008E7459" w:rsidRDefault="00735856" w:rsidP="00847A99">
            <w:pPr>
              <w:pStyle w:val="TableBodyText"/>
              <w:keepNext w:val="0"/>
              <w:keepLines w:val="0"/>
              <w:widowControl w:val="0"/>
              <w:jc w:val="left"/>
            </w:pPr>
            <w:r w:rsidRPr="008E7459">
              <w:t>2007</w:t>
            </w:r>
          </w:p>
          <w:p w:rsidR="009824BE" w:rsidRPr="008E7459" w:rsidRDefault="009824BE" w:rsidP="00847A99">
            <w:pPr>
              <w:pStyle w:val="TableBodyText"/>
              <w:keepNext w:val="0"/>
              <w:keepLines w:val="0"/>
              <w:widowControl w:val="0"/>
              <w:jc w:val="left"/>
            </w:pPr>
          </w:p>
        </w:tc>
      </w:tr>
      <w:tr w:rsidR="009824BE" w:rsidRPr="008E7459" w:rsidTr="0026369A">
        <w:tc>
          <w:tcPr>
            <w:tcW w:w="1985" w:type="dxa"/>
          </w:tcPr>
          <w:p w:rsidR="0026369A" w:rsidRPr="008E7459" w:rsidRDefault="0026369A" w:rsidP="00847A99">
            <w:pPr>
              <w:pStyle w:val="TableBodyText"/>
              <w:keepNext w:val="0"/>
              <w:keepLines w:val="0"/>
              <w:widowControl w:val="0"/>
              <w:ind w:left="34"/>
              <w:jc w:val="left"/>
            </w:pPr>
            <w:r w:rsidRPr="008E7459">
              <w:lastRenderedPageBreak/>
              <w:t>Cross tabulations provided:</w:t>
            </w:r>
          </w:p>
        </w:tc>
        <w:tc>
          <w:tcPr>
            <w:tcW w:w="6804" w:type="dxa"/>
          </w:tcPr>
          <w:p w:rsidR="009824BE" w:rsidRPr="008E7459" w:rsidRDefault="009824BE" w:rsidP="00847A99">
            <w:pPr>
              <w:pStyle w:val="TableBodyText"/>
              <w:keepNext w:val="0"/>
              <w:keepLines w:val="0"/>
              <w:widowControl w:val="0"/>
              <w:jc w:val="left"/>
            </w:pPr>
            <w:r w:rsidRPr="008E7459">
              <w:t>National (SEW)</w:t>
            </w:r>
          </w:p>
          <w:p w:rsidR="0026369A" w:rsidRPr="008E7459" w:rsidRDefault="009824BE" w:rsidP="00847A99">
            <w:pPr>
              <w:pStyle w:val="TableBodyText"/>
              <w:keepNext w:val="0"/>
              <w:keepLines w:val="0"/>
              <w:widowControl w:val="0"/>
              <w:jc w:val="left"/>
            </w:pPr>
            <w:r w:rsidRPr="008E7459">
              <w:t>State and Territory (</w:t>
            </w:r>
            <w:r w:rsidR="008921A5" w:rsidRPr="008E7459">
              <w:t>Census</w:t>
            </w:r>
            <w:r w:rsidRPr="008E7459">
              <w:t>)</w:t>
            </w:r>
          </w:p>
        </w:tc>
      </w:tr>
    </w:tbl>
    <w:p w:rsidR="0026369A" w:rsidRPr="008E7459"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C43B2A">
        <w:tc>
          <w:tcPr>
            <w:tcW w:w="8771" w:type="dxa"/>
            <w:tcBorders>
              <w:top w:val="single" w:sz="6" w:space="0" w:color="auto"/>
              <w:bottom w:val="nil"/>
              <w:right w:val="single" w:sz="4" w:space="0" w:color="auto"/>
            </w:tcBorders>
          </w:tcPr>
          <w:p w:rsidR="0026369A" w:rsidRPr="008E7459" w:rsidRDefault="0026369A" w:rsidP="0026369A">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2</w:t>
            </w:r>
            <w:r w:rsidRPr="008E7459">
              <w:rPr>
                <w:b w:val="0"/>
              </w:rPr>
              <w:fldChar w:fldCharType="end"/>
            </w:r>
            <w:r w:rsidRPr="008E7459">
              <w:tab/>
              <w:t>Results</w:t>
            </w:r>
          </w:p>
        </w:tc>
      </w:tr>
      <w:tr w:rsidR="0026369A" w:rsidRPr="008E7459" w:rsidTr="00C43B2A">
        <w:trPr>
          <w:cantSplit/>
        </w:trPr>
        <w:tc>
          <w:tcPr>
            <w:tcW w:w="8771" w:type="dxa"/>
            <w:tcBorders>
              <w:top w:val="nil"/>
              <w:left w:val="single" w:sz="4" w:space="0" w:color="auto"/>
              <w:bottom w:val="nil"/>
              <w:right w:val="single" w:sz="4" w:space="0" w:color="auto"/>
            </w:tcBorders>
          </w:tcPr>
          <w:p w:rsidR="00F470B2" w:rsidRPr="008E7459" w:rsidRDefault="00F470B2" w:rsidP="00F470B2">
            <w:pPr>
              <w:pStyle w:val="Box"/>
            </w:pPr>
            <w:r w:rsidRPr="008E7459">
              <w:t xml:space="preserve">For this report, new data for this indicator are available for </w:t>
            </w:r>
            <w:r w:rsidR="00244E82" w:rsidRPr="008E7459">
              <w:t xml:space="preserve">2012 (SEW) and </w:t>
            </w:r>
            <w:r w:rsidRPr="008E7459">
              <w:t>2</w:t>
            </w:r>
            <w:r w:rsidR="00863CA2" w:rsidRPr="008E7459">
              <w:t>011 </w:t>
            </w:r>
            <w:r w:rsidR="00244E82" w:rsidRPr="008E7459">
              <w:t>(</w:t>
            </w:r>
            <w:r w:rsidR="008921A5" w:rsidRPr="008E7459">
              <w:t>Census</w:t>
            </w:r>
            <w:r w:rsidR="00244E82" w:rsidRPr="008E7459">
              <w:t>).</w:t>
            </w:r>
          </w:p>
          <w:p w:rsidR="00F470B2" w:rsidRPr="008E7459" w:rsidRDefault="00F470B2" w:rsidP="00F470B2">
            <w:pPr>
              <w:pStyle w:val="BoxListBullet"/>
            </w:pPr>
            <w:r w:rsidRPr="008E7459">
              <w:t xml:space="preserve">National SEW data are presented </w:t>
            </w:r>
            <w:r w:rsidR="00896D37" w:rsidRPr="008E7459">
              <w:t>in table</w:t>
            </w:r>
            <w:r w:rsidRPr="008E7459">
              <w:t xml:space="preserve"> NEA.4.4</w:t>
            </w:r>
            <w:r w:rsidR="00244E82" w:rsidRPr="008E7459">
              <w:t>.</w:t>
            </w:r>
            <w:r w:rsidRPr="008E7459">
              <w:t xml:space="preserve"> </w:t>
            </w:r>
          </w:p>
          <w:p w:rsidR="00896D37" w:rsidRPr="008E7459" w:rsidRDefault="008921A5" w:rsidP="00896D37">
            <w:pPr>
              <w:pStyle w:val="BoxListBullet"/>
            </w:pPr>
            <w:r w:rsidRPr="008E7459">
              <w:t>Census</w:t>
            </w:r>
            <w:r w:rsidR="00F470B2" w:rsidRPr="008E7459">
              <w:t xml:space="preserve"> data are presented </w:t>
            </w:r>
            <w:r w:rsidR="00896D37" w:rsidRPr="008E7459">
              <w:t>by State and Territory in table</w:t>
            </w:r>
            <w:r w:rsidR="00244E82" w:rsidRPr="008E7459">
              <w:t xml:space="preserve"> NEA.4.1.</w:t>
            </w:r>
          </w:p>
          <w:p w:rsidR="00F470B2" w:rsidRPr="008E7459" w:rsidRDefault="00F470B2" w:rsidP="00896D37">
            <w:pPr>
              <w:pStyle w:val="Box"/>
            </w:pPr>
            <w:r w:rsidRPr="008E7459">
              <w:t xml:space="preserve">For the </w:t>
            </w:r>
            <w:r w:rsidR="00896D37" w:rsidRPr="008E7459">
              <w:t>SEW</w:t>
            </w:r>
            <w:r w:rsidRPr="008E7459">
              <w:t xml:space="preserve"> data, apparent differences in results between years may not be statistically significant. To assist in interpretation, 95 </w:t>
            </w:r>
            <w:r w:rsidR="00781B70" w:rsidRPr="008E7459">
              <w:t>per cent</w:t>
            </w:r>
            <w:r w:rsidRPr="008E7459">
              <w:t xml:space="preserve"> confidence intervals and relative standard errors are provided in the attachment tables for this indicator.</w:t>
            </w:r>
          </w:p>
          <w:p w:rsidR="00552D57" w:rsidRPr="008E7459" w:rsidRDefault="00244E82" w:rsidP="00244E82">
            <w:pPr>
              <w:pStyle w:val="Box"/>
              <w:rPr>
                <w:rStyle w:val="DraftingNote"/>
                <w:b w:val="0"/>
                <w:color w:val="auto"/>
                <w:sz w:val="22"/>
                <w:u w:val="none"/>
              </w:rPr>
            </w:pPr>
            <w:r w:rsidRPr="008E7459">
              <w:t>For historical SEW data, r</w:t>
            </w:r>
            <w:r w:rsidR="00F470B2" w:rsidRPr="008E7459">
              <w:t>esults for 2011 are available in the 2011 NEA performance report, 2010 results are available in the 2010 NEA performance report, and for 2009 and 2008 results are available in the 2009 NEA performance report</w:t>
            </w:r>
            <w:r w:rsidR="00565AE6" w:rsidRPr="008E7459">
              <w:t>.</w:t>
            </w:r>
            <w:r w:rsidRPr="008E7459">
              <w:t xml:space="preserve"> Historical </w:t>
            </w:r>
            <w:r w:rsidR="008921A5" w:rsidRPr="008E7459">
              <w:t>Census</w:t>
            </w:r>
            <w:r w:rsidRPr="008E7459">
              <w:t xml:space="preserve"> data can be found in the </w:t>
            </w:r>
            <w:r w:rsidR="0084420B" w:rsidRPr="008E7459">
              <w:t xml:space="preserve">2009 NEA performance report. </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26369A" w:rsidRPr="008E7459" w:rsidRDefault="0026369A" w:rsidP="0026369A">
      <w:pPr>
        <w:pStyle w:val="Heading4"/>
        <w:spacing w:after="120"/>
      </w:pPr>
      <w:r w:rsidRPr="008E7459">
        <w:t>Attachment table</w:t>
      </w:r>
      <w:r w:rsidR="000F0C9C" w:rsidRPr="008E7459">
        <w:t>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6844"/>
      </w:tblGrid>
      <w:tr w:rsidR="0032498C" w:rsidRPr="008E7459" w:rsidTr="00EA5ECE">
        <w:trPr>
          <w:trHeight w:val="612"/>
        </w:trPr>
        <w:tc>
          <w:tcPr>
            <w:tcW w:w="1960" w:type="dxa"/>
            <w:shd w:val="clear" w:color="auto" w:fill="auto"/>
            <w:noWrap/>
            <w:hideMark/>
          </w:tcPr>
          <w:p w:rsidR="0032498C" w:rsidRPr="008E7459" w:rsidRDefault="0032498C" w:rsidP="00EA5ECE">
            <w:r w:rsidRPr="008E7459">
              <w:rPr>
                <w:rFonts w:ascii="Arial" w:hAnsi="Arial" w:cs="Arial"/>
                <w:b/>
                <w:bCs/>
                <w:sz w:val="20"/>
                <w:szCs w:val="20"/>
              </w:rPr>
              <w:t>Table NEA.4.4</w:t>
            </w:r>
          </w:p>
        </w:tc>
        <w:tc>
          <w:tcPr>
            <w:tcW w:w="6844" w:type="dxa"/>
            <w:shd w:val="clear" w:color="auto" w:fill="auto"/>
            <w:hideMark/>
          </w:tcPr>
          <w:p w:rsidR="0032498C" w:rsidRPr="008E7459" w:rsidRDefault="0032498C" w:rsidP="0032498C">
            <w:pPr>
              <w:jc w:val="both"/>
            </w:pPr>
            <w:r w:rsidRPr="008E7459">
              <w:rPr>
                <w:rFonts w:ascii="Arial" w:hAnsi="Arial" w:cs="Arial"/>
                <w:sz w:val="20"/>
                <w:szCs w:val="20"/>
              </w:rPr>
              <w:t>Proportion, relative standard error, and confidence intervals of young people aged 20–24 years who have completed Year 12 (or equivalent) or gained a</w:t>
            </w:r>
            <w:r w:rsidR="00E41429" w:rsidRPr="008E7459">
              <w:rPr>
                <w:rFonts w:ascii="Arial" w:hAnsi="Arial" w:cs="Arial"/>
                <w:sz w:val="20"/>
                <w:szCs w:val="20"/>
              </w:rPr>
              <w:t xml:space="preserve"> </w:t>
            </w:r>
            <w:r w:rsidRPr="008E7459">
              <w:rPr>
                <w:rFonts w:ascii="Arial" w:hAnsi="Arial" w:cs="Arial"/>
                <w:sz w:val="20"/>
                <w:szCs w:val="20"/>
              </w:rPr>
              <w:t>qualification at AQF Certificate II level or above, by SEIFA IRSD quintiles 2012</w:t>
            </w:r>
            <w:r w:rsidR="00E41429" w:rsidRPr="008E7459">
              <w:t xml:space="preserve"> </w:t>
            </w:r>
          </w:p>
        </w:tc>
      </w:tr>
      <w:tr w:rsidR="0032498C" w:rsidRPr="008E7459" w:rsidTr="00EA5ECE">
        <w:trPr>
          <w:trHeight w:val="612"/>
        </w:trPr>
        <w:tc>
          <w:tcPr>
            <w:tcW w:w="1960" w:type="dxa"/>
            <w:shd w:val="clear" w:color="auto" w:fill="auto"/>
            <w:noWrap/>
            <w:hideMark/>
          </w:tcPr>
          <w:p w:rsidR="0032498C" w:rsidRPr="008E7459" w:rsidRDefault="0032498C">
            <w:pPr>
              <w:rPr>
                <w:rFonts w:ascii="Arial" w:hAnsi="Arial" w:cs="Arial"/>
                <w:b/>
                <w:bCs/>
                <w:sz w:val="20"/>
                <w:szCs w:val="20"/>
              </w:rPr>
            </w:pPr>
            <w:r w:rsidRPr="008E7459">
              <w:rPr>
                <w:rFonts w:ascii="Arial" w:hAnsi="Arial" w:cs="Arial"/>
                <w:b/>
                <w:bCs/>
                <w:sz w:val="20"/>
                <w:szCs w:val="20"/>
              </w:rPr>
              <w:t>Table NEA.4.1</w:t>
            </w:r>
          </w:p>
        </w:tc>
        <w:tc>
          <w:tcPr>
            <w:tcW w:w="6844" w:type="dxa"/>
            <w:shd w:val="clear" w:color="auto" w:fill="auto"/>
            <w:hideMark/>
          </w:tcPr>
          <w:p w:rsidR="0032498C" w:rsidRPr="008E7459" w:rsidRDefault="0032498C" w:rsidP="0032498C">
            <w:pPr>
              <w:rPr>
                <w:rFonts w:ascii="Arial" w:hAnsi="Arial" w:cs="Arial"/>
                <w:sz w:val="20"/>
                <w:szCs w:val="20"/>
              </w:rPr>
            </w:pPr>
            <w:r w:rsidRPr="008E7459">
              <w:rPr>
                <w:rFonts w:ascii="Arial" w:hAnsi="Arial" w:cs="Arial"/>
                <w:sz w:val="20"/>
                <w:szCs w:val="20"/>
              </w:rPr>
              <w:t>Proportion of young people aged 20–24 years who have completed Year 12 (or equivalent) or gained a</w:t>
            </w:r>
            <w:r w:rsidR="00E41429" w:rsidRPr="008E7459">
              <w:rPr>
                <w:rFonts w:ascii="Arial" w:hAnsi="Arial" w:cs="Arial"/>
                <w:sz w:val="20"/>
                <w:szCs w:val="20"/>
              </w:rPr>
              <w:t xml:space="preserve"> </w:t>
            </w:r>
            <w:r w:rsidRPr="008E7459">
              <w:rPr>
                <w:rFonts w:ascii="Arial" w:hAnsi="Arial" w:cs="Arial"/>
                <w:sz w:val="20"/>
                <w:szCs w:val="20"/>
              </w:rPr>
              <w:t>qualification at AQF Certificate II level or above, 2011 (</w:t>
            </w:r>
            <w:r w:rsidR="008921A5" w:rsidRPr="008E7459">
              <w:rPr>
                <w:rFonts w:ascii="Arial" w:hAnsi="Arial" w:cs="Arial"/>
                <w:sz w:val="20"/>
                <w:szCs w:val="20"/>
              </w:rPr>
              <w:t>Census</w:t>
            </w:r>
            <w:r w:rsidRPr="008E7459">
              <w:rPr>
                <w:rFonts w:ascii="Arial" w:hAnsi="Arial" w:cs="Arial"/>
                <w:sz w:val="20"/>
                <w:szCs w:val="20"/>
              </w:rPr>
              <w:t xml:space="preserve">) </w:t>
            </w:r>
          </w:p>
        </w:tc>
      </w:tr>
    </w:tbl>
    <w:p w:rsidR="005D54D8" w:rsidRPr="008E7459" w:rsidRDefault="005D54D8"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26369A">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3</w:t>
            </w:r>
            <w:r w:rsidRPr="008E7459">
              <w:rPr>
                <w:b w:val="0"/>
              </w:rPr>
              <w:fldChar w:fldCharType="end"/>
            </w:r>
            <w:r w:rsidRPr="008E7459">
              <w:tab/>
              <w:t>Comment on data quality</w:t>
            </w:r>
          </w:p>
        </w:tc>
      </w:tr>
      <w:tr w:rsidR="0026369A" w:rsidRPr="008E7459" w:rsidTr="0026369A">
        <w:trPr>
          <w:cantSplit/>
        </w:trPr>
        <w:tc>
          <w:tcPr>
            <w:tcW w:w="8771" w:type="dxa"/>
            <w:tcBorders>
              <w:top w:val="nil"/>
              <w:left w:val="single" w:sz="4" w:space="0" w:color="auto"/>
              <w:bottom w:val="nil"/>
              <w:right w:val="single" w:sz="4" w:space="0" w:color="auto"/>
            </w:tcBorders>
          </w:tcPr>
          <w:p w:rsidR="008D0002" w:rsidRPr="008E7459" w:rsidRDefault="003452C9" w:rsidP="00295095">
            <w:pPr>
              <w:pStyle w:val="Box"/>
            </w:pPr>
            <w:r w:rsidRPr="008E7459">
              <w:t xml:space="preserve">The Steering Committee notes that this performance target </w:t>
            </w:r>
            <w:r w:rsidR="008D0002" w:rsidRPr="008E7459">
              <w:t>relates to performance indicator 4 (year 12 or equivalent or AQF Certificate Level II/III or above). While the SEW is the main data source for this target, following the COAG review of the NEA performance framework</w:t>
            </w:r>
            <w:r w:rsidR="00CF61D9" w:rsidRPr="008E7459">
              <w:t>,</w:t>
            </w:r>
            <w:r w:rsidR="008D0002" w:rsidRPr="008E7459">
              <w:t xml:space="preserve"> the </w:t>
            </w:r>
            <w:r w:rsidR="008921A5" w:rsidRPr="008E7459">
              <w:t>Census</w:t>
            </w:r>
            <w:r w:rsidR="008D0002" w:rsidRPr="008E7459">
              <w:t xml:space="preserve"> is the main data source for indicator 4 (SEW is the supplementary data source).</w:t>
            </w:r>
          </w:p>
          <w:p w:rsidR="0026369A" w:rsidRPr="008E7459" w:rsidRDefault="00F470B2" w:rsidP="00295095">
            <w:pPr>
              <w:pStyle w:val="Box"/>
            </w:pPr>
            <w:r w:rsidRPr="008E7459">
              <w:t>Details are included in the comment on data quality for NEA Indicator 4.</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r w:rsidR="0026369A" w:rsidRPr="008E7459" w:rsidTr="0026369A">
        <w:tc>
          <w:tcPr>
            <w:tcW w:w="8771" w:type="dxa"/>
            <w:tcBorders>
              <w:top w:val="single" w:sz="4" w:space="0" w:color="auto"/>
              <w:left w:val="nil"/>
              <w:bottom w:val="nil"/>
              <w:right w:val="nil"/>
            </w:tcBorders>
          </w:tcPr>
          <w:p w:rsidR="0026369A" w:rsidRPr="008E7459" w:rsidRDefault="0026369A" w:rsidP="0026369A">
            <w:pPr>
              <w:pStyle w:val="Box"/>
              <w:keepNext w:val="0"/>
              <w:spacing w:before="60" w:after="60" w:line="80" w:lineRule="exact"/>
              <w:rPr>
                <w:b/>
                <w:sz w:val="14"/>
              </w:rPr>
            </w:pPr>
          </w:p>
        </w:tc>
      </w:tr>
    </w:tbl>
    <w:p w:rsidR="0026369A" w:rsidRPr="008E7459" w:rsidRDefault="0026369A" w:rsidP="00680E60">
      <w:pPr>
        <w:pStyle w:val="Heading3"/>
        <w:spacing w:before="0" w:line="240" w:lineRule="auto"/>
      </w:pPr>
      <w:r w:rsidRPr="008E7459">
        <w:br w:type="page"/>
      </w:r>
      <w:r w:rsidRPr="008E7459">
        <w:lastRenderedPageBreak/>
        <w:t>Performance target (</w:t>
      </w:r>
      <w:r w:rsidR="009824BE" w:rsidRPr="008E7459">
        <w:t>b</w:t>
      </w:r>
      <w:r w:rsidRPr="008E7459">
        <w:t xml:space="preserve">) — </w:t>
      </w:r>
      <w:r w:rsidR="009824BE" w:rsidRPr="008E7459">
        <w:t xml:space="preserve">Lift the Year 12 or equivalent or Certificate III attainment rate to 90 </w:t>
      </w:r>
      <w:r w:rsidR="00781B70" w:rsidRPr="008E7459">
        <w:t>per cent</w:t>
      </w:r>
      <w:r w:rsidR="009824BE" w:rsidRPr="008E7459">
        <w:t xml:space="preserve"> by 2020</w:t>
      </w:r>
    </w:p>
    <w:p w:rsidR="00847A99" w:rsidRPr="008E7459" w:rsidRDefault="00847A99" w:rsidP="00847A99">
      <w:pPr>
        <w:pStyle w:val="BoxSpace"/>
      </w:pPr>
    </w:p>
    <w:tbl>
      <w:tblPr>
        <w:tblW w:w="8789" w:type="dxa"/>
        <w:tblInd w:w="108" w:type="dxa"/>
        <w:tblLook w:val="01E0" w:firstRow="1" w:lastRow="1" w:firstColumn="1" w:lastColumn="1" w:noHBand="0" w:noVBand="0"/>
      </w:tblPr>
      <w:tblGrid>
        <w:gridCol w:w="1985"/>
        <w:gridCol w:w="6804"/>
      </w:tblGrid>
      <w:tr w:rsidR="0026369A" w:rsidRPr="008E7459" w:rsidTr="001333E1">
        <w:trPr>
          <w:trHeight w:val="1535"/>
        </w:trPr>
        <w:tc>
          <w:tcPr>
            <w:tcW w:w="1985" w:type="dxa"/>
          </w:tcPr>
          <w:p w:rsidR="0026369A" w:rsidRPr="008E7459" w:rsidRDefault="00EB3F0E" w:rsidP="00847A99">
            <w:pPr>
              <w:pStyle w:val="TableBodyText"/>
              <w:keepNext w:val="0"/>
              <w:keepLines w:val="0"/>
              <w:ind w:left="34"/>
              <w:jc w:val="left"/>
            </w:pPr>
            <w:r w:rsidRPr="008E7459">
              <w:t>Key amendments from previous cycle of reporting:</w:t>
            </w:r>
          </w:p>
        </w:tc>
        <w:tc>
          <w:tcPr>
            <w:tcW w:w="6804" w:type="dxa"/>
          </w:tcPr>
          <w:p w:rsidR="0037782F" w:rsidRPr="008E7459" w:rsidRDefault="0037782F" w:rsidP="00847A99">
            <w:pPr>
              <w:pStyle w:val="TableBodyText"/>
              <w:keepNext w:val="0"/>
              <w:keepLines w:val="0"/>
              <w:ind w:left="34"/>
              <w:jc w:val="left"/>
            </w:pPr>
            <w:r w:rsidRPr="008E7459">
              <w:t>Th</w:t>
            </w:r>
            <w:r w:rsidR="00023F6D" w:rsidRPr="008E7459">
              <w:t xml:space="preserve">is target is based on target a.2 in the </w:t>
            </w:r>
            <w:r w:rsidRPr="008E7459">
              <w:t>previous NEA</w:t>
            </w:r>
            <w:r w:rsidR="00023F6D" w:rsidRPr="008E7459">
              <w:t>, with the title amended to specifically reference ‘Certificate III’</w:t>
            </w:r>
            <w:r w:rsidRPr="008E7459">
              <w:t>. There is no impact on the measure</w:t>
            </w:r>
            <w:r w:rsidR="00023F6D" w:rsidRPr="008E7459">
              <w:t xml:space="preserve"> or associated data</w:t>
            </w:r>
            <w:r w:rsidRPr="008E7459">
              <w:t>.</w:t>
            </w:r>
          </w:p>
          <w:p w:rsidR="0026369A" w:rsidRPr="008E7459" w:rsidRDefault="002273D7" w:rsidP="00847A99">
            <w:pPr>
              <w:pStyle w:val="TableBodyText"/>
              <w:keepNext w:val="0"/>
              <w:keepLines w:val="0"/>
              <w:jc w:val="left"/>
              <w:rPr>
                <w:szCs w:val="24"/>
              </w:rPr>
            </w:pPr>
            <w:r w:rsidRPr="008E7459">
              <w:t>In accordance with the recommendations in the NEA review report endorsed by COAG, national data are provided from the SEW with State and Territory</w:t>
            </w:r>
            <w:r w:rsidR="00432D83" w:rsidRPr="008E7459">
              <w:t xml:space="preserve"> data provided from the </w:t>
            </w:r>
            <w:r w:rsidR="008921A5" w:rsidRPr="008E7459">
              <w:t>Census</w:t>
            </w:r>
            <w:r w:rsidR="00432D83" w:rsidRPr="008E7459">
              <w:t>.</w:t>
            </w:r>
          </w:p>
        </w:tc>
      </w:tr>
      <w:tr w:rsidR="0026369A" w:rsidRPr="008E7459" w:rsidTr="0026369A">
        <w:trPr>
          <w:trHeight w:val="682"/>
        </w:trPr>
        <w:tc>
          <w:tcPr>
            <w:tcW w:w="1985" w:type="dxa"/>
          </w:tcPr>
          <w:p w:rsidR="0026369A" w:rsidRPr="008E7459" w:rsidRDefault="0026369A" w:rsidP="00847A99">
            <w:pPr>
              <w:pStyle w:val="TableBodyText"/>
              <w:keepNext w:val="0"/>
              <w:keepLines w:val="0"/>
              <w:ind w:left="34"/>
              <w:jc w:val="left"/>
            </w:pPr>
            <w:r w:rsidRPr="008E7459">
              <w:t>Outcome:</w:t>
            </w:r>
          </w:p>
        </w:tc>
        <w:tc>
          <w:tcPr>
            <w:tcW w:w="6804" w:type="dxa"/>
          </w:tcPr>
          <w:p w:rsidR="0037782F" w:rsidRPr="008E7459" w:rsidRDefault="0037782F" w:rsidP="00847A99">
            <w:pPr>
              <w:pStyle w:val="TableBodyText"/>
              <w:keepNext w:val="0"/>
              <w:keepLines w:val="0"/>
              <w:jc w:val="left"/>
            </w:pPr>
            <w:r w:rsidRPr="008E7459">
              <w:t>Young people make a successful transition from school to work and further study</w:t>
            </w:r>
          </w:p>
          <w:p w:rsidR="0026369A" w:rsidRPr="008E7459" w:rsidRDefault="0026369A" w:rsidP="00847A99">
            <w:pPr>
              <w:pStyle w:val="TableBodyText"/>
              <w:keepNext w:val="0"/>
              <w:keepLines w:val="0"/>
              <w:ind w:hanging="6"/>
              <w:jc w:val="left"/>
              <w:rPr>
                <w:sz w:val="24"/>
              </w:rPr>
            </w:pPr>
          </w:p>
        </w:tc>
      </w:tr>
      <w:tr w:rsidR="0026369A" w:rsidRPr="008E7459" w:rsidTr="0026369A">
        <w:trPr>
          <w:trHeight w:val="1709"/>
        </w:trPr>
        <w:tc>
          <w:tcPr>
            <w:tcW w:w="1985" w:type="dxa"/>
          </w:tcPr>
          <w:p w:rsidR="0026369A" w:rsidRPr="008E7459" w:rsidRDefault="0026369A" w:rsidP="00847A99">
            <w:pPr>
              <w:pStyle w:val="TableBodyText"/>
              <w:keepNext w:val="0"/>
              <w:keepLines w:val="0"/>
              <w:ind w:left="34"/>
              <w:jc w:val="left"/>
            </w:pPr>
            <w:r w:rsidRPr="008E7459">
              <w:t xml:space="preserve">Measure: </w:t>
            </w:r>
          </w:p>
        </w:tc>
        <w:tc>
          <w:tcPr>
            <w:tcW w:w="6804" w:type="dxa"/>
          </w:tcPr>
          <w:p w:rsidR="0037782F" w:rsidRPr="008E7459" w:rsidRDefault="0037782F" w:rsidP="00847A99">
            <w:pPr>
              <w:pStyle w:val="TableBodyText"/>
              <w:keepNext w:val="0"/>
              <w:keepLines w:val="0"/>
              <w:jc w:val="left"/>
            </w:pPr>
            <w:r w:rsidRPr="008E7459">
              <w:t>Proportion of the 20–24 year old population having attained at least a Year 12 or equivalent or AQF Certificate Level III or above.</w:t>
            </w:r>
          </w:p>
          <w:p w:rsidR="0037782F" w:rsidRPr="008E7459" w:rsidRDefault="0037782F" w:rsidP="00847A99">
            <w:pPr>
              <w:pStyle w:val="TableBodyText"/>
              <w:keepNext w:val="0"/>
              <w:keepLines w:val="0"/>
              <w:jc w:val="left"/>
              <w:rPr>
                <w:rFonts w:ascii="ArialMT" w:hAnsi="ArialMT" w:cs="ArialMT"/>
              </w:rPr>
            </w:pPr>
            <w:r w:rsidRPr="008E7459">
              <w:rPr>
                <w:rFonts w:ascii="ArialMT" w:hAnsi="ArialMT" w:cs="ArialMT"/>
              </w:rPr>
              <w:t>The measure is defined as:</w:t>
            </w:r>
          </w:p>
          <w:p w:rsidR="0037782F" w:rsidRPr="008E7459" w:rsidRDefault="00791519" w:rsidP="00847A99">
            <w:pPr>
              <w:pStyle w:val="TableBullet"/>
              <w:keepNext w:val="0"/>
              <w:keepLines w:val="0"/>
              <w:numPr>
                <w:ilvl w:val="0"/>
                <w:numId w:val="23"/>
              </w:numPr>
            </w:pPr>
            <w:r w:rsidRPr="008E7459">
              <w:rPr>
                <w:i/>
              </w:rPr>
              <w:t xml:space="preserve">numerator — </w:t>
            </w:r>
            <w:r w:rsidR="0037782F" w:rsidRPr="008E7459">
              <w:t>number of 20–24 year olds who self</w:t>
            </w:r>
            <w:r w:rsidR="00DE694D" w:rsidRPr="008E7459">
              <w:noBreakHyphen/>
            </w:r>
            <w:r w:rsidR="0037782F" w:rsidRPr="008E7459">
              <w:t>identify as having attained a year 12 or AQF Certificate Level III or above (excludes Certificate nfd)</w:t>
            </w:r>
          </w:p>
          <w:p w:rsidR="0037782F" w:rsidRPr="008E7459" w:rsidRDefault="00791519" w:rsidP="00847A99">
            <w:pPr>
              <w:pStyle w:val="TableBullet"/>
              <w:keepNext w:val="0"/>
              <w:keepLines w:val="0"/>
              <w:numPr>
                <w:ilvl w:val="0"/>
                <w:numId w:val="23"/>
              </w:numPr>
            </w:pPr>
            <w:r w:rsidRPr="008E7459">
              <w:rPr>
                <w:i/>
              </w:rPr>
              <w:t xml:space="preserve">denominator — </w:t>
            </w:r>
            <w:r w:rsidR="0037782F" w:rsidRPr="008E7459">
              <w:t>number of 20–24 year olds in the population</w:t>
            </w:r>
          </w:p>
          <w:p w:rsidR="0037782F" w:rsidRPr="008E7459" w:rsidRDefault="0037782F" w:rsidP="00847A99">
            <w:pPr>
              <w:pStyle w:val="TableBodyText"/>
              <w:keepNext w:val="0"/>
              <w:keepLines w:val="0"/>
              <w:jc w:val="left"/>
              <w:rPr>
                <w:rFonts w:ascii="Arial-ItalicMT" w:hAnsi="Arial-ItalicMT" w:cs="Arial-ItalicMT"/>
                <w:i/>
                <w:iCs/>
              </w:rPr>
            </w:pPr>
            <w:r w:rsidRPr="008E7459">
              <w:rPr>
                <w:rFonts w:ascii="ArialMT" w:hAnsi="ArialMT" w:cs="ArialMT"/>
              </w:rPr>
              <w:t xml:space="preserve">and is expressed as a </w:t>
            </w:r>
            <w:r w:rsidRPr="008E7459">
              <w:rPr>
                <w:rFonts w:ascii="Arial-ItalicMT" w:hAnsi="Arial-ItalicMT" w:cs="Arial-ItalicMT"/>
                <w:i/>
                <w:iCs/>
              </w:rPr>
              <w:t>percentage</w:t>
            </w:r>
          </w:p>
          <w:p w:rsidR="0037782F" w:rsidRPr="008E7459" w:rsidRDefault="0037782F" w:rsidP="00847A99">
            <w:pPr>
              <w:pStyle w:val="TableBodyText"/>
              <w:keepNext w:val="0"/>
              <w:keepLines w:val="0"/>
              <w:jc w:val="left"/>
              <w:rPr>
                <w:rFonts w:ascii="Arial-ItalicMT" w:hAnsi="Arial-ItalicMT" w:cs="Arial-ItalicMT"/>
                <w:i/>
                <w:iCs/>
              </w:rPr>
            </w:pPr>
          </w:p>
          <w:p w:rsidR="0037782F" w:rsidRPr="008E7459" w:rsidRDefault="0037782F" w:rsidP="00847A99">
            <w:pPr>
              <w:autoSpaceDE w:val="0"/>
              <w:autoSpaceDN w:val="0"/>
              <w:adjustRightInd w:val="0"/>
              <w:rPr>
                <w:rFonts w:ascii="ArialMT" w:hAnsi="ArialMT" w:cs="ArialMT"/>
                <w:sz w:val="20"/>
                <w:szCs w:val="20"/>
              </w:rPr>
            </w:pPr>
            <w:r w:rsidRPr="008E7459">
              <w:rPr>
                <w:rFonts w:ascii="ArialMT" w:hAnsi="ArialMT" w:cs="ArialMT"/>
                <w:sz w:val="20"/>
                <w:szCs w:val="20"/>
              </w:rPr>
              <w:t>Persons whose level of study is determined to be certificate level but is not able to be further defined (ie, Certificate nfd) are assumed to have attained below Certificate level III and are therefore excluded from the numerator</w:t>
            </w:r>
          </w:p>
          <w:p w:rsidR="0037782F" w:rsidRPr="008E7459" w:rsidRDefault="0037782F" w:rsidP="00847A99">
            <w:pPr>
              <w:autoSpaceDE w:val="0"/>
              <w:autoSpaceDN w:val="0"/>
              <w:adjustRightInd w:val="0"/>
              <w:rPr>
                <w:rFonts w:ascii="ArialMT" w:hAnsi="ArialMT" w:cs="ArialMT"/>
                <w:sz w:val="20"/>
                <w:szCs w:val="20"/>
              </w:rPr>
            </w:pPr>
          </w:p>
          <w:p w:rsidR="0037782F" w:rsidRPr="008E7459" w:rsidRDefault="0037782F" w:rsidP="00847A99">
            <w:pPr>
              <w:autoSpaceDE w:val="0"/>
              <w:autoSpaceDN w:val="0"/>
              <w:adjustRightInd w:val="0"/>
              <w:rPr>
                <w:rFonts w:ascii="ArialMT" w:hAnsi="ArialMT" w:cs="ArialMT"/>
                <w:sz w:val="20"/>
                <w:szCs w:val="20"/>
              </w:rPr>
            </w:pPr>
            <w:r w:rsidRPr="008E7459">
              <w:rPr>
                <w:rFonts w:ascii="ArialMT" w:hAnsi="ArialMT" w:cs="ArialMT"/>
                <w:sz w:val="20"/>
                <w:szCs w:val="20"/>
              </w:rPr>
              <w:t>People whose level of study cannot be determined are assumed to have attained below Certificate III and are therefore excluded from the numerator</w:t>
            </w:r>
          </w:p>
          <w:p w:rsidR="0037782F" w:rsidRPr="008E7459" w:rsidRDefault="0037782F" w:rsidP="00847A99">
            <w:pPr>
              <w:autoSpaceDE w:val="0"/>
              <w:autoSpaceDN w:val="0"/>
              <w:adjustRightInd w:val="0"/>
              <w:rPr>
                <w:rFonts w:ascii="ArialMT" w:hAnsi="ArialMT" w:cs="ArialMT"/>
                <w:sz w:val="20"/>
                <w:szCs w:val="20"/>
              </w:rPr>
            </w:pPr>
          </w:p>
          <w:p w:rsidR="0037782F" w:rsidRPr="008E7459" w:rsidRDefault="0037782F" w:rsidP="00847A99">
            <w:pPr>
              <w:autoSpaceDE w:val="0"/>
              <w:autoSpaceDN w:val="0"/>
              <w:adjustRightInd w:val="0"/>
              <w:rPr>
                <w:rFonts w:ascii="Arial" w:hAnsi="Arial" w:cs="Arial"/>
                <w:sz w:val="20"/>
                <w:szCs w:val="20"/>
              </w:rPr>
            </w:pPr>
            <w:r w:rsidRPr="008E7459">
              <w:rPr>
                <w:rFonts w:ascii="Arial" w:hAnsi="Arial" w:cs="Arial"/>
                <w:sz w:val="20"/>
                <w:szCs w:val="20"/>
              </w:rPr>
              <w:t>Excludes people whose educational attainment is not stated from the</w:t>
            </w:r>
          </w:p>
          <w:p w:rsidR="0037782F" w:rsidRPr="008E7459" w:rsidRDefault="0037782F" w:rsidP="00847A99">
            <w:pPr>
              <w:autoSpaceDE w:val="0"/>
              <w:autoSpaceDN w:val="0"/>
              <w:adjustRightInd w:val="0"/>
              <w:rPr>
                <w:i/>
              </w:rPr>
            </w:pPr>
            <w:r w:rsidRPr="008E7459">
              <w:rPr>
                <w:rFonts w:ascii="Arial" w:hAnsi="Arial" w:cs="Arial"/>
                <w:sz w:val="20"/>
                <w:szCs w:val="20"/>
              </w:rPr>
              <w:t xml:space="preserve">numerator and denominator (applicable only to </w:t>
            </w:r>
            <w:r w:rsidR="008921A5" w:rsidRPr="008E7459">
              <w:rPr>
                <w:rFonts w:ascii="Arial" w:hAnsi="Arial" w:cs="Arial"/>
                <w:sz w:val="20"/>
                <w:szCs w:val="20"/>
              </w:rPr>
              <w:t>Census</w:t>
            </w:r>
            <w:r w:rsidRPr="008E7459">
              <w:rPr>
                <w:rFonts w:ascii="Arial" w:hAnsi="Arial" w:cs="Arial"/>
                <w:sz w:val="20"/>
                <w:szCs w:val="20"/>
              </w:rPr>
              <w:t xml:space="preserve"> data)</w:t>
            </w:r>
          </w:p>
          <w:p w:rsidR="0026369A" w:rsidRPr="008E7459" w:rsidRDefault="0026369A" w:rsidP="00847A99">
            <w:pPr>
              <w:pStyle w:val="TableBodyText"/>
              <w:keepNext w:val="0"/>
              <w:keepLines w:val="0"/>
              <w:ind w:hanging="6"/>
              <w:jc w:val="left"/>
            </w:pPr>
          </w:p>
        </w:tc>
      </w:tr>
      <w:tr w:rsidR="0026369A" w:rsidRPr="008E7459" w:rsidTr="0026369A">
        <w:trPr>
          <w:trHeight w:val="816"/>
        </w:trPr>
        <w:tc>
          <w:tcPr>
            <w:tcW w:w="1985" w:type="dxa"/>
          </w:tcPr>
          <w:p w:rsidR="0026369A" w:rsidRPr="008E7459" w:rsidRDefault="0026369A" w:rsidP="00847A99">
            <w:pPr>
              <w:pStyle w:val="TableBodyText"/>
              <w:keepNext w:val="0"/>
              <w:keepLines w:val="0"/>
              <w:ind w:left="34"/>
              <w:jc w:val="left"/>
            </w:pPr>
            <w:r w:rsidRPr="008E7459">
              <w:t>Related performance indicator/s:</w:t>
            </w:r>
          </w:p>
        </w:tc>
        <w:tc>
          <w:tcPr>
            <w:tcW w:w="6804" w:type="dxa"/>
          </w:tcPr>
          <w:p w:rsidR="0026369A" w:rsidRPr="008E7459" w:rsidRDefault="0037782F" w:rsidP="00847A99">
            <w:pPr>
              <w:pStyle w:val="TableBodyText"/>
              <w:keepNext w:val="0"/>
              <w:keepLines w:val="0"/>
              <w:ind w:hanging="6"/>
              <w:jc w:val="left"/>
            </w:pPr>
            <w:r w:rsidRPr="008E7459">
              <w:rPr>
                <w:rFonts w:ascii="ArialMT" w:hAnsi="ArialMT" w:cs="ArialMT"/>
              </w:rPr>
              <w:t xml:space="preserve">NEA PI 4: </w:t>
            </w:r>
            <w:r w:rsidRPr="008E7459">
              <w:t xml:space="preserve">The proportion of young people who have attained at least a year 12 or equivalent or AQF Certificate Level II/III or above </w:t>
            </w:r>
          </w:p>
        </w:tc>
      </w:tr>
      <w:tr w:rsidR="007B01A5" w:rsidRPr="008E7459" w:rsidTr="0026369A">
        <w:trPr>
          <w:trHeight w:val="574"/>
        </w:trPr>
        <w:tc>
          <w:tcPr>
            <w:tcW w:w="1985" w:type="dxa"/>
          </w:tcPr>
          <w:p w:rsidR="007B01A5" w:rsidRPr="008E7459" w:rsidRDefault="007B01A5" w:rsidP="00847A99">
            <w:pPr>
              <w:pStyle w:val="TableBodyText"/>
              <w:keepNext w:val="0"/>
              <w:keepLines w:val="0"/>
              <w:ind w:left="34"/>
              <w:jc w:val="left"/>
            </w:pPr>
            <w:r w:rsidRPr="008E7459">
              <w:t>Data source:</w:t>
            </w:r>
          </w:p>
        </w:tc>
        <w:tc>
          <w:tcPr>
            <w:tcW w:w="6804" w:type="dxa"/>
          </w:tcPr>
          <w:p w:rsidR="007B01A5" w:rsidRPr="008E7459" w:rsidRDefault="007B01A5" w:rsidP="00847A99">
            <w:pPr>
              <w:pStyle w:val="TableBodyText"/>
              <w:keepNext w:val="0"/>
              <w:keepLines w:val="0"/>
              <w:jc w:val="left"/>
            </w:pPr>
            <w:r w:rsidRPr="008E7459">
              <w:rPr>
                <w:i/>
              </w:rPr>
              <w:t xml:space="preserve">(Main) </w:t>
            </w:r>
            <w:r w:rsidRPr="008E7459">
              <w:rPr>
                <w:u w:val="single"/>
              </w:rPr>
              <w:t xml:space="preserve">Survey of Education and Work </w:t>
            </w:r>
            <w:r w:rsidRPr="008E7459">
              <w:t xml:space="preserve">(SEW). Data are available </w:t>
            </w:r>
            <w:r w:rsidR="0098538E" w:rsidRPr="008E7459">
              <w:t>a</w:t>
            </w:r>
            <w:r w:rsidRPr="008E7459">
              <w:t>nnually</w:t>
            </w:r>
          </w:p>
          <w:p w:rsidR="007B01A5" w:rsidRPr="008E7459" w:rsidRDefault="007B01A5" w:rsidP="00847A99">
            <w:pPr>
              <w:pStyle w:val="TableBodyText"/>
              <w:keepNext w:val="0"/>
              <w:keepLines w:val="0"/>
              <w:jc w:val="left"/>
              <w:rPr>
                <w:i/>
              </w:rPr>
            </w:pPr>
          </w:p>
          <w:p w:rsidR="007B01A5" w:rsidRPr="008E7459" w:rsidRDefault="007B01A5" w:rsidP="00847A99">
            <w:pPr>
              <w:pStyle w:val="TableBodyText"/>
              <w:keepNext w:val="0"/>
              <w:keepLines w:val="0"/>
              <w:jc w:val="left"/>
              <w:rPr>
                <w:i/>
              </w:rPr>
            </w:pPr>
            <w:r w:rsidRPr="008E7459">
              <w:rPr>
                <w:i/>
              </w:rPr>
              <w:t xml:space="preserve">(Supplementary) </w:t>
            </w:r>
            <w:r w:rsidR="008921A5" w:rsidRPr="008E7459">
              <w:rPr>
                <w:u w:val="single"/>
              </w:rPr>
              <w:t>Census</w:t>
            </w:r>
            <w:r w:rsidRPr="008E7459">
              <w:rPr>
                <w:u w:val="single"/>
              </w:rPr>
              <w:t xml:space="preserve"> of Population and Housing </w:t>
            </w:r>
            <w:r w:rsidRPr="008E7459">
              <w:t>(</w:t>
            </w:r>
            <w:r w:rsidR="008921A5" w:rsidRPr="008E7459">
              <w:t>Census</w:t>
            </w:r>
            <w:r w:rsidRPr="008E7459">
              <w:t>).</w:t>
            </w:r>
            <w:r w:rsidR="00896D37" w:rsidRPr="008E7459">
              <w:t xml:space="preserve"> </w:t>
            </w:r>
            <w:r w:rsidRPr="008E7459">
              <w:t>Data are available every five years</w:t>
            </w:r>
          </w:p>
          <w:p w:rsidR="007B01A5" w:rsidRPr="008E7459" w:rsidRDefault="007B01A5" w:rsidP="00847A99">
            <w:pPr>
              <w:pStyle w:val="TableBodyText"/>
              <w:keepNext w:val="0"/>
              <w:keepLines w:val="0"/>
              <w:jc w:val="left"/>
            </w:pPr>
          </w:p>
        </w:tc>
      </w:tr>
      <w:tr w:rsidR="007B01A5" w:rsidRPr="008E7459" w:rsidTr="0098538E">
        <w:trPr>
          <w:trHeight w:val="371"/>
        </w:trPr>
        <w:tc>
          <w:tcPr>
            <w:tcW w:w="1985" w:type="dxa"/>
          </w:tcPr>
          <w:p w:rsidR="007B01A5" w:rsidRPr="008E7459" w:rsidRDefault="007B01A5" w:rsidP="00847A99">
            <w:pPr>
              <w:pStyle w:val="TableBodyText"/>
              <w:keepNext w:val="0"/>
              <w:keepLines w:val="0"/>
              <w:ind w:left="34"/>
              <w:jc w:val="left"/>
            </w:pPr>
            <w:r w:rsidRPr="008E7459">
              <w:t>Data provider:</w:t>
            </w:r>
          </w:p>
        </w:tc>
        <w:tc>
          <w:tcPr>
            <w:tcW w:w="6804" w:type="dxa"/>
          </w:tcPr>
          <w:p w:rsidR="007B01A5" w:rsidRPr="008E7459" w:rsidRDefault="007B01A5" w:rsidP="00847A99">
            <w:pPr>
              <w:pStyle w:val="TableBodyText"/>
              <w:keepNext w:val="0"/>
              <w:keepLines w:val="0"/>
              <w:ind w:hanging="6"/>
              <w:jc w:val="left"/>
            </w:pPr>
            <w:r w:rsidRPr="008E7459">
              <w:t>ABS</w:t>
            </w:r>
          </w:p>
        </w:tc>
      </w:tr>
      <w:tr w:rsidR="007B01A5" w:rsidRPr="008E7459" w:rsidTr="00C43B2A">
        <w:trPr>
          <w:trHeight w:val="646"/>
        </w:trPr>
        <w:tc>
          <w:tcPr>
            <w:tcW w:w="1985" w:type="dxa"/>
          </w:tcPr>
          <w:p w:rsidR="007B01A5" w:rsidRPr="008E7459" w:rsidRDefault="007B01A5" w:rsidP="00847A99">
            <w:pPr>
              <w:pStyle w:val="TableBodyText"/>
              <w:keepNext w:val="0"/>
              <w:keepLines w:val="0"/>
              <w:ind w:left="34"/>
              <w:jc w:val="left"/>
            </w:pPr>
            <w:r w:rsidRPr="008E7459">
              <w:t>Data availability:</w:t>
            </w:r>
          </w:p>
        </w:tc>
        <w:tc>
          <w:tcPr>
            <w:tcW w:w="6804" w:type="dxa"/>
          </w:tcPr>
          <w:p w:rsidR="00BC24C8" w:rsidRPr="008E7459" w:rsidRDefault="00BC24C8" w:rsidP="00847A99">
            <w:pPr>
              <w:pStyle w:val="TableBodyText"/>
              <w:keepNext w:val="0"/>
              <w:keepLines w:val="0"/>
              <w:jc w:val="left"/>
            </w:pPr>
            <w:r w:rsidRPr="008E7459">
              <w:t>SEW — 2012</w:t>
            </w:r>
          </w:p>
          <w:p w:rsidR="007B01A5" w:rsidRPr="008E7459" w:rsidRDefault="008921A5" w:rsidP="00847A99">
            <w:pPr>
              <w:pStyle w:val="TableBodyText"/>
              <w:keepNext w:val="0"/>
              <w:keepLines w:val="0"/>
              <w:jc w:val="left"/>
            </w:pPr>
            <w:r w:rsidRPr="008E7459">
              <w:t>Census</w:t>
            </w:r>
            <w:r w:rsidR="007B01A5" w:rsidRPr="008E7459">
              <w:t xml:space="preserve"> — 2011</w:t>
            </w:r>
          </w:p>
          <w:p w:rsidR="007B01A5" w:rsidRPr="008E7459" w:rsidRDefault="007B01A5" w:rsidP="00847A99">
            <w:pPr>
              <w:pStyle w:val="TableBodyText"/>
              <w:keepNext w:val="0"/>
              <w:keepLines w:val="0"/>
              <w:jc w:val="left"/>
            </w:pPr>
          </w:p>
        </w:tc>
      </w:tr>
      <w:tr w:rsidR="007B01A5" w:rsidRPr="008E7459" w:rsidTr="00C43B2A">
        <w:trPr>
          <w:trHeight w:val="350"/>
        </w:trPr>
        <w:tc>
          <w:tcPr>
            <w:tcW w:w="1985" w:type="dxa"/>
          </w:tcPr>
          <w:p w:rsidR="007B01A5" w:rsidRPr="008E7459" w:rsidRDefault="007B01A5" w:rsidP="00847A99">
            <w:pPr>
              <w:pStyle w:val="TableBodyText"/>
              <w:keepNext w:val="0"/>
              <w:keepLines w:val="0"/>
              <w:ind w:left="34"/>
              <w:jc w:val="left"/>
            </w:pPr>
            <w:r w:rsidRPr="008E7459">
              <w:t>Baseline:</w:t>
            </w:r>
          </w:p>
        </w:tc>
        <w:tc>
          <w:tcPr>
            <w:tcW w:w="6804" w:type="dxa"/>
          </w:tcPr>
          <w:p w:rsidR="007B01A5" w:rsidRPr="008E7459" w:rsidRDefault="00EF331A" w:rsidP="00847A99">
            <w:pPr>
              <w:pStyle w:val="TableBodyText"/>
              <w:keepNext w:val="0"/>
              <w:keepLines w:val="0"/>
              <w:ind w:left="34"/>
              <w:jc w:val="left"/>
            </w:pPr>
            <w:r w:rsidRPr="008E7459">
              <w:t>2007</w:t>
            </w:r>
          </w:p>
        </w:tc>
      </w:tr>
      <w:tr w:rsidR="007B01A5" w:rsidRPr="008E7459" w:rsidTr="0026369A">
        <w:tc>
          <w:tcPr>
            <w:tcW w:w="1985" w:type="dxa"/>
          </w:tcPr>
          <w:p w:rsidR="007B01A5" w:rsidRPr="008E7459" w:rsidRDefault="007B01A5" w:rsidP="00847A99">
            <w:pPr>
              <w:pStyle w:val="TableBodyText"/>
              <w:keepNext w:val="0"/>
              <w:keepLines w:val="0"/>
              <w:ind w:left="34"/>
              <w:jc w:val="left"/>
            </w:pPr>
            <w:r w:rsidRPr="008E7459">
              <w:t>Cross tabulations provided:</w:t>
            </w:r>
          </w:p>
        </w:tc>
        <w:tc>
          <w:tcPr>
            <w:tcW w:w="6804" w:type="dxa"/>
          </w:tcPr>
          <w:p w:rsidR="00BC24C8" w:rsidRPr="008E7459" w:rsidRDefault="00BC24C8" w:rsidP="00847A99">
            <w:pPr>
              <w:pStyle w:val="TableBullet"/>
              <w:keepNext w:val="0"/>
              <w:keepLines w:val="0"/>
            </w:pPr>
            <w:r w:rsidRPr="008E7459">
              <w:t>National (SEW)</w:t>
            </w:r>
          </w:p>
          <w:p w:rsidR="007B01A5" w:rsidRPr="008E7459" w:rsidRDefault="00BC24C8" w:rsidP="00847A99">
            <w:pPr>
              <w:pStyle w:val="TableBullet"/>
              <w:keepNext w:val="0"/>
              <w:keepLines w:val="0"/>
            </w:pPr>
            <w:r w:rsidRPr="008E7459">
              <w:t>State and Territory (</w:t>
            </w:r>
            <w:r w:rsidR="008921A5" w:rsidRPr="008E7459">
              <w:t>Census</w:t>
            </w:r>
            <w:r w:rsidRPr="008E7459">
              <w:t>)</w:t>
            </w:r>
          </w:p>
        </w:tc>
      </w:tr>
    </w:tbl>
    <w:p w:rsidR="0026369A" w:rsidRPr="008E7459" w:rsidRDefault="0026369A" w:rsidP="0026369A">
      <w:pPr>
        <w:pStyle w:val="BoxSpace"/>
        <w:rPr>
          <w:b/>
          <w:sz w:val="14"/>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26369A">
            <w:pPr>
              <w:pStyle w:val="BoxTitle"/>
            </w:pPr>
            <w:r w:rsidRPr="008E7459">
              <w:rPr>
                <w:sz w:val="14"/>
              </w:rPr>
              <w:br w:type="page"/>
            </w: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4</w:t>
            </w:r>
            <w:r w:rsidRPr="008E7459">
              <w:rPr>
                <w:b w:val="0"/>
              </w:rPr>
              <w:fldChar w:fldCharType="end"/>
            </w:r>
            <w:r w:rsidRPr="008E7459">
              <w:tab/>
              <w:t>Results</w:t>
            </w:r>
          </w:p>
        </w:tc>
      </w:tr>
      <w:tr w:rsidR="0026369A" w:rsidRPr="008E7459" w:rsidTr="0026369A">
        <w:trPr>
          <w:cantSplit/>
        </w:trPr>
        <w:tc>
          <w:tcPr>
            <w:tcW w:w="8771" w:type="dxa"/>
            <w:tcBorders>
              <w:top w:val="nil"/>
              <w:left w:val="single" w:sz="4" w:space="0" w:color="auto"/>
              <w:bottom w:val="nil"/>
              <w:right w:val="single" w:sz="4" w:space="0" w:color="auto"/>
            </w:tcBorders>
          </w:tcPr>
          <w:p w:rsidR="009A0110" w:rsidRPr="008E7459" w:rsidRDefault="009A0110" w:rsidP="009A0110">
            <w:pPr>
              <w:pStyle w:val="Box"/>
            </w:pPr>
            <w:r w:rsidRPr="008E7459">
              <w:t>For this report, new data for this indicator are available for 2012 (SEW)</w:t>
            </w:r>
            <w:r w:rsidR="008C11A3" w:rsidRPr="008E7459">
              <w:t xml:space="preserve"> and 2011 (</w:t>
            </w:r>
            <w:r w:rsidR="008921A5" w:rsidRPr="008E7459">
              <w:t>Census</w:t>
            </w:r>
            <w:r w:rsidR="008C11A3" w:rsidRPr="008E7459">
              <w:t>).</w:t>
            </w:r>
          </w:p>
          <w:p w:rsidR="009A0110" w:rsidRPr="008E7459" w:rsidRDefault="009A0110" w:rsidP="009A0110">
            <w:pPr>
              <w:pStyle w:val="BoxListBullet"/>
            </w:pPr>
            <w:r w:rsidRPr="008E7459">
              <w:t>National SEW data are presented in table NEA.4.8</w:t>
            </w:r>
          </w:p>
          <w:p w:rsidR="009A0110" w:rsidRPr="008E7459" w:rsidRDefault="008921A5" w:rsidP="009A0110">
            <w:pPr>
              <w:pStyle w:val="BoxListBullet"/>
            </w:pPr>
            <w:r w:rsidRPr="008E7459">
              <w:t>Census</w:t>
            </w:r>
            <w:r w:rsidR="009A0110" w:rsidRPr="008E7459">
              <w:t xml:space="preserve"> data are presented by State and Territory in table NEA.4.5. </w:t>
            </w:r>
          </w:p>
          <w:p w:rsidR="009A0110" w:rsidRPr="008E7459" w:rsidRDefault="009A0110" w:rsidP="009A0110">
            <w:pPr>
              <w:pStyle w:val="Box"/>
            </w:pPr>
            <w:r w:rsidRPr="008E7459">
              <w:t xml:space="preserve">For the SEW data, apparent differences in results between years may not be statistically significant. To assist in interpretation, 95 </w:t>
            </w:r>
            <w:r w:rsidR="00781B70" w:rsidRPr="008E7459">
              <w:t>per cent</w:t>
            </w:r>
            <w:r w:rsidRPr="008E7459">
              <w:t xml:space="preserve"> confidence intervals and relative standard errors are provided in the attachment tables for this indicator.</w:t>
            </w:r>
          </w:p>
          <w:p w:rsidR="002455BA" w:rsidRPr="008E7459" w:rsidRDefault="008C11A3" w:rsidP="00377CFC">
            <w:pPr>
              <w:pStyle w:val="Box"/>
              <w:spacing w:line="240" w:lineRule="auto"/>
            </w:pPr>
            <w:r w:rsidRPr="008E7459">
              <w:t>For historical SEW data, results for 2011</w:t>
            </w:r>
            <w:r w:rsidR="00781B70" w:rsidRPr="008E7459">
              <w:t xml:space="preserve"> </w:t>
            </w:r>
            <w:r w:rsidR="00377CFC" w:rsidRPr="008E7459">
              <w:t xml:space="preserve">and 2010 </w:t>
            </w:r>
            <w:r w:rsidRPr="008E7459">
              <w:t xml:space="preserve">are available in the 2011 NEA performance report, </w:t>
            </w:r>
            <w:r w:rsidR="00377CFC" w:rsidRPr="008E7459">
              <w:rPr>
                <w:rFonts w:cs="Arial"/>
                <w:szCs w:val="22"/>
              </w:rPr>
              <w:t>Data for 2009 and 2008 are available in the 2009 NEA performance report. Baseline</w:t>
            </w:r>
            <w:r w:rsidRPr="008E7459">
              <w:t xml:space="preserve"> </w:t>
            </w:r>
            <w:r w:rsidR="008921A5" w:rsidRPr="008E7459">
              <w:t>Census</w:t>
            </w:r>
            <w:r w:rsidRPr="008E7459">
              <w:t xml:space="preserve"> data can be found in the 2009 NEA performance report.</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26369A" w:rsidRPr="008E7459" w:rsidRDefault="0026369A" w:rsidP="0026369A">
      <w:pPr>
        <w:pStyle w:val="Heading4"/>
        <w:spacing w:after="120"/>
      </w:pPr>
      <w:r w:rsidRPr="008E7459">
        <w:t>Attachment table</w:t>
      </w:r>
      <w:r w:rsidR="000F0C9C" w:rsidRPr="008E7459">
        <w:t>s</w:t>
      </w:r>
      <w:r w:rsidR="00667874" w:rsidRPr="008E7459">
        <w:t xml:space="preserve"> </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6844"/>
      </w:tblGrid>
      <w:tr w:rsidR="0032498C" w:rsidRPr="008E7459" w:rsidTr="00EA5ECE">
        <w:trPr>
          <w:trHeight w:val="612"/>
        </w:trPr>
        <w:tc>
          <w:tcPr>
            <w:tcW w:w="1960" w:type="dxa"/>
            <w:shd w:val="clear" w:color="auto" w:fill="auto"/>
            <w:noWrap/>
            <w:hideMark/>
          </w:tcPr>
          <w:p w:rsidR="0032498C" w:rsidRPr="008E7459" w:rsidRDefault="0032498C">
            <w:pPr>
              <w:rPr>
                <w:rFonts w:ascii="Arial" w:hAnsi="Arial" w:cs="Arial"/>
                <w:b/>
                <w:bCs/>
                <w:sz w:val="20"/>
                <w:szCs w:val="20"/>
              </w:rPr>
            </w:pPr>
            <w:r w:rsidRPr="008E7459">
              <w:rPr>
                <w:rFonts w:ascii="Arial" w:hAnsi="Arial" w:cs="Arial"/>
                <w:b/>
                <w:bCs/>
                <w:sz w:val="20"/>
                <w:szCs w:val="20"/>
              </w:rPr>
              <w:t>Table NEA.4.8</w:t>
            </w:r>
          </w:p>
        </w:tc>
        <w:tc>
          <w:tcPr>
            <w:tcW w:w="6844" w:type="dxa"/>
            <w:shd w:val="clear" w:color="auto" w:fill="auto"/>
            <w:hideMark/>
          </w:tcPr>
          <w:p w:rsidR="0032498C" w:rsidRPr="008E7459" w:rsidRDefault="0032498C">
            <w:pPr>
              <w:jc w:val="both"/>
              <w:rPr>
                <w:rFonts w:ascii="Arial" w:hAnsi="Arial" w:cs="Arial"/>
                <w:sz w:val="20"/>
                <w:szCs w:val="20"/>
              </w:rPr>
            </w:pPr>
            <w:r w:rsidRPr="008E7459">
              <w:rPr>
                <w:rFonts w:ascii="Arial" w:hAnsi="Arial" w:cs="Arial"/>
                <w:sz w:val="20"/>
                <w:szCs w:val="20"/>
              </w:rPr>
              <w:t>Proportion, relative standard error, and confidence intervals of young people aged 20–24 years who have completed Year 12 (or equivalent) or gained a</w:t>
            </w:r>
            <w:r w:rsidR="00E41429" w:rsidRPr="008E7459">
              <w:rPr>
                <w:rFonts w:ascii="Arial" w:hAnsi="Arial" w:cs="Arial"/>
                <w:sz w:val="20"/>
                <w:szCs w:val="20"/>
              </w:rPr>
              <w:t xml:space="preserve"> </w:t>
            </w:r>
            <w:r w:rsidRPr="008E7459">
              <w:rPr>
                <w:rFonts w:ascii="Arial" w:hAnsi="Arial" w:cs="Arial"/>
                <w:sz w:val="20"/>
                <w:szCs w:val="20"/>
              </w:rPr>
              <w:t>qualification at AQF Certificate III level or above, by SEIFA IRSD quintiles 2012</w:t>
            </w:r>
            <w:r w:rsidR="00E41429" w:rsidRPr="008E7459">
              <w:rPr>
                <w:rFonts w:ascii="Arial" w:hAnsi="Arial" w:cs="Arial"/>
                <w:sz w:val="20"/>
                <w:szCs w:val="20"/>
              </w:rPr>
              <w:t xml:space="preserve"> </w:t>
            </w:r>
          </w:p>
        </w:tc>
      </w:tr>
      <w:tr w:rsidR="0032498C" w:rsidRPr="008E7459" w:rsidTr="00EA5ECE">
        <w:trPr>
          <w:trHeight w:val="612"/>
        </w:trPr>
        <w:tc>
          <w:tcPr>
            <w:tcW w:w="1960" w:type="dxa"/>
            <w:shd w:val="clear" w:color="auto" w:fill="auto"/>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NEA.4.5</w:t>
            </w:r>
          </w:p>
        </w:tc>
        <w:tc>
          <w:tcPr>
            <w:tcW w:w="6844" w:type="dxa"/>
            <w:shd w:val="clear" w:color="auto" w:fill="auto"/>
            <w:hideMark/>
          </w:tcPr>
          <w:p w:rsidR="0032498C" w:rsidRPr="008E7459" w:rsidRDefault="0032498C" w:rsidP="00EA5ECE">
            <w:pPr>
              <w:rPr>
                <w:rFonts w:ascii="Arial" w:hAnsi="Arial" w:cs="Arial"/>
                <w:sz w:val="20"/>
                <w:szCs w:val="20"/>
              </w:rPr>
            </w:pPr>
            <w:r w:rsidRPr="008E7459">
              <w:rPr>
                <w:rFonts w:ascii="Arial" w:hAnsi="Arial" w:cs="Arial"/>
                <w:sz w:val="20"/>
                <w:szCs w:val="20"/>
              </w:rPr>
              <w:t>Proportion of young people aged 20–24 years who have completed Year 12 (or equivalent) or gained a</w:t>
            </w:r>
            <w:r w:rsidR="00E41429" w:rsidRPr="008E7459">
              <w:rPr>
                <w:rFonts w:ascii="Arial" w:hAnsi="Arial" w:cs="Arial"/>
                <w:sz w:val="20"/>
                <w:szCs w:val="20"/>
              </w:rPr>
              <w:t xml:space="preserve"> </w:t>
            </w:r>
            <w:r w:rsidRPr="008E7459">
              <w:rPr>
                <w:rFonts w:ascii="Arial" w:hAnsi="Arial" w:cs="Arial"/>
                <w:sz w:val="20"/>
                <w:szCs w:val="20"/>
              </w:rPr>
              <w:t>qualification at AQF Certificate III level or above, 2011 (</w:t>
            </w:r>
            <w:r w:rsidR="008921A5" w:rsidRPr="008E7459">
              <w:rPr>
                <w:rFonts w:ascii="Arial" w:hAnsi="Arial" w:cs="Arial"/>
                <w:sz w:val="20"/>
                <w:szCs w:val="20"/>
              </w:rPr>
              <w:t>Census</w:t>
            </w:r>
            <w:r w:rsidRPr="008E7459">
              <w:rPr>
                <w:rFonts w:ascii="Arial" w:hAnsi="Arial" w:cs="Arial"/>
                <w:sz w:val="20"/>
                <w:szCs w:val="20"/>
              </w:rPr>
              <w:t>)</w:t>
            </w:r>
          </w:p>
        </w:tc>
      </w:tr>
    </w:tbl>
    <w:p w:rsidR="0037782F" w:rsidRPr="008E7459" w:rsidRDefault="0037782F"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26369A">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5</w:t>
            </w:r>
            <w:r w:rsidRPr="008E7459">
              <w:rPr>
                <w:b w:val="0"/>
              </w:rPr>
              <w:fldChar w:fldCharType="end"/>
            </w:r>
            <w:r w:rsidRPr="008E7459">
              <w:tab/>
              <w:t>Comment on data quality</w:t>
            </w:r>
          </w:p>
        </w:tc>
      </w:tr>
      <w:tr w:rsidR="0026369A" w:rsidRPr="008E7459" w:rsidTr="0026369A">
        <w:trPr>
          <w:cantSplit/>
        </w:trPr>
        <w:tc>
          <w:tcPr>
            <w:tcW w:w="8771" w:type="dxa"/>
            <w:tcBorders>
              <w:top w:val="nil"/>
              <w:left w:val="single" w:sz="4" w:space="0" w:color="auto"/>
              <w:bottom w:val="nil"/>
              <w:right w:val="single" w:sz="4" w:space="0" w:color="auto"/>
            </w:tcBorders>
          </w:tcPr>
          <w:p w:rsidR="009A0110" w:rsidRPr="008E7459" w:rsidRDefault="009A0110" w:rsidP="00295095">
            <w:pPr>
              <w:pStyle w:val="Box"/>
            </w:pPr>
            <w:r w:rsidRPr="008E7459">
              <w:t xml:space="preserve">The Steering Committee notes that this performance target </w:t>
            </w:r>
            <w:r w:rsidR="00377CFC" w:rsidRPr="008E7459">
              <w:t>relates to performance indicator 4 (year 12 or equivalent or AQF Certificate Level II/III or above). While the SEW is the main data source for this target, following the COAG review of the NEA performance framework</w:t>
            </w:r>
            <w:r w:rsidR="00CF61D9" w:rsidRPr="008E7459">
              <w:t>,</w:t>
            </w:r>
            <w:r w:rsidR="00377CFC" w:rsidRPr="008E7459">
              <w:t xml:space="preserve"> the </w:t>
            </w:r>
            <w:r w:rsidR="008921A5" w:rsidRPr="008E7459">
              <w:t>Census</w:t>
            </w:r>
            <w:r w:rsidR="00377CFC" w:rsidRPr="008E7459">
              <w:t xml:space="preserve"> is the main data source for indicator 4 (SEW is the supplementary data source).</w:t>
            </w:r>
          </w:p>
          <w:p w:rsidR="0026369A" w:rsidRPr="008E7459" w:rsidRDefault="009A0110" w:rsidP="00295095">
            <w:pPr>
              <w:pStyle w:val="Box"/>
            </w:pPr>
            <w:r w:rsidRPr="008E7459">
              <w:t>Details are included in the comment on data quality for NEA Indicator 4.</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26369A" w:rsidRPr="008E7459" w:rsidRDefault="0026369A" w:rsidP="00680E60">
      <w:pPr>
        <w:pStyle w:val="Heading3"/>
        <w:spacing w:before="0" w:line="240" w:lineRule="auto"/>
      </w:pPr>
      <w:r w:rsidRPr="008E7459">
        <w:br w:type="page"/>
      </w:r>
      <w:r w:rsidRPr="008E7459">
        <w:lastRenderedPageBreak/>
        <w:t>Performance target (</w:t>
      </w:r>
      <w:r w:rsidR="006C4B7A" w:rsidRPr="008E7459">
        <w:t>c</w:t>
      </w:r>
      <w:r w:rsidRPr="008E7459">
        <w:t xml:space="preserve">) — </w:t>
      </w:r>
      <w:r w:rsidR="006C4B7A" w:rsidRPr="008E7459">
        <w:t>Halve the gap for Indigenous students in reading, writing and numeracy by 2018</w:t>
      </w:r>
    </w:p>
    <w:p w:rsidR="00847A99" w:rsidRPr="008E7459" w:rsidRDefault="00847A99" w:rsidP="00847A99">
      <w:pPr>
        <w:pStyle w:val="BoxSpace"/>
      </w:pPr>
    </w:p>
    <w:tbl>
      <w:tblPr>
        <w:tblW w:w="8789" w:type="dxa"/>
        <w:tblInd w:w="108" w:type="dxa"/>
        <w:tblLook w:val="01E0" w:firstRow="1" w:lastRow="1" w:firstColumn="1" w:lastColumn="1" w:noHBand="0" w:noVBand="0"/>
      </w:tblPr>
      <w:tblGrid>
        <w:gridCol w:w="1985"/>
        <w:gridCol w:w="6804"/>
      </w:tblGrid>
      <w:tr w:rsidR="0026369A" w:rsidRPr="008E7459" w:rsidTr="0082251B">
        <w:trPr>
          <w:trHeight w:val="20"/>
        </w:trPr>
        <w:tc>
          <w:tcPr>
            <w:tcW w:w="1985" w:type="dxa"/>
          </w:tcPr>
          <w:p w:rsidR="0026369A" w:rsidRPr="008E7459" w:rsidRDefault="0026369A" w:rsidP="0026369A">
            <w:pPr>
              <w:pStyle w:val="TableBodyText"/>
              <w:ind w:left="34"/>
              <w:jc w:val="left"/>
            </w:pPr>
            <w:r w:rsidRPr="008E7459">
              <w:t>Key amendments from previous cycle</w:t>
            </w:r>
            <w:r w:rsidR="006C4B7A" w:rsidRPr="008E7459">
              <w:t xml:space="preserve"> of reporting</w:t>
            </w:r>
            <w:r w:rsidRPr="008E7459">
              <w:t>:</w:t>
            </w:r>
          </w:p>
          <w:p w:rsidR="0026369A" w:rsidRPr="008E7459" w:rsidRDefault="0026369A" w:rsidP="0026369A">
            <w:pPr>
              <w:pStyle w:val="TableBodyText"/>
              <w:ind w:left="34"/>
              <w:jc w:val="left"/>
            </w:pPr>
          </w:p>
        </w:tc>
        <w:tc>
          <w:tcPr>
            <w:tcW w:w="6804" w:type="dxa"/>
          </w:tcPr>
          <w:p w:rsidR="0026369A" w:rsidRPr="008E7459" w:rsidRDefault="006C4B7A" w:rsidP="009711BE">
            <w:pPr>
              <w:pStyle w:val="TableBodyText"/>
              <w:ind w:left="34"/>
              <w:jc w:val="left"/>
            </w:pPr>
            <w:r w:rsidRPr="008E7459">
              <w:t>Th</w:t>
            </w:r>
            <w:r w:rsidR="00023F6D" w:rsidRPr="008E7459">
              <w:t>is target is based on target b in the previous NEA</w:t>
            </w:r>
            <w:r w:rsidRPr="008E7459">
              <w:t xml:space="preserve">. There </w:t>
            </w:r>
            <w:r w:rsidR="009711BE" w:rsidRPr="008E7459">
              <w:t>are no changes to the</w:t>
            </w:r>
            <w:r w:rsidRPr="008E7459">
              <w:t xml:space="preserve"> measure</w:t>
            </w:r>
            <w:r w:rsidR="00023F6D" w:rsidRPr="008E7459">
              <w:t xml:space="preserve"> </w:t>
            </w:r>
            <w:r w:rsidRPr="008E7459">
              <w:t>or data.</w:t>
            </w:r>
          </w:p>
        </w:tc>
      </w:tr>
      <w:tr w:rsidR="0026369A" w:rsidRPr="008E7459" w:rsidTr="00426727">
        <w:trPr>
          <w:trHeight w:val="642"/>
        </w:trPr>
        <w:tc>
          <w:tcPr>
            <w:tcW w:w="1985" w:type="dxa"/>
          </w:tcPr>
          <w:p w:rsidR="0026369A" w:rsidRPr="008E7459" w:rsidRDefault="0026369A" w:rsidP="0026369A">
            <w:pPr>
              <w:pStyle w:val="TableBodyText"/>
              <w:ind w:left="34"/>
              <w:jc w:val="left"/>
            </w:pPr>
            <w:r w:rsidRPr="008E7459">
              <w:t>Outcome:</w:t>
            </w:r>
          </w:p>
        </w:tc>
        <w:tc>
          <w:tcPr>
            <w:tcW w:w="6804" w:type="dxa"/>
          </w:tcPr>
          <w:p w:rsidR="0026369A" w:rsidRPr="008E7459" w:rsidRDefault="006C4B7A" w:rsidP="0026369A">
            <w:pPr>
              <w:pStyle w:val="TableBodyText"/>
              <w:spacing w:after="0"/>
              <w:ind w:left="34"/>
              <w:jc w:val="left"/>
            </w:pPr>
            <w:r w:rsidRPr="008E7459">
              <w:t>Schooling promotes the social inclusion and reduces the educational disadvantage of children, especially Indigenous children</w:t>
            </w:r>
          </w:p>
        </w:tc>
      </w:tr>
      <w:tr w:rsidR="0026369A" w:rsidRPr="008E7459" w:rsidTr="0026369A">
        <w:trPr>
          <w:trHeight w:val="1709"/>
        </w:trPr>
        <w:tc>
          <w:tcPr>
            <w:tcW w:w="1985" w:type="dxa"/>
          </w:tcPr>
          <w:p w:rsidR="0026369A" w:rsidRPr="008E7459" w:rsidRDefault="0026369A" w:rsidP="0026369A">
            <w:pPr>
              <w:pStyle w:val="TableBodyText"/>
              <w:ind w:left="34"/>
              <w:jc w:val="left"/>
            </w:pPr>
            <w:r w:rsidRPr="008E7459">
              <w:t xml:space="preserve">Measure: </w:t>
            </w:r>
          </w:p>
        </w:tc>
        <w:tc>
          <w:tcPr>
            <w:tcW w:w="6804" w:type="dxa"/>
          </w:tcPr>
          <w:p w:rsidR="006C4B7A" w:rsidRPr="008E7459" w:rsidRDefault="006C4B7A" w:rsidP="006C4B7A">
            <w:pPr>
              <w:pStyle w:val="TableBodyText"/>
              <w:jc w:val="left"/>
            </w:pPr>
            <w:r w:rsidRPr="008E7459">
              <w:t>The measure is defined as:</w:t>
            </w:r>
          </w:p>
          <w:p w:rsidR="006C4B7A" w:rsidRPr="008E7459" w:rsidRDefault="006C4B7A" w:rsidP="006C4B7A">
            <w:pPr>
              <w:pStyle w:val="TableBullet"/>
            </w:pPr>
            <w:r w:rsidRPr="008E7459">
              <w:t>proportion of students at or above the national minimum standard in reading, writing and numeracy for years 3, 5, 7 and 9, by Indigenous status</w:t>
            </w:r>
          </w:p>
          <w:p w:rsidR="006C4B7A" w:rsidRPr="008E7459" w:rsidRDefault="006C4B7A" w:rsidP="006C4B7A">
            <w:pPr>
              <w:pStyle w:val="TableBodyText"/>
              <w:ind w:left="34"/>
            </w:pPr>
          </w:p>
          <w:p w:rsidR="0026369A" w:rsidRPr="008E7459" w:rsidRDefault="006C4B7A" w:rsidP="006C4B7A">
            <w:pPr>
              <w:pStyle w:val="TableBodyText"/>
              <w:jc w:val="left"/>
            </w:pPr>
            <w:r w:rsidRPr="008E7459">
              <w:t>Note: NAPLAN reports the percentage of students who achieved at or above the national minimum standard. The complex process by which student scores are arrived at and distributed across the national achievement bands (using the Rasch model, a recognised analysis model for educational measurement) are agreed by states, territories and the Commonwealth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6C4B7A" w:rsidRPr="008E7459" w:rsidRDefault="006C4B7A" w:rsidP="006C4B7A">
            <w:pPr>
              <w:pStyle w:val="TableBodyText"/>
              <w:jc w:val="left"/>
            </w:pPr>
          </w:p>
        </w:tc>
      </w:tr>
      <w:tr w:rsidR="0026369A" w:rsidRPr="008E7459" w:rsidTr="001333E1">
        <w:trPr>
          <w:trHeight w:val="948"/>
        </w:trPr>
        <w:tc>
          <w:tcPr>
            <w:tcW w:w="1985" w:type="dxa"/>
          </w:tcPr>
          <w:p w:rsidR="0026369A" w:rsidRPr="008E7459" w:rsidRDefault="0026369A" w:rsidP="0026369A">
            <w:pPr>
              <w:pStyle w:val="TableBodyText"/>
              <w:ind w:left="34"/>
              <w:jc w:val="left"/>
            </w:pPr>
            <w:r w:rsidRPr="008E7459">
              <w:t>Related performance indicator/s:</w:t>
            </w:r>
          </w:p>
        </w:tc>
        <w:tc>
          <w:tcPr>
            <w:tcW w:w="6804" w:type="dxa"/>
          </w:tcPr>
          <w:p w:rsidR="0026369A" w:rsidRPr="008E7459" w:rsidRDefault="006C4B7A" w:rsidP="0026369A">
            <w:pPr>
              <w:pStyle w:val="TableBodyText"/>
              <w:ind w:left="34"/>
              <w:jc w:val="left"/>
            </w:pPr>
            <w:r w:rsidRPr="008E7459">
              <w:t>NEA PI 2: Literacy and numeracy achievement of Year 3, 5, 7 and 9 students in national testing.</w:t>
            </w:r>
          </w:p>
        </w:tc>
      </w:tr>
      <w:tr w:rsidR="0026369A" w:rsidRPr="008E7459" w:rsidTr="0026369A">
        <w:trPr>
          <w:trHeight w:val="574"/>
        </w:trPr>
        <w:tc>
          <w:tcPr>
            <w:tcW w:w="1985" w:type="dxa"/>
          </w:tcPr>
          <w:p w:rsidR="0026369A" w:rsidRPr="008E7459" w:rsidRDefault="0026369A" w:rsidP="0026369A">
            <w:pPr>
              <w:pStyle w:val="TableBodyText"/>
              <w:ind w:left="34"/>
              <w:jc w:val="left"/>
            </w:pPr>
            <w:r w:rsidRPr="008E7459">
              <w:t>Data source:</w:t>
            </w:r>
          </w:p>
        </w:tc>
        <w:tc>
          <w:tcPr>
            <w:tcW w:w="6804" w:type="dxa"/>
          </w:tcPr>
          <w:p w:rsidR="006C4B7A" w:rsidRPr="008E7459" w:rsidRDefault="006C4B7A" w:rsidP="006C4B7A">
            <w:pPr>
              <w:pStyle w:val="TableBodyText"/>
              <w:jc w:val="left"/>
            </w:pPr>
            <w:r w:rsidRPr="008E7459">
              <w:rPr>
                <w:u w:val="single"/>
              </w:rPr>
              <w:t>National Assessment Program — Literacy and Numeracy</w:t>
            </w:r>
            <w:r w:rsidRPr="008E7459">
              <w:t xml:space="preserve"> (NAPLAN).</w:t>
            </w:r>
          </w:p>
          <w:p w:rsidR="0026369A" w:rsidRPr="008E7459" w:rsidRDefault="006C4B7A" w:rsidP="006C4B7A">
            <w:pPr>
              <w:pStyle w:val="TableBodyText"/>
              <w:jc w:val="left"/>
            </w:pPr>
            <w:r w:rsidRPr="008E7459">
              <w:t>Data are available annually</w:t>
            </w:r>
          </w:p>
          <w:p w:rsidR="006C4B7A" w:rsidRPr="008E7459" w:rsidRDefault="006C4B7A" w:rsidP="006C4B7A">
            <w:pPr>
              <w:pStyle w:val="TableBodyText"/>
              <w:jc w:val="left"/>
            </w:pPr>
          </w:p>
        </w:tc>
      </w:tr>
      <w:tr w:rsidR="0026369A" w:rsidRPr="008E7459" w:rsidTr="0026369A">
        <w:trPr>
          <w:trHeight w:val="582"/>
        </w:trPr>
        <w:tc>
          <w:tcPr>
            <w:tcW w:w="1985" w:type="dxa"/>
          </w:tcPr>
          <w:p w:rsidR="0026369A" w:rsidRPr="008E7459" w:rsidRDefault="0026369A" w:rsidP="0026369A">
            <w:pPr>
              <w:pStyle w:val="TableBodyText"/>
              <w:ind w:left="34"/>
              <w:jc w:val="left"/>
            </w:pPr>
            <w:r w:rsidRPr="008E7459">
              <w:t>Data provider:</w:t>
            </w:r>
          </w:p>
        </w:tc>
        <w:tc>
          <w:tcPr>
            <w:tcW w:w="6804" w:type="dxa"/>
          </w:tcPr>
          <w:p w:rsidR="0026369A" w:rsidRPr="008E7459" w:rsidRDefault="006C4B7A" w:rsidP="0026369A">
            <w:pPr>
              <w:pStyle w:val="TableBodyText"/>
              <w:ind w:left="34"/>
              <w:jc w:val="left"/>
            </w:pPr>
            <w:r w:rsidRPr="008E7459">
              <w:t>ACARA</w:t>
            </w:r>
          </w:p>
        </w:tc>
      </w:tr>
      <w:tr w:rsidR="0026369A" w:rsidRPr="008E7459" w:rsidTr="0026369A">
        <w:trPr>
          <w:trHeight w:val="646"/>
        </w:trPr>
        <w:tc>
          <w:tcPr>
            <w:tcW w:w="1985" w:type="dxa"/>
          </w:tcPr>
          <w:p w:rsidR="0026369A" w:rsidRPr="008E7459" w:rsidRDefault="0026369A" w:rsidP="0026369A">
            <w:pPr>
              <w:pStyle w:val="TableBodyText"/>
              <w:ind w:left="34"/>
              <w:jc w:val="left"/>
            </w:pPr>
            <w:r w:rsidRPr="008E7459">
              <w:t>Data availability:</w:t>
            </w:r>
          </w:p>
        </w:tc>
        <w:tc>
          <w:tcPr>
            <w:tcW w:w="6804" w:type="dxa"/>
          </w:tcPr>
          <w:p w:rsidR="0026369A" w:rsidRPr="008E7459" w:rsidRDefault="006C4B7A" w:rsidP="0036594B">
            <w:pPr>
              <w:pStyle w:val="TableBodyText"/>
              <w:jc w:val="left"/>
            </w:pPr>
            <w:r w:rsidRPr="008E7459">
              <w:t>2012</w:t>
            </w:r>
          </w:p>
        </w:tc>
      </w:tr>
      <w:tr w:rsidR="0026369A" w:rsidRPr="008E7459" w:rsidTr="0026369A">
        <w:trPr>
          <w:trHeight w:val="350"/>
        </w:trPr>
        <w:tc>
          <w:tcPr>
            <w:tcW w:w="1985" w:type="dxa"/>
          </w:tcPr>
          <w:p w:rsidR="0026369A" w:rsidRPr="008E7459" w:rsidRDefault="0026369A" w:rsidP="0026369A">
            <w:pPr>
              <w:pStyle w:val="TableBodyText"/>
              <w:ind w:left="34"/>
              <w:jc w:val="left"/>
            </w:pPr>
            <w:r w:rsidRPr="008E7459">
              <w:t>Baseline:</w:t>
            </w:r>
          </w:p>
        </w:tc>
        <w:tc>
          <w:tcPr>
            <w:tcW w:w="6804" w:type="dxa"/>
          </w:tcPr>
          <w:p w:rsidR="0026369A" w:rsidRPr="008E7459" w:rsidRDefault="006C4B7A" w:rsidP="0026369A">
            <w:pPr>
              <w:pStyle w:val="TableBodyText"/>
              <w:ind w:left="34"/>
              <w:jc w:val="left"/>
            </w:pPr>
            <w:r w:rsidRPr="008E7459">
              <w:t>2008</w:t>
            </w:r>
          </w:p>
        </w:tc>
      </w:tr>
      <w:tr w:rsidR="0026369A" w:rsidRPr="008E7459" w:rsidTr="0026369A">
        <w:tc>
          <w:tcPr>
            <w:tcW w:w="1985" w:type="dxa"/>
          </w:tcPr>
          <w:p w:rsidR="0026369A" w:rsidRPr="008E7459" w:rsidRDefault="0026369A" w:rsidP="0026369A">
            <w:pPr>
              <w:pStyle w:val="TableBodyText"/>
              <w:ind w:left="34"/>
              <w:jc w:val="left"/>
            </w:pPr>
            <w:r w:rsidRPr="008E7459">
              <w:t>Cross tabulations provided:</w:t>
            </w:r>
          </w:p>
        </w:tc>
        <w:tc>
          <w:tcPr>
            <w:tcW w:w="6804" w:type="dxa"/>
          </w:tcPr>
          <w:p w:rsidR="006C4B7A" w:rsidRPr="008E7459" w:rsidRDefault="006C4B7A" w:rsidP="006C4B7A">
            <w:pPr>
              <w:pStyle w:val="TableBodyText"/>
              <w:jc w:val="left"/>
            </w:pPr>
            <w:r w:rsidRPr="008E7459">
              <w:t>For each year level (3, 5, 7 and 9 — reported individually) by learning domain (reading, writing and numeracy — reported individually), State and Territory by:</w:t>
            </w:r>
          </w:p>
          <w:p w:rsidR="0026369A" w:rsidRPr="008E7459" w:rsidRDefault="006C4B7A" w:rsidP="006C4B7A">
            <w:pPr>
              <w:pStyle w:val="TableBullet"/>
            </w:pPr>
            <w:r w:rsidRPr="008E7459">
              <w:t>Indigenous status</w:t>
            </w:r>
          </w:p>
        </w:tc>
      </w:tr>
    </w:tbl>
    <w:p w:rsidR="007078C8" w:rsidRPr="008E7459" w:rsidRDefault="007078C8" w:rsidP="007078C8">
      <w:pPr>
        <w:pStyle w:val="BodyText"/>
      </w:pPr>
      <w:r w:rsidRPr="008E7459">
        <w:br w:type="page"/>
      </w:r>
    </w:p>
    <w:p w:rsidR="0026369A" w:rsidRPr="008E7459" w:rsidRDefault="0026369A" w:rsidP="007078C8">
      <w:pPr>
        <w:pStyle w:val="BoxSpace"/>
        <w:widowControl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rPr>
          <w:cantSplit/>
        </w:trPr>
        <w:tc>
          <w:tcPr>
            <w:tcW w:w="8771" w:type="dxa"/>
            <w:tcBorders>
              <w:top w:val="single" w:sz="6" w:space="0" w:color="auto"/>
              <w:bottom w:val="nil"/>
            </w:tcBorders>
          </w:tcPr>
          <w:p w:rsidR="0026369A" w:rsidRPr="008E7459" w:rsidRDefault="0026369A" w:rsidP="007078C8">
            <w:pPr>
              <w:pStyle w:val="BoxTitle"/>
              <w:keepLines w:val="0"/>
              <w:widowControl w:val="0"/>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6</w:t>
            </w:r>
            <w:r w:rsidRPr="008E7459">
              <w:rPr>
                <w:b w:val="0"/>
              </w:rPr>
              <w:fldChar w:fldCharType="end"/>
            </w:r>
            <w:r w:rsidRPr="008E7459">
              <w:tab/>
              <w:t>Results</w:t>
            </w:r>
          </w:p>
        </w:tc>
      </w:tr>
      <w:tr w:rsidR="0026369A" w:rsidRPr="008E7459" w:rsidTr="0026369A">
        <w:trPr>
          <w:cantSplit/>
        </w:trPr>
        <w:tc>
          <w:tcPr>
            <w:tcW w:w="8771" w:type="dxa"/>
            <w:tcBorders>
              <w:top w:val="nil"/>
              <w:left w:val="single" w:sz="4" w:space="0" w:color="auto"/>
              <w:bottom w:val="nil"/>
              <w:right w:val="single" w:sz="4" w:space="0" w:color="auto"/>
            </w:tcBorders>
          </w:tcPr>
          <w:p w:rsidR="00325F38" w:rsidRPr="008E7459" w:rsidRDefault="00325F38" w:rsidP="00295095">
            <w:pPr>
              <w:pStyle w:val="Box"/>
            </w:pPr>
            <w:r w:rsidRPr="008E7459">
              <w:t xml:space="preserve">For this report, new data for this indicator are available for 2012. </w:t>
            </w:r>
          </w:p>
          <w:p w:rsidR="00325F38" w:rsidRPr="008E7459" w:rsidRDefault="00325F38" w:rsidP="00FD6EBC">
            <w:pPr>
              <w:pStyle w:val="BoxListBullet"/>
            </w:pPr>
            <w:r w:rsidRPr="008E7459">
              <w:t>Data for students who achieved at or above the national minimum standard are presented by State and Territory by</w:t>
            </w:r>
            <w:r w:rsidR="005B54B3" w:rsidRPr="008E7459">
              <w:t xml:space="preserve"> Indigenous status </w:t>
            </w:r>
            <w:r w:rsidR="00565AE6" w:rsidRPr="008E7459">
              <w:t xml:space="preserve">in tables </w:t>
            </w:r>
            <w:r w:rsidR="00FD6EBC" w:rsidRPr="008E7459">
              <w:t>NEA.2.1–</w:t>
            </w:r>
            <w:r w:rsidRPr="008E7459">
              <w:t>12</w:t>
            </w:r>
            <w:r w:rsidR="001D7469" w:rsidRPr="008E7459">
              <w:t xml:space="preserve">. </w:t>
            </w:r>
          </w:p>
          <w:p w:rsidR="00325F38" w:rsidRPr="008E7459" w:rsidRDefault="00695D53" w:rsidP="00295095">
            <w:pPr>
              <w:pStyle w:val="Box"/>
            </w:pPr>
            <w:r w:rsidRPr="008E7459">
              <w:t xml:space="preserve">Data for 2011 are available in the 2011 NEA performance report. </w:t>
            </w:r>
            <w:r w:rsidR="00DD6B2B" w:rsidRPr="008E7459">
              <w:t xml:space="preserve">Data for 2010 are available in the 2010 NEA performance report. </w:t>
            </w:r>
            <w:r w:rsidR="00325F38" w:rsidRPr="008E7459">
              <w:t>Data for 2009 and 2008 are available in the 2009 NEA performance report.</w:t>
            </w:r>
          </w:p>
          <w:p w:rsidR="0026369A" w:rsidRPr="008E7459" w:rsidRDefault="00325F38" w:rsidP="005B54B3">
            <w:pPr>
              <w:pStyle w:val="Box"/>
            </w:pPr>
            <w:r w:rsidRPr="008E7459">
              <w:t>Apparent differences may not be statistically significant and relevant confidence intervals may be requested directly from the data provider. Different confidence intervals are required depending on the type of analysis. Confidence intervals for comparing data within years and across jurisdictions are different from confidence intervals for comparing data across years within and across jurisdictions.</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7078C8">
            <w:pPr>
              <w:pStyle w:val="Box"/>
              <w:widowControl w:val="0"/>
              <w:spacing w:before="0" w:line="120" w:lineRule="exact"/>
            </w:pPr>
          </w:p>
        </w:tc>
      </w:tr>
    </w:tbl>
    <w:p w:rsidR="0026369A" w:rsidRPr="008E7459" w:rsidRDefault="0026369A" w:rsidP="0026369A">
      <w:pPr>
        <w:pStyle w:val="Heading4"/>
        <w:spacing w:after="120"/>
      </w:pPr>
      <w:r w:rsidRPr="008E7459">
        <w:t>Attachment table</w:t>
      </w:r>
      <w:r w:rsidR="000F0C9C" w:rsidRPr="008E7459">
        <w:t>s</w:t>
      </w:r>
    </w:p>
    <w:tbl>
      <w:tblPr>
        <w:tblStyle w:val="TableGrid"/>
        <w:tblW w:w="0" w:type="auto"/>
        <w:tblInd w:w="137" w:type="dxa"/>
        <w:tblLook w:val="04A0" w:firstRow="1" w:lastRow="0" w:firstColumn="1" w:lastColumn="0" w:noHBand="0" w:noVBand="1"/>
      </w:tblPr>
      <w:tblGrid>
        <w:gridCol w:w="1814"/>
        <w:gridCol w:w="6946"/>
      </w:tblGrid>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NEA.2.1</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E41429" w:rsidRPr="008E7459">
              <w:rPr>
                <w:rFonts w:ascii="Arial" w:hAnsi="Arial" w:cs="Arial"/>
                <w:sz w:val="20"/>
                <w:szCs w:val="20"/>
              </w:rPr>
              <w:t xml:space="preserve"> </w:t>
            </w:r>
          </w:p>
        </w:tc>
      </w:tr>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NEA.2.2</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E41429" w:rsidRPr="008E7459">
              <w:rPr>
                <w:rFonts w:ascii="Arial" w:hAnsi="Arial" w:cs="Arial"/>
                <w:sz w:val="20"/>
                <w:szCs w:val="20"/>
              </w:rPr>
              <w:t xml:space="preserve"> </w:t>
            </w:r>
          </w:p>
        </w:tc>
      </w:tr>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NEA.2.3</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E41429" w:rsidRPr="008E7459">
              <w:rPr>
                <w:rFonts w:ascii="Arial" w:hAnsi="Arial" w:cs="Arial"/>
                <w:sz w:val="20"/>
                <w:szCs w:val="20"/>
              </w:rPr>
              <w:t xml:space="preserve"> </w:t>
            </w:r>
          </w:p>
        </w:tc>
      </w:tr>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NEA.2.4</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E41429" w:rsidRPr="008E7459">
              <w:rPr>
                <w:rFonts w:ascii="Arial" w:hAnsi="Arial" w:cs="Arial"/>
                <w:sz w:val="20"/>
                <w:szCs w:val="20"/>
              </w:rPr>
              <w:t xml:space="preserve"> </w:t>
            </w:r>
          </w:p>
        </w:tc>
      </w:tr>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NEA.2.5</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NEA.2.6</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NEA.2.7</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NEA.2.8</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NEA.2.9</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lastRenderedPageBreak/>
              <w:t>Table NEA.2.10</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NEA.2.11</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E41429" w:rsidRPr="008E7459">
              <w:rPr>
                <w:rFonts w:ascii="Arial" w:hAnsi="Arial" w:cs="Arial"/>
                <w:sz w:val="20"/>
                <w:szCs w:val="20"/>
              </w:rPr>
              <w:t xml:space="preserve"> </w:t>
            </w:r>
          </w:p>
        </w:tc>
      </w:tr>
      <w:tr w:rsidR="0032498C" w:rsidRPr="008E7459" w:rsidTr="00830940">
        <w:trPr>
          <w:trHeight w:val="867"/>
        </w:trPr>
        <w:tc>
          <w:tcPr>
            <w:tcW w:w="1814" w:type="dxa"/>
            <w:noWrap/>
            <w:hideMark/>
          </w:tcPr>
          <w:p w:rsidR="0032498C" w:rsidRPr="008E7459" w:rsidRDefault="0032498C" w:rsidP="00EA5ECE">
            <w:pPr>
              <w:rPr>
                <w:rFonts w:ascii="Arial" w:hAnsi="Arial" w:cs="Arial"/>
                <w:b/>
                <w:bCs/>
                <w:sz w:val="20"/>
                <w:szCs w:val="20"/>
              </w:rPr>
            </w:pPr>
            <w:r w:rsidRPr="008E7459">
              <w:rPr>
                <w:rFonts w:ascii="Arial" w:hAnsi="Arial" w:cs="Arial"/>
                <w:b/>
                <w:bCs/>
                <w:sz w:val="20"/>
                <w:szCs w:val="20"/>
              </w:rPr>
              <w:t>Table NEA.2.12</w:t>
            </w:r>
          </w:p>
        </w:tc>
        <w:tc>
          <w:tcPr>
            <w:tcW w:w="6946" w:type="dxa"/>
            <w:hideMark/>
          </w:tcPr>
          <w:p w:rsidR="0032498C" w:rsidRPr="008E7459" w:rsidRDefault="0032498C" w:rsidP="0032498C">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bl>
    <w:p w:rsidR="0026369A" w:rsidRPr="008E7459"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26369A">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7</w:t>
            </w:r>
            <w:r w:rsidRPr="008E7459">
              <w:rPr>
                <w:b w:val="0"/>
              </w:rPr>
              <w:fldChar w:fldCharType="end"/>
            </w:r>
            <w:r w:rsidRPr="008E7459">
              <w:tab/>
              <w:t>Comment on data quality</w:t>
            </w:r>
          </w:p>
        </w:tc>
      </w:tr>
      <w:tr w:rsidR="0026369A" w:rsidRPr="008E7459" w:rsidTr="0026369A">
        <w:trPr>
          <w:cantSplit/>
        </w:trPr>
        <w:tc>
          <w:tcPr>
            <w:tcW w:w="8771" w:type="dxa"/>
            <w:tcBorders>
              <w:top w:val="nil"/>
              <w:left w:val="single" w:sz="4" w:space="0" w:color="auto"/>
              <w:bottom w:val="nil"/>
              <w:right w:val="single" w:sz="4" w:space="0" w:color="auto"/>
            </w:tcBorders>
          </w:tcPr>
          <w:p w:rsidR="00133615" w:rsidRPr="008E7459" w:rsidRDefault="00695D53" w:rsidP="00295095">
            <w:pPr>
              <w:pStyle w:val="Box"/>
            </w:pPr>
            <w:r w:rsidRPr="008E7459">
              <w:t>D</w:t>
            </w:r>
            <w:r w:rsidR="00485C15" w:rsidRPr="008E7459">
              <w:t xml:space="preserve">etails are included in the comment on </w:t>
            </w:r>
            <w:r w:rsidR="00325F38" w:rsidRPr="008E7459">
              <w:t>data quality for NEA Indicator 2</w:t>
            </w:r>
            <w:r w:rsidR="00485C15" w:rsidRPr="008E7459">
              <w:t>.</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26369A" w:rsidRPr="008E7459" w:rsidRDefault="0026369A" w:rsidP="00680E60">
      <w:pPr>
        <w:pStyle w:val="Heading3"/>
        <w:spacing w:before="0" w:line="240" w:lineRule="auto"/>
      </w:pPr>
      <w:r w:rsidRPr="008E7459">
        <w:br w:type="page"/>
      </w:r>
      <w:r w:rsidRPr="008E7459">
        <w:lastRenderedPageBreak/>
        <w:t>Performance target (</w:t>
      </w:r>
      <w:r w:rsidR="00426727" w:rsidRPr="008E7459">
        <w:t>d</w:t>
      </w:r>
      <w:r w:rsidRPr="008E7459">
        <w:t xml:space="preserve">) — </w:t>
      </w:r>
      <w:r w:rsidR="00426727" w:rsidRPr="008E7459">
        <w:t>At least halve the gap for Indigenous students in Year 12 or equivalent attainment rates by 2020</w:t>
      </w:r>
    </w:p>
    <w:p w:rsidR="00847A99" w:rsidRPr="008E7459" w:rsidRDefault="00847A99" w:rsidP="00847A99">
      <w:pPr>
        <w:pStyle w:val="BoxSpace"/>
      </w:pPr>
    </w:p>
    <w:tbl>
      <w:tblPr>
        <w:tblW w:w="8789" w:type="dxa"/>
        <w:tblInd w:w="108" w:type="dxa"/>
        <w:tblLook w:val="01E0" w:firstRow="1" w:lastRow="1" w:firstColumn="1" w:lastColumn="1" w:noHBand="0" w:noVBand="0"/>
      </w:tblPr>
      <w:tblGrid>
        <w:gridCol w:w="1985"/>
        <w:gridCol w:w="6804"/>
      </w:tblGrid>
      <w:tr w:rsidR="00426727" w:rsidRPr="008E7459" w:rsidTr="0026369A">
        <w:trPr>
          <w:trHeight w:val="682"/>
        </w:trPr>
        <w:tc>
          <w:tcPr>
            <w:tcW w:w="1985" w:type="dxa"/>
          </w:tcPr>
          <w:p w:rsidR="0026369A" w:rsidRPr="008E7459" w:rsidRDefault="0026369A" w:rsidP="00847A99">
            <w:pPr>
              <w:pStyle w:val="TableBodyText"/>
              <w:keepNext w:val="0"/>
              <w:keepLines w:val="0"/>
              <w:ind w:left="34"/>
              <w:jc w:val="left"/>
            </w:pPr>
            <w:r w:rsidRPr="008E7459">
              <w:t>Key amendments from previous cycle</w:t>
            </w:r>
            <w:r w:rsidR="00426727" w:rsidRPr="008E7459">
              <w:t xml:space="preserve"> of reporting</w:t>
            </w:r>
            <w:r w:rsidRPr="008E7459">
              <w:t>:</w:t>
            </w:r>
          </w:p>
          <w:p w:rsidR="0026369A" w:rsidRPr="008E7459" w:rsidRDefault="0026369A" w:rsidP="00847A99">
            <w:pPr>
              <w:pStyle w:val="TableBodyText"/>
              <w:keepNext w:val="0"/>
              <w:keepLines w:val="0"/>
              <w:ind w:left="34"/>
              <w:jc w:val="left"/>
            </w:pPr>
          </w:p>
        </w:tc>
        <w:tc>
          <w:tcPr>
            <w:tcW w:w="6804" w:type="dxa"/>
          </w:tcPr>
          <w:p w:rsidR="0026369A" w:rsidRPr="008E7459" w:rsidRDefault="009711BE" w:rsidP="00847A99">
            <w:pPr>
              <w:pStyle w:val="TableBodyText"/>
              <w:keepNext w:val="0"/>
              <w:keepLines w:val="0"/>
              <w:ind w:left="34"/>
              <w:jc w:val="left"/>
            </w:pPr>
            <w:r w:rsidRPr="008E7459">
              <w:t>This target is based on target c in the previous NEA. There are no changes to the measures or data.</w:t>
            </w:r>
          </w:p>
        </w:tc>
      </w:tr>
      <w:tr w:rsidR="00426727" w:rsidRPr="008E7459" w:rsidTr="001333E1">
        <w:trPr>
          <w:trHeight w:val="1535"/>
        </w:trPr>
        <w:tc>
          <w:tcPr>
            <w:tcW w:w="1985" w:type="dxa"/>
          </w:tcPr>
          <w:p w:rsidR="0026369A" w:rsidRPr="008E7459" w:rsidRDefault="0026369A" w:rsidP="00847A99">
            <w:pPr>
              <w:pStyle w:val="TableBodyText"/>
              <w:keepNext w:val="0"/>
              <w:keepLines w:val="0"/>
              <w:ind w:left="34"/>
              <w:jc w:val="left"/>
            </w:pPr>
            <w:r w:rsidRPr="008E7459">
              <w:t>Outcome</w:t>
            </w:r>
            <w:r w:rsidR="00EB3F0E" w:rsidRPr="008E7459">
              <w:t>s</w:t>
            </w:r>
            <w:r w:rsidRPr="008E7459">
              <w:t>:</w:t>
            </w:r>
          </w:p>
        </w:tc>
        <w:tc>
          <w:tcPr>
            <w:tcW w:w="6804" w:type="dxa"/>
          </w:tcPr>
          <w:p w:rsidR="00426727" w:rsidRPr="008E7459" w:rsidRDefault="00426727" w:rsidP="00847A99">
            <w:pPr>
              <w:pStyle w:val="TableBodyText"/>
              <w:keepNext w:val="0"/>
              <w:keepLines w:val="0"/>
              <w:ind w:hanging="6"/>
              <w:jc w:val="left"/>
            </w:pPr>
            <w:r w:rsidRPr="008E7459">
              <w:t>Young people make a successful transition from school to work and further study</w:t>
            </w:r>
          </w:p>
          <w:p w:rsidR="00426727" w:rsidRPr="008E7459" w:rsidRDefault="00426727" w:rsidP="00847A99">
            <w:pPr>
              <w:pStyle w:val="TableBodyText"/>
              <w:keepNext w:val="0"/>
              <w:keepLines w:val="0"/>
              <w:ind w:hanging="6"/>
              <w:jc w:val="left"/>
            </w:pPr>
          </w:p>
          <w:p w:rsidR="0026369A" w:rsidRPr="008E7459" w:rsidRDefault="00426727" w:rsidP="00847A99">
            <w:pPr>
              <w:pStyle w:val="TableBodyText"/>
              <w:keepNext w:val="0"/>
              <w:keepLines w:val="0"/>
              <w:ind w:hanging="6"/>
              <w:jc w:val="left"/>
              <w:rPr>
                <w:sz w:val="24"/>
              </w:rPr>
            </w:pPr>
            <w:r w:rsidRPr="008E7459">
              <w:t>Schooling promotes the social inclusion and reduces the educational disadvantage of children, especially Indigenous children</w:t>
            </w:r>
          </w:p>
        </w:tc>
      </w:tr>
      <w:tr w:rsidR="00426727" w:rsidRPr="008E7459" w:rsidTr="001333E1">
        <w:trPr>
          <w:trHeight w:val="5807"/>
        </w:trPr>
        <w:tc>
          <w:tcPr>
            <w:tcW w:w="1985" w:type="dxa"/>
          </w:tcPr>
          <w:p w:rsidR="0026369A" w:rsidRPr="008E7459" w:rsidRDefault="0026369A" w:rsidP="00847A99">
            <w:pPr>
              <w:pStyle w:val="TableBodyText"/>
              <w:keepNext w:val="0"/>
              <w:keepLines w:val="0"/>
              <w:ind w:left="34"/>
              <w:jc w:val="left"/>
            </w:pPr>
            <w:r w:rsidRPr="008E7459">
              <w:t xml:space="preserve">Measure: </w:t>
            </w:r>
          </w:p>
        </w:tc>
        <w:tc>
          <w:tcPr>
            <w:tcW w:w="6804" w:type="dxa"/>
          </w:tcPr>
          <w:p w:rsidR="00426727" w:rsidRPr="008E7459" w:rsidRDefault="00426727" w:rsidP="00847A99">
            <w:pPr>
              <w:pStyle w:val="TableBodyText"/>
              <w:keepNext w:val="0"/>
              <w:keepLines w:val="0"/>
              <w:ind w:hanging="6"/>
              <w:jc w:val="left"/>
            </w:pPr>
            <w:r w:rsidRPr="008E7459">
              <w:t xml:space="preserve">Proportion of 20–24 year olds having attained at least a year 12 or </w:t>
            </w:r>
          </w:p>
          <w:p w:rsidR="00426727" w:rsidRPr="008E7459" w:rsidRDefault="00426727" w:rsidP="00847A99">
            <w:pPr>
              <w:pStyle w:val="TableBodyText"/>
              <w:keepNext w:val="0"/>
              <w:keepLines w:val="0"/>
              <w:ind w:hanging="6"/>
              <w:jc w:val="left"/>
            </w:pPr>
            <w:r w:rsidRPr="008E7459">
              <w:t>equivalent or AQF Certificate Level II, by Indigenous status</w:t>
            </w:r>
          </w:p>
          <w:p w:rsidR="00426727" w:rsidRPr="008E7459" w:rsidRDefault="00426727" w:rsidP="00847A99">
            <w:pPr>
              <w:pStyle w:val="TableBodyText"/>
              <w:keepNext w:val="0"/>
              <w:keepLines w:val="0"/>
              <w:ind w:hanging="6"/>
              <w:jc w:val="left"/>
            </w:pPr>
          </w:p>
          <w:p w:rsidR="00426727" w:rsidRPr="008E7459" w:rsidRDefault="00426727" w:rsidP="00847A99">
            <w:pPr>
              <w:pStyle w:val="TableBodyText"/>
              <w:keepNext w:val="0"/>
              <w:keepLines w:val="0"/>
              <w:ind w:hanging="6"/>
              <w:jc w:val="left"/>
            </w:pPr>
            <w:r w:rsidRPr="008E7459">
              <w:t>The measure is defined as:</w:t>
            </w:r>
          </w:p>
          <w:p w:rsidR="00426727" w:rsidRPr="008E7459" w:rsidRDefault="00791519" w:rsidP="00847A99">
            <w:pPr>
              <w:pStyle w:val="TableBullet"/>
              <w:keepNext w:val="0"/>
              <w:keepLines w:val="0"/>
            </w:pPr>
            <w:r w:rsidRPr="008E7459">
              <w:rPr>
                <w:i/>
              </w:rPr>
              <w:t xml:space="preserve">numerator — </w:t>
            </w:r>
            <w:r w:rsidR="00426727" w:rsidRPr="008E7459">
              <w:t>number of 20–24 year olds who self</w:t>
            </w:r>
            <w:r w:rsidR="00DE694D" w:rsidRPr="008E7459">
              <w:noBreakHyphen/>
            </w:r>
            <w:r w:rsidR="00426727" w:rsidRPr="008E7459">
              <w:t>identify as having attained a year 12 or AQF Certificate Level II or above (includes Certificate I/II nfd, excludes Certificate nfd), by Indigenous status</w:t>
            </w:r>
          </w:p>
          <w:p w:rsidR="00426727" w:rsidRPr="008E7459" w:rsidRDefault="00791519" w:rsidP="00847A99">
            <w:pPr>
              <w:pStyle w:val="TableBullet"/>
              <w:keepNext w:val="0"/>
              <w:keepLines w:val="0"/>
            </w:pPr>
            <w:r w:rsidRPr="008E7459">
              <w:rPr>
                <w:i/>
              </w:rPr>
              <w:t xml:space="preserve">denominator — </w:t>
            </w:r>
            <w:r w:rsidR="00426727" w:rsidRPr="008E7459">
              <w:t>number of 20–24 year olds in the population, by Indigenous status</w:t>
            </w:r>
          </w:p>
          <w:p w:rsidR="00426727" w:rsidRPr="008E7459" w:rsidRDefault="00426727" w:rsidP="00847A99">
            <w:pPr>
              <w:pStyle w:val="TableBodyText"/>
              <w:keepNext w:val="0"/>
              <w:keepLines w:val="0"/>
              <w:ind w:hanging="6"/>
              <w:jc w:val="left"/>
            </w:pPr>
            <w:r w:rsidRPr="008E7459">
              <w:t xml:space="preserve">and is expressed as a </w:t>
            </w:r>
            <w:r w:rsidRPr="008E7459">
              <w:rPr>
                <w:i/>
              </w:rPr>
              <w:t>percentage</w:t>
            </w:r>
          </w:p>
          <w:p w:rsidR="00426727" w:rsidRPr="008E7459" w:rsidRDefault="00426727" w:rsidP="00847A99">
            <w:pPr>
              <w:pStyle w:val="TableBodyText"/>
              <w:keepNext w:val="0"/>
              <w:keepLines w:val="0"/>
              <w:ind w:hanging="6"/>
              <w:jc w:val="left"/>
            </w:pPr>
          </w:p>
          <w:p w:rsidR="00426727" w:rsidRPr="008E7459" w:rsidRDefault="00426727" w:rsidP="00847A99">
            <w:pPr>
              <w:pStyle w:val="TableBodyText"/>
              <w:keepNext w:val="0"/>
              <w:keepLines w:val="0"/>
              <w:ind w:hanging="6"/>
              <w:jc w:val="left"/>
            </w:pPr>
            <w:r w:rsidRPr="008E7459">
              <w:t>Persons whose level of study is determined to be certificate level but is not able to be further defined (ie, Certificate nfd) are assumed to have attained below Certificate level II and are therefore excluded from the numerator</w:t>
            </w:r>
          </w:p>
          <w:p w:rsidR="00426727" w:rsidRPr="008E7459" w:rsidRDefault="00426727" w:rsidP="00847A99">
            <w:pPr>
              <w:pStyle w:val="TableBodyText"/>
              <w:keepNext w:val="0"/>
              <w:keepLines w:val="0"/>
              <w:ind w:hanging="6"/>
              <w:jc w:val="left"/>
            </w:pPr>
          </w:p>
          <w:p w:rsidR="00426727" w:rsidRPr="008E7459" w:rsidRDefault="00426727" w:rsidP="00847A99">
            <w:pPr>
              <w:pStyle w:val="TableBodyText"/>
              <w:keepNext w:val="0"/>
              <w:keepLines w:val="0"/>
              <w:ind w:hanging="6"/>
              <w:jc w:val="left"/>
            </w:pPr>
            <w:r w:rsidRPr="008E7459">
              <w:t>People whose level of study cannot be determined are assumed to have attained below Certificate II and are therefore excluded from the numerator.</w:t>
            </w:r>
          </w:p>
          <w:p w:rsidR="00426727" w:rsidRPr="008E7459" w:rsidRDefault="00426727" w:rsidP="00847A99">
            <w:pPr>
              <w:pStyle w:val="TableBodyText"/>
              <w:keepNext w:val="0"/>
              <w:keepLines w:val="0"/>
              <w:ind w:hanging="6"/>
              <w:jc w:val="left"/>
            </w:pPr>
          </w:p>
          <w:p w:rsidR="0026369A" w:rsidRPr="008E7459" w:rsidRDefault="00426727" w:rsidP="00847A99">
            <w:pPr>
              <w:pStyle w:val="TableBodyText"/>
              <w:keepNext w:val="0"/>
              <w:keepLines w:val="0"/>
              <w:ind w:hanging="6"/>
              <w:jc w:val="left"/>
            </w:pPr>
            <w:r w:rsidRPr="008E7459">
              <w:t xml:space="preserve">Excludes people whose educational attainment is not stated (only applicable to </w:t>
            </w:r>
            <w:r w:rsidR="008921A5" w:rsidRPr="008E7459">
              <w:t>Census</w:t>
            </w:r>
            <w:r w:rsidRPr="008E7459">
              <w:t xml:space="preserve"> data)</w:t>
            </w:r>
          </w:p>
        </w:tc>
      </w:tr>
      <w:tr w:rsidR="00426727" w:rsidRPr="008E7459" w:rsidTr="0026369A">
        <w:trPr>
          <w:trHeight w:val="755"/>
        </w:trPr>
        <w:tc>
          <w:tcPr>
            <w:tcW w:w="1985" w:type="dxa"/>
          </w:tcPr>
          <w:p w:rsidR="0026369A" w:rsidRPr="008E7459" w:rsidRDefault="0026369A" w:rsidP="00847A99">
            <w:pPr>
              <w:pStyle w:val="TableBodyText"/>
              <w:keepNext w:val="0"/>
              <w:keepLines w:val="0"/>
              <w:ind w:left="34"/>
              <w:jc w:val="left"/>
            </w:pPr>
            <w:r w:rsidRPr="008E7459">
              <w:t>Related performance indicator/s:</w:t>
            </w:r>
          </w:p>
        </w:tc>
        <w:tc>
          <w:tcPr>
            <w:tcW w:w="6804" w:type="dxa"/>
          </w:tcPr>
          <w:p w:rsidR="0026369A" w:rsidRPr="008E7459" w:rsidRDefault="00426727" w:rsidP="00847A99">
            <w:pPr>
              <w:pStyle w:val="TableBodyText"/>
              <w:keepNext w:val="0"/>
              <w:keepLines w:val="0"/>
              <w:ind w:hanging="6"/>
              <w:jc w:val="left"/>
            </w:pPr>
            <w:r w:rsidRPr="008E7459">
              <w:t>NEA PI 4: The proportion of young people who have attained at least a year 12 or equivalent or AQF Certificate Level II/III or above</w:t>
            </w:r>
          </w:p>
        </w:tc>
      </w:tr>
      <w:tr w:rsidR="00426727" w:rsidRPr="008E7459" w:rsidTr="001333E1">
        <w:trPr>
          <w:trHeight w:val="2515"/>
        </w:trPr>
        <w:tc>
          <w:tcPr>
            <w:tcW w:w="1985" w:type="dxa"/>
          </w:tcPr>
          <w:p w:rsidR="0026369A" w:rsidRPr="008E7459" w:rsidRDefault="0026369A" w:rsidP="00847A99">
            <w:pPr>
              <w:pStyle w:val="TableBodyText"/>
              <w:keepNext w:val="0"/>
              <w:keepLines w:val="0"/>
              <w:ind w:left="34"/>
              <w:jc w:val="left"/>
            </w:pPr>
            <w:r w:rsidRPr="008E7459">
              <w:t>Data source:</w:t>
            </w:r>
          </w:p>
        </w:tc>
        <w:tc>
          <w:tcPr>
            <w:tcW w:w="6804" w:type="dxa"/>
          </w:tcPr>
          <w:p w:rsidR="00426727" w:rsidRPr="008E7459" w:rsidRDefault="00426727" w:rsidP="00847A99">
            <w:pPr>
              <w:pStyle w:val="TableBodyText"/>
              <w:keepNext w:val="0"/>
              <w:keepLines w:val="0"/>
              <w:ind w:hanging="6"/>
              <w:jc w:val="left"/>
            </w:pPr>
            <w:r w:rsidRPr="008E7459">
              <w:rPr>
                <w:i/>
              </w:rPr>
              <w:t>(Main)</w:t>
            </w:r>
            <w:r w:rsidRPr="008E7459">
              <w:t xml:space="preserve"> </w:t>
            </w:r>
            <w:r w:rsidR="008921A5" w:rsidRPr="008E7459">
              <w:rPr>
                <w:u w:val="single"/>
              </w:rPr>
              <w:t>Census</w:t>
            </w:r>
            <w:r w:rsidRPr="008E7459">
              <w:rPr>
                <w:u w:val="single"/>
              </w:rPr>
              <w:t xml:space="preserve"> of Population and Housing</w:t>
            </w:r>
            <w:r w:rsidRPr="008E7459">
              <w:t xml:space="preserve"> (</w:t>
            </w:r>
            <w:r w:rsidR="008921A5" w:rsidRPr="008E7459">
              <w:t>Census</w:t>
            </w:r>
            <w:r w:rsidRPr="008E7459">
              <w:t>). Data are available every 5 years</w:t>
            </w:r>
          </w:p>
          <w:p w:rsidR="00426727" w:rsidRPr="008E7459" w:rsidRDefault="00426727" w:rsidP="00847A99">
            <w:pPr>
              <w:pStyle w:val="TableBodyText"/>
              <w:keepNext w:val="0"/>
              <w:keepLines w:val="0"/>
              <w:ind w:hanging="6"/>
              <w:jc w:val="left"/>
            </w:pPr>
          </w:p>
          <w:p w:rsidR="00426727" w:rsidRPr="008E7459" w:rsidRDefault="00426727" w:rsidP="00847A99">
            <w:pPr>
              <w:pStyle w:val="TableBodyText"/>
              <w:keepNext w:val="0"/>
              <w:keepLines w:val="0"/>
              <w:ind w:hanging="6"/>
              <w:jc w:val="left"/>
            </w:pPr>
            <w:r w:rsidRPr="008E7459">
              <w:rPr>
                <w:i/>
              </w:rPr>
              <w:t>(Supplementary Indigenous)</w:t>
            </w:r>
            <w:r w:rsidRPr="008E7459">
              <w:t xml:space="preserve"> </w:t>
            </w:r>
            <w:r w:rsidRPr="008E7459">
              <w:rPr>
                <w:u w:val="single"/>
              </w:rPr>
              <w:t>National Aboriginal and Torres Strait Islander Social Survey</w:t>
            </w:r>
            <w:r w:rsidRPr="008E7459">
              <w:t xml:space="preserve"> (NATSISS) and </w:t>
            </w:r>
            <w:r w:rsidRPr="008E7459">
              <w:rPr>
                <w:u w:val="single"/>
              </w:rPr>
              <w:t>Australian Aboriginal and Torres Strait Islander Health Survey</w:t>
            </w:r>
            <w:r w:rsidRPr="008E7459">
              <w:t xml:space="preserve"> (AATSIHS) (which replaces the NATSIHS). Data are available on an alternating 3</w:t>
            </w:r>
            <w:r w:rsidR="00DE694D" w:rsidRPr="008E7459">
              <w:noBreakHyphen/>
            </w:r>
            <w:r w:rsidRPr="008E7459">
              <w:t xml:space="preserve">yearly cycle. </w:t>
            </w:r>
          </w:p>
          <w:p w:rsidR="00426727" w:rsidRPr="008E7459" w:rsidRDefault="00426727" w:rsidP="00847A99">
            <w:pPr>
              <w:pStyle w:val="TableBodyText"/>
              <w:keepNext w:val="0"/>
              <w:keepLines w:val="0"/>
              <w:ind w:hanging="6"/>
              <w:jc w:val="left"/>
            </w:pPr>
          </w:p>
          <w:p w:rsidR="0026369A" w:rsidRPr="008E7459" w:rsidRDefault="00426727" w:rsidP="00847A99">
            <w:pPr>
              <w:pStyle w:val="TableBodyText"/>
              <w:keepNext w:val="0"/>
              <w:keepLines w:val="0"/>
              <w:ind w:hanging="6"/>
              <w:jc w:val="left"/>
            </w:pPr>
            <w:r w:rsidRPr="008E7459">
              <w:rPr>
                <w:i/>
              </w:rPr>
              <w:t>(Supplementary non</w:t>
            </w:r>
            <w:r w:rsidR="00DE694D" w:rsidRPr="008E7459">
              <w:rPr>
                <w:i/>
              </w:rPr>
              <w:noBreakHyphen/>
            </w:r>
            <w:r w:rsidRPr="008E7459">
              <w:rPr>
                <w:i/>
              </w:rPr>
              <w:t>Indigenous)</w:t>
            </w:r>
            <w:r w:rsidRPr="008E7459">
              <w:t xml:space="preserve"> </w:t>
            </w:r>
            <w:r w:rsidRPr="008E7459">
              <w:rPr>
                <w:u w:val="single"/>
              </w:rPr>
              <w:t>Survey of Education and Work</w:t>
            </w:r>
            <w:r w:rsidRPr="008E7459">
              <w:t xml:space="preserve"> (SEW).</w:t>
            </w:r>
          </w:p>
        </w:tc>
      </w:tr>
      <w:tr w:rsidR="00426727" w:rsidRPr="008E7459" w:rsidTr="0026369A">
        <w:trPr>
          <w:trHeight w:val="582"/>
        </w:trPr>
        <w:tc>
          <w:tcPr>
            <w:tcW w:w="1985" w:type="dxa"/>
          </w:tcPr>
          <w:p w:rsidR="0026369A" w:rsidRPr="008E7459" w:rsidRDefault="0026369A" w:rsidP="00847A99">
            <w:pPr>
              <w:pStyle w:val="TableBodyText"/>
              <w:keepNext w:val="0"/>
              <w:keepLines w:val="0"/>
              <w:ind w:left="34"/>
              <w:jc w:val="left"/>
            </w:pPr>
            <w:r w:rsidRPr="008E7459">
              <w:t>Data provider:</w:t>
            </w:r>
          </w:p>
        </w:tc>
        <w:tc>
          <w:tcPr>
            <w:tcW w:w="6804" w:type="dxa"/>
          </w:tcPr>
          <w:p w:rsidR="0026369A" w:rsidRPr="008E7459" w:rsidRDefault="0026369A" w:rsidP="00847A99">
            <w:pPr>
              <w:pStyle w:val="TableBodyText"/>
              <w:keepNext w:val="0"/>
              <w:keepLines w:val="0"/>
              <w:ind w:hanging="6"/>
              <w:jc w:val="left"/>
            </w:pPr>
            <w:r w:rsidRPr="008E7459">
              <w:t>ABS</w:t>
            </w:r>
          </w:p>
        </w:tc>
      </w:tr>
      <w:tr w:rsidR="00426727" w:rsidRPr="008E7459" w:rsidTr="0026369A">
        <w:trPr>
          <w:trHeight w:val="560"/>
        </w:trPr>
        <w:tc>
          <w:tcPr>
            <w:tcW w:w="1985" w:type="dxa"/>
          </w:tcPr>
          <w:p w:rsidR="0026369A" w:rsidRPr="008E7459" w:rsidRDefault="0026369A" w:rsidP="00847A99">
            <w:pPr>
              <w:pStyle w:val="TableBodyText"/>
              <w:keepNext w:val="0"/>
              <w:keepLines w:val="0"/>
              <w:ind w:left="34"/>
              <w:jc w:val="left"/>
            </w:pPr>
            <w:r w:rsidRPr="008E7459">
              <w:lastRenderedPageBreak/>
              <w:t>Data availability:</w:t>
            </w:r>
          </w:p>
        </w:tc>
        <w:tc>
          <w:tcPr>
            <w:tcW w:w="6804" w:type="dxa"/>
          </w:tcPr>
          <w:p w:rsidR="0026369A" w:rsidRPr="008E7459" w:rsidRDefault="00AD17B4" w:rsidP="00847A99">
            <w:pPr>
              <w:pStyle w:val="TableBodyText"/>
              <w:keepNext w:val="0"/>
              <w:keepLines w:val="0"/>
              <w:ind w:hanging="6"/>
              <w:jc w:val="left"/>
            </w:pPr>
            <w:r w:rsidRPr="008E7459">
              <w:t>2011 — C</w:t>
            </w:r>
            <w:r w:rsidR="008921A5" w:rsidRPr="008E7459">
              <w:t>ensus</w:t>
            </w:r>
          </w:p>
        </w:tc>
      </w:tr>
      <w:tr w:rsidR="00426727" w:rsidRPr="008E7459" w:rsidTr="001333E1">
        <w:trPr>
          <w:trHeight w:val="477"/>
        </w:trPr>
        <w:tc>
          <w:tcPr>
            <w:tcW w:w="1985" w:type="dxa"/>
          </w:tcPr>
          <w:p w:rsidR="0026369A" w:rsidRPr="008E7459" w:rsidRDefault="0026369A" w:rsidP="00847A99">
            <w:pPr>
              <w:pStyle w:val="TableBodyText"/>
              <w:keepNext w:val="0"/>
              <w:keepLines w:val="0"/>
              <w:ind w:left="34"/>
              <w:jc w:val="left"/>
            </w:pPr>
            <w:r w:rsidRPr="008E7459">
              <w:t>Baseline:</w:t>
            </w:r>
          </w:p>
        </w:tc>
        <w:tc>
          <w:tcPr>
            <w:tcW w:w="6804" w:type="dxa"/>
          </w:tcPr>
          <w:p w:rsidR="0026369A" w:rsidRPr="008E7459" w:rsidRDefault="00426727" w:rsidP="00847A99">
            <w:pPr>
              <w:pStyle w:val="TableBodyText"/>
              <w:keepNext w:val="0"/>
              <w:keepLines w:val="0"/>
              <w:ind w:hanging="6"/>
              <w:jc w:val="left"/>
            </w:pPr>
            <w:r w:rsidRPr="008E7459">
              <w:t>2006</w:t>
            </w:r>
          </w:p>
        </w:tc>
      </w:tr>
      <w:tr w:rsidR="00426727" w:rsidRPr="008E7459" w:rsidTr="0026369A">
        <w:tc>
          <w:tcPr>
            <w:tcW w:w="1985" w:type="dxa"/>
          </w:tcPr>
          <w:p w:rsidR="0026369A" w:rsidRPr="008E7459" w:rsidRDefault="0026369A" w:rsidP="00847A99">
            <w:pPr>
              <w:pStyle w:val="TableBodyText"/>
              <w:keepNext w:val="0"/>
              <w:keepLines w:val="0"/>
              <w:ind w:left="34"/>
              <w:jc w:val="left"/>
            </w:pPr>
            <w:r w:rsidRPr="008E7459">
              <w:t>Cross tabulations provided:</w:t>
            </w:r>
          </w:p>
        </w:tc>
        <w:tc>
          <w:tcPr>
            <w:tcW w:w="6804" w:type="dxa"/>
          </w:tcPr>
          <w:p w:rsidR="0026369A" w:rsidRPr="008E7459" w:rsidRDefault="00426727" w:rsidP="00847A99">
            <w:pPr>
              <w:pStyle w:val="TableBodyText"/>
              <w:keepNext w:val="0"/>
              <w:keepLines w:val="0"/>
              <w:ind w:left="34"/>
              <w:jc w:val="left"/>
            </w:pPr>
            <w:r w:rsidRPr="008E7459">
              <w:t>State and territory, by Indigenous status</w:t>
            </w:r>
          </w:p>
        </w:tc>
      </w:tr>
    </w:tbl>
    <w:p w:rsidR="00426727" w:rsidRPr="008E7459" w:rsidRDefault="00426727" w:rsidP="00426727">
      <w:pPr>
        <w:pStyle w:val="BoxSpace"/>
        <w:widowControl w:val="0"/>
      </w:pPr>
      <w:bookmarkStart w:id="20" w:name="_Toc233901774"/>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26727" w:rsidRPr="008E7459" w:rsidTr="00426727">
        <w:trPr>
          <w:cantSplit/>
        </w:trPr>
        <w:tc>
          <w:tcPr>
            <w:tcW w:w="8771" w:type="dxa"/>
            <w:tcBorders>
              <w:top w:val="single" w:sz="6" w:space="0" w:color="auto"/>
              <w:bottom w:val="nil"/>
            </w:tcBorders>
          </w:tcPr>
          <w:p w:rsidR="00426727" w:rsidRPr="008E7459" w:rsidRDefault="00426727" w:rsidP="00426727">
            <w:pPr>
              <w:pStyle w:val="BoxTitle"/>
              <w:keepLines w:val="0"/>
              <w:widowControl w:val="0"/>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8</w:t>
            </w:r>
            <w:r w:rsidRPr="008E7459">
              <w:rPr>
                <w:b w:val="0"/>
              </w:rPr>
              <w:fldChar w:fldCharType="end"/>
            </w:r>
            <w:r w:rsidRPr="008E7459">
              <w:tab/>
              <w:t>Results</w:t>
            </w:r>
          </w:p>
        </w:tc>
      </w:tr>
      <w:tr w:rsidR="00426727" w:rsidRPr="008E7459" w:rsidTr="00426727">
        <w:trPr>
          <w:cantSplit/>
        </w:trPr>
        <w:tc>
          <w:tcPr>
            <w:tcW w:w="8771" w:type="dxa"/>
            <w:tcBorders>
              <w:top w:val="nil"/>
              <w:left w:val="single" w:sz="4" w:space="0" w:color="auto"/>
              <w:bottom w:val="nil"/>
              <w:right w:val="single" w:sz="4" w:space="0" w:color="auto"/>
            </w:tcBorders>
          </w:tcPr>
          <w:p w:rsidR="00721053" w:rsidRPr="008E7459" w:rsidRDefault="00DE7164" w:rsidP="00DE7164">
            <w:pPr>
              <w:pStyle w:val="Box"/>
            </w:pPr>
            <w:r w:rsidRPr="008E7459">
              <w:t>For this report, new data for this indicator are available for 2011 (</w:t>
            </w:r>
            <w:r w:rsidR="008921A5" w:rsidRPr="008E7459">
              <w:t>Census</w:t>
            </w:r>
            <w:r w:rsidRPr="008E7459">
              <w:t>)</w:t>
            </w:r>
            <w:r w:rsidR="00721053" w:rsidRPr="008E7459">
              <w:t>.</w:t>
            </w:r>
          </w:p>
          <w:p w:rsidR="00DE7164" w:rsidRPr="008E7459" w:rsidRDefault="00DE7164" w:rsidP="00AE3AA1">
            <w:pPr>
              <w:pStyle w:val="BoxListBullet"/>
            </w:pPr>
            <w:r w:rsidRPr="008E7459">
              <w:t xml:space="preserve">Data are presented by State and Territory </w:t>
            </w:r>
            <w:r w:rsidR="00AE3AA1" w:rsidRPr="008E7459">
              <w:t>by Indigenous status in table</w:t>
            </w:r>
            <w:r w:rsidRPr="008E7459">
              <w:t xml:space="preserve"> </w:t>
            </w:r>
            <w:r w:rsidR="00FD6EBC" w:rsidRPr="008E7459">
              <w:t>NEA.4.2</w:t>
            </w:r>
          </w:p>
          <w:p w:rsidR="00426727" w:rsidRPr="008E7459" w:rsidRDefault="002A18CC" w:rsidP="002A18CC">
            <w:pPr>
              <w:pStyle w:val="Box"/>
            </w:pPr>
            <w:r w:rsidRPr="008E7459">
              <w:t>Baseline data from the 2006 Census are available in the 2008</w:t>
            </w:r>
            <w:r w:rsidR="00DE7164" w:rsidRPr="008E7459">
              <w:t xml:space="preserve"> NEA performance report.</w:t>
            </w:r>
          </w:p>
        </w:tc>
      </w:tr>
      <w:tr w:rsidR="00426727" w:rsidRPr="008E7459" w:rsidTr="00426727">
        <w:trPr>
          <w:cantSplit/>
        </w:trPr>
        <w:tc>
          <w:tcPr>
            <w:tcW w:w="8771" w:type="dxa"/>
            <w:tcBorders>
              <w:top w:val="nil"/>
              <w:left w:val="single" w:sz="4" w:space="0" w:color="auto"/>
              <w:bottom w:val="single" w:sz="4" w:space="0" w:color="auto"/>
              <w:right w:val="single" w:sz="4" w:space="0" w:color="auto"/>
            </w:tcBorders>
          </w:tcPr>
          <w:p w:rsidR="00426727" w:rsidRPr="008E7459" w:rsidRDefault="00426727" w:rsidP="00426727">
            <w:pPr>
              <w:pStyle w:val="Box"/>
              <w:widowControl w:val="0"/>
              <w:spacing w:before="0" w:line="120" w:lineRule="exact"/>
            </w:pPr>
          </w:p>
        </w:tc>
      </w:tr>
    </w:tbl>
    <w:p w:rsidR="00426727" w:rsidRPr="008E7459" w:rsidRDefault="00426727" w:rsidP="00426727">
      <w:pPr>
        <w:pStyle w:val="Heading4"/>
        <w:spacing w:after="120"/>
      </w:pPr>
      <w:r w:rsidRPr="008E7459">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6844"/>
      </w:tblGrid>
      <w:tr w:rsidR="00EA5ECE" w:rsidRPr="008E7459" w:rsidTr="00EA5ECE">
        <w:trPr>
          <w:trHeight w:val="612"/>
        </w:trPr>
        <w:tc>
          <w:tcPr>
            <w:tcW w:w="1960" w:type="dxa"/>
            <w:shd w:val="clear" w:color="auto" w:fill="auto"/>
            <w:noWrap/>
            <w:hideMark/>
          </w:tcPr>
          <w:p w:rsidR="00EA5ECE" w:rsidRPr="008E7459" w:rsidRDefault="00721053" w:rsidP="00EA5ECE">
            <w:r w:rsidRPr="008E7459">
              <w:rPr>
                <w:rFonts w:ascii="Arial" w:hAnsi="Arial" w:cs="Arial"/>
                <w:b/>
                <w:bCs/>
                <w:sz w:val="20"/>
                <w:szCs w:val="20"/>
              </w:rPr>
              <w:t>Table NEA.4.2</w:t>
            </w:r>
          </w:p>
        </w:tc>
        <w:tc>
          <w:tcPr>
            <w:tcW w:w="6844" w:type="dxa"/>
            <w:shd w:val="clear" w:color="auto" w:fill="auto"/>
            <w:hideMark/>
          </w:tcPr>
          <w:p w:rsidR="00EA5ECE" w:rsidRPr="008E7459" w:rsidRDefault="00A10AB0" w:rsidP="00EA5ECE">
            <w:pPr>
              <w:jc w:val="both"/>
            </w:pPr>
            <w:r w:rsidRPr="008E7459">
              <w:rPr>
                <w:rFonts w:ascii="Arial" w:hAnsi="Arial" w:cs="Arial"/>
                <w:sz w:val="20"/>
                <w:szCs w:val="20"/>
              </w:rPr>
              <w:t>Persons aged 20–24 years who have completed Year 12 (or equivalent) or attained a formal qual</w:t>
            </w:r>
            <w:r w:rsidR="00721053" w:rsidRPr="008E7459">
              <w:rPr>
                <w:rFonts w:ascii="Arial" w:hAnsi="Arial" w:cs="Arial"/>
                <w:sz w:val="20"/>
                <w:szCs w:val="20"/>
              </w:rPr>
              <w:t>ification at AQF Certificate II</w:t>
            </w:r>
            <w:r w:rsidRPr="008E7459">
              <w:rPr>
                <w:rFonts w:ascii="Arial" w:hAnsi="Arial" w:cs="Arial"/>
                <w:sz w:val="20"/>
                <w:szCs w:val="20"/>
              </w:rPr>
              <w:t xml:space="preserve"> level or above, by Indigenous status, 2011 (</w:t>
            </w:r>
            <w:r w:rsidR="008921A5" w:rsidRPr="008E7459">
              <w:rPr>
                <w:rFonts w:ascii="Arial" w:hAnsi="Arial" w:cs="Arial"/>
                <w:sz w:val="20"/>
                <w:szCs w:val="20"/>
              </w:rPr>
              <w:t>Census</w:t>
            </w:r>
            <w:r w:rsidRPr="008E7459">
              <w:rPr>
                <w:rFonts w:ascii="Arial" w:hAnsi="Arial" w:cs="Arial"/>
                <w:sz w:val="20"/>
                <w:szCs w:val="20"/>
              </w:rPr>
              <w:t>)</w:t>
            </w:r>
          </w:p>
        </w:tc>
      </w:tr>
    </w:tbl>
    <w:p w:rsidR="00426727" w:rsidRPr="008E7459" w:rsidRDefault="00426727" w:rsidP="0042672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26727" w:rsidRPr="008E7459" w:rsidTr="00426727">
        <w:tc>
          <w:tcPr>
            <w:tcW w:w="8771" w:type="dxa"/>
            <w:tcBorders>
              <w:top w:val="single" w:sz="6" w:space="0" w:color="auto"/>
              <w:bottom w:val="nil"/>
            </w:tcBorders>
          </w:tcPr>
          <w:p w:rsidR="00426727" w:rsidRPr="008E7459" w:rsidRDefault="00426727" w:rsidP="00426727">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9</w:t>
            </w:r>
            <w:r w:rsidRPr="008E7459">
              <w:rPr>
                <w:b w:val="0"/>
              </w:rPr>
              <w:fldChar w:fldCharType="end"/>
            </w:r>
            <w:r w:rsidRPr="008E7459">
              <w:tab/>
              <w:t>Comment on data quality</w:t>
            </w:r>
          </w:p>
        </w:tc>
      </w:tr>
      <w:tr w:rsidR="00426727" w:rsidRPr="008E7459" w:rsidTr="00426727">
        <w:trPr>
          <w:cantSplit/>
        </w:trPr>
        <w:tc>
          <w:tcPr>
            <w:tcW w:w="8771" w:type="dxa"/>
            <w:tcBorders>
              <w:top w:val="nil"/>
              <w:left w:val="single" w:sz="4" w:space="0" w:color="auto"/>
              <w:bottom w:val="nil"/>
              <w:right w:val="single" w:sz="4" w:space="0" w:color="auto"/>
            </w:tcBorders>
          </w:tcPr>
          <w:p w:rsidR="004145C8" w:rsidRPr="008E7459" w:rsidRDefault="00565AE6" w:rsidP="00295095">
            <w:pPr>
              <w:pStyle w:val="Box"/>
            </w:pPr>
            <w:r w:rsidRPr="008E7459">
              <w:t>Details are included in the comment on data quality for NEA Indicator 4.</w:t>
            </w:r>
          </w:p>
        </w:tc>
      </w:tr>
      <w:tr w:rsidR="00426727" w:rsidRPr="008E7459" w:rsidTr="00426727">
        <w:trPr>
          <w:cantSplit/>
        </w:trPr>
        <w:tc>
          <w:tcPr>
            <w:tcW w:w="8771" w:type="dxa"/>
            <w:tcBorders>
              <w:top w:val="nil"/>
              <w:left w:val="single" w:sz="4" w:space="0" w:color="auto"/>
              <w:bottom w:val="single" w:sz="4" w:space="0" w:color="auto"/>
              <w:right w:val="single" w:sz="4" w:space="0" w:color="auto"/>
            </w:tcBorders>
          </w:tcPr>
          <w:p w:rsidR="00426727" w:rsidRPr="008E7459" w:rsidRDefault="00426727" w:rsidP="00426727">
            <w:pPr>
              <w:pStyle w:val="Box"/>
              <w:spacing w:before="0" w:line="120" w:lineRule="exact"/>
            </w:pPr>
          </w:p>
        </w:tc>
      </w:tr>
    </w:tbl>
    <w:p w:rsidR="00426727" w:rsidRPr="008E7459" w:rsidRDefault="00426727" w:rsidP="00426727">
      <w:pPr>
        <w:pStyle w:val="BodyText"/>
        <w:rPr>
          <w:rFonts w:ascii="Arial" w:hAnsi="Arial"/>
          <w:sz w:val="32"/>
        </w:rPr>
      </w:pPr>
      <w:r w:rsidRPr="008E7459">
        <w:br w:type="page"/>
      </w:r>
    </w:p>
    <w:p w:rsidR="0026369A" w:rsidRPr="008E7459" w:rsidRDefault="0026369A" w:rsidP="00426727">
      <w:pPr>
        <w:pStyle w:val="Heading2"/>
      </w:pPr>
      <w:r w:rsidRPr="008E7459">
        <w:lastRenderedPageBreak/>
        <w:t>Performance indicators</w:t>
      </w:r>
      <w:bookmarkEnd w:id="20"/>
    </w:p>
    <w:p w:rsidR="0026369A" w:rsidRPr="008E7459" w:rsidRDefault="0026369A" w:rsidP="0026369A">
      <w:pPr>
        <w:pStyle w:val="BodyText"/>
      </w:pPr>
      <w:r w:rsidRPr="008E7459">
        <w:t>This report includes all ‘performance indicators’ from the NEA (table</w:t>
      </w:r>
      <w:r w:rsidR="00DE694D" w:rsidRPr="008E7459">
        <w:t> </w:t>
      </w:r>
      <w:r w:rsidR="00FC59B7" w:rsidRPr="008E7459">
        <w:t>10</w:t>
      </w:r>
      <w:r w:rsidRPr="008E7459">
        <w:t>). The NEA states that, reflecting all Australian Governments’ shared commitment to tackling social exclusion, wherever possible, performance indicators should be disaggregated by Indigenous status and SES [NEA para. 27]. In this report, indicators are disaggregated by Indigenous status and SES where possible.</w:t>
      </w:r>
    </w:p>
    <w:p w:rsidR="0026369A" w:rsidRPr="008E7459" w:rsidRDefault="0026369A" w:rsidP="0026369A">
      <w:pPr>
        <w:pStyle w:val="BodyText"/>
      </w:pPr>
      <w:r w:rsidRPr="008E7459">
        <w:t>This report also includes performance indicators from the NIRA where they are either: 1) directly related to an indicator in the NEA; or 2) are sourced from the same topic area and data collection as an indicator in the NEA (table</w:t>
      </w:r>
      <w:r w:rsidR="00DE694D" w:rsidRPr="008E7459">
        <w:t> </w:t>
      </w:r>
      <w:r w:rsidR="00FC59B7" w:rsidRPr="008E7459">
        <w:t>11</w:t>
      </w:r>
      <w:r w:rsidRPr="008E7459">
        <w:t>).</w:t>
      </w:r>
    </w:p>
    <w:p w:rsidR="0026369A" w:rsidRPr="008E7459" w:rsidRDefault="0026369A" w:rsidP="0026369A">
      <w:pPr>
        <w:pStyle w:val="BodyText"/>
      </w:pPr>
      <w:r w:rsidRPr="008E7459">
        <w:t>Data for the performance indicators in this report are presented in attachments labelled ‘NEA’ (for NEA indicators) and ‘NIRA’ (for NIRA indicators).</w:t>
      </w:r>
    </w:p>
    <w:p w:rsidR="0026369A" w:rsidRPr="008E7459" w:rsidRDefault="00FA0638" w:rsidP="0026369A">
      <w:pPr>
        <w:pStyle w:val="TableTitle"/>
      </w:pPr>
      <w:r w:rsidRPr="008E7459">
        <w:rPr>
          <w:b w:val="0"/>
        </w:rPr>
        <w:t xml:space="preserve">Table </w:t>
      </w:r>
      <w:bookmarkStart w:id="21" w:name="OLE_LINK13"/>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10</w:t>
      </w:r>
      <w:r w:rsidRPr="008E7459">
        <w:rPr>
          <w:b w:val="0"/>
        </w:rPr>
        <w:fldChar w:fldCharType="end"/>
      </w:r>
      <w:bookmarkEnd w:id="21"/>
      <w:r w:rsidRPr="008E7459">
        <w:tab/>
      </w:r>
      <w:r w:rsidR="0026369A" w:rsidRPr="008E7459">
        <w:t>Performance indicators in the National Education Agreement</w:t>
      </w:r>
      <w:r w:rsidR="0026369A" w:rsidRPr="008E7459">
        <w:rPr>
          <w:rStyle w:val="NoteLabel"/>
          <w:b/>
        </w:rPr>
        <w:t>a</w:t>
      </w:r>
    </w:p>
    <w:tbl>
      <w:tblPr>
        <w:tblW w:w="8789" w:type="dxa"/>
        <w:tblLayout w:type="fixed"/>
        <w:tblCellMar>
          <w:left w:w="0" w:type="dxa"/>
          <w:right w:w="0" w:type="dxa"/>
        </w:tblCellMar>
        <w:tblLook w:val="0000" w:firstRow="0" w:lastRow="0" w:firstColumn="0" w:lastColumn="0" w:noHBand="0" w:noVBand="0"/>
      </w:tblPr>
      <w:tblGrid>
        <w:gridCol w:w="7655"/>
        <w:gridCol w:w="1134"/>
      </w:tblGrid>
      <w:tr w:rsidR="005D2E57" w:rsidRPr="008E7459" w:rsidTr="0026369A">
        <w:tc>
          <w:tcPr>
            <w:tcW w:w="7655" w:type="dxa"/>
            <w:tcBorders>
              <w:top w:val="single" w:sz="6" w:space="0" w:color="auto"/>
              <w:bottom w:val="single" w:sz="6" w:space="0" w:color="auto"/>
            </w:tcBorders>
            <w:shd w:val="clear" w:color="auto" w:fill="auto"/>
          </w:tcPr>
          <w:p w:rsidR="0026369A" w:rsidRPr="008E7459" w:rsidRDefault="0026369A" w:rsidP="0026369A">
            <w:pPr>
              <w:pStyle w:val="TableColumnHeading"/>
              <w:jc w:val="left"/>
            </w:pPr>
            <w:r w:rsidRPr="008E7459">
              <w:t>Performance indicator</w:t>
            </w:r>
          </w:p>
        </w:tc>
        <w:tc>
          <w:tcPr>
            <w:tcW w:w="1134" w:type="dxa"/>
            <w:tcBorders>
              <w:top w:val="single" w:sz="6" w:space="0" w:color="auto"/>
              <w:bottom w:val="single" w:sz="6" w:space="0" w:color="auto"/>
            </w:tcBorders>
            <w:shd w:val="clear" w:color="auto" w:fill="auto"/>
          </w:tcPr>
          <w:p w:rsidR="0026369A" w:rsidRPr="008E7459" w:rsidRDefault="0026369A" w:rsidP="0026369A">
            <w:pPr>
              <w:pStyle w:val="TableColumnHeading"/>
            </w:pPr>
            <w:r w:rsidRPr="008E7459">
              <w:t>Page no. in this report</w:t>
            </w:r>
          </w:p>
        </w:tc>
      </w:tr>
      <w:tr w:rsidR="005D2E57" w:rsidRPr="008E7459" w:rsidTr="0026369A">
        <w:tc>
          <w:tcPr>
            <w:tcW w:w="7655" w:type="dxa"/>
          </w:tcPr>
          <w:p w:rsidR="0026369A" w:rsidRPr="008E7459" w:rsidRDefault="0026369A" w:rsidP="00F42EFA">
            <w:pPr>
              <w:pStyle w:val="TableBodyText"/>
              <w:spacing w:before="80"/>
              <w:ind w:left="340" w:hanging="340"/>
              <w:jc w:val="left"/>
            </w:pPr>
            <w:r w:rsidRPr="008E7459">
              <w:t xml:space="preserve">1. </w:t>
            </w:r>
            <w:r w:rsidRPr="008E7459">
              <w:tab/>
            </w:r>
            <w:r w:rsidR="005D2E57" w:rsidRPr="008E7459">
              <w:t xml:space="preserve">The rate of student attendance at school. </w:t>
            </w:r>
          </w:p>
          <w:p w:rsidR="0026369A" w:rsidRPr="008E7459" w:rsidRDefault="0026369A" w:rsidP="00F42EFA">
            <w:pPr>
              <w:pStyle w:val="TableBodyText"/>
              <w:spacing w:before="80"/>
              <w:jc w:val="left"/>
            </w:pPr>
          </w:p>
        </w:tc>
        <w:tc>
          <w:tcPr>
            <w:tcW w:w="1134" w:type="dxa"/>
          </w:tcPr>
          <w:p w:rsidR="0026369A" w:rsidRPr="008E7459" w:rsidRDefault="0098538E" w:rsidP="00F42EFA">
            <w:pPr>
              <w:pStyle w:val="TableBodyText"/>
              <w:spacing w:before="80"/>
            </w:pPr>
            <w:r w:rsidRPr="008E7459">
              <w:t>33</w:t>
            </w:r>
          </w:p>
        </w:tc>
      </w:tr>
      <w:tr w:rsidR="005D2E57" w:rsidRPr="008E7459" w:rsidTr="0026369A">
        <w:tc>
          <w:tcPr>
            <w:tcW w:w="7655" w:type="dxa"/>
          </w:tcPr>
          <w:p w:rsidR="0026369A" w:rsidRPr="008E7459" w:rsidRDefault="0026369A" w:rsidP="0026369A">
            <w:pPr>
              <w:pStyle w:val="TableBodyText"/>
              <w:ind w:left="340" w:hanging="340"/>
              <w:jc w:val="left"/>
            </w:pPr>
            <w:r w:rsidRPr="008E7459">
              <w:t xml:space="preserve">2. </w:t>
            </w:r>
            <w:r w:rsidRPr="008E7459">
              <w:tab/>
            </w:r>
            <w:r w:rsidR="005D2E57" w:rsidRPr="008E7459">
              <w:t xml:space="preserve">Literacy and numeracy achievement of Year 3, 5, 7 and 9 students in national testing. </w:t>
            </w:r>
          </w:p>
          <w:p w:rsidR="0026369A" w:rsidRPr="008E7459" w:rsidRDefault="0026369A" w:rsidP="0026369A">
            <w:pPr>
              <w:pStyle w:val="TableBodyText"/>
              <w:jc w:val="left"/>
            </w:pPr>
          </w:p>
        </w:tc>
        <w:tc>
          <w:tcPr>
            <w:tcW w:w="1134" w:type="dxa"/>
          </w:tcPr>
          <w:p w:rsidR="0026369A" w:rsidRPr="008E7459" w:rsidRDefault="0098538E" w:rsidP="0026369A">
            <w:pPr>
              <w:pStyle w:val="TableBodyText"/>
            </w:pPr>
            <w:r w:rsidRPr="008E7459">
              <w:t>36</w:t>
            </w:r>
          </w:p>
        </w:tc>
      </w:tr>
      <w:tr w:rsidR="005D2E57" w:rsidRPr="008E7459" w:rsidTr="0026369A">
        <w:tc>
          <w:tcPr>
            <w:tcW w:w="7655" w:type="dxa"/>
          </w:tcPr>
          <w:p w:rsidR="0026369A" w:rsidRPr="008E7459" w:rsidRDefault="0026369A" w:rsidP="005D2E57">
            <w:pPr>
              <w:pStyle w:val="TableBodyText"/>
              <w:ind w:left="340" w:hanging="340"/>
              <w:jc w:val="left"/>
            </w:pPr>
            <w:r w:rsidRPr="008E7459">
              <w:t xml:space="preserve">3. </w:t>
            </w:r>
            <w:r w:rsidRPr="008E7459">
              <w:tab/>
            </w:r>
            <w:r w:rsidR="005D2E57" w:rsidRPr="008E7459">
              <w:t xml:space="preserve">The proportion of students in the bottom and top levels of performance in international testing. </w:t>
            </w:r>
          </w:p>
          <w:p w:rsidR="005D2E57" w:rsidRPr="008E7459" w:rsidRDefault="005D2E57" w:rsidP="005D2E57">
            <w:pPr>
              <w:pStyle w:val="TableBodyText"/>
              <w:ind w:left="340" w:hanging="340"/>
              <w:jc w:val="left"/>
            </w:pPr>
          </w:p>
        </w:tc>
        <w:tc>
          <w:tcPr>
            <w:tcW w:w="1134" w:type="dxa"/>
          </w:tcPr>
          <w:p w:rsidR="0026369A" w:rsidRPr="008E7459" w:rsidRDefault="0098538E" w:rsidP="0026369A">
            <w:pPr>
              <w:pStyle w:val="TableBodyText"/>
            </w:pPr>
            <w:r w:rsidRPr="008E7459">
              <w:t>42</w:t>
            </w:r>
          </w:p>
        </w:tc>
      </w:tr>
      <w:tr w:rsidR="005D2E57" w:rsidRPr="008E7459" w:rsidTr="005B5C19">
        <w:tc>
          <w:tcPr>
            <w:tcW w:w="7655" w:type="dxa"/>
          </w:tcPr>
          <w:p w:rsidR="0026369A" w:rsidRPr="008E7459" w:rsidRDefault="0026369A" w:rsidP="0026369A">
            <w:pPr>
              <w:pStyle w:val="TableBodyText"/>
              <w:ind w:left="346" w:hanging="340"/>
              <w:jc w:val="left"/>
            </w:pPr>
            <w:r w:rsidRPr="008E7459">
              <w:t>4.</w:t>
            </w:r>
            <w:r w:rsidRPr="008E7459">
              <w:tab/>
            </w:r>
            <w:r w:rsidR="005D2E57" w:rsidRPr="008E7459">
              <w:t>The proportion of young people who have attained at least a year 12 or equivalent or AQF Certificate Level II/III or above</w:t>
            </w:r>
            <w:r w:rsidRPr="008E7459">
              <w:t>.</w:t>
            </w:r>
          </w:p>
          <w:p w:rsidR="0026369A" w:rsidRPr="008E7459" w:rsidRDefault="0026369A" w:rsidP="0026369A">
            <w:pPr>
              <w:pStyle w:val="TableBodyText"/>
              <w:jc w:val="left"/>
            </w:pPr>
          </w:p>
        </w:tc>
        <w:tc>
          <w:tcPr>
            <w:tcW w:w="1134" w:type="dxa"/>
          </w:tcPr>
          <w:p w:rsidR="0026369A" w:rsidRPr="008E7459" w:rsidRDefault="0098538E" w:rsidP="0026369A">
            <w:pPr>
              <w:pStyle w:val="TableBodyText"/>
            </w:pPr>
            <w:r w:rsidRPr="008E7459">
              <w:t>47</w:t>
            </w:r>
          </w:p>
        </w:tc>
      </w:tr>
      <w:tr w:rsidR="005D2E57" w:rsidRPr="008E7459" w:rsidTr="005B5C19">
        <w:tc>
          <w:tcPr>
            <w:tcW w:w="7655" w:type="dxa"/>
            <w:tcBorders>
              <w:bottom w:val="single" w:sz="4" w:space="0" w:color="auto"/>
            </w:tcBorders>
          </w:tcPr>
          <w:p w:rsidR="0026369A" w:rsidRPr="008E7459" w:rsidRDefault="0026369A" w:rsidP="0026369A">
            <w:pPr>
              <w:pStyle w:val="TableBodyText"/>
              <w:ind w:left="346" w:hanging="340"/>
              <w:jc w:val="left"/>
            </w:pPr>
            <w:r w:rsidRPr="008E7459">
              <w:t xml:space="preserve">5. </w:t>
            </w:r>
            <w:r w:rsidRPr="008E7459">
              <w:tab/>
            </w:r>
            <w:r w:rsidR="005D2E57" w:rsidRPr="008E7459">
              <w:t>The proportion of young people participating in post</w:t>
            </w:r>
            <w:r w:rsidR="00DE694D" w:rsidRPr="008E7459">
              <w:noBreakHyphen/>
            </w:r>
            <w:r w:rsidR="005D2E57" w:rsidRPr="008E7459">
              <w:t>school education, training or employment.</w:t>
            </w:r>
          </w:p>
          <w:p w:rsidR="0026369A" w:rsidRPr="008E7459" w:rsidRDefault="0026369A" w:rsidP="0026369A">
            <w:pPr>
              <w:pStyle w:val="TableBodyText"/>
              <w:jc w:val="left"/>
            </w:pPr>
          </w:p>
        </w:tc>
        <w:tc>
          <w:tcPr>
            <w:tcW w:w="1134" w:type="dxa"/>
            <w:tcBorders>
              <w:bottom w:val="single" w:sz="4" w:space="0" w:color="auto"/>
            </w:tcBorders>
          </w:tcPr>
          <w:p w:rsidR="0026369A" w:rsidRPr="008E7459" w:rsidRDefault="00994D04" w:rsidP="0026369A">
            <w:pPr>
              <w:pStyle w:val="TableBodyText"/>
            </w:pPr>
            <w:r w:rsidRPr="008E7459">
              <w:t>52</w:t>
            </w:r>
          </w:p>
        </w:tc>
      </w:tr>
    </w:tbl>
    <w:p w:rsidR="0026369A" w:rsidRPr="008E7459" w:rsidRDefault="0026369A" w:rsidP="005D2E57">
      <w:pPr>
        <w:pStyle w:val="Note"/>
      </w:pPr>
      <w:r w:rsidRPr="008E7459">
        <w:rPr>
          <w:rStyle w:val="NoteLabel"/>
        </w:rPr>
        <w:t>a</w:t>
      </w:r>
      <w:r w:rsidRPr="008E7459">
        <w:t xml:space="preserve"> </w:t>
      </w:r>
      <w:r w:rsidR="005D2E57" w:rsidRPr="008E7459">
        <w:t>The performance indicators are presented in this table using the direct wording from p</w:t>
      </w:r>
      <w:r w:rsidR="00023F6D" w:rsidRPr="008E7459">
        <w:t>p</w:t>
      </w:r>
      <w:r w:rsidR="005D2E57" w:rsidRPr="008E7459">
        <w:t>.</w:t>
      </w:r>
      <w:r w:rsidR="00DE694D" w:rsidRPr="008E7459">
        <w:t> </w:t>
      </w:r>
      <w:r w:rsidR="005D2E57" w:rsidRPr="008E7459">
        <w:t>9</w:t>
      </w:r>
      <w:r w:rsidR="00DE694D" w:rsidRPr="008E7459">
        <w:t>–</w:t>
      </w:r>
      <w:r w:rsidR="005D2E57" w:rsidRPr="008E7459">
        <w:t>10 of the NEA (</w:t>
      </w:r>
      <w:r w:rsidR="00023F6D" w:rsidRPr="008E7459">
        <w:t xml:space="preserve">COAG </w:t>
      </w:r>
      <w:r w:rsidR="005D2E57" w:rsidRPr="008E7459">
        <w:t>2012</w:t>
      </w:r>
      <w:r w:rsidR="003538DA" w:rsidRPr="008E7459">
        <w:t>a</w:t>
      </w:r>
      <w:r w:rsidR="005D2E57" w:rsidRPr="008E7459">
        <w:t>). This does not necessarily reflect the measures used to report against the indicators in this report.</w:t>
      </w:r>
    </w:p>
    <w:p w:rsidR="0026369A" w:rsidRPr="008E7459" w:rsidRDefault="00521C5D" w:rsidP="0026369A">
      <w:pPr>
        <w:pStyle w:val="TableTitle"/>
      </w:pPr>
      <w:r w:rsidRPr="008E7459">
        <w:rPr>
          <w:b w:val="0"/>
        </w:rPr>
        <w:lastRenderedPageBreak/>
        <w:t xml:space="preserve">Table </w:t>
      </w:r>
      <w:bookmarkStart w:id="22" w:name="OLE_LINK19"/>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11</w:t>
      </w:r>
      <w:r w:rsidRPr="008E7459">
        <w:rPr>
          <w:b w:val="0"/>
        </w:rPr>
        <w:fldChar w:fldCharType="end"/>
      </w:r>
      <w:bookmarkEnd w:id="22"/>
      <w:r w:rsidRPr="008E7459">
        <w:tab/>
      </w:r>
      <w:r w:rsidR="0026369A" w:rsidRPr="008E7459">
        <w:t>Related performance indicators in the National Indigenous Reform Agreement</w:t>
      </w:r>
      <w:r w:rsidR="0026369A" w:rsidRPr="008E7459">
        <w:rPr>
          <w:rStyle w:val="NoteLabel"/>
          <w:b/>
        </w:rPr>
        <w:t>a</w:t>
      </w:r>
    </w:p>
    <w:tbl>
      <w:tblPr>
        <w:tblW w:w="8789" w:type="dxa"/>
        <w:tblLayout w:type="fixed"/>
        <w:tblCellMar>
          <w:left w:w="0" w:type="dxa"/>
          <w:right w:w="0" w:type="dxa"/>
        </w:tblCellMar>
        <w:tblLook w:val="0000" w:firstRow="0" w:lastRow="0" w:firstColumn="0" w:lastColumn="0" w:noHBand="0" w:noVBand="0"/>
      </w:tblPr>
      <w:tblGrid>
        <w:gridCol w:w="7513"/>
        <w:gridCol w:w="1276"/>
      </w:tblGrid>
      <w:tr w:rsidR="00C33726" w:rsidRPr="008E7459" w:rsidTr="0026369A">
        <w:tc>
          <w:tcPr>
            <w:tcW w:w="7513" w:type="dxa"/>
            <w:tcBorders>
              <w:top w:val="single" w:sz="6" w:space="0" w:color="auto"/>
              <w:bottom w:val="single" w:sz="6" w:space="0" w:color="auto"/>
            </w:tcBorders>
            <w:shd w:val="clear" w:color="auto" w:fill="auto"/>
          </w:tcPr>
          <w:p w:rsidR="0026369A" w:rsidRPr="008E7459" w:rsidRDefault="0026369A" w:rsidP="0026369A">
            <w:pPr>
              <w:pStyle w:val="TableColumnHeading"/>
              <w:jc w:val="left"/>
            </w:pPr>
            <w:r w:rsidRPr="008E7459">
              <w:t>Performance indicator</w:t>
            </w:r>
          </w:p>
        </w:tc>
        <w:tc>
          <w:tcPr>
            <w:tcW w:w="1276" w:type="dxa"/>
            <w:tcBorders>
              <w:top w:val="single" w:sz="6" w:space="0" w:color="auto"/>
              <w:bottom w:val="single" w:sz="6" w:space="0" w:color="auto"/>
            </w:tcBorders>
            <w:shd w:val="clear" w:color="auto" w:fill="auto"/>
          </w:tcPr>
          <w:p w:rsidR="0026369A" w:rsidRPr="008E7459" w:rsidRDefault="0026369A" w:rsidP="0026369A">
            <w:pPr>
              <w:pStyle w:val="TableColumnHeading"/>
            </w:pPr>
            <w:r w:rsidRPr="008E7459">
              <w:t>Page no. in this report</w:t>
            </w:r>
          </w:p>
        </w:tc>
      </w:tr>
      <w:tr w:rsidR="00C33726" w:rsidRPr="008E7459" w:rsidTr="0026369A">
        <w:tc>
          <w:tcPr>
            <w:tcW w:w="7513" w:type="dxa"/>
          </w:tcPr>
          <w:p w:rsidR="005D2E57" w:rsidRPr="008E7459" w:rsidRDefault="00C33726" w:rsidP="00F42EFA">
            <w:pPr>
              <w:pStyle w:val="TableBodyText"/>
              <w:spacing w:before="80"/>
              <w:ind w:left="340" w:hanging="340"/>
              <w:jc w:val="left"/>
            </w:pPr>
            <w:r w:rsidRPr="008E7459">
              <w:t>6</w:t>
            </w:r>
            <w:r w:rsidR="005D2E57" w:rsidRPr="008E7459">
              <w:t>. Percentage of students at or above the national minimum standard in reading, writing and numeracy for years 3, 5, 7, 9</w:t>
            </w:r>
            <w:r w:rsidRPr="008E7459">
              <w:t>.</w:t>
            </w:r>
          </w:p>
          <w:p w:rsidR="005D2E57" w:rsidRPr="008E7459" w:rsidRDefault="005D2E57" w:rsidP="00F42EFA">
            <w:pPr>
              <w:pStyle w:val="TableBodyText"/>
              <w:spacing w:before="80"/>
              <w:ind w:left="284" w:hanging="284"/>
              <w:jc w:val="left"/>
            </w:pPr>
          </w:p>
        </w:tc>
        <w:tc>
          <w:tcPr>
            <w:tcW w:w="1276" w:type="dxa"/>
          </w:tcPr>
          <w:p w:rsidR="005D2E57" w:rsidRPr="008E7459" w:rsidRDefault="00994D04" w:rsidP="00884632">
            <w:pPr>
              <w:pStyle w:val="TableBodyText"/>
            </w:pPr>
            <w:r w:rsidRPr="008E7459">
              <w:t>57</w:t>
            </w:r>
          </w:p>
        </w:tc>
      </w:tr>
      <w:tr w:rsidR="00C33726" w:rsidRPr="008E7459" w:rsidTr="000D0E19">
        <w:tc>
          <w:tcPr>
            <w:tcW w:w="7513" w:type="dxa"/>
          </w:tcPr>
          <w:p w:rsidR="005D2E57" w:rsidRPr="008E7459" w:rsidRDefault="00C33726" w:rsidP="0026369A">
            <w:pPr>
              <w:pStyle w:val="TableBodyText"/>
              <w:ind w:left="284" w:hanging="278"/>
              <w:jc w:val="left"/>
            </w:pPr>
            <w:r w:rsidRPr="008E7459">
              <w:t>7</w:t>
            </w:r>
            <w:r w:rsidR="005D2E57" w:rsidRPr="008E7459">
              <w:t>. Attendance rates, Year 1 to Year 10</w:t>
            </w:r>
            <w:r w:rsidRPr="008E7459">
              <w:t>.</w:t>
            </w:r>
          </w:p>
          <w:p w:rsidR="005D2E57" w:rsidRPr="008E7459" w:rsidRDefault="005D2E57" w:rsidP="0026369A">
            <w:pPr>
              <w:pStyle w:val="TableBodyText"/>
              <w:ind w:left="284" w:hanging="278"/>
              <w:jc w:val="left"/>
            </w:pPr>
          </w:p>
        </w:tc>
        <w:tc>
          <w:tcPr>
            <w:tcW w:w="1276" w:type="dxa"/>
          </w:tcPr>
          <w:p w:rsidR="005D2E57" w:rsidRPr="008E7459" w:rsidRDefault="00994D04" w:rsidP="00884632">
            <w:pPr>
              <w:pStyle w:val="TableBodyText"/>
            </w:pPr>
            <w:r w:rsidRPr="008E7459">
              <w:t>61</w:t>
            </w:r>
          </w:p>
        </w:tc>
      </w:tr>
      <w:tr w:rsidR="00C33726" w:rsidRPr="008E7459" w:rsidTr="000D0E19">
        <w:tc>
          <w:tcPr>
            <w:tcW w:w="7513" w:type="dxa"/>
            <w:tcBorders>
              <w:bottom w:val="single" w:sz="4" w:space="0" w:color="auto"/>
            </w:tcBorders>
          </w:tcPr>
          <w:p w:rsidR="005D2E57" w:rsidRPr="008E7459" w:rsidRDefault="00C33726" w:rsidP="0026369A">
            <w:pPr>
              <w:pStyle w:val="TableBodyText"/>
              <w:jc w:val="left"/>
            </w:pPr>
            <w:r w:rsidRPr="008E7459">
              <w:t>8</w:t>
            </w:r>
            <w:r w:rsidR="005D2E57" w:rsidRPr="008E7459">
              <w:t>. Attainment of year 12 or equivalent</w:t>
            </w:r>
            <w:r w:rsidRPr="008E7459">
              <w:t>.</w:t>
            </w:r>
          </w:p>
          <w:p w:rsidR="005D2E57" w:rsidRPr="008E7459" w:rsidRDefault="005D2E57" w:rsidP="000D0E19">
            <w:pPr>
              <w:pStyle w:val="TableBodyText"/>
              <w:ind w:left="284" w:hanging="278"/>
              <w:jc w:val="left"/>
            </w:pPr>
          </w:p>
        </w:tc>
        <w:tc>
          <w:tcPr>
            <w:tcW w:w="1276" w:type="dxa"/>
            <w:tcBorders>
              <w:bottom w:val="single" w:sz="4" w:space="0" w:color="auto"/>
            </w:tcBorders>
          </w:tcPr>
          <w:p w:rsidR="00680E60" w:rsidRPr="008E7459" w:rsidRDefault="00994D04" w:rsidP="00680E60">
            <w:pPr>
              <w:pStyle w:val="TableBodyText"/>
            </w:pPr>
            <w:r w:rsidRPr="008E7459">
              <w:t>63</w:t>
            </w:r>
          </w:p>
        </w:tc>
      </w:tr>
    </w:tbl>
    <w:p w:rsidR="0026369A" w:rsidRPr="008E7459" w:rsidRDefault="0026369A" w:rsidP="00C33726">
      <w:pPr>
        <w:pStyle w:val="Note"/>
      </w:pPr>
      <w:r w:rsidRPr="008E7459">
        <w:rPr>
          <w:rStyle w:val="NoteLabel"/>
        </w:rPr>
        <w:t>a</w:t>
      </w:r>
      <w:r w:rsidRPr="008E7459">
        <w:t xml:space="preserve"> </w:t>
      </w:r>
      <w:r w:rsidR="00C33726" w:rsidRPr="008E7459">
        <w:t>Performance indicators are presented in this table using the direct wording for the performance indicators in the revised NIRA (COAG 2012b). This does not necessarily reflect the measures used to report against the indicators in this report.</w:t>
      </w:r>
    </w:p>
    <w:p w:rsidR="0026369A" w:rsidRPr="008E7459" w:rsidRDefault="0026369A" w:rsidP="00680E60">
      <w:pPr>
        <w:pStyle w:val="Heading3"/>
        <w:spacing w:before="0" w:line="240" w:lineRule="auto"/>
      </w:pPr>
      <w:r w:rsidRPr="008E7459">
        <w:br w:type="page"/>
      </w:r>
      <w:bookmarkStart w:id="23" w:name="_Ref322529177"/>
      <w:bookmarkStart w:id="24" w:name="_Ref357178603"/>
      <w:r w:rsidR="00E80495" w:rsidRPr="008E7459">
        <w:lastRenderedPageBreak/>
        <w:t>NEA Indicator 1</w:t>
      </w:r>
      <w:bookmarkEnd w:id="23"/>
      <w:r w:rsidR="00E80495" w:rsidRPr="008E7459">
        <w:t xml:space="preserve"> — </w:t>
      </w:r>
      <w:r w:rsidR="00426727" w:rsidRPr="008E7459">
        <w:t>The rate of student attendance at school</w:t>
      </w:r>
      <w:bookmarkEnd w:id="24"/>
    </w:p>
    <w:p w:rsidR="00847A99" w:rsidRPr="008E7459" w:rsidRDefault="00847A99" w:rsidP="00847A99">
      <w:pPr>
        <w:pStyle w:val="BoxSpace"/>
      </w:pPr>
    </w:p>
    <w:tbl>
      <w:tblPr>
        <w:tblW w:w="8789" w:type="dxa"/>
        <w:tblInd w:w="108" w:type="dxa"/>
        <w:tblLook w:val="01E0" w:firstRow="1" w:lastRow="1" w:firstColumn="1" w:lastColumn="1" w:noHBand="0" w:noVBand="0"/>
      </w:tblPr>
      <w:tblGrid>
        <w:gridCol w:w="1985"/>
        <w:gridCol w:w="6804"/>
      </w:tblGrid>
      <w:tr w:rsidR="00426727" w:rsidRPr="008E7459" w:rsidTr="0026369A">
        <w:trPr>
          <w:trHeight w:val="682"/>
        </w:trPr>
        <w:tc>
          <w:tcPr>
            <w:tcW w:w="1985" w:type="dxa"/>
          </w:tcPr>
          <w:p w:rsidR="0026369A" w:rsidRPr="008E7459" w:rsidRDefault="00EB3F0E" w:rsidP="00847A99">
            <w:pPr>
              <w:pStyle w:val="TableBodyText"/>
              <w:keepNext w:val="0"/>
              <w:keepLines w:val="0"/>
              <w:ind w:left="34"/>
              <w:jc w:val="left"/>
            </w:pPr>
            <w:r w:rsidRPr="008E7459">
              <w:t>Key amendments from previous cycle of reporting:</w:t>
            </w:r>
          </w:p>
        </w:tc>
        <w:tc>
          <w:tcPr>
            <w:tcW w:w="6804" w:type="dxa"/>
          </w:tcPr>
          <w:p w:rsidR="0026369A" w:rsidRPr="008E7459" w:rsidRDefault="00426727" w:rsidP="00847A99">
            <w:pPr>
              <w:pStyle w:val="TableBodyText"/>
              <w:keepNext w:val="0"/>
              <w:keepLines w:val="0"/>
              <w:ind w:left="34"/>
              <w:jc w:val="left"/>
              <w:rPr>
                <w:rFonts w:cs="Arial"/>
              </w:rPr>
            </w:pPr>
            <w:r w:rsidRPr="008E7459">
              <w:rPr>
                <w:rFonts w:cs="Arial"/>
              </w:rPr>
              <w:t>Th</w:t>
            </w:r>
            <w:r w:rsidR="000877B2" w:rsidRPr="008E7459">
              <w:rPr>
                <w:rFonts w:cs="Arial"/>
              </w:rPr>
              <w:t xml:space="preserve">is indicator is based on indicators 1 and 2 in the previous NEA, with the </w:t>
            </w:r>
            <w:r w:rsidR="000B07C3" w:rsidRPr="008E7459">
              <w:rPr>
                <w:rFonts w:cs="Arial"/>
              </w:rPr>
              <w:t xml:space="preserve">removal of </w:t>
            </w:r>
            <w:r w:rsidR="000877B2" w:rsidRPr="008E7459">
              <w:rPr>
                <w:rFonts w:cs="Arial"/>
              </w:rPr>
              <w:t xml:space="preserve">the </w:t>
            </w:r>
            <w:r w:rsidR="000B07C3" w:rsidRPr="008E7459">
              <w:rPr>
                <w:rFonts w:cs="Arial"/>
              </w:rPr>
              <w:t>enrolment</w:t>
            </w:r>
            <w:r w:rsidR="000877B2" w:rsidRPr="008E7459">
              <w:rPr>
                <w:rFonts w:cs="Arial"/>
              </w:rPr>
              <w:t xml:space="preserve"> measures</w:t>
            </w:r>
            <w:r w:rsidRPr="008E7459">
              <w:rPr>
                <w:rFonts w:cs="Arial"/>
              </w:rPr>
              <w:t>. There</w:t>
            </w:r>
            <w:r w:rsidR="000877B2" w:rsidRPr="008E7459">
              <w:rPr>
                <w:rFonts w:cs="Arial"/>
              </w:rPr>
              <w:t xml:space="preserve"> </w:t>
            </w:r>
            <w:r w:rsidRPr="008E7459">
              <w:rPr>
                <w:rFonts w:cs="Arial"/>
              </w:rPr>
              <w:t xml:space="preserve">is no change to the </w:t>
            </w:r>
            <w:r w:rsidR="000877B2" w:rsidRPr="008E7459">
              <w:rPr>
                <w:rFonts w:cs="Arial"/>
              </w:rPr>
              <w:t xml:space="preserve">remaining </w:t>
            </w:r>
            <w:r w:rsidRPr="008E7459">
              <w:rPr>
                <w:rFonts w:cs="Arial"/>
              </w:rPr>
              <w:t>measures or data.</w:t>
            </w:r>
          </w:p>
          <w:p w:rsidR="00426727" w:rsidRPr="008E7459" w:rsidRDefault="00426727" w:rsidP="00847A99">
            <w:pPr>
              <w:pStyle w:val="TableBodyText"/>
              <w:keepNext w:val="0"/>
              <w:keepLines w:val="0"/>
              <w:ind w:left="34"/>
              <w:jc w:val="left"/>
            </w:pPr>
          </w:p>
        </w:tc>
      </w:tr>
      <w:tr w:rsidR="00426727" w:rsidRPr="008E7459" w:rsidTr="0026369A">
        <w:trPr>
          <w:trHeight w:val="682"/>
        </w:trPr>
        <w:tc>
          <w:tcPr>
            <w:tcW w:w="1985" w:type="dxa"/>
          </w:tcPr>
          <w:p w:rsidR="0026369A" w:rsidRPr="008E7459" w:rsidRDefault="0026369A" w:rsidP="00847A99">
            <w:pPr>
              <w:pStyle w:val="TableBodyText"/>
              <w:keepNext w:val="0"/>
              <w:keepLines w:val="0"/>
              <w:ind w:left="-113"/>
              <w:jc w:val="left"/>
            </w:pPr>
            <w:bookmarkStart w:id="25" w:name="OLE_LINK5"/>
            <w:r w:rsidRPr="008E7459">
              <w:t>Outcome</w:t>
            </w:r>
            <w:r w:rsidR="00EB3F0E" w:rsidRPr="008E7459">
              <w:t>s</w:t>
            </w:r>
            <w:r w:rsidRPr="008E7459">
              <w:t>:</w:t>
            </w:r>
          </w:p>
        </w:tc>
        <w:tc>
          <w:tcPr>
            <w:tcW w:w="6804" w:type="dxa"/>
          </w:tcPr>
          <w:p w:rsidR="00426727" w:rsidRPr="008E7459" w:rsidRDefault="00426727" w:rsidP="00847A99">
            <w:pPr>
              <w:pStyle w:val="TableBodyText"/>
              <w:keepNext w:val="0"/>
              <w:keepLines w:val="0"/>
              <w:jc w:val="left"/>
            </w:pPr>
            <w:r w:rsidRPr="008E7459">
              <w:t>All children are engaged in and benefiting from schooling</w:t>
            </w:r>
          </w:p>
          <w:p w:rsidR="00426727" w:rsidRPr="008E7459" w:rsidRDefault="00426727" w:rsidP="00847A99">
            <w:pPr>
              <w:pStyle w:val="TableBodyText"/>
              <w:keepNext w:val="0"/>
              <w:keepLines w:val="0"/>
              <w:jc w:val="left"/>
            </w:pPr>
          </w:p>
          <w:p w:rsidR="0026369A" w:rsidRPr="008E7459" w:rsidRDefault="00426727" w:rsidP="00847A99">
            <w:pPr>
              <w:pStyle w:val="TableBodyText"/>
              <w:keepNext w:val="0"/>
              <w:keepLines w:val="0"/>
              <w:jc w:val="left"/>
            </w:pPr>
            <w:r w:rsidRPr="008E7459">
              <w:t>Schooling promotes the social inclusion and reduces the educational disadvantage of children, especially Indigenous children</w:t>
            </w:r>
          </w:p>
          <w:p w:rsidR="00426727" w:rsidRPr="008E7459" w:rsidRDefault="00426727" w:rsidP="00847A99">
            <w:pPr>
              <w:pStyle w:val="TableBodyText"/>
              <w:keepNext w:val="0"/>
              <w:keepLines w:val="0"/>
              <w:jc w:val="left"/>
            </w:pPr>
          </w:p>
        </w:tc>
      </w:tr>
      <w:tr w:rsidR="00426727" w:rsidRPr="008E7459" w:rsidTr="001333E1">
        <w:trPr>
          <w:trHeight w:val="1836"/>
        </w:trPr>
        <w:tc>
          <w:tcPr>
            <w:tcW w:w="1985" w:type="dxa"/>
          </w:tcPr>
          <w:p w:rsidR="0026369A" w:rsidRPr="008E7459" w:rsidRDefault="0026369A" w:rsidP="00847A99">
            <w:pPr>
              <w:pStyle w:val="TableBodyText"/>
              <w:keepNext w:val="0"/>
              <w:keepLines w:val="0"/>
              <w:ind w:left="-113"/>
              <w:jc w:val="left"/>
            </w:pPr>
            <w:r w:rsidRPr="008E7459">
              <w:t>Measure</w:t>
            </w:r>
            <w:r w:rsidR="00426727" w:rsidRPr="008E7459">
              <w:t>s</w:t>
            </w:r>
            <w:r w:rsidRPr="008E7459">
              <w:t xml:space="preserve">: </w:t>
            </w:r>
          </w:p>
        </w:tc>
        <w:tc>
          <w:tcPr>
            <w:tcW w:w="6804" w:type="dxa"/>
          </w:tcPr>
          <w:p w:rsidR="00426727" w:rsidRPr="008E7459" w:rsidRDefault="00426727" w:rsidP="00847A99">
            <w:pPr>
              <w:pStyle w:val="TableBodyText"/>
              <w:keepNext w:val="0"/>
              <w:keepLines w:val="0"/>
              <w:jc w:val="left"/>
            </w:pPr>
            <w:r w:rsidRPr="008E7459">
              <w:t>There are two measures for this indicator:</w:t>
            </w:r>
          </w:p>
          <w:p w:rsidR="00426727" w:rsidRPr="008E7459" w:rsidRDefault="00426727" w:rsidP="00847A99">
            <w:pPr>
              <w:pStyle w:val="TableBodyText"/>
              <w:keepNext w:val="0"/>
              <w:keepLines w:val="0"/>
              <w:jc w:val="left"/>
            </w:pPr>
          </w:p>
          <w:p w:rsidR="00426727" w:rsidRPr="008E7459" w:rsidRDefault="00426727" w:rsidP="00847A99">
            <w:pPr>
              <w:pStyle w:val="TableBodyText"/>
              <w:keepNext w:val="0"/>
              <w:keepLines w:val="0"/>
              <w:jc w:val="left"/>
            </w:pPr>
            <w:r w:rsidRPr="008E7459">
              <w:t>Measure 1(a): Attendance rates for students enrolled in years 1–10</w:t>
            </w:r>
          </w:p>
          <w:p w:rsidR="00426727" w:rsidRPr="008E7459" w:rsidRDefault="00426727" w:rsidP="00847A99">
            <w:pPr>
              <w:pStyle w:val="TableBodyText"/>
              <w:keepNext w:val="0"/>
              <w:keepLines w:val="0"/>
              <w:jc w:val="left"/>
            </w:pPr>
          </w:p>
          <w:p w:rsidR="0026369A" w:rsidRPr="008E7459" w:rsidRDefault="00426727" w:rsidP="00847A99">
            <w:pPr>
              <w:pStyle w:val="TableBodyText"/>
              <w:keepNext w:val="0"/>
              <w:keepLines w:val="0"/>
              <w:jc w:val="left"/>
            </w:pPr>
            <w:r w:rsidRPr="008E7459">
              <w:t>Measure 1(b): Attendance rates for Indigenous and low SES students enrolled in years 1–10</w:t>
            </w:r>
          </w:p>
        </w:tc>
      </w:tr>
      <w:tr w:rsidR="00426727" w:rsidRPr="008E7459" w:rsidTr="0026369A">
        <w:trPr>
          <w:trHeight w:val="574"/>
        </w:trPr>
        <w:tc>
          <w:tcPr>
            <w:tcW w:w="1985" w:type="dxa"/>
          </w:tcPr>
          <w:p w:rsidR="0026369A" w:rsidRPr="008E7459" w:rsidRDefault="0026369A" w:rsidP="00847A99">
            <w:pPr>
              <w:pStyle w:val="TableBodyText"/>
              <w:keepNext w:val="0"/>
              <w:keepLines w:val="0"/>
              <w:ind w:left="-113"/>
              <w:jc w:val="left"/>
            </w:pPr>
            <w:r w:rsidRPr="008E7459">
              <w:t>Measure 1(a):</w:t>
            </w:r>
          </w:p>
        </w:tc>
        <w:tc>
          <w:tcPr>
            <w:tcW w:w="6804" w:type="dxa"/>
          </w:tcPr>
          <w:p w:rsidR="00426727" w:rsidRPr="008E7459" w:rsidRDefault="00426727" w:rsidP="00847A99">
            <w:pPr>
              <w:pStyle w:val="TableBodyText"/>
              <w:keepNext w:val="0"/>
              <w:keepLines w:val="0"/>
              <w:jc w:val="left"/>
            </w:pPr>
            <w:r w:rsidRPr="008E7459">
              <w:t>Attendance rates for students enrolled in years 1–10</w:t>
            </w:r>
          </w:p>
          <w:p w:rsidR="00426727" w:rsidRPr="008E7459" w:rsidRDefault="00426727" w:rsidP="00847A99">
            <w:pPr>
              <w:pStyle w:val="TableBodyText"/>
              <w:keepNext w:val="0"/>
              <w:keepLines w:val="0"/>
              <w:jc w:val="left"/>
            </w:pPr>
          </w:p>
          <w:p w:rsidR="00426727" w:rsidRPr="008E7459" w:rsidRDefault="00426727" w:rsidP="00847A99">
            <w:pPr>
              <w:pStyle w:val="TableBodyText"/>
              <w:keepNext w:val="0"/>
              <w:keepLines w:val="0"/>
              <w:jc w:val="left"/>
            </w:pPr>
            <w:r w:rsidRPr="008E7459">
              <w:t>The measure is defined as:</w:t>
            </w:r>
          </w:p>
          <w:p w:rsidR="00426727" w:rsidRPr="008E7459" w:rsidRDefault="00791519" w:rsidP="00847A99">
            <w:pPr>
              <w:pStyle w:val="TableBullet"/>
              <w:keepNext w:val="0"/>
              <w:keepLines w:val="0"/>
            </w:pPr>
            <w:r w:rsidRPr="008E7459">
              <w:rPr>
                <w:i/>
              </w:rPr>
              <w:t xml:space="preserve">numerator — </w:t>
            </w:r>
            <w:r w:rsidR="00426727" w:rsidRPr="008E7459">
              <w:t>aggregate number of actual days in attendance in the collection period, for children in years 1–10 (children enrolled full time only)</w:t>
            </w:r>
          </w:p>
          <w:p w:rsidR="00426727" w:rsidRPr="008E7459" w:rsidRDefault="00791519" w:rsidP="00847A99">
            <w:pPr>
              <w:pStyle w:val="TableBullet"/>
              <w:keepNext w:val="0"/>
              <w:keepLines w:val="0"/>
            </w:pPr>
            <w:r w:rsidRPr="008E7459">
              <w:rPr>
                <w:i/>
              </w:rPr>
              <w:t xml:space="preserve">denominator — </w:t>
            </w:r>
            <w:r w:rsidR="00426727" w:rsidRPr="008E7459">
              <w:t>aggregate number of possible days for attendance in the collection period, for children in years 1–10 (children enrolled full time only)</w:t>
            </w:r>
          </w:p>
          <w:p w:rsidR="0026369A" w:rsidRPr="008E7459" w:rsidRDefault="00426727" w:rsidP="00847A99">
            <w:pPr>
              <w:pStyle w:val="TableBodyText"/>
              <w:keepNext w:val="0"/>
              <w:keepLines w:val="0"/>
              <w:jc w:val="left"/>
              <w:rPr>
                <w:i/>
              </w:rPr>
            </w:pPr>
            <w:r w:rsidRPr="008E7459">
              <w:t xml:space="preserve">and is expressed as a </w:t>
            </w:r>
            <w:r w:rsidRPr="008E7459">
              <w:rPr>
                <w:i/>
              </w:rPr>
              <w:t>rate per 100 days</w:t>
            </w:r>
          </w:p>
          <w:p w:rsidR="00426727" w:rsidRPr="008E7459" w:rsidRDefault="00426727" w:rsidP="00847A99">
            <w:pPr>
              <w:pStyle w:val="TableBodyText"/>
              <w:keepNext w:val="0"/>
              <w:keepLines w:val="0"/>
              <w:jc w:val="left"/>
              <w:rPr>
                <w:i/>
              </w:rPr>
            </w:pPr>
          </w:p>
        </w:tc>
      </w:tr>
      <w:tr w:rsidR="00426727" w:rsidRPr="008E7459" w:rsidTr="0026369A">
        <w:trPr>
          <w:trHeight w:val="574"/>
        </w:trPr>
        <w:tc>
          <w:tcPr>
            <w:tcW w:w="1985" w:type="dxa"/>
          </w:tcPr>
          <w:p w:rsidR="0026369A" w:rsidRPr="008E7459" w:rsidRDefault="0026369A" w:rsidP="00847A99">
            <w:pPr>
              <w:pStyle w:val="TableBodyText"/>
              <w:keepNext w:val="0"/>
              <w:keepLines w:val="0"/>
              <w:ind w:left="-113"/>
              <w:jc w:val="left"/>
            </w:pPr>
            <w:r w:rsidRPr="008E7459">
              <w:t>Measure 1(b):</w:t>
            </w:r>
          </w:p>
        </w:tc>
        <w:tc>
          <w:tcPr>
            <w:tcW w:w="6804" w:type="dxa"/>
          </w:tcPr>
          <w:p w:rsidR="00426727" w:rsidRPr="008E7459" w:rsidRDefault="00426727" w:rsidP="00847A99">
            <w:pPr>
              <w:pStyle w:val="TableBodyText"/>
              <w:keepNext w:val="0"/>
              <w:keepLines w:val="0"/>
              <w:jc w:val="left"/>
            </w:pPr>
            <w:r w:rsidRPr="008E7459">
              <w:t>Attendance rates for Indigenous and low SES students enrolled in years 1–10</w:t>
            </w:r>
          </w:p>
          <w:p w:rsidR="00426727" w:rsidRPr="008E7459" w:rsidRDefault="00426727" w:rsidP="00847A99">
            <w:pPr>
              <w:pStyle w:val="TableBodyText"/>
              <w:keepNext w:val="0"/>
              <w:keepLines w:val="0"/>
              <w:jc w:val="left"/>
            </w:pPr>
          </w:p>
          <w:p w:rsidR="00426727" w:rsidRPr="008E7459" w:rsidRDefault="00426727" w:rsidP="00847A99">
            <w:pPr>
              <w:pStyle w:val="TableBodyText"/>
              <w:keepNext w:val="0"/>
              <w:keepLines w:val="0"/>
              <w:jc w:val="left"/>
            </w:pPr>
            <w:r w:rsidRPr="008E7459">
              <w:t>The measure is defined as:</w:t>
            </w:r>
          </w:p>
          <w:p w:rsidR="00426727" w:rsidRPr="008E7459" w:rsidRDefault="00791519" w:rsidP="00847A99">
            <w:pPr>
              <w:pStyle w:val="TableBullet"/>
              <w:keepNext w:val="0"/>
              <w:keepLines w:val="0"/>
            </w:pPr>
            <w:r w:rsidRPr="008E7459">
              <w:rPr>
                <w:i/>
              </w:rPr>
              <w:t xml:space="preserve">numerator — </w:t>
            </w:r>
            <w:r w:rsidR="00426727" w:rsidRPr="008E7459">
              <w:t>aggregate number of actual days in attendance in the collection period, for children in years 1–10 (children enrolled full time only), by Indigenous status</w:t>
            </w:r>
          </w:p>
          <w:p w:rsidR="00426727" w:rsidRPr="008E7459" w:rsidRDefault="00791519" w:rsidP="00847A99">
            <w:pPr>
              <w:pStyle w:val="TableBullet"/>
              <w:keepNext w:val="0"/>
              <w:keepLines w:val="0"/>
            </w:pPr>
            <w:r w:rsidRPr="008E7459">
              <w:rPr>
                <w:i/>
              </w:rPr>
              <w:t xml:space="preserve">denominator — </w:t>
            </w:r>
            <w:r w:rsidR="00426727" w:rsidRPr="008E7459">
              <w:t>aggregate number of possible days for attendance in the collection period, for children in years 1–10 (children enrolled full time only), by Indigenous status</w:t>
            </w:r>
          </w:p>
          <w:p w:rsidR="00426727" w:rsidRPr="008E7459" w:rsidRDefault="00426727" w:rsidP="00847A99">
            <w:pPr>
              <w:pStyle w:val="TableBodyText"/>
              <w:keepNext w:val="0"/>
              <w:keepLines w:val="0"/>
              <w:jc w:val="left"/>
              <w:rPr>
                <w:i/>
              </w:rPr>
            </w:pPr>
            <w:r w:rsidRPr="008E7459">
              <w:t xml:space="preserve">and is expressed as a </w:t>
            </w:r>
            <w:r w:rsidRPr="008E7459">
              <w:rPr>
                <w:i/>
              </w:rPr>
              <w:t>rate</w:t>
            </w:r>
            <w:r w:rsidR="000B07C3" w:rsidRPr="008E7459">
              <w:rPr>
                <w:i/>
              </w:rPr>
              <w:t xml:space="preserve"> per 100 days</w:t>
            </w:r>
            <w:r w:rsidR="0098538E" w:rsidRPr="008E7459">
              <w:rPr>
                <w:i/>
              </w:rPr>
              <w:br/>
            </w:r>
          </w:p>
        </w:tc>
      </w:tr>
      <w:tr w:rsidR="00426727" w:rsidRPr="008E7459" w:rsidTr="001333E1">
        <w:trPr>
          <w:trHeight w:val="798"/>
        </w:trPr>
        <w:tc>
          <w:tcPr>
            <w:tcW w:w="1985" w:type="dxa"/>
          </w:tcPr>
          <w:p w:rsidR="0026369A" w:rsidRPr="008E7459" w:rsidRDefault="005C6531" w:rsidP="00847A99">
            <w:pPr>
              <w:pStyle w:val="TableBodyText"/>
              <w:keepNext w:val="0"/>
              <w:keepLines w:val="0"/>
              <w:ind w:left="-113"/>
              <w:jc w:val="left"/>
            </w:pPr>
            <w:r w:rsidRPr="008E7459">
              <w:t>Data source:</w:t>
            </w:r>
          </w:p>
        </w:tc>
        <w:tc>
          <w:tcPr>
            <w:tcW w:w="6804" w:type="dxa"/>
          </w:tcPr>
          <w:p w:rsidR="0026369A" w:rsidRPr="008E7459" w:rsidRDefault="005C6531" w:rsidP="00847A99">
            <w:pPr>
              <w:pStyle w:val="TableBodyText"/>
              <w:keepNext w:val="0"/>
              <w:keepLines w:val="0"/>
              <w:jc w:val="left"/>
            </w:pPr>
            <w:r w:rsidRPr="008E7459">
              <w:rPr>
                <w:u w:val="single"/>
              </w:rPr>
              <w:t>National Schools Attendance Collection</w:t>
            </w:r>
            <w:r w:rsidRPr="008E7459">
              <w:t xml:space="preserve"> (NSAC). Data are available annually.</w:t>
            </w:r>
          </w:p>
        </w:tc>
      </w:tr>
      <w:tr w:rsidR="00426727" w:rsidRPr="008E7459" w:rsidTr="0026369A">
        <w:trPr>
          <w:trHeight w:val="582"/>
        </w:trPr>
        <w:tc>
          <w:tcPr>
            <w:tcW w:w="1985" w:type="dxa"/>
          </w:tcPr>
          <w:p w:rsidR="0026369A" w:rsidRPr="008E7459" w:rsidRDefault="0026369A" w:rsidP="00847A99">
            <w:pPr>
              <w:pStyle w:val="TableBodyText"/>
              <w:keepNext w:val="0"/>
              <w:keepLines w:val="0"/>
              <w:ind w:left="-113"/>
              <w:jc w:val="left"/>
            </w:pPr>
            <w:r w:rsidRPr="008E7459">
              <w:t>Data provider:</w:t>
            </w:r>
          </w:p>
        </w:tc>
        <w:tc>
          <w:tcPr>
            <w:tcW w:w="6804" w:type="dxa"/>
          </w:tcPr>
          <w:p w:rsidR="0026369A" w:rsidRPr="008E7459" w:rsidRDefault="005C6531" w:rsidP="00847A99">
            <w:pPr>
              <w:pStyle w:val="TableBodyText"/>
              <w:keepNext w:val="0"/>
              <w:keepLines w:val="0"/>
              <w:jc w:val="left"/>
            </w:pPr>
            <w:r w:rsidRPr="008E7459">
              <w:t>ACARA</w:t>
            </w:r>
          </w:p>
        </w:tc>
      </w:tr>
      <w:tr w:rsidR="00426727" w:rsidRPr="008E7459" w:rsidTr="0026369A">
        <w:trPr>
          <w:trHeight w:val="646"/>
        </w:trPr>
        <w:tc>
          <w:tcPr>
            <w:tcW w:w="1985" w:type="dxa"/>
          </w:tcPr>
          <w:p w:rsidR="0026369A" w:rsidRPr="008E7459" w:rsidRDefault="0026369A" w:rsidP="00847A99">
            <w:pPr>
              <w:pStyle w:val="TableBodyText"/>
              <w:keepNext w:val="0"/>
              <w:keepLines w:val="0"/>
              <w:ind w:left="-113"/>
              <w:jc w:val="left"/>
            </w:pPr>
            <w:r w:rsidRPr="008E7459">
              <w:t>Data availability:</w:t>
            </w:r>
          </w:p>
        </w:tc>
        <w:tc>
          <w:tcPr>
            <w:tcW w:w="6804" w:type="dxa"/>
          </w:tcPr>
          <w:p w:rsidR="0026369A" w:rsidRPr="008E7459" w:rsidRDefault="005C6531" w:rsidP="00847A99">
            <w:pPr>
              <w:pStyle w:val="TableBodyText"/>
              <w:keepNext w:val="0"/>
              <w:keepLines w:val="0"/>
              <w:jc w:val="left"/>
            </w:pPr>
            <w:r w:rsidRPr="008E7459">
              <w:t>2012</w:t>
            </w:r>
          </w:p>
        </w:tc>
      </w:tr>
      <w:tr w:rsidR="00426727" w:rsidRPr="008E7459" w:rsidTr="0026369A">
        <w:tc>
          <w:tcPr>
            <w:tcW w:w="1985" w:type="dxa"/>
          </w:tcPr>
          <w:p w:rsidR="0026369A" w:rsidRPr="008E7459" w:rsidRDefault="0026369A" w:rsidP="00847A99">
            <w:pPr>
              <w:pStyle w:val="TableBodyText"/>
              <w:keepNext w:val="0"/>
              <w:keepLines w:val="0"/>
              <w:ind w:left="-113"/>
              <w:jc w:val="left"/>
            </w:pPr>
            <w:r w:rsidRPr="008E7459">
              <w:t>Cross tabulations provided:</w:t>
            </w:r>
          </w:p>
          <w:p w:rsidR="0026369A" w:rsidRPr="008E7459" w:rsidRDefault="0026369A" w:rsidP="00847A99">
            <w:pPr>
              <w:pStyle w:val="TableBodyText"/>
              <w:keepNext w:val="0"/>
              <w:keepLines w:val="0"/>
              <w:ind w:left="-113"/>
              <w:jc w:val="left"/>
            </w:pPr>
          </w:p>
        </w:tc>
        <w:tc>
          <w:tcPr>
            <w:tcW w:w="6804" w:type="dxa"/>
          </w:tcPr>
          <w:p w:rsidR="005C6531" w:rsidRPr="008E7459" w:rsidRDefault="005C6531" w:rsidP="00847A99">
            <w:pPr>
              <w:pStyle w:val="TableBodyText"/>
              <w:keepNext w:val="0"/>
              <w:keepLines w:val="0"/>
              <w:jc w:val="left"/>
            </w:pPr>
            <w:r w:rsidRPr="008E7459">
              <w:lastRenderedPageBreak/>
              <w:t>Measure 1(a): State and Territory, by school sector, by year level, by</w:t>
            </w:r>
          </w:p>
          <w:p w:rsidR="005C6531" w:rsidRPr="008E7459" w:rsidRDefault="005C6531" w:rsidP="00847A99">
            <w:pPr>
              <w:pStyle w:val="TableBullet"/>
              <w:keepNext w:val="0"/>
              <w:keepLines w:val="0"/>
              <w:jc w:val="both"/>
            </w:pPr>
            <w:r w:rsidRPr="008E7459">
              <w:t>sex</w:t>
            </w:r>
          </w:p>
          <w:p w:rsidR="005C6531" w:rsidRPr="008E7459" w:rsidRDefault="005C6531" w:rsidP="00847A99">
            <w:pPr>
              <w:pStyle w:val="TableBodyText"/>
              <w:keepNext w:val="0"/>
              <w:keepLines w:val="0"/>
              <w:jc w:val="left"/>
            </w:pPr>
            <w:r w:rsidRPr="008E7459">
              <w:lastRenderedPageBreak/>
              <w:t>Measure 1(b): State and Territory, by school sector, by year level, by</w:t>
            </w:r>
          </w:p>
          <w:p w:rsidR="0026369A" w:rsidRPr="008E7459" w:rsidRDefault="005C6531" w:rsidP="00847A99">
            <w:pPr>
              <w:pStyle w:val="TableBullet"/>
              <w:keepNext w:val="0"/>
              <w:keepLines w:val="0"/>
            </w:pPr>
            <w:r w:rsidRPr="008E7459">
              <w:t>Indigenous status</w:t>
            </w:r>
          </w:p>
        </w:tc>
      </w:tr>
      <w:bookmarkEnd w:id="25"/>
    </w:tbl>
    <w:p w:rsidR="0026369A" w:rsidRPr="008E7459"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B11BED">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10</w:t>
            </w:r>
            <w:r w:rsidRPr="008E7459">
              <w:rPr>
                <w:b w:val="0"/>
              </w:rPr>
              <w:fldChar w:fldCharType="end"/>
            </w:r>
            <w:r w:rsidRPr="008E7459">
              <w:tab/>
              <w:t>Results</w:t>
            </w:r>
          </w:p>
        </w:tc>
      </w:tr>
      <w:tr w:rsidR="0026369A" w:rsidRPr="008E7459" w:rsidTr="0026369A">
        <w:trPr>
          <w:cantSplit/>
        </w:trPr>
        <w:tc>
          <w:tcPr>
            <w:tcW w:w="8771" w:type="dxa"/>
            <w:tcBorders>
              <w:top w:val="nil"/>
              <w:left w:val="single" w:sz="4" w:space="0" w:color="auto"/>
              <w:bottom w:val="nil"/>
              <w:right w:val="single" w:sz="4" w:space="0" w:color="auto"/>
            </w:tcBorders>
          </w:tcPr>
          <w:p w:rsidR="00552BD5" w:rsidRPr="008E7459" w:rsidRDefault="00552BD5" w:rsidP="00295095">
            <w:pPr>
              <w:pStyle w:val="Box"/>
            </w:pPr>
            <w:r w:rsidRPr="008E7459">
              <w:t xml:space="preserve">For this report, new data for this indicator are available for 2012. </w:t>
            </w:r>
          </w:p>
          <w:p w:rsidR="00552BD5" w:rsidRPr="008E7459" w:rsidRDefault="00552BD5" w:rsidP="0098538E">
            <w:pPr>
              <w:pStyle w:val="BoxListBullet"/>
            </w:pPr>
            <w:r w:rsidRPr="008E7459">
              <w:t>Data are presented by State and Territory</w:t>
            </w:r>
            <w:r w:rsidR="00781B70" w:rsidRPr="008E7459">
              <w:t xml:space="preserve"> </w:t>
            </w:r>
            <w:r w:rsidR="003C70E2" w:rsidRPr="008E7459">
              <w:t xml:space="preserve">by sex </w:t>
            </w:r>
            <w:r w:rsidR="00BD549B" w:rsidRPr="008E7459">
              <w:t>in tables NEA.1.1–3</w:t>
            </w:r>
            <w:r w:rsidR="003C70E2" w:rsidRPr="008E7459">
              <w:t>.</w:t>
            </w:r>
          </w:p>
          <w:p w:rsidR="00BD549B" w:rsidRPr="008E7459" w:rsidRDefault="003C70E2" w:rsidP="0098538E">
            <w:pPr>
              <w:pStyle w:val="BoxListBullet"/>
            </w:pPr>
            <w:r w:rsidRPr="008E7459">
              <w:t xml:space="preserve">Data are </w:t>
            </w:r>
            <w:r w:rsidR="00BD549B" w:rsidRPr="008E7459">
              <w:t xml:space="preserve">by </w:t>
            </w:r>
            <w:r w:rsidRPr="008E7459">
              <w:t xml:space="preserve">presented by State and </w:t>
            </w:r>
            <w:r w:rsidR="0026685B" w:rsidRPr="008E7459">
              <w:t>Territory</w:t>
            </w:r>
            <w:r w:rsidRPr="008E7459">
              <w:t xml:space="preserve"> by </w:t>
            </w:r>
            <w:r w:rsidR="00BD549B" w:rsidRPr="008E7459">
              <w:t>Indigenous status in tables NEA.1.4–6</w:t>
            </w:r>
            <w:r w:rsidRPr="008E7459">
              <w:t xml:space="preserve">. </w:t>
            </w:r>
          </w:p>
          <w:p w:rsidR="00552BD5" w:rsidRPr="008E7459" w:rsidRDefault="008F58B2" w:rsidP="004561B6">
            <w:pPr>
              <w:pStyle w:val="Box"/>
            </w:pPr>
            <w:r w:rsidRPr="008E7459">
              <w:t xml:space="preserve">Data for 2011 are available in the 2011 NEA performance report. Data for </w:t>
            </w:r>
            <w:r w:rsidR="004561B6" w:rsidRPr="008E7459">
              <w:t xml:space="preserve">2010, </w:t>
            </w:r>
            <w:r w:rsidRPr="008E7459">
              <w:t>2009</w:t>
            </w:r>
            <w:r w:rsidR="004561B6" w:rsidRPr="008E7459">
              <w:t xml:space="preserve"> and 2008 data are available in the</w:t>
            </w:r>
            <w:r w:rsidR="00781B70" w:rsidRPr="008E7459">
              <w:t xml:space="preserve"> </w:t>
            </w:r>
            <w:r w:rsidR="004561B6" w:rsidRPr="008E7459">
              <w:t xml:space="preserve">2010 NEA performance report and 2007 data </w:t>
            </w:r>
            <w:r w:rsidRPr="008E7459">
              <w:t xml:space="preserve">are available from the 2009 NEA performance report. </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26369A" w:rsidRPr="008E7459" w:rsidRDefault="0026369A" w:rsidP="0026369A">
      <w:pPr>
        <w:pStyle w:val="Heading4"/>
        <w:spacing w:after="120"/>
      </w:pPr>
      <w:r w:rsidRPr="008E7459">
        <w:t>Attachment table</w:t>
      </w:r>
      <w:r w:rsidR="000F0C9C" w:rsidRPr="008E7459">
        <w:t>s</w:t>
      </w:r>
    </w:p>
    <w:tbl>
      <w:tblPr>
        <w:tblStyle w:val="TableGrid"/>
        <w:tblW w:w="0" w:type="auto"/>
        <w:tblInd w:w="137" w:type="dxa"/>
        <w:tblLook w:val="04A0" w:firstRow="1" w:lastRow="0" w:firstColumn="1" w:lastColumn="0" w:noHBand="0" w:noVBand="1"/>
      </w:tblPr>
      <w:tblGrid>
        <w:gridCol w:w="1672"/>
        <w:gridCol w:w="7117"/>
      </w:tblGrid>
      <w:tr w:rsidR="00E00397" w:rsidRPr="008E7459" w:rsidTr="00781B70">
        <w:trPr>
          <w:trHeight w:val="385"/>
        </w:trPr>
        <w:tc>
          <w:tcPr>
            <w:tcW w:w="1672" w:type="dxa"/>
            <w:noWrap/>
            <w:hideMark/>
          </w:tcPr>
          <w:p w:rsidR="00E00397" w:rsidRPr="008E7459" w:rsidRDefault="00E00397" w:rsidP="00D71B99">
            <w:pPr>
              <w:rPr>
                <w:rFonts w:ascii="Arial" w:hAnsi="Arial" w:cs="Arial"/>
                <w:b/>
                <w:bCs/>
                <w:sz w:val="20"/>
                <w:szCs w:val="20"/>
              </w:rPr>
            </w:pPr>
            <w:r w:rsidRPr="008E7459">
              <w:rPr>
                <w:rFonts w:ascii="Arial" w:hAnsi="Arial" w:cs="Arial"/>
                <w:b/>
                <w:bCs/>
                <w:sz w:val="20"/>
                <w:szCs w:val="20"/>
              </w:rPr>
              <w:t>Table NEA.1.1</w:t>
            </w:r>
          </w:p>
        </w:tc>
        <w:tc>
          <w:tcPr>
            <w:tcW w:w="7117" w:type="dxa"/>
            <w:hideMark/>
          </w:tcPr>
          <w:p w:rsidR="00E00397" w:rsidRPr="008E7459" w:rsidRDefault="00E00397">
            <w:pPr>
              <w:jc w:val="both"/>
              <w:rPr>
                <w:rFonts w:ascii="Arial" w:hAnsi="Arial" w:cs="Arial"/>
                <w:sz w:val="20"/>
                <w:szCs w:val="20"/>
              </w:rPr>
            </w:pPr>
            <w:r w:rsidRPr="008E7459">
              <w:rPr>
                <w:rFonts w:ascii="Arial" w:hAnsi="Arial" w:cs="Arial"/>
                <w:sz w:val="20"/>
                <w:szCs w:val="20"/>
              </w:rPr>
              <w:t>Student attendance rates, government schools, by sex, 2012 (</w:t>
            </w:r>
            <w:r w:rsidR="00781B70" w:rsidRPr="008E7459">
              <w:rPr>
                <w:rFonts w:ascii="Arial" w:hAnsi="Arial" w:cs="Arial"/>
                <w:sz w:val="20"/>
                <w:szCs w:val="20"/>
              </w:rPr>
              <w:t>per cent</w:t>
            </w:r>
            <w:r w:rsidRPr="008E7459">
              <w:rPr>
                <w:rFonts w:ascii="Arial" w:hAnsi="Arial" w:cs="Arial"/>
                <w:sz w:val="20"/>
                <w:szCs w:val="20"/>
              </w:rPr>
              <w:t>)</w:t>
            </w:r>
          </w:p>
        </w:tc>
      </w:tr>
      <w:tr w:rsidR="00E00397" w:rsidRPr="008E7459" w:rsidTr="00781B70">
        <w:trPr>
          <w:trHeight w:val="409"/>
        </w:trPr>
        <w:tc>
          <w:tcPr>
            <w:tcW w:w="1672" w:type="dxa"/>
            <w:noWrap/>
            <w:hideMark/>
          </w:tcPr>
          <w:p w:rsidR="00E00397" w:rsidRPr="008E7459" w:rsidRDefault="00E00397" w:rsidP="00D71B99">
            <w:pPr>
              <w:rPr>
                <w:rFonts w:ascii="Arial" w:hAnsi="Arial" w:cs="Arial"/>
                <w:b/>
                <w:bCs/>
                <w:sz w:val="20"/>
                <w:szCs w:val="20"/>
              </w:rPr>
            </w:pPr>
            <w:r w:rsidRPr="008E7459">
              <w:rPr>
                <w:rFonts w:ascii="Arial" w:hAnsi="Arial" w:cs="Arial"/>
                <w:b/>
                <w:bCs/>
                <w:sz w:val="20"/>
                <w:szCs w:val="20"/>
              </w:rPr>
              <w:t>Table NEA.1.2</w:t>
            </w:r>
          </w:p>
        </w:tc>
        <w:tc>
          <w:tcPr>
            <w:tcW w:w="7117" w:type="dxa"/>
            <w:hideMark/>
          </w:tcPr>
          <w:p w:rsidR="00E00397" w:rsidRPr="008E7459" w:rsidRDefault="00E00397">
            <w:pPr>
              <w:jc w:val="both"/>
              <w:rPr>
                <w:rFonts w:ascii="Arial" w:hAnsi="Arial" w:cs="Arial"/>
                <w:sz w:val="20"/>
                <w:szCs w:val="20"/>
              </w:rPr>
            </w:pPr>
            <w:r w:rsidRPr="008E7459">
              <w:rPr>
                <w:rFonts w:ascii="Arial" w:hAnsi="Arial" w:cs="Arial"/>
                <w:sz w:val="20"/>
                <w:szCs w:val="20"/>
              </w:rPr>
              <w:t>Student attendance rates, independent schools, by sex, 2012 (</w:t>
            </w:r>
            <w:r w:rsidR="00781B70" w:rsidRPr="008E7459">
              <w:rPr>
                <w:rFonts w:ascii="Arial" w:hAnsi="Arial" w:cs="Arial"/>
                <w:sz w:val="20"/>
                <w:szCs w:val="20"/>
              </w:rPr>
              <w:t>per cent</w:t>
            </w:r>
            <w:r w:rsidRPr="008E7459">
              <w:rPr>
                <w:rFonts w:ascii="Arial" w:hAnsi="Arial" w:cs="Arial"/>
                <w:sz w:val="20"/>
                <w:szCs w:val="20"/>
              </w:rPr>
              <w:t>)</w:t>
            </w:r>
          </w:p>
        </w:tc>
      </w:tr>
      <w:tr w:rsidR="00E00397" w:rsidRPr="008E7459" w:rsidTr="00781B70">
        <w:trPr>
          <w:trHeight w:val="414"/>
        </w:trPr>
        <w:tc>
          <w:tcPr>
            <w:tcW w:w="1672" w:type="dxa"/>
            <w:noWrap/>
            <w:hideMark/>
          </w:tcPr>
          <w:p w:rsidR="00E00397" w:rsidRPr="008E7459" w:rsidRDefault="00E00397" w:rsidP="00D71B99">
            <w:pPr>
              <w:rPr>
                <w:rFonts w:ascii="Arial" w:hAnsi="Arial" w:cs="Arial"/>
                <w:b/>
                <w:bCs/>
                <w:sz w:val="20"/>
                <w:szCs w:val="20"/>
              </w:rPr>
            </w:pPr>
            <w:r w:rsidRPr="008E7459">
              <w:rPr>
                <w:rFonts w:ascii="Arial" w:hAnsi="Arial" w:cs="Arial"/>
                <w:b/>
                <w:bCs/>
                <w:sz w:val="20"/>
                <w:szCs w:val="20"/>
              </w:rPr>
              <w:t>Table NEA.1.3</w:t>
            </w:r>
          </w:p>
        </w:tc>
        <w:tc>
          <w:tcPr>
            <w:tcW w:w="7117" w:type="dxa"/>
            <w:hideMark/>
          </w:tcPr>
          <w:p w:rsidR="00E00397" w:rsidRPr="008E7459" w:rsidRDefault="00E00397">
            <w:pPr>
              <w:jc w:val="both"/>
              <w:rPr>
                <w:rFonts w:ascii="Arial" w:hAnsi="Arial" w:cs="Arial"/>
                <w:sz w:val="20"/>
                <w:szCs w:val="20"/>
              </w:rPr>
            </w:pPr>
            <w:r w:rsidRPr="008E7459">
              <w:rPr>
                <w:rFonts w:ascii="Arial" w:hAnsi="Arial" w:cs="Arial"/>
                <w:sz w:val="20"/>
                <w:szCs w:val="20"/>
              </w:rPr>
              <w:t>Student attendance rates, Catholic schools, by sex, 2012 (</w:t>
            </w:r>
            <w:r w:rsidR="00781B70" w:rsidRPr="008E7459">
              <w:rPr>
                <w:rFonts w:ascii="Arial" w:hAnsi="Arial" w:cs="Arial"/>
                <w:sz w:val="20"/>
                <w:szCs w:val="20"/>
              </w:rPr>
              <w:t>per cent</w:t>
            </w:r>
            <w:r w:rsidRPr="008E7459">
              <w:rPr>
                <w:rFonts w:ascii="Arial" w:hAnsi="Arial" w:cs="Arial"/>
                <w:sz w:val="20"/>
                <w:szCs w:val="20"/>
              </w:rPr>
              <w:t>)</w:t>
            </w:r>
          </w:p>
        </w:tc>
      </w:tr>
      <w:tr w:rsidR="00E00397" w:rsidRPr="008E7459" w:rsidTr="00781B70">
        <w:trPr>
          <w:trHeight w:val="547"/>
        </w:trPr>
        <w:tc>
          <w:tcPr>
            <w:tcW w:w="1672" w:type="dxa"/>
            <w:noWrap/>
            <w:hideMark/>
          </w:tcPr>
          <w:p w:rsidR="00E00397" w:rsidRPr="008E7459" w:rsidRDefault="00E00397" w:rsidP="00D71B99">
            <w:pPr>
              <w:rPr>
                <w:rFonts w:ascii="Arial" w:hAnsi="Arial" w:cs="Arial"/>
                <w:b/>
                <w:bCs/>
                <w:sz w:val="20"/>
                <w:szCs w:val="20"/>
              </w:rPr>
            </w:pPr>
            <w:r w:rsidRPr="008E7459">
              <w:rPr>
                <w:rFonts w:ascii="Arial" w:hAnsi="Arial" w:cs="Arial"/>
                <w:b/>
                <w:bCs/>
                <w:sz w:val="20"/>
                <w:szCs w:val="20"/>
              </w:rPr>
              <w:t>Table NEA.1.4</w:t>
            </w:r>
          </w:p>
        </w:tc>
        <w:tc>
          <w:tcPr>
            <w:tcW w:w="7117" w:type="dxa"/>
            <w:hideMark/>
          </w:tcPr>
          <w:p w:rsidR="00E00397" w:rsidRPr="008E7459" w:rsidRDefault="00E00397">
            <w:pPr>
              <w:jc w:val="both"/>
              <w:rPr>
                <w:rFonts w:ascii="Arial" w:hAnsi="Arial" w:cs="Arial"/>
                <w:sz w:val="20"/>
                <w:szCs w:val="20"/>
              </w:rPr>
            </w:pPr>
            <w:r w:rsidRPr="008E7459">
              <w:rPr>
                <w:rFonts w:ascii="Arial" w:hAnsi="Arial" w:cs="Arial"/>
                <w:sz w:val="20"/>
                <w:szCs w:val="20"/>
              </w:rPr>
              <w:t>Student attendance rates, government schools, by Indigenous status, 2012 (</w:t>
            </w:r>
            <w:r w:rsidR="00781B70" w:rsidRPr="008E7459">
              <w:rPr>
                <w:rFonts w:ascii="Arial" w:hAnsi="Arial" w:cs="Arial"/>
                <w:sz w:val="20"/>
                <w:szCs w:val="20"/>
              </w:rPr>
              <w:t>per cent</w:t>
            </w:r>
            <w:r w:rsidRPr="008E7459">
              <w:rPr>
                <w:rFonts w:ascii="Arial" w:hAnsi="Arial" w:cs="Arial"/>
                <w:sz w:val="20"/>
                <w:szCs w:val="20"/>
              </w:rPr>
              <w:t>)</w:t>
            </w:r>
          </w:p>
        </w:tc>
      </w:tr>
      <w:tr w:rsidR="00E00397" w:rsidRPr="008E7459" w:rsidTr="00781B70">
        <w:trPr>
          <w:trHeight w:val="555"/>
        </w:trPr>
        <w:tc>
          <w:tcPr>
            <w:tcW w:w="1672" w:type="dxa"/>
            <w:noWrap/>
            <w:hideMark/>
          </w:tcPr>
          <w:p w:rsidR="00E00397" w:rsidRPr="008E7459" w:rsidRDefault="00E00397" w:rsidP="00D71B99">
            <w:pPr>
              <w:rPr>
                <w:rFonts w:ascii="Arial" w:hAnsi="Arial" w:cs="Arial"/>
                <w:b/>
                <w:bCs/>
                <w:sz w:val="20"/>
                <w:szCs w:val="20"/>
              </w:rPr>
            </w:pPr>
            <w:r w:rsidRPr="008E7459">
              <w:rPr>
                <w:rFonts w:ascii="Arial" w:hAnsi="Arial" w:cs="Arial"/>
                <w:b/>
                <w:bCs/>
                <w:sz w:val="20"/>
                <w:szCs w:val="20"/>
              </w:rPr>
              <w:t>Table NEA.1.5</w:t>
            </w:r>
          </w:p>
        </w:tc>
        <w:tc>
          <w:tcPr>
            <w:tcW w:w="7117" w:type="dxa"/>
            <w:hideMark/>
          </w:tcPr>
          <w:p w:rsidR="00E00397" w:rsidRPr="008E7459" w:rsidRDefault="00E00397">
            <w:pPr>
              <w:jc w:val="both"/>
              <w:rPr>
                <w:rFonts w:ascii="Arial" w:hAnsi="Arial" w:cs="Arial"/>
                <w:sz w:val="20"/>
                <w:szCs w:val="20"/>
              </w:rPr>
            </w:pPr>
            <w:r w:rsidRPr="008E7459">
              <w:rPr>
                <w:rFonts w:ascii="Arial" w:hAnsi="Arial" w:cs="Arial"/>
                <w:sz w:val="20"/>
                <w:szCs w:val="20"/>
              </w:rPr>
              <w:t>Student attendance rates, independent schools, by Indigenous status, 2012 (</w:t>
            </w:r>
            <w:r w:rsidR="00781B70" w:rsidRPr="008E7459">
              <w:rPr>
                <w:rFonts w:ascii="Arial" w:hAnsi="Arial" w:cs="Arial"/>
                <w:sz w:val="20"/>
                <w:szCs w:val="20"/>
              </w:rPr>
              <w:t>per cent</w:t>
            </w:r>
            <w:r w:rsidRPr="008E7459">
              <w:rPr>
                <w:rFonts w:ascii="Arial" w:hAnsi="Arial" w:cs="Arial"/>
                <w:sz w:val="20"/>
                <w:szCs w:val="20"/>
              </w:rPr>
              <w:t>)</w:t>
            </w:r>
          </w:p>
        </w:tc>
      </w:tr>
      <w:tr w:rsidR="00E00397" w:rsidRPr="008E7459" w:rsidTr="00781B70">
        <w:trPr>
          <w:trHeight w:val="563"/>
        </w:trPr>
        <w:tc>
          <w:tcPr>
            <w:tcW w:w="1672" w:type="dxa"/>
            <w:noWrap/>
            <w:hideMark/>
          </w:tcPr>
          <w:p w:rsidR="00E00397" w:rsidRPr="008E7459" w:rsidRDefault="00E00397" w:rsidP="00D71B99">
            <w:pPr>
              <w:rPr>
                <w:rFonts w:ascii="Arial" w:hAnsi="Arial" w:cs="Arial"/>
                <w:b/>
                <w:bCs/>
                <w:sz w:val="20"/>
                <w:szCs w:val="20"/>
              </w:rPr>
            </w:pPr>
            <w:r w:rsidRPr="008E7459">
              <w:rPr>
                <w:rFonts w:ascii="Arial" w:hAnsi="Arial" w:cs="Arial"/>
                <w:b/>
                <w:bCs/>
                <w:sz w:val="20"/>
                <w:szCs w:val="20"/>
              </w:rPr>
              <w:t>Table NEA.1.6</w:t>
            </w:r>
          </w:p>
        </w:tc>
        <w:tc>
          <w:tcPr>
            <w:tcW w:w="7117" w:type="dxa"/>
            <w:hideMark/>
          </w:tcPr>
          <w:p w:rsidR="00E00397" w:rsidRPr="008E7459" w:rsidRDefault="00E00397" w:rsidP="00781B70">
            <w:pPr>
              <w:jc w:val="both"/>
              <w:rPr>
                <w:rFonts w:ascii="Arial" w:hAnsi="Arial" w:cs="Arial"/>
                <w:sz w:val="20"/>
                <w:szCs w:val="20"/>
              </w:rPr>
            </w:pPr>
            <w:r w:rsidRPr="008E7459">
              <w:rPr>
                <w:rFonts w:ascii="Arial" w:hAnsi="Arial" w:cs="Arial"/>
                <w:sz w:val="20"/>
                <w:szCs w:val="20"/>
              </w:rPr>
              <w:t>Student attendance rates, Catholic schools, by Indigenous status, 2012 (</w:t>
            </w:r>
            <w:r w:rsidR="00781B70" w:rsidRPr="008E7459">
              <w:rPr>
                <w:rFonts w:ascii="Arial" w:hAnsi="Arial" w:cs="Arial"/>
                <w:sz w:val="20"/>
                <w:szCs w:val="20"/>
              </w:rPr>
              <w:t>per cent</w:t>
            </w:r>
            <w:r w:rsidRPr="008E7459">
              <w:rPr>
                <w:rFonts w:ascii="Arial" w:hAnsi="Arial" w:cs="Arial"/>
                <w:sz w:val="20"/>
                <w:szCs w:val="20"/>
              </w:rPr>
              <w:t>)</w:t>
            </w:r>
          </w:p>
        </w:tc>
      </w:tr>
    </w:tbl>
    <w:p w:rsidR="0026369A" w:rsidRPr="008E7459"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B11BED">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11</w:t>
            </w:r>
            <w:r w:rsidRPr="008E7459">
              <w:rPr>
                <w:b w:val="0"/>
              </w:rPr>
              <w:fldChar w:fldCharType="end"/>
            </w:r>
            <w:r w:rsidRPr="008E7459">
              <w:tab/>
              <w:t>Comment on data quality</w:t>
            </w:r>
            <w:r w:rsidR="000221C9" w:rsidRPr="008E7459">
              <w:t xml:space="preserve"> </w:t>
            </w:r>
          </w:p>
        </w:tc>
      </w:tr>
      <w:tr w:rsidR="0026369A" w:rsidRPr="008E7459" w:rsidTr="00F211D0">
        <w:trPr>
          <w:cantSplit/>
        </w:trPr>
        <w:tc>
          <w:tcPr>
            <w:tcW w:w="8771" w:type="dxa"/>
            <w:tcBorders>
              <w:top w:val="nil"/>
              <w:left w:val="single" w:sz="4" w:space="0" w:color="auto"/>
              <w:bottom w:val="nil"/>
              <w:right w:val="single" w:sz="4" w:space="0" w:color="auto"/>
            </w:tcBorders>
            <w:shd w:val="clear" w:color="auto" w:fill="auto"/>
          </w:tcPr>
          <w:p w:rsidR="00916A99" w:rsidRPr="008E7459" w:rsidRDefault="00916A99" w:rsidP="00C91752">
            <w:pPr>
              <w:pStyle w:val="Box"/>
            </w:pPr>
            <w:r w:rsidRPr="008E7459">
              <w:t>The DQS for this indicator has been prepared by ACARA and is included in its original</w:t>
            </w:r>
            <w:r w:rsidR="00385616" w:rsidRPr="008E7459">
              <w:t xml:space="preserve"> </w:t>
            </w:r>
            <w:r w:rsidRPr="008E7459">
              <w:t>form in the section in this report titled ‘Data Quality Statements.’ Key points from the</w:t>
            </w:r>
            <w:r w:rsidR="00385616" w:rsidRPr="008E7459">
              <w:t xml:space="preserve"> </w:t>
            </w:r>
            <w:r w:rsidRPr="008E7459">
              <w:t>DQS are summarised below.</w:t>
            </w:r>
          </w:p>
          <w:p w:rsidR="00916A99" w:rsidRPr="008E7459" w:rsidRDefault="00916A99" w:rsidP="0036594B">
            <w:pPr>
              <w:pStyle w:val="BoxListBullet"/>
            </w:pPr>
            <w:r w:rsidRPr="008E7459">
              <w:t>The data provide an indicative measure of student attendance in years 1–10 within an individual school sector within a State or Territory.</w:t>
            </w:r>
          </w:p>
          <w:p w:rsidR="00916A99" w:rsidRPr="008E7459" w:rsidRDefault="00916A99" w:rsidP="00916A99">
            <w:pPr>
              <w:pStyle w:val="BoxListBullet"/>
            </w:pPr>
            <w:r w:rsidRPr="008E7459">
              <w:t>Annual data are available.</w:t>
            </w:r>
          </w:p>
          <w:p w:rsidR="00916A99" w:rsidRPr="008E7459" w:rsidRDefault="00916A99" w:rsidP="0036594B">
            <w:pPr>
              <w:pStyle w:val="BoxListBullet"/>
            </w:pPr>
            <w:r w:rsidRPr="008E7459">
              <w:t xml:space="preserve">The data are of acceptable accuracy </w:t>
            </w:r>
            <w:r w:rsidR="00E814F6" w:rsidRPr="008E7459">
              <w:t>for individual school sectors within a State or Territory</w:t>
            </w:r>
            <w:r w:rsidRPr="008E7459">
              <w:t xml:space="preserve">. </w:t>
            </w:r>
            <w:r w:rsidR="00E814F6" w:rsidRPr="008E7459">
              <w:t>State and territory and n</w:t>
            </w:r>
            <w:r w:rsidRPr="008E7459">
              <w:t>ational totals are not available as the data are not sufficiently robust to be added or averaged. Data are not comparable across states and territories, or across school sectors, due to differences in collection and reporting processes.</w:t>
            </w:r>
          </w:p>
          <w:p w:rsidR="00916A99" w:rsidRPr="008E7459" w:rsidRDefault="00916A99" w:rsidP="0036594B">
            <w:pPr>
              <w:pStyle w:val="BoxListBullet"/>
            </w:pPr>
            <w:r w:rsidRPr="008E7459">
              <w:t xml:space="preserve">Detailed explanatory notes are publicly available to assist interpretation of results. </w:t>
            </w:r>
          </w:p>
          <w:p w:rsidR="00916A99" w:rsidRPr="008E7459" w:rsidRDefault="00916A99" w:rsidP="0036594B">
            <w:pPr>
              <w:pStyle w:val="BoxListBullet"/>
            </w:pPr>
            <w:r w:rsidRPr="008E7459">
              <w:t>The Steering Committee also notes the following issues:</w:t>
            </w:r>
          </w:p>
          <w:p w:rsidR="0098091C" w:rsidRPr="008E7459" w:rsidRDefault="0098091C" w:rsidP="0028247B">
            <w:pPr>
              <w:pStyle w:val="BoxListBullet"/>
            </w:pPr>
            <w:r w:rsidRPr="008E7459">
              <w:t>Data are not available by SES</w:t>
            </w:r>
            <w:r w:rsidR="009B4376" w:rsidRPr="008E7459">
              <w:t>.</w:t>
            </w:r>
          </w:p>
          <w:p w:rsidR="0028247B" w:rsidRPr="008E7459" w:rsidRDefault="00916A99" w:rsidP="0036594B">
            <w:pPr>
              <w:pStyle w:val="BoxListBullet"/>
            </w:pPr>
            <w:r w:rsidRPr="008E7459">
              <w:t xml:space="preserve">Data comparability issues limit the usefulness of </w:t>
            </w:r>
            <w:r w:rsidR="0028247B" w:rsidRPr="008E7459">
              <w:t>these data</w:t>
            </w:r>
            <w:r w:rsidRPr="008E7459">
              <w:t xml:space="preserve">. </w:t>
            </w:r>
            <w:r w:rsidR="0028247B" w:rsidRPr="008E7459">
              <w:t xml:space="preserve">ACARA has developed the National Standards for Student Attendance Data Reporting (National Standards) which </w:t>
            </w:r>
            <w:r w:rsidR="00E814F6" w:rsidRPr="008E7459">
              <w:t>were</w:t>
            </w:r>
            <w:r w:rsidR="0028247B" w:rsidRPr="008E7459">
              <w:t xml:space="preserve"> discussed b</w:t>
            </w:r>
            <w:r w:rsidR="009E444F" w:rsidRPr="008E7459">
              <w:t>y Education Senior officials (A</w:t>
            </w:r>
            <w:r w:rsidR="0028247B" w:rsidRPr="008E7459">
              <w:t>EE</w:t>
            </w:r>
            <w:r w:rsidR="009E444F" w:rsidRPr="008E7459">
              <w:t>Y</w:t>
            </w:r>
            <w:r w:rsidR="0028247B" w:rsidRPr="008E7459">
              <w:t xml:space="preserve">SOC) </w:t>
            </w:r>
            <w:r w:rsidR="00E814F6" w:rsidRPr="008E7459">
              <w:t>in</w:t>
            </w:r>
            <w:r w:rsidR="0028247B" w:rsidRPr="008E7459">
              <w:t xml:space="preserve"> November 2012. Subject to AEEYSOC (and potentially SCSEEC) endorsement, it is anticipated that nationally consistent attendance data will be available for reporting in 2015.</w:t>
            </w:r>
          </w:p>
          <w:p w:rsidR="00AE20FC" w:rsidRPr="008E7459" w:rsidRDefault="0098091C" w:rsidP="0036594B">
            <w:pPr>
              <w:pStyle w:val="BoxListBullet"/>
            </w:pPr>
            <w:r w:rsidRPr="008E7459">
              <w:t>Some states do not separately report the rates for ungraded students, which may affect the interpretation of year level data.</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847A99" w:rsidRPr="008E7459" w:rsidRDefault="0026369A" w:rsidP="00680E60">
      <w:pPr>
        <w:pStyle w:val="Heading3"/>
        <w:spacing w:before="0" w:line="240" w:lineRule="auto"/>
      </w:pPr>
      <w:r w:rsidRPr="008E7459">
        <w:br w:type="page"/>
      </w:r>
      <w:bookmarkStart w:id="26" w:name="_Ref322529188"/>
      <w:bookmarkStart w:id="27" w:name="_Ref357178612"/>
      <w:r w:rsidR="00E80495" w:rsidRPr="008E7459">
        <w:lastRenderedPageBreak/>
        <w:t>NEA Indicator 2 —</w:t>
      </w:r>
      <w:r w:rsidRPr="008E7459">
        <w:t xml:space="preserve"> </w:t>
      </w:r>
      <w:bookmarkEnd w:id="26"/>
      <w:r w:rsidR="00640EE5" w:rsidRPr="008E7459">
        <w:t>Literacy and numeracy achievement of Year 3, 5, 7 and 9 students in national testing.</w:t>
      </w:r>
      <w:bookmarkEnd w:id="27"/>
    </w:p>
    <w:p w:rsidR="0026369A" w:rsidRPr="008E7459" w:rsidRDefault="0026369A" w:rsidP="00847A99">
      <w:pPr>
        <w:pStyle w:val="BoxSpace"/>
      </w:pPr>
    </w:p>
    <w:tbl>
      <w:tblPr>
        <w:tblW w:w="8789" w:type="dxa"/>
        <w:tblInd w:w="108" w:type="dxa"/>
        <w:tblLook w:val="01E0" w:firstRow="1" w:lastRow="1" w:firstColumn="1" w:lastColumn="1" w:noHBand="0" w:noVBand="0"/>
      </w:tblPr>
      <w:tblGrid>
        <w:gridCol w:w="1985"/>
        <w:gridCol w:w="6804"/>
      </w:tblGrid>
      <w:tr w:rsidR="00640EE5" w:rsidRPr="008E7459" w:rsidTr="0026369A">
        <w:tc>
          <w:tcPr>
            <w:tcW w:w="1985" w:type="dxa"/>
          </w:tcPr>
          <w:p w:rsidR="0026369A" w:rsidRPr="008E7459" w:rsidRDefault="0026369A" w:rsidP="0026369A">
            <w:pPr>
              <w:pStyle w:val="TableBodyText"/>
              <w:ind w:left="-108"/>
              <w:jc w:val="left"/>
            </w:pPr>
            <w:r w:rsidRPr="008E7459">
              <w:t>Key amendments from previous cycle</w:t>
            </w:r>
            <w:r w:rsidR="00640EE5" w:rsidRPr="008E7459">
              <w:t xml:space="preserve"> of reporting</w:t>
            </w:r>
            <w:r w:rsidRPr="008E7459">
              <w:t>:</w:t>
            </w:r>
          </w:p>
          <w:p w:rsidR="0026369A" w:rsidRPr="008E7459" w:rsidRDefault="0026369A" w:rsidP="0026369A">
            <w:pPr>
              <w:pStyle w:val="TableBodyText"/>
              <w:ind w:left="34"/>
              <w:jc w:val="left"/>
            </w:pPr>
          </w:p>
        </w:tc>
        <w:tc>
          <w:tcPr>
            <w:tcW w:w="6804" w:type="dxa"/>
          </w:tcPr>
          <w:p w:rsidR="0026369A" w:rsidRPr="008E7459" w:rsidRDefault="00640EE5" w:rsidP="00640EE5">
            <w:pPr>
              <w:pStyle w:val="TableBodyText"/>
              <w:ind w:left="34"/>
              <w:jc w:val="left"/>
            </w:pPr>
            <w:r w:rsidRPr="008E7459">
              <w:t>This indicator is based on indicators 4 and 5 in the previous NEA. There is no change to the individual measures or data.</w:t>
            </w:r>
          </w:p>
        </w:tc>
      </w:tr>
      <w:tr w:rsidR="00640EE5" w:rsidRPr="008E7459" w:rsidTr="0026369A">
        <w:trPr>
          <w:trHeight w:val="682"/>
        </w:trPr>
        <w:tc>
          <w:tcPr>
            <w:tcW w:w="1985" w:type="dxa"/>
          </w:tcPr>
          <w:p w:rsidR="0026369A" w:rsidRPr="008E7459" w:rsidRDefault="00EB3F0E" w:rsidP="00EB3F0E">
            <w:pPr>
              <w:pStyle w:val="TableBodyText"/>
              <w:ind w:left="-113"/>
              <w:jc w:val="left"/>
            </w:pPr>
            <w:r w:rsidRPr="008E7459">
              <w:t>Outcomes</w:t>
            </w:r>
            <w:r w:rsidR="0026369A" w:rsidRPr="008E7459">
              <w:t>:</w:t>
            </w:r>
          </w:p>
        </w:tc>
        <w:tc>
          <w:tcPr>
            <w:tcW w:w="6804" w:type="dxa"/>
          </w:tcPr>
          <w:p w:rsidR="00640EE5" w:rsidRPr="008E7459" w:rsidRDefault="00640EE5" w:rsidP="00640EE5">
            <w:pPr>
              <w:pStyle w:val="TableBodyText"/>
              <w:jc w:val="left"/>
            </w:pPr>
            <w:r w:rsidRPr="008E7459">
              <w:t>Young people are meeting basic literacy and numeracy standards, and overall levels of literacy and numeracy achievement are improving</w:t>
            </w:r>
          </w:p>
          <w:p w:rsidR="00640EE5" w:rsidRPr="008E7459" w:rsidRDefault="00640EE5" w:rsidP="00640EE5">
            <w:pPr>
              <w:pStyle w:val="TableBodyText"/>
              <w:jc w:val="left"/>
            </w:pPr>
          </w:p>
          <w:p w:rsidR="0026369A" w:rsidRPr="008E7459" w:rsidRDefault="00640EE5" w:rsidP="00640EE5">
            <w:pPr>
              <w:pStyle w:val="TableBodyText"/>
              <w:jc w:val="left"/>
            </w:pPr>
            <w:r w:rsidRPr="008E7459">
              <w:t>Schooling promotes the social inclusion and reduces the educational disadvantage of children, especially Indigenous children</w:t>
            </w:r>
          </w:p>
        </w:tc>
      </w:tr>
      <w:tr w:rsidR="00640EE5" w:rsidRPr="008E7459" w:rsidTr="0026369A">
        <w:trPr>
          <w:trHeight w:val="1709"/>
        </w:trPr>
        <w:tc>
          <w:tcPr>
            <w:tcW w:w="1985" w:type="dxa"/>
          </w:tcPr>
          <w:p w:rsidR="0026369A" w:rsidRPr="008E7459" w:rsidRDefault="0026369A" w:rsidP="0026369A">
            <w:pPr>
              <w:pStyle w:val="TableBodyText"/>
              <w:ind w:left="-113"/>
              <w:jc w:val="left"/>
            </w:pPr>
            <w:r w:rsidRPr="008E7459">
              <w:t>Measure</w:t>
            </w:r>
            <w:r w:rsidR="00640EE5" w:rsidRPr="008E7459">
              <w:t>s</w:t>
            </w:r>
            <w:r w:rsidRPr="008E7459">
              <w:t xml:space="preserve">: </w:t>
            </w:r>
          </w:p>
        </w:tc>
        <w:tc>
          <w:tcPr>
            <w:tcW w:w="6804" w:type="dxa"/>
          </w:tcPr>
          <w:p w:rsidR="00640EE5" w:rsidRPr="008E7459" w:rsidRDefault="00640EE5" w:rsidP="00640EE5">
            <w:pPr>
              <w:pStyle w:val="TableBodyText"/>
              <w:jc w:val="left"/>
            </w:pPr>
            <w:r w:rsidRPr="008E7459">
              <w:t>There are four measures for this indicator:</w:t>
            </w:r>
          </w:p>
          <w:p w:rsidR="00640EE5" w:rsidRPr="008E7459" w:rsidRDefault="00640EE5" w:rsidP="00640EE5">
            <w:pPr>
              <w:pStyle w:val="TableBodyText"/>
              <w:jc w:val="left"/>
            </w:pPr>
          </w:p>
          <w:p w:rsidR="00640EE5" w:rsidRPr="008E7459" w:rsidRDefault="00640EE5" w:rsidP="00640EE5">
            <w:pPr>
              <w:pStyle w:val="TableBodyText"/>
              <w:jc w:val="left"/>
            </w:pPr>
            <w:r w:rsidRPr="008E7459">
              <w:t>Measure 2(a): Proportion of students who achieved at or above the national minimum standard (for reading, writing and numeracy, in years 3, 5, 7 and 9)</w:t>
            </w:r>
          </w:p>
          <w:p w:rsidR="00640EE5" w:rsidRPr="008E7459" w:rsidRDefault="00640EE5" w:rsidP="00640EE5">
            <w:pPr>
              <w:pStyle w:val="TableBodyText"/>
              <w:jc w:val="left"/>
            </w:pPr>
          </w:p>
          <w:p w:rsidR="00640EE5" w:rsidRPr="008E7459" w:rsidRDefault="00640EE5" w:rsidP="00640EE5">
            <w:pPr>
              <w:pStyle w:val="TableBodyText"/>
              <w:jc w:val="left"/>
            </w:pPr>
            <w:r w:rsidRPr="008E7459">
              <w:t>Measure 2(b): NAPLAN mean scale scores for students (for reading, writing and numeracy, in years 3, 5, 7 and 9)</w:t>
            </w:r>
          </w:p>
          <w:p w:rsidR="00640EE5" w:rsidRPr="008E7459" w:rsidRDefault="00640EE5" w:rsidP="00640EE5">
            <w:pPr>
              <w:pStyle w:val="TableBodyText"/>
              <w:jc w:val="left"/>
            </w:pPr>
          </w:p>
          <w:p w:rsidR="00640EE5" w:rsidRPr="008E7459" w:rsidRDefault="00640EE5" w:rsidP="00640EE5">
            <w:pPr>
              <w:pStyle w:val="TableBodyText"/>
              <w:jc w:val="left"/>
            </w:pPr>
            <w:r w:rsidRPr="008E7459">
              <w:t>Measure 2(c): Proportion of students who achieved at or above the national minimum standard, by Indigenous status, by parental education and by parental occupation (for reading, writing and numeracy, in years 3, 5, 7 and 9)</w:t>
            </w:r>
          </w:p>
          <w:p w:rsidR="00640EE5" w:rsidRPr="008E7459" w:rsidRDefault="00640EE5" w:rsidP="00640EE5">
            <w:pPr>
              <w:pStyle w:val="TableBodyText"/>
              <w:jc w:val="left"/>
            </w:pPr>
          </w:p>
          <w:p w:rsidR="00640EE5" w:rsidRPr="008E7459" w:rsidRDefault="00640EE5" w:rsidP="00640EE5">
            <w:pPr>
              <w:pStyle w:val="TableBodyText"/>
              <w:jc w:val="left"/>
            </w:pPr>
            <w:r w:rsidRPr="008E7459">
              <w:t>Measure 2(d): NAPLAN mean scale scores for students, by Indigenous status, by parental education and by parental occupation (for reading, writing and numeracy, in years 3, 5, 7 and 9)</w:t>
            </w:r>
          </w:p>
          <w:p w:rsidR="00640EE5" w:rsidRPr="008E7459" w:rsidRDefault="00640EE5" w:rsidP="00640EE5">
            <w:pPr>
              <w:pStyle w:val="TableBodyText"/>
              <w:jc w:val="left"/>
            </w:pPr>
          </w:p>
          <w:p w:rsidR="0026369A" w:rsidRPr="008E7459" w:rsidRDefault="00640EE5" w:rsidP="00640EE5">
            <w:pPr>
              <w:pStyle w:val="TableBodyText"/>
              <w:jc w:val="left"/>
            </w:pPr>
            <w:r w:rsidRPr="008E7459">
              <w:t>NAPLAN reports the percentage of students who achieved at or above the national minimum standard. The complex process by which student scores are arrived at and distributed across the national achievement bands (using the Rasch model, a recognised analysis model for educational measurement) are agreed by states, territories and the Commonwealth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A146B1" w:rsidRPr="008E7459" w:rsidRDefault="00A146B1" w:rsidP="00640EE5">
            <w:pPr>
              <w:pStyle w:val="TableBodyText"/>
              <w:jc w:val="left"/>
            </w:pPr>
          </w:p>
        </w:tc>
      </w:tr>
      <w:tr w:rsidR="00640EE5" w:rsidRPr="008E7459" w:rsidTr="0026369A">
        <w:trPr>
          <w:trHeight w:val="574"/>
        </w:trPr>
        <w:tc>
          <w:tcPr>
            <w:tcW w:w="1985" w:type="dxa"/>
          </w:tcPr>
          <w:p w:rsidR="0026369A" w:rsidRPr="008E7459" w:rsidRDefault="00640EE5" w:rsidP="00640EE5">
            <w:pPr>
              <w:pStyle w:val="TableBodyText"/>
              <w:ind w:left="-113"/>
              <w:jc w:val="left"/>
            </w:pPr>
            <w:r w:rsidRPr="008E7459">
              <w:t>Data source</w:t>
            </w:r>
            <w:r w:rsidR="0026369A" w:rsidRPr="008E7459">
              <w:t>:</w:t>
            </w:r>
          </w:p>
        </w:tc>
        <w:tc>
          <w:tcPr>
            <w:tcW w:w="6804" w:type="dxa"/>
          </w:tcPr>
          <w:p w:rsidR="00640EE5" w:rsidRPr="008E7459" w:rsidRDefault="00640EE5" w:rsidP="002835C4">
            <w:pPr>
              <w:pStyle w:val="TableBodyText"/>
              <w:jc w:val="left"/>
            </w:pPr>
            <w:r w:rsidRPr="008E7459">
              <w:rPr>
                <w:u w:val="single"/>
              </w:rPr>
              <w:t>National Assessment Program – Literacy and Numeracy</w:t>
            </w:r>
            <w:r w:rsidRPr="008E7459">
              <w:t xml:space="preserve"> (NAPLAN).</w:t>
            </w:r>
          </w:p>
          <w:p w:rsidR="0026369A" w:rsidRPr="008E7459" w:rsidRDefault="00640EE5" w:rsidP="00640EE5">
            <w:pPr>
              <w:pStyle w:val="TableBodyText"/>
              <w:jc w:val="left"/>
            </w:pPr>
            <w:r w:rsidRPr="008E7459">
              <w:t>Data are available annually</w:t>
            </w:r>
          </w:p>
          <w:p w:rsidR="00A146B1" w:rsidRPr="008E7459" w:rsidRDefault="00A146B1" w:rsidP="00640EE5">
            <w:pPr>
              <w:pStyle w:val="TableBodyText"/>
              <w:jc w:val="left"/>
            </w:pPr>
          </w:p>
        </w:tc>
      </w:tr>
      <w:tr w:rsidR="00640EE5" w:rsidRPr="008E7459" w:rsidTr="0026369A">
        <w:trPr>
          <w:trHeight w:val="582"/>
        </w:trPr>
        <w:tc>
          <w:tcPr>
            <w:tcW w:w="1985" w:type="dxa"/>
          </w:tcPr>
          <w:p w:rsidR="0026369A" w:rsidRPr="008E7459" w:rsidRDefault="0026369A" w:rsidP="0026369A">
            <w:pPr>
              <w:pStyle w:val="TableBodyText"/>
              <w:ind w:left="-113"/>
              <w:jc w:val="left"/>
            </w:pPr>
            <w:r w:rsidRPr="008E7459">
              <w:t>Data provider:</w:t>
            </w:r>
          </w:p>
        </w:tc>
        <w:tc>
          <w:tcPr>
            <w:tcW w:w="6804" w:type="dxa"/>
          </w:tcPr>
          <w:p w:rsidR="0026369A" w:rsidRPr="008E7459" w:rsidRDefault="00640EE5" w:rsidP="00640EE5">
            <w:pPr>
              <w:pStyle w:val="TableBodyText"/>
              <w:jc w:val="left"/>
            </w:pPr>
            <w:r w:rsidRPr="008E7459">
              <w:t>ACARA</w:t>
            </w:r>
          </w:p>
        </w:tc>
      </w:tr>
      <w:tr w:rsidR="00640EE5" w:rsidRPr="008E7459" w:rsidTr="0026369A">
        <w:trPr>
          <w:trHeight w:val="646"/>
        </w:trPr>
        <w:tc>
          <w:tcPr>
            <w:tcW w:w="1985" w:type="dxa"/>
          </w:tcPr>
          <w:p w:rsidR="0026369A" w:rsidRPr="008E7459" w:rsidRDefault="0026369A" w:rsidP="0026369A">
            <w:pPr>
              <w:pStyle w:val="TableBodyText"/>
              <w:ind w:left="-113"/>
              <w:jc w:val="left"/>
            </w:pPr>
            <w:r w:rsidRPr="008E7459">
              <w:t>Data availability:</w:t>
            </w:r>
          </w:p>
        </w:tc>
        <w:tc>
          <w:tcPr>
            <w:tcW w:w="6804" w:type="dxa"/>
          </w:tcPr>
          <w:p w:rsidR="0026369A" w:rsidRPr="008E7459" w:rsidRDefault="00640EE5" w:rsidP="00640EE5">
            <w:pPr>
              <w:pStyle w:val="TableBodyText"/>
              <w:jc w:val="left"/>
            </w:pPr>
            <w:r w:rsidRPr="008E7459">
              <w:t>2012</w:t>
            </w:r>
          </w:p>
        </w:tc>
      </w:tr>
      <w:tr w:rsidR="00640EE5" w:rsidRPr="008E7459" w:rsidTr="0026369A">
        <w:tc>
          <w:tcPr>
            <w:tcW w:w="1985" w:type="dxa"/>
          </w:tcPr>
          <w:p w:rsidR="0026369A" w:rsidRPr="008E7459" w:rsidRDefault="0026369A" w:rsidP="0026369A">
            <w:pPr>
              <w:pStyle w:val="TableBodyText"/>
              <w:ind w:left="-113"/>
              <w:jc w:val="left"/>
            </w:pPr>
            <w:r w:rsidRPr="008E7459">
              <w:t>Cross tabulations provided:</w:t>
            </w:r>
          </w:p>
          <w:p w:rsidR="0026369A" w:rsidRPr="008E7459" w:rsidRDefault="0026369A" w:rsidP="0026369A">
            <w:pPr>
              <w:pStyle w:val="TableBodyText"/>
              <w:ind w:left="-113"/>
              <w:jc w:val="left"/>
            </w:pPr>
          </w:p>
        </w:tc>
        <w:tc>
          <w:tcPr>
            <w:tcW w:w="6804" w:type="dxa"/>
          </w:tcPr>
          <w:p w:rsidR="00640EE5" w:rsidRPr="008E7459" w:rsidRDefault="00640EE5" w:rsidP="0063421E">
            <w:pPr>
              <w:pStyle w:val="TableBodyText"/>
              <w:jc w:val="left"/>
            </w:pPr>
            <w:r w:rsidRPr="008E7459">
              <w:t>Measures 2(a) and 2(b):</w:t>
            </w:r>
          </w:p>
          <w:p w:rsidR="00640EE5" w:rsidRPr="008E7459" w:rsidRDefault="00640EE5" w:rsidP="00640EE5">
            <w:pPr>
              <w:pStyle w:val="TableBodyText"/>
              <w:jc w:val="left"/>
            </w:pPr>
            <w:r w:rsidRPr="008E7459">
              <w:t>For each year level (3, 5, 7 and 9 — reported individually) by learning domain (reading, writing and numeracy — reported individually):</w:t>
            </w:r>
          </w:p>
          <w:p w:rsidR="00640EE5" w:rsidRPr="008E7459" w:rsidRDefault="00640EE5" w:rsidP="00640EE5">
            <w:pPr>
              <w:pStyle w:val="TableBullet"/>
            </w:pPr>
            <w:r w:rsidRPr="008E7459">
              <w:lastRenderedPageBreak/>
              <w:t>State and Territory, by geolocation</w:t>
            </w:r>
          </w:p>
          <w:p w:rsidR="00640EE5" w:rsidRPr="008E7459" w:rsidRDefault="00640EE5" w:rsidP="00640EE5">
            <w:pPr>
              <w:pStyle w:val="TableBodyText"/>
              <w:jc w:val="left"/>
            </w:pPr>
          </w:p>
          <w:p w:rsidR="00640EE5" w:rsidRPr="008E7459" w:rsidRDefault="00640EE5" w:rsidP="00640EE5">
            <w:pPr>
              <w:pStyle w:val="TableBodyText"/>
              <w:jc w:val="left"/>
            </w:pPr>
            <w:r w:rsidRPr="008E7459">
              <w:t>Measures 2(c) and 2(d):</w:t>
            </w:r>
          </w:p>
          <w:p w:rsidR="00640EE5" w:rsidRPr="008E7459" w:rsidRDefault="00640EE5" w:rsidP="00640EE5">
            <w:pPr>
              <w:pStyle w:val="TableBodyText"/>
              <w:jc w:val="left"/>
            </w:pPr>
            <w:r w:rsidRPr="008E7459">
              <w:t>For each year level (3, 5, 7 and 9 — reported individually) by learning domain (reading, writing and numeracy — reported individually):</w:t>
            </w:r>
          </w:p>
          <w:p w:rsidR="00640EE5" w:rsidRPr="008E7459" w:rsidRDefault="00640EE5" w:rsidP="00640EE5">
            <w:pPr>
              <w:pStyle w:val="TableBullet"/>
            </w:pPr>
            <w:r w:rsidRPr="008E7459">
              <w:t>State and Territory, by Indigenous status</w:t>
            </w:r>
          </w:p>
          <w:p w:rsidR="0026369A" w:rsidRPr="008E7459" w:rsidRDefault="00640EE5" w:rsidP="008853C4">
            <w:pPr>
              <w:pStyle w:val="TableBullet"/>
            </w:pPr>
            <w:r w:rsidRPr="008E7459">
              <w:t>State and T</w:t>
            </w:r>
            <w:r w:rsidR="008853C4" w:rsidRPr="008E7459">
              <w:t>erritory, by parental education</w:t>
            </w:r>
          </w:p>
        </w:tc>
      </w:tr>
    </w:tbl>
    <w:p w:rsidR="006969D8" w:rsidRPr="008E7459" w:rsidRDefault="006969D8" w:rsidP="006969D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969D8" w:rsidRPr="008E7459" w:rsidTr="006969D8">
        <w:tc>
          <w:tcPr>
            <w:tcW w:w="8771" w:type="dxa"/>
            <w:tcBorders>
              <w:top w:val="single" w:sz="6" w:space="0" w:color="auto"/>
              <w:bottom w:val="nil"/>
            </w:tcBorders>
          </w:tcPr>
          <w:p w:rsidR="006969D8" w:rsidRPr="008E7459" w:rsidRDefault="006969D8" w:rsidP="0063421E">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12</w:t>
            </w:r>
            <w:r w:rsidRPr="008E7459">
              <w:rPr>
                <w:b w:val="0"/>
              </w:rPr>
              <w:fldChar w:fldCharType="end"/>
            </w:r>
            <w:r w:rsidRPr="008E7459">
              <w:tab/>
              <w:t>Results</w:t>
            </w:r>
          </w:p>
        </w:tc>
      </w:tr>
      <w:tr w:rsidR="006969D8" w:rsidRPr="008E7459" w:rsidTr="006969D8">
        <w:trPr>
          <w:cantSplit/>
        </w:trPr>
        <w:tc>
          <w:tcPr>
            <w:tcW w:w="8771" w:type="dxa"/>
            <w:tcBorders>
              <w:top w:val="nil"/>
              <w:left w:val="single" w:sz="4" w:space="0" w:color="auto"/>
              <w:bottom w:val="nil"/>
              <w:right w:val="single" w:sz="4" w:space="0" w:color="auto"/>
            </w:tcBorders>
          </w:tcPr>
          <w:p w:rsidR="00A16501" w:rsidRPr="008E7459" w:rsidRDefault="00A16501" w:rsidP="0036594B">
            <w:pPr>
              <w:pStyle w:val="Box"/>
            </w:pPr>
            <w:r w:rsidRPr="008E7459">
              <w:t xml:space="preserve">For this report, new data for this indicator are available for 2012. </w:t>
            </w:r>
          </w:p>
          <w:p w:rsidR="00303CE3" w:rsidRPr="008E7459" w:rsidRDefault="00A16501" w:rsidP="0036594B">
            <w:pPr>
              <w:pStyle w:val="BoxListBullet"/>
            </w:pPr>
            <w:r w:rsidRPr="008E7459">
              <w:t xml:space="preserve">Data </w:t>
            </w:r>
            <w:r w:rsidR="00303CE3" w:rsidRPr="008E7459">
              <w:t>for students who achieved at or above the national minimum standard are presented by</w:t>
            </w:r>
            <w:r w:rsidRPr="008E7459">
              <w:t xml:space="preserve"> State and Territory</w:t>
            </w:r>
            <w:r w:rsidR="00303CE3" w:rsidRPr="008E7459">
              <w:t xml:space="preserve"> </w:t>
            </w:r>
            <w:r w:rsidR="007955C8" w:rsidRPr="008E7459">
              <w:t>by</w:t>
            </w:r>
            <w:r w:rsidR="00303CE3" w:rsidRPr="008E7459">
              <w:t>:</w:t>
            </w:r>
          </w:p>
          <w:p w:rsidR="00A16501" w:rsidRPr="008E7459" w:rsidRDefault="009B0A82" w:rsidP="00303CE3">
            <w:pPr>
              <w:pStyle w:val="BoxListBullet2"/>
            </w:pPr>
            <w:r w:rsidRPr="008E7459">
              <w:t>Indigenous status</w:t>
            </w:r>
            <w:r w:rsidR="007955C8" w:rsidRPr="008E7459">
              <w:t xml:space="preserve"> in tables NEA.</w:t>
            </w:r>
            <w:r w:rsidR="00A01248" w:rsidRPr="008E7459">
              <w:t>2.1–</w:t>
            </w:r>
            <w:r w:rsidR="00303CE3" w:rsidRPr="008E7459">
              <w:t>12</w:t>
            </w:r>
          </w:p>
          <w:p w:rsidR="009B0A82" w:rsidRPr="008E7459" w:rsidRDefault="009B0A82" w:rsidP="009B0A82">
            <w:pPr>
              <w:pStyle w:val="BoxListBullet2"/>
            </w:pPr>
            <w:r w:rsidRPr="008E7459">
              <w:t>ge</w:t>
            </w:r>
            <w:r w:rsidR="00A01248" w:rsidRPr="008E7459">
              <w:t>olocation in tables NEA.2.1–</w:t>
            </w:r>
            <w:r w:rsidRPr="008E7459">
              <w:t>12</w:t>
            </w:r>
          </w:p>
          <w:p w:rsidR="00A16501" w:rsidRPr="008E7459" w:rsidRDefault="00303CE3" w:rsidP="00303CE3">
            <w:pPr>
              <w:pStyle w:val="BoxListBullet2"/>
            </w:pPr>
            <w:r w:rsidRPr="008E7459">
              <w:t>parental education and parental occupation in tables NEA</w:t>
            </w:r>
            <w:r w:rsidR="00F16F20" w:rsidRPr="008E7459">
              <w:t>.</w:t>
            </w:r>
            <w:r w:rsidR="00A01248" w:rsidRPr="008E7459">
              <w:t>2.13–</w:t>
            </w:r>
            <w:r w:rsidRPr="008E7459">
              <w:t>24</w:t>
            </w:r>
            <w:r w:rsidR="009B0A82" w:rsidRPr="008E7459">
              <w:t xml:space="preserve">. </w:t>
            </w:r>
          </w:p>
          <w:p w:rsidR="00303CE3" w:rsidRPr="008E7459" w:rsidRDefault="00303CE3" w:rsidP="0036594B">
            <w:pPr>
              <w:pStyle w:val="BoxListBullet"/>
            </w:pPr>
            <w:r w:rsidRPr="008E7459">
              <w:t>Data for NAPLAN mean scale scores are presented by State and Territory by:</w:t>
            </w:r>
          </w:p>
          <w:p w:rsidR="00303CE3" w:rsidRPr="008E7459" w:rsidRDefault="00303CE3" w:rsidP="00303CE3">
            <w:pPr>
              <w:pStyle w:val="BoxListBullet2"/>
            </w:pPr>
            <w:r w:rsidRPr="008E7459">
              <w:t>Indigenous sta</w:t>
            </w:r>
            <w:r w:rsidR="009B0A82" w:rsidRPr="008E7459">
              <w:t xml:space="preserve">tus </w:t>
            </w:r>
            <w:r w:rsidR="00A01248" w:rsidRPr="008E7459">
              <w:t>in tables NEA.2.25–</w:t>
            </w:r>
            <w:r w:rsidR="00F147C1" w:rsidRPr="008E7459">
              <w:t>36</w:t>
            </w:r>
          </w:p>
          <w:p w:rsidR="009B0A82" w:rsidRPr="008E7459" w:rsidRDefault="009B0A82" w:rsidP="009B0A82">
            <w:pPr>
              <w:pStyle w:val="BoxListBullet2"/>
            </w:pPr>
            <w:r w:rsidRPr="008E7459">
              <w:t>g</w:t>
            </w:r>
            <w:r w:rsidR="00A01248" w:rsidRPr="008E7459">
              <w:t>eolocation in tables NEA.2.25–</w:t>
            </w:r>
            <w:r w:rsidRPr="008E7459">
              <w:t>36</w:t>
            </w:r>
          </w:p>
          <w:p w:rsidR="00303CE3" w:rsidRPr="008E7459" w:rsidRDefault="00303CE3" w:rsidP="00F147C1">
            <w:pPr>
              <w:pStyle w:val="BoxListBullet2"/>
            </w:pPr>
            <w:r w:rsidRPr="008E7459">
              <w:t>parental education and parental occupation</w:t>
            </w:r>
            <w:r w:rsidR="005D4CAA" w:rsidRPr="008E7459">
              <w:t xml:space="preserve"> in tables NEA.2.37</w:t>
            </w:r>
            <w:r w:rsidR="00A01248" w:rsidRPr="008E7459">
              <w:t>–</w:t>
            </w:r>
            <w:r w:rsidR="00F147C1" w:rsidRPr="008E7459">
              <w:t>49</w:t>
            </w:r>
            <w:r w:rsidR="009B0A82" w:rsidRPr="008E7459">
              <w:t xml:space="preserve">. </w:t>
            </w:r>
          </w:p>
          <w:p w:rsidR="00F03B50" w:rsidRPr="008E7459" w:rsidRDefault="00F03B50" w:rsidP="0036594B">
            <w:pPr>
              <w:pStyle w:val="Box"/>
            </w:pPr>
            <w:r w:rsidRPr="008E7459">
              <w:t xml:space="preserve">Data for 2011 are available in the 2011 NEA performance report. Data for 2010 are available in the 2010 NEA performance report and data for 2009 and 2008 are available in the 2009 NEA performance report. </w:t>
            </w:r>
          </w:p>
          <w:p w:rsidR="00F147C1" w:rsidRPr="008E7459" w:rsidRDefault="00F147C1" w:rsidP="0036594B">
            <w:pPr>
              <w:pStyle w:val="Box"/>
              <w:rPr>
                <w:rStyle w:val="DraftingNote"/>
                <w:b w:val="0"/>
                <w:color w:val="auto"/>
                <w:sz w:val="22"/>
                <w:u w:val="none"/>
              </w:rPr>
            </w:pPr>
            <w:r w:rsidRPr="008E7459">
              <w:t>Apparent differences may not be statistically significant and relevant confidence intervals may be requested directly from the data provider. Different confidence intervals are required depending on the type of analysis. Confidence intervals for comparing data within years</w:t>
            </w:r>
            <w:r w:rsidR="00CD1D6E" w:rsidRPr="008E7459">
              <w:t xml:space="preserve"> and</w:t>
            </w:r>
            <w:r w:rsidRPr="008E7459">
              <w:t xml:space="preserve"> across jurisdictions are different from confidence intervals for comparing data across years within and across jurisdictions.</w:t>
            </w:r>
          </w:p>
        </w:tc>
      </w:tr>
      <w:tr w:rsidR="006969D8" w:rsidRPr="008E7459" w:rsidTr="006969D8">
        <w:trPr>
          <w:cantSplit/>
        </w:trPr>
        <w:tc>
          <w:tcPr>
            <w:tcW w:w="8771" w:type="dxa"/>
            <w:tcBorders>
              <w:top w:val="nil"/>
              <w:left w:val="single" w:sz="4" w:space="0" w:color="auto"/>
              <w:bottom w:val="single" w:sz="4" w:space="0" w:color="auto"/>
              <w:right w:val="single" w:sz="4" w:space="0" w:color="auto"/>
            </w:tcBorders>
          </w:tcPr>
          <w:p w:rsidR="006969D8" w:rsidRPr="008E7459" w:rsidRDefault="006969D8" w:rsidP="006969D8">
            <w:pPr>
              <w:pStyle w:val="Box"/>
              <w:spacing w:before="0" w:line="120" w:lineRule="exact"/>
            </w:pPr>
          </w:p>
        </w:tc>
      </w:tr>
    </w:tbl>
    <w:p w:rsidR="006969D8" w:rsidRPr="008E7459" w:rsidRDefault="006969D8" w:rsidP="006969D8">
      <w:pPr>
        <w:pStyle w:val="Heading4"/>
        <w:spacing w:after="120"/>
      </w:pPr>
      <w:r w:rsidRPr="008E7459">
        <w:t>Attachment tables</w:t>
      </w:r>
    </w:p>
    <w:tbl>
      <w:tblPr>
        <w:tblStyle w:val="TableGrid"/>
        <w:tblW w:w="0" w:type="auto"/>
        <w:tblInd w:w="137" w:type="dxa"/>
        <w:tblLook w:val="04A0" w:firstRow="1" w:lastRow="0" w:firstColumn="1" w:lastColumn="0" w:noHBand="0" w:noVBand="1"/>
      </w:tblPr>
      <w:tblGrid>
        <w:gridCol w:w="1843"/>
        <w:gridCol w:w="6946"/>
      </w:tblGrid>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t>Table NEA.2.1</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t>Table NEA.2.2</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t>Table NEA.2.3</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t>Table NEA.2.4</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lastRenderedPageBreak/>
              <w:t>Table NEA.2.5</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t>Table NEA.2.6</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t>Table NEA.2.7</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t>Table NEA.2.8</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t>Table NEA.2.9</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t>Table NEA.2.10</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t>Table NEA.2.11</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hideMark/>
          </w:tcPr>
          <w:p w:rsidR="005C726C" w:rsidRPr="008E7459" w:rsidRDefault="005C726C" w:rsidP="00D71B99">
            <w:pPr>
              <w:rPr>
                <w:rFonts w:ascii="Arial" w:hAnsi="Arial" w:cs="Arial"/>
                <w:b/>
                <w:bCs/>
                <w:sz w:val="20"/>
                <w:szCs w:val="20"/>
              </w:rPr>
            </w:pPr>
            <w:r w:rsidRPr="008E7459">
              <w:rPr>
                <w:rFonts w:ascii="Arial" w:hAnsi="Arial" w:cs="Arial"/>
                <w:b/>
                <w:bCs/>
                <w:sz w:val="20"/>
                <w:szCs w:val="20"/>
              </w:rPr>
              <w:t>Table NEA.2.12</w:t>
            </w:r>
          </w:p>
        </w:tc>
        <w:tc>
          <w:tcPr>
            <w:tcW w:w="6946" w:type="dxa"/>
            <w:hideMark/>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9" w:anchor="'Table NEA.2.13'!A1" w:history="1">
              <w:r w:rsidR="005C726C" w:rsidRPr="008E7459">
                <w:rPr>
                  <w:rFonts w:ascii="Arial" w:hAnsi="Arial" w:cs="Arial"/>
                  <w:b/>
                  <w:bCs/>
                  <w:sz w:val="20"/>
                  <w:szCs w:val="20"/>
                </w:rPr>
                <w:t>Table NEA.2.13</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reading,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10" w:anchor="'Table NEA.2.14'!A1" w:history="1">
              <w:r w:rsidR="005C726C" w:rsidRPr="008E7459">
                <w:rPr>
                  <w:rFonts w:ascii="Arial" w:hAnsi="Arial" w:cs="Arial"/>
                  <w:b/>
                  <w:bCs/>
                  <w:sz w:val="20"/>
                  <w:szCs w:val="20"/>
                </w:rPr>
                <w:t>Table NEA.2.14</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writing,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11" w:anchor="'Table NEA.2.15'!A1" w:history="1">
              <w:r w:rsidR="005C726C" w:rsidRPr="008E7459">
                <w:rPr>
                  <w:rFonts w:ascii="Arial" w:hAnsi="Arial" w:cs="Arial"/>
                  <w:b/>
                  <w:bCs/>
                  <w:sz w:val="20"/>
                  <w:szCs w:val="20"/>
                </w:rPr>
                <w:t>Table NEA.2.15</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numeracy,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12" w:anchor="'Table NEA.2.16'!A1" w:history="1">
              <w:r w:rsidR="005C726C" w:rsidRPr="008E7459">
                <w:rPr>
                  <w:rFonts w:ascii="Arial" w:hAnsi="Arial" w:cs="Arial"/>
                  <w:b/>
                  <w:bCs/>
                  <w:sz w:val="20"/>
                  <w:szCs w:val="20"/>
                </w:rPr>
                <w:t>Table NEA.2.16</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reading,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13" w:anchor="'Table NEA.2.17'!A1" w:history="1">
              <w:r w:rsidR="005C726C" w:rsidRPr="008E7459">
                <w:rPr>
                  <w:rFonts w:ascii="Arial" w:hAnsi="Arial" w:cs="Arial"/>
                  <w:b/>
                  <w:bCs/>
                  <w:sz w:val="20"/>
                  <w:szCs w:val="20"/>
                </w:rPr>
                <w:t>Table NEA.2.17</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writing,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14" w:anchor="'Table NEA.2.18'!A1" w:history="1">
              <w:r w:rsidR="005C726C" w:rsidRPr="008E7459">
                <w:rPr>
                  <w:rFonts w:ascii="Arial" w:hAnsi="Arial" w:cs="Arial"/>
                  <w:b/>
                  <w:bCs/>
                  <w:sz w:val="20"/>
                  <w:szCs w:val="20"/>
                </w:rPr>
                <w:t>Table NEA.2.18</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numeracy,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15" w:anchor="'Table NEA.2.19'!A1" w:history="1">
              <w:r w:rsidR="005C726C" w:rsidRPr="008E7459">
                <w:rPr>
                  <w:rFonts w:ascii="Arial" w:hAnsi="Arial" w:cs="Arial"/>
                  <w:b/>
                  <w:bCs/>
                  <w:sz w:val="20"/>
                  <w:szCs w:val="20"/>
                </w:rPr>
                <w:t>Table NEA.2.19</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reading,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16" w:anchor="'Table NEA.2.20'!A1" w:history="1">
              <w:r w:rsidR="005C726C" w:rsidRPr="008E7459">
                <w:rPr>
                  <w:rFonts w:ascii="Arial" w:hAnsi="Arial" w:cs="Arial"/>
                  <w:b/>
                  <w:bCs/>
                  <w:sz w:val="20"/>
                  <w:szCs w:val="20"/>
                </w:rPr>
                <w:t>Table NEA.2.20</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writing,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17" w:anchor="'Table NEA.2.21'!A1" w:history="1">
              <w:r w:rsidR="005C726C" w:rsidRPr="008E7459">
                <w:rPr>
                  <w:rFonts w:ascii="Arial" w:hAnsi="Arial" w:cs="Arial"/>
                  <w:b/>
                  <w:bCs/>
                  <w:sz w:val="20"/>
                  <w:szCs w:val="20"/>
                </w:rPr>
                <w:t>Table NEA.2.21</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numeracy,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18" w:anchor="'Table NEA.2.22'!A1" w:history="1">
              <w:r w:rsidR="005C726C" w:rsidRPr="008E7459">
                <w:rPr>
                  <w:rFonts w:ascii="Arial" w:hAnsi="Arial" w:cs="Arial"/>
                  <w:b/>
                  <w:bCs/>
                  <w:sz w:val="20"/>
                  <w:szCs w:val="20"/>
                </w:rPr>
                <w:t>Table NEA.2.22</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reading,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19" w:anchor="'Table NEA.2.23'!A1" w:history="1">
              <w:r w:rsidR="005C726C" w:rsidRPr="008E7459">
                <w:rPr>
                  <w:rFonts w:ascii="Arial" w:hAnsi="Arial" w:cs="Arial"/>
                  <w:b/>
                  <w:bCs/>
                  <w:sz w:val="20"/>
                  <w:szCs w:val="20"/>
                </w:rPr>
                <w:t>Table NEA.2.23</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writing,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781B70">
        <w:trPr>
          <w:trHeight w:val="867"/>
        </w:trPr>
        <w:tc>
          <w:tcPr>
            <w:tcW w:w="1843" w:type="dxa"/>
            <w:noWrap/>
          </w:tcPr>
          <w:p w:rsidR="005C726C" w:rsidRPr="008E7459" w:rsidRDefault="00D37923" w:rsidP="00D71B99">
            <w:pPr>
              <w:rPr>
                <w:rFonts w:ascii="Arial" w:hAnsi="Arial" w:cs="Arial"/>
                <w:b/>
                <w:bCs/>
                <w:sz w:val="20"/>
                <w:szCs w:val="20"/>
              </w:rPr>
            </w:pPr>
            <w:hyperlink r:id="rId20" w:anchor="'Table NEA.2.24'!A1" w:history="1">
              <w:r w:rsidR="005C726C" w:rsidRPr="008E7459">
                <w:rPr>
                  <w:rFonts w:ascii="Arial" w:hAnsi="Arial" w:cs="Arial"/>
                  <w:b/>
                  <w:bCs/>
                  <w:sz w:val="20"/>
                  <w:szCs w:val="20"/>
                </w:rPr>
                <w:t>Table NEA.2.24</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numeracy, by State and Territory, by parental education and parental occupation, 2012 (</w:t>
            </w:r>
            <w:r w:rsidR="00781B70" w:rsidRPr="008E7459">
              <w:rPr>
                <w:rFonts w:ascii="Arial" w:hAnsi="Arial" w:cs="Arial"/>
                <w:sz w:val="20"/>
                <w:szCs w:val="20"/>
              </w:rPr>
              <w:t>per cent</w:t>
            </w:r>
            <w:r w:rsidRPr="008E7459">
              <w:rPr>
                <w:rFonts w:ascii="Arial" w:hAnsi="Arial" w:cs="Arial"/>
                <w:sz w:val="20"/>
                <w:szCs w:val="20"/>
              </w:rPr>
              <w:t>)</w:t>
            </w:r>
            <w:r w:rsidR="00781B70" w:rsidRPr="008E7459">
              <w:rPr>
                <w:rFonts w:ascii="Arial" w:hAnsi="Arial" w:cs="Arial"/>
                <w:sz w:val="20"/>
                <w:szCs w:val="20"/>
              </w:rPr>
              <w:t xml:space="preserve"> </w:t>
            </w:r>
          </w:p>
        </w:tc>
      </w:tr>
      <w:tr w:rsidR="005C726C" w:rsidRPr="008E7459" w:rsidTr="00A01248">
        <w:trPr>
          <w:trHeight w:val="590"/>
        </w:trPr>
        <w:tc>
          <w:tcPr>
            <w:tcW w:w="1843" w:type="dxa"/>
            <w:noWrap/>
          </w:tcPr>
          <w:p w:rsidR="005C726C" w:rsidRPr="008E7459" w:rsidRDefault="00D37923" w:rsidP="00D71B99">
            <w:pPr>
              <w:rPr>
                <w:rFonts w:ascii="Arial" w:hAnsi="Arial" w:cs="Arial"/>
                <w:b/>
                <w:bCs/>
                <w:sz w:val="20"/>
                <w:szCs w:val="20"/>
              </w:rPr>
            </w:pPr>
            <w:hyperlink r:id="rId21" w:anchor="'Table NEA.2.25'!A1" w:history="1">
              <w:r w:rsidR="005C726C" w:rsidRPr="008E7459">
                <w:rPr>
                  <w:rFonts w:ascii="Arial" w:hAnsi="Arial" w:cs="Arial"/>
                  <w:b/>
                  <w:bCs/>
                  <w:sz w:val="20"/>
                  <w:szCs w:val="20"/>
                </w:rPr>
                <w:t>Table NEA.2.25</w:t>
              </w:r>
            </w:hyperlink>
          </w:p>
        </w:tc>
        <w:tc>
          <w:tcPr>
            <w:tcW w:w="6946" w:type="dxa"/>
          </w:tcPr>
          <w:p w:rsidR="005C726C" w:rsidRPr="008E7459" w:rsidRDefault="005C726C" w:rsidP="005C726C">
            <w:pPr>
              <w:jc w:val="both"/>
              <w:rPr>
                <w:rFonts w:ascii="Arial" w:hAnsi="Arial" w:cs="Arial"/>
                <w:sz w:val="20"/>
                <w:szCs w:val="20"/>
              </w:rPr>
            </w:pPr>
            <w:r w:rsidRPr="008E7459">
              <w:rPr>
                <w:rFonts w:ascii="Arial" w:hAnsi="Arial" w:cs="Arial"/>
                <w:sz w:val="20"/>
                <w:szCs w:val="20"/>
              </w:rPr>
              <w:t>NAPLAN mean scale scores for reading year 3 students, by State and Territory, by Indigenous status and geolocation, 2012 (scale score)</w:t>
            </w:r>
            <w:r w:rsidR="008921A5" w:rsidRPr="008E7459">
              <w:rPr>
                <w:rFonts w:ascii="Arial" w:hAnsi="Arial" w:cs="Arial"/>
                <w:sz w:val="20"/>
                <w:szCs w:val="20"/>
              </w:rPr>
              <w:t xml:space="preserve"> </w:t>
            </w:r>
          </w:p>
        </w:tc>
      </w:tr>
      <w:tr w:rsidR="00825C0F" w:rsidRPr="008E7459" w:rsidTr="00A01248">
        <w:trPr>
          <w:trHeight w:val="702"/>
        </w:trPr>
        <w:tc>
          <w:tcPr>
            <w:tcW w:w="1843" w:type="dxa"/>
            <w:noWrap/>
          </w:tcPr>
          <w:p w:rsidR="00825C0F" w:rsidRPr="008E7459" w:rsidRDefault="00D37923" w:rsidP="00D71B99">
            <w:pPr>
              <w:rPr>
                <w:rFonts w:ascii="Arial" w:hAnsi="Arial" w:cs="Arial"/>
                <w:b/>
                <w:bCs/>
                <w:sz w:val="20"/>
                <w:szCs w:val="20"/>
              </w:rPr>
            </w:pPr>
            <w:hyperlink r:id="rId22" w:anchor="'Table NEA.2.26'!A1" w:history="1">
              <w:r w:rsidR="00825C0F" w:rsidRPr="008E7459">
                <w:rPr>
                  <w:rFonts w:ascii="Arial" w:hAnsi="Arial" w:cs="Arial"/>
                  <w:b/>
                  <w:bCs/>
                  <w:sz w:val="20"/>
                  <w:szCs w:val="20"/>
                </w:rPr>
                <w:t>Table NEA.2.26</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writing year 3 students, by State and Territory, by Indigenous status and geolocation, 2012 (scale score)</w:t>
            </w:r>
            <w:r w:rsidR="00781B70" w:rsidRPr="008E7459">
              <w:rPr>
                <w:rFonts w:ascii="Arial" w:hAnsi="Arial" w:cs="Arial"/>
                <w:sz w:val="20"/>
                <w:szCs w:val="20"/>
              </w:rPr>
              <w:t xml:space="preserve"> </w:t>
            </w:r>
          </w:p>
        </w:tc>
      </w:tr>
      <w:tr w:rsidR="00825C0F" w:rsidRPr="008E7459" w:rsidTr="00A01248">
        <w:trPr>
          <w:trHeight w:val="698"/>
        </w:trPr>
        <w:tc>
          <w:tcPr>
            <w:tcW w:w="1843" w:type="dxa"/>
            <w:noWrap/>
          </w:tcPr>
          <w:p w:rsidR="00825C0F" w:rsidRPr="008E7459" w:rsidRDefault="00D37923" w:rsidP="00D71B99">
            <w:pPr>
              <w:rPr>
                <w:rFonts w:ascii="Arial" w:hAnsi="Arial" w:cs="Arial"/>
                <w:b/>
                <w:bCs/>
                <w:sz w:val="20"/>
                <w:szCs w:val="20"/>
              </w:rPr>
            </w:pPr>
            <w:hyperlink r:id="rId23" w:anchor="'Table NEA.2.27'!A1" w:history="1">
              <w:r w:rsidR="00825C0F" w:rsidRPr="008E7459">
                <w:rPr>
                  <w:rFonts w:ascii="Arial" w:hAnsi="Arial" w:cs="Arial"/>
                  <w:b/>
                  <w:bCs/>
                  <w:sz w:val="20"/>
                  <w:szCs w:val="20"/>
                </w:rPr>
                <w:t>Table NEA.2.27</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numeracy, year 3 students, by State and Territory, by Indigenous status and geolocation, 2012 (scale score)</w:t>
            </w:r>
            <w:r w:rsidR="00781B70" w:rsidRPr="008E7459">
              <w:rPr>
                <w:rFonts w:ascii="Arial" w:hAnsi="Arial" w:cs="Arial"/>
                <w:sz w:val="20"/>
                <w:szCs w:val="20"/>
              </w:rPr>
              <w:t xml:space="preserve"> </w:t>
            </w:r>
          </w:p>
        </w:tc>
      </w:tr>
      <w:tr w:rsidR="00825C0F" w:rsidRPr="008E7459" w:rsidTr="00A01248">
        <w:trPr>
          <w:trHeight w:val="695"/>
        </w:trPr>
        <w:tc>
          <w:tcPr>
            <w:tcW w:w="1843" w:type="dxa"/>
            <w:noWrap/>
          </w:tcPr>
          <w:p w:rsidR="00825C0F" w:rsidRPr="008E7459" w:rsidRDefault="00D37923" w:rsidP="00D71B99">
            <w:pPr>
              <w:rPr>
                <w:rFonts w:ascii="Arial" w:hAnsi="Arial" w:cs="Arial"/>
                <w:b/>
                <w:bCs/>
                <w:sz w:val="20"/>
                <w:szCs w:val="20"/>
              </w:rPr>
            </w:pPr>
            <w:hyperlink r:id="rId24" w:anchor="'Table NEA.2.28'!A1" w:history="1">
              <w:r w:rsidR="00825C0F" w:rsidRPr="008E7459">
                <w:rPr>
                  <w:rFonts w:ascii="Arial" w:hAnsi="Arial" w:cs="Arial"/>
                  <w:b/>
                  <w:bCs/>
                  <w:sz w:val="20"/>
                  <w:szCs w:val="20"/>
                </w:rPr>
                <w:t>Table NEA.2.28</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reading, year 5 students, by State and Territory, by Indigenous status and geolocation, 2012 (scale score)</w:t>
            </w:r>
            <w:r w:rsidR="00781B70" w:rsidRPr="008E7459">
              <w:rPr>
                <w:rFonts w:ascii="Arial" w:hAnsi="Arial" w:cs="Arial"/>
                <w:sz w:val="20"/>
                <w:szCs w:val="20"/>
              </w:rPr>
              <w:t xml:space="preserve"> </w:t>
            </w:r>
          </w:p>
        </w:tc>
      </w:tr>
      <w:tr w:rsidR="00825C0F" w:rsidRPr="008E7459" w:rsidTr="00A01248">
        <w:trPr>
          <w:trHeight w:val="690"/>
        </w:trPr>
        <w:tc>
          <w:tcPr>
            <w:tcW w:w="1843" w:type="dxa"/>
            <w:noWrap/>
          </w:tcPr>
          <w:p w:rsidR="00825C0F" w:rsidRPr="008E7459" w:rsidRDefault="00D37923" w:rsidP="00D71B99">
            <w:pPr>
              <w:rPr>
                <w:rFonts w:ascii="Arial" w:hAnsi="Arial" w:cs="Arial"/>
                <w:b/>
                <w:bCs/>
                <w:sz w:val="20"/>
                <w:szCs w:val="20"/>
              </w:rPr>
            </w:pPr>
            <w:hyperlink r:id="rId25" w:anchor="'Table NEA.2.29'!A1" w:history="1">
              <w:r w:rsidR="00825C0F" w:rsidRPr="008E7459">
                <w:rPr>
                  <w:rFonts w:ascii="Arial" w:hAnsi="Arial" w:cs="Arial"/>
                  <w:b/>
                  <w:bCs/>
                  <w:sz w:val="20"/>
                  <w:szCs w:val="20"/>
                </w:rPr>
                <w:t>Table NEA.2.29</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writing, year 5 students, by State and Territory, by Indigenous status and geolocation, 2012 (scale score)</w:t>
            </w:r>
            <w:r w:rsidR="00781B70" w:rsidRPr="008E7459">
              <w:rPr>
                <w:rFonts w:ascii="Arial" w:hAnsi="Arial" w:cs="Arial"/>
                <w:sz w:val="20"/>
                <w:szCs w:val="20"/>
              </w:rPr>
              <w:t xml:space="preserve"> </w:t>
            </w:r>
          </w:p>
        </w:tc>
      </w:tr>
      <w:tr w:rsidR="00825C0F" w:rsidRPr="008E7459" w:rsidTr="00A01248">
        <w:trPr>
          <w:trHeight w:val="714"/>
        </w:trPr>
        <w:tc>
          <w:tcPr>
            <w:tcW w:w="1843" w:type="dxa"/>
            <w:noWrap/>
          </w:tcPr>
          <w:p w:rsidR="00825C0F" w:rsidRPr="008E7459" w:rsidRDefault="00D37923" w:rsidP="00D71B99">
            <w:pPr>
              <w:rPr>
                <w:rFonts w:ascii="Arial" w:hAnsi="Arial" w:cs="Arial"/>
                <w:b/>
                <w:bCs/>
                <w:sz w:val="20"/>
                <w:szCs w:val="20"/>
              </w:rPr>
            </w:pPr>
            <w:hyperlink r:id="rId26" w:anchor="'Table NEA.2.30'!A1" w:history="1">
              <w:r w:rsidR="00825C0F" w:rsidRPr="008E7459">
                <w:rPr>
                  <w:rFonts w:ascii="Arial" w:hAnsi="Arial" w:cs="Arial"/>
                  <w:b/>
                  <w:bCs/>
                  <w:sz w:val="20"/>
                  <w:szCs w:val="20"/>
                </w:rPr>
                <w:t>Table NEA.2.30</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numeracy, year 5 students, by State and Territory, by Indigenous status and geolocation, 2012 (scale score)</w:t>
            </w:r>
            <w:r w:rsidR="00781B70" w:rsidRPr="008E7459">
              <w:rPr>
                <w:rFonts w:ascii="Arial" w:hAnsi="Arial" w:cs="Arial"/>
                <w:sz w:val="20"/>
                <w:szCs w:val="20"/>
              </w:rPr>
              <w:t xml:space="preserve"> </w:t>
            </w:r>
          </w:p>
        </w:tc>
      </w:tr>
      <w:tr w:rsidR="00825C0F" w:rsidRPr="008E7459" w:rsidTr="00A01248">
        <w:trPr>
          <w:trHeight w:val="692"/>
        </w:trPr>
        <w:tc>
          <w:tcPr>
            <w:tcW w:w="1843" w:type="dxa"/>
            <w:noWrap/>
          </w:tcPr>
          <w:p w:rsidR="00825C0F" w:rsidRPr="008E7459" w:rsidRDefault="00D37923" w:rsidP="00D71B99">
            <w:pPr>
              <w:rPr>
                <w:rFonts w:ascii="Arial" w:hAnsi="Arial" w:cs="Arial"/>
                <w:b/>
                <w:bCs/>
                <w:sz w:val="20"/>
                <w:szCs w:val="20"/>
              </w:rPr>
            </w:pPr>
            <w:hyperlink r:id="rId27" w:anchor="'Table NEA.2.31'!A1" w:history="1">
              <w:r w:rsidR="00825C0F" w:rsidRPr="008E7459">
                <w:rPr>
                  <w:rFonts w:ascii="Arial" w:hAnsi="Arial" w:cs="Arial"/>
                  <w:b/>
                  <w:bCs/>
                  <w:sz w:val="20"/>
                  <w:szCs w:val="20"/>
                </w:rPr>
                <w:t>Table NEA.2.31</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reading, year 7 students, by State and Territory, by Indigenous status and geolocation, 2012 (scale score)</w:t>
            </w:r>
            <w:r w:rsidR="00781B70" w:rsidRPr="008E7459">
              <w:rPr>
                <w:rFonts w:ascii="Arial" w:hAnsi="Arial" w:cs="Arial"/>
                <w:sz w:val="20"/>
                <w:szCs w:val="20"/>
              </w:rPr>
              <w:t xml:space="preserve"> </w:t>
            </w:r>
          </w:p>
        </w:tc>
      </w:tr>
      <w:tr w:rsidR="00825C0F" w:rsidRPr="008E7459" w:rsidTr="00A01248">
        <w:trPr>
          <w:trHeight w:val="688"/>
        </w:trPr>
        <w:tc>
          <w:tcPr>
            <w:tcW w:w="1843" w:type="dxa"/>
            <w:noWrap/>
          </w:tcPr>
          <w:p w:rsidR="00825C0F" w:rsidRPr="008E7459" w:rsidRDefault="00D37923" w:rsidP="00D71B99">
            <w:pPr>
              <w:rPr>
                <w:rFonts w:ascii="Arial" w:hAnsi="Arial" w:cs="Arial"/>
                <w:b/>
                <w:bCs/>
                <w:sz w:val="20"/>
                <w:szCs w:val="20"/>
              </w:rPr>
            </w:pPr>
            <w:hyperlink r:id="rId28" w:anchor="'Table NEA.2.32'!A1" w:history="1">
              <w:r w:rsidR="00825C0F" w:rsidRPr="008E7459">
                <w:rPr>
                  <w:rFonts w:ascii="Arial" w:hAnsi="Arial" w:cs="Arial"/>
                  <w:b/>
                  <w:bCs/>
                  <w:sz w:val="20"/>
                  <w:szCs w:val="20"/>
                </w:rPr>
                <w:t>Table NEA.2.32</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writing, year 7 students, by State and Territory, by Indigenous status and geolocation, 2012 (scale score)</w:t>
            </w:r>
            <w:r w:rsidR="00781B70" w:rsidRPr="008E7459">
              <w:rPr>
                <w:rFonts w:ascii="Arial" w:hAnsi="Arial" w:cs="Arial"/>
                <w:sz w:val="20"/>
                <w:szCs w:val="20"/>
              </w:rPr>
              <w:t xml:space="preserve"> </w:t>
            </w:r>
          </w:p>
        </w:tc>
      </w:tr>
      <w:tr w:rsidR="00825C0F" w:rsidRPr="008E7459" w:rsidTr="00A01248">
        <w:trPr>
          <w:trHeight w:val="712"/>
        </w:trPr>
        <w:tc>
          <w:tcPr>
            <w:tcW w:w="1843" w:type="dxa"/>
            <w:noWrap/>
          </w:tcPr>
          <w:p w:rsidR="00825C0F" w:rsidRPr="008E7459" w:rsidRDefault="00D37923" w:rsidP="00D71B99">
            <w:pPr>
              <w:rPr>
                <w:rFonts w:ascii="Arial" w:hAnsi="Arial" w:cs="Arial"/>
                <w:b/>
                <w:bCs/>
                <w:sz w:val="20"/>
                <w:szCs w:val="20"/>
              </w:rPr>
            </w:pPr>
            <w:hyperlink r:id="rId29" w:anchor="'Table NEA.2.33'!A1" w:history="1">
              <w:r w:rsidR="00825C0F" w:rsidRPr="008E7459">
                <w:rPr>
                  <w:rFonts w:ascii="Arial" w:hAnsi="Arial" w:cs="Arial"/>
                  <w:b/>
                  <w:bCs/>
                  <w:sz w:val="20"/>
                  <w:szCs w:val="20"/>
                </w:rPr>
                <w:t>Table NEA.2.33</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numeracy, year 7 students, by State and Territory, by Indigenous status and geolocation, 2012 (scale score)</w:t>
            </w:r>
            <w:r w:rsidR="00781B70" w:rsidRPr="008E7459">
              <w:rPr>
                <w:rFonts w:ascii="Arial" w:hAnsi="Arial" w:cs="Arial"/>
                <w:sz w:val="20"/>
                <w:szCs w:val="20"/>
              </w:rPr>
              <w:t xml:space="preserve"> </w:t>
            </w:r>
          </w:p>
        </w:tc>
      </w:tr>
      <w:tr w:rsidR="00825C0F" w:rsidRPr="008E7459" w:rsidTr="00781B70">
        <w:trPr>
          <w:trHeight w:val="867"/>
        </w:trPr>
        <w:tc>
          <w:tcPr>
            <w:tcW w:w="1843" w:type="dxa"/>
            <w:noWrap/>
          </w:tcPr>
          <w:p w:rsidR="00825C0F" w:rsidRPr="008E7459" w:rsidRDefault="00D37923" w:rsidP="00D71B99">
            <w:pPr>
              <w:rPr>
                <w:rFonts w:ascii="Arial" w:hAnsi="Arial" w:cs="Arial"/>
                <w:b/>
                <w:bCs/>
                <w:sz w:val="20"/>
                <w:szCs w:val="20"/>
              </w:rPr>
            </w:pPr>
            <w:hyperlink r:id="rId30" w:anchor="'Table NEA.2.34'!A1" w:history="1">
              <w:r w:rsidR="00825C0F" w:rsidRPr="008E7459">
                <w:rPr>
                  <w:rFonts w:ascii="Arial" w:hAnsi="Arial" w:cs="Arial"/>
                  <w:b/>
                  <w:bCs/>
                  <w:sz w:val="20"/>
                  <w:szCs w:val="20"/>
                </w:rPr>
                <w:t>Table NEA.2.34</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reading, year 9 students, by State and Territory, by Indigenous status and geolocation, 2012 (scale score)</w:t>
            </w:r>
            <w:r w:rsidR="00781B70" w:rsidRPr="008E7459">
              <w:rPr>
                <w:rFonts w:ascii="Arial" w:hAnsi="Arial" w:cs="Arial"/>
                <w:sz w:val="20"/>
                <w:szCs w:val="20"/>
              </w:rPr>
              <w:t xml:space="preserve"> </w:t>
            </w:r>
          </w:p>
        </w:tc>
      </w:tr>
      <w:tr w:rsidR="00825C0F" w:rsidRPr="008E7459" w:rsidTr="00A01248">
        <w:trPr>
          <w:trHeight w:val="664"/>
        </w:trPr>
        <w:tc>
          <w:tcPr>
            <w:tcW w:w="1843" w:type="dxa"/>
            <w:noWrap/>
          </w:tcPr>
          <w:p w:rsidR="00825C0F" w:rsidRPr="008E7459" w:rsidRDefault="00D37923" w:rsidP="00D71B99">
            <w:pPr>
              <w:rPr>
                <w:rFonts w:ascii="Arial" w:hAnsi="Arial" w:cs="Arial"/>
                <w:b/>
                <w:bCs/>
                <w:sz w:val="20"/>
                <w:szCs w:val="20"/>
              </w:rPr>
            </w:pPr>
            <w:hyperlink r:id="rId31" w:anchor="'Table NEA.2.35'!A1" w:history="1">
              <w:r w:rsidR="00825C0F" w:rsidRPr="008E7459">
                <w:rPr>
                  <w:rFonts w:ascii="Arial" w:hAnsi="Arial" w:cs="Arial"/>
                  <w:b/>
                  <w:bCs/>
                  <w:sz w:val="20"/>
                  <w:szCs w:val="20"/>
                </w:rPr>
                <w:t>Table NEA.2.35</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writing, year 9 students, by State and Territory, by Indigenous status and geolocation, 2012 (scale score)</w:t>
            </w:r>
            <w:r w:rsidR="00781B70" w:rsidRPr="008E7459">
              <w:rPr>
                <w:rFonts w:ascii="Arial" w:hAnsi="Arial" w:cs="Arial"/>
                <w:sz w:val="20"/>
                <w:szCs w:val="20"/>
              </w:rPr>
              <w:t xml:space="preserve"> </w:t>
            </w:r>
          </w:p>
        </w:tc>
      </w:tr>
      <w:tr w:rsidR="00825C0F" w:rsidRPr="008E7459" w:rsidTr="00A01248">
        <w:trPr>
          <w:trHeight w:val="743"/>
        </w:trPr>
        <w:tc>
          <w:tcPr>
            <w:tcW w:w="1843" w:type="dxa"/>
            <w:noWrap/>
          </w:tcPr>
          <w:p w:rsidR="00825C0F" w:rsidRPr="008E7459" w:rsidRDefault="00D37923" w:rsidP="00D71B99">
            <w:pPr>
              <w:rPr>
                <w:rFonts w:ascii="Arial" w:hAnsi="Arial" w:cs="Arial"/>
                <w:b/>
                <w:bCs/>
                <w:sz w:val="20"/>
                <w:szCs w:val="20"/>
              </w:rPr>
            </w:pPr>
            <w:hyperlink r:id="rId32" w:anchor="'Table NEA.2.36'!A1" w:history="1">
              <w:r w:rsidR="00825C0F" w:rsidRPr="008E7459">
                <w:rPr>
                  <w:rFonts w:ascii="Arial" w:hAnsi="Arial" w:cs="Arial"/>
                  <w:b/>
                  <w:bCs/>
                  <w:sz w:val="20"/>
                  <w:szCs w:val="20"/>
                </w:rPr>
                <w:t>Table NEA.2.36</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numeracy, year 9 students, by State and Territory, by Indigenous status and geolocation, 2012 (scale score)</w:t>
            </w:r>
            <w:r w:rsidR="00781B70" w:rsidRPr="008E7459">
              <w:rPr>
                <w:rFonts w:ascii="Arial" w:hAnsi="Arial" w:cs="Arial"/>
                <w:sz w:val="20"/>
                <w:szCs w:val="20"/>
              </w:rPr>
              <w:t xml:space="preserve"> </w:t>
            </w:r>
          </w:p>
        </w:tc>
      </w:tr>
      <w:tr w:rsidR="00825C0F" w:rsidRPr="008E7459" w:rsidTr="00A01248">
        <w:trPr>
          <w:trHeight w:val="697"/>
        </w:trPr>
        <w:tc>
          <w:tcPr>
            <w:tcW w:w="1843" w:type="dxa"/>
            <w:noWrap/>
          </w:tcPr>
          <w:p w:rsidR="00825C0F" w:rsidRPr="008E7459" w:rsidRDefault="00D37923" w:rsidP="00D71B99">
            <w:pPr>
              <w:rPr>
                <w:rFonts w:ascii="Arial" w:hAnsi="Arial" w:cs="Arial"/>
                <w:b/>
                <w:bCs/>
                <w:sz w:val="20"/>
                <w:szCs w:val="20"/>
              </w:rPr>
            </w:pPr>
            <w:hyperlink r:id="rId33" w:anchor="'Table NEA.2.37'!A1" w:history="1">
              <w:r w:rsidR="00825C0F" w:rsidRPr="008E7459">
                <w:rPr>
                  <w:rFonts w:ascii="Arial" w:hAnsi="Arial" w:cs="Arial"/>
                  <w:b/>
                  <w:bCs/>
                  <w:sz w:val="20"/>
                  <w:szCs w:val="20"/>
                </w:rPr>
                <w:t>Table NEA.2.37</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reading, year 3 students, by State and Territory, by parental education and parental occupation, 2012 (scale score)</w:t>
            </w:r>
            <w:r w:rsidR="00781B70" w:rsidRPr="008E7459">
              <w:rPr>
                <w:rFonts w:ascii="Arial" w:hAnsi="Arial" w:cs="Arial"/>
                <w:sz w:val="20"/>
                <w:szCs w:val="20"/>
              </w:rPr>
              <w:t xml:space="preserve"> </w:t>
            </w:r>
          </w:p>
        </w:tc>
      </w:tr>
      <w:tr w:rsidR="00825C0F" w:rsidRPr="008E7459" w:rsidTr="00A01248">
        <w:trPr>
          <w:trHeight w:val="707"/>
        </w:trPr>
        <w:tc>
          <w:tcPr>
            <w:tcW w:w="1843" w:type="dxa"/>
            <w:noWrap/>
          </w:tcPr>
          <w:p w:rsidR="00825C0F" w:rsidRPr="008E7459" w:rsidRDefault="00D37923" w:rsidP="00D71B99">
            <w:pPr>
              <w:rPr>
                <w:rFonts w:ascii="Arial" w:hAnsi="Arial" w:cs="Arial"/>
                <w:b/>
                <w:bCs/>
                <w:sz w:val="20"/>
                <w:szCs w:val="20"/>
              </w:rPr>
            </w:pPr>
            <w:hyperlink r:id="rId34" w:anchor="'Table NEA.2.38'!A1" w:history="1">
              <w:r w:rsidR="00825C0F" w:rsidRPr="008E7459">
                <w:rPr>
                  <w:rFonts w:ascii="Arial" w:hAnsi="Arial" w:cs="Arial"/>
                  <w:b/>
                  <w:bCs/>
                  <w:sz w:val="20"/>
                  <w:szCs w:val="20"/>
                </w:rPr>
                <w:t>Table NEA.2.38</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writing, year 3 students, by State and Territory, by parental education and parental occupation, 2012 (scale score)</w:t>
            </w:r>
            <w:r w:rsidR="00781B70" w:rsidRPr="008E7459">
              <w:rPr>
                <w:rFonts w:ascii="Arial" w:hAnsi="Arial" w:cs="Arial"/>
                <w:sz w:val="20"/>
                <w:szCs w:val="20"/>
              </w:rPr>
              <w:t xml:space="preserve"> </w:t>
            </w:r>
          </w:p>
        </w:tc>
      </w:tr>
      <w:tr w:rsidR="00825C0F" w:rsidRPr="008E7459" w:rsidTr="00A01248">
        <w:trPr>
          <w:trHeight w:val="688"/>
        </w:trPr>
        <w:tc>
          <w:tcPr>
            <w:tcW w:w="1843" w:type="dxa"/>
            <w:noWrap/>
          </w:tcPr>
          <w:p w:rsidR="00825C0F" w:rsidRPr="008E7459" w:rsidRDefault="00D37923" w:rsidP="00D71B99">
            <w:pPr>
              <w:rPr>
                <w:rFonts w:ascii="Arial" w:hAnsi="Arial" w:cs="Arial"/>
                <w:b/>
                <w:bCs/>
                <w:sz w:val="20"/>
                <w:szCs w:val="20"/>
              </w:rPr>
            </w:pPr>
            <w:hyperlink r:id="rId35" w:anchor="'Table NEA.2.39'!A1" w:history="1">
              <w:r w:rsidR="00825C0F" w:rsidRPr="008E7459">
                <w:rPr>
                  <w:rFonts w:ascii="Arial" w:hAnsi="Arial" w:cs="Arial"/>
                  <w:b/>
                  <w:bCs/>
                  <w:sz w:val="20"/>
                  <w:szCs w:val="20"/>
                </w:rPr>
                <w:t>Table NEA.2.39</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numeracy, year 3 students, by State and Territory, by parental education and parental occupation, 2012 (scale score)</w:t>
            </w:r>
            <w:r w:rsidR="00781B70" w:rsidRPr="008E7459">
              <w:rPr>
                <w:rFonts w:ascii="Arial" w:hAnsi="Arial" w:cs="Arial"/>
                <w:sz w:val="20"/>
                <w:szCs w:val="20"/>
              </w:rPr>
              <w:t xml:space="preserve"> </w:t>
            </w:r>
          </w:p>
        </w:tc>
      </w:tr>
      <w:tr w:rsidR="00825C0F" w:rsidRPr="008E7459" w:rsidTr="00A01248">
        <w:trPr>
          <w:trHeight w:val="712"/>
        </w:trPr>
        <w:tc>
          <w:tcPr>
            <w:tcW w:w="1843" w:type="dxa"/>
            <w:noWrap/>
          </w:tcPr>
          <w:p w:rsidR="00825C0F" w:rsidRPr="008E7459" w:rsidRDefault="00D37923" w:rsidP="00D71B99">
            <w:pPr>
              <w:rPr>
                <w:rFonts w:ascii="Arial" w:hAnsi="Arial" w:cs="Arial"/>
                <w:b/>
                <w:bCs/>
                <w:sz w:val="20"/>
                <w:szCs w:val="20"/>
              </w:rPr>
            </w:pPr>
            <w:hyperlink r:id="rId36" w:anchor="'Table NEA.2.40'!A1" w:history="1">
              <w:r w:rsidR="00825C0F" w:rsidRPr="008E7459">
                <w:rPr>
                  <w:rFonts w:ascii="Arial" w:hAnsi="Arial" w:cs="Arial"/>
                  <w:b/>
                  <w:bCs/>
                  <w:sz w:val="20"/>
                  <w:szCs w:val="20"/>
                </w:rPr>
                <w:t>Table NEA.2.40</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reading, year 5 students, by State and Territory, by parental education and parental occupation, 2012 (scale score)</w:t>
            </w:r>
            <w:r w:rsidR="00781B70" w:rsidRPr="008E7459">
              <w:rPr>
                <w:rFonts w:ascii="Arial" w:hAnsi="Arial" w:cs="Arial"/>
                <w:sz w:val="20"/>
                <w:szCs w:val="20"/>
              </w:rPr>
              <w:t xml:space="preserve"> </w:t>
            </w:r>
          </w:p>
        </w:tc>
      </w:tr>
      <w:tr w:rsidR="00825C0F" w:rsidRPr="008E7459" w:rsidTr="00A01248">
        <w:trPr>
          <w:trHeight w:val="694"/>
        </w:trPr>
        <w:tc>
          <w:tcPr>
            <w:tcW w:w="1843" w:type="dxa"/>
            <w:noWrap/>
          </w:tcPr>
          <w:p w:rsidR="00825C0F" w:rsidRPr="008E7459" w:rsidRDefault="00D37923" w:rsidP="00D71B99">
            <w:pPr>
              <w:rPr>
                <w:rFonts w:ascii="Arial" w:hAnsi="Arial" w:cs="Arial"/>
                <w:b/>
                <w:bCs/>
                <w:sz w:val="20"/>
                <w:szCs w:val="20"/>
              </w:rPr>
            </w:pPr>
            <w:hyperlink r:id="rId37" w:anchor="'Table NEA.2.41'!A1" w:history="1">
              <w:r w:rsidR="00825C0F" w:rsidRPr="008E7459">
                <w:rPr>
                  <w:rFonts w:ascii="Arial" w:hAnsi="Arial" w:cs="Arial"/>
                  <w:b/>
                  <w:bCs/>
                  <w:sz w:val="20"/>
                  <w:szCs w:val="20"/>
                </w:rPr>
                <w:t>Table NEA.2.41</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writing, year 5 students, by State and Territory, by parental education and parental occupation, 2012 (scale score)</w:t>
            </w:r>
            <w:r w:rsidR="00781B70" w:rsidRPr="008E7459">
              <w:rPr>
                <w:rFonts w:ascii="Arial" w:hAnsi="Arial" w:cs="Arial"/>
                <w:sz w:val="20"/>
                <w:szCs w:val="20"/>
              </w:rPr>
              <w:t xml:space="preserve"> </w:t>
            </w:r>
          </w:p>
        </w:tc>
      </w:tr>
      <w:tr w:rsidR="00825C0F" w:rsidRPr="008E7459" w:rsidTr="00A01248">
        <w:trPr>
          <w:trHeight w:val="704"/>
        </w:trPr>
        <w:tc>
          <w:tcPr>
            <w:tcW w:w="1843" w:type="dxa"/>
            <w:noWrap/>
          </w:tcPr>
          <w:p w:rsidR="00825C0F" w:rsidRPr="008E7459" w:rsidRDefault="00D37923" w:rsidP="00D71B99">
            <w:pPr>
              <w:rPr>
                <w:rFonts w:ascii="Arial" w:hAnsi="Arial" w:cs="Arial"/>
                <w:b/>
                <w:bCs/>
                <w:sz w:val="20"/>
                <w:szCs w:val="20"/>
              </w:rPr>
            </w:pPr>
            <w:hyperlink r:id="rId38" w:anchor="'Table NEA.2.42'!A1" w:history="1">
              <w:r w:rsidR="00825C0F" w:rsidRPr="008E7459">
                <w:rPr>
                  <w:rFonts w:ascii="Arial" w:hAnsi="Arial" w:cs="Arial"/>
                  <w:b/>
                  <w:bCs/>
                  <w:sz w:val="20"/>
                  <w:szCs w:val="20"/>
                </w:rPr>
                <w:t>Table NEA.2.42</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numeracy, year 5 students, by State and Territory, by parental education and parental occupation, 2012 (scale score)</w:t>
            </w:r>
            <w:r w:rsidR="00781B70" w:rsidRPr="008E7459">
              <w:rPr>
                <w:rFonts w:ascii="Arial" w:hAnsi="Arial" w:cs="Arial"/>
                <w:sz w:val="20"/>
                <w:szCs w:val="20"/>
              </w:rPr>
              <w:t xml:space="preserve"> </w:t>
            </w:r>
          </w:p>
        </w:tc>
      </w:tr>
      <w:tr w:rsidR="00825C0F" w:rsidRPr="008E7459" w:rsidTr="00A01248">
        <w:trPr>
          <w:trHeight w:val="686"/>
        </w:trPr>
        <w:tc>
          <w:tcPr>
            <w:tcW w:w="1843" w:type="dxa"/>
            <w:noWrap/>
          </w:tcPr>
          <w:p w:rsidR="00825C0F" w:rsidRPr="008E7459" w:rsidRDefault="00D37923" w:rsidP="00D71B99">
            <w:pPr>
              <w:rPr>
                <w:rFonts w:ascii="Arial" w:hAnsi="Arial" w:cs="Arial"/>
                <w:b/>
                <w:bCs/>
                <w:sz w:val="20"/>
                <w:szCs w:val="20"/>
              </w:rPr>
            </w:pPr>
            <w:hyperlink r:id="rId39" w:anchor="'Table NEA.2.43'!A1" w:history="1">
              <w:r w:rsidR="00825C0F" w:rsidRPr="008E7459">
                <w:rPr>
                  <w:rFonts w:ascii="Arial" w:hAnsi="Arial" w:cs="Arial"/>
                  <w:b/>
                  <w:bCs/>
                  <w:sz w:val="20"/>
                  <w:szCs w:val="20"/>
                </w:rPr>
                <w:t>Table NEA.2.43</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reading, year 7 students, by State and Territory, by parental education and parental occupation, 2012 (scale score)</w:t>
            </w:r>
            <w:r w:rsidR="00781B70" w:rsidRPr="008E7459">
              <w:rPr>
                <w:rFonts w:ascii="Arial" w:hAnsi="Arial" w:cs="Arial"/>
                <w:sz w:val="20"/>
                <w:szCs w:val="20"/>
              </w:rPr>
              <w:t xml:space="preserve"> </w:t>
            </w:r>
          </w:p>
        </w:tc>
      </w:tr>
      <w:tr w:rsidR="00825C0F" w:rsidRPr="008E7459" w:rsidTr="00A01248">
        <w:trPr>
          <w:trHeight w:val="710"/>
        </w:trPr>
        <w:tc>
          <w:tcPr>
            <w:tcW w:w="1843" w:type="dxa"/>
            <w:noWrap/>
          </w:tcPr>
          <w:p w:rsidR="00825C0F" w:rsidRPr="008E7459" w:rsidRDefault="00D37923" w:rsidP="00D71B99">
            <w:pPr>
              <w:rPr>
                <w:rFonts w:ascii="Arial" w:hAnsi="Arial" w:cs="Arial"/>
                <w:b/>
                <w:bCs/>
                <w:sz w:val="20"/>
                <w:szCs w:val="20"/>
              </w:rPr>
            </w:pPr>
            <w:hyperlink r:id="rId40" w:anchor="'Table NEA.2.44'!A1" w:history="1">
              <w:r w:rsidR="00825C0F" w:rsidRPr="008E7459">
                <w:rPr>
                  <w:rFonts w:ascii="Arial" w:hAnsi="Arial" w:cs="Arial"/>
                  <w:b/>
                  <w:bCs/>
                  <w:sz w:val="20"/>
                  <w:szCs w:val="20"/>
                </w:rPr>
                <w:t>Table NEA.2.44</w:t>
              </w:r>
            </w:hyperlink>
          </w:p>
        </w:tc>
        <w:tc>
          <w:tcPr>
            <w:tcW w:w="6946" w:type="dxa"/>
          </w:tcPr>
          <w:p w:rsidR="00825C0F" w:rsidRPr="008E7459" w:rsidRDefault="00825C0F" w:rsidP="00F025A7">
            <w:pPr>
              <w:jc w:val="both"/>
              <w:rPr>
                <w:rFonts w:ascii="Arial" w:hAnsi="Arial" w:cs="Arial"/>
                <w:sz w:val="20"/>
                <w:szCs w:val="20"/>
              </w:rPr>
            </w:pPr>
            <w:r w:rsidRPr="008E7459">
              <w:rPr>
                <w:rFonts w:ascii="Arial" w:hAnsi="Arial" w:cs="Arial"/>
                <w:sz w:val="20"/>
                <w:szCs w:val="20"/>
              </w:rPr>
              <w:t>NAPLAN mean scale scores for writing, year 7 students, by State and Territory, by parental education and parental occupation, 2012 (scale score)</w:t>
            </w:r>
            <w:r w:rsidR="00781B70" w:rsidRPr="008E7459">
              <w:rPr>
                <w:rFonts w:ascii="Arial" w:hAnsi="Arial" w:cs="Arial"/>
                <w:sz w:val="20"/>
                <w:szCs w:val="20"/>
              </w:rPr>
              <w:t xml:space="preserve"> </w:t>
            </w:r>
          </w:p>
        </w:tc>
      </w:tr>
      <w:tr w:rsidR="00A01248" w:rsidRPr="008E7459" w:rsidTr="00A01248">
        <w:trPr>
          <w:trHeight w:val="706"/>
        </w:trPr>
        <w:tc>
          <w:tcPr>
            <w:tcW w:w="1843" w:type="dxa"/>
            <w:noWrap/>
          </w:tcPr>
          <w:p w:rsidR="00A01248" w:rsidRPr="008E7459" w:rsidRDefault="00D37923" w:rsidP="00D71B99">
            <w:pPr>
              <w:rPr>
                <w:rFonts w:ascii="Arial" w:hAnsi="Arial" w:cs="Arial"/>
                <w:b/>
                <w:bCs/>
                <w:sz w:val="20"/>
                <w:szCs w:val="20"/>
              </w:rPr>
            </w:pPr>
            <w:hyperlink r:id="rId41" w:anchor="'Table NEA.2.45'!A1" w:history="1">
              <w:r w:rsidR="00A01248" w:rsidRPr="008E7459">
                <w:rPr>
                  <w:rFonts w:ascii="Arial" w:hAnsi="Arial" w:cs="Arial"/>
                  <w:b/>
                  <w:bCs/>
                  <w:sz w:val="20"/>
                  <w:szCs w:val="20"/>
                </w:rPr>
                <w:t>Table NEA.2.45</w:t>
              </w:r>
            </w:hyperlink>
          </w:p>
        </w:tc>
        <w:tc>
          <w:tcPr>
            <w:tcW w:w="6946" w:type="dxa"/>
          </w:tcPr>
          <w:p w:rsidR="00A01248" w:rsidRPr="008E7459" w:rsidRDefault="00A01248">
            <w:pPr>
              <w:jc w:val="both"/>
              <w:rPr>
                <w:rFonts w:ascii="Arial" w:hAnsi="Arial" w:cs="Arial"/>
                <w:sz w:val="20"/>
                <w:szCs w:val="20"/>
              </w:rPr>
            </w:pPr>
            <w:r w:rsidRPr="008E7459">
              <w:rPr>
                <w:rFonts w:ascii="Arial" w:hAnsi="Arial" w:cs="Arial"/>
                <w:sz w:val="20"/>
                <w:szCs w:val="20"/>
              </w:rPr>
              <w:t>NAPLAN mean scale scores for numeracy, year 7 students, by State and Territory, by parental education and parental occupation, 2012 (scale score)</w:t>
            </w:r>
            <w:r w:rsidR="00FD0A40" w:rsidRPr="008E7459">
              <w:rPr>
                <w:rFonts w:ascii="Arial" w:hAnsi="Arial" w:cs="Arial"/>
                <w:sz w:val="20"/>
                <w:szCs w:val="20"/>
              </w:rPr>
              <w:t xml:space="preserve"> </w:t>
            </w:r>
          </w:p>
        </w:tc>
      </w:tr>
      <w:tr w:rsidR="00A01248" w:rsidRPr="008E7459" w:rsidTr="00A01248">
        <w:trPr>
          <w:trHeight w:val="688"/>
        </w:trPr>
        <w:tc>
          <w:tcPr>
            <w:tcW w:w="1843" w:type="dxa"/>
            <w:noWrap/>
          </w:tcPr>
          <w:p w:rsidR="00A01248" w:rsidRPr="008E7459" w:rsidRDefault="00D37923" w:rsidP="00D71B99">
            <w:pPr>
              <w:rPr>
                <w:rFonts w:ascii="Arial" w:hAnsi="Arial" w:cs="Arial"/>
                <w:b/>
                <w:bCs/>
                <w:sz w:val="20"/>
                <w:szCs w:val="20"/>
              </w:rPr>
            </w:pPr>
            <w:hyperlink r:id="rId42" w:anchor="'Table NEA.2.46'!A1" w:history="1">
              <w:r w:rsidR="00A01248" w:rsidRPr="008E7459">
                <w:rPr>
                  <w:rFonts w:ascii="Arial" w:hAnsi="Arial" w:cs="Arial"/>
                  <w:b/>
                  <w:bCs/>
                  <w:sz w:val="20"/>
                  <w:szCs w:val="20"/>
                </w:rPr>
                <w:t>Table NEA.2.46</w:t>
              </w:r>
            </w:hyperlink>
          </w:p>
        </w:tc>
        <w:tc>
          <w:tcPr>
            <w:tcW w:w="6946" w:type="dxa"/>
          </w:tcPr>
          <w:p w:rsidR="00A01248" w:rsidRPr="008E7459" w:rsidRDefault="00A01248">
            <w:pPr>
              <w:jc w:val="both"/>
              <w:rPr>
                <w:rFonts w:ascii="Arial" w:hAnsi="Arial" w:cs="Arial"/>
                <w:sz w:val="20"/>
                <w:szCs w:val="20"/>
              </w:rPr>
            </w:pPr>
            <w:r w:rsidRPr="008E7459">
              <w:rPr>
                <w:rFonts w:ascii="Arial" w:hAnsi="Arial" w:cs="Arial"/>
                <w:sz w:val="20"/>
                <w:szCs w:val="20"/>
              </w:rPr>
              <w:t>NAPLAN mean scale scores for reading, year 9 students, by State and Territory, by parental education and parental occupation, 2012 (scale score)</w:t>
            </w:r>
            <w:r w:rsidR="00FD0A40" w:rsidRPr="008E7459">
              <w:rPr>
                <w:rFonts w:ascii="Arial" w:hAnsi="Arial" w:cs="Arial"/>
                <w:sz w:val="20"/>
                <w:szCs w:val="20"/>
              </w:rPr>
              <w:t xml:space="preserve"> </w:t>
            </w:r>
          </w:p>
        </w:tc>
      </w:tr>
      <w:tr w:rsidR="00A01248" w:rsidRPr="008E7459" w:rsidTr="00A01248">
        <w:trPr>
          <w:trHeight w:val="698"/>
        </w:trPr>
        <w:tc>
          <w:tcPr>
            <w:tcW w:w="1843" w:type="dxa"/>
            <w:noWrap/>
          </w:tcPr>
          <w:p w:rsidR="00A01248" w:rsidRPr="008E7459" w:rsidRDefault="00D37923" w:rsidP="00D71B99">
            <w:pPr>
              <w:rPr>
                <w:rFonts w:ascii="Arial" w:hAnsi="Arial" w:cs="Arial"/>
                <w:b/>
                <w:bCs/>
                <w:sz w:val="20"/>
                <w:szCs w:val="20"/>
              </w:rPr>
            </w:pPr>
            <w:hyperlink r:id="rId43" w:anchor="'Table NEA.2.47'!A1" w:history="1">
              <w:r w:rsidR="00A01248" w:rsidRPr="008E7459">
                <w:rPr>
                  <w:rFonts w:ascii="Arial" w:hAnsi="Arial" w:cs="Arial"/>
                  <w:b/>
                  <w:bCs/>
                  <w:sz w:val="20"/>
                  <w:szCs w:val="20"/>
                </w:rPr>
                <w:t>Table NEA.2.47</w:t>
              </w:r>
            </w:hyperlink>
          </w:p>
        </w:tc>
        <w:tc>
          <w:tcPr>
            <w:tcW w:w="6946" w:type="dxa"/>
          </w:tcPr>
          <w:p w:rsidR="00A01248" w:rsidRPr="008E7459" w:rsidRDefault="00A01248">
            <w:pPr>
              <w:jc w:val="both"/>
              <w:rPr>
                <w:rFonts w:ascii="Arial" w:hAnsi="Arial" w:cs="Arial"/>
                <w:sz w:val="20"/>
                <w:szCs w:val="20"/>
              </w:rPr>
            </w:pPr>
            <w:r w:rsidRPr="008E7459">
              <w:rPr>
                <w:rFonts w:ascii="Arial" w:hAnsi="Arial" w:cs="Arial"/>
                <w:sz w:val="20"/>
                <w:szCs w:val="20"/>
              </w:rPr>
              <w:t>NAPLAN mean scale scores for writing, year 9 students, by State and Territory, by parental education and parental occupation, 2012 (scale score)</w:t>
            </w:r>
            <w:r w:rsidR="00FD0A40" w:rsidRPr="008E7459">
              <w:rPr>
                <w:rFonts w:ascii="Arial" w:hAnsi="Arial" w:cs="Arial"/>
                <w:sz w:val="20"/>
                <w:szCs w:val="20"/>
              </w:rPr>
              <w:t xml:space="preserve"> </w:t>
            </w:r>
          </w:p>
        </w:tc>
      </w:tr>
      <w:tr w:rsidR="00A01248" w:rsidRPr="008E7459" w:rsidTr="00A01248">
        <w:trPr>
          <w:trHeight w:val="694"/>
        </w:trPr>
        <w:tc>
          <w:tcPr>
            <w:tcW w:w="1843" w:type="dxa"/>
            <w:noWrap/>
          </w:tcPr>
          <w:p w:rsidR="00A01248" w:rsidRPr="008E7459" w:rsidRDefault="00D37923" w:rsidP="00D71B99">
            <w:pPr>
              <w:rPr>
                <w:rFonts w:ascii="Arial" w:hAnsi="Arial" w:cs="Arial"/>
                <w:b/>
                <w:bCs/>
                <w:sz w:val="20"/>
                <w:szCs w:val="20"/>
              </w:rPr>
            </w:pPr>
            <w:hyperlink r:id="rId44" w:anchor="'Table NEA.2.48'!A1" w:history="1">
              <w:r w:rsidR="00A01248" w:rsidRPr="008E7459">
                <w:rPr>
                  <w:rFonts w:ascii="Arial" w:hAnsi="Arial" w:cs="Arial"/>
                  <w:b/>
                  <w:bCs/>
                  <w:sz w:val="20"/>
                  <w:szCs w:val="20"/>
                </w:rPr>
                <w:t>Table NEA.2.48</w:t>
              </w:r>
            </w:hyperlink>
          </w:p>
        </w:tc>
        <w:tc>
          <w:tcPr>
            <w:tcW w:w="6946" w:type="dxa"/>
          </w:tcPr>
          <w:p w:rsidR="00A01248" w:rsidRPr="008E7459" w:rsidRDefault="00A01248">
            <w:pPr>
              <w:jc w:val="both"/>
              <w:rPr>
                <w:rFonts w:ascii="Arial" w:hAnsi="Arial" w:cs="Arial"/>
                <w:sz w:val="20"/>
                <w:szCs w:val="20"/>
              </w:rPr>
            </w:pPr>
            <w:r w:rsidRPr="008E7459">
              <w:rPr>
                <w:rFonts w:ascii="Arial" w:hAnsi="Arial" w:cs="Arial"/>
                <w:sz w:val="20"/>
                <w:szCs w:val="20"/>
              </w:rPr>
              <w:t>NAPLAN mean scale scores for numeracy, year 9 students, by State and Territory, by parental education and parental occupation, 2012 (scale score)</w:t>
            </w:r>
            <w:r w:rsidR="00FD0A40" w:rsidRPr="008E7459">
              <w:rPr>
                <w:rFonts w:ascii="Arial" w:hAnsi="Arial" w:cs="Arial"/>
                <w:sz w:val="20"/>
                <w:szCs w:val="20"/>
              </w:rPr>
              <w:t xml:space="preserve"> </w:t>
            </w:r>
          </w:p>
        </w:tc>
      </w:tr>
      <w:tr w:rsidR="00825C0F" w:rsidRPr="008E7459" w:rsidTr="00A01248">
        <w:trPr>
          <w:trHeight w:val="704"/>
        </w:trPr>
        <w:tc>
          <w:tcPr>
            <w:tcW w:w="1843" w:type="dxa"/>
            <w:noWrap/>
          </w:tcPr>
          <w:p w:rsidR="00825C0F" w:rsidRPr="008E7459" w:rsidRDefault="00D37923" w:rsidP="00D71B99">
            <w:pPr>
              <w:rPr>
                <w:rFonts w:ascii="Arial" w:hAnsi="Arial" w:cs="Arial"/>
                <w:b/>
                <w:bCs/>
                <w:sz w:val="20"/>
                <w:szCs w:val="20"/>
              </w:rPr>
            </w:pPr>
            <w:hyperlink r:id="rId45" w:anchor="'Table NEA.2.49'!A1" w:history="1">
              <w:r w:rsidR="00825C0F" w:rsidRPr="008E7459">
                <w:rPr>
                  <w:rFonts w:ascii="Arial" w:hAnsi="Arial" w:cs="Arial"/>
                  <w:b/>
                  <w:bCs/>
                  <w:sz w:val="20"/>
                  <w:szCs w:val="20"/>
                </w:rPr>
                <w:t>Table NEA.2.49</w:t>
              </w:r>
            </w:hyperlink>
          </w:p>
        </w:tc>
        <w:tc>
          <w:tcPr>
            <w:tcW w:w="6946" w:type="dxa"/>
          </w:tcPr>
          <w:p w:rsidR="00825C0F" w:rsidRPr="008E7459" w:rsidRDefault="00825C0F" w:rsidP="005C726C">
            <w:pPr>
              <w:jc w:val="both"/>
              <w:rPr>
                <w:rFonts w:ascii="Arial" w:hAnsi="Arial" w:cs="Arial"/>
                <w:sz w:val="20"/>
                <w:szCs w:val="20"/>
              </w:rPr>
            </w:pPr>
            <w:r w:rsidRPr="008E7459">
              <w:rPr>
                <w:rFonts w:ascii="Arial" w:hAnsi="Arial" w:cs="Arial"/>
                <w:sz w:val="20"/>
                <w:szCs w:val="20"/>
              </w:rPr>
              <w:t>Proportion of students with parental education and parental occupation not stated, by State and Territory, by year, by learning domain, 2012 (</w:t>
            </w:r>
            <w:r w:rsidR="00781B70" w:rsidRPr="008E7459">
              <w:rPr>
                <w:rFonts w:ascii="Arial" w:hAnsi="Arial" w:cs="Arial"/>
                <w:sz w:val="20"/>
                <w:szCs w:val="20"/>
              </w:rPr>
              <w:t>per cent</w:t>
            </w:r>
            <w:r w:rsidRPr="008E7459">
              <w:rPr>
                <w:rFonts w:ascii="Arial" w:hAnsi="Arial" w:cs="Arial"/>
                <w:sz w:val="20"/>
                <w:szCs w:val="20"/>
              </w:rPr>
              <w:t>)</w:t>
            </w:r>
          </w:p>
        </w:tc>
      </w:tr>
    </w:tbl>
    <w:p w:rsidR="0026369A" w:rsidRPr="008E7459"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3421E" w:rsidRPr="008E7459" w:rsidTr="0026369A">
        <w:tc>
          <w:tcPr>
            <w:tcW w:w="8771" w:type="dxa"/>
            <w:tcBorders>
              <w:top w:val="single" w:sz="6" w:space="0" w:color="auto"/>
              <w:bottom w:val="nil"/>
            </w:tcBorders>
          </w:tcPr>
          <w:p w:rsidR="0026369A" w:rsidRPr="008E7459" w:rsidRDefault="0026369A" w:rsidP="0063421E">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13</w:t>
            </w:r>
            <w:r w:rsidRPr="008E7459">
              <w:rPr>
                <w:b w:val="0"/>
              </w:rPr>
              <w:fldChar w:fldCharType="end"/>
            </w:r>
            <w:r w:rsidRPr="008E7459">
              <w:tab/>
              <w:t>Comment on data quality</w:t>
            </w:r>
          </w:p>
        </w:tc>
      </w:tr>
      <w:tr w:rsidR="0063421E" w:rsidRPr="008E7459" w:rsidTr="0026369A">
        <w:trPr>
          <w:cantSplit/>
        </w:trPr>
        <w:tc>
          <w:tcPr>
            <w:tcW w:w="8771" w:type="dxa"/>
            <w:tcBorders>
              <w:top w:val="nil"/>
              <w:left w:val="single" w:sz="4" w:space="0" w:color="auto"/>
              <w:bottom w:val="nil"/>
              <w:right w:val="single" w:sz="4" w:space="0" w:color="auto"/>
            </w:tcBorders>
          </w:tcPr>
          <w:p w:rsidR="00CD1D6E" w:rsidRPr="008E7459" w:rsidRDefault="00CD1D6E" w:rsidP="0036594B">
            <w:pPr>
              <w:pStyle w:val="Box"/>
            </w:pPr>
            <w:r w:rsidRPr="008E7459">
              <w:t>The DQS for this indicator has been prepared by ACARA and is included in its original form in the section in this report titled ‘Data Quality Statements.’ Key points from the DQS are summarised below.</w:t>
            </w:r>
          </w:p>
          <w:p w:rsidR="00CD1D6E" w:rsidRPr="008E7459" w:rsidRDefault="00CD1D6E" w:rsidP="0036594B">
            <w:pPr>
              <w:pStyle w:val="BoxListBullet"/>
            </w:pPr>
            <w:r w:rsidRPr="008E7459">
              <w:t xml:space="preserve">The data provide relevant information on the literacy and numeracy achievement of year 3, 5, 7 and 9 students in national testing for the learning domains of reading, writing and numeracy. </w:t>
            </w:r>
          </w:p>
          <w:p w:rsidR="00CD1D6E" w:rsidRPr="008E7459" w:rsidRDefault="00CD1D6E" w:rsidP="0036594B">
            <w:pPr>
              <w:pStyle w:val="BoxListBullet"/>
            </w:pPr>
            <w:r w:rsidRPr="008E7459">
              <w:t>Data are a</w:t>
            </w:r>
            <w:r w:rsidR="002B1EC5" w:rsidRPr="008E7459">
              <w:t>vailable by State and Territory, by Indigenous status and by socioeconomic</w:t>
            </w:r>
            <w:r w:rsidR="00781B70" w:rsidRPr="008E7459">
              <w:t xml:space="preserve"> </w:t>
            </w:r>
            <w:r w:rsidR="002B1EC5" w:rsidRPr="008E7459">
              <w:t>status (parental education/occupation)</w:t>
            </w:r>
            <w:r w:rsidR="005D4CAA" w:rsidRPr="008E7459">
              <w:t>.</w:t>
            </w:r>
          </w:p>
          <w:p w:rsidR="00CD1D6E" w:rsidRPr="008E7459" w:rsidRDefault="00CD1D6E" w:rsidP="0036594B">
            <w:pPr>
              <w:pStyle w:val="BoxListBullet"/>
            </w:pPr>
            <w:r w:rsidRPr="008E7459">
              <w:t>Annual data are available.</w:t>
            </w:r>
          </w:p>
          <w:p w:rsidR="00CD1D6E" w:rsidRPr="008E7459" w:rsidRDefault="00CD1D6E" w:rsidP="0036594B">
            <w:pPr>
              <w:pStyle w:val="BoxListBullet"/>
            </w:pPr>
            <w:r w:rsidRPr="008E7459">
              <w:t xml:space="preserve">Students are classified in four ways: assessed, exempt, absent and withdrawn. Exempt students are not assessed and are deemed not to have met the national minimum standard. Absent and withdrawn students are not assessed and are not counted as part of the cohort of assessed students. Data are available </w:t>
            </w:r>
            <w:r w:rsidR="00FA6B17" w:rsidRPr="008E7459">
              <w:t xml:space="preserve">online </w:t>
            </w:r>
            <w:r w:rsidR="00E814F6" w:rsidRPr="008E7459">
              <w:t xml:space="preserve">on </w:t>
            </w:r>
            <w:r w:rsidRPr="008E7459">
              <w:t>the proportion</w:t>
            </w:r>
            <w:r w:rsidR="00E814F6" w:rsidRPr="008E7459">
              <w:t>s</w:t>
            </w:r>
            <w:r w:rsidRPr="008E7459">
              <w:t xml:space="preserve"> of students who were exempt, absent and withdrawn.</w:t>
            </w:r>
          </w:p>
          <w:p w:rsidR="00CD1D6E" w:rsidRPr="008E7459" w:rsidRDefault="00CD1D6E" w:rsidP="0036594B">
            <w:pPr>
              <w:pStyle w:val="BoxListBullet"/>
            </w:pPr>
            <w:r w:rsidRPr="008E7459">
              <w:t>Data are sourced from NAPLAN (for assessed students) and from student enrolment records (for exempt, absent and withdrawn students)</w:t>
            </w:r>
            <w:r w:rsidR="005D4CAA" w:rsidRPr="008E7459">
              <w:t>.</w:t>
            </w:r>
          </w:p>
          <w:p w:rsidR="00CD1D6E" w:rsidRPr="008E7459" w:rsidRDefault="00CD1D6E" w:rsidP="0036594B">
            <w:pPr>
              <w:pStyle w:val="BoxListBullet"/>
            </w:pPr>
            <w:r w:rsidRPr="008E7459">
              <w:t>Data are of acceptable accuracy. Percentages in tables are rounded and may not sum to 100.</w:t>
            </w:r>
          </w:p>
          <w:p w:rsidR="00CD1D6E" w:rsidRPr="008E7459" w:rsidRDefault="00CD1D6E" w:rsidP="0036594B">
            <w:pPr>
              <w:pStyle w:val="BoxListBullet"/>
            </w:pPr>
            <w:r w:rsidRPr="008E7459">
              <w:t>Detailed explanatory notes are publicly available to assist in the interpretation of results.</w:t>
            </w:r>
          </w:p>
          <w:p w:rsidR="00CD1D6E" w:rsidRPr="008E7459" w:rsidRDefault="00CD1D6E" w:rsidP="0036594B">
            <w:pPr>
              <w:pStyle w:val="BoxListBullet"/>
            </w:pPr>
            <w:r w:rsidRPr="008E7459">
              <w:t xml:space="preserve">Additional data from the data source are available </w:t>
            </w:r>
            <w:r w:rsidR="00741305" w:rsidRPr="008E7459">
              <w:t>online</w:t>
            </w:r>
            <w:r w:rsidRPr="008E7459">
              <w:t>.</w:t>
            </w:r>
          </w:p>
          <w:p w:rsidR="00CD1D6E" w:rsidRPr="008E7459" w:rsidRDefault="00CD1D6E" w:rsidP="0036594B">
            <w:pPr>
              <w:pStyle w:val="Box"/>
            </w:pPr>
            <w:r w:rsidRPr="008E7459">
              <w:t>The Steering Committee also notes the following issues:</w:t>
            </w:r>
          </w:p>
          <w:p w:rsidR="00CD1D6E" w:rsidRPr="008E7459" w:rsidRDefault="00CD1D6E" w:rsidP="0036594B">
            <w:pPr>
              <w:pStyle w:val="BoxListBullet"/>
            </w:pPr>
            <w:r w:rsidRPr="008E7459">
              <w:t xml:space="preserve">A break in series for the NAPLAN writing test occurred in 2011. Writing is now assessed using a persuasive text, rather than a narrative text. </w:t>
            </w:r>
            <w:r w:rsidR="0058573F" w:rsidRPr="008E7459">
              <w:t>R</w:t>
            </w:r>
            <w:r w:rsidRPr="008E7459">
              <w:t xml:space="preserve">esults for NAPLAN writing from 2011 </w:t>
            </w:r>
            <w:r w:rsidR="00FA6B17" w:rsidRPr="008E7459">
              <w:t xml:space="preserve">onwards </w:t>
            </w:r>
            <w:r w:rsidRPr="008E7459">
              <w:t xml:space="preserve">are not comparable with results for </w:t>
            </w:r>
            <w:r w:rsidR="00FA6B17" w:rsidRPr="008E7459">
              <w:t>previous years</w:t>
            </w:r>
            <w:r w:rsidRPr="008E7459">
              <w:t>.</w:t>
            </w:r>
          </w:p>
          <w:p w:rsidR="0026369A" w:rsidRPr="008E7459" w:rsidRDefault="00CD1D6E" w:rsidP="0036594B">
            <w:pPr>
              <w:pStyle w:val="BoxListBullet"/>
            </w:pPr>
            <w:r w:rsidRPr="008E7459">
              <w:t>Relevant confidence intervals should be considered when interpreting the data in this report. At the request of the CRC, confidence intervals have not been provided with this report, as different confidence intervals are relevant to different analyses. The CRC have advised that they may request the data collection agency to</w:t>
            </w:r>
            <w:r w:rsidR="00E41429" w:rsidRPr="008E7459">
              <w:t xml:space="preserve"> </w:t>
            </w:r>
            <w:r w:rsidRPr="008E7459">
              <w:t>undertake significance testing on the NAPLAN data.</w:t>
            </w:r>
          </w:p>
        </w:tc>
      </w:tr>
      <w:tr w:rsidR="0063421E"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847A99" w:rsidRPr="008E7459" w:rsidRDefault="0026369A" w:rsidP="00680E60">
      <w:pPr>
        <w:pStyle w:val="Heading3"/>
        <w:spacing w:before="0" w:line="240" w:lineRule="auto"/>
      </w:pPr>
      <w:r w:rsidRPr="008E7459">
        <w:br w:type="page"/>
      </w:r>
      <w:bookmarkStart w:id="28" w:name="_Ref322529262"/>
      <w:bookmarkStart w:id="29" w:name="_Ref357178616"/>
      <w:r w:rsidR="00E80495" w:rsidRPr="008E7459">
        <w:lastRenderedPageBreak/>
        <w:t>NEA Indicator 3 —</w:t>
      </w:r>
      <w:r w:rsidRPr="008E7459">
        <w:t xml:space="preserve"> </w:t>
      </w:r>
      <w:bookmarkEnd w:id="28"/>
      <w:r w:rsidR="00A95DFC" w:rsidRPr="008E7459">
        <w:t>The proportion of students in the bottom and top levels of performance in international testing</w:t>
      </w:r>
      <w:bookmarkEnd w:id="29"/>
    </w:p>
    <w:p w:rsidR="0026369A" w:rsidRPr="008E7459" w:rsidRDefault="0026369A" w:rsidP="00847A99">
      <w:pPr>
        <w:pStyle w:val="BoxSpace"/>
      </w:pPr>
    </w:p>
    <w:tbl>
      <w:tblPr>
        <w:tblW w:w="8789" w:type="dxa"/>
        <w:tblInd w:w="108" w:type="dxa"/>
        <w:tblLook w:val="01E0" w:firstRow="1" w:lastRow="1" w:firstColumn="1" w:lastColumn="1" w:noHBand="0" w:noVBand="0"/>
      </w:tblPr>
      <w:tblGrid>
        <w:gridCol w:w="1985"/>
        <w:gridCol w:w="6804"/>
      </w:tblGrid>
      <w:tr w:rsidR="00A95DFC" w:rsidRPr="008E7459" w:rsidTr="0026369A">
        <w:trPr>
          <w:trHeight w:val="682"/>
        </w:trPr>
        <w:tc>
          <w:tcPr>
            <w:tcW w:w="1985" w:type="dxa"/>
          </w:tcPr>
          <w:p w:rsidR="0026369A" w:rsidRPr="008E7459" w:rsidRDefault="0026369A" w:rsidP="0026369A">
            <w:pPr>
              <w:pStyle w:val="TableBodyText"/>
              <w:ind w:left="-108"/>
              <w:jc w:val="left"/>
            </w:pPr>
            <w:r w:rsidRPr="008E7459">
              <w:t>Key amendments from previous cycle</w:t>
            </w:r>
            <w:r w:rsidR="00A95DFC" w:rsidRPr="008E7459">
              <w:t xml:space="preserve"> of reporting</w:t>
            </w:r>
            <w:r w:rsidRPr="008E7459">
              <w:t>:</w:t>
            </w:r>
          </w:p>
          <w:p w:rsidR="0026369A" w:rsidRPr="008E7459" w:rsidRDefault="0026369A" w:rsidP="0026369A">
            <w:pPr>
              <w:pStyle w:val="TableBodyText"/>
              <w:ind w:left="34"/>
              <w:jc w:val="left"/>
            </w:pPr>
          </w:p>
        </w:tc>
        <w:tc>
          <w:tcPr>
            <w:tcW w:w="6804" w:type="dxa"/>
          </w:tcPr>
          <w:p w:rsidR="00A95DFC" w:rsidRPr="008E7459" w:rsidRDefault="00A95DFC" w:rsidP="004E4503">
            <w:pPr>
              <w:pStyle w:val="TableBodyText"/>
              <w:ind w:left="34"/>
              <w:jc w:val="left"/>
            </w:pPr>
            <w:r w:rsidRPr="008E7459">
              <w:t>This indicator is based on performance indicator 6 in the previous NEA. The title of this indicator has changed (this does not affect the measures or data for previous PISA reporting).</w:t>
            </w:r>
          </w:p>
          <w:p w:rsidR="0026369A" w:rsidRPr="008E7459" w:rsidRDefault="00A95DFC" w:rsidP="004E4503">
            <w:pPr>
              <w:pStyle w:val="TableBodyText"/>
              <w:ind w:left="34"/>
              <w:jc w:val="left"/>
            </w:pPr>
            <w:r w:rsidRPr="008E7459">
              <w:t>New measures and data are available for Trends in International Mathematics and Science Study (TIMSS) and Progress in International Reading Literacy Study (PIRLS).</w:t>
            </w:r>
          </w:p>
          <w:p w:rsidR="004E4503" w:rsidRPr="008E7459" w:rsidRDefault="004E4503" w:rsidP="004E4503">
            <w:pPr>
              <w:pStyle w:val="TableBodyText"/>
              <w:ind w:left="34"/>
              <w:jc w:val="left"/>
            </w:pPr>
          </w:p>
        </w:tc>
      </w:tr>
      <w:tr w:rsidR="00A95DFC" w:rsidRPr="008E7459" w:rsidTr="0026369A">
        <w:trPr>
          <w:trHeight w:val="682"/>
        </w:trPr>
        <w:tc>
          <w:tcPr>
            <w:tcW w:w="1985" w:type="dxa"/>
          </w:tcPr>
          <w:p w:rsidR="0026369A" w:rsidRPr="008E7459" w:rsidRDefault="00EB3F0E" w:rsidP="0026369A">
            <w:pPr>
              <w:pStyle w:val="TableBodyText"/>
              <w:ind w:left="-113"/>
              <w:jc w:val="left"/>
            </w:pPr>
            <w:r w:rsidRPr="008E7459">
              <w:t>Outcome</w:t>
            </w:r>
            <w:r w:rsidR="0026369A" w:rsidRPr="008E7459">
              <w:t>:</w:t>
            </w:r>
          </w:p>
        </w:tc>
        <w:tc>
          <w:tcPr>
            <w:tcW w:w="6804" w:type="dxa"/>
          </w:tcPr>
          <w:p w:rsidR="0026369A" w:rsidRPr="008E7459" w:rsidRDefault="00A95DFC" w:rsidP="004E4503">
            <w:pPr>
              <w:pStyle w:val="TableBodyText"/>
              <w:jc w:val="left"/>
            </w:pPr>
            <w:r w:rsidRPr="008E7459">
              <w:t>Australian students excel by international standards</w:t>
            </w:r>
          </w:p>
        </w:tc>
      </w:tr>
      <w:tr w:rsidR="00A95DFC" w:rsidRPr="008E7459" w:rsidTr="0026369A">
        <w:trPr>
          <w:trHeight w:val="1709"/>
        </w:trPr>
        <w:tc>
          <w:tcPr>
            <w:tcW w:w="1985" w:type="dxa"/>
          </w:tcPr>
          <w:p w:rsidR="0026369A" w:rsidRPr="008E7459" w:rsidRDefault="0026369A" w:rsidP="0026369A">
            <w:pPr>
              <w:pStyle w:val="TableBodyText"/>
              <w:ind w:left="-113"/>
              <w:jc w:val="left"/>
            </w:pPr>
            <w:r w:rsidRPr="008E7459">
              <w:t>Measure</w:t>
            </w:r>
            <w:r w:rsidR="00A95DFC" w:rsidRPr="008E7459">
              <w:t>s</w:t>
            </w:r>
            <w:r w:rsidRPr="008E7459">
              <w:t xml:space="preserve">: </w:t>
            </w:r>
          </w:p>
        </w:tc>
        <w:tc>
          <w:tcPr>
            <w:tcW w:w="6804" w:type="dxa"/>
          </w:tcPr>
          <w:p w:rsidR="00A95DFC" w:rsidRPr="008E7459" w:rsidRDefault="00A95DFC" w:rsidP="004E4503">
            <w:pPr>
              <w:pStyle w:val="TableBodyText"/>
              <w:jc w:val="left"/>
            </w:pPr>
            <w:r w:rsidRPr="008E7459">
              <w:t>There are two measures for this indicator:</w:t>
            </w:r>
          </w:p>
          <w:p w:rsidR="00A95DFC" w:rsidRPr="008E7459" w:rsidRDefault="00A95DFC" w:rsidP="004E4503">
            <w:pPr>
              <w:pStyle w:val="TableBodyText"/>
              <w:jc w:val="left"/>
            </w:pPr>
          </w:p>
          <w:p w:rsidR="00A95DFC" w:rsidRPr="008E7459" w:rsidRDefault="00A95DFC" w:rsidP="004E4503">
            <w:pPr>
              <w:pStyle w:val="TableBodyText"/>
              <w:jc w:val="left"/>
            </w:pPr>
            <w:r w:rsidRPr="008E7459">
              <w:t>Measure 3(a): Proportion of students that achieved at or above the nationally agreed proficiency level for each of reading literacy, mathematical literacy and scientific literacy</w:t>
            </w:r>
          </w:p>
          <w:p w:rsidR="00A95DFC" w:rsidRPr="008E7459" w:rsidRDefault="00A95DFC" w:rsidP="004E4503">
            <w:pPr>
              <w:pStyle w:val="TableBodyText"/>
              <w:jc w:val="left"/>
            </w:pPr>
          </w:p>
          <w:p w:rsidR="0026369A" w:rsidRPr="008E7459" w:rsidRDefault="00A95DFC" w:rsidP="004E4503">
            <w:pPr>
              <w:pStyle w:val="TableBodyText"/>
              <w:jc w:val="left"/>
            </w:pPr>
            <w:r w:rsidRPr="008E7459">
              <w:t xml:space="preserve">Measure 3(b): Proportion of students in </w:t>
            </w:r>
            <w:r w:rsidRPr="008E7459">
              <w:rPr>
                <w:u w:val="single"/>
              </w:rPr>
              <w:t>top</w:t>
            </w:r>
            <w:r w:rsidRPr="008E7459">
              <w:t xml:space="preserve"> and </w:t>
            </w:r>
            <w:r w:rsidRPr="008E7459">
              <w:rPr>
                <w:u w:val="single"/>
              </w:rPr>
              <w:t>bottom</w:t>
            </w:r>
            <w:r w:rsidRPr="008E7459">
              <w:t xml:space="preserve"> levels of performance for each of reading literacy, mathematical literacy and scientific literacy</w:t>
            </w:r>
          </w:p>
          <w:p w:rsidR="004E4503" w:rsidRPr="008E7459" w:rsidRDefault="004E4503" w:rsidP="004E4503">
            <w:pPr>
              <w:pStyle w:val="TableBodyText"/>
              <w:jc w:val="left"/>
            </w:pPr>
          </w:p>
        </w:tc>
      </w:tr>
      <w:tr w:rsidR="00A95DFC" w:rsidRPr="008E7459" w:rsidTr="0026369A">
        <w:trPr>
          <w:trHeight w:val="1709"/>
        </w:trPr>
        <w:tc>
          <w:tcPr>
            <w:tcW w:w="1985" w:type="dxa"/>
          </w:tcPr>
          <w:p w:rsidR="00A95DFC" w:rsidRPr="008E7459" w:rsidRDefault="00A95DFC" w:rsidP="0026369A">
            <w:pPr>
              <w:pStyle w:val="TableBodyText"/>
              <w:ind w:left="-113"/>
              <w:jc w:val="left"/>
            </w:pPr>
            <w:r w:rsidRPr="008E7459">
              <w:t>Measure 3(a):</w:t>
            </w:r>
          </w:p>
        </w:tc>
        <w:tc>
          <w:tcPr>
            <w:tcW w:w="6804" w:type="dxa"/>
          </w:tcPr>
          <w:p w:rsidR="004E4503" w:rsidRPr="008E7459" w:rsidRDefault="004E4503" w:rsidP="004E4503">
            <w:pPr>
              <w:pStyle w:val="TableBodyText"/>
              <w:jc w:val="left"/>
            </w:pPr>
            <w:r w:rsidRPr="008E7459">
              <w:t xml:space="preserve">Proportion of students that achieved at or above the nationally agreed proficiency level for each of reading literacy, mathematical literacy and scientific literacy </w:t>
            </w:r>
          </w:p>
          <w:p w:rsidR="004E4503" w:rsidRPr="008E7459" w:rsidRDefault="004E4503" w:rsidP="004E4503">
            <w:pPr>
              <w:pStyle w:val="TableBodyText"/>
              <w:jc w:val="left"/>
            </w:pPr>
          </w:p>
          <w:p w:rsidR="004E4503" w:rsidRPr="008E7459" w:rsidRDefault="004E4503" w:rsidP="004E4503">
            <w:pPr>
              <w:pStyle w:val="TableBodyText"/>
              <w:jc w:val="left"/>
            </w:pPr>
            <w:r w:rsidRPr="008E7459">
              <w:t>The measure is defined as:</w:t>
            </w:r>
          </w:p>
          <w:p w:rsidR="004E4503" w:rsidRPr="008E7459" w:rsidRDefault="00791519" w:rsidP="004E4503">
            <w:pPr>
              <w:pStyle w:val="TableBullet"/>
            </w:pPr>
            <w:r w:rsidRPr="008E7459">
              <w:rPr>
                <w:i/>
              </w:rPr>
              <w:t xml:space="preserve">numerator — </w:t>
            </w:r>
            <w:r w:rsidR="004E4503" w:rsidRPr="008E7459">
              <w:t>number of students who achieved at or above the nationally agreed proficiency level (Level 3 for PISA, ‘Intermediate international benchmark’ for TIMSS and PIRLS) for each of reading literacy, mathematical literacy and scientific literacy</w:t>
            </w:r>
          </w:p>
          <w:p w:rsidR="004E4503" w:rsidRPr="008E7459" w:rsidRDefault="00791519" w:rsidP="004E4503">
            <w:pPr>
              <w:pStyle w:val="TableBullet"/>
            </w:pPr>
            <w:r w:rsidRPr="008E7459">
              <w:rPr>
                <w:i/>
              </w:rPr>
              <w:t xml:space="preserve">denominator — </w:t>
            </w:r>
            <w:r w:rsidR="004E4503" w:rsidRPr="008E7459">
              <w:t>total population of all students (15 year old students participating in PISA, year 4 and year 8 students participating in TIMSS and year 4 students participating in PIRLS)</w:t>
            </w:r>
          </w:p>
          <w:p w:rsidR="00A95DFC" w:rsidRPr="008E7459" w:rsidRDefault="004E4503" w:rsidP="004E4503">
            <w:pPr>
              <w:pStyle w:val="TableBodyText"/>
              <w:jc w:val="left"/>
              <w:rPr>
                <w:i/>
              </w:rPr>
            </w:pPr>
            <w:r w:rsidRPr="008E7459">
              <w:t xml:space="preserve">and is expressed as a </w:t>
            </w:r>
            <w:r w:rsidRPr="008E7459">
              <w:rPr>
                <w:i/>
              </w:rPr>
              <w:t>percentage</w:t>
            </w:r>
          </w:p>
          <w:p w:rsidR="004E4503" w:rsidRPr="008E7459" w:rsidRDefault="004E4503" w:rsidP="004E4503">
            <w:pPr>
              <w:pStyle w:val="TableBodyText"/>
              <w:jc w:val="left"/>
            </w:pPr>
          </w:p>
        </w:tc>
      </w:tr>
      <w:tr w:rsidR="00A95DFC" w:rsidRPr="008E7459" w:rsidTr="0026369A">
        <w:trPr>
          <w:trHeight w:val="1709"/>
        </w:trPr>
        <w:tc>
          <w:tcPr>
            <w:tcW w:w="1985" w:type="dxa"/>
          </w:tcPr>
          <w:p w:rsidR="00A95DFC" w:rsidRPr="008E7459" w:rsidRDefault="00A95DFC" w:rsidP="00A95DFC">
            <w:pPr>
              <w:pStyle w:val="TableBodyText"/>
              <w:ind w:left="-113"/>
              <w:jc w:val="left"/>
            </w:pPr>
            <w:r w:rsidRPr="008E7459">
              <w:t>Measure 3(b):</w:t>
            </w:r>
          </w:p>
        </w:tc>
        <w:tc>
          <w:tcPr>
            <w:tcW w:w="6804" w:type="dxa"/>
          </w:tcPr>
          <w:p w:rsidR="004E4503" w:rsidRPr="008E7459" w:rsidRDefault="004E4503" w:rsidP="004E4503">
            <w:pPr>
              <w:pStyle w:val="TableBodyText"/>
              <w:jc w:val="left"/>
            </w:pPr>
            <w:r w:rsidRPr="008E7459">
              <w:t xml:space="preserve">Proportion of students in </w:t>
            </w:r>
            <w:r w:rsidRPr="008E7459">
              <w:rPr>
                <w:u w:val="single"/>
              </w:rPr>
              <w:t>top</w:t>
            </w:r>
            <w:r w:rsidRPr="008E7459">
              <w:t xml:space="preserve"> and </w:t>
            </w:r>
            <w:r w:rsidRPr="008E7459">
              <w:rPr>
                <w:u w:val="single"/>
              </w:rPr>
              <w:t>bottom</w:t>
            </w:r>
            <w:r w:rsidRPr="008E7459">
              <w:t xml:space="preserve"> levels of performance for each of reading literacy, mathematical literacy and scientific literacy</w:t>
            </w:r>
          </w:p>
          <w:p w:rsidR="004E4503" w:rsidRPr="008E7459" w:rsidRDefault="004E4503" w:rsidP="004E4503">
            <w:pPr>
              <w:pStyle w:val="TableBodyText"/>
              <w:jc w:val="left"/>
            </w:pPr>
          </w:p>
          <w:p w:rsidR="004E4503" w:rsidRPr="008E7459" w:rsidRDefault="004E4503" w:rsidP="004E4503">
            <w:pPr>
              <w:pStyle w:val="TableBodyText"/>
              <w:jc w:val="left"/>
            </w:pPr>
            <w:r w:rsidRPr="008E7459">
              <w:t>The measure for the top level for PISA is defined as:</w:t>
            </w:r>
          </w:p>
          <w:p w:rsidR="004E4503" w:rsidRPr="008E7459" w:rsidRDefault="00791519" w:rsidP="004E4503">
            <w:pPr>
              <w:pStyle w:val="TableBullet"/>
            </w:pPr>
            <w:r w:rsidRPr="008E7459">
              <w:rPr>
                <w:i/>
              </w:rPr>
              <w:t xml:space="preserve">numerator — </w:t>
            </w:r>
            <w:r w:rsidR="004E4503" w:rsidRPr="008E7459">
              <w:t>number of students who achieved at level 5 and level 6 on each of reading literacy, mathematical literacy and scientific literacy</w:t>
            </w:r>
          </w:p>
          <w:p w:rsidR="004E4503" w:rsidRPr="008E7459" w:rsidRDefault="00791519" w:rsidP="004E4503">
            <w:pPr>
              <w:pStyle w:val="TableBullet"/>
            </w:pPr>
            <w:r w:rsidRPr="008E7459">
              <w:rPr>
                <w:i/>
              </w:rPr>
              <w:t xml:space="preserve">denominator — </w:t>
            </w:r>
            <w:r w:rsidR="004E4503" w:rsidRPr="008E7459">
              <w:t>total population of all students (15 year old students participating in PISA)</w:t>
            </w:r>
          </w:p>
          <w:p w:rsidR="004E4503" w:rsidRPr="008E7459" w:rsidRDefault="004E4503" w:rsidP="004E4503">
            <w:pPr>
              <w:pStyle w:val="TableBodyText"/>
              <w:jc w:val="left"/>
            </w:pPr>
            <w:r w:rsidRPr="008E7459">
              <w:t xml:space="preserve">and is expressed as a </w:t>
            </w:r>
            <w:r w:rsidRPr="008E7459">
              <w:rPr>
                <w:i/>
              </w:rPr>
              <w:t>percentage</w:t>
            </w:r>
          </w:p>
          <w:p w:rsidR="004E4503" w:rsidRPr="008E7459" w:rsidRDefault="004E4503" w:rsidP="004E4503">
            <w:pPr>
              <w:pStyle w:val="TableBodyText"/>
              <w:jc w:val="left"/>
            </w:pPr>
          </w:p>
          <w:p w:rsidR="004E4503" w:rsidRPr="008E7459" w:rsidRDefault="004E4503" w:rsidP="004E4503">
            <w:pPr>
              <w:pStyle w:val="TableBodyText"/>
              <w:jc w:val="left"/>
            </w:pPr>
            <w:r w:rsidRPr="008E7459">
              <w:t>The measure for the bottom level for PISA is defined as:</w:t>
            </w:r>
          </w:p>
          <w:p w:rsidR="004E4503" w:rsidRPr="008E7459" w:rsidRDefault="00791519" w:rsidP="004E4503">
            <w:pPr>
              <w:pStyle w:val="TableBullet"/>
            </w:pPr>
            <w:r w:rsidRPr="008E7459">
              <w:rPr>
                <w:i/>
              </w:rPr>
              <w:t xml:space="preserve">numerator — </w:t>
            </w:r>
            <w:r w:rsidR="004E4503" w:rsidRPr="008E7459">
              <w:t>number of students who achieved at level 1 or below on each of reading literacy, mathematical literacy and scientific literacy</w:t>
            </w:r>
          </w:p>
          <w:p w:rsidR="004E4503" w:rsidRPr="008E7459" w:rsidRDefault="004E4503" w:rsidP="004E4503">
            <w:pPr>
              <w:pStyle w:val="TableBullet"/>
            </w:pPr>
            <w:r w:rsidRPr="008E7459">
              <w:rPr>
                <w:i/>
              </w:rPr>
              <w:t>denominator</w:t>
            </w:r>
            <w:r w:rsidRPr="008E7459">
              <w:t xml:space="preserve"> : total population of all students (15 year old students participating in PISA)</w:t>
            </w:r>
          </w:p>
          <w:p w:rsidR="004E4503" w:rsidRPr="008E7459" w:rsidRDefault="004E4503" w:rsidP="004E4503">
            <w:pPr>
              <w:pStyle w:val="TableBodyText"/>
              <w:jc w:val="left"/>
            </w:pPr>
            <w:r w:rsidRPr="008E7459">
              <w:lastRenderedPageBreak/>
              <w:t xml:space="preserve">and is expressed as a </w:t>
            </w:r>
            <w:r w:rsidRPr="008E7459">
              <w:rPr>
                <w:i/>
              </w:rPr>
              <w:t>percentage</w:t>
            </w:r>
          </w:p>
          <w:p w:rsidR="004E4503" w:rsidRPr="008E7459" w:rsidRDefault="004E4503" w:rsidP="004E4503">
            <w:pPr>
              <w:pStyle w:val="TableBodyText"/>
              <w:jc w:val="left"/>
            </w:pPr>
          </w:p>
          <w:p w:rsidR="004E4503" w:rsidRPr="008E7459" w:rsidRDefault="004E4503" w:rsidP="004E4503">
            <w:pPr>
              <w:pStyle w:val="TableBodyText"/>
              <w:jc w:val="left"/>
            </w:pPr>
            <w:r w:rsidRPr="008E7459">
              <w:t xml:space="preserve">The measure for the </w:t>
            </w:r>
            <w:r w:rsidRPr="008E7459">
              <w:rPr>
                <w:u w:val="single"/>
              </w:rPr>
              <w:t>top</w:t>
            </w:r>
            <w:r w:rsidRPr="008E7459">
              <w:t xml:space="preserve"> level for TIMSS and PIRLS is defined as:</w:t>
            </w:r>
          </w:p>
          <w:p w:rsidR="004E4503" w:rsidRPr="008E7459" w:rsidRDefault="00791519" w:rsidP="004E4503">
            <w:pPr>
              <w:pStyle w:val="TableBullet"/>
            </w:pPr>
            <w:r w:rsidRPr="008E7459">
              <w:rPr>
                <w:i/>
              </w:rPr>
              <w:t xml:space="preserve">numerator — </w:t>
            </w:r>
            <w:r w:rsidR="004E4503" w:rsidRPr="008E7459">
              <w:t>number of students who achieved at level ‘Advanced International Benchmark’ each on mathematic and scientific achievement (TIMSS), and reading literacy (PIRLS)</w:t>
            </w:r>
          </w:p>
          <w:p w:rsidR="004E4503" w:rsidRPr="008E7459" w:rsidRDefault="00791519" w:rsidP="004E4503">
            <w:pPr>
              <w:pStyle w:val="TableBullet"/>
            </w:pPr>
            <w:r w:rsidRPr="008E7459">
              <w:rPr>
                <w:i/>
              </w:rPr>
              <w:t xml:space="preserve">denominator — </w:t>
            </w:r>
            <w:r w:rsidR="004E4503" w:rsidRPr="008E7459">
              <w:t>total population of all students (year 4 and year 8 students participating in TIMSS and year 4 students participating in PIRLS)</w:t>
            </w:r>
          </w:p>
          <w:p w:rsidR="004E4503" w:rsidRPr="008E7459" w:rsidRDefault="004E4503" w:rsidP="004E4503">
            <w:pPr>
              <w:pStyle w:val="TableBodyText"/>
              <w:jc w:val="left"/>
            </w:pPr>
            <w:r w:rsidRPr="008E7459">
              <w:t xml:space="preserve">and is expressed as a </w:t>
            </w:r>
            <w:r w:rsidRPr="008E7459">
              <w:rPr>
                <w:i/>
              </w:rPr>
              <w:t>percentage</w:t>
            </w:r>
          </w:p>
          <w:p w:rsidR="004E4503" w:rsidRPr="008E7459" w:rsidRDefault="004E4503" w:rsidP="004E4503">
            <w:pPr>
              <w:pStyle w:val="TableBodyText"/>
              <w:jc w:val="left"/>
            </w:pPr>
          </w:p>
          <w:p w:rsidR="004E4503" w:rsidRPr="008E7459" w:rsidRDefault="004E4503" w:rsidP="004E4503">
            <w:pPr>
              <w:pStyle w:val="TableBodyText"/>
              <w:jc w:val="left"/>
            </w:pPr>
            <w:r w:rsidRPr="008E7459">
              <w:t xml:space="preserve">The measure for the </w:t>
            </w:r>
            <w:r w:rsidRPr="008E7459">
              <w:rPr>
                <w:u w:val="single"/>
              </w:rPr>
              <w:t>bottom</w:t>
            </w:r>
            <w:r w:rsidRPr="008E7459">
              <w:t xml:space="preserve"> level for TIMSS and PIRLS is defined as:</w:t>
            </w:r>
          </w:p>
          <w:p w:rsidR="004E4503" w:rsidRPr="008E7459" w:rsidRDefault="00791519" w:rsidP="004E4503">
            <w:pPr>
              <w:pStyle w:val="TableBullet"/>
            </w:pPr>
            <w:r w:rsidRPr="008E7459">
              <w:rPr>
                <w:i/>
              </w:rPr>
              <w:t xml:space="preserve">numerator — </w:t>
            </w:r>
            <w:r w:rsidR="004E4503" w:rsidRPr="008E7459">
              <w:t xml:space="preserve">number of students who achieved at ‘Low international benchmark’ or below on each of mathematic and scientific achievement (TIMSS), and reading literacy (PIRLS) </w:t>
            </w:r>
          </w:p>
          <w:p w:rsidR="004E4503" w:rsidRPr="008E7459" w:rsidRDefault="00791519" w:rsidP="004E4503">
            <w:pPr>
              <w:pStyle w:val="TableBullet"/>
            </w:pPr>
            <w:r w:rsidRPr="008E7459">
              <w:rPr>
                <w:i/>
              </w:rPr>
              <w:t xml:space="preserve">denominator — </w:t>
            </w:r>
            <w:r w:rsidR="004E4503" w:rsidRPr="008E7459">
              <w:t>total population of all students (year 4 and year 8 students participating in TIMSS and year 4 students participating in PIRLS)</w:t>
            </w:r>
          </w:p>
          <w:p w:rsidR="00A95DFC" w:rsidRPr="008E7459" w:rsidRDefault="004E4503" w:rsidP="004E4503">
            <w:pPr>
              <w:pStyle w:val="TableBodyText"/>
              <w:jc w:val="left"/>
              <w:rPr>
                <w:i/>
              </w:rPr>
            </w:pPr>
            <w:r w:rsidRPr="008E7459">
              <w:t xml:space="preserve">and is expressed as a </w:t>
            </w:r>
            <w:r w:rsidRPr="008E7459">
              <w:rPr>
                <w:i/>
              </w:rPr>
              <w:t>percentage</w:t>
            </w:r>
          </w:p>
          <w:p w:rsidR="004E4503" w:rsidRPr="008E7459" w:rsidRDefault="004E4503" w:rsidP="004E4503">
            <w:pPr>
              <w:pStyle w:val="TableBodyText"/>
              <w:jc w:val="left"/>
            </w:pPr>
          </w:p>
        </w:tc>
      </w:tr>
      <w:tr w:rsidR="00A95DFC" w:rsidRPr="008E7459" w:rsidTr="0026369A">
        <w:trPr>
          <w:trHeight w:val="574"/>
        </w:trPr>
        <w:tc>
          <w:tcPr>
            <w:tcW w:w="1985" w:type="dxa"/>
          </w:tcPr>
          <w:p w:rsidR="0026369A" w:rsidRPr="008E7459" w:rsidRDefault="0026369A" w:rsidP="0026369A">
            <w:pPr>
              <w:pStyle w:val="TableBodyText"/>
              <w:ind w:left="-113"/>
              <w:jc w:val="left"/>
            </w:pPr>
            <w:r w:rsidRPr="008E7459">
              <w:lastRenderedPageBreak/>
              <w:t>Data sources:</w:t>
            </w:r>
          </w:p>
        </w:tc>
        <w:tc>
          <w:tcPr>
            <w:tcW w:w="6804" w:type="dxa"/>
          </w:tcPr>
          <w:p w:rsidR="004E4503" w:rsidRPr="008E7459" w:rsidRDefault="004E4503" w:rsidP="004E4503">
            <w:pPr>
              <w:pStyle w:val="TableBodyText"/>
              <w:jc w:val="left"/>
            </w:pPr>
            <w:r w:rsidRPr="008E7459">
              <w:rPr>
                <w:u w:val="single"/>
              </w:rPr>
              <w:t>Programme for International Student Assessment</w:t>
            </w:r>
            <w:r w:rsidRPr="008E7459">
              <w:t xml:space="preserve"> (PISA). Data are available every 3 years</w:t>
            </w:r>
          </w:p>
          <w:p w:rsidR="004E4503" w:rsidRPr="008E7459" w:rsidRDefault="004E4503" w:rsidP="004E4503">
            <w:pPr>
              <w:pStyle w:val="TableBodyText"/>
              <w:jc w:val="left"/>
            </w:pPr>
            <w:r w:rsidRPr="008E7459">
              <w:rPr>
                <w:u w:val="single"/>
              </w:rPr>
              <w:t>Trends in International Mathematics and Science Study</w:t>
            </w:r>
            <w:r w:rsidRPr="008E7459">
              <w:t xml:space="preserve"> (TIMSS). Data are available every 4 years</w:t>
            </w:r>
          </w:p>
          <w:p w:rsidR="0026369A" w:rsidRPr="008E7459" w:rsidRDefault="004E4503" w:rsidP="004E4503">
            <w:pPr>
              <w:pStyle w:val="TableBodyText"/>
              <w:jc w:val="left"/>
            </w:pPr>
            <w:r w:rsidRPr="008E7459">
              <w:rPr>
                <w:u w:val="single"/>
              </w:rPr>
              <w:t>Progress in International Reading Literacy Study</w:t>
            </w:r>
            <w:r w:rsidRPr="008E7459">
              <w:t xml:space="preserve"> (PIRLS). At this stage, PIRLS is a once</w:t>
            </w:r>
            <w:r w:rsidR="00DE694D" w:rsidRPr="008E7459">
              <w:noBreakHyphen/>
            </w:r>
            <w:r w:rsidRPr="008E7459">
              <w:t>off assessment. Therefore, ongoing trend data for PIRLS may not be available</w:t>
            </w:r>
          </w:p>
          <w:p w:rsidR="004E4503" w:rsidRPr="008E7459" w:rsidRDefault="004E4503" w:rsidP="004E4503">
            <w:pPr>
              <w:pStyle w:val="TableBodyText"/>
              <w:jc w:val="left"/>
            </w:pPr>
          </w:p>
        </w:tc>
      </w:tr>
      <w:tr w:rsidR="00A95DFC" w:rsidRPr="008E7459" w:rsidTr="0026369A">
        <w:trPr>
          <w:trHeight w:val="582"/>
        </w:trPr>
        <w:tc>
          <w:tcPr>
            <w:tcW w:w="1985" w:type="dxa"/>
          </w:tcPr>
          <w:p w:rsidR="0026369A" w:rsidRPr="008E7459" w:rsidRDefault="0026369A" w:rsidP="0026369A">
            <w:pPr>
              <w:pStyle w:val="TableBodyText"/>
              <w:ind w:left="-113"/>
              <w:jc w:val="left"/>
            </w:pPr>
            <w:r w:rsidRPr="008E7459">
              <w:t>Data provider:</w:t>
            </w:r>
          </w:p>
        </w:tc>
        <w:tc>
          <w:tcPr>
            <w:tcW w:w="6804" w:type="dxa"/>
          </w:tcPr>
          <w:p w:rsidR="0026369A" w:rsidRPr="008E7459" w:rsidRDefault="00434BCE" w:rsidP="004E4503">
            <w:pPr>
              <w:pStyle w:val="TableBodyText"/>
              <w:jc w:val="left"/>
            </w:pPr>
            <w:r w:rsidRPr="008E7459">
              <w:t>Australian Council for Educational Research (</w:t>
            </w:r>
            <w:r w:rsidR="004E4503" w:rsidRPr="008E7459">
              <w:t>ACER</w:t>
            </w:r>
            <w:r w:rsidRPr="008E7459">
              <w:t>)</w:t>
            </w:r>
          </w:p>
        </w:tc>
      </w:tr>
      <w:tr w:rsidR="00A95DFC" w:rsidRPr="008E7459" w:rsidTr="0026369A">
        <w:trPr>
          <w:trHeight w:val="646"/>
        </w:trPr>
        <w:tc>
          <w:tcPr>
            <w:tcW w:w="1985" w:type="dxa"/>
          </w:tcPr>
          <w:p w:rsidR="0026369A" w:rsidRPr="008E7459" w:rsidRDefault="0026369A" w:rsidP="0026369A">
            <w:pPr>
              <w:pStyle w:val="TableBodyText"/>
              <w:ind w:left="-113"/>
              <w:jc w:val="left"/>
            </w:pPr>
            <w:r w:rsidRPr="008E7459">
              <w:t>Data availability:</w:t>
            </w:r>
          </w:p>
        </w:tc>
        <w:tc>
          <w:tcPr>
            <w:tcW w:w="6804" w:type="dxa"/>
          </w:tcPr>
          <w:p w:rsidR="004E4503" w:rsidRPr="008E7459" w:rsidRDefault="004E4503" w:rsidP="004E4503">
            <w:pPr>
              <w:pStyle w:val="TableBodyText"/>
              <w:jc w:val="left"/>
            </w:pPr>
            <w:r w:rsidRPr="008E7459">
              <w:t>PISA — 2009 data published in previous cycle. No new data are available.</w:t>
            </w:r>
          </w:p>
          <w:p w:rsidR="004E4503" w:rsidRPr="008E7459" w:rsidRDefault="004E4503" w:rsidP="004E4503">
            <w:pPr>
              <w:pStyle w:val="TableBodyText"/>
              <w:jc w:val="left"/>
            </w:pPr>
            <w:r w:rsidRPr="008E7459">
              <w:t>TIMSS — 2011</w:t>
            </w:r>
          </w:p>
          <w:p w:rsidR="0026369A" w:rsidRPr="008E7459" w:rsidRDefault="004E4503" w:rsidP="004E4503">
            <w:pPr>
              <w:pStyle w:val="TableBodyText"/>
              <w:jc w:val="left"/>
            </w:pPr>
            <w:r w:rsidRPr="008E7459">
              <w:t>PIRLS — 2011</w:t>
            </w:r>
          </w:p>
          <w:p w:rsidR="004E4503" w:rsidRPr="008E7459" w:rsidRDefault="004E4503" w:rsidP="004E4503">
            <w:pPr>
              <w:pStyle w:val="TableBodyText"/>
              <w:jc w:val="left"/>
            </w:pPr>
          </w:p>
        </w:tc>
      </w:tr>
      <w:tr w:rsidR="00A95DFC" w:rsidRPr="008E7459" w:rsidTr="0026369A">
        <w:tc>
          <w:tcPr>
            <w:tcW w:w="1985" w:type="dxa"/>
          </w:tcPr>
          <w:p w:rsidR="0026369A" w:rsidRPr="008E7459" w:rsidRDefault="0026369A" w:rsidP="0026369A">
            <w:pPr>
              <w:pStyle w:val="TableBodyText"/>
              <w:ind w:left="-113"/>
              <w:jc w:val="left"/>
            </w:pPr>
            <w:r w:rsidRPr="008E7459">
              <w:t>Cross tabulations provided:</w:t>
            </w:r>
          </w:p>
          <w:p w:rsidR="0026369A" w:rsidRPr="008E7459" w:rsidRDefault="0026369A" w:rsidP="0026369A">
            <w:pPr>
              <w:pStyle w:val="TableBodyText"/>
              <w:ind w:left="-113"/>
              <w:jc w:val="left"/>
            </w:pPr>
          </w:p>
        </w:tc>
        <w:tc>
          <w:tcPr>
            <w:tcW w:w="6804" w:type="dxa"/>
          </w:tcPr>
          <w:p w:rsidR="004E4503" w:rsidRPr="008E7459" w:rsidRDefault="004E4503" w:rsidP="004E4503">
            <w:pPr>
              <w:pStyle w:val="TableBodyText"/>
              <w:jc w:val="left"/>
            </w:pPr>
            <w:r w:rsidRPr="008E7459">
              <w:t>For each of year 4 (TIMSS and PIRLS) and year 8 (TIMSS):</w:t>
            </w:r>
          </w:p>
          <w:p w:rsidR="004E4503" w:rsidRPr="008E7459" w:rsidRDefault="004E4503" w:rsidP="004E4503">
            <w:pPr>
              <w:pStyle w:val="TableBodyText"/>
              <w:jc w:val="left"/>
            </w:pPr>
            <w:r w:rsidRPr="008E7459">
              <w:t>State and Territory, by:</w:t>
            </w:r>
          </w:p>
          <w:p w:rsidR="004E4503" w:rsidRPr="008E7459" w:rsidRDefault="004E4503" w:rsidP="004E4503">
            <w:pPr>
              <w:pStyle w:val="TableBullet"/>
            </w:pPr>
            <w:r w:rsidRPr="008E7459">
              <w:t xml:space="preserve">International benchmark (at or above intermediate, advanced, high, intermediate, low, below low, at or below low). </w:t>
            </w:r>
          </w:p>
          <w:p w:rsidR="004E4503" w:rsidRPr="008E7459" w:rsidRDefault="004E4503" w:rsidP="004E4503">
            <w:pPr>
              <w:pStyle w:val="TableBodyText"/>
              <w:jc w:val="left"/>
            </w:pPr>
            <w:r w:rsidRPr="008E7459">
              <w:t>National, by:</w:t>
            </w:r>
          </w:p>
          <w:p w:rsidR="004E4503" w:rsidRPr="008E7459" w:rsidRDefault="004E4503" w:rsidP="004E4503">
            <w:pPr>
              <w:pStyle w:val="TableBullet"/>
            </w:pPr>
            <w:r w:rsidRPr="008E7459">
              <w:t>Sex</w:t>
            </w:r>
          </w:p>
          <w:p w:rsidR="004E4503" w:rsidRPr="008E7459" w:rsidRDefault="004E4503" w:rsidP="004E4503">
            <w:pPr>
              <w:pStyle w:val="TableBullet"/>
            </w:pPr>
            <w:r w:rsidRPr="008E7459">
              <w:t>Indigenous status</w:t>
            </w:r>
          </w:p>
          <w:p w:rsidR="004E4503" w:rsidRPr="008E7459" w:rsidRDefault="004E4503" w:rsidP="004E4503">
            <w:pPr>
              <w:pStyle w:val="TableBullet"/>
            </w:pPr>
            <w:r w:rsidRPr="008E7459">
              <w:t>geographical location of school (MCEETYA Schools Geographic Location Classification — Metropolitan, Provincial, Remote)</w:t>
            </w:r>
          </w:p>
          <w:p w:rsidR="0026369A" w:rsidRPr="008E7459" w:rsidRDefault="004E4503" w:rsidP="004E4503">
            <w:pPr>
              <w:pStyle w:val="TableBullet"/>
            </w:pPr>
            <w:r w:rsidRPr="008E7459">
              <w:t>level of parental education (year 8 students only)</w:t>
            </w:r>
          </w:p>
        </w:tc>
      </w:tr>
    </w:tbl>
    <w:p w:rsidR="004E4503" w:rsidRPr="008E7459" w:rsidRDefault="004E4503" w:rsidP="004E4503">
      <w:pPr>
        <w:pStyle w:val="BodyText"/>
      </w:pPr>
      <w:r w:rsidRPr="008E7459">
        <w:br w:type="page"/>
      </w:r>
    </w:p>
    <w:p w:rsidR="004E4503" w:rsidRPr="008E7459" w:rsidRDefault="004E4503" w:rsidP="004E450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E4503" w:rsidRPr="008E7459" w:rsidTr="001B6619">
        <w:tc>
          <w:tcPr>
            <w:tcW w:w="8771" w:type="dxa"/>
            <w:tcBorders>
              <w:top w:val="single" w:sz="6" w:space="0" w:color="auto"/>
              <w:bottom w:val="nil"/>
            </w:tcBorders>
          </w:tcPr>
          <w:p w:rsidR="004E4503" w:rsidRPr="008E7459" w:rsidRDefault="004E4503" w:rsidP="001B6619">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14</w:t>
            </w:r>
            <w:r w:rsidRPr="008E7459">
              <w:rPr>
                <w:b w:val="0"/>
              </w:rPr>
              <w:fldChar w:fldCharType="end"/>
            </w:r>
            <w:r w:rsidRPr="008E7459">
              <w:tab/>
              <w:t>Results</w:t>
            </w:r>
          </w:p>
        </w:tc>
      </w:tr>
      <w:tr w:rsidR="004E4503" w:rsidRPr="008E7459" w:rsidTr="001B6619">
        <w:trPr>
          <w:cantSplit/>
        </w:trPr>
        <w:tc>
          <w:tcPr>
            <w:tcW w:w="8771" w:type="dxa"/>
            <w:tcBorders>
              <w:top w:val="nil"/>
              <w:left w:val="single" w:sz="4" w:space="0" w:color="auto"/>
              <w:bottom w:val="nil"/>
              <w:right w:val="single" w:sz="4" w:space="0" w:color="auto"/>
            </w:tcBorders>
          </w:tcPr>
          <w:p w:rsidR="004E4503" w:rsidRPr="008E7459" w:rsidRDefault="00F9031E" w:rsidP="0097201D">
            <w:pPr>
              <w:pStyle w:val="Box"/>
            </w:pPr>
            <w:r w:rsidRPr="008E7459">
              <w:t xml:space="preserve">For this report, new data for this </w:t>
            </w:r>
            <w:r w:rsidR="0058573F" w:rsidRPr="008E7459">
              <w:t>indicator are available for 2011</w:t>
            </w:r>
            <w:r w:rsidRPr="008E7459">
              <w:t>.</w:t>
            </w:r>
          </w:p>
          <w:p w:rsidR="00F9031E" w:rsidRPr="008E7459" w:rsidRDefault="0058573F" w:rsidP="0097201D">
            <w:pPr>
              <w:pStyle w:val="BoxListBullet"/>
            </w:pPr>
            <w:r w:rsidRPr="008E7459">
              <w:t>State and Territory d</w:t>
            </w:r>
            <w:r w:rsidR="00E8736C" w:rsidRPr="008E7459">
              <w:t>ata for student</w:t>
            </w:r>
            <w:r w:rsidR="0097201D" w:rsidRPr="008E7459">
              <w:t xml:space="preserve"> level of achievement </w:t>
            </w:r>
            <w:r w:rsidR="00301CA8" w:rsidRPr="008E7459">
              <w:t xml:space="preserve">in TIMSS and PIRLS </w:t>
            </w:r>
            <w:r w:rsidR="00F9031E" w:rsidRPr="008E7459">
              <w:t xml:space="preserve">are presented </w:t>
            </w:r>
            <w:r w:rsidR="0097201D" w:rsidRPr="008E7459">
              <w:t>in tables NEA.3.1, NEA.3.5, NEA.3.10, NEA.3.14 and NEA.3.19</w:t>
            </w:r>
            <w:r w:rsidRPr="008E7459">
              <w:t>.</w:t>
            </w:r>
          </w:p>
          <w:p w:rsidR="00C11FC2" w:rsidRPr="008E7459" w:rsidRDefault="00C11FC2" w:rsidP="0097201D">
            <w:pPr>
              <w:pStyle w:val="BoxListBullet"/>
            </w:pPr>
            <w:r w:rsidRPr="008E7459">
              <w:t xml:space="preserve">National data for </w:t>
            </w:r>
            <w:r w:rsidR="0058573F" w:rsidRPr="008E7459">
              <w:t xml:space="preserve">student </w:t>
            </w:r>
            <w:r w:rsidRPr="008E7459">
              <w:t xml:space="preserve">level of achievement </w:t>
            </w:r>
            <w:r w:rsidR="00301CA8" w:rsidRPr="008E7459">
              <w:t xml:space="preserve">in TIMSS and PIRLS </w:t>
            </w:r>
            <w:r w:rsidRPr="008E7459">
              <w:t>are presented by:</w:t>
            </w:r>
          </w:p>
          <w:p w:rsidR="00C11FC2" w:rsidRPr="008E7459" w:rsidRDefault="00C11FC2" w:rsidP="00C11FC2">
            <w:pPr>
              <w:pStyle w:val="BoxListBullet2"/>
            </w:pPr>
            <w:r w:rsidRPr="008E7459">
              <w:t>sex in tables NEA.3.2, NEA.3.6, NEA.3.11, NEA.3.15 and NEA.3.20</w:t>
            </w:r>
          </w:p>
          <w:p w:rsidR="00570804" w:rsidRPr="008E7459" w:rsidRDefault="00570804" w:rsidP="00570804">
            <w:pPr>
              <w:pStyle w:val="BoxListBullet2"/>
            </w:pPr>
            <w:r w:rsidRPr="008E7459">
              <w:t>Indigenous status in tables NEA.3.3, NEA.3.7, NEA.3.12, NEA.3.16 and NEA.3.21</w:t>
            </w:r>
          </w:p>
          <w:p w:rsidR="00400FF8" w:rsidRPr="008E7459" w:rsidRDefault="00400FF8" w:rsidP="00570804">
            <w:pPr>
              <w:pStyle w:val="BoxListBullet2"/>
            </w:pPr>
            <w:r w:rsidRPr="008E7459">
              <w:t>geolocation in tables NEA.3.4, NEA.3.8, NEA.3.13, NEA.3.17 and NEA.3.22</w:t>
            </w:r>
          </w:p>
          <w:p w:rsidR="00F9031E" w:rsidRPr="008E7459" w:rsidRDefault="00301CA8" w:rsidP="0097201D">
            <w:pPr>
              <w:pStyle w:val="BoxListBullet2"/>
            </w:pPr>
            <w:r w:rsidRPr="008E7459">
              <w:t>parental education in tables NEA.3.9 and NEA.3.18</w:t>
            </w:r>
            <w:r w:rsidR="0058573F" w:rsidRPr="008E7459">
              <w:t xml:space="preserve">. </w:t>
            </w:r>
          </w:p>
          <w:p w:rsidR="00301CA8" w:rsidRPr="008E7459" w:rsidRDefault="00301CA8" w:rsidP="0058573F">
            <w:pPr>
              <w:pStyle w:val="Box"/>
            </w:pPr>
            <w:r w:rsidRPr="008E7459">
              <w:t>There are no new data available for PISA</w:t>
            </w:r>
            <w:r w:rsidR="0058573F" w:rsidRPr="008E7459">
              <w:t xml:space="preserve">. </w:t>
            </w:r>
            <w:r w:rsidR="006D333F" w:rsidRPr="008E7459">
              <w:t>Updated PISA data are expected to be available for reporting in 2013.</w:t>
            </w:r>
          </w:p>
          <w:p w:rsidR="00763A84" w:rsidRPr="008E7459" w:rsidRDefault="00763A84" w:rsidP="006D333F">
            <w:pPr>
              <w:pStyle w:val="Box"/>
              <w:rPr>
                <w:rStyle w:val="DraftingNote"/>
                <w:b w:val="0"/>
                <w:color w:val="auto"/>
                <w:sz w:val="22"/>
                <w:u w:val="none"/>
              </w:rPr>
            </w:pPr>
            <w:r w:rsidRPr="008E7459">
              <w:t>Data for measure 3</w:t>
            </w:r>
            <w:r w:rsidR="0026685B" w:rsidRPr="008E7459">
              <w:t>(</w:t>
            </w:r>
            <w:r w:rsidRPr="008E7459">
              <w:t>a</w:t>
            </w:r>
            <w:r w:rsidR="0026685B" w:rsidRPr="008E7459">
              <w:t>)</w:t>
            </w:r>
            <w:r w:rsidRPr="008E7459">
              <w:t xml:space="preserve"> (PISA data for 2006) are available in the baseline 2008 NEA performance report. Data for measure 3</w:t>
            </w:r>
            <w:r w:rsidR="0026685B" w:rsidRPr="008E7459">
              <w:t>(</w:t>
            </w:r>
            <w:r w:rsidRPr="008E7459">
              <w:t>b</w:t>
            </w:r>
            <w:r w:rsidR="0026685B" w:rsidRPr="008E7459">
              <w:t>)</w:t>
            </w:r>
            <w:r w:rsidRPr="008E7459">
              <w:t xml:space="preserve"> (PISA data for 2006 and 2009) are available in the 2010 NEA performance report.</w:t>
            </w:r>
            <w:r w:rsidR="006D333F" w:rsidRPr="008E7459">
              <w:t xml:space="preserve"> </w:t>
            </w:r>
            <w:r w:rsidR="0058573F" w:rsidRPr="008E7459">
              <w:t>TIMSS data for 2007 were sourced by the CRC and reported in their 2008 report.</w:t>
            </w:r>
            <w:r w:rsidR="00781B70" w:rsidRPr="008E7459">
              <w:t xml:space="preserve"> </w:t>
            </w:r>
          </w:p>
        </w:tc>
      </w:tr>
      <w:tr w:rsidR="004E4503" w:rsidRPr="008E7459" w:rsidTr="001B6619">
        <w:trPr>
          <w:cantSplit/>
        </w:trPr>
        <w:tc>
          <w:tcPr>
            <w:tcW w:w="8771" w:type="dxa"/>
            <w:tcBorders>
              <w:top w:val="nil"/>
              <w:left w:val="single" w:sz="4" w:space="0" w:color="auto"/>
              <w:bottom w:val="single" w:sz="4" w:space="0" w:color="auto"/>
              <w:right w:val="single" w:sz="4" w:space="0" w:color="auto"/>
            </w:tcBorders>
          </w:tcPr>
          <w:p w:rsidR="004E4503" w:rsidRPr="008E7459" w:rsidRDefault="004E4503" w:rsidP="001B6619">
            <w:pPr>
              <w:pStyle w:val="Box"/>
              <w:spacing w:before="0" w:line="120" w:lineRule="exact"/>
            </w:pPr>
          </w:p>
        </w:tc>
      </w:tr>
    </w:tbl>
    <w:p w:rsidR="004E4503" w:rsidRPr="008E7459" w:rsidRDefault="004E4503" w:rsidP="004E4503">
      <w:pPr>
        <w:pStyle w:val="Heading4"/>
        <w:spacing w:after="120"/>
      </w:pPr>
      <w:r w:rsidRPr="008E7459">
        <w:t>Attachment tables</w:t>
      </w:r>
    </w:p>
    <w:tbl>
      <w:tblPr>
        <w:tblStyle w:val="TableGrid"/>
        <w:tblW w:w="0" w:type="auto"/>
        <w:tblInd w:w="137" w:type="dxa"/>
        <w:tblLook w:val="04A0" w:firstRow="1" w:lastRow="0" w:firstColumn="1" w:lastColumn="0" w:noHBand="0" w:noVBand="1"/>
      </w:tblPr>
      <w:tblGrid>
        <w:gridCol w:w="1843"/>
        <w:gridCol w:w="6946"/>
      </w:tblGrid>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NEA.3.1</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4 students international level of mathematics achievement in TIMSS assessments by State and Territory,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NEA.3.2</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4 students international level of mathematics achievement in TIMSS assessments by sex,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NEA.3.3</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 xml:space="preserve">Proportion, relative standard error, and confidence intervals of Year 4 students international level of mathematics achievement in TIMSS assessments by </w:t>
            </w:r>
            <w:r w:rsidR="00F16F20" w:rsidRPr="008E7459">
              <w:rPr>
                <w:rFonts w:ascii="Arial" w:hAnsi="Arial" w:cs="Arial"/>
                <w:sz w:val="20"/>
                <w:szCs w:val="20"/>
              </w:rPr>
              <w:t>Indigenous</w:t>
            </w:r>
            <w:r w:rsidRPr="008E7459">
              <w:rPr>
                <w:rFonts w:ascii="Arial" w:hAnsi="Arial" w:cs="Arial"/>
                <w:sz w:val="20"/>
                <w:szCs w:val="20"/>
              </w:rPr>
              <w:t xml:space="preserve"> status,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NEA.3.4</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 xml:space="preserve">Proportion, relative standard error, and confidence </w:t>
            </w:r>
            <w:r w:rsidR="00F16F20" w:rsidRPr="008E7459">
              <w:rPr>
                <w:rFonts w:ascii="Arial" w:hAnsi="Arial" w:cs="Arial"/>
                <w:sz w:val="20"/>
                <w:szCs w:val="20"/>
              </w:rPr>
              <w:t>intervals of</w:t>
            </w:r>
            <w:r w:rsidRPr="008E7459">
              <w:rPr>
                <w:rFonts w:ascii="Arial" w:hAnsi="Arial" w:cs="Arial"/>
                <w:sz w:val="20"/>
                <w:szCs w:val="20"/>
              </w:rPr>
              <w:t xml:space="preserve"> Year 4 students international level of mathematics achievement in TIMSS assessments by geolocation,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NEA.3.5</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8 students international level of mathematics achievement in TIMSS assessments by State and Territory,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NEA.3.6</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8 students international level of mathematics achievement in TIMSS assessments by sex,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NEA.3.7</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 xml:space="preserve">Proportion, relative standard error, and confidence intervals of Year 8 students international level of mathematics achievement in TIMSS assessments by </w:t>
            </w:r>
            <w:r w:rsidR="00F16F20" w:rsidRPr="008E7459">
              <w:rPr>
                <w:rFonts w:ascii="Arial" w:hAnsi="Arial" w:cs="Arial"/>
                <w:sz w:val="20"/>
                <w:szCs w:val="20"/>
              </w:rPr>
              <w:t>Indigenous</w:t>
            </w:r>
            <w:r w:rsidRPr="008E7459">
              <w:rPr>
                <w:rFonts w:ascii="Arial" w:hAnsi="Arial" w:cs="Arial"/>
                <w:sz w:val="20"/>
                <w:szCs w:val="20"/>
              </w:rPr>
              <w:t xml:space="preserve"> status,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lastRenderedPageBreak/>
              <w:t>Table NEA.3.8</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8 students international level of mathematics achievement in TIMSS assessments by geolocation,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NEA.3.9</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8 students international level of mathematics achievement in TIMSS assessments by State and Territory, by parental education and parental occupation,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NEA.3.10</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4 students international level of scientific achievement in TIMSS assessments by State and Territory,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NEA.3.11</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4 students international level of scientific achievement in TIMSS assessments by sex,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NEA.3.12</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 xml:space="preserve">Proportion, relative standard error, and confidence intervals of Year 4 students international level of scientific achievement in TIMSS assessments by </w:t>
            </w:r>
            <w:r w:rsidR="00F16F20" w:rsidRPr="008E7459">
              <w:rPr>
                <w:rFonts w:ascii="Arial" w:hAnsi="Arial" w:cs="Arial"/>
                <w:sz w:val="20"/>
                <w:szCs w:val="20"/>
              </w:rPr>
              <w:t>Indigenous</w:t>
            </w:r>
            <w:r w:rsidRPr="008E7459">
              <w:rPr>
                <w:rFonts w:ascii="Arial" w:hAnsi="Arial" w:cs="Arial"/>
                <w:sz w:val="20"/>
                <w:szCs w:val="20"/>
              </w:rPr>
              <w:t xml:space="preserve"> status,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NEA.3.13</w:t>
            </w:r>
          </w:p>
        </w:tc>
        <w:tc>
          <w:tcPr>
            <w:tcW w:w="6946" w:type="dxa"/>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4 students international level of scientific achievement in TIMSS assessments by geolocation,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NEA.3.14</w:t>
            </w:r>
          </w:p>
        </w:tc>
        <w:tc>
          <w:tcPr>
            <w:tcW w:w="6946" w:type="dxa"/>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8 students international level of scientific achievement in TIMSS assessments by State and Territory,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NEA.3.15</w:t>
            </w:r>
          </w:p>
        </w:tc>
        <w:tc>
          <w:tcPr>
            <w:tcW w:w="6946" w:type="dxa"/>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8 students international level of scientific achievement in TIMSS assessments by sex,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NEA.3.16</w:t>
            </w:r>
          </w:p>
        </w:tc>
        <w:tc>
          <w:tcPr>
            <w:tcW w:w="6946" w:type="dxa"/>
          </w:tcPr>
          <w:p w:rsidR="00D71B99" w:rsidRPr="008E7459" w:rsidRDefault="00D71B99">
            <w:pPr>
              <w:jc w:val="both"/>
              <w:rPr>
                <w:rFonts w:ascii="Arial" w:hAnsi="Arial" w:cs="Arial"/>
                <w:sz w:val="20"/>
                <w:szCs w:val="20"/>
              </w:rPr>
            </w:pPr>
            <w:r w:rsidRPr="008E7459">
              <w:rPr>
                <w:rFonts w:ascii="Arial" w:hAnsi="Arial" w:cs="Arial"/>
                <w:sz w:val="20"/>
                <w:szCs w:val="20"/>
              </w:rPr>
              <w:t xml:space="preserve">Proportion, relative standard error, and confidence intervals of Year 8 students international level of scientific achievement in TIMSS assessments by </w:t>
            </w:r>
            <w:r w:rsidR="00F16F20" w:rsidRPr="008E7459">
              <w:rPr>
                <w:rFonts w:ascii="Arial" w:hAnsi="Arial" w:cs="Arial"/>
                <w:sz w:val="20"/>
                <w:szCs w:val="20"/>
              </w:rPr>
              <w:t>Indigenous</w:t>
            </w:r>
            <w:r w:rsidRPr="008E7459">
              <w:rPr>
                <w:rFonts w:ascii="Arial" w:hAnsi="Arial" w:cs="Arial"/>
                <w:sz w:val="20"/>
                <w:szCs w:val="20"/>
              </w:rPr>
              <w:t xml:space="preserve"> status,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NEA.3.17</w:t>
            </w:r>
          </w:p>
        </w:tc>
        <w:tc>
          <w:tcPr>
            <w:tcW w:w="6946" w:type="dxa"/>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8 students international level of scientific achievement in TIMSS assessments by geolocation,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NEA.3.18</w:t>
            </w:r>
          </w:p>
        </w:tc>
        <w:tc>
          <w:tcPr>
            <w:tcW w:w="6946" w:type="dxa"/>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8 students international level of scientific achievement in TIMSS assessments by State and Territory, by parental education and parental occupation,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NEA.3.19</w:t>
            </w:r>
          </w:p>
        </w:tc>
        <w:tc>
          <w:tcPr>
            <w:tcW w:w="6946" w:type="dxa"/>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4 students international level of reading literacy in PIRLS assessments by State and Territory,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NEA.3.20</w:t>
            </w:r>
          </w:p>
        </w:tc>
        <w:tc>
          <w:tcPr>
            <w:tcW w:w="6946" w:type="dxa"/>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Year 4 students international level of reading literacy in PIRLS assessments by sex,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NEA.3.21</w:t>
            </w:r>
          </w:p>
        </w:tc>
        <w:tc>
          <w:tcPr>
            <w:tcW w:w="6946" w:type="dxa"/>
          </w:tcPr>
          <w:p w:rsidR="00D71B99" w:rsidRPr="008E7459" w:rsidRDefault="00D71B99">
            <w:pPr>
              <w:jc w:val="both"/>
              <w:rPr>
                <w:rFonts w:ascii="Arial" w:hAnsi="Arial" w:cs="Arial"/>
                <w:sz w:val="20"/>
                <w:szCs w:val="20"/>
              </w:rPr>
            </w:pPr>
            <w:r w:rsidRPr="008E7459">
              <w:rPr>
                <w:rFonts w:ascii="Arial" w:hAnsi="Arial" w:cs="Arial"/>
                <w:sz w:val="20"/>
                <w:szCs w:val="20"/>
              </w:rPr>
              <w:t xml:space="preserve">Proportion, relative standard error, and confidence intervals of Year 4 students international level of reading literacy in PIRLS assessments by </w:t>
            </w:r>
            <w:r w:rsidR="00F16F20" w:rsidRPr="008E7459">
              <w:rPr>
                <w:rFonts w:ascii="Arial" w:hAnsi="Arial" w:cs="Arial"/>
                <w:sz w:val="20"/>
                <w:szCs w:val="20"/>
              </w:rPr>
              <w:t>Indigenous</w:t>
            </w:r>
            <w:r w:rsidRPr="008E7459">
              <w:rPr>
                <w:rFonts w:ascii="Arial" w:hAnsi="Arial" w:cs="Arial"/>
                <w:sz w:val="20"/>
                <w:szCs w:val="20"/>
              </w:rPr>
              <w:t xml:space="preserve"> status, 2011 (</w:t>
            </w:r>
            <w:r w:rsidR="00781B70" w:rsidRPr="008E7459">
              <w:rPr>
                <w:rFonts w:ascii="Arial" w:hAnsi="Arial" w:cs="Arial"/>
                <w:sz w:val="20"/>
                <w:szCs w:val="20"/>
              </w:rPr>
              <w:t>per cent</w:t>
            </w:r>
            <w:r w:rsidRPr="008E7459">
              <w:rPr>
                <w:rFonts w:ascii="Arial" w:hAnsi="Arial" w:cs="Arial"/>
                <w:sz w:val="20"/>
                <w:szCs w:val="20"/>
              </w:rPr>
              <w:t xml:space="preserve">) </w:t>
            </w:r>
          </w:p>
        </w:tc>
      </w:tr>
      <w:tr w:rsidR="00D71B99" w:rsidRPr="008E7459" w:rsidTr="00D71B99">
        <w:trPr>
          <w:trHeight w:val="867"/>
        </w:trPr>
        <w:tc>
          <w:tcPr>
            <w:tcW w:w="1843" w:type="dxa"/>
            <w:noWrap/>
          </w:tcPr>
          <w:p w:rsidR="00D71B99" w:rsidRPr="008E7459" w:rsidRDefault="00F025A7" w:rsidP="00D71B99">
            <w:pPr>
              <w:rPr>
                <w:rFonts w:ascii="Arial" w:hAnsi="Arial" w:cs="Arial"/>
                <w:b/>
                <w:bCs/>
                <w:sz w:val="20"/>
                <w:szCs w:val="20"/>
              </w:rPr>
            </w:pPr>
            <w:r w:rsidRPr="008E7459">
              <w:rPr>
                <w:rFonts w:ascii="Arial" w:hAnsi="Arial" w:cs="Arial"/>
                <w:b/>
                <w:bCs/>
                <w:sz w:val="20"/>
                <w:szCs w:val="20"/>
              </w:rPr>
              <w:t>Table NEA.3</w:t>
            </w:r>
            <w:r w:rsidR="00D71B99" w:rsidRPr="008E7459">
              <w:rPr>
                <w:rFonts w:ascii="Arial" w:hAnsi="Arial" w:cs="Arial"/>
                <w:b/>
                <w:bCs/>
                <w:sz w:val="20"/>
                <w:szCs w:val="20"/>
              </w:rPr>
              <w:t>.22</w:t>
            </w:r>
          </w:p>
        </w:tc>
        <w:tc>
          <w:tcPr>
            <w:tcW w:w="6946" w:type="dxa"/>
          </w:tcPr>
          <w:p w:rsidR="00D71B99" w:rsidRPr="008E7459" w:rsidRDefault="00F025A7" w:rsidP="00D71B99">
            <w:pPr>
              <w:jc w:val="both"/>
              <w:rPr>
                <w:rFonts w:ascii="Arial" w:hAnsi="Arial" w:cs="Arial"/>
                <w:sz w:val="20"/>
                <w:szCs w:val="20"/>
              </w:rPr>
            </w:pPr>
            <w:r w:rsidRPr="008E7459">
              <w:rPr>
                <w:rFonts w:ascii="Arial" w:hAnsi="Arial" w:cs="Arial"/>
                <w:sz w:val="20"/>
                <w:szCs w:val="20"/>
              </w:rPr>
              <w:t>Proportion, relative standard error, and confidence intervals of Year 4 students international level of reading literacy in PIRLS assessments by Geolocation, 2011 (</w:t>
            </w:r>
            <w:r w:rsidR="00781B70" w:rsidRPr="008E7459">
              <w:rPr>
                <w:rFonts w:ascii="Arial" w:hAnsi="Arial" w:cs="Arial"/>
                <w:sz w:val="20"/>
                <w:szCs w:val="20"/>
              </w:rPr>
              <w:t>per cent</w:t>
            </w:r>
            <w:r w:rsidRPr="008E7459">
              <w:rPr>
                <w:rFonts w:ascii="Arial" w:hAnsi="Arial" w:cs="Arial"/>
                <w:sz w:val="20"/>
                <w:szCs w:val="20"/>
              </w:rPr>
              <w:t>)</w:t>
            </w:r>
          </w:p>
        </w:tc>
      </w:tr>
    </w:tbl>
    <w:p w:rsidR="004E4503" w:rsidRPr="008E7459" w:rsidRDefault="004E4503" w:rsidP="006C2A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E4503" w:rsidRPr="008E7459" w:rsidTr="001B6619">
        <w:tc>
          <w:tcPr>
            <w:tcW w:w="8771" w:type="dxa"/>
            <w:tcBorders>
              <w:top w:val="single" w:sz="6" w:space="0" w:color="auto"/>
              <w:bottom w:val="nil"/>
            </w:tcBorders>
          </w:tcPr>
          <w:p w:rsidR="004E4503" w:rsidRPr="008E7459" w:rsidRDefault="004E4503" w:rsidP="001B6619">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15</w:t>
            </w:r>
            <w:r w:rsidRPr="008E7459">
              <w:rPr>
                <w:b w:val="0"/>
              </w:rPr>
              <w:fldChar w:fldCharType="end"/>
            </w:r>
            <w:r w:rsidRPr="008E7459">
              <w:tab/>
              <w:t>Comment on data quality</w:t>
            </w:r>
          </w:p>
        </w:tc>
      </w:tr>
      <w:tr w:rsidR="004E4503" w:rsidRPr="008E7459" w:rsidTr="001B6619">
        <w:trPr>
          <w:cantSplit/>
        </w:trPr>
        <w:tc>
          <w:tcPr>
            <w:tcW w:w="8771" w:type="dxa"/>
            <w:tcBorders>
              <w:top w:val="nil"/>
              <w:left w:val="single" w:sz="4" w:space="0" w:color="auto"/>
              <w:bottom w:val="nil"/>
              <w:right w:val="single" w:sz="4" w:space="0" w:color="auto"/>
            </w:tcBorders>
          </w:tcPr>
          <w:p w:rsidR="004E4503" w:rsidRPr="008E7459" w:rsidRDefault="0077743F" w:rsidP="0077743F">
            <w:pPr>
              <w:pStyle w:val="Box"/>
            </w:pPr>
            <w:r w:rsidRPr="008E7459">
              <w:t>The DQS for this indicator has been prepared by ACER and is included in its original form in the section in this report titled ‘Data Quality Statements.’ Key points from the DQS are summarised below.</w:t>
            </w:r>
          </w:p>
          <w:p w:rsidR="007111F9" w:rsidRPr="008E7459" w:rsidRDefault="0077743F" w:rsidP="0077743F">
            <w:pPr>
              <w:pStyle w:val="BoxListBullet"/>
            </w:pPr>
            <w:r w:rsidRPr="008E7459">
              <w:t>The data provide relevant information on the proportion</w:t>
            </w:r>
            <w:r w:rsidR="00E814F6" w:rsidRPr="008E7459">
              <w:t>s</w:t>
            </w:r>
            <w:r w:rsidRPr="008E7459">
              <w:t xml:space="preserve"> of students in the bottom and top levels of performance </w:t>
            </w:r>
            <w:r w:rsidR="00E814F6" w:rsidRPr="008E7459">
              <w:t xml:space="preserve">in international testing. </w:t>
            </w:r>
          </w:p>
          <w:p w:rsidR="00E814F6" w:rsidRPr="008E7459" w:rsidRDefault="00E814F6" w:rsidP="0077743F">
            <w:pPr>
              <w:pStyle w:val="BoxListBullet"/>
            </w:pPr>
            <w:r w:rsidRPr="008E7459">
              <w:t>This report includes data on:</w:t>
            </w:r>
          </w:p>
          <w:p w:rsidR="00E814F6" w:rsidRPr="008E7459" w:rsidRDefault="007111F9" w:rsidP="007C0148">
            <w:pPr>
              <w:pStyle w:val="BoxListBullet2"/>
            </w:pPr>
            <w:r w:rsidRPr="008E7459">
              <w:t xml:space="preserve">year 4 and year 8 </w:t>
            </w:r>
            <w:r w:rsidR="0077743F" w:rsidRPr="008E7459">
              <w:t>mathematics and science achievement</w:t>
            </w:r>
            <w:r w:rsidR="0026685B" w:rsidRPr="008E7459">
              <w:t xml:space="preserve"> from TIMS</w:t>
            </w:r>
            <w:r w:rsidR="00E814F6" w:rsidRPr="008E7459">
              <w:t>S</w:t>
            </w:r>
            <w:r w:rsidRPr="008E7459">
              <w:t>. Data are available for TIMSS every four years.</w:t>
            </w:r>
          </w:p>
          <w:p w:rsidR="0077743F" w:rsidRPr="008E7459" w:rsidRDefault="007111F9" w:rsidP="007C0148">
            <w:pPr>
              <w:pStyle w:val="BoxListBullet2"/>
            </w:pPr>
            <w:r w:rsidRPr="008E7459">
              <w:t xml:space="preserve">year 4 </w:t>
            </w:r>
            <w:r w:rsidR="0077743F" w:rsidRPr="008E7459">
              <w:t>reading literacy</w:t>
            </w:r>
            <w:r w:rsidR="00E814F6" w:rsidRPr="008E7459">
              <w:t xml:space="preserve"> from PIRLS</w:t>
            </w:r>
            <w:r w:rsidR="0077743F" w:rsidRPr="008E7459">
              <w:t xml:space="preserve">. </w:t>
            </w:r>
          </w:p>
          <w:p w:rsidR="0077743F" w:rsidRPr="008E7459" w:rsidRDefault="0077743F" w:rsidP="00295095">
            <w:pPr>
              <w:pStyle w:val="BoxListBullet"/>
            </w:pPr>
            <w:r w:rsidRPr="008E7459">
              <w:t xml:space="preserve">Data </w:t>
            </w:r>
            <w:r w:rsidR="007111F9" w:rsidRPr="008E7459">
              <w:t xml:space="preserve">from </w:t>
            </w:r>
            <w:r w:rsidR="0026685B" w:rsidRPr="008E7459">
              <w:t>TIMSS</w:t>
            </w:r>
            <w:r w:rsidR="007111F9" w:rsidRPr="008E7459">
              <w:t xml:space="preserve"> and PIRLS </w:t>
            </w:r>
            <w:r w:rsidRPr="008E7459">
              <w:t>are available by State and Territory.</w:t>
            </w:r>
            <w:r w:rsidR="007111F9" w:rsidRPr="008E7459">
              <w:t xml:space="preserve"> National level data are available by Indigenous status</w:t>
            </w:r>
            <w:r w:rsidR="006C2A08" w:rsidRPr="008E7459">
              <w:t xml:space="preserve"> and</w:t>
            </w:r>
            <w:r w:rsidR="007111F9" w:rsidRPr="008E7459">
              <w:t xml:space="preserve"> </w:t>
            </w:r>
            <w:r w:rsidR="006C2A08" w:rsidRPr="008E7459">
              <w:t>socioeconomic status (parental education)</w:t>
            </w:r>
            <w:r w:rsidR="007111F9" w:rsidRPr="008E7459">
              <w:t>.</w:t>
            </w:r>
          </w:p>
          <w:p w:rsidR="0077743F" w:rsidRPr="008E7459" w:rsidRDefault="006C2A08" w:rsidP="00AB2159">
            <w:pPr>
              <w:pStyle w:val="BoxListBullet"/>
            </w:pPr>
            <w:r w:rsidRPr="008E7459">
              <w:t xml:space="preserve">TIMSS data are available </w:t>
            </w:r>
            <w:r w:rsidR="004D6903" w:rsidRPr="008E7459">
              <w:t>every four years</w:t>
            </w:r>
            <w:r w:rsidR="00AB2159" w:rsidRPr="008E7459">
              <w:t>.</w:t>
            </w:r>
          </w:p>
          <w:p w:rsidR="00AB2159" w:rsidRPr="008E7459" w:rsidRDefault="0026685B" w:rsidP="00AB2159">
            <w:pPr>
              <w:pStyle w:val="BoxListBullet"/>
            </w:pPr>
            <w:r w:rsidRPr="008E7459">
              <w:t>TIMSS</w:t>
            </w:r>
            <w:r w:rsidR="007111F9" w:rsidRPr="008E7459">
              <w:t xml:space="preserve"> and PIRLS </w:t>
            </w:r>
            <w:r w:rsidR="00AB2159" w:rsidRPr="008E7459">
              <w:t>data are collected by ACER as part of the National Assessment Program.</w:t>
            </w:r>
            <w:r w:rsidR="00E41429" w:rsidRPr="008E7459">
              <w:t xml:space="preserve"> </w:t>
            </w:r>
            <w:r w:rsidR="00AB2159" w:rsidRPr="008E7459">
              <w:t>Participation of selected schools is mandatory, and participation of students is voluntary.</w:t>
            </w:r>
          </w:p>
          <w:p w:rsidR="00AB2159" w:rsidRPr="008E7459" w:rsidRDefault="00AB2159" w:rsidP="00AB2159">
            <w:pPr>
              <w:pStyle w:val="Box"/>
            </w:pPr>
            <w:r w:rsidRPr="008E7459">
              <w:t>The Steering Committee also notes the following issues:</w:t>
            </w:r>
          </w:p>
          <w:p w:rsidR="009F5E85" w:rsidRPr="008E7459" w:rsidRDefault="00F064CB" w:rsidP="0001499D">
            <w:pPr>
              <w:pStyle w:val="BoxListBullet"/>
            </w:pPr>
            <w:r w:rsidRPr="008E7459">
              <w:t>The disaggregation of data for</w:t>
            </w:r>
            <w:r w:rsidR="00F2638F" w:rsidRPr="008E7459">
              <w:t xml:space="preserve"> students in the ‘top’ and ‘bottom’ levels of performance has generally resulted in larger RSEs than for the disaggregation of data </w:t>
            </w:r>
            <w:r w:rsidRPr="008E7459">
              <w:t>for</w:t>
            </w:r>
            <w:r w:rsidR="00F2638F" w:rsidRPr="008E7459">
              <w:t xml:space="preserve"> students </w:t>
            </w:r>
            <w:r w:rsidRPr="008E7459">
              <w:t xml:space="preserve">at the </w:t>
            </w:r>
            <w:r w:rsidR="00F2638F" w:rsidRPr="008E7459">
              <w:t>‘</w:t>
            </w:r>
            <w:r w:rsidR="0001499D" w:rsidRPr="008E7459">
              <w:t>nationally agreed proficiency level</w:t>
            </w:r>
            <w:r w:rsidR="00F2638F" w:rsidRPr="008E7459">
              <w:t xml:space="preserve">’. </w:t>
            </w:r>
            <w:r w:rsidR="00E425B0" w:rsidRPr="008E7459">
              <w:t>Larger</w:t>
            </w:r>
            <w:r w:rsidR="00F2638F" w:rsidRPr="008E7459">
              <w:t xml:space="preserve"> RSEs </w:t>
            </w:r>
            <w:r w:rsidRPr="008E7459">
              <w:t xml:space="preserve">may </w:t>
            </w:r>
            <w:r w:rsidR="00E425B0" w:rsidRPr="008E7459">
              <w:t>affect</w:t>
            </w:r>
            <w:r w:rsidR="00F2638F" w:rsidRPr="008E7459">
              <w:t xml:space="preserve"> the ability to identify </w:t>
            </w:r>
            <w:r w:rsidR="0001499D" w:rsidRPr="008E7459">
              <w:t xml:space="preserve">significant </w:t>
            </w:r>
            <w:r w:rsidR="00F2638F" w:rsidRPr="008E7459">
              <w:t>changes over time.</w:t>
            </w:r>
          </w:p>
          <w:p w:rsidR="006D333F" w:rsidRPr="008E7459" w:rsidRDefault="006D333F" w:rsidP="006C2A08">
            <w:pPr>
              <w:pStyle w:val="BoxListBullet"/>
            </w:pPr>
            <w:r w:rsidRPr="008E7459">
              <w:t>Previous reports have included data on</w:t>
            </w:r>
            <w:r w:rsidR="006C2A08" w:rsidRPr="008E7459">
              <w:t xml:space="preserve"> s</w:t>
            </w:r>
            <w:r w:rsidRPr="008E7459">
              <w:t>tudents reading literacy, mathematical literacy and scientific literacy from PISA. PISA data are available every three years, with updated data expected to be available for reporting in 2013.</w:t>
            </w:r>
          </w:p>
          <w:p w:rsidR="00284FC1" w:rsidRPr="008E7459" w:rsidRDefault="00E8736C" w:rsidP="00EA347B">
            <w:pPr>
              <w:pStyle w:val="BoxListBullet"/>
            </w:pPr>
            <w:r w:rsidRPr="008E7459">
              <w:t xml:space="preserve">Australia participated in </w:t>
            </w:r>
            <w:r w:rsidR="00284FC1" w:rsidRPr="008E7459">
              <w:t>PIRLS</w:t>
            </w:r>
            <w:r w:rsidRPr="008E7459">
              <w:t xml:space="preserve"> for the first time in 2011</w:t>
            </w:r>
            <w:r w:rsidR="00284FC1" w:rsidRPr="008E7459">
              <w:t xml:space="preserve"> and </w:t>
            </w:r>
            <w:r w:rsidR="00E814F6" w:rsidRPr="008E7459">
              <w:t>future participation is uncertain</w:t>
            </w:r>
            <w:r w:rsidR="00284FC1" w:rsidRPr="008E7459">
              <w:t xml:space="preserve">. </w:t>
            </w:r>
          </w:p>
          <w:p w:rsidR="00AB2159" w:rsidRPr="008E7459" w:rsidRDefault="00284FC1" w:rsidP="00AB2159">
            <w:pPr>
              <w:pStyle w:val="BoxListBullet"/>
            </w:pPr>
            <w:r w:rsidRPr="008E7459">
              <w:t>Year four s</w:t>
            </w:r>
            <w:r w:rsidR="00EA347B" w:rsidRPr="008E7459">
              <w:t>tudents who participated in TIMSS and P</w:t>
            </w:r>
            <w:r w:rsidRPr="008E7459">
              <w:t>IRLS were from the same sample.</w:t>
            </w:r>
            <w:r w:rsidR="00AB2159" w:rsidRPr="008E7459">
              <w:t xml:space="preserve"> </w:t>
            </w:r>
          </w:p>
          <w:p w:rsidR="00EA347B" w:rsidRPr="008E7459" w:rsidRDefault="00EA347B" w:rsidP="00EA347B">
            <w:pPr>
              <w:pStyle w:val="BoxListBullet"/>
            </w:pPr>
            <w:r w:rsidRPr="008E7459">
              <w:t>PIRLS is a particular view of reading literacy, which may or may n</w:t>
            </w:r>
            <w:r w:rsidR="006C2A08" w:rsidRPr="008E7459">
              <w:t>ot align to frameworks in some States and T</w:t>
            </w:r>
            <w:r w:rsidRPr="008E7459">
              <w:t xml:space="preserve">erritories. In addition, the </w:t>
            </w:r>
            <w:r w:rsidRPr="008E7459">
              <w:rPr>
                <w:szCs w:val="22"/>
              </w:rPr>
              <w:t>sampling framework for these tests is such that results for smaller jurisdictions may not be as reliable as the national results.</w:t>
            </w:r>
          </w:p>
        </w:tc>
      </w:tr>
      <w:tr w:rsidR="004E4503" w:rsidRPr="008E7459" w:rsidTr="001B6619">
        <w:trPr>
          <w:cantSplit/>
        </w:trPr>
        <w:tc>
          <w:tcPr>
            <w:tcW w:w="8771" w:type="dxa"/>
            <w:tcBorders>
              <w:top w:val="nil"/>
              <w:left w:val="single" w:sz="4" w:space="0" w:color="auto"/>
              <w:bottom w:val="single" w:sz="4" w:space="0" w:color="auto"/>
              <w:right w:val="single" w:sz="4" w:space="0" w:color="auto"/>
            </w:tcBorders>
          </w:tcPr>
          <w:p w:rsidR="004E4503" w:rsidRPr="008E7459" w:rsidRDefault="004E4503" w:rsidP="001B6619">
            <w:pPr>
              <w:pStyle w:val="Box"/>
              <w:spacing w:before="0" w:line="120" w:lineRule="exact"/>
            </w:pPr>
          </w:p>
        </w:tc>
      </w:tr>
    </w:tbl>
    <w:p w:rsidR="00847A99" w:rsidRPr="008E7459" w:rsidRDefault="0026369A" w:rsidP="00680E60">
      <w:pPr>
        <w:pStyle w:val="Heading3"/>
        <w:spacing w:before="0" w:line="240" w:lineRule="auto"/>
      </w:pPr>
      <w:r w:rsidRPr="008E7459">
        <w:br w:type="page"/>
      </w:r>
      <w:bookmarkStart w:id="30" w:name="_Ref322529351"/>
      <w:bookmarkStart w:id="31" w:name="_Ref357178623"/>
      <w:r w:rsidR="00E80495" w:rsidRPr="008E7459">
        <w:lastRenderedPageBreak/>
        <w:t>NEA Indicator 4 —</w:t>
      </w:r>
      <w:r w:rsidRPr="008E7459">
        <w:t xml:space="preserve"> </w:t>
      </w:r>
      <w:bookmarkEnd w:id="30"/>
      <w:r w:rsidR="00E465E4" w:rsidRPr="008E7459">
        <w:t>The proportion of young people who have attained at least a year 12 or equivalent or AQF Certificate Level II/III or above</w:t>
      </w:r>
      <w:bookmarkEnd w:id="31"/>
    </w:p>
    <w:p w:rsidR="0026369A" w:rsidRPr="008E7459" w:rsidRDefault="0026369A" w:rsidP="00847A99">
      <w:pPr>
        <w:pStyle w:val="BoxSpace"/>
      </w:pPr>
    </w:p>
    <w:tbl>
      <w:tblPr>
        <w:tblW w:w="8779" w:type="dxa"/>
        <w:tblInd w:w="108" w:type="dxa"/>
        <w:tblLook w:val="01E0" w:firstRow="1" w:lastRow="1" w:firstColumn="1" w:lastColumn="1" w:noHBand="0" w:noVBand="0"/>
      </w:tblPr>
      <w:tblGrid>
        <w:gridCol w:w="1981"/>
        <w:gridCol w:w="6798"/>
      </w:tblGrid>
      <w:tr w:rsidR="00E465E4" w:rsidRPr="008E7459" w:rsidTr="00F872A1">
        <w:trPr>
          <w:trHeight w:val="1791"/>
        </w:trPr>
        <w:tc>
          <w:tcPr>
            <w:tcW w:w="1981" w:type="dxa"/>
          </w:tcPr>
          <w:p w:rsidR="0026369A" w:rsidRPr="008E7459" w:rsidRDefault="0026369A" w:rsidP="0026369A">
            <w:pPr>
              <w:pStyle w:val="TableBodyText"/>
              <w:ind w:left="-108"/>
              <w:jc w:val="left"/>
              <w:rPr>
                <w:rFonts w:cs="Arial"/>
              </w:rPr>
            </w:pPr>
            <w:r w:rsidRPr="008E7459">
              <w:rPr>
                <w:rFonts w:cs="Arial"/>
              </w:rPr>
              <w:t>Key amendments from previous cycle</w:t>
            </w:r>
            <w:r w:rsidR="00E465E4" w:rsidRPr="008E7459">
              <w:rPr>
                <w:rFonts w:cs="Arial"/>
              </w:rPr>
              <w:t xml:space="preserve"> of reporting</w:t>
            </w:r>
            <w:r w:rsidRPr="008E7459">
              <w:rPr>
                <w:rFonts w:cs="Arial"/>
              </w:rPr>
              <w:t>:</w:t>
            </w:r>
          </w:p>
          <w:p w:rsidR="0026369A" w:rsidRPr="008E7459" w:rsidRDefault="0026369A" w:rsidP="0026369A">
            <w:pPr>
              <w:pStyle w:val="TableBodyText"/>
              <w:ind w:left="34"/>
              <w:jc w:val="left"/>
              <w:rPr>
                <w:rFonts w:cs="Arial"/>
              </w:rPr>
            </w:pPr>
          </w:p>
        </w:tc>
        <w:tc>
          <w:tcPr>
            <w:tcW w:w="6798" w:type="dxa"/>
          </w:tcPr>
          <w:p w:rsidR="00F025A7" w:rsidRPr="008E7459" w:rsidRDefault="00F025A7" w:rsidP="001333E1">
            <w:pPr>
              <w:pStyle w:val="TableBodyText"/>
              <w:jc w:val="left"/>
              <w:rPr>
                <w:rFonts w:cs="Arial"/>
              </w:rPr>
            </w:pPr>
            <w:r w:rsidRPr="008E7459">
              <w:rPr>
                <w:rFonts w:cs="Arial"/>
              </w:rPr>
              <w:t xml:space="preserve">This indicator is based on performance indicators 7 and 8 from the previous NEA, with the addition of two new measures (4(c) and 4(d)). Data for measures 4(c) and 4(d) are provided backcast to the baseline of 2008 (or 2006 for </w:t>
            </w:r>
            <w:r w:rsidR="008921A5" w:rsidRPr="008E7459">
              <w:rPr>
                <w:rFonts w:cs="Arial"/>
              </w:rPr>
              <w:t>Census</w:t>
            </w:r>
            <w:r w:rsidRPr="008E7459">
              <w:rPr>
                <w:rFonts w:cs="Arial"/>
              </w:rPr>
              <w:t xml:space="preserve">). </w:t>
            </w:r>
          </w:p>
          <w:p w:rsidR="002273D7" w:rsidRPr="008E7459" w:rsidRDefault="002273D7" w:rsidP="001333E1">
            <w:pPr>
              <w:pStyle w:val="TableBodyText"/>
              <w:jc w:val="left"/>
              <w:rPr>
                <w:rFonts w:cs="Arial"/>
              </w:rPr>
            </w:pPr>
            <w:r w:rsidRPr="008E7459">
              <w:rPr>
                <w:rFonts w:cs="Arial"/>
              </w:rPr>
              <w:t>In accordance with the recommendations in the NEA review report endorsed by COAG</w:t>
            </w:r>
            <w:r w:rsidR="00C1123A" w:rsidRPr="008E7459">
              <w:rPr>
                <w:rFonts w:cs="Arial"/>
              </w:rPr>
              <w:t>,</w:t>
            </w:r>
            <w:r w:rsidRPr="008E7459">
              <w:rPr>
                <w:rFonts w:cs="Arial"/>
              </w:rPr>
              <w:t xml:space="preserve"> national data are provided from the SEW with State and Territory data provided from the </w:t>
            </w:r>
            <w:r w:rsidR="008921A5" w:rsidRPr="008E7459">
              <w:rPr>
                <w:rFonts w:cs="Arial"/>
              </w:rPr>
              <w:t>Census</w:t>
            </w:r>
            <w:r w:rsidRPr="008E7459">
              <w:rPr>
                <w:rFonts w:cs="Arial"/>
              </w:rPr>
              <w:t>.</w:t>
            </w:r>
          </w:p>
        </w:tc>
      </w:tr>
      <w:tr w:rsidR="00E465E4" w:rsidRPr="008E7459" w:rsidTr="00F872A1">
        <w:trPr>
          <w:trHeight w:val="1379"/>
        </w:trPr>
        <w:tc>
          <w:tcPr>
            <w:tcW w:w="1981" w:type="dxa"/>
          </w:tcPr>
          <w:p w:rsidR="0026369A" w:rsidRPr="008E7459" w:rsidRDefault="00EB3F0E" w:rsidP="0026369A">
            <w:pPr>
              <w:pStyle w:val="TableBodyText"/>
              <w:ind w:left="-113"/>
              <w:jc w:val="left"/>
              <w:rPr>
                <w:rFonts w:cs="Arial"/>
              </w:rPr>
            </w:pPr>
            <w:r w:rsidRPr="008E7459">
              <w:rPr>
                <w:rFonts w:cs="Arial"/>
              </w:rPr>
              <w:t>Outcomes:</w:t>
            </w:r>
          </w:p>
        </w:tc>
        <w:tc>
          <w:tcPr>
            <w:tcW w:w="6798" w:type="dxa"/>
          </w:tcPr>
          <w:p w:rsidR="00E465E4" w:rsidRPr="008E7459" w:rsidRDefault="00E465E4" w:rsidP="00E465E4">
            <w:pPr>
              <w:pStyle w:val="TableBodyText"/>
              <w:jc w:val="left"/>
              <w:rPr>
                <w:rFonts w:cs="Arial"/>
              </w:rPr>
            </w:pPr>
            <w:r w:rsidRPr="008E7459">
              <w:rPr>
                <w:rFonts w:cs="Arial"/>
              </w:rPr>
              <w:t>Young people make a successful transition from school to work and further study</w:t>
            </w:r>
          </w:p>
          <w:p w:rsidR="00E465E4" w:rsidRPr="008E7459" w:rsidRDefault="00E465E4" w:rsidP="00E465E4">
            <w:pPr>
              <w:pStyle w:val="TableBodyText"/>
              <w:jc w:val="left"/>
              <w:rPr>
                <w:rFonts w:cs="Arial"/>
              </w:rPr>
            </w:pPr>
          </w:p>
          <w:p w:rsidR="0026369A" w:rsidRPr="008E7459" w:rsidRDefault="00E465E4" w:rsidP="00E465E4">
            <w:pPr>
              <w:pStyle w:val="TableBodyText"/>
              <w:jc w:val="left"/>
              <w:rPr>
                <w:rFonts w:cs="Arial"/>
              </w:rPr>
            </w:pPr>
            <w:r w:rsidRPr="008E7459">
              <w:rPr>
                <w:rFonts w:cs="Arial"/>
              </w:rPr>
              <w:t>Schooling promotes the social inclusion and reduces the educational disadvantage of children, especially Indigenous children</w:t>
            </w:r>
          </w:p>
        </w:tc>
      </w:tr>
      <w:tr w:rsidR="00E465E4" w:rsidRPr="008E7459" w:rsidTr="00F872A1">
        <w:trPr>
          <w:trHeight w:val="1709"/>
        </w:trPr>
        <w:tc>
          <w:tcPr>
            <w:tcW w:w="1981" w:type="dxa"/>
          </w:tcPr>
          <w:p w:rsidR="0026369A" w:rsidRPr="008E7459" w:rsidRDefault="0026369A" w:rsidP="0026369A">
            <w:pPr>
              <w:pStyle w:val="TableBodyText"/>
              <w:ind w:left="-113"/>
              <w:jc w:val="left"/>
              <w:rPr>
                <w:rFonts w:cs="Arial"/>
              </w:rPr>
            </w:pPr>
            <w:r w:rsidRPr="008E7459">
              <w:rPr>
                <w:rFonts w:cs="Arial"/>
              </w:rPr>
              <w:t xml:space="preserve">Measures: </w:t>
            </w:r>
          </w:p>
        </w:tc>
        <w:tc>
          <w:tcPr>
            <w:tcW w:w="6798" w:type="dxa"/>
          </w:tcPr>
          <w:p w:rsidR="00E465E4" w:rsidRPr="008E7459" w:rsidRDefault="00E465E4" w:rsidP="00E465E4">
            <w:pPr>
              <w:pStyle w:val="TableBodyText"/>
              <w:jc w:val="left"/>
              <w:rPr>
                <w:rFonts w:cs="Arial"/>
              </w:rPr>
            </w:pPr>
            <w:r w:rsidRPr="008E7459">
              <w:rPr>
                <w:rFonts w:cs="Arial"/>
              </w:rPr>
              <w:t>There are four measures for this indicator:</w:t>
            </w:r>
          </w:p>
          <w:p w:rsidR="00E465E4" w:rsidRPr="008E7459" w:rsidRDefault="00E465E4" w:rsidP="00E465E4">
            <w:pPr>
              <w:pStyle w:val="TableBodyText"/>
              <w:jc w:val="left"/>
              <w:rPr>
                <w:rFonts w:cs="Arial"/>
              </w:rPr>
            </w:pPr>
          </w:p>
          <w:p w:rsidR="00E465E4" w:rsidRPr="008E7459" w:rsidRDefault="00E465E4" w:rsidP="00E465E4">
            <w:pPr>
              <w:pStyle w:val="TableBodyText"/>
              <w:jc w:val="left"/>
              <w:rPr>
                <w:rFonts w:cs="Arial"/>
              </w:rPr>
            </w:pPr>
            <w:r w:rsidRPr="008E7459">
              <w:rPr>
                <w:rFonts w:cs="Arial"/>
              </w:rPr>
              <w:t>Measure 4(a): The proportion of the population of young people aged 20</w:t>
            </w:r>
            <w:r w:rsidR="00C1123A" w:rsidRPr="008E7459">
              <w:rPr>
                <w:rFonts w:cs="Arial"/>
              </w:rPr>
              <w:t>–</w:t>
            </w:r>
            <w:r w:rsidRPr="008E7459">
              <w:rPr>
                <w:rFonts w:cs="Arial"/>
              </w:rPr>
              <w:t>24 years who have completed Year 12 or equivalent or gained a qualification at AQF Certificate II or above</w:t>
            </w:r>
          </w:p>
          <w:p w:rsidR="00E465E4" w:rsidRPr="008E7459" w:rsidRDefault="00E465E4" w:rsidP="00E465E4">
            <w:pPr>
              <w:pStyle w:val="TableBodyText"/>
              <w:jc w:val="left"/>
              <w:rPr>
                <w:rFonts w:cs="Arial"/>
              </w:rPr>
            </w:pPr>
          </w:p>
          <w:p w:rsidR="00E465E4" w:rsidRPr="008E7459" w:rsidRDefault="00E465E4" w:rsidP="00E465E4">
            <w:pPr>
              <w:pStyle w:val="TableBodyText"/>
              <w:jc w:val="left"/>
              <w:rPr>
                <w:rFonts w:cs="Arial"/>
              </w:rPr>
            </w:pPr>
            <w:r w:rsidRPr="008E7459">
              <w:rPr>
                <w:rFonts w:cs="Arial"/>
              </w:rPr>
              <w:t>Measure 4(b): The proportion of the populations of Indigenous and low SES young people aged 20</w:t>
            </w:r>
            <w:r w:rsidR="00C1123A" w:rsidRPr="008E7459">
              <w:rPr>
                <w:rFonts w:cs="Arial"/>
              </w:rPr>
              <w:t>–</w:t>
            </w:r>
            <w:r w:rsidRPr="008E7459">
              <w:rPr>
                <w:rFonts w:cs="Arial"/>
              </w:rPr>
              <w:t>24 years who have completed Year 12 or equivalent or gained a qualification at AQF Certificate II or above</w:t>
            </w:r>
          </w:p>
          <w:p w:rsidR="00E465E4" w:rsidRPr="008E7459" w:rsidRDefault="00E465E4" w:rsidP="00E465E4">
            <w:pPr>
              <w:pStyle w:val="TableBodyText"/>
              <w:jc w:val="left"/>
              <w:rPr>
                <w:rFonts w:cs="Arial"/>
              </w:rPr>
            </w:pPr>
          </w:p>
          <w:p w:rsidR="00E465E4" w:rsidRPr="008E7459" w:rsidRDefault="00E465E4" w:rsidP="00E465E4">
            <w:pPr>
              <w:pStyle w:val="TableBodyText"/>
              <w:jc w:val="left"/>
              <w:rPr>
                <w:rFonts w:cs="Arial"/>
              </w:rPr>
            </w:pPr>
            <w:r w:rsidRPr="008E7459">
              <w:rPr>
                <w:rFonts w:cs="Arial"/>
              </w:rPr>
              <w:t>Measure 4(c): The proportion of the p</w:t>
            </w:r>
            <w:r w:rsidR="005D4CAA" w:rsidRPr="008E7459">
              <w:rPr>
                <w:rFonts w:cs="Arial"/>
              </w:rPr>
              <w:t xml:space="preserve">opulation of young people aged </w:t>
            </w:r>
            <w:r w:rsidRPr="008E7459">
              <w:rPr>
                <w:rFonts w:cs="Arial"/>
              </w:rPr>
              <w:t>20–24 years who have completed Year 12 or equivalent or gained a qualification at AQF Certificate III or above</w:t>
            </w:r>
          </w:p>
          <w:p w:rsidR="00E465E4" w:rsidRPr="008E7459" w:rsidRDefault="00E465E4" w:rsidP="00E465E4">
            <w:pPr>
              <w:pStyle w:val="TableBodyText"/>
              <w:jc w:val="left"/>
              <w:rPr>
                <w:rFonts w:cs="Arial"/>
              </w:rPr>
            </w:pPr>
          </w:p>
          <w:p w:rsidR="0026369A" w:rsidRPr="008E7459" w:rsidRDefault="00E465E4" w:rsidP="00E465E4">
            <w:pPr>
              <w:pStyle w:val="TableBodyText"/>
              <w:jc w:val="left"/>
              <w:rPr>
                <w:rFonts w:cs="Arial"/>
              </w:rPr>
            </w:pPr>
            <w:r w:rsidRPr="008E7459">
              <w:rPr>
                <w:rFonts w:cs="Arial"/>
              </w:rPr>
              <w:t>Measure 4(d): The proportion of the populations of Indigenous and low SES young people aged 20–24 years who have completed Year 12 or equivalent or gained a qualification at AQF Certificate III or above</w:t>
            </w:r>
          </w:p>
          <w:p w:rsidR="00E465E4" w:rsidRPr="008E7459" w:rsidRDefault="00E465E4" w:rsidP="00E465E4">
            <w:pPr>
              <w:pStyle w:val="TableBodyText"/>
              <w:jc w:val="left"/>
              <w:rPr>
                <w:rFonts w:cs="Arial"/>
              </w:rPr>
            </w:pPr>
          </w:p>
          <w:p w:rsidR="00C33726" w:rsidRPr="008E7459" w:rsidRDefault="008921A5" w:rsidP="00C33726">
            <w:pPr>
              <w:pStyle w:val="TableBodyText"/>
              <w:jc w:val="left"/>
              <w:rPr>
                <w:rFonts w:cs="Arial"/>
              </w:rPr>
            </w:pPr>
            <w:r w:rsidRPr="008E7459">
              <w:rPr>
                <w:rFonts w:cs="Arial"/>
              </w:rPr>
              <w:t>Census</w:t>
            </w:r>
            <w:r w:rsidR="00C33726" w:rsidRPr="008E7459">
              <w:rPr>
                <w:rFonts w:cs="Arial"/>
              </w:rPr>
              <w:t xml:space="preserve"> and SEW data: Persons whose highest level of attainment is determined to be certificate level but is not able to be further defined (ie, Certificate nfd) are assumed to have attained below Certificate level II and are therefore not included in the numerator</w:t>
            </w:r>
          </w:p>
          <w:p w:rsidR="00C33726" w:rsidRPr="008E7459" w:rsidRDefault="00C33726" w:rsidP="00C33726">
            <w:pPr>
              <w:pStyle w:val="TableBodyText"/>
              <w:jc w:val="left"/>
              <w:rPr>
                <w:rFonts w:cs="Arial"/>
              </w:rPr>
            </w:pPr>
          </w:p>
          <w:p w:rsidR="00C33726" w:rsidRPr="008E7459" w:rsidRDefault="00C33726" w:rsidP="00C33726">
            <w:pPr>
              <w:pStyle w:val="TableBodyText"/>
              <w:jc w:val="left"/>
              <w:rPr>
                <w:rFonts w:cs="Arial"/>
              </w:rPr>
            </w:pPr>
            <w:r w:rsidRPr="008E7459">
              <w:rPr>
                <w:rFonts w:cs="Arial"/>
              </w:rPr>
              <w:t>SEW data: people whose highest level of attainment cannot be determined are assumed to have attained below Certificate II and are therefore not included in the numerator</w:t>
            </w:r>
          </w:p>
          <w:p w:rsidR="00C33726" w:rsidRPr="008E7459" w:rsidRDefault="00C33726" w:rsidP="00C33726">
            <w:pPr>
              <w:pStyle w:val="TableBodyText"/>
              <w:jc w:val="left"/>
              <w:rPr>
                <w:rFonts w:cs="Arial"/>
              </w:rPr>
            </w:pPr>
          </w:p>
          <w:p w:rsidR="00E465E4" w:rsidRPr="008E7459" w:rsidRDefault="008921A5" w:rsidP="00C33726">
            <w:pPr>
              <w:pStyle w:val="TableBodyText"/>
              <w:jc w:val="left"/>
              <w:rPr>
                <w:rFonts w:cs="Arial"/>
              </w:rPr>
            </w:pPr>
            <w:r w:rsidRPr="008E7459">
              <w:rPr>
                <w:rFonts w:cs="Arial"/>
              </w:rPr>
              <w:t>Census</w:t>
            </w:r>
            <w:r w:rsidR="00C33726" w:rsidRPr="008E7459">
              <w:rPr>
                <w:rFonts w:cs="Arial"/>
              </w:rPr>
              <w:t xml:space="preserve"> data: people whose educational attainment is not stated or inadequately described are excluded</w:t>
            </w:r>
          </w:p>
          <w:p w:rsidR="00E465E4" w:rsidRPr="008E7459" w:rsidRDefault="00E465E4" w:rsidP="00E465E4">
            <w:pPr>
              <w:pStyle w:val="TableBodyText"/>
              <w:jc w:val="left"/>
              <w:rPr>
                <w:rFonts w:cs="Arial"/>
              </w:rPr>
            </w:pPr>
          </w:p>
        </w:tc>
      </w:tr>
      <w:tr w:rsidR="00E465E4" w:rsidRPr="008E7459" w:rsidTr="00F872A1">
        <w:tc>
          <w:tcPr>
            <w:tcW w:w="1981" w:type="dxa"/>
          </w:tcPr>
          <w:p w:rsidR="00E465E4" w:rsidRPr="008E7459" w:rsidRDefault="00E465E4" w:rsidP="001B6619">
            <w:pPr>
              <w:pStyle w:val="TableBodyText"/>
              <w:jc w:val="left"/>
              <w:rPr>
                <w:rFonts w:cs="Arial"/>
              </w:rPr>
            </w:pPr>
            <w:r w:rsidRPr="008E7459">
              <w:rPr>
                <w:rFonts w:cs="Arial"/>
              </w:rPr>
              <w:t>Measure 4(a):</w:t>
            </w:r>
          </w:p>
        </w:tc>
        <w:tc>
          <w:tcPr>
            <w:tcW w:w="6798" w:type="dxa"/>
          </w:tcPr>
          <w:p w:rsidR="00E465E4" w:rsidRPr="008E7459" w:rsidRDefault="00E465E4" w:rsidP="001B6619">
            <w:pPr>
              <w:pStyle w:val="TableBodyText"/>
              <w:jc w:val="left"/>
              <w:rPr>
                <w:rFonts w:cs="Arial"/>
              </w:rPr>
            </w:pPr>
            <w:r w:rsidRPr="008E7459">
              <w:rPr>
                <w:rFonts w:cs="Arial"/>
              </w:rPr>
              <w:t>The proportion of the population of young people aged 20</w:t>
            </w:r>
            <w:r w:rsidR="00C1123A" w:rsidRPr="008E7459">
              <w:rPr>
                <w:rFonts w:cs="Arial"/>
              </w:rPr>
              <w:t>–</w:t>
            </w:r>
            <w:r w:rsidRPr="008E7459">
              <w:rPr>
                <w:rFonts w:cs="Arial"/>
              </w:rPr>
              <w:t>24 years who have completed year 12 or equivalent or gained a qualification at AQF Certificate Level II or above</w:t>
            </w:r>
          </w:p>
          <w:p w:rsidR="00E465E4" w:rsidRPr="008E7459" w:rsidRDefault="00E465E4" w:rsidP="001B6619">
            <w:pPr>
              <w:pStyle w:val="TableBodyText"/>
              <w:jc w:val="left"/>
              <w:rPr>
                <w:rFonts w:cs="Arial"/>
              </w:rPr>
            </w:pPr>
          </w:p>
          <w:p w:rsidR="00E465E4" w:rsidRPr="008E7459" w:rsidRDefault="00E465E4" w:rsidP="001B6619">
            <w:pPr>
              <w:pStyle w:val="TableBodyText"/>
              <w:jc w:val="left"/>
              <w:rPr>
                <w:rFonts w:cs="Arial"/>
              </w:rPr>
            </w:pPr>
            <w:r w:rsidRPr="008E7459">
              <w:rPr>
                <w:rFonts w:cs="Arial"/>
              </w:rPr>
              <w:t>The measure is defined as:</w:t>
            </w:r>
          </w:p>
          <w:p w:rsidR="00E465E4" w:rsidRPr="008E7459" w:rsidRDefault="00791519" w:rsidP="00AA187A">
            <w:pPr>
              <w:pStyle w:val="TableBullet"/>
              <w:numPr>
                <w:ilvl w:val="0"/>
                <w:numId w:val="24"/>
              </w:numPr>
              <w:rPr>
                <w:rFonts w:cs="Arial"/>
                <w:i/>
              </w:rPr>
            </w:pPr>
            <w:r w:rsidRPr="008E7459">
              <w:rPr>
                <w:rFonts w:cs="Arial"/>
                <w:i/>
              </w:rPr>
              <w:t xml:space="preserve">numerator — </w:t>
            </w:r>
            <w:r w:rsidR="00E465E4" w:rsidRPr="008E7459">
              <w:rPr>
                <w:rFonts w:cs="Arial"/>
              </w:rPr>
              <w:t>number of 20–24 year olds who self</w:t>
            </w:r>
            <w:r w:rsidR="00DE694D" w:rsidRPr="008E7459">
              <w:rPr>
                <w:rFonts w:cs="Arial"/>
              </w:rPr>
              <w:noBreakHyphen/>
            </w:r>
            <w:r w:rsidR="00E465E4" w:rsidRPr="008E7459">
              <w:rPr>
                <w:rFonts w:cs="Arial"/>
              </w:rPr>
              <w:t xml:space="preserve">identify as having </w:t>
            </w:r>
            <w:r w:rsidR="00E465E4" w:rsidRPr="008E7459">
              <w:rPr>
                <w:rFonts w:cs="Arial"/>
              </w:rPr>
              <w:lastRenderedPageBreak/>
              <w:t>attained a year 12 or AQF Certificate Level II or above (includes Certificate I/II nfd, excludes Certificate nfd)</w:t>
            </w:r>
          </w:p>
          <w:p w:rsidR="00E465E4" w:rsidRPr="008E7459" w:rsidRDefault="00791519" w:rsidP="00AA187A">
            <w:pPr>
              <w:pStyle w:val="TableBullet"/>
              <w:numPr>
                <w:ilvl w:val="0"/>
                <w:numId w:val="24"/>
              </w:numPr>
              <w:rPr>
                <w:rFonts w:cs="Arial"/>
                <w:i/>
              </w:rPr>
            </w:pPr>
            <w:r w:rsidRPr="008E7459">
              <w:rPr>
                <w:rFonts w:cs="Arial"/>
                <w:i/>
              </w:rPr>
              <w:t xml:space="preserve">denominator — </w:t>
            </w:r>
            <w:r w:rsidR="00E465E4" w:rsidRPr="008E7459">
              <w:rPr>
                <w:rFonts w:cs="Arial"/>
              </w:rPr>
              <w:t>number of 20–24 year olds in the population</w:t>
            </w:r>
          </w:p>
          <w:p w:rsidR="00E465E4" w:rsidRPr="008E7459" w:rsidRDefault="00E465E4" w:rsidP="001B6619">
            <w:pPr>
              <w:pStyle w:val="TableBodyText"/>
              <w:jc w:val="left"/>
              <w:rPr>
                <w:rFonts w:cs="Arial"/>
                <w:i/>
                <w:iCs/>
              </w:rPr>
            </w:pPr>
            <w:r w:rsidRPr="008E7459">
              <w:rPr>
                <w:rFonts w:cs="Arial"/>
              </w:rPr>
              <w:t xml:space="preserve">and is expressed as a </w:t>
            </w:r>
            <w:r w:rsidRPr="008E7459">
              <w:rPr>
                <w:rFonts w:cs="Arial"/>
                <w:i/>
                <w:iCs/>
              </w:rPr>
              <w:t>percentage</w:t>
            </w:r>
            <w:r w:rsidRPr="008E7459">
              <w:rPr>
                <w:rFonts w:cs="Arial"/>
              </w:rPr>
              <w:t>.</w:t>
            </w:r>
            <w:r w:rsidR="00DD7E31" w:rsidRPr="008E7459">
              <w:rPr>
                <w:rFonts w:cs="Arial"/>
              </w:rPr>
              <w:tab/>
            </w:r>
          </w:p>
          <w:p w:rsidR="00E465E4" w:rsidRPr="008E7459" w:rsidRDefault="00E465E4" w:rsidP="001B6619">
            <w:pPr>
              <w:pStyle w:val="TableBodyText"/>
              <w:jc w:val="left"/>
              <w:rPr>
                <w:rFonts w:cs="Arial"/>
              </w:rPr>
            </w:pPr>
          </w:p>
        </w:tc>
      </w:tr>
      <w:tr w:rsidR="00E465E4" w:rsidRPr="008E7459" w:rsidTr="00F872A1">
        <w:tc>
          <w:tcPr>
            <w:tcW w:w="1981" w:type="dxa"/>
          </w:tcPr>
          <w:p w:rsidR="00E465E4" w:rsidRPr="008E7459" w:rsidRDefault="00E465E4" w:rsidP="001B6619">
            <w:pPr>
              <w:pStyle w:val="TableBodyText"/>
              <w:jc w:val="left"/>
              <w:rPr>
                <w:rFonts w:cs="Arial"/>
              </w:rPr>
            </w:pPr>
            <w:r w:rsidRPr="008E7459">
              <w:rPr>
                <w:rFonts w:cs="Arial"/>
              </w:rPr>
              <w:lastRenderedPageBreak/>
              <w:t>Measure 4(b):</w:t>
            </w:r>
          </w:p>
        </w:tc>
        <w:tc>
          <w:tcPr>
            <w:tcW w:w="6798" w:type="dxa"/>
          </w:tcPr>
          <w:p w:rsidR="00E465E4" w:rsidRPr="008E7459" w:rsidRDefault="00E465E4" w:rsidP="001B6619">
            <w:pPr>
              <w:pStyle w:val="TableBodyText"/>
              <w:jc w:val="left"/>
              <w:rPr>
                <w:rFonts w:cs="Arial"/>
              </w:rPr>
            </w:pPr>
            <w:r w:rsidRPr="008E7459">
              <w:rPr>
                <w:rFonts w:cs="Arial"/>
              </w:rPr>
              <w:t>The proportion of the populations of Indigenous and low SES young people aged 20–24 years who have completed Year 12 or equivalent or gained a qualification at AQF Certificate II or above</w:t>
            </w:r>
          </w:p>
          <w:p w:rsidR="00E465E4" w:rsidRPr="008E7459" w:rsidRDefault="00E465E4" w:rsidP="001B6619">
            <w:pPr>
              <w:pStyle w:val="TableBodyText"/>
              <w:jc w:val="left"/>
              <w:rPr>
                <w:rFonts w:cs="Arial"/>
              </w:rPr>
            </w:pPr>
          </w:p>
          <w:p w:rsidR="00E465E4" w:rsidRPr="008E7459" w:rsidRDefault="00E465E4" w:rsidP="001B6619">
            <w:pPr>
              <w:pStyle w:val="TableBodyText"/>
              <w:jc w:val="left"/>
              <w:rPr>
                <w:rFonts w:cs="Arial"/>
              </w:rPr>
            </w:pPr>
            <w:r w:rsidRPr="008E7459">
              <w:rPr>
                <w:rFonts w:cs="Arial"/>
              </w:rPr>
              <w:t>The measure is defined as:</w:t>
            </w:r>
          </w:p>
          <w:p w:rsidR="00E465E4" w:rsidRPr="008E7459" w:rsidRDefault="00791519" w:rsidP="00AA187A">
            <w:pPr>
              <w:pStyle w:val="TableBullet"/>
              <w:numPr>
                <w:ilvl w:val="0"/>
                <w:numId w:val="24"/>
              </w:numPr>
              <w:rPr>
                <w:rFonts w:cs="Arial"/>
                <w:i/>
              </w:rPr>
            </w:pPr>
            <w:r w:rsidRPr="008E7459">
              <w:rPr>
                <w:rFonts w:cs="Arial"/>
                <w:i/>
              </w:rPr>
              <w:t xml:space="preserve">numerator — </w:t>
            </w:r>
            <w:r w:rsidR="00E465E4" w:rsidRPr="008E7459">
              <w:rPr>
                <w:rFonts w:cs="Arial"/>
              </w:rPr>
              <w:t>number of 20–24 year olds who self</w:t>
            </w:r>
            <w:r w:rsidR="00DE694D" w:rsidRPr="008E7459">
              <w:rPr>
                <w:rFonts w:cs="Arial"/>
              </w:rPr>
              <w:noBreakHyphen/>
            </w:r>
            <w:r w:rsidR="00E465E4" w:rsidRPr="008E7459">
              <w:rPr>
                <w:rFonts w:cs="Arial"/>
              </w:rPr>
              <w:t>identify as having attained a year 12 or AQF Certificate Level II or above (includes Certificate I/II nfd, excludes Certificate nfd), by Indigenous status and SES</w:t>
            </w:r>
          </w:p>
          <w:p w:rsidR="00E465E4" w:rsidRPr="008E7459" w:rsidRDefault="00791519" w:rsidP="00AA187A">
            <w:pPr>
              <w:pStyle w:val="TableBullet"/>
              <w:numPr>
                <w:ilvl w:val="0"/>
                <w:numId w:val="24"/>
              </w:numPr>
              <w:rPr>
                <w:rFonts w:cs="Arial"/>
                <w:i/>
              </w:rPr>
            </w:pPr>
            <w:r w:rsidRPr="008E7459">
              <w:rPr>
                <w:rFonts w:cs="Arial"/>
                <w:i/>
              </w:rPr>
              <w:t xml:space="preserve">denominator — </w:t>
            </w:r>
            <w:r w:rsidR="00E465E4" w:rsidRPr="008E7459">
              <w:rPr>
                <w:rFonts w:cs="Arial"/>
              </w:rPr>
              <w:t>number of 20–24 year olds in the population, by Indigenous status and SES</w:t>
            </w:r>
          </w:p>
          <w:p w:rsidR="00E465E4" w:rsidRPr="008E7459" w:rsidRDefault="00E465E4" w:rsidP="001B6619">
            <w:pPr>
              <w:pStyle w:val="TableBodyText"/>
              <w:jc w:val="left"/>
              <w:rPr>
                <w:rFonts w:cs="Arial"/>
                <w:i/>
                <w:iCs/>
              </w:rPr>
            </w:pPr>
            <w:r w:rsidRPr="008E7459">
              <w:rPr>
                <w:rFonts w:cs="Arial"/>
              </w:rPr>
              <w:t xml:space="preserve">and is expressed as a </w:t>
            </w:r>
            <w:r w:rsidRPr="008E7459">
              <w:rPr>
                <w:rFonts w:cs="Arial"/>
                <w:i/>
                <w:iCs/>
              </w:rPr>
              <w:t>percentage</w:t>
            </w:r>
          </w:p>
          <w:p w:rsidR="00E465E4" w:rsidRPr="008E7459" w:rsidRDefault="00E465E4" w:rsidP="001B6619">
            <w:pPr>
              <w:pStyle w:val="TableBodyText"/>
              <w:jc w:val="left"/>
              <w:rPr>
                <w:rFonts w:cs="Arial"/>
              </w:rPr>
            </w:pPr>
          </w:p>
        </w:tc>
      </w:tr>
      <w:tr w:rsidR="00E465E4" w:rsidRPr="008E7459" w:rsidTr="00F872A1">
        <w:tc>
          <w:tcPr>
            <w:tcW w:w="1981" w:type="dxa"/>
          </w:tcPr>
          <w:p w:rsidR="00E465E4" w:rsidRPr="008E7459" w:rsidRDefault="00E465E4" w:rsidP="001B6619">
            <w:pPr>
              <w:pStyle w:val="TableBodyText"/>
              <w:jc w:val="left"/>
              <w:rPr>
                <w:rFonts w:cs="Arial"/>
              </w:rPr>
            </w:pPr>
            <w:r w:rsidRPr="008E7459">
              <w:rPr>
                <w:rFonts w:cs="Arial"/>
              </w:rPr>
              <w:t>Measure 4(c):</w:t>
            </w:r>
          </w:p>
        </w:tc>
        <w:tc>
          <w:tcPr>
            <w:tcW w:w="6798" w:type="dxa"/>
          </w:tcPr>
          <w:p w:rsidR="00E465E4" w:rsidRPr="008E7459" w:rsidRDefault="00E465E4" w:rsidP="001B6619">
            <w:pPr>
              <w:pStyle w:val="TableBodyText"/>
              <w:jc w:val="left"/>
              <w:rPr>
                <w:rFonts w:cs="Arial"/>
              </w:rPr>
            </w:pPr>
            <w:r w:rsidRPr="008E7459">
              <w:rPr>
                <w:rFonts w:cs="Arial"/>
              </w:rPr>
              <w:t>The proportion of the population of young people aged 20</w:t>
            </w:r>
            <w:r w:rsidR="00DE694D" w:rsidRPr="008E7459">
              <w:rPr>
                <w:rFonts w:cs="Arial"/>
              </w:rPr>
              <w:noBreakHyphen/>
            </w:r>
            <w:r w:rsidRPr="008E7459">
              <w:rPr>
                <w:rFonts w:cs="Arial"/>
              </w:rPr>
              <w:t xml:space="preserve">24 years who have completed Year 12 or equivalent or gained a qualification at AQF Certificate III or above </w:t>
            </w:r>
          </w:p>
          <w:p w:rsidR="00E465E4" w:rsidRPr="008E7459" w:rsidRDefault="00E465E4" w:rsidP="001B6619">
            <w:pPr>
              <w:pStyle w:val="TableBodyText"/>
              <w:jc w:val="left"/>
              <w:rPr>
                <w:rFonts w:cs="Arial"/>
              </w:rPr>
            </w:pPr>
          </w:p>
          <w:p w:rsidR="00E465E4" w:rsidRPr="008E7459" w:rsidRDefault="00E465E4" w:rsidP="001B6619">
            <w:pPr>
              <w:pStyle w:val="TableBodyText"/>
              <w:jc w:val="left"/>
              <w:rPr>
                <w:rFonts w:cs="Arial"/>
              </w:rPr>
            </w:pPr>
            <w:r w:rsidRPr="008E7459">
              <w:rPr>
                <w:rFonts w:cs="Arial"/>
              </w:rPr>
              <w:t>The measure is defined as:</w:t>
            </w:r>
          </w:p>
          <w:p w:rsidR="00E465E4" w:rsidRPr="008E7459" w:rsidRDefault="00791519" w:rsidP="00AA187A">
            <w:pPr>
              <w:pStyle w:val="TableBullet"/>
              <w:numPr>
                <w:ilvl w:val="0"/>
                <w:numId w:val="24"/>
              </w:numPr>
              <w:rPr>
                <w:rFonts w:cs="Arial"/>
                <w:i/>
              </w:rPr>
            </w:pPr>
            <w:r w:rsidRPr="008E7459">
              <w:rPr>
                <w:rFonts w:cs="Arial"/>
                <w:i/>
              </w:rPr>
              <w:t xml:space="preserve">numerator — </w:t>
            </w:r>
            <w:r w:rsidR="00E465E4" w:rsidRPr="008E7459">
              <w:rPr>
                <w:rFonts w:cs="Arial"/>
              </w:rPr>
              <w:t>number of 20–24 year olds who self</w:t>
            </w:r>
            <w:r w:rsidR="00DE694D" w:rsidRPr="008E7459">
              <w:rPr>
                <w:rFonts w:cs="Arial"/>
              </w:rPr>
              <w:noBreakHyphen/>
            </w:r>
            <w:r w:rsidR="00E465E4" w:rsidRPr="008E7459">
              <w:rPr>
                <w:rFonts w:cs="Arial"/>
              </w:rPr>
              <w:t>identify as having attained a year 12 or AQF Certificate Level III or above (excludes Certificate nfd)</w:t>
            </w:r>
          </w:p>
          <w:p w:rsidR="00E465E4" w:rsidRPr="008E7459" w:rsidRDefault="00791519" w:rsidP="00AA187A">
            <w:pPr>
              <w:pStyle w:val="TableBullet"/>
              <w:numPr>
                <w:ilvl w:val="0"/>
                <w:numId w:val="24"/>
              </w:numPr>
              <w:rPr>
                <w:rFonts w:cs="Arial"/>
                <w:i/>
              </w:rPr>
            </w:pPr>
            <w:r w:rsidRPr="008E7459">
              <w:rPr>
                <w:rFonts w:cs="Arial"/>
                <w:i/>
              </w:rPr>
              <w:t xml:space="preserve">denominator — </w:t>
            </w:r>
            <w:r w:rsidR="00E465E4" w:rsidRPr="008E7459">
              <w:rPr>
                <w:rFonts w:cs="Arial"/>
              </w:rPr>
              <w:t>number of 20–24 year olds in the population</w:t>
            </w:r>
          </w:p>
          <w:p w:rsidR="00E465E4" w:rsidRPr="008E7459" w:rsidRDefault="00E465E4" w:rsidP="001B6619">
            <w:pPr>
              <w:pStyle w:val="TableBodyText"/>
              <w:jc w:val="left"/>
              <w:rPr>
                <w:rFonts w:cs="Arial"/>
                <w:i/>
                <w:iCs/>
              </w:rPr>
            </w:pPr>
            <w:r w:rsidRPr="008E7459">
              <w:rPr>
                <w:rFonts w:cs="Arial"/>
              </w:rPr>
              <w:t xml:space="preserve">and is expressed as a </w:t>
            </w:r>
            <w:r w:rsidRPr="008E7459">
              <w:rPr>
                <w:rFonts w:cs="Arial"/>
                <w:i/>
                <w:iCs/>
              </w:rPr>
              <w:t>percentage</w:t>
            </w:r>
          </w:p>
          <w:p w:rsidR="00E465E4" w:rsidRPr="008E7459" w:rsidRDefault="00E465E4" w:rsidP="001B6619">
            <w:pPr>
              <w:pStyle w:val="TableBodyText"/>
              <w:jc w:val="left"/>
              <w:rPr>
                <w:rFonts w:cs="Arial"/>
              </w:rPr>
            </w:pPr>
          </w:p>
        </w:tc>
      </w:tr>
      <w:tr w:rsidR="00E465E4" w:rsidRPr="008E7459" w:rsidTr="00F872A1">
        <w:tc>
          <w:tcPr>
            <w:tcW w:w="1981" w:type="dxa"/>
          </w:tcPr>
          <w:p w:rsidR="00E465E4" w:rsidRPr="008E7459" w:rsidRDefault="00E465E4" w:rsidP="001B6619">
            <w:pPr>
              <w:pStyle w:val="TableBodyText"/>
              <w:jc w:val="left"/>
              <w:rPr>
                <w:rFonts w:cs="Arial"/>
              </w:rPr>
            </w:pPr>
            <w:r w:rsidRPr="008E7459">
              <w:rPr>
                <w:rFonts w:cs="Arial"/>
              </w:rPr>
              <w:t>Measure 4(d):</w:t>
            </w:r>
          </w:p>
        </w:tc>
        <w:tc>
          <w:tcPr>
            <w:tcW w:w="6798" w:type="dxa"/>
          </w:tcPr>
          <w:p w:rsidR="00E465E4" w:rsidRPr="008E7459" w:rsidRDefault="00E465E4" w:rsidP="001B6619">
            <w:pPr>
              <w:pStyle w:val="TableBodyText"/>
              <w:jc w:val="left"/>
              <w:rPr>
                <w:rFonts w:cs="Arial"/>
              </w:rPr>
            </w:pPr>
            <w:r w:rsidRPr="008E7459">
              <w:rPr>
                <w:rFonts w:cs="Arial"/>
              </w:rPr>
              <w:t>The proportion of the populations of Indigenous and low SES young people aged 20–24 years who have completed Year 12 or equivalent or gained a qualification at AQF Certificate III or above</w:t>
            </w:r>
          </w:p>
          <w:p w:rsidR="00E465E4" w:rsidRPr="008E7459" w:rsidRDefault="00E465E4" w:rsidP="001B6619">
            <w:pPr>
              <w:pStyle w:val="TableBodyText"/>
              <w:jc w:val="left"/>
              <w:rPr>
                <w:rFonts w:cs="Arial"/>
              </w:rPr>
            </w:pPr>
          </w:p>
          <w:p w:rsidR="00E465E4" w:rsidRPr="008E7459" w:rsidRDefault="00E465E4" w:rsidP="001B6619">
            <w:pPr>
              <w:pStyle w:val="TableBodyText"/>
              <w:jc w:val="left"/>
              <w:rPr>
                <w:rFonts w:cs="Arial"/>
              </w:rPr>
            </w:pPr>
            <w:r w:rsidRPr="008E7459">
              <w:rPr>
                <w:rFonts w:cs="Arial"/>
              </w:rPr>
              <w:t>The measure is defined as:</w:t>
            </w:r>
          </w:p>
          <w:p w:rsidR="00E465E4" w:rsidRPr="008E7459" w:rsidRDefault="00791519" w:rsidP="00AA187A">
            <w:pPr>
              <w:pStyle w:val="TableBullet"/>
              <w:numPr>
                <w:ilvl w:val="0"/>
                <w:numId w:val="24"/>
              </w:numPr>
              <w:rPr>
                <w:rFonts w:cs="Arial"/>
                <w:i/>
              </w:rPr>
            </w:pPr>
            <w:r w:rsidRPr="008E7459">
              <w:rPr>
                <w:rFonts w:cs="Arial"/>
                <w:i/>
              </w:rPr>
              <w:t xml:space="preserve">numerator — </w:t>
            </w:r>
            <w:r w:rsidR="00E465E4" w:rsidRPr="008E7459">
              <w:rPr>
                <w:rFonts w:cs="Arial"/>
              </w:rPr>
              <w:t>number of 20–24 year olds who self</w:t>
            </w:r>
            <w:r w:rsidR="00DE694D" w:rsidRPr="008E7459">
              <w:rPr>
                <w:rFonts w:cs="Arial"/>
              </w:rPr>
              <w:noBreakHyphen/>
            </w:r>
            <w:r w:rsidR="00E465E4" w:rsidRPr="008E7459">
              <w:rPr>
                <w:rFonts w:cs="Arial"/>
              </w:rPr>
              <w:t>identify as having attained a year 12 or AQF Certificate Level III or above (excludes certificate nfd), by Indigenous status and SES</w:t>
            </w:r>
          </w:p>
          <w:p w:rsidR="00E465E4" w:rsidRPr="008E7459" w:rsidRDefault="00791519" w:rsidP="00AA187A">
            <w:pPr>
              <w:pStyle w:val="TableBullet"/>
              <w:numPr>
                <w:ilvl w:val="0"/>
                <w:numId w:val="24"/>
              </w:numPr>
              <w:rPr>
                <w:rFonts w:cs="Arial"/>
                <w:i/>
              </w:rPr>
            </w:pPr>
            <w:r w:rsidRPr="008E7459">
              <w:rPr>
                <w:rFonts w:cs="Arial"/>
                <w:i/>
              </w:rPr>
              <w:t xml:space="preserve">denominator — </w:t>
            </w:r>
            <w:r w:rsidR="00E465E4" w:rsidRPr="008E7459">
              <w:rPr>
                <w:rFonts w:cs="Arial"/>
              </w:rPr>
              <w:t>number of 20–24 year olds in the population, by Indigenous status and SES</w:t>
            </w:r>
          </w:p>
          <w:p w:rsidR="00E465E4" w:rsidRPr="008E7459" w:rsidRDefault="00E465E4" w:rsidP="001B6619">
            <w:pPr>
              <w:pStyle w:val="TableBodyText"/>
              <w:jc w:val="left"/>
              <w:rPr>
                <w:rFonts w:cs="Arial"/>
                <w:i/>
                <w:iCs/>
              </w:rPr>
            </w:pPr>
            <w:r w:rsidRPr="008E7459">
              <w:rPr>
                <w:rFonts w:cs="Arial"/>
              </w:rPr>
              <w:t xml:space="preserve">and is expressed as a </w:t>
            </w:r>
            <w:r w:rsidRPr="008E7459">
              <w:rPr>
                <w:rFonts w:cs="Arial"/>
                <w:i/>
                <w:iCs/>
              </w:rPr>
              <w:t>percentage</w:t>
            </w:r>
          </w:p>
          <w:p w:rsidR="00E465E4" w:rsidRPr="008E7459" w:rsidRDefault="00E465E4" w:rsidP="001B6619">
            <w:pPr>
              <w:pStyle w:val="TableBodyText"/>
              <w:jc w:val="left"/>
              <w:rPr>
                <w:rFonts w:cs="Arial"/>
              </w:rPr>
            </w:pPr>
          </w:p>
        </w:tc>
      </w:tr>
      <w:tr w:rsidR="00E465E4" w:rsidRPr="008E7459" w:rsidTr="00F872A1">
        <w:tc>
          <w:tcPr>
            <w:tcW w:w="1981" w:type="dxa"/>
          </w:tcPr>
          <w:p w:rsidR="00E465E4" w:rsidRPr="008E7459" w:rsidRDefault="00E465E4" w:rsidP="001B6619">
            <w:pPr>
              <w:pStyle w:val="TableBodyText"/>
              <w:jc w:val="left"/>
              <w:rPr>
                <w:rFonts w:cs="Arial"/>
              </w:rPr>
            </w:pPr>
            <w:r w:rsidRPr="008E7459">
              <w:rPr>
                <w:rFonts w:cs="Arial"/>
              </w:rPr>
              <w:t>Data source:</w:t>
            </w:r>
          </w:p>
        </w:tc>
        <w:tc>
          <w:tcPr>
            <w:tcW w:w="6798" w:type="dxa"/>
          </w:tcPr>
          <w:p w:rsidR="00E465E4" w:rsidRPr="008E7459" w:rsidRDefault="00E465E4" w:rsidP="001B6619">
            <w:pPr>
              <w:autoSpaceDE w:val="0"/>
              <w:autoSpaceDN w:val="0"/>
              <w:adjustRightInd w:val="0"/>
              <w:rPr>
                <w:rFonts w:ascii="Arial" w:hAnsi="Arial" w:cs="Arial"/>
                <w:sz w:val="20"/>
                <w:szCs w:val="20"/>
              </w:rPr>
            </w:pPr>
            <w:r w:rsidRPr="008E7459">
              <w:rPr>
                <w:rStyle w:val="TableBodyTextChar"/>
                <w:rFonts w:cs="Arial"/>
                <w:i/>
                <w:sz w:val="20"/>
              </w:rPr>
              <w:t xml:space="preserve">(Main) </w:t>
            </w:r>
            <w:r w:rsidR="008921A5" w:rsidRPr="008E7459">
              <w:rPr>
                <w:rFonts w:ascii="Arial" w:hAnsi="Arial" w:cs="Arial"/>
                <w:sz w:val="20"/>
                <w:szCs w:val="20"/>
                <w:u w:val="single"/>
              </w:rPr>
              <w:t>Census</w:t>
            </w:r>
            <w:r w:rsidRPr="008E7459">
              <w:rPr>
                <w:rFonts w:ascii="Arial" w:hAnsi="Arial" w:cs="Arial"/>
                <w:sz w:val="20"/>
                <w:szCs w:val="20"/>
                <w:u w:val="single"/>
              </w:rPr>
              <w:t xml:space="preserve"> of Population and Housing </w:t>
            </w:r>
            <w:r w:rsidRPr="008E7459">
              <w:rPr>
                <w:rFonts w:ascii="Arial" w:hAnsi="Arial" w:cs="Arial"/>
                <w:sz w:val="20"/>
                <w:szCs w:val="20"/>
              </w:rPr>
              <w:t>(</w:t>
            </w:r>
            <w:r w:rsidR="008921A5" w:rsidRPr="008E7459">
              <w:rPr>
                <w:rFonts w:ascii="Arial" w:hAnsi="Arial" w:cs="Arial"/>
                <w:sz w:val="20"/>
                <w:szCs w:val="20"/>
              </w:rPr>
              <w:t>Census</w:t>
            </w:r>
            <w:r w:rsidRPr="008E7459">
              <w:rPr>
                <w:rFonts w:ascii="Arial" w:hAnsi="Arial" w:cs="Arial"/>
                <w:sz w:val="20"/>
                <w:szCs w:val="20"/>
              </w:rPr>
              <w:t>). Data are available every 5 years</w:t>
            </w:r>
          </w:p>
          <w:p w:rsidR="00E465E4" w:rsidRPr="008E7459" w:rsidRDefault="00E465E4" w:rsidP="001B6619">
            <w:pPr>
              <w:autoSpaceDE w:val="0"/>
              <w:autoSpaceDN w:val="0"/>
              <w:adjustRightInd w:val="0"/>
              <w:rPr>
                <w:rFonts w:ascii="Arial" w:hAnsi="Arial" w:cs="Arial"/>
                <w:sz w:val="20"/>
                <w:szCs w:val="20"/>
              </w:rPr>
            </w:pPr>
          </w:p>
          <w:p w:rsidR="00E465E4" w:rsidRPr="008E7459" w:rsidRDefault="00E465E4" w:rsidP="001B6619">
            <w:pPr>
              <w:autoSpaceDE w:val="0"/>
              <w:autoSpaceDN w:val="0"/>
              <w:adjustRightInd w:val="0"/>
              <w:rPr>
                <w:rFonts w:ascii="Arial" w:hAnsi="Arial" w:cs="Arial"/>
                <w:sz w:val="20"/>
                <w:szCs w:val="20"/>
              </w:rPr>
            </w:pPr>
            <w:r w:rsidRPr="008E7459">
              <w:rPr>
                <w:rStyle w:val="TableBodyTextChar"/>
                <w:rFonts w:cs="Arial"/>
                <w:i/>
                <w:sz w:val="20"/>
              </w:rPr>
              <w:t>(Supplementary and Supplementary non</w:t>
            </w:r>
            <w:r w:rsidR="00DE694D" w:rsidRPr="008E7459">
              <w:rPr>
                <w:rStyle w:val="TableBodyTextChar"/>
                <w:rFonts w:cs="Arial"/>
                <w:i/>
                <w:sz w:val="20"/>
              </w:rPr>
              <w:noBreakHyphen/>
            </w:r>
            <w:r w:rsidRPr="008E7459">
              <w:rPr>
                <w:rStyle w:val="TableBodyTextChar"/>
                <w:rFonts w:cs="Arial"/>
                <w:i/>
                <w:sz w:val="20"/>
              </w:rPr>
              <w:t xml:space="preserve">Indigenous) </w:t>
            </w:r>
            <w:r w:rsidRPr="008E7459">
              <w:rPr>
                <w:rFonts w:ascii="Arial" w:hAnsi="Arial" w:cs="Arial"/>
                <w:sz w:val="20"/>
                <w:szCs w:val="20"/>
                <w:u w:val="single"/>
              </w:rPr>
              <w:t>Survey of Education and Work</w:t>
            </w:r>
            <w:r w:rsidRPr="008E7459">
              <w:rPr>
                <w:rFonts w:ascii="Arial" w:hAnsi="Arial" w:cs="Arial"/>
                <w:sz w:val="20"/>
                <w:szCs w:val="20"/>
              </w:rPr>
              <w:t xml:space="preserve"> (SEW). Data are available annually</w:t>
            </w:r>
          </w:p>
          <w:p w:rsidR="00E465E4" w:rsidRPr="008E7459" w:rsidRDefault="00E465E4" w:rsidP="001B6619">
            <w:pPr>
              <w:autoSpaceDE w:val="0"/>
              <w:autoSpaceDN w:val="0"/>
              <w:adjustRightInd w:val="0"/>
              <w:rPr>
                <w:rFonts w:ascii="Arial" w:hAnsi="Arial" w:cs="Arial"/>
                <w:sz w:val="20"/>
                <w:szCs w:val="20"/>
              </w:rPr>
            </w:pPr>
          </w:p>
          <w:p w:rsidR="00E465E4" w:rsidRPr="008E7459" w:rsidRDefault="00E465E4" w:rsidP="001B6619">
            <w:pPr>
              <w:autoSpaceDE w:val="0"/>
              <w:autoSpaceDN w:val="0"/>
              <w:adjustRightInd w:val="0"/>
              <w:rPr>
                <w:rFonts w:ascii="Arial" w:hAnsi="Arial" w:cs="Arial"/>
                <w:sz w:val="20"/>
                <w:szCs w:val="20"/>
              </w:rPr>
            </w:pPr>
            <w:r w:rsidRPr="008E7459">
              <w:rPr>
                <w:rStyle w:val="TableBodyTextChar"/>
                <w:rFonts w:cs="Arial"/>
                <w:i/>
                <w:sz w:val="20"/>
              </w:rPr>
              <w:t xml:space="preserve">(Supplementary Indigenous) </w:t>
            </w:r>
            <w:r w:rsidRPr="008E7459">
              <w:rPr>
                <w:rFonts w:ascii="Arial" w:hAnsi="Arial" w:cs="Arial"/>
                <w:sz w:val="20"/>
                <w:szCs w:val="20"/>
                <w:u w:val="single"/>
              </w:rPr>
              <w:t>National Aboriginal and Torres Strait Islander Social Survey</w:t>
            </w:r>
            <w:r w:rsidRPr="008E7459">
              <w:rPr>
                <w:rFonts w:ascii="Arial" w:hAnsi="Arial" w:cs="Arial"/>
                <w:sz w:val="20"/>
                <w:szCs w:val="20"/>
              </w:rPr>
              <w:t xml:space="preserve"> (NATSISS) and </w:t>
            </w:r>
            <w:r w:rsidRPr="008E7459">
              <w:rPr>
                <w:rFonts w:ascii="Arial" w:hAnsi="Arial" w:cs="Arial"/>
                <w:sz w:val="20"/>
                <w:szCs w:val="20"/>
                <w:u w:val="single"/>
              </w:rPr>
              <w:t>Australian Aboriginal and Torres Strait Islander Health Survey</w:t>
            </w:r>
            <w:r w:rsidRPr="008E7459">
              <w:rPr>
                <w:rFonts w:ascii="Arial" w:hAnsi="Arial" w:cs="Arial"/>
                <w:sz w:val="20"/>
                <w:szCs w:val="20"/>
              </w:rPr>
              <w:t xml:space="preserve"> (AATSIHS) (which replaces the NATSIHS). Data are available on an alternating 3</w:t>
            </w:r>
            <w:r w:rsidR="00DE694D" w:rsidRPr="008E7459">
              <w:rPr>
                <w:rFonts w:ascii="Arial" w:hAnsi="Arial" w:cs="Arial"/>
                <w:sz w:val="20"/>
                <w:szCs w:val="20"/>
              </w:rPr>
              <w:noBreakHyphen/>
            </w:r>
            <w:r w:rsidRPr="008E7459">
              <w:rPr>
                <w:rFonts w:ascii="Arial" w:hAnsi="Arial" w:cs="Arial"/>
                <w:sz w:val="20"/>
                <w:szCs w:val="20"/>
              </w:rPr>
              <w:t xml:space="preserve">yearly cycle. </w:t>
            </w:r>
          </w:p>
          <w:p w:rsidR="00E465E4" w:rsidRPr="008E7459" w:rsidRDefault="00E465E4" w:rsidP="001B6619">
            <w:pPr>
              <w:autoSpaceDE w:val="0"/>
              <w:autoSpaceDN w:val="0"/>
              <w:adjustRightInd w:val="0"/>
              <w:rPr>
                <w:rFonts w:ascii="Arial" w:hAnsi="Arial" w:cs="Arial"/>
                <w:i/>
                <w:iCs/>
                <w:sz w:val="20"/>
                <w:szCs w:val="20"/>
              </w:rPr>
            </w:pPr>
          </w:p>
        </w:tc>
      </w:tr>
      <w:tr w:rsidR="00E465E4" w:rsidRPr="008E7459" w:rsidTr="00F872A1">
        <w:tc>
          <w:tcPr>
            <w:tcW w:w="1981" w:type="dxa"/>
          </w:tcPr>
          <w:p w:rsidR="00E465E4" w:rsidRPr="008E7459" w:rsidRDefault="00E465E4" w:rsidP="001B6619">
            <w:pPr>
              <w:pStyle w:val="TableBodyText"/>
              <w:jc w:val="left"/>
              <w:rPr>
                <w:rFonts w:cs="Arial"/>
              </w:rPr>
            </w:pPr>
            <w:r w:rsidRPr="008E7459">
              <w:rPr>
                <w:rFonts w:cs="Arial"/>
              </w:rPr>
              <w:t xml:space="preserve">Data provider (all </w:t>
            </w:r>
            <w:r w:rsidRPr="008E7459">
              <w:rPr>
                <w:rFonts w:cs="Arial"/>
              </w:rPr>
              <w:lastRenderedPageBreak/>
              <w:t>measures):</w:t>
            </w:r>
          </w:p>
          <w:p w:rsidR="00E465E4" w:rsidRPr="008E7459" w:rsidRDefault="00E465E4" w:rsidP="001B6619">
            <w:pPr>
              <w:pStyle w:val="TableBodyText"/>
              <w:jc w:val="left"/>
              <w:rPr>
                <w:rFonts w:cs="Arial"/>
              </w:rPr>
            </w:pPr>
          </w:p>
        </w:tc>
        <w:tc>
          <w:tcPr>
            <w:tcW w:w="6798" w:type="dxa"/>
          </w:tcPr>
          <w:p w:rsidR="00E465E4" w:rsidRPr="008E7459" w:rsidRDefault="00E465E4" w:rsidP="001B6619">
            <w:pPr>
              <w:pStyle w:val="TableBodyText"/>
              <w:jc w:val="left"/>
              <w:rPr>
                <w:rFonts w:cs="Arial"/>
              </w:rPr>
            </w:pPr>
            <w:r w:rsidRPr="008E7459">
              <w:rPr>
                <w:rFonts w:cs="Arial"/>
              </w:rPr>
              <w:lastRenderedPageBreak/>
              <w:t>ABS</w:t>
            </w:r>
          </w:p>
        </w:tc>
      </w:tr>
      <w:tr w:rsidR="00E465E4" w:rsidRPr="008E7459" w:rsidTr="00F872A1">
        <w:tc>
          <w:tcPr>
            <w:tcW w:w="1981" w:type="dxa"/>
            <w:shd w:val="clear" w:color="auto" w:fill="auto"/>
          </w:tcPr>
          <w:p w:rsidR="00E465E4" w:rsidRPr="008E7459" w:rsidRDefault="00E465E4" w:rsidP="001B6619">
            <w:pPr>
              <w:pStyle w:val="TableBodyText"/>
              <w:jc w:val="left"/>
              <w:rPr>
                <w:rFonts w:cs="Arial"/>
              </w:rPr>
            </w:pPr>
            <w:r w:rsidRPr="008E7459">
              <w:rPr>
                <w:rFonts w:cs="Arial"/>
              </w:rPr>
              <w:lastRenderedPageBreak/>
              <w:t>Data availability:</w:t>
            </w:r>
          </w:p>
          <w:p w:rsidR="00E465E4" w:rsidRPr="008E7459" w:rsidRDefault="00E465E4" w:rsidP="001B6619">
            <w:pPr>
              <w:pStyle w:val="TableBodyText"/>
              <w:jc w:val="left"/>
              <w:rPr>
                <w:rFonts w:cs="Arial"/>
              </w:rPr>
            </w:pPr>
          </w:p>
        </w:tc>
        <w:tc>
          <w:tcPr>
            <w:tcW w:w="6798" w:type="dxa"/>
            <w:shd w:val="clear" w:color="auto" w:fill="auto"/>
          </w:tcPr>
          <w:p w:rsidR="00F025A7" w:rsidRPr="008E7459" w:rsidRDefault="008921A5" w:rsidP="00F025A7">
            <w:pPr>
              <w:pStyle w:val="TableBodyText"/>
              <w:keepNext w:val="0"/>
              <w:jc w:val="left"/>
              <w:rPr>
                <w:rFonts w:cs="Arial"/>
              </w:rPr>
            </w:pPr>
            <w:r w:rsidRPr="008E7459">
              <w:rPr>
                <w:rFonts w:cs="Arial"/>
              </w:rPr>
              <w:t>Census</w:t>
            </w:r>
            <w:r w:rsidR="00F025A7" w:rsidRPr="008E7459">
              <w:rPr>
                <w:rFonts w:cs="Arial"/>
              </w:rPr>
              <w:t xml:space="preserve"> — 2011 (current year) and 2006 (backcast for two new measures 4(c) and (d))</w:t>
            </w:r>
          </w:p>
          <w:p w:rsidR="00F025A7" w:rsidRPr="008E7459" w:rsidRDefault="00F025A7" w:rsidP="00F025A7">
            <w:pPr>
              <w:pStyle w:val="TableBodyText"/>
              <w:keepNext w:val="0"/>
              <w:jc w:val="left"/>
              <w:rPr>
                <w:rFonts w:cs="Arial"/>
              </w:rPr>
            </w:pPr>
            <w:r w:rsidRPr="008E7459">
              <w:rPr>
                <w:rFonts w:cs="Arial"/>
              </w:rPr>
              <w:t>SEW — 2012 (current year) and 2011, 2010, 2009, 2008 (backcast for one new measure 4(d))</w:t>
            </w:r>
          </w:p>
          <w:p w:rsidR="00E465E4" w:rsidRPr="008E7459" w:rsidRDefault="00F025A7" w:rsidP="00F025A7">
            <w:pPr>
              <w:pStyle w:val="TableBodyText"/>
              <w:keepNext w:val="0"/>
              <w:jc w:val="left"/>
              <w:rPr>
                <w:rFonts w:cs="Arial"/>
              </w:rPr>
            </w:pPr>
            <w:r w:rsidRPr="008E7459">
              <w:rPr>
                <w:rFonts w:cs="Arial"/>
              </w:rPr>
              <w:t>NATSISS — 2008 (backcast for one new measure 4(d))</w:t>
            </w:r>
          </w:p>
        </w:tc>
      </w:tr>
      <w:tr w:rsidR="00E465E4" w:rsidRPr="008E7459" w:rsidTr="00F872A1">
        <w:tc>
          <w:tcPr>
            <w:tcW w:w="1981" w:type="dxa"/>
          </w:tcPr>
          <w:p w:rsidR="00E465E4" w:rsidRPr="008E7459" w:rsidRDefault="00E465E4" w:rsidP="001B6619">
            <w:pPr>
              <w:pStyle w:val="TableBodyText"/>
              <w:jc w:val="left"/>
              <w:rPr>
                <w:rFonts w:cs="Arial"/>
              </w:rPr>
            </w:pPr>
            <w:r w:rsidRPr="008E7459">
              <w:rPr>
                <w:rFonts w:cs="Arial"/>
              </w:rPr>
              <w:t>Cross tabulations provided:</w:t>
            </w:r>
          </w:p>
          <w:p w:rsidR="00E465E4" w:rsidRPr="008E7459" w:rsidRDefault="00E465E4" w:rsidP="001B6619">
            <w:pPr>
              <w:pStyle w:val="TableBodyText"/>
              <w:jc w:val="left"/>
              <w:rPr>
                <w:rFonts w:cs="Arial"/>
              </w:rPr>
            </w:pPr>
          </w:p>
        </w:tc>
        <w:tc>
          <w:tcPr>
            <w:tcW w:w="6798" w:type="dxa"/>
          </w:tcPr>
          <w:p w:rsidR="00F025A7" w:rsidRPr="008E7459" w:rsidRDefault="00F025A7" w:rsidP="00F025A7">
            <w:pPr>
              <w:pStyle w:val="TableBodyText"/>
              <w:jc w:val="left"/>
              <w:rPr>
                <w:rFonts w:cs="Arial"/>
              </w:rPr>
            </w:pPr>
            <w:r w:rsidRPr="008E7459">
              <w:rPr>
                <w:rFonts w:cs="Arial"/>
              </w:rPr>
              <w:t>State and Territory (</w:t>
            </w:r>
            <w:r w:rsidR="008921A5" w:rsidRPr="008E7459">
              <w:rPr>
                <w:rFonts w:cs="Arial"/>
              </w:rPr>
              <w:t>Census</w:t>
            </w:r>
            <w:r w:rsidRPr="008E7459">
              <w:rPr>
                <w:rFonts w:cs="Arial"/>
              </w:rPr>
              <w:t xml:space="preserve"> data), by: </w:t>
            </w:r>
          </w:p>
          <w:p w:rsidR="00F025A7" w:rsidRPr="008E7459" w:rsidRDefault="00F025A7" w:rsidP="00F025A7">
            <w:pPr>
              <w:pStyle w:val="TableBullet"/>
              <w:numPr>
                <w:ilvl w:val="0"/>
                <w:numId w:val="24"/>
              </w:numPr>
              <w:rPr>
                <w:rFonts w:cs="Arial"/>
              </w:rPr>
            </w:pPr>
            <w:r w:rsidRPr="008E7459">
              <w:rPr>
                <w:rFonts w:cs="Arial"/>
              </w:rPr>
              <w:t>total</w:t>
            </w:r>
          </w:p>
          <w:p w:rsidR="00F025A7" w:rsidRPr="008E7459" w:rsidRDefault="00F025A7" w:rsidP="00F025A7">
            <w:pPr>
              <w:pStyle w:val="TableBullet"/>
              <w:numPr>
                <w:ilvl w:val="0"/>
                <w:numId w:val="24"/>
              </w:numPr>
              <w:rPr>
                <w:rFonts w:cs="Arial"/>
              </w:rPr>
            </w:pPr>
            <w:r w:rsidRPr="008E7459">
              <w:rPr>
                <w:rFonts w:cs="Arial"/>
              </w:rPr>
              <w:t>SES (SEIFA IRSD)</w:t>
            </w:r>
          </w:p>
          <w:p w:rsidR="00F025A7" w:rsidRPr="008E7459" w:rsidRDefault="00F025A7" w:rsidP="00F025A7">
            <w:pPr>
              <w:pStyle w:val="TableBullet"/>
              <w:numPr>
                <w:ilvl w:val="0"/>
                <w:numId w:val="24"/>
              </w:numPr>
              <w:rPr>
                <w:rFonts w:cs="Arial"/>
              </w:rPr>
            </w:pPr>
            <w:r w:rsidRPr="008E7459">
              <w:rPr>
                <w:rFonts w:cs="Arial"/>
              </w:rPr>
              <w:t xml:space="preserve">Indigenous status </w:t>
            </w:r>
          </w:p>
          <w:p w:rsidR="00F025A7" w:rsidRPr="008E7459" w:rsidRDefault="00F025A7" w:rsidP="00F025A7">
            <w:pPr>
              <w:pStyle w:val="TableBodyText"/>
              <w:jc w:val="left"/>
              <w:rPr>
                <w:rFonts w:cs="Arial"/>
              </w:rPr>
            </w:pPr>
          </w:p>
          <w:p w:rsidR="00F025A7" w:rsidRPr="008E7459" w:rsidRDefault="00F025A7" w:rsidP="00F025A7">
            <w:pPr>
              <w:pStyle w:val="TableBodyText"/>
              <w:jc w:val="left"/>
              <w:rPr>
                <w:rFonts w:cs="Arial"/>
              </w:rPr>
            </w:pPr>
            <w:r w:rsidRPr="008E7459">
              <w:rPr>
                <w:rFonts w:cs="Arial"/>
              </w:rPr>
              <w:t>National (SEW), by:</w:t>
            </w:r>
          </w:p>
          <w:p w:rsidR="00F025A7" w:rsidRPr="008E7459" w:rsidRDefault="00F025A7" w:rsidP="00F025A7">
            <w:pPr>
              <w:pStyle w:val="TableBullet"/>
              <w:numPr>
                <w:ilvl w:val="0"/>
                <w:numId w:val="24"/>
              </w:numPr>
              <w:rPr>
                <w:rFonts w:cs="Arial"/>
              </w:rPr>
            </w:pPr>
            <w:r w:rsidRPr="008E7459">
              <w:rPr>
                <w:rFonts w:cs="Arial"/>
              </w:rPr>
              <w:t>total</w:t>
            </w:r>
          </w:p>
          <w:p w:rsidR="00F025A7" w:rsidRPr="008E7459" w:rsidRDefault="00F025A7" w:rsidP="00F025A7">
            <w:pPr>
              <w:pStyle w:val="TableBullet"/>
              <w:numPr>
                <w:ilvl w:val="0"/>
                <w:numId w:val="24"/>
              </w:numPr>
              <w:rPr>
                <w:rFonts w:cs="Arial"/>
              </w:rPr>
            </w:pPr>
            <w:r w:rsidRPr="008E7459">
              <w:rPr>
                <w:rFonts w:cs="Arial"/>
              </w:rPr>
              <w:t>SES (SEIFA IRSD)</w:t>
            </w:r>
          </w:p>
          <w:p w:rsidR="00F025A7" w:rsidRPr="008E7459" w:rsidRDefault="00F025A7" w:rsidP="00F025A7">
            <w:pPr>
              <w:pStyle w:val="TableBodyText"/>
              <w:jc w:val="left"/>
              <w:rPr>
                <w:rFonts w:cs="Arial"/>
              </w:rPr>
            </w:pPr>
          </w:p>
          <w:p w:rsidR="00F025A7" w:rsidRPr="008E7459" w:rsidRDefault="00F025A7" w:rsidP="00F025A7">
            <w:pPr>
              <w:pStyle w:val="TableBodyText"/>
              <w:jc w:val="left"/>
              <w:rPr>
                <w:rFonts w:cs="Arial"/>
              </w:rPr>
            </w:pPr>
            <w:r w:rsidRPr="008E7459">
              <w:rPr>
                <w:rFonts w:cs="Arial"/>
              </w:rPr>
              <w:t>National (SEW and NATSISS data), by:</w:t>
            </w:r>
          </w:p>
          <w:p w:rsidR="00E465E4" w:rsidRPr="008E7459" w:rsidRDefault="00F025A7" w:rsidP="00F025A7">
            <w:pPr>
              <w:pStyle w:val="TableBullet"/>
              <w:numPr>
                <w:ilvl w:val="0"/>
                <w:numId w:val="24"/>
              </w:numPr>
              <w:rPr>
                <w:rFonts w:cs="Arial"/>
              </w:rPr>
            </w:pPr>
            <w:r w:rsidRPr="008E7459">
              <w:rPr>
                <w:rFonts w:cs="Arial"/>
              </w:rPr>
              <w:t>Indigenous status</w:t>
            </w:r>
          </w:p>
        </w:tc>
      </w:tr>
    </w:tbl>
    <w:p w:rsidR="005B5C19" w:rsidRPr="008E7459" w:rsidRDefault="005B5C19" w:rsidP="005B5C19"/>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555575">
        <w:trPr>
          <w:cantSplit/>
        </w:trPr>
        <w:tc>
          <w:tcPr>
            <w:tcW w:w="8771" w:type="dxa"/>
            <w:tcBorders>
              <w:top w:val="single" w:sz="6" w:space="0" w:color="auto"/>
              <w:bottom w:val="nil"/>
            </w:tcBorders>
          </w:tcPr>
          <w:p w:rsidR="0026369A" w:rsidRPr="008E7459" w:rsidRDefault="0026369A" w:rsidP="00555575">
            <w:pPr>
              <w:pStyle w:val="BoxTitle"/>
              <w:widowControl w:val="0"/>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16</w:t>
            </w:r>
            <w:r w:rsidRPr="008E7459">
              <w:rPr>
                <w:b w:val="0"/>
              </w:rPr>
              <w:fldChar w:fldCharType="end"/>
            </w:r>
            <w:r w:rsidRPr="008E7459">
              <w:tab/>
              <w:t>Results</w:t>
            </w:r>
          </w:p>
        </w:tc>
      </w:tr>
      <w:tr w:rsidR="0026369A" w:rsidRPr="008E7459" w:rsidTr="00555575">
        <w:trPr>
          <w:cantSplit/>
        </w:trPr>
        <w:tc>
          <w:tcPr>
            <w:tcW w:w="8771" w:type="dxa"/>
            <w:tcBorders>
              <w:top w:val="nil"/>
              <w:left w:val="single" w:sz="4" w:space="0" w:color="auto"/>
              <w:bottom w:val="nil"/>
              <w:right w:val="single" w:sz="4" w:space="0" w:color="auto"/>
            </w:tcBorders>
          </w:tcPr>
          <w:p w:rsidR="004F653F" w:rsidRPr="008E7459" w:rsidRDefault="00E8736C" w:rsidP="00A4332B">
            <w:pPr>
              <w:pStyle w:val="Box"/>
            </w:pPr>
            <w:r w:rsidRPr="008E7459">
              <w:t xml:space="preserve">For this report, new data for this </w:t>
            </w:r>
            <w:r w:rsidR="000048D2" w:rsidRPr="008E7459">
              <w:t>indicator are available for 2011 (</w:t>
            </w:r>
            <w:r w:rsidR="008921A5" w:rsidRPr="008E7459">
              <w:t>Census</w:t>
            </w:r>
            <w:r w:rsidR="000048D2" w:rsidRPr="008E7459">
              <w:t>) and 2012 (</w:t>
            </w:r>
            <w:r w:rsidR="0057724C" w:rsidRPr="008E7459">
              <w:t>SEW</w:t>
            </w:r>
            <w:r w:rsidR="000048D2" w:rsidRPr="008E7459">
              <w:t>)</w:t>
            </w:r>
            <w:r w:rsidRPr="008E7459">
              <w:t>.</w:t>
            </w:r>
          </w:p>
          <w:p w:rsidR="00121FBA" w:rsidRPr="008E7459" w:rsidRDefault="008921A5" w:rsidP="00121FBA">
            <w:pPr>
              <w:pStyle w:val="BoxListBullet"/>
            </w:pPr>
            <w:r w:rsidRPr="008E7459">
              <w:t>Census</w:t>
            </w:r>
            <w:r w:rsidR="003E409E" w:rsidRPr="008E7459">
              <w:t xml:space="preserve"> d</w:t>
            </w:r>
            <w:r w:rsidR="00121FBA" w:rsidRPr="008E7459">
              <w:t>ata are presented by State and Territory in tables NEA.4.1 and NEA.4.5. State and territory data are also presented by:</w:t>
            </w:r>
          </w:p>
          <w:p w:rsidR="00121FBA" w:rsidRPr="008E7459" w:rsidRDefault="00121FBA" w:rsidP="00121FBA">
            <w:pPr>
              <w:pStyle w:val="BoxListBullet2"/>
            </w:pPr>
            <w:r w:rsidRPr="008E7459">
              <w:t xml:space="preserve"> Indigenous status in tables NEA.4.2 and NEA.4.6</w:t>
            </w:r>
          </w:p>
          <w:p w:rsidR="00121FBA" w:rsidRPr="008E7459" w:rsidRDefault="00121FBA" w:rsidP="00121FBA">
            <w:pPr>
              <w:pStyle w:val="BoxListBullet2"/>
            </w:pPr>
            <w:r w:rsidRPr="008E7459">
              <w:t xml:space="preserve">SES (SEIFA IRSD </w:t>
            </w:r>
            <w:r w:rsidR="0015563D" w:rsidRPr="008E7459">
              <w:t>quintiles</w:t>
            </w:r>
            <w:r w:rsidRPr="008E7459">
              <w:t>) in tables NEA.4.3 and NEA.4.7</w:t>
            </w:r>
          </w:p>
          <w:p w:rsidR="003E409E" w:rsidRPr="008E7459" w:rsidRDefault="008921A5" w:rsidP="003E409E">
            <w:pPr>
              <w:pStyle w:val="BoxListBullet"/>
            </w:pPr>
            <w:r w:rsidRPr="008E7459">
              <w:t>Census</w:t>
            </w:r>
            <w:r w:rsidR="003E409E" w:rsidRPr="008E7459">
              <w:t xml:space="preserve"> data for 2006 ar</w:t>
            </w:r>
            <w:r w:rsidR="00434BCE" w:rsidRPr="008E7459">
              <w:t>e available in tables NEA.4.9–</w:t>
            </w:r>
            <w:r w:rsidR="003E409E" w:rsidRPr="008E7459">
              <w:t>11</w:t>
            </w:r>
          </w:p>
          <w:p w:rsidR="003E409E" w:rsidRPr="008E7459" w:rsidRDefault="003E409E" w:rsidP="0015563D">
            <w:pPr>
              <w:pStyle w:val="BoxListBullet"/>
            </w:pPr>
            <w:r w:rsidRPr="008E7459">
              <w:t>National SEW data are presented by:</w:t>
            </w:r>
          </w:p>
          <w:p w:rsidR="0045575F" w:rsidRPr="008E7459" w:rsidRDefault="0045575F" w:rsidP="003E409E">
            <w:pPr>
              <w:pStyle w:val="BoxListBullet2"/>
            </w:pPr>
            <w:r w:rsidRPr="008E7459">
              <w:t xml:space="preserve">SES (SEIFA IRSD </w:t>
            </w:r>
            <w:r w:rsidR="0015563D" w:rsidRPr="008E7459">
              <w:t>quintiles</w:t>
            </w:r>
            <w:r w:rsidRPr="008E7459">
              <w:t xml:space="preserve">) </w:t>
            </w:r>
            <w:r w:rsidR="003E409E" w:rsidRPr="008E7459">
              <w:t>for each ye</w:t>
            </w:r>
            <w:r w:rsidR="00434BCE" w:rsidRPr="008E7459">
              <w:t>ar of data in tables NEA.4.12–</w:t>
            </w:r>
            <w:r w:rsidR="003E409E" w:rsidRPr="008E7459">
              <w:t>14</w:t>
            </w:r>
            <w:r w:rsidR="00781B70" w:rsidRPr="008E7459">
              <w:t xml:space="preserve"> </w:t>
            </w:r>
            <w:r w:rsidR="003E409E" w:rsidRPr="008E7459">
              <w:t>and NEA.4.16</w:t>
            </w:r>
          </w:p>
          <w:p w:rsidR="003E409E" w:rsidRPr="008E7459" w:rsidRDefault="003E409E" w:rsidP="003E409E">
            <w:pPr>
              <w:pStyle w:val="BoxListBullet2"/>
            </w:pPr>
            <w:r w:rsidRPr="008E7459">
              <w:t>Indigenous status (2008 only) in table NEA.4.15.</w:t>
            </w:r>
          </w:p>
          <w:p w:rsidR="00D010FF" w:rsidRPr="008E7459" w:rsidRDefault="006E2972" w:rsidP="004C79CB">
            <w:pPr>
              <w:pStyle w:val="Box"/>
            </w:pPr>
            <w:r w:rsidRPr="008E7459">
              <w:t>For SEW data</w:t>
            </w:r>
            <w:r w:rsidR="00D010FF" w:rsidRPr="008E7459">
              <w:t xml:space="preserve">, apparent differences in results between years may not be statistically significant. To assist in interpretation, 95 </w:t>
            </w:r>
            <w:r w:rsidR="00781B70" w:rsidRPr="008E7459">
              <w:t>per cent</w:t>
            </w:r>
            <w:r w:rsidR="00D010FF" w:rsidRPr="008E7459">
              <w:t xml:space="preserve"> confidence intervals and relative standard errors are provided in the attachment tables for this indicator.</w:t>
            </w:r>
          </w:p>
          <w:p w:rsidR="004C79CB" w:rsidRPr="008E7459" w:rsidRDefault="008D5939" w:rsidP="00452262">
            <w:pPr>
              <w:pStyle w:val="Box"/>
            </w:pPr>
            <w:r w:rsidRPr="008E7459">
              <w:t>Historical</w:t>
            </w:r>
            <w:r w:rsidR="009B77B3" w:rsidRPr="008E7459">
              <w:t xml:space="preserve"> </w:t>
            </w:r>
            <w:r w:rsidR="00452262" w:rsidRPr="008E7459">
              <w:t xml:space="preserve">Census and SEW </w:t>
            </w:r>
            <w:r w:rsidRPr="008E7459">
              <w:t xml:space="preserve">data for measure 4(a), </w:t>
            </w:r>
            <w:r w:rsidR="00E80495" w:rsidRPr="008E7459">
              <w:t>4</w:t>
            </w:r>
            <w:r w:rsidRPr="008E7459">
              <w:t>(b)</w:t>
            </w:r>
            <w:r w:rsidR="00781B70" w:rsidRPr="008E7459">
              <w:t xml:space="preserve"> </w:t>
            </w:r>
            <w:r w:rsidRPr="008E7459">
              <w:t xml:space="preserve">and </w:t>
            </w:r>
            <w:r w:rsidR="00E80495" w:rsidRPr="008E7459">
              <w:t>SEW data for measure 4</w:t>
            </w:r>
            <w:r w:rsidRPr="008E7459">
              <w:t xml:space="preserve">(c) for 2011 are available in the 2011 NEA performance report, 2010 results are available in the 2010 NEA performance report, and for 2009 and 2008 results are available in the 2009 NEA performance report. </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26369A" w:rsidRPr="008E7459" w:rsidRDefault="0026369A" w:rsidP="0026369A">
      <w:pPr>
        <w:pStyle w:val="Heading4"/>
        <w:spacing w:after="120"/>
      </w:pPr>
      <w:r w:rsidRPr="008E7459">
        <w:t>Attachment table</w:t>
      </w:r>
      <w:r w:rsidR="000F0C9C" w:rsidRPr="008E7459">
        <w:t>s</w:t>
      </w:r>
      <w:r w:rsidR="00667874" w:rsidRPr="008E7459">
        <w:t xml:space="preserve"> </w:t>
      </w:r>
    </w:p>
    <w:tbl>
      <w:tblPr>
        <w:tblStyle w:val="TableGrid"/>
        <w:tblW w:w="0" w:type="auto"/>
        <w:tblInd w:w="137" w:type="dxa"/>
        <w:tblLook w:val="04A0" w:firstRow="1" w:lastRow="0" w:firstColumn="1" w:lastColumn="0" w:noHBand="0" w:noVBand="1"/>
      </w:tblPr>
      <w:tblGrid>
        <w:gridCol w:w="1843"/>
        <w:gridCol w:w="6946"/>
      </w:tblGrid>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NEA.4.1</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of young people aged 20–24 years who have completed Year 12 (or equivalent) or gained a</w:t>
            </w:r>
            <w:r w:rsidR="00E41429" w:rsidRPr="008E7459">
              <w:rPr>
                <w:rFonts w:ascii="Arial" w:hAnsi="Arial" w:cs="Arial"/>
                <w:sz w:val="20"/>
                <w:szCs w:val="20"/>
              </w:rPr>
              <w:t xml:space="preserve"> </w:t>
            </w:r>
            <w:r w:rsidRPr="008E7459">
              <w:rPr>
                <w:rFonts w:ascii="Arial" w:hAnsi="Arial" w:cs="Arial"/>
                <w:sz w:val="20"/>
                <w:szCs w:val="20"/>
              </w:rPr>
              <w:t>qualification at AQF Certificate II level or above, 2011 (</w:t>
            </w:r>
            <w:r w:rsidR="008921A5" w:rsidRPr="008E7459">
              <w:rPr>
                <w:rFonts w:ascii="Arial" w:hAnsi="Arial" w:cs="Arial"/>
                <w:sz w:val="20"/>
                <w:szCs w:val="20"/>
              </w:rPr>
              <w:t>Census</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lastRenderedPageBreak/>
              <w:t>Table NEA.4.2</w:t>
            </w:r>
          </w:p>
        </w:tc>
        <w:tc>
          <w:tcPr>
            <w:tcW w:w="6946" w:type="dxa"/>
            <w:hideMark/>
          </w:tcPr>
          <w:p w:rsidR="00D71B99" w:rsidRPr="008E7459" w:rsidRDefault="00310242">
            <w:pPr>
              <w:jc w:val="both"/>
              <w:rPr>
                <w:rFonts w:ascii="Arial" w:hAnsi="Arial" w:cs="Arial"/>
                <w:sz w:val="20"/>
                <w:szCs w:val="20"/>
              </w:rPr>
            </w:pPr>
            <w:r w:rsidRPr="008E7459">
              <w:rPr>
                <w:rFonts w:ascii="Arial" w:hAnsi="Arial" w:cs="Arial"/>
                <w:sz w:val="20"/>
                <w:szCs w:val="20"/>
              </w:rPr>
              <w:t xml:space="preserve">Proportion of young people </w:t>
            </w:r>
            <w:r w:rsidR="00D71B99" w:rsidRPr="008E7459">
              <w:rPr>
                <w:rFonts w:ascii="Arial" w:hAnsi="Arial" w:cs="Arial"/>
                <w:sz w:val="20"/>
                <w:szCs w:val="20"/>
              </w:rPr>
              <w:t>aged 20–24 years who have completed Year 12 (or equivalent) or attained a formal qualification at AQF Certificate II level or above, by Indigenous status, 2011 (</w:t>
            </w:r>
            <w:r w:rsidR="008921A5" w:rsidRPr="008E7459">
              <w:rPr>
                <w:rFonts w:ascii="Arial" w:hAnsi="Arial" w:cs="Arial"/>
                <w:sz w:val="20"/>
                <w:szCs w:val="20"/>
              </w:rPr>
              <w:t>Census</w:t>
            </w:r>
            <w:r w:rsidR="00D71B99"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NEA.4.3</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of young people aged 20–24 years who have completed Year 12 (or equivalent) or gained a</w:t>
            </w:r>
            <w:r w:rsidR="00E41429" w:rsidRPr="008E7459">
              <w:rPr>
                <w:rFonts w:ascii="Arial" w:hAnsi="Arial" w:cs="Arial"/>
                <w:sz w:val="20"/>
                <w:szCs w:val="20"/>
              </w:rPr>
              <w:t xml:space="preserve"> </w:t>
            </w:r>
            <w:r w:rsidRPr="008E7459">
              <w:rPr>
                <w:rFonts w:ascii="Arial" w:hAnsi="Arial" w:cs="Arial"/>
                <w:sz w:val="20"/>
                <w:szCs w:val="20"/>
              </w:rPr>
              <w:t>qualification at AQF Certificate II level or above, by SEIFA IRSD quintiles, 2011 (</w:t>
            </w:r>
            <w:r w:rsidR="008921A5" w:rsidRPr="008E7459">
              <w:rPr>
                <w:rFonts w:ascii="Arial" w:hAnsi="Arial" w:cs="Arial"/>
                <w:sz w:val="20"/>
                <w:szCs w:val="20"/>
              </w:rPr>
              <w:t>Census</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NEA.4.4</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young people aged 20–24 years who have completed Year 12 (or equivalent) or gained a</w:t>
            </w:r>
            <w:r w:rsidR="00E41429" w:rsidRPr="008E7459">
              <w:rPr>
                <w:rFonts w:ascii="Arial" w:hAnsi="Arial" w:cs="Arial"/>
                <w:sz w:val="20"/>
                <w:szCs w:val="20"/>
              </w:rPr>
              <w:t xml:space="preserve"> </w:t>
            </w:r>
            <w:r w:rsidRPr="008E7459">
              <w:rPr>
                <w:rFonts w:ascii="Arial" w:hAnsi="Arial" w:cs="Arial"/>
                <w:sz w:val="20"/>
                <w:szCs w:val="20"/>
              </w:rPr>
              <w:t>qualification at AQF Certificate II level or above, by SEIFA IRSD quintiles 2012</w:t>
            </w:r>
            <w:r w:rsidR="00E41429" w:rsidRPr="008E7459">
              <w:rPr>
                <w:rFonts w:ascii="Arial" w:hAnsi="Arial" w:cs="Arial"/>
                <w:sz w:val="20"/>
                <w:szCs w:val="20"/>
              </w:rPr>
              <w:t xml:space="preserve"> </w:t>
            </w:r>
          </w:p>
        </w:tc>
      </w:tr>
      <w:tr w:rsidR="00D71B99" w:rsidRPr="008E7459" w:rsidTr="00E80495">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NEA.4.5</w:t>
            </w:r>
          </w:p>
        </w:tc>
        <w:tc>
          <w:tcPr>
            <w:tcW w:w="6946" w:type="dxa"/>
            <w:tcBorders>
              <w:bottom w:val="single" w:sz="4" w:space="0" w:color="auto"/>
            </w:tcBorders>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of young people aged 20–24 years who have completed Year 12 (or equivalent) or gained a</w:t>
            </w:r>
            <w:r w:rsidR="00E41429" w:rsidRPr="008E7459">
              <w:rPr>
                <w:rFonts w:ascii="Arial" w:hAnsi="Arial" w:cs="Arial"/>
                <w:sz w:val="20"/>
                <w:szCs w:val="20"/>
              </w:rPr>
              <w:t xml:space="preserve"> </w:t>
            </w:r>
            <w:r w:rsidRPr="008E7459">
              <w:rPr>
                <w:rFonts w:ascii="Arial" w:hAnsi="Arial" w:cs="Arial"/>
                <w:sz w:val="20"/>
                <w:szCs w:val="20"/>
              </w:rPr>
              <w:t>qualification at AQF Certificate III level or above, 2011 (</w:t>
            </w:r>
            <w:r w:rsidR="008921A5" w:rsidRPr="008E7459">
              <w:rPr>
                <w:rFonts w:ascii="Arial" w:hAnsi="Arial" w:cs="Arial"/>
                <w:sz w:val="20"/>
                <w:szCs w:val="20"/>
              </w:rPr>
              <w:t>Census</w:t>
            </w:r>
            <w:r w:rsidRPr="008E7459">
              <w:rPr>
                <w:rFonts w:ascii="Arial" w:hAnsi="Arial" w:cs="Arial"/>
                <w:sz w:val="20"/>
                <w:szCs w:val="20"/>
              </w:rPr>
              <w:t xml:space="preserve">) </w:t>
            </w:r>
          </w:p>
        </w:tc>
      </w:tr>
      <w:tr w:rsidR="00D71B99" w:rsidRPr="008E7459" w:rsidTr="00E80495">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NEA.4.6</w:t>
            </w:r>
          </w:p>
        </w:tc>
        <w:tc>
          <w:tcPr>
            <w:tcW w:w="6946" w:type="dxa"/>
            <w:tcBorders>
              <w:bottom w:val="single" w:sz="4" w:space="0" w:color="auto"/>
            </w:tcBorders>
            <w:hideMark/>
          </w:tcPr>
          <w:p w:rsidR="00D71B99" w:rsidRPr="008E7459" w:rsidRDefault="00310242">
            <w:pPr>
              <w:jc w:val="both"/>
              <w:rPr>
                <w:rFonts w:ascii="Arial" w:hAnsi="Arial" w:cs="Arial"/>
                <w:sz w:val="20"/>
                <w:szCs w:val="20"/>
              </w:rPr>
            </w:pPr>
            <w:r w:rsidRPr="008E7459">
              <w:rPr>
                <w:rFonts w:ascii="Arial" w:hAnsi="Arial" w:cs="Arial"/>
                <w:sz w:val="20"/>
                <w:szCs w:val="20"/>
              </w:rPr>
              <w:t xml:space="preserve">Proportion of young people </w:t>
            </w:r>
            <w:r w:rsidR="00D71B99" w:rsidRPr="008E7459">
              <w:rPr>
                <w:rFonts w:ascii="Arial" w:hAnsi="Arial" w:cs="Arial"/>
                <w:sz w:val="20"/>
                <w:szCs w:val="20"/>
              </w:rPr>
              <w:t>aged 20–24 years who have completed Year 12 (or equivalent) or attained a formal qualification at AQF Certificate III level or above, by Indigenous status, 2011 (</w:t>
            </w:r>
            <w:r w:rsidR="008921A5" w:rsidRPr="008E7459">
              <w:rPr>
                <w:rFonts w:ascii="Arial" w:hAnsi="Arial" w:cs="Arial"/>
                <w:sz w:val="20"/>
                <w:szCs w:val="20"/>
              </w:rPr>
              <w:t>Census</w:t>
            </w:r>
            <w:r w:rsidR="00D71B99" w:rsidRPr="008E7459">
              <w:rPr>
                <w:rFonts w:ascii="Arial" w:hAnsi="Arial" w:cs="Arial"/>
                <w:sz w:val="20"/>
                <w:szCs w:val="20"/>
              </w:rPr>
              <w:t xml:space="preserve">) </w:t>
            </w:r>
          </w:p>
        </w:tc>
      </w:tr>
      <w:tr w:rsidR="00D71B99" w:rsidRPr="008E7459" w:rsidTr="00E80495">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NEA.4.7</w:t>
            </w:r>
          </w:p>
        </w:tc>
        <w:tc>
          <w:tcPr>
            <w:tcW w:w="6946" w:type="dxa"/>
            <w:tcBorders>
              <w:top w:val="single" w:sz="4" w:space="0" w:color="auto"/>
            </w:tcBorders>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of young people aged 20–24 years who have completed Year 12 (or equivalent) or gained a</w:t>
            </w:r>
            <w:r w:rsidR="00E41429" w:rsidRPr="008E7459">
              <w:rPr>
                <w:rFonts w:ascii="Arial" w:hAnsi="Arial" w:cs="Arial"/>
                <w:sz w:val="20"/>
                <w:szCs w:val="20"/>
              </w:rPr>
              <w:t xml:space="preserve"> </w:t>
            </w:r>
            <w:r w:rsidRPr="008E7459">
              <w:rPr>
                <w:rFonts w:ascii="Arial" w:hAnsi="Arial" w:cs="Arial"/>
                <w:sz w:val="20"/>
                <w:szCs w:val="20"/>
              </w:rPr>
              <w:t>qualification at AQF Certificate III level or above, by SEIFA IRSD quintiles, 2011 (</w:t>
            </w:r>
            <w:r w:rsidR="008921A5" w:rsidRPr="008E7459">
              <w:rPr>
                <w:rFonts w:ascii="Arial" w:hAnsi="Arial" w:cs="Arial"/>
                <w:sz w:val="20"/>
                <w:szCs w:val="20"/>
              </w:rPr>
              <w:t>Census</w:t>
            </w:r>
            <w:r w:rsidRPr="008E7459">
              <w:rPr>
                <w:rFonts w:ascii="Arial" w:hAnsi="Arial" w:cs="Arial"/>
                <w:sz w:val="20"/>
                <w:szCs w:val="20"/>
              </w:rPr>
              <w:t xml:space="preserve">) </w:t>
            </w:r>
          </w:p>
        </w:tc>
      </w:tr>
      <w:tr w:rsidR="00D71B99" w:rsidRPr="008E7459" w:rsidTr="00D71B99">
        <w:trPr>
          <w:trHeight w:val="867"/>
        </w:trPr>
        <w:tc>
          <w:tcPr>
            <w:tcW w:w="1843" w:type="dxa"/>
            <w:noWrap/>
            <w:hideMark/>
          </w:tcPr>
          <w:p w:rsidR="00D71B99" w:rsidRPr="008E7459" w:rsidRDefault="00D71B99" w:rsidP="00D71B99">
            <w:pPr>
              <w:rPr>
                <w:rFonts w:ascii="Arial" w:hAnsi="Arial" w:cs="Arial"/>
                <w:b/>
                <w:bCs/>
                <w:sz w:val="20"/>
                <w:szCs w:val="20"/>
              </w:rPr>
            </w:pPr>
            <w:r w:rsidRPr="008E7459">
              <w:rPr>
                <w:rFonts w:ascii="Arial" w:hAnsi="Arial" w:cs="Arial"/>
                <w:b/>
                <w:bCs/>
                <w:sz w:val="20"/>
                <w:szCs w:val="20"/>
              </w:rPr>
              <w:t>Table NEA.4.8</w:t>
            </w:r>
          </w:p>
        </w:tc>
        <w:tc>
          <w:tcPr>
            <w:tcW w:w="6946" w:type="dxa"/>
            <w:hideMark/>
          </w:tcPr>
          <w:p w:rsidR="00D71B99" w:rsidRPr="008E7459" w:rsidRDefault="00D71B99">
            <w:pPr>
              <w:jc w:val="both"/>
              <w:rPr>
                <w:rFonts w:ascii="Arial" w:hAnsi="Arial" w:cs="Arial"/>
                <w:sz w:val="20"/>
                <w:szCs w:val="20"/>
              </w:rPr>
            </w:pPr>
            <w:r w:rsidRPr="008E7459">
              <w:rPr>
                <w:rFonts w:ascii="Arial" w:hAnsi="Arial" w:cs="Arial"/>
                <w:sz w:val="20"/>
                <w:szCs w:val="20"/>
              </w:rPr>
              <w:t>Proportion, relative standard error, and confidence intervals of young people aged 20–24 years who have completed Year 12 (or equivalent) or gained a</w:t>
            </w:r>
            <w:r w:rsidR="00E41429" w:rsidRPr="008E7459">
              <w:rPr>
                <w:rFonts w:ascii="Arial" w:hAnsi="Arial" w:cs="Arial"/>
                <w:sz w:val="20"/>
                <w:szCs w:val="20"/>
              </w:rPr>
              <w:t xml:space="preserve"> </w:t>
            </w:r>
            <w:r w:rsidRPr="008E7459">
              <w:rPr>
                <w:rFonts w:ascii="Arial" w:hAnsi="Arial" w:cs="Arial"/>
                <w:sz w:val="20"/>
                <w:szCs w:val="20"/>
              </w:rPr>
              <w:t>qualification at AQF Certificate III level or above, by SEIFA IRSD quintiles 2012</w:t>
            </w:r>
            <w:r w:rsidR="00E41429" w:rsidRPr="008E7459">
              <w:rPr>
                <w:rFonts w:ascii="Arial" w:hAnsi="Arial" w:cs="Arial"/>
                <w:sz w:val="20"/>
                <w:szCs w:val="20"/>
              </w:rPr>
              <w:t xml:space="preserve"> </w:t>
            </w:r>
          </w:p>
        </w:tc>
      </w:tr>
      <w:tr w:rsidR="007A1A4C" w:rsidRPr="008E7459" w:rsidTr="00D71B99">
        <w:trPr>
          <w:trHeight w:val="867"/>
        </w:trPr>
        <w:tc>
          <w:tcPr>
            <w:tcW w:w="1843" w:type="dxa"/>
            <w:noWrap/>
          </w:tcPr>
          <w:p w:rsidR="007A1A4C" w:rsidRPr="008E7459" w:rsidRDefault="007A1A4C" w:rsidP="00177AB4">
            <w:pPr>
              <w:rPr>
                <w:rFonts w:ascii="Arial" w:hAnsi="Arial" w:cs="Arial"/>
                <w:b/>
                <w:bCs/>
                <w:sz w:val="20"/>
                <w:szCs w:val="20"/>
              </w:rPr>
            </w:pPr>
            <w:r w:rsidRPr="008E7459">
              <w:rPr>
                <w:rFonts w:ascii="Arial" w:hAnsi="Arial" w:cs="Arial"/>
                <w:b/>
                <w:bCs/>
                <w:sz w:val="20"/>
                <w:szCs w:val="20"/>
              </w:rPr>
              <w:t>Table NEA.4.9</w:t>
            </w:r>
          </w:p>
        </w:tc>
        <w:tc>
          <w:tcPr>
            <w:tcW w:w="6946" w:type="dxa"/>
          </w:tcPr>
          <w:p w:rsidR="007A1A4C" w:rsidRPr="008E7459" w:rsidRDefault="007A1A4C">
            <w:pPr>
              <w:jc w:val="both"/>
              <w:rPr>
                <w:rFonts w:ascii="Arial" w:hAnsi="Arial" w:cs="Arial"/>
                <w:sz w:val="20"/>
                <w:szCs w:val="20"/>
              </w:rPr>
            </w:pPr>
            <w:r w:rsidRPr="008E7459">
              <w:rPr>
                <w:rFonts w:ascii="Arial" w:hAnsi="Arial" w:cs="Arial"/>
                <w:sz w:val="20"/>
                <w:szCs w:val="20"/>
              </w:rPr>
              <w:t>Proportion of young people aged 20–24 years who have completed Year 12 (or equivalent) or gained a</w:t>
            </w:r>
            <w:r w:rsidR="00781B70" w:rsidRPr="008E7459">
              <w:rPr>
                <w:rFonts w:ascii="Arial" w:hAnsi="Arial" w:cs="Arial"/>
                <w:sz w:val="20"/>
                <w:szCs w:val="20"/>
              </w:rPr>
              <w:t xml:space="preserve"> </w:t>
            </w:r>
            <w:r w:rsidRPr="008E7459">
              <w:rPr>
                <w:rFonts w:ascii="Arial" w:hAnsi="Arial" w:cs="Arial"/>
                <w:sz w:val="20"/>
                <w:szCs w:val="20"/>
              </w:rPr>
              <w:t>qualification at AQF Certificate III level or above, 2006</w:t>
            </w:r>
            <w:r w:rsidR="00781B70" w:rsidRPr="008E7459">
              <w:rPr>
                <w:rFonts w:ascii="Arial" w:hAnsi="Arial" w:cs="Arial"/>
                <w:sz w:val="20"/>
                <w:szCs w:val="20"/>
              </w:rPr>
              <w:t xml:space="preserve"> </w:t>
            </w:r>
          </w:p>
        </w:tc>
      </w:tr>
      <w:tr w:rsidR="007A1A4C" w:rsidRPr="008E7459" w:rsidTr="00D71B99">
        <w:trPr>
          <w:trHeight w:val="867"/>
        </w:trPr>
        <w:tc>
          <w:tcPr>
            <w:tcW w:w="1843" w:type="dxa"/>
            <w:noWrap/>
          </w:tcPr>
          <w:p w:rsidR="007A1A4C" w:rsidRPr="008E7459" w:rsidRDefault="007A1A4C" w:rsidP="00177AB4">
            <w:pPr>
              <w:rPr>
                <w:rFonts w:ascii="Arial" w:hAnsi="Arial" w:cs="Arial"/>
                <w:b/>
                <w:bCs/>
                <w:sz w:val="20"/>
                <w:szCs w:val="20"/>
              </w:rPr>
            </w:pPr>
            <w:r w:rsidRPr="008E7459">
              <w:rPr>
                <w:rFonts w:ascii="Arial" w:hAnsi="Arial" w:cs="Arial"/>
                <w:b/>
                <w:bCs/>
                <w:sz w:val="20"/>
                <w:szCs w:val="20"/>
              </w:rPr>
              <w:t>Table NEA.4.10</w:t>
            </w:r>
          </w:p>
        </w:tc>
        <w:tc>
          <w:tcPr>
            <w:tcW w:w="6946" w:type="dxa"/>
          </w:tcPr>
          <w:p w:rsidR="007A1A4C" w:rsidRPr="008E7459" w:rsidRDefault="00310242">
            <w:pPr>
              <w:jc w:val="both"/>
              <w:rPr>
                <w:rFonts w:ascii="Arial" w:hAnsi="Arial" w:cs="Arial"/>
                <w:sz w:val="20"/>
                <w:szCs w:val="20"/>
              </w:rPr>
            </w:pPr>
            <w:r w:rsidRPr="008E7459">
              <w:rPr>
                <w:rFonts w:ascii="Arial" w:hAnsi="Arial" w:cs="Arial"/>
                <w:sz w:val="20"/>
                <w:szCs w:val="20"/>
              </w:rPr>
              <w:t xml:space="preserve">Proportion of young people </w:t>
            </w:r>
            <w:r w:rsidR="007A1A4C" w:rsidRPr="008E7459">
              <w:rPr>
                <w:rFonts w:ascii="Arial" w:hAnsi="Arial" w:cs="Arial"/>
                <w:sz w:val="20"/>
                <w:szCs w:val="20"/>
              </w:rPr>
              <w:t xml:space="preserve">aged 20–24 years who have completed Year 12 (or equivalent) or attained a formal qualification at AQF Certificate III level or above, by Indigenous status, 2006 </w:t>
            </w:r>
          </w:p>
        </w:tc>
      </w:tr>
      <w:tr w:rsidR="007A1A4C" w:rsidRPr="008E7459" w:rsidTr="00D71B99">
        <w:trPr>
          <w:trHeight w:val="867"/>
        </w:trPr>
        <w:tc>
          <w:tcPr>
            <w:tcW w:w="1843" w:type="dxa"/>
            <w:noWrap/>
          </w:tcPr>
          <w:p w:rsidR="007A1A4C" w:rsidRPr="008E7459" w:rsidRDefault="007A1A4C" w:rsidP="00177AB4">
            <w:pPr>
              <w:rPr>
                <w:rFonts w:ascii="Arial" w:hAnsi="Arial" w:cs="Arial"/>
                <w:b/>
                <w:bCs/>
                <w:sz w:val="20"/>
                <w:szCs w:val="20"/>
              </w:rPr>
            </w:pPr>
            <w:r w:rsidRPr="008E7459">
              <w:rPr>
                <w:rFonts w:ascii="Arial" w:hAnsi="Arial" w:cs="Arial"/>
                <w:b/>
                <w:bCs/>
                <w:sz w:val="20"/>
                <w:szCs w:val="20"/>
              </w:rPr>
              <w:t>Table NEA.4.11</w:t>
            </w:r>
          </w:p>
        </w:tc>
        <w:tc>
          <w:tcPr>
            <w:tcW w:w="6946" w:type="dxa"/>
          </w:tcPr>
          <w:p w:rsidR="007A1A4C" w:rsidRPr="008E7459" w:rsidRDefault="007A1A4C">
            <w:pPr>
              <w:jc w:val="both"/>
              <w:rPr>
                <w:rFonts w:ascii="Arial" w:hAnsi="Arial" w:cs="Arial"/>
                <w:sz w:val="20"/>
                <w:szCs w:val="20"/>
              </w:rPr>
            </w:pPr>
            <w:r w:rsidRPr="008E7459">
              <w:rPr>
                <w:rFonts w:ascii="Arial" w:hAnsi="Arial" w:cs="Arial"/>
                <w:sz w:val="20"/>
                <w:szCs w:val="20"/>
              </w:rPr>
              <w:t>Proportion of young people aged 20–24 years who have completed Year 12 (or equivalent) or gained a</w:t>
            </w:r>
            <w:r w:rsidR="00781B70" w:rsidRPr="008E7459">
              <w:rPr>
                <w:rFonts w:ascii="Arial" w:hAnsi="Arial" w:cs="Arial"/>
                <w:sz w:val="20"/>
                <w:szCs w:val="20"/>
              </w:rPr>
              <w:t xml:space="preserve"> </w:t>
            </w:r>
            <w:r w:rsidRPr="008E7459">
              <w:rPr>
                <w:rFonts w:ascii="Arial" w:hAnsi="Arial" w:cs="Arial"/>
                <w:sz w:val="20"/>
                <w:szCs w:val="20"/>
              </w:rPr>
              <w:t xml:space="preserve">qualification at AQF Certificate III level or above, by SEIFA IRSD quintiles, 2006 </w:t>
            </w:r>
          </w:p>
        </w:tc>
      </w:tr>
      <w:tr w:rsidR="007A1A4C" w:rsidRPr="008E7459" w:rsidTr="00310242">
        <w:trPr>
          <w:trHeight w:val="1096"/>
        </w:trPr>
        <w:tc>
          <w:tcPr>
            <w:tcW w:w="1843" w:type="dxa"/>
            <w:noWrap/>
          </w:tcPr>
          <w:p w:rsidR="007A1A4C" w:rsidRPr="008E7459" w:rsidRDefault="007A1A4C" w:rsidP="00177AB4">
            <w:pPr>
              <w:rPr>
                <w:rFonts w:ascii="Arial" w:hAnsi="Arial" w:cs="Arial"/>
                <w:b/>
                <w:bCs/>
                <w:sz w:val="20"/>
                <w:szCs w:val="20"/>
              </w:rPr>
            </w:pPr>
            <w:r w:rsidRPr="008E7459">
              <w:rPr>
                <w:rFonts w:ascii="Arial" w:hAnsi="Arial" w:cs="Arial"/>
                <w:b/>
                <w:bCs/>
                <w:sz w:val="20"/>
                <w:szCs w:val="20"/>
              </w:rPr>
              <w:t>Table NEA.4.12</w:t>
            </w:r>
          </w:p>
        </w:tc>
        <w:tc>
          <w:tcPr>
            <w:tcW w:w="6946" w:type="dxa"/>
          </w:tcPr>
          <w:p w:rsidR="007A1A4C" w:rsidRPr="008E7459" w:rsidRDefault="00310242" w:rsidP="00310242">
            <w:pPr>
              <w:jc w:val="both"/>
              <w:rPr>
                <w:rFonts w:ascii="Arial" w:hAnsi="Arial" w:cs="Arial"/>
                <w:sz w:val="20"/>
                <w:szCs w:val="20"/>
              </w:rPr>
            </w:pPr>
            <w:r w:rsidRPr="008E7459">
              <w:rPr>
                <w:rFonts w:ascii="Arial" w:hAnsi="Arial" w:cs="Arial"/>
                <w:sz w:val="20"/>
                <w:szCs w:val="20"/>
              </w:rPr>
              <w:t>Proportion, relative standard error, and confidence intervals of young people aged 20–24 years who have completed Year 12 (or equivalent) or gained a</w:t>
            </w:r>
            <w:r w:rsidR="004145C8" w:rsidRPr="008E7459">
              <w:rPr>
                <w:rFonts w:ascii="Arial" w:hAnsi="Arial" w:cs="Arial"/>
                <w:sz w:val="20"/>
                <w:szCs w:val="20"/>
              </w:rPr>
              <w:t xml:space="preserve"> </w:t>
            </w:r>
            <w:r w:rsidRPr="008E7459">
              <w:rPr>
                <w:rFonts w:ascii="Arial" w:hAnsi="Arial" w:cs="Arial"/>
                <w:sz w:val="20"/>
                <w:szCs w:val="20"/>
              </w:rPr>
              <w:t>qualification at AQF Certificate III level or above, by SEIFA IRSD quintiles, 2011</w:t>
            </w:r>
            <w:r w:rsidRPr="008E7459">
              <w:rPr>
                <w:rFonts w:ascii="Arial" w:hAnsi="Arial" w:cs="Arial"/>
                <w:b/>
                <w:bCs/>
                <w:sz w:val="20"/>
                <w:szCs w:val="20"/>
              </w:rPr>
              <w:tab/>
            </w:r>
            <w:r w:rsidRPr="008E7459">
              <w:rPr>
                <w:rFonts w:ascii="Arial" w:hAnsi="Arial" w:cs="Arial"/>
                <w:sz w:val="20"/>
                <w:szCs w:val="20"/>
              </w:rPr>
              <w:tab/>
            </w:r>
            <w:r w:rsidRPr="008E7459">
              <w:rPr>
                <w:rFonts w:ascii="Arial" w:hAnsi="Arial" w:cs="Arial"/>
                <w:sz w:val="20"/>
                <w:szCs w:val="20"/>
              </w:rPr>
              <w:tab/>
            </w:r>
            <w:r w:rsidRPr="008E7459">
              <w:rPr>
                <w:rFonts w:ascii="Arial" w:hAnsi="Arial" w:cs="Arial"/>
                <w:sz w:val="20"/>
                <w:szCs w:val="20"/>
              </w:rPr>
              <w:tab/>
            </w:r>
          </w:p>
        </w:tc>
      </w:tr>
      <w:tr w:rsidR="007A1A4C" w:rsidRPr="008E7459" w:rsidTr="00310242">
        <w:trPr>
          <w:trHeight w:val="1112"/>
        </w:trPr>
        <w:tc>
          <w:tcPr>
            <w:tcW w:w="1843" w:type="dxa"/>
            <w:noWrap/>
          </w:tcPr>
          <w:p w:rsidR="007A1A4C" w:rsidRPr="008E7459" w:rsidRDefault="007A1A4C" w:rsidP="00177AB4">
            <w:pPr>
              <w:rPr>
                <w:rFonts w:ascii="Arial" w:hAnsi="Arial" w:cs="Arial"/>
                <w:b/>
                <w:bCs/>
                <w:sz w:val="20"/>
                <w:szCs w:val="20"/>
              </w:rPr>
            </w:pPr>
            <w:r w:rsidRPr="008E7459">
              <w:rPr>
                <w:rFonts w:ascii="Arial" w:hAnsi="Arial" w:cs="Arial"/>
                <w:b/>
                <w:bCs/>
                <w:sz w:val="20"/>
                <w:szCs w:val="20"/>
              </w:rPr>
              <w:t>Table NEA.4.13</w:t>
            </w:r>
          </w:p>
        </w:tc>
        <w:tc>
          <w:tcPr>
            <w:tcW w:w="6946" w:type="dxa"/>
          </w:tcPr>
          <w:p w:rsidR="007A1A4C" w:rsidRPr="008E7459" w:rsidRDefault="00310242">
            <w:pPr>
              <w:jc w:val="both"/>
              <w:rPr>
                <w:rFonts w:ascii="Arial" w:hAnsi="Arial" w:cs="Arial"/>
                <w:sz w:val="20"/>
                <w:szCs w:val="20"/>
              </w:rPr>
            </w:pPr>
            <w:r w:rsidRPr="008E7459">
              <w:rPr>
                <w:rFonts w:ascii="Arial" w:hAnsi="Arial" w:cs="Arial"/>
                <w:sz w:val="20"/>
                <w:szCs w:val="20"/>
              </w:rPr>
              <w:t>Proportion, relative standard error, and confidence intervalsof young people aged 20–24 years who have completed Year 12 (or equivalent) or gained a</w:t>
            </w:r>
            <w:r w:rsidR="004145C8" w:rsidRPr="008E7459">
              <w:rPr>
                <w:rFonts w:ascii="Arial" w:hAnsi="Arial" w:cs="Arial"/>
                <w:sz w:val="20"/>
                <w:szCs w:val="20"/>
              </w:rPr>
              <w:t xml:space="preserve"> </w:t>
            </w:r>
            <w:r w:rsidRPr="008E7459">
              <w:rPr>
                <w:rFonts w:ascii="Arial" w:hAnsi="Arial" w:cs="Arial"/>
                <w:sz w:val="20"/>
                <w:szCs w:val="20"/>
              </w:rPr>
              <w:t>qualification at AQF Certificate III level or above, by SEIFA IRSD quintiles, 2010</w:t>
            </w:r>
          </w:p>
        </w:tc>
      </w:tr>
      <w:tr w:rsidR="007A1A4C" w:rsidRPr="008E7459" w:rsidTr="00310242">
        <w:trPr>
          <w:trHeight w:val="1039"/>
        </w:trPr>
        <w:tc>
          <w:tcPr>
            <w:tcW w:w="1843" w:type="dxa"/>
            <w:noWrap/>
          </w:tcPr>
          <w:p w:rsidR="007A1A4C" w:rsidRPr="008E7459" w:rsidRDefault="007A1A4C" w:rsidP="00177AB4">
            <w:pPr>
              <w:rPr>
                <w:rFonts w:ascii="Arial" w:hAnsi="Arial" w:cs="Arial"/>
                <w:b/>
                <w:bCs/>
                <w:sz w:val="20"/>
                <w:szCs w:val="20"/>
              </w:rPr>
            </w:pPr>
            <w:r w:rsidRPr="008E7459">
              <w:rPr>
                <w:rFonts w:ascii="Arial" w:hAnsi="Arial" w:cs="Arial"/>
                <w:b/>
                <w:bCs/>
                <w:sz w:val="20"/>
                <w:szCs w:val="20"/>
              </w:rPr>
              <w:t>Table NEA.4.14</w:t>
            </w:r>
          </w:p>
        </w:tc>
        <w:tc>
          <w:tcPr>
            <w:tcW w:w="6946" w:type="dxa"/>
          </w:tcPr>
          <w:p w:rsidR="007A1A4C" w:rsidRPr="008E7459" w:rsidRDefault="00310242" w:rsidP="00310242">
            <w:pPr>
              <w:jc w:val="both"/>
              <w:rPr>
                <w:rFonts w:ascii="Arial" w:hAnsi="Arial" w:cs="Arial"/>
                <w:sz w:val="20"/>
                <w:szCs w:val="20"/>
              </w:rPr>
            </w:pPr>
            <w:r w:rsidRPr="008E7459">
              <w:rPr>
                <w:rFonts w:ascii="Arial" w:hAnsi="Arial" w:cs="Arial"/>
                <w:sz w:val="20"/>
                <w:szCs w:val="20"/>
              </w:rPr>
              <w:t>Proportion, relative standard error, and confidence intervals of young people aged 20–24 years who have completed Year 12 (or equivalent) or gained a</w:t>
            </w:r>
            <w:r w:rsidR="004145C8" w:rsidRPr="008E7459">
              <w:rPr>
                <w:rFonts w:ascii="Arial" w:hAnsi="Arial" w:cs="Arial"/>
                <w:sz w:val="20"/>
                <w:szCs w:val="20"/>
              </w:rPr>
              <w:t xml:space="preserve"> </w:t>
            </w:r>
            <w:r w:rsidRPr="008E7459">
              <w:rPr>
                <w:rFonts w:ascii="Arial" w:hAnsi="Arial" w:cs="Arial"/>
                <w:sz w:val="20"/>
                <w:szCs w:val="20"/>
              </w:rPr>
              <w:t xml:space="preserve">qualification at AQF Certificate III level or above, by SEIFA IRSD quintiles, 2009 </w:t>
            </w:r>
          </w:p>
        </w:tc>
      </w:tr>
      <w:tr w:rsidR="007A1A4C" w:rsidRPr="008E7459" w:rsidTr="00D71B99">
        <w:trPr>
          <w:trHeight w:val="867"/>
        </w:trPr>
        <w:tc>
          <w:tcPr>
            <w:tcW w:w="1843" w:type="dxa"/>
            <w:noWrap/>
          </w:tcPr>
          <w:p w:rsidR="007A1A4C" w:rsidRPr="008E7459" w:rsidRDefault="007A1A4C" w:rsidP="00177AB4">
            <w:pPr>
              <w:rPr>
                <w:rFonts w:ascii="Arial" w:hAnsi="Arial" w:cs="Arial"/>
                <w:b/>
                <w:bCs/>
                <w:sz w:val="20"/>
                <w:szCs w:val="20"/>
              </w:rPr>
            </w:pPr>
            <w:r w:rsidRPr="008E7459">
              <w:rPr>
                <w:rFonts w:ascii="Arial" w:hAnsi="Arial" w:cs="Arial"/>
                <w:b/>
                <w:bCs/>
                <w:sz w:val="20"/>
                <w:szCs w:val="20"/>
              </w:rPr>
              <w:t>Table NEA.4.15</w:t>
            </w:r>
          </w:p>
        </w:tc>
        <w:tc>
          <w:tcPr>
            <w:tcW w:w="6946" w:type="dxa"/>
          </w:tcPr>
          <w:p w:rsidR="00310242" w:rsidRPr="008E7459" w:rsidRDefault="00310242" w:rsidP="00310242">
            <w:pPr>
              <w:jc w:val="both"/>
              <w:rPr>
                <w:rFonts w:ascii="Arial" w:hAnsi="Arial" w:cs="Arial"/>
                <w:sz w:val="20"/>
                <w:szCs w:val="20"/>
              </w:rPr>
            </w:pPr>
            <w:r w:rsidRPr="008E7459">
              <w:rPr>
                <w:rFonts w:ascii="Arial" w:hAnsi="Arial" w:cs="Arial"/>
                <w:sz w:val="20"/>
                <w:szCs w:val="20"/>
              </w:rPr>
              <w:t>Proportion, relative standard error, and confidence intervals of young people aged 20–24 years who have completed Year 12 (or equivalent) or attained a formal qualification at AQF Certificate III level or above, by Indigenous status, 2008</w:t>
            </w:r>
          </w:p>
          <w:p w:rsidR="007A1A4C" w:rsidRPr="008E7459" w:rsidRDefault="007A1A4C">
            <w:pPr>
              <w:jc w:val="both"/>
              <w:rPr>
                <w:rFonts w:ascii="Arial" w:hAnsi="Arial" w:cs="Arial"/>
                <w:sz w:val="20"/>
                <w:szCs w:val="20"/>
              </w:rPr>
            </w:pPr>
          </w:p>
        </w:tc>
      </w:tr>
      <w:tr w:rsidR="007A1A4C" w:rsidRPr="008E7459" w:rsidTr="00310242">
        <w:trPr>
          <w:trHeight w:val="1027"/>
        </w:trPr>
        <w:tc>
          <w:tcPr>
            <w:tcW w:w="1843" w:type="dxa"/>
            <w:noWrap/>
          </w:tcPr>
          <w:p w:rsidR="007A1A4C" w:rsidRPr="008E7459" w:rsidRDefault="007A1A4C" w:rsidP="00177AB4">
            <w:pPr>
              <w:rPr>
                <w:rFonts w:ascii="Arial" w:hAnsi="Arial" w:cs="Arial"/>
                <w:b/>
                <w:bCs/>
                <w:sz w:val="20"/>
                <w:szCs w:val="20"/>
              </w:rPr>
            </w:pPr>
            <w:r w:rsidRPr="008E7459">
              <w:rPr>
                <w:rFonts w:ascii="Arial" w:hAnsi="Arial" w:cs="Arial"/>
                <w:b/>
                <w:bCs/>
                <w:sz w:val="20"/>
                <w:szCs w:val="20"/>
              </w:rPr>
              <w:lastRenderedPageBreak/>
              <w:t>Table NEA.4.16</w:t>
            </w:r>
          </w:p>
        </w:tc>
        <w:tc>
          <w:tcPr>
            <w:tcW w:w="6946" w:type="dxa"/>
          </w:tcPr>
          <w:p w:rsidR="007A1A4C" w:rsidRPr="008E7459" w:rsidRDefault="00310242" w:rsidP="00310242">
            <w:pPr>
              <w:jc w:val="both"/>
              <w:rPr>
                <w:rFonts w:ascii="Arial" w:hAnsi="Arial" w:cs="Arial"/>
                <w:sz w:val="20"/>
                <w:szCs w:val="20"/>
              </w:rPr>
            </w:pPr>
            <w:r w:rsidRPr="008E7459">
              <w:rPr>
                <w:rFonts w:ascii="Arial" w:hAnsi="Arial" w:cs="Arial"/>
                <w:sz w:val="20"/>
                <w:szCs w:val="20"/>
              </w:rPr>
              <w:t>Proportion, relative standard error, and confidence intervals of young people aged 20–24 years who have completed Year 12 (or equivalent) or gained a</w:t>
            </w:r>
            <w:r w:rsidR="004145C8" w:rsidRPr="008E7459">
              <w:rPr>
                <w:rFonts w:ascii="Arial" w:hAnsi="Arial" w:cs="Arial"/>
                <w:sz w:val="20"/>
                <w:szCs w:val="20"/>
              </w:rPr>
              <w:t xml:space="preserve"> </w:t>
            </w:r>
            <w:r w:rsidRPr="008E7459">
              <w:rPr>
                <w:rFonts w:ascii="Arial" w:hAnsi="Arial" w:cs="Arial"/>
                <w:sz w:val="20"/>
                <w:szCs w:val="20"/>
              </w:rPr>
              <w:t>qualification at AQF Certificate III level or above, by SEIFA IRSD quintiles, 2008</w:t>
            </w:r>
            <w:r w:rsidRPr="008E7459">
              <w:rPr>
                <w:rFonts w:ascii="Arial" w:hAnsi="Arial" w:cs="Arial"/>
                <w:sz w:val="20"/>
                <w:szCs w:val="20"/>
              </w:rPr>
              <w:tab/>
            </w:r>
            <w:r w:rsidRPr="008E7459">
              <w:rPr>
                <w:rFonts w:ascii="Arial" w:hAnsi="Arial" w:cs="Arial"/>
                <w:sz w:val="20"/>
                <w:szCs w:val="20"/>
              </w:rPr>
              <w:tab/>
            </w:r>
            <w:r w:rsidRPr="008E7459">
              <w:rPr>
                <w:rFonts w:ascii="Arial" w:hAnsi="Arial" w:cs="Arial"/>
                <w:sz w:val="20"/>
                <w:szCs w:val="20"/>
              </w:rPr>
              <w:tab/>
            </w:r>
            <w:r w:rsidRPr="008E7459">
              <w:rPr>
                <w:rFonts w:ascii="Arial" w:hAnsi="Arial" w:cs="Arial"/>
                <w:sz w:val="20"/>
                <w:szCs w:val="20"/>
              </w:rPr>
              <w:tab/>
            </w:r>
            <w:r w:rsidRPr="008E7459">
              <w:rPr>
                <w:rFonts w:ascii="Arial" w:hAnsi="Arial" w:cs="Arial"/>
                <w:sz w:val="20"/>
                <w:szCs w:val="20"/>
              </w:rPr>
              <w:tab/>
            </w:r>
            <w:r w:rsidRPr="008E7459">
              <w:rPr>
                <w:rFonts w:ascii="Arial" w:hAnsi="Arial" w:cs="Arial"/>
                <w:sz w:val="20"/>
                <w:szCs w:val="20"/>
              </w:rPr>
              <w:tab/>
            </w:r>
            <w:r w:rsidRPr="008E7459">
              <w:rPr>
                <w:rFonts w:ascii="Arial" w:hAnsi="Arial" w:cs="Arial"/>
                <w:sz w:val="20"/>
                <w:szCs w:val="20"/>
              </w:rPr>
              <w:tab/>
            </w:r>
          </w:p>
        </w:tc>
      </w:tr>
    </w:tbl>
    <w:p w:rsidR="0026369A" w:rsidRPr="008E7459"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26369A">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17</w:t>
            </w:r>
            <w:r w:rsidRPr="008E7459">
              <w:rPr>
                <w:b w:val="0"/>
              </w:rPr>
              <w:fldChar w:fldCharType="end"/>
            </w:r>
            <w:r w:rsidRPr="008E7459">
              <w:tab/>
              <w:t>Comment on data quality</w:t>
            </w:r>
          </w:p>
        </w:tc>
      </w:tr>
      <w:tr w:rsidR="0026369A" w:rsidRPr="008E7459" w:rsidTr="0026369A">
        <w:trPr>
          <w:cantSplit/>
        </w:trPr>
        <w:tc>
          <w:tcPr>
            <w:tcW w:w="8771" w:type="dxa"/>
            <w:tcBorders>
              <w:top w:val="nil"/>
              <w:left w:val="single" w:sz="4" w:space="0" w:color="auto"/>
              <w:bottom w:val="nil"/>
              <w:right w:val="single" w:sz="4" w:space="0" w:color="auto"/>
            </w:tcBorders>
          </w:tcPr>
          <w:p w:rsidR="00AB084B" w:rsidRPr="008E7459" w:rsidRDefault="007716AB" w:rsidP="00AB084B">
            <w:pPr>
              <w:pStyle w:val="Box"/>
            </w:pPr>
            <w:r w:rsidRPr="008E7459">
              <w:t>The DQSs for this indicator have</w:t>
            </w:r>
            <w:r w:rsidR="00AB084B" w:rsidRPr="008E7459">
              <w:t xml:space="preserve"> been prepared by the ABS and </w:t>
            </w:r>
            <w:r w:rsidRPr="008E7459">
              <w:t>are</w:t>
            </w:r>
            <w:r w:rsidR="00AB084B" w:rsidRPr="008E7459">
              <w:t xml:space="preserve"> included in </w:t>
            </w:r>
            <w:r w:rsidR="00F30D80" w:rsidRPr="008E7459">
              <w:t xml:space="preserve">their </w:t>
            </w:r>
            <w:r w:rsidR="00AB084B" w:rsidRPr="008E7459">
              <w:t>original form in the section of this report titled ‘Data Quality Statements’. Key points from the DQS</w:t>
            </w:r>
            <w:r w:rsidR="00616D2E" w:rsidRPr="008E7459">
              <w:t>s</w:t>
            </w:r>
            <w:r w:rsidR="00AB084B" w:rsidRPr="008E7459">
              <w:t xml:space="preserve"> are summarised below.</w:t>
            </w:r>
          </w:p>
          <w:p w:rsidR="00AB084B" w:rsidRPr="008E7459" w:rsidRDefault="00AB084B" w:rsidP="00AB084B">
            <w:pPr>
              <w:pStyle w:val="BoxListBullet"/>
            </w:pPr>
            <w:r w:rsidRPr="008E7459">
              <w:t xml:space="preserve">The </w:t>
            </w:r>
            <w:r w:rsidR="008921A5" w:rsidRPr="008E7459">
              <w:t>Census</w:t>
            </w:r>
            <w:r w:rsidRPr="008E7459">
              <w:t xml:space="preserve"> and SEW provide relevant information on the proportion of the 20–24 year </w:t>
            </w:r>
            <w:r w:rsidR="00F30D80" w:rsidRPr="008E7459">
              <w:t xml:space="preserve">old </w:t>
            </w:r>
            <w:r w:rsidRPr="008E7459">
              <w:t>population who have completed year 12 or equivalent or AQF Certificate II</w:t>
            </w:r>
            <w:r w:rsidR="007716AB" w:rsidRPr="008E7459">
              <w:t>/III</w:t>
            </w:r>
            <w:r w:rsidRPr="008E7459">
              <w:t xml:space="preserve"> or above. </w:t>
            </w:r>
          </w:p>
          <w:p w:rsidR="00AB084B" w:rsidRPr="008E7459" w:rsidRDefault="00AB084B" w:rsidP="00F61067">
            <w:pPr>
              <w:pStyle w:val="BoxListBullet"/>
            </w:pPr>
            <w:r w:rsidRPr="008E7459">
              <w:t xml:space="preserve">Data are available by State and Territory from the </w:t>
            </w:r>
            <w:r w:rsidR="008921A5" w:rsidRPr="008E7459">
              <w:t>Census</w:t>
            </w:r>
            <w:r w:rsidRPr="008E7459">
              <w:t xml:space="preserve">. Data by Indigenous status are available from the </w:t>
            </w:r>
            <w:r w:rsidR="008921A5" w:rsidRPr="008E7459">
              <w:t>Census</w:t>
            </w:r>
            <w:r w:rsidR="00F61067" w:rsidRPr="008E7459">
              <w:t xml:space="preserve"> and nationally from the NATSISS and SEW for 2008.</w:t>
            </w:r>
            <w:r w:rsidRPr="008E7459">
              <w:t xml:space="preserve"> Data are available by SES</w:t>
            </w:r>
            <w:r w:rsidR="009B4376" w:rsidRPr="008E7459">
              <w:t xml:space="preserve"> </w:t>
            </w:r>
            <w:r w:rsidRPr="008E7459">
              <w:t xml:space="preserve">from </w:t>
            </w:r>
            <w:r w:rsidR="00952B42" w:rsidRPr="008E7459">
              <w:t xml:space="preserve">the </w:t>
            </w:r>
            <w:r w:rsidR="008921A5" w:rsidRPr="008E7459">
              <w:t>Census</w:t>
            </w:r>
            <w:r w:rsidR="00952B42" w:rsidRPr="008E7459">
              <w:t xml:space="preserve"> (S</w:t>
            </w:r>
            <w:r w:rsidR="007716AB" w:rsidRPr="008E7459">
              <w:t>tate and Territory) and the SEW (national)</w:t>
            </w:r>
            <w:r w:rsidRPr="008E7459">
              <w:t xml:space="preserve">. </w:t>
            </w:r>
          </w:p>
          <w:p w:rsidR="00AB084B" w:rsidRPr="008E7459" w:rsidRDefault="008921A5" w:rsidP="00AB084B">
            <w:pPr>
              <w:pStyle w:val="BoxListBullet"/>
            </w:pPr>
            <w:r w:rsidRPr="008E7459">
              <w:t>Census</w:t>
            </w:r>
            <w:r w:rsidR="00AB084B" w:rsidRPr="008E7459">
              <w:t xml:space="preserve"> data are available every five years. The most recent data are for 2011. </w:t>
            </w:r>
            <w:r w:rsidR="00F61067" w:rsidRPr="008E7459">
              <w:t>Data</w:t>
            </w:r>
            <w:r w:rsidR="00AB084B" w:rsidRPr="008E7459">
              <w:t xml:space="preserve"> from </w:t>
            </w:r>
            <w:r w:rsidR="007716AB" w:rsidRPr="008E7459">
              <w:t xml:space="preserve">the </w:t>
            </w:r>
            <w:r w:rsidR="00AB084B" w:rsidRPr="008E7459">
              <w:t xml:space="preserve">SEW are collected annually, with the most recent data for 2012. Indigenous status is available every five years from the </w:t>
            </w:r>
            <w:r w:rsidRPr="008E7459">
              <w:t>Census</w:t>
            </w:r>
            <w:r w:rsidR="00AB084B" w:rsidRPr="008E7459">
              <w:t xml:space="preserve"> and every three years</w:t>
            </w:r>
            <w:r w:rsidR="00497B89" w:rsidRPr="008E7459">
              <w:t xml:space="preserve"> (from 2008)</w:t>
            </w:r>
            <w:r w:rsidR="00AB084B" w:rsidRPr="008E7459">
              <w:t xml:space="preserve"> on a rotating basis from the NATSISS/NATSIHS (now AATSIHS) (Indigenous population, with the annual SEW data providing a non</w:t>
            </w:r>
            <w:r w:rsidR="00DE694D" w:rsidRPr="008E7459">
              <w:noBreakHyphen/>
            </w:r>
            <w:r w:rsidR="00AB084B" w:rsidRPr="008E7459">
              <w:t xml:space="preserve">Indigenous comparator). </w:t>
            </w:r>
          </w:p>
          <w:p w:rsidR="00952B42" w:rsidRPr="008E7459" w:rsidRDefault="00952B42" w:rsidP="00952B42">
            <w:pPr>
              <w:pStyle w:val="BoxListBullet"/>
            </w:pPr>
            <w:r w:rsidRPr="008E7459">
              <w:t xml:space="preserve">There are differences between </w:t>
            </w:r>
            <w:r w:rsidR="008921A5" w:rsidRPr="008E7459">
              <w:t>Census</w:t>
            </w:r>
            <w:r w:rsidRPr="008E7459">
              <w:t xml:space="preserve"> and SEW in scope, coverage, timing and collection methods:</w:t>
            </w:r>
          </w:p>
          <w:p w:rsidR="00952B42" w:rsidRPr="008E7459" w:rsidRDefault="00952B42" w:rsidP="00952B42">
            <w:pPr>
              <w:pStyle w:val="BoxListBullet2"/>
            </w:pPr>
            <w:r w:rsidRPr="008E7459">
              <w:t xml:space="preserve">The accuracy of </w:t>
            </w:r>
            <w:r w:rsidR="008921A5" w:rsidRPr="008E7459">
              <w:t>Census</w:t>
            </w:r>
            <w:r w:rsidRPr="008E7459">
              <w:t xml:space="preserve"> </w:t>
            </w:r>
            <w:r w:rsidR="00DF596D" w:rsidRPr="008E7459">
              <w:t>data are</w:t>
            </w:r>
            <w:r w:rsidRPr="008E7459">
              <w:t xml:space="preserve"> affected by the level of non</w:t>
            </w:r>
            <w:r w:rsidRPr="008E7459">
              <w:noBreakHyphen/>
              <w:t>response for required data items. This is not applicable to survey data.</w:t>
            </w:r>
          </w:p>
          <w:p w:rsidR="00952B42" w:rsidRPr="008E7459" w:rsidRDefault="00952B42" w:rsidP="00952B42">
            <w:pPr>
              <w:pStyle w:val="BoxListBullet2"/>
            </w:pPr>
            <w:r w:rsidRPr="008E7459">
              <w:t xml:space="preserve">The SEW is generally able to measure small changes in performance measures at the national level but is not designed to measure changes at the jurisdictional level with the same level of accuracy as the </w:t>
            </w:r>
            <w:r w:rsidR="008921A5" w:rsidRPr="008E7459">
              <w:t>Census</w:t>
            </w:r>
            <w:r w:rsidRPr="008E7459">
              <w:t>.</w:t>
            </w:r>
          </w:p>
          <w:p w:rsidR="00952B42" w:rsidRPr="008E7459" w:rsidRDefault="00952B42" w:rsidP="00952B42">
            <w:pPr>
              <w:pStyle w:val="BoxListBullet2"/>
            </w:pPr>
            <w:r w:rsidRPr="008E7459">
              <w:t>The SEW excludes persons in Indigenous communities in very remote areas</w:t>
            </w:r>
            <w:r w:rsidR="003168EE" w:rsidRPr="008E7459">
              <w:t>. This</w:t>
            </w:r>
            <w:r w:rsidRPr="008E7459">
              <w:t xml:space="preserve"> has a minor effect on estimates by State and Territory over time, except for the NT, where remote Indigenous communities account for about 15 </w:t>
            </w:r>
            <w:r w:rsidR="00781B70" w:rsidRPr="008E7459">
              <w:t>per cent</w:t>
            </w:r>
            <w:r w:rsidRPr="008E7459">
              <w:t xml:space="preserve"> of the population.</w:t>
            </w:r>
          </w:p>
          <w:p w:rsidR="00112939" w:rsidRPr="008E7459" w:rsidRDefault="00112939" w:rsidP="00112939">
            <w:pPr>
              <w:pStyle w:val="BoxListBullet"/>
            </w:pPr>
            <w:r w:rsidRPr="008E7459">
              <w:t>Detailed explanatory notes are publicly available to assist in interpretation of results.</w:t>
            </w:r>
          </w:p>
          <w:p w:rsidR="0010519E" w:rsidRPr="008E7459" w:rsidRDefault="00AB084B" w:rsidP="0010519E">
            <w:pPr>
              <w:pStyle w:val="Box"/>
            </w:pPr>
            <w:r w:rsidRPr="008E7459">
              <w:t>The Steering Committee als</w:t>
            </w:r>
            <w:r w:rsidR="0010519E" w:rsidRPr="008E7459">
              <w:t>o notes the following issues:</w:t>
            </w:r>
          </w:p>
          <w:p w:rsidR="007E7FC8" w:rsidRPr="008E7459" w:rsidRDefault="008921A5" w:rsidP="007E7FC8">
            <w:pPr>
              <w:pStyle w:val="BoxListBullet"/>
            </w:pPr>
            <w:r w:rsidRPr="008E7459">
              <w:t>Census</w:t>
            </w:r>
            <w:r w:rsidR="007E7FC8" w:rsidRPr="008E7459">
              <w:t xml:space="preserve"> data are not directly comparable to SEW data.</w:t>
            </w:r>
          </w:p>
          <w:p w:rsidR="005D5281" w:rsidRPr="008E7459" w:rsidRDefault="005D5281" w:rsidP="007716AB">
            <w:pPr>
              <w:pStyle w:val="BoxListBullet"/>
            </w:pPr>
            <w:r w:rsidRPr="008E7459">
              <w:t xml:space="preserve">Under the previous NEA framework, SEW data were reported by State and Territory. The COAG review of the NEA performance framework </w:t>
            </w:r>
            <w:r w:rsidR="00261A7B" w:rsidRPr="008E7459">
              <w:t>stated</w:t>
            </w:r>
            <w:r w:rsidR="00F30D80" w:rsidRPr="008E7459">
              <w:t xml:space="preserve"> </w:t>
            </w:r>
            <w:r w:rsidRPr="008E7459">
              <w:t xml:space="preserve">that reporting of this indicator </w:t>
            </w:r>
            <w:r w:rsidR="00F30D80" w:rsidRPr="008E7459">
              <w:t>should</w:t>
            </w:r>
            <w:r w:rsidRPr="008E7459">
              <w:t xml:space="preserve"> use </w:t>
            </w:r>
            <w:r w:rsidR="008921A5" w:rsidRPr="008E7459">
              <w:t>Census</w:t>
            </w:r>
            <w:r w:rsidRPr="008E7459">
              <w:t xml:space="preserve"> data for State and Territory data and the SEW at the national level only. </w:t>
            </w:r>
          </w:p>
          <w:p w:rsidR="00CD06CA" w:rsidRPr="008E7459" w:rsidRDefault="003168EE" w:rsidP="00261A7B">
            <w:pPr>
              <w:pStyle w:val="BoxListBullet"/>
            </w:pPr>
            <w:r w:rsidRPr="008E7459">
              <w:t>At</w:t>
            </w:r>
            <w:r w:rsidR="00261A7B" w:rsidRPr="008E7459">
              <w:t xml:space="preserve"> requested in the COAG review of the NEA performance framework</w:t>
            </w:r>
            <w:r w:rsidRPr="008E7459">
              <w:t>,</w:t>
            </w:r>
            <w:r w:rsidR="00261A7B" w:rsidRPr="008E7459">
              <w:t xml:space="preserve"> ACARA is leading work</w:t>
            </w:r>
            <w:r w:rsidRPr="008E7459">
              <w:t xml:space="preserve"> </w:t>
            </w:r>
            <w:r w:rsidR="00261A7B" w:rsidRPr="008E7459">
              <w:t>to develop</w:t>
            </w:r>
            <w:r w:rsidR="005D5281" w:rsidRPr="008E7459">
              <w:t xml:space="preserve"> measures for this indicator based on administrative data. </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847A99" w:rsidRPr="008E7459" w:rsidRDefault="0026369A" w:rsidP="00680E60">
      <w:pPr>
        <w:pStyle w:val="Heading3"/>
        <w:spacing w:before="0" w:line="240" w:lineRule="auto"/>
      </w:pPr>
      <w:r w:rsidRPr="008E7459">
        <w:br w:type="page"/>
      </w:r>
      <w:bookmarkStart w:id="32" w:name="_Ref322529356"/>
      <w:bookmarkStart w:id="33" w:name="_Ref357178627"/>
      <w:r w:rsidR="00E80495" w:rsidRPr="008E7459">
        <w:lastRenderedPageBreak/>
        <w:t>NEA Indicator 5 —</w:t>
      </w:r>
      <w:r w:rsidRPr="008E7459">
        <w:t xml:space="preserve"> </w:t>
      </w:r>
      <w:bookmarkEnd w:id="32"/>
      <w:r w:rsidR="000A37D3" w:rsidRPr="008E7459">
        <w:t xml:space="preserve">The proportion of young people </w:t>
      </w:r>
      <w:r w:rsidR="002E1B9E" w:rsidRPr="008E7459">
        <w:t>participating in post</w:t>
      </w:r>
      <w:r w:rsidR="002E1B9E" w:rsidRPr="008E7459">
        <w:noBreakHyphen/>
      </w:r>
      <w:r w:rsidR="000A37D3" w:rsidRPr="008E7459">
        <w:t>school education, training or employment.</w:t>
      </w:r>
      <w:bookmarkEnd w:id="33"/>
    </w:p>
    <w:p w:rsidR="0026369A" w:rsidRPr="008E7459" w:rsidRDefault="0026369A" w:rsidP="00847A99">
      <w:pPr>
        <w:pStyle w:val="BoxSpace"/>
      </w:pPr>
    </w:p>
    <w:tbl>
      <w:tblPr>
        <w:tblW w:w="8781" w:type="dxa"/>
        <w:tblInd w:w="108" w:type="dxa"/>
        <w:tblLook w:val="01E0" w:firstRow="1" w:lastRow="1" w:firstColumn="1" w:lastColumn="1" w:noHBand="0" w:noVBand="0"/>
      </w:tblPr>
      <w:tblGrid>
        <w:gridCol w:w="1982"/>
        <w:gridCol w:w="6799"/>
      </w:tblGrid>
      <w:tr w:rsidR="001B6619" w:rsidRPr="008E7459" w:rsidTr="001E4CCC">
        <w:trPr>
          <w:trHeight w:val="1366"/>
        </w:trPr>
        <w:tc>
          <w:tcPr>
            <w:tcW w:w="1982" w:type="dxa"/>
          </w:tcPr>
          <w:p w:rsidR="0026369A" w:rsidRPr="008E7459" w:rsidRDefault="0026369A" w:rsidP="0026369A">
            <w:pPr>
              <w:pStyle w:val="TableBodyText"/>
              <w:ind w:left="-108"/>
              <w:jc w:val="left"/>
              <w:rPr>
                <w:rFonts w:cs="Arial"/>
              </w:rPr>
            </w:pPr>
            <w:r w:rsidRPr="008E7459">
              <w:rPr>
                <w:rFonts w:cs="Arial"/>
              </w:rPr>
              <w:t>Key amendments from previous cycle</w:t>
            </w:r>
            <w:r w:rsidR="001B6619" w:rsidRPr="008E7459">
              <w:rPr>
                <w:rFonts w:cs="Arial"/>
              </w:rPr>
              <w:t xml:space="preserve"> of reporting</w:t>
            </w:r>
            <w:r w:rsidRPr="008E7459">
              <w:rPr>
                <w:rFonts w:cs="Arial"/>
              </w:rPr>
              <w:t>:</w:t>
            </w:r>
          </w:p>
          <w:p w:rsidR="0026369A" w:rsidRPr="008E7459" w:rsidRDefault="0026369A" w:rsidP="0026369A">
            <w:pPr>
              <w:pStyle w:val="TableBodyText"/>
              <w:ind w:left="34"/>
              <w:jc w:val="left"/>
              <w:rPr>
                <w:rFonts w:cs="Arial"/>
              </w:rPr>
            </w:pPr>
          </w:p>
        </w:tc>
        <w:tc>
          <w:tcPr>
            <w:tcW w:w="6799" w:type="dxa"/>
          </w:tcPr>
          <w:p w:rsidR="0026369A" w:rsidRPr="008E7459" w:rsidRDefault="001B6619" w:rsidP="002E1B9E">
            <w:pPr>
              <w:pStyle w:val="TableBodyText"/>
              <w:jc w:val="left"/>
              <w:rPr>
                <w:rFonts w:cs="Arial"/>
              </w:rPr>
            </w:pPr>
            <w:r w:rsidRPr="008E7459">
              <w:rPr>
                <w:rFonts w:cs="Arial"/>
              </w:rPr>
              <w:t>This is a new performance indicator (rep</w:t>
            </w:r>
            <w:r w:rsidR="002E1B9E" w:rsidRPr="008E7459">
              <w:rPr>
                <w:rFonts w:cs="Arial"/>
              </w:rPr>
              <w:t xml:space="preserve">laces previous NEA indicators 9 </w:t>
            </w:r>
            <w:r w:rsidRPr="008E7459">
              <w:rPr>
                <w:rFonts w:cs="Arial"/>
              </w:rPr>
              <w:t>and 10). Data are provided backcast to the baseline of 2008.</w:t>
            </w:r>
          </w:p>
          <w:p w:rsidR="002273D7" w:rsidRPr="008E7459" w:rsidRDefault="002273D7" w:rsidP="001333E1">
            <w:pPr>
              <w:pStyle w:val="TableBodyText"/>
              <w:jc w:val="left"/>
              <w:rPr>
                <w:rFonts w:cs="Arial"/>
              </w:rPr>
            </w:pPr>
            <w:r w:rsidRPr="008E7459">
              <w:rPr>
                <w:rFonts w:cs="Arial"/>
              </w:rPr>
              <w:t>In accordance with the recommendations in the NEA review report endorsed by COAG,</w:t>
            </w:r>
            <w:r w:rsidR="00601015" w:rsidRPr="008E7459">
              <w:rPr>
                <w:rFonts w:cs="Arial"/>
              </w:rPr>
              <w:t xml:space="preserve"> </w:t>
            </w:r>
            <w:r w:rsidRPr="008E7459">
              <w:rPr>
                <w:rFonts w:cs="Arial"/>
              </w:rPr>
              <w:t xml:space="preserve">national data are provided from the SEW with State and Territory data provided from the </w:t>
            </w:r>
            <w:r w:rsidR="008921A5" w:rsidRPr="008E7459">
              <w:rPr>
                <w:rFonts w:cs="Arial"/>
              </w:rPr>
              <w:t>Census</w:t>
            </w:r>
            <w:r w:rsidRPr="008E7459">
              <w:rPr>
                <w:rFonts w:cs="Arial"/>
              </w:rPr>
              <w:t>.</w:t>
            </w:r>
          </w:p>
        </w:tc>
      </w:tr>
      <w:tr w:rsidR="001B6619" w:rsidRPr="008E7459" w:rsidTr="001E4CCC">
        <w:trPr>
          <w:trHeight w:val="682"/>
        </w:trPr>
        <w:tc>
          <w:tcPr>
            <w:tcW w:w="1982" w:type="dxa"/>
          </w:tcPr>
          <w:p w:rsidR="0026369A" w:rsidRPr="008E7459" w:rsidRDefault="0026369A" w:rsidP="001B6619">
            <w:pPr>
              <w:pStyle w:val="TableBodyText"/>
              <w:ind w:left="-113"/>
              <w:jc w:val="left"/>
              <w:rPr>
                <w:rFonts w:cs="Arial"/>
              </w:rPr>
            </w:pPr>
            <w:r w:rsidRPr="008E7459">
              <w:rPr>
                <w:rFonts w:cs="Arial"/>
              </w:rPr>
              <w:t>Outcome:</w:t>
            </w:r>
          </w:p>
        </w:tc>
        <w:tc>
          <w:tcPr>
            <w:tcW w:w="6799" w:type="dxa"/>
          </w:tcPr>
          <w:p w:rsidR="001B6619" w:rsidRPr="008E7459" w:rsidRDefault="001B6619" w:rsidP="000A37D3">
            <w:pPr>
              <w:pStyle w:val="TableBodyText"/>
              <w:jc w:val="left"/>
              <w:rPr>
                <w:rFonts w:cs="Arial"/>
              </w:rPr>
            </w:pPr>
            <w:r w:rsidRPr="008E7459">
              <w:rPr>
                <w:rFonts w:cs="Arial"/>
              </w:rPr>
              <w:t>Young people make a successful transition from school to work and</w:t>
            </w:r>
          </w:p>
          <w:p w:rsidR="0026369A" w:rsidRPr="008E7459" w:rsidRDefault="001B6619" w:rsidP="001B6619">
            <w:pPr>
              <w:pStyle w:val="TableBodyText"/>
              <w:jc w:val="left"/>
              <w:rPr>
                <w:rFonts w:cs="Arial"/>
              </w:rPr>
            </w:pPr>
            <w:r w:rsidRPr="008E7459">
              <w:rPr>
                <w:rFonts w:cs="Arial"/>
              </w:rPr>
              <w:t>further study</w:t>
            </w:r>
          </w:p>
        </w:tc>
      </w:tr>
      <w:tr w:rsidR="001B6619" w:rsidRPr="008E7459" w:rsidTr="001E4CCC">
        <w:trPr>
          <w:trHeight w:val="1709"/>
        </w:trPr>
        <w:tc>
          <w:tcPr>
            <w:tcW w:w="1982" w:type="dxa"/>
          </w:tcPr>
          <w:p w:rsidR="0026369A" w:rsidRPr="008E7459" w:rsidRDefault="0026369A" w:rsidP="0026369A">
            <w:pPr>
              <w:pStyle w:val="TableBodyText"/>
              <w:ind w:left="-113"/>
              <w:jc w:val="left"/>
              <w:rPr>
                <w:rFonts w:cs="Arial"/>
              </w:rPr>
            </w:pPr>
            <w:r w:rsidRPr="008E7459">
              <w:rPr>
                <w:rFonts w:cs="Arial"/>
              </w:rPr>
              <w:t xml:space="preserve">Measures: </w:t>
            </w:r>
          </w:p>
        </w:tc>
        <w:tc>
          <w:tcPr>
            <w:tcW w:w="6799" w:type="dxa"/>
          </w:tcPr>
          <w:p w:rsidR="00C33726" w:rsidRPr="008E7459" w:rsidRDefault="00C33726" w:rsidP="002A18CC">
            <w:pPr>
              <w:pStyle w:val="TableBodyText"/>
              <w:jc w:val="left"/>
              <w:rPr>
                <w:rFonts w:cs="Arial"/>
              </w:rPr>
            </w:pPr>
            <w:r w:rsidRPr="008E7459">
              <w:rPr>
                <w:rFonts w:cs="Arial"/>
              </w:rPr>
              <w:t>The proportion of people aged 17–24 years participating in post school education, training or employment</w:t>
            </w:r>
          </w:p>
          <w:p w:rsidR="00C33726" w:rsidRPr="008E7459" w:rsidRDefault="00C33726" w:rsidP="002A18CC">
            <w:pPr>
              <w:pStyle w:val="TableBodyText"/>
              <w:rPr>
                <w:rFonts w:cs="Arial"/>
              </w:rPr>
            </w:pPr>
          </w:p>
          <w:p w:rsidR="00C33726" w:rsidRPr="008E7459" w:rsidRDefault="00C33726" w:rsidP="002A18CC">
            <w:pPr>
              <w:pStyle w:val="TableBodyText"/>
              <w:jc w:val="left"/>
              <w:rPr>
                <w:rFonts w:cs="Arial"/>
              </w:rPr>
            </w:pPr>
            <w:r w:rsidRPr="008E7459">
              <w:rPr>
                <w:rFonts w:cs="Arial"/>
              </w:rPr>
              <w:t>The measure is defined as:</w:t>
            </w:r>
          </w:p>
          <w:p w:rsidR="00C33726" w:rsidRPr="008E7459" w:rsidRDefault="00791519" w:rsidP="002A18CC">
            <w:pPr>
              <w:pStyle w:val="TableBullet"/>
              <w:keepNext w:val="0"/>
              <w:numPr>
                <w:ilvl w:val="0"/>
                <w:numId w:val="24"/>
              </w:numPr>
              <w:rPr>
                <w:rFonts w:cs="Arial"/>
              </w:rPr>
            </w:pPr>
            <w:r w:rsidRPr="008E7459">
              <w:rPr>
                <w:rFonts w:cs="Arial"/>
                <w:i/>
              </w:rPr>
              <w:t>numerator</w:t>
            </w:r>
            <w:r w:rsidRPr="008E7459">
              <w:rPr>
                <w:rFonts w:cs="Arial"/>
              </w:rPr>
              <w:t xml:space="preserve"> — </w:t>
            </w:r>
            <w:r w:rsidR="00C33726" w:rsidRPr="008E7459">
              <w:rPr>
                <w:rFonts w:cs="Arial"/>
              </w:rPr>
              <w:t>number of people aged 17–24 years who are fully engaged in post school education, training or employment</w:t>
            </w:r>
          </w:p>
          <w:p w:rsidR="00C1123A" w:rsidRPr="008E7459" w:rsidRDefault="00791519" w:rsidP="002A18CC">
            <w:pPr>
              <w:pStyle w:val="TableBullet"/>
              <w:keepNext w:val="0"/>
              <w:numPr>
                <w:ilvl w:val="0"/>
                <w:numId w:val="24"/>
              </w:numPr>
              <w:rPr>
                <w:rFonts w:cs="Arial"/>
              </w:rPr>
            </w:pPr>
            <w:r w:rsidRPr="008E7459">
              <w:rPr>
                <w:rFonts w:cs="Arial"/>
                <w:i/>
              </w:rPr>
              <w:t>denominator</w:t>
            </w:r>
            <w:r w:rsidRPr="008E7459">
              <w:rPr>
                <w:rFonts w:cs="Arial"/>
              </w:rPr>
              <w:t xml:space="preserve"> — </w:t>
            </w:r>
            <w:r w:rsidR="00C33726" w:rsidRPr="008E7459">
              <w:rPr>
                <w:rFonts w:cs="Arial"/>
              </w:rPr>
              <w:t xml:space="preserve">number of people aged 17–24 years who are not at school </w:t>
            </w:r>
          </w:p>
          <w:p w:rsidR="00C33726" w:rsidRPr="008E7459" w:rsidRDefault="00C33726" w:rsidP="002A18CC">
            <w:pPr>
              <w:pStyle w:val="TableBodyText"/>
              <w:jc w:val="left"/>
              <w:rPr>
                <w:rFonts w:cs="Arial"/>
                <w:b/>
                <w:i/>
              </w:rPr>
            </w:pPr>
            <w:r w:rsidRPr="008E7459">
              <w:rPr>
                <w:rFonts w:cs="Arial"/>
              </w:rPr>
              <w:t xml:space="preserve">and is expressed as a </w:t>
            </w:r>
            <w:r w:rsidRPr="008E7459">
              <w:rPr>
                <w:rFonts w:cs="Arial"/>
                <w:i/>
              </w:rPr>
              <w:t>percentage</w:t>
            </w:r>
          </w:p>
          <w:p w:rsidR="00C33726" w:rsidRPr="008E7459" w:rsidRDefault="00C33726" w:rsidP="002A18CC">
            <w:pPr>
              <w:pStyle w:val="TableBodyText"/>
              <w:jc w:val="left"/>
              <w:rPr>
                <w:rFonts w:cs="Arial"/>
              </w:rPr>
            </w:pPr>
          </w:p>
          <w:p w:rsidR="00C33726" w:rsidRPr="008E7459" w:rsidRDefault="00C33726" w:rsidP="002A18CC">
            <w:pPr>
              <w:pStyle w:val="TableBodyText"/>
              <w:jc w:val="left"/>
              <w:rPr>
                <w:rFonts w:cs="Arial"/>
              </w:rPr>
            </w:pPr>
            <w:r w:rsidRPr="008E7459">
              <w:rPr>
                <w:rFonts w:cs="Arial"/>
              </w:rPr>
              <w:t>Fully engaged is defined as full time employment, full time education or training, or a mixture of part time employment and part time education or training</w:t>
            </w:r>
          </w:p>
          <w:p w:rsidR="00952B42" w:rsidRPr="008E7459" w:rsidRDefault="00952B42" w:rsidP="002A18CC">
            <w:pPr>
              <w:pStyle w:val="TableBodyText"/>
              <w:jc w:val="left"/>
              <w:rPr>
                <w:rFonts w:cs="Arial"/>
              </w:rPr>
            </w:pPr>
          </w:p>
          <w:p w:rsidR="0026369A" w:rsidRPr="008E7459" w:rsidRDefault="008921A5" w:rsidP="002A18CC">
            <w:pPr>
              <w:pStyle w:val="TableBodyText"/>
              <w:jc w:val="left"/>
              <w:rPr>
                <w:rStyle w:val="DraftingNote"/>
                <w:rFonts w:cs="Arial"/>
                <w:b w:val="0"/>
                <w:color w:val="auto"/>
                <w:sz w:val="20"/>
                <w:u w:val="none"/>
              </w:rPr>
            </w:pPr>
            <w:r w:rsidRPr="008E7459">
              <w:rPr>
                <w:rFonts w:cs="Arial"/>
              </w:rPr>
              <w:t>Census</w:t>
            </w:r>
            <w:r w:rsidR="00952B42" w:rsidRPr="008E7459">
              <w:rPr>
                <w:rFonts w:cs="Arial"/>
              </w:rPr>
              <w:t xml:space="preserve"> data: People whose labour force status was not stated and who were not identified as studying full</w:t>
            </w:r>
            <w:r w:rsidR="00DE694D" w:rsidRPr="008E7459">
              <w:rPr>
                <w:rFonts w:cs="Arial"/>
              </w:rPr>
              <w:noBreakHyphen/>
            </w:r>
            <w:r w:rsidR="00952B42" w:rsidRPr="008E7459">
              <w:rPr>
                <w:rFonts w:cs="Arial"/>
              </w:rPr>
              <w:t>time, are excluded. People whose student status was not stated and who were not identified as employed full</w:t>
            </w:r>
            <w:r w:rsidR="00DE694D" w:rsidRPr="008E7459">
              <w:rPr>
                <w:rFonts w:cs="Arial"/>
              </w:rPr>
              <w:noBreakHyphen/>
            </w:r>
            <w:r w:rsidR="00952B42" w:rsidRPr="008E7459">
              <w:rPr>
                <w:rFonts w:cs="Arial"/>
              </w:rPr>
              <w:t>time, are excluded. People who did not state their labour force status and did not state their student st</w:t>
            </w:r>
            <w:r w:rsidR="002A18CC" w:rsidRPr="008E7459">
              <w:rPr>
                <w:rFonts w:cs="Arial"/>
              </w:rPr>
              <w:t xml:space="preserve">atus are excluded. </w:t>
            </w:r>
          </w:p>
        </w:tc>
      </w:tr>
      <w:tr w:rsidR="000A37D3" w:rsidRPr="008E7459" w:rsidTr="00A46A06">
        <w:tc>
          <w:tcPr>
            <w:tcW w:w="1982" w:type="dxa"/>
          </w:tcPr>
          <w:p w:rsidR="000A37D3" w:rsidRPr="008E7459" w:rsidRDefault="000A37D3" w:rsidP="00A136FB">
            <w:pPr>
              <w:pStyle w:val="TableBodyText"/>
              <w:keepNext w:val="0"/>
              <w:jc w:val="left"/>
              <w:rPr>
                <w:rFonts w:cs="Arial"/>
              </w:rPr>
            </w:pPr>
            <w:r w:rsidRPr="008E7459">
              <w:rPr>
                <w:rFonts w:cs="Arial"/>
              </w:rPr>
              <w:t>Data source:</w:t>
            </w:r>
          </w:p>
          <w:p w:rsidR="000A37D3" w:rsidRPr="008E7459" w:rsidRDefault="000A37D3" w:rsidP="00A136FB">
            <w:pPr>
              <w:pStyle w:val="TableBodyText"/>
              <w:keepNext w:val="0"/>
              <w:jc w:val="left"/>
              <w:rPr>
                <w:rFonts w:cs="Arial"/>
              </w:rPr>
            </w:pPr>
          </w:p>
        </w:tc>
        <w:tc>
          <w:tcPr>
            <w:tcW w:w="6799" w:type="dxa"/>
          </w:tcPr>
          <w:p w:rsidR="000A37D3" w:rsidRPr="008E7459" w:rsidRDefault="000A37D3" w:rsidP="00A136FB">
            <w:pPr>
              <w:autoSpaceDE w:val="0"/>
              <w:autoSpaceDN w:val="0"/>
              <w:adjustRightInd w:val="0"/>
              <w:rPr>
                <w:rFonts w:ascii="Arial" w:hAnsi="Arial" w:cs="Arial"/>
                <w:sz w:val="20"/>
                <w:szCs w:val="20"/>
              </w:rPr>
            </w:pPr>
            <w:r w:rsidRPr="008E7459">
              <w:rPr>
                <w:rStyle w:val="TableBodyTextChar"/>
                <w:rFonts w:cs="Arial"/>
                <w:i/>
                <w:sz w:val="20"/>
              </w:rPr>
              <w:t xml:space="preserve">(Main) </w:t>
            </w:r>
            <w:r w:rsidR="008921A5" w:rsidRPr="008E7459">
              <w:rPr>
                <w:rFonts w:ascii="Arial" w:hAnsi="Arial" w:cs="Arial"/>
                <w:sz w:val="20"/>
                <w:szCs w:val="20"/>
                <w:u w:val="single"/>
              </w:rPr>
              <w:t>Census</w:t>
            </w:r>
            <w:r w:rsidRPr="008E7459">
              <w:rPr>
                <w:rFonts w:ascii="Arial" w:hAnsi="Arial" w:cs="Arial"/>
                <w:sz w:val="20"/>
                <w:szCs w:val="20"/>
                <w:u w:val="single"/>
              </w:rPr>
              <w:t xml:space="preserve"> of Population and Housing</w:t>
            </w:r>
            <w:r w:rsidRPr="008E7459">
              <w:rPr>
                <w:rFonts w:ascii="Arial" w:hAnsi="Arial" w:cs="Arial"/>
                <w:sz w:val="20"/>
                <w:szCs w:val="20"/>
              </w:rPr>
              <w:t xml:space="preserve"> (</w:t>
            </w:r>
            <w:r w:rsidR="008921A5" w:rsidRPr="008E7459">
              <w:rPr>
                <w:rFonts w:ascii="Arial" w:hAnsi="Arial" w:cs="Arial"/>
                <w:sz w:val="20"/>
                <w:szCs w:val="20"/>
              </w:rPr>
              <w:t>Census</w:t>
            </w:r>
            <w:r w:rsidRPr="008E7459">
              <w:rPr>
                <w:rFonts w:ascii="Arial" w:hAnsi="Arial" w:cs="Arial"/>
                <w:sz w:val="20"/>
                <w:szCs w:val="20"/>
              </w:rPr>
              <w:t>). Data are available every 5 years</w:t>
            </w:r>
          </w:p>
          <w:p w:rsidR="000A37D3" w:rsidRPr="008E7459" w:rsidRDefault="000A37D3" w:rsidP="00A136FB">
            <w:pPr>
              <w:autoSpaceDE w:val="0"/>
              <w:autoSpaceDN w:val="0"/>
              <w:adjustRightInd w:val="0"/>
              <w:rPr>
                <w:rFonts w:ascii="Arial" w:hAnsi="Arial" w:cs="Arial"/>
                <w:sz w:val="20"/>
                <w:szCs w:val="20"/>
              </w:rPr>
            </w:pPr>
          </w:p>
          <w:p w:rsidR="000A37D3" w:rsidRPr="008E7459" w:rsidRDefault="000A37D3" w:rsidP="00A136FB">
            <w:pPr>
              <w:autoSpaceDE w:val="0"/>
              <w:autoSpaceDN w:val="0"/>
              <w:adjustRightInd w:val="0"/>
              <w:rPr>
                <w:rFonts w:ascii="Arial" w:hAnsi="Arial" w:cs="Arial"/>
                <w:sz w:val="20"/>
                <w:szCs w:val="20"/>
              </w:rPr>
            </w:pPr>
            <w:r w:rsidRPr="008E7459">
              <w:rPr>
                <w:rStyle w:val="TableBodyTextChar"/>
                <w:rFonts w:cs="Arial"/>
                <w:i/>
                <w:sz w:val="20"/>
              </w:rPr>
              <w:t>(Supplementary and Supplementary non</w:t>
            </w:r>
            <w:r w:rsidR="00DE694D" w:rsidRPr="008E7459">
              <w:rPr>
                <w:rStyle w:val="TableBodyTextChar"/>
                <w:rFonts w:cs="Arial"/>
                <w:i/>
                <w:sz w:val="20"/>
              </w:rPr>
              <w:noBreakHyphen/>
            </w:r>
            <w:r w:rsidRPr="008E7459">
              <w:rPr>
                <w:rStyle w:val="TableBodyTextChar"/>
                <w:rFonts w:cs="Arial"/>
                <w:i/>
                <w:sz w:val="20"/>
              </w:rPr>
              <w:t xml:space="preserve">Indigenous) </w:t>
            </w:r>
            <w:r w:rsidRPr="008E7459">
              <w:rPr>
                <w:rFonts w:ascii="Arial" w:hAnsi="Arial" w:cs="Arial"/>
                <w:sz w:val="20"/>
                <w:szCs w:val="20"/>
                <w:u w:val="single"/>
              </w:rPr>
              <w:t>Survey of Education and Work</w:t>
            </w:r>
            <w:r w:rsidRPr="008E7459">
              <w:rPr>
                <w:rFonts w:ascii="Arial" w:hAnsi="Arial" w:cs="Arial"/>
                <w:sz w:val="20"/>
                <w:szCs w:val="20"/>
              </w:rPr>
              <w:t xml:space="preserve"> (SEW). Data are available annually</w:t>
            </w:r>
          </w:p>
          <w:p w:rsidR="000A37D3" w:rsidRPr="008E7459" w:rsidRDefault="000A37D3" w:rsidP="00A136FB">
            <w:pPr>
              <w:autoSpaceDE w:val="0"/>
              <w:autoSpaceDN w:val="0"/>
              <w:adjustRightInd w:val="0"/>
              <w:rPr>
                <w:rFonts w:ascii="Arial" w:hAnsi="Arial" w:cs="Arial"/>
                <w:sz w:val="20"/>
                <w:szCs w:val="20"/>
              </w:rPr>
            </w:pPr>
          </w:p>
          <w:p w:rsidR="000A37D3" w:rsidRPr="008E7459" w:rsidRDefault="000A37D3" w:rsidP="00A136FB">
            <w:pPr>
              <w:autoSpaceDE w:val="0"/>
              <w:autoSpaceDN w:val="0"/>
              <w:adjustRightInd w:val="0"/>
              <w:rPr>
                <w:rFonts w:ascii="Arial" w:hAnsi="Arial" w:cs="Arial"/>
                <w:sz w:val="20"/>
                <w:szCs w:val="20"/>
              </w:rPr>
            </w:pPr>
            <w:r w:rsidRPr="008E7459">
              <w:rPr>
                <w:rStyle w:val="TableBodyTextChar"/>
                <w:rFonts w:cs="Arial"/>
                <w:i/>
                <w:sz w:val="20"/>
              </w:rPr>
              <w:t xml:space="preserve">(Supplementary Indigenous) </w:t>
            </w:r>
            <w:r w:rsidRPr="008E7459">
              <w:rPr>
                <w:rFonts w:ascii="Arial" w:hAnsi="Arial" w:cs="Arial"/>
                <w:sz w:val="20"/>
                <w:szCs w:val="20"/>
                <w:u w:val="single"/>
              </w:rPr>
              <w:t>National Aboriginal and Torres Strait Islander Social Survey</w:t>
            </w:r>
            <w:r w:rsidRPr="008E7459">
              <w:rPr>
                <w:rFonts w:ascii="Arial" w:hAnsi="Arial" w:cs="Arial"/>
                <w:sz w:val="20"/>
                <w:szCs w:val="20"/>
              </w:rPr>
              <w:t xml:space="preserve"> (NATSISS) and </w:t>
            </w:r>
            <w:r w:rsidRPr="008E7459">
              <w:rPr>
                <w:rFonts w:ascii="Arial" w:hAnsi="Arial" w:cs="Arial"/>
                <w:sz w:val="20"/>
                <w:szCs w:val="20"/>
                <w:u w:val="single"/>
              </w:rPr>
              <w:t>Australian Aboriginal and Torres Strait Islander Health Survey</w:t>
            </w:r>
            <w:r w:rsidRPr="008E7459">
              <w:rPr>
                <w:rFonts w:ascii="Arial" w:hAnsi="Arial" w:cs="Arial"/>
                <w:sz w:val="20"/>
                <w:szCs w:val="20"/>
              </w:rPr>
              <w:t xml:space="preserve"> (AATSIHS) (which replaces the NATSIHS). Data are available on an alternating 3</w:t>
            </w:r>
            <w:r w:rsidR="00DE694D" w:rsidRPr="008E7459">
              <w:rPr>
                <w:rFonts w:ascii="Arial" w:hAnsi="Arial" w:cs="Arial"/>
                <w:sz w:val="20"/>
                <w:szCs w:val="20"/>
              </w:rPr>
              <w:noBreakHyphen/>
            </w:r>
            <w:r w:rsidRPr="008E7459">
              <w:rPr>
                <w:rFonts w:ascii="Arial" w:hAnsi="Arial" w:cs="Arial"/>
                <w:sz w:val="20"/>
                <w:szCs w:val="20"/>
              </w:rPr>
              <w:t xml:space="preserve">yearly cycle. </w:t>
            </w:r>
          </w:p>
          <w:p w:rsidR="000A37D3" w:rsidRPr="008E7459" w:rsidRDefault="000A37D3" w:rsidP="00A136FB">
            <w:pPr>
              <w:autoSpaceDE w:val="0"/>
              <w:autoSpaceDN w:val="0"/>
              <w:adjustRightInd w:val="0"/>
              <w:rPr>
                <w:rFonts w:ascii="Arial" w:hAnsi="Arial" w:cs="Arial"/>
              </w:rPr>
            </w:pPr>
          </w:p>
        </w:tc>
      </w:tr>
      <w:tr w:rsidR="000A37D3" w:rsidRPr="008E7459" w:rsidTr="00A46A06">
        <w:tc>
          <w:tcPr>
            <w:tcW w:w="1982" w:type="dxa"/>
          </w:tcPr>
          <w:p w:rsidR="000A37D3" w:rsidRPr="008E7459" w:rsidRDefault="000A37D3" w:rsidP="00A136FB">
            <w:pPr>
              <w:pStyle w:val="TableBodyText"/>
              <w:keepNext w:val="0"/>
              <w:jc w:val="left"/>
              <w:rPr>
                <w:rFonts w:cs="Arial"/>
              </w:rPr>
            </w:pPr>
            <w:r w:rsidRPr="008E7459">
              <w:rPr>
                <w:rFonts w:cs="Arial"/>
              </w:rPr>
              <w:t>Data provider:</w:t>
            </w:r>
          </w:p>
          <w:p w:rsidR="000A37D3" w:rsidRPr="008E7459" w:rsidRDefault="000A37D3" w:rsidP="00A136FB">
            <w:pPr>
              <w:pStyle w:val="TableBodyText"/>
              <w:keepNext w:val="0"/>
              <w:jc w:val="left"/>
              <w:rPr>
                <w:rFonts w:cs="Arial"/>
              </w:rPr>
            </w:pPr>
          </w:p>
        </w:tc>
        <w:tc>
          <w:tcPr>
            <w:tcW w:w="6799" w:type="dxa"/>
          </w:tcPr>
          <w:p w:rsidR="000A37D3" w:rsidRPr="008E7459" w:rsidRDefault="000A37D3" w:rsidP="00A136FB">
            <w:pPr>
              <w:pStyle w:val="TableBodyText"/>
              <w:keepNext w:val="0"/>
              <w:jc w:val="left"/>
              <w:rPr>
                <w:rFonts w:cs="Arial"/>
              </w:rPr>
            </w:pPr>
            <w:r w:rsidRPr="008E7459">
              <w:rPr>
                <w:rFonts w:cs="Arial"/>
              </w:rPr>
              <w:t>ABS</w:t>
            </w:r>
          </w:p>
        </w:tc>
      </w:tr>
      <w:tr w:rsidR="000A37D3" w:rsidRPr="008E7459" w:rsidTr="00A46A06">
        <w:tc>
          <w:tcPr>
            <w:tcW w:w="1982" w:type="dxa"/>
          </w:tcPr>
          <w:p w:rsidR="000A37D3" w:rsidRPr="008E7459" w:rsidRDefault="000A37D3" w:rsidP="00A136FB">
            <w:pPr>
              <w:pStyle w:val="TableBodyText"/>
              <w:keepNext w:val="0"/>
              <w:jc w:val="left"/>
              <w:rPr>
                <w:rFonts w:cs="Arial"/>
              </w:rPr>
            </w:pPr>
            <w:r w:rsidRPr="008E7459">
              <w:rPr>
                <w:rFonts w:cs="Arial"/>
              </w:rPr>
              <w:t>Data availability:</w:t>
            </w:r>
          </w:p>
          <w:p w:rsidR="000A37D3" w:rsidRPr="008E7459" w:rsidRDefault="000A37D3" w:rsidP="00A136FB">
            <w:pPr>
              <w:pStyle w:val="TableBodyText"/>
              <w:keepNext w:val="0"/>
              <w:jc w:val="left"/>
              <w:rPr>
                <w:rFonts w:cs="Arial"/>
              </w:rPr>
            </w:pPr>
          </w:p>
        </w:tc>
        <w:tc>
          <w:tcPr>
            <w:tcW w:w="6799" w:type="dxa"/>
          </w:tcPr>
          <w:p w:rsidR="000A37D3" w:rsidRPr="008E7459" w:rsidRDefault="008921A5" w:rsidP="00A136FB">
            <w:pPr>
              <w:pStyle w:val="TableBodyText"/>
              <w:keepNext w:val="0"/>
              <w:jc w:val="left"/>
              <w:rPr>
                <w:rFonts w:cs="Arial"/>
              </w:rPr>
            </w:pPr>
            <w:r w:rsidRPr="008E7459">
              <w:rPr>
                <w:rFonts w:cs="Arial"/>
              </w:rPr>
              <w:t>Census</w:t>
            </w:r>
            <w:r w:rsidR="000A37D3" w:rsidRPr="008E7459">
              <w:rPr>
                <w:rFonts w:cs="Arial"/>
              </w:rPr>
              <w:t xml:space="preserve"> — 2011 (current year) and 2006 (backcast for new indicator)</w:t>
            </w:r>
          </w:p>
          <w:p w:rsidR="000A37D3" w:rsidRPr="008E7459" w:rsidRDefault="000A37D3" w:rsidP="00A136FB">
            <w:pPr>
              <w:pStyle w:val="TableBodyText"/>
              <w:keepNext w:val="0"/>
              <w:jc w:val="left"/>
              <w:rPr>
                <w:rFonts w:cs="Arial"/>
              </w:rPr>
            </w:pPr>
            <w:r w:rsidRPr="008E7459">
              <w:rPr>
                <w:rFonts w:cs="Arial"/>
              </w:rPr>
              <w:t>SEW — 2012 (current year) and 2011, 2010, 2009, 2008 (backcast for new indicator)</w:t>
            </w:r>
          </w:p>
          <w:p w:rsidR="000A37D3" w:rsidRPr="008E7459" w:rsidRDefault="000A37D3" w:rsidP="00A136FB">
            <w:pPr>
              <w:pStyle w:val="TableBodyText"/>
              <w:keepNext w:val="0"/>
              <w:jc w:val="left"/>
              <w:rPr>
                <w:rFonts w:cs="Arial"/>
              </w:rPr>
            </w:pPr>
            <w:r w:rsidRPr="008E7459">
              <w:rPr>
                <w:rFonts w:cs="Arial"/>
              </w:rPr>
              <w:t>NATSISS — 2008 (backcast for new indicator)</w:t>
            </w:r>
          </w:p>
          <w:p w:rsidR="000A37D3" w:rsidRPr="008E7459" w:rsidRDefault="000A37D3" w:rsidP="00A136FB">
            <w:pPr>
              <w:pStyle w:val="TableBodyText"/>
              <w:keepNext w:val="0"/>
              <w:jc w:val="left"/>
              <w:rPr>
                <w:rFonts w:cs="Arial"/>
              </w:rPr>
            </w:pPr>
          </w:p>
        </w:tc>
      </w:tr>
      <w:tr w:rsidR="000A37D3" w:rsidRPr="008E7459" w:rsidTr="00A46A06">
        <w:tc>
          <w:tcPr>
            <w:tcW w:w="1982" w:type="dxa"/>
          </w:tcPr>
          <w:p w:rsidR="000A37D3" w:rsidRPr="008E7459" w:rsidRDefault="000A37D3" w:rsidP="00A136FB">
            <w:pPr>
              <w:pStyle w:val="TableBodyText"/>
              <w:keepNext w:val="0"/>
              <w:jc w:val="left"/>
              <w:rPr>
                <w:rFonts w:cs="Arial"/>
              </w:rPr>
            </w:pPr>
            <w:r w:rsidRPr="008E7459">
              <w:rPr>
                <w:rFonts w:cs="Arial"/>
              </w:rPr>
              <w:t>Cross tabulations provided:</w:t>
            </w:r>
          </w:p>
        </w:tc>
        <w:tc>
          <w:tcPr>
            <w:tcW w:w="6799" w:type="dxa"/>
          </w:tcPr>
          <w:p w:rsidR="000A37D3" w:rsidRPr="008E7459" w:rsidRDefault="000A37D3" w:rsidP="00A136FB">
            <w:pPr>
              <w:pStyle w:val="TableBodyText"/>
              <w:keepNext w:val="0"/>
              <w:jc w:val="left"/>
              <w:rPr>
                <w:rFonts w:cs="Arial"/>
              </w:rPr>
            </w:pPr>
            <w:r w:rsidRPr="008E7459">
              <w:rPr>
                <w:rFonts w:cs="Arial"/>
              </w:rPr>
              <w:t>National (SEW and NATSISS data), by:</w:t>
            </w:r>
          </w:p>
          <w:p w:rsidR="000A37D3" w:rsidRPr="008E7459" w:rsidRDefault="000A37D3" w:rsidP="00AA187A">
            <w:pPr>
              <w:pStyle w:val="TableBullet"/>
              <w:keepNext w:val="0"/>
              <w:numPr>
                <w:ilvl w:val="0"/>
                <w:numId w:val="24"/>
              </w:numPr>
              <w:rPr>
                <w:rFonts w:cs="Arial"/>
              </w:rPr>
            </w:pPr>
            <w:r w:rsidRPr="008E7459">
              <w:rPr>
                <w:rFonts w:cs="Arial"/>
              </w:rPr>
              <w:t xml:space="preserve">engagement (engaged through full time study and full time employment, primarily engaged through full time study, primarily engaged through full time employment, engaged through part time </w:t>
            </w:r>
            <w:r w:rsidRPr="008E7459">
              <w:rPr>
                <w:rFonts w:cs="Arial"/>
              </w:rPr>
              <w:lastRenderedPageBreak/>
              <w:t>study and part time employment, not fully engaged, total)</w:t>
            </w:r>
          </w:p>
          <w:p w:rsidR="000A37D3" w:rsidRPr="008E7459" w:rsidRDefault="000A37D3" w:rsidP="00AA187A">
            <w:pPr>
              <w:pStyle w:val="TableBullet"/>
              <w:keepNext w:val="0"/>
              <w:numPr>
                <w:ilvl w:val="0"/>
                <w:numId w:val="24"/>
              </w:numPr>
              <w:rPr>
                <w:rFonts w:cs="Arial"/>
              </w:rPr>
            </w:pPr>
            <w:r w:rsidRPr="008E7459">
              <w:rPr>
                <w:rFonts w:cs="Arial"/>
              </w:rPr>
              <w:t xml:space="preserve">SES (SEIFA IRSD), by type of engagement (engaged through full time study and full time employment, primarily engaged through full time study, primarily engaged through full time employment, engaged through part time study and part time employment, not fully engaged, total). </w:t>
            </w:r>
          </w:p>
          <w:p w:rsidR="00C24637" w:rsidRPr="008E7459" w:rsidRDefault="000A37D3" w:rsidP="002A18CC">
            <w:pPr>
              <w:pStyle w:val="TableBullet"/>
              <w:keepNext w:val="0"/>
              <w:numPr>
                <w:ilvl w:val="0"/>
                <w:numId w:val="24"/>
              </w:numPr>
              <w:rPr>
                <w:rFonts w:cs="Arial"/>
              </w:rPr>
            </w:pPr>
            <w:r w:rsidRPr="008E7459">
              <w:rPr>
                <w:rFonts w:cs="Arial"/>
              </w:rPr>
              <w:t xml:space="preserve">Indigenous status, by type of engagement (engaged through full time study and full time employment, primarily engaged through full time study, primarily engaged through full time employment, engaged through part time study and part time employment, not fully engaged, total). </w:t>
            </w:r>
          </w:p>
          <w:p w:rsidR="000A37D3" w:rsidRPr="008E7459" w:rsidRDefault="000A37D3" w:rsidP="00A136FB">
            <w:pPr>
              <w:pStyle w:val="TableBodyText"/>
              <w:keepNext w:val="0"/>
              <w:jc w:val="left"/>
              <w:rPr>
                <w:rFonts w:cs="Arial"/>
              </w:rPr>
            </w:pPr>
            <w:r w:rsidRPr="008E7459">
              <w:rPr>
                <w:rFonts w:cs="Arial"/>
              </w:rPr>
              <w:t>State and Territory (</w:t>
            </w:r>
            <w:r w:rsidR="008921A5" w:rsidRPr="008E7459">
              <w:rPr>
                <w:rFonts w:cs="Arial"/>
              </w:rPr>
              <w:t>Census</w:t>
            </w:r>
            <w:r w:rsidRPr="008E7459">
              <w:rPr>
                <w:rFonts w:cs="Arial"/>
              </w:rPr>
              <w:t xml:space="preserve"> data), by</w:t>
            </w:r>
          </w:p>
          <w:p w:rsidR="000A37D3" w:rsidRPr="008E7459" w:rsidRDefault="000A37D3" w:rsidP="00AA187A">
            <w:pPr>
              <w:pStyle w:val="TableBullet"/>
              <w:keepNext w:val="0"/>
              <w:numPr>
                <w:ilvl w:val="0"/>
                <w:numId w:val="24"/>
              </w:numPr>
              <w:rPr>
                <w:rFonts w:cs="Arial"/>
              </w:rPr>
            </w:pPr>
            <w:r w:rsidRPr="008E7459">
              <w:rPr>
                <w:rFonts w:cs="Arial"/>
              </w:rPr>
              <w:t xml:space="preserve">engagement (engaged through full time study and full time employment, primarily engaged through full time study, Primarily engaged through full time employment, engaged through part time study and part time employment, not fully engaged, total). </w:t>
            </w:r>
          </w:p>
          <w:p w:rsidR="000A37D3" w:rsidRPr="008E7459" w:rsidRDefault="000A37D3" w:rsidP="00AA187A">
            <w:pPr>
              <w:pStyle w:val="TableBullet"/>
              <w:keepNext w:val="0"/>
              <w:numPr>
                <w:ilvl w:val="0"/>
                <w:numId w:val="24"/>
              </w:numPr>
              <w:rPr>
                <w:rFonts w:cs="Arial"/>
              </w:rPr>
            </w:pPr>
            <w:r w:rsidRPr="008E7459">
              <w:rPr>
                <w:rFonts w:cs="Arial"/>
              </w:rPr>
              <w:t xml:space="preserve">SES (SEIFA IRSD), by type of engagement (engaged through full time study and full time employment, primarily engaged through full time study, primarily engaged through full time employment, engaged through part time study and part time employment, not fully engaged, total). </w:t>
            </w:r>
          </w:p>
          <w:p w:rsidR="000A37D3" w:rsidRPr="008E7459" w:rsidRDefault="000A37D3" w:rsidP="00BE6AFD">
            <w:pPr>
              <w:pStyle w:val="TableBullet"/>
              <w:keepNext w:val="0"/>
              <w:numPr>
                <w:ilvl w:val="0"/>
                <w:numId w:val="24"/>
              </w:numPr>
              <w:rPr>
                <w:rFonts w:cs="Arial"/>
              </w:rPr>
            </w:pPr>
            <w:r w:rsidRPr="008E7459">
              <w:rPr>
                <w:rFonts w:cs="Arial"/>
              </w:rPr>
              <w:t xml:space="preserve">Indigenous status, by type of engagement (engaged through full time study and full time employment, primarily engaged through full time study, primarily engaged through full time employment, engaged through part time study and part time employment, not fully engaged, total). </w:t>
            </w:r>
          </w:p>
        </w:tc>
      </w:tr>
    </w:tbl>
    <w:p w:rsidR="0026369A" w:rsidRPr="008E7459"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26369A">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18</w:t>
            </w:r>
            <w:r w:rsidRPr="008E7459">
              <w:rPr>
                <w:b w:val="0"/>
              </w:rPr>
              <w:fldChar w:fldCharType="end"/>
            </w:r>
            <w:r w:rsidRPr="008E7459">
              <w:tab/>
              <w:t>Results</w:t>
            </w:r>
          </w:p>
        </w:tc>
      </w:tr>
      <w:tr w:rsidR="0026369A" w:rsidRPr="008E7459" w:rsidTr="0026369A">
        <w:trPr>
          <w:cantSplit/>
        </w:trPr>
        <w:tc>
          <w:tcPr>
            <w:tcW w:w="8771" w:type="dxa"/>
            <w:tcBorders>
              <w:top w:val="nil"/>
              <w:left w:val="single" w:sz="4" w:space="0" w:color="auto"/>
              <w:bottom w:val="nil"/>
              <w:right w:val="single" w:sz="4" w:space="0" w:color="auto"/>
            </w:tcBorders>
          </w:tcPr>
          <w:p w:rsidR="00022CD8" w:rsidRPr="008E7459" w:rsidRDefault="00022CD8" w:rsidP="00022CD8">
            <w:pPr>
              <w:pStyle w:val="Box"/>
              <w:rPr>
                <w:rStyle w:val="BoxChar"/>
              </w:rPr>
            </w:pPr>
            <w:r w:rsidRPr="008E7459">
              <w:rPr>
                <w:rStyle w:val="BoxChar"/>
              </w:rPr>
              <w:t xml:space="preserve">As this is a new indicator, </w:t>
            </w:r>
            <w:r w:rsidR="008F0C13" w:rsidRPr="008E7459">
              <w:rPr>
                <w:rStyle w:val="BoxChar"/>
              </w:rPr>
              <w:t xml:space="preserve">data are provided for the most recent year and back to the baseline. </w:t>
            </w:r>
            <w:r w:rsidR="008921A5" w:rsidRPr="008E7459">
              <w:rPr>
                <w:rStyle w:val="BoxChar"/>
              </w:rPr>
              <w:t>Census</w:t>
            </w:r>
            <w:r w:rsidR="008F0C13" w:rsidRPr="008E7459">
              <w:rPr>
                <w:rStyle w:val="BoxChar"/>
              </w:rPr>
              <w:t xml:space="preserve"> </w:t>
            </w:r>
            <w:r w:rsidR="000629F3" w:rsidRPr="008E7459">
              <w:rPr>
                <w:rStyle w:val="BoxChar"/>
              </w:rPr>
              <w:t xml:space="preserve">data </w:t>
            </w:r>
            <w:r w:rsidRPr="008E7459">
              <w:rPr>
                <w:rStyle w:val="BoxChar"/>
              </w:rPr>
              <w:t>are provided for 20</w:t>
            </w:r>
            <w:r w:rsidR="000048D2" w:rsidRPr="008E7459">
              <w:rPr>
                <w:rStyle w:val="BoxChar"/>
              </w:rPr>
              <w:t>11</w:t>
            </w:r>
            <w:r w:rsidRPr="008E7459">
              <w:rPr>
                <w:rStyle w:val="BoxChar"/>
              </w:rPr>
              <w:t xml:space="preserve"> and 2006. </w:t>
            </w:r>
            <w:r w:rsidR="008F0C13" w:rsidRPr="008E7459">
              <w:rPr>
                <w:rStyle w:val="BoxChar"/>
              </w:rPr>
              <w:t>SEW</w:t>
            </w:r>
            <w:r w:rsidR="000629F3" w:rsidRPr="008E7459">
              <w:rPr>
                <w:rStyle w:val="BoxChar"/>
              </w:rPr>
              <w:t xml:space="preserve"> data are available for 2012, 2011, 2010, 2009, and 2008.</w:t>
            </w:r>
          </w:p>
          <w:p w:rsidR="004F04CC" w:rsidRPr="008E7459" w:rsidRDefault="008921A5" w:rsidP="00C91B3A">
            <w:pPr>
              <w:pStyle w:val="BoxListBullet"/>
            </w:pPr>
            <w:r w:rsidRPr="008E7459">
              <w:t>Census</w:t>
            </w:r>
            <w:r w:rsidR="008F0C13" w:rsidRPr="008E7459">
              <w:t xml:space="preserve"> d</w:t>
            </w:r>
            <w:r w:rsidR="004F04CC" w:rsidRPr="008E7459">
              <w:t xml:space="preserve">ata are presented </w:t>
            </w:r>
            <w:r w:rsidR="00022CD8" w:rsidRPr="008E7459">
              <w:t>by State and Territory in table NEA.5.1</w:t>
            </w:r>
            <w:r w:rsidR="004F04CC" w:rsidRPr="008E7459">
              <w:t>. State and territory data are also presented by:</w:t>
            </w:r>
          </w:p>
          <w:p w:rsidR="0026369A" w:rsidRPr="008E7459" w:rsidRDefault="00022CD8" w:rsidP="004F04CC">
            <w:pPr>
              <w:pStyle w:val="BoxListBullet2"/>
            </w:pPr>
            <w:r w:rsidRPr="008E7459">
              <w:t>SES (SEIFA IRSD qu</w:t>
            </w:r>
            <w:r w:rsidR="007C7F1F" w:rsidRPr="008E7459">
              <w:t>in</w:t>
            </w:r>
            <w:r w:rsidR="00452262" w:rsidRPr="008E7459">
              <w:t>tiles) in table NEA.5.3</w:t>
            </w:r>
          </w:p>
          <w:p w:rsidR="00022CD8" w:rsidRPr="008E7459" w:rsidRDefault="00022CD8" w:rsidP="00022CD8">
            <w:pPr>
              <w:pStyle w:val="BoxListBullet2"/>
            </w:pPr>
            <w:r w:rsidRPr="008E7459">
              <w:t>Indigenous status in table NEA.5.5.</w:t>
            </w:r>
          </w:p>
          <w:p w:rsidR="00022CD8" w:rsidRPr="008E7459" w:rsidRDefault="008921A5" w:rsidP="00022CD8">
            <w:pPr>
              <w:pStyle w:val="BoxListBullet"/>
            </w:pPr>
            <w:r w:rsidRPr="008E7459">
              <w:t>Census</w:t>
            </w:r>
            <w:r w:rsidR="008F0C13" w:rsidRPr="008E7459">
              <w:t xml:space="preserve"> d</w:t>
            </w:r>
            <w:r w:rsidR="00022CD8" w:rsidRPr="008E7459">
              <w:t xml:space="preserve">ata for 2006 are presented in tables NEA.5.2, NEA.5.4 and NEA.5.6. </w:t>
            </w:r>
          </w:p>
          <w:p w:rsidR="00022CD8" w:rsidRPr="008E7459" w:rsidRDefault="000D584D" w:rsidP="00022CD8">
            <w:pPr>
              <w:pStyle w:val="BoxListBullet"/>
            </w:pPr>
            <w:r w:rsidRPr="008E7459">
              <w:t>SEW data are presented at the national level and are ava</w:t>
            </w:r>
            <w:r w:rsidR="00022CD8" w:rsidRPr="008E7459">
              <w:t>ilable by:</w:t>
            </w:r>
          </w:p>
          <w:p w:rsidR="00022CD8" w:rsidRPr="008E7459" w:rsidRDefault="00022CD8" w:rsidP="0072653E">
            <w:pPr>
              <w:pStyle w:val="BoxListBullet2"/>
            </w:pPr>
            <w:r w:rsidRPr="008E7459">
              <w:t xml:space="preserve">SES (SEIFA IRSD </w:t>
            </w:r>
            <w:r w:rsidR="0072653E" w:rsidRPr="008E7459">
              <w:t>quintiles</w:t>
            </w:r>
            <w:r w:rsidRPr="008E7459">
              <w:t xml:space="preserve">) </w:t>
            </w:r>
            <w:r w:rsidR="0072653E" w:rsidRPr="008E7459">
              <w:t xml:space="preserve">for each year of data </w:t>
            </w:r>
            <w:r w:rsidRPr="008E7459">
              <w:t>in table</w:t>
            </w:r>
            <w:r w:rsidR="0072653E" w:rsidRPr="008E7459">
              <w:t>s</w:t>
            </w:r>
            <w:r w:rsidR="00434BCE" w:rsidRPr="008E7459">
              <w:t xml:space="preserve"> NEA.5.7–</w:t>
            </w:r>
            <w:r w:rsidR="00D85FF2" w:rsidRPr="008E7459">
              <w:t>11</w:t>
            </w:r>
          </w:p>
          <w:p w:rsidR="00D85FF2" w:rsidRPr="008E7459" w:rsidRDefault="00D85FF2" w:rsidP="0072653E">
            <w:pPr>
              <w:pStyle w:val="BoxListBullet2"/>
            </w:pPr>
            <w:r w:rsidRPr="008E7459">
              <w:t>Indigenous s</w:t>
            </w:r>
            <w:r w:rsidR="008F0C13" w:rsidRPr="008E7459">
              <w:t>tatus (2008</w:t>
            </w:r>
            <w:r w:rsidR="000D584D" w:rsidRPr="008E7459">
              <w:t xml:space="preserve"> only</w:t>
            </w:r>
            <w:r w:rsidR="00AA6BA2" w:rsidRPr="008E7459">
              <w:t xml:space="preserve">) in table NEA.5.12. </w:t>
            </w:r>
          </w:p>
          <w:p w:rsidR="00D010FF" w:rsidRPr="008E7459" w:rsidRDefault="00D010FF" w:rsidP="000D584D">
            <w:pPr>
              <w:pStyle w:val="Box"/>
            </w:pPr>
            <w:r w:rsidRPr="008E7459">
              <w:t xml:space="preserve">For the </w:t>
            </w:r>
            <w:r w:rsidR="000D584D" w:rsidRPr="008E7459">
              <w:t xml:space="preserve">SEW </w:t>
            </w:r>
            <w:r w:rsidRPr="008E7459">
              <w:t xml:space="preserve">data, apparent differences in results between years may not be statistically significant. To assist in interpretation, 95 </w:t>
            </w:r>
            <w:r w:rsidR="00781B70" w:rsidRPr="008E7459">
              <w:t>per cent</w:t>
            </w:r>
            <w:r w:rsidRPr="008E7459">
              <w:t xml:space="preserve"> confidence intervals and relative standard errors are provided in the attachment tables for this indicator.</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26369A" w:rsidRPr="008E7459" w:rsidRDefault="0026369A" w:rsidP="0026369A">
      <w:pPr>
        <w:pStyle w:val="Heading4"/>
        <w:spacing w:after="120"/>
      </w:pPr>
      <w:r w:rsidRPr="008E7459">
        <w:t>Attachment table</w:t>
      </w:r>
      <w:r w:rsidR="000F0C9C" w:rsidRPr="008E7459">
        <w:t>s</w:t>
      </w:r>
      <w:r w:rsidR="00667874" w:rsidRPr="008E7459">
        <w:t xml:space="preserve"> </w:t>
      </w:r>
    </w:p>
    <w:tbl>
      <w:tblPr>
        <w:tblStyle w:val="TableGrid"/>
        <w:tblW w:w="0" w:type="auto"/>
        <w:tblInd w:w="137" w:type="dxa"/>
        <w:tblLook w:val="04A0" w:firstRow="1" w:lastRow="0" w:firstColumn="1" w:lastColumn="0" w:noHBand="0" w:noVBand="1"/>
      </w:tblPr>
      <w:tblGrid>
        <w:gridCol w:w="1843"/>
        <w:gridCol w:w="6946"/>
      </w:tblGrid>
      <w:tr w:rsidR="00395D24" w:rsidRPr="008E7459" w:rsidTr="00D63FC8">
        <w:trPr>
          <w:trHeight w:val="867"/>
        </w:trPr>
        <w:tc>
          <w:tcPr>
            <w:tcW w:w="1843" w:type="dxa"/>
            <w:noWrap/>
            <w:hideMark/>
          </w:tcPr>
          <w:p w:rsidR="00395D24" w:rsidRPr="008E7459" w:rsidRDefault="00395D24" w:rsidP="00D63FC8">
            <w:pPr>
              <w:rPr>
                <w:rFonts w:ascii="Arial" w:hAnsi="Arial" w:cs="Arial"/>
                <w:b/>
                <w:bCs/>
                <w:sz w:val="20"/>
                <w:szCs w:val="20"/>
              </w:rPr>
            </w:pPr>
            <w:r w:rsidRPr="008E7459">
              <w:rPr>
                <w:rFonts w:ascii="Arial" w:hAnsi="Arial" w:cs="Arial"/>
                <w:b/>
                <w:bCs/>
                <w:sz w:val="20"/>
                <w:szCs w:val="20"/>
              </w:rPr>
              <w:t>Table NEA.5.1</w:t>
            </w:r>
          </w:p>
        </w:tc>
        <w:tc>
          <w:tcPr>
            <w:tcW w:w="6946" w:type="dxa"/>
            <w:hideMark/>
          </w:tcPr>
          <w:p w:rsidR="00395D24" w:rsidRPr="008E7459" w:rsidRDefault="00395D24">
            <w:pPr>
              <w:jc w:val="both"/>
              <w:rPr>
                <w:rFonts w:ascii="Arial" w:hAnsi="Arial" w:cs="Arial"/>
                <w:sz w:val="20"/>
                <w:szCs w:val="20"/>
              </w:rPr>
            </w:pPr>
            <w:r w:rsidRPr="008E7459">
              <w:rPr>
                <w:rFonts w:ascii="Arial" w:hAnsi="Arial" w:cs="Arial"/>
                <w:sz w:val="20"/>
                <w:szCs w:val="20"/>
              </w:rPr>
              <w:t>Proportion of persons aged 17–24 years who are fully engaged in post</w:t>
            </w:r>
            <w:r w:rsidRPr="008E7459">
              <w:rPr>
                <w:rFonts w:ascii="Arial" w:hAnsi="Arial" w:cs="Arial"/>
                <w:sz w:val="20"/>
                <w:szCs w:val="20"/>
              </w:rPr>
              <w:softHyphen/>
              <w:t>school education, training or employment, by state and territory, 2011 (</w:t>
            </w:r>
            <w:r w:rsidR="008921A5" w:rsidRPr="008E7459">
              <w:rPr>
                <w:rFonts w:ascii="Arial" w:hAnsi="Arial" w:cs="Arial"/>
                <w:sz w:val="20"/>
                <w:szCs w:val="20"/>
              </w:rPr>
              <w:t>Census</w:t>
            </w:r>
            <w:r w:rsidRPr="008E7459">
              <w:rPr>
                <w:rFonts w:ascii="Arial" w:hAnsi="Arial" w:cs="Arial"/>
                <w:sz w:val="20"/>
                <w:szCs w:val="20"/>
              </w:rPr>
              <w:t>)</w:t>
            </w:r>
          </w:p>
        </w:tc>
      </w:tr>
      <w:tr w:rsidR="00395D24" w:rsidRPr="008E7459" w:rsidTr="00D63FC8">
        <w:trPr>
          <w:trHeight w:val="867"/>
        </w:trPr>
        <w:tc>
          <w:tcPr>
            <w:tcW w:w="1843" w:type="dxa"/>
            <w:noWrap/>
            <w:hideMark/>
          </w:tcPr>
          <w:p w:rsidR="00395D24" w:rsidRPr="008E7459" w:rsidRDefault="00395D24" w:rsidP="00D63FC8">
            <w:pPr>
              <w:rPr>
                <w:rFonts w:ascii="Arial" w:hAnsi="Arial" w:cs="Arial"/>
                <w:b/>
                <w:bCs/>
                <w:sz w:val="20"/>
                <w:szCs w:val="20"/>
              </w:rPr>
            </w:pPr>
            <w:r w:rsidRPr="008E7459">
              <w:rPr>
                <w:rFonts w:ascii="Arial" w:hAnsi="Arial" w:cs="Arial"/>
                <w:b/>
                <w:bCs/>
                <w:sz w:val="20"/>
                <w:szCs w:val="20"/>
              </w:rPr>
              <w:t>Table NEA.5.2</w:t>
            </w:r>
          </w:p>
        </w:tc>
        <w:tc>
          <w:tcPr>
            <w:tcW w:w="6946" w:type="dxa"/>
            <w:hideMark/>
          </w:tcPr>
          <w:p w:rsidR="00395D24" w:rsidRPr="008E7459" w:rsidRDefault="00395D24">
            <w:pPr>
              <w:jc w:val="both"/>
              <w:rPr>
                <w:rFonts w:ascii="Arial" w:hAnsi="Arial" w:cs="Arial"/>
                <w:sz w:val="20"/>
                <w:szCs w:val="20"/>
              </w:rPr>
            </w:pPr>
            <w:r w:rsidRPr="008E7459">
              <w:rPr>
                <w:rFonts w:ascii="Arial" w:hAnsi="Arial" w:cs="Arial"/>
                <w:sz w:val="20"/>
                <w:szCs w:val="20"/>
              </w:rPr>
              <w:t>Proportion of persons aged 17–24 years who are fully engaged in post</w:t>
            </w:r>
            <w:r w:rsidRPr="008E7459">
              <w:rPr>
                <w:rFonts w:ascii="Arial" w:hAnsi="Arial" w:cs="Arial"/>
                <w:sz w:val="20"/>
                <w:szCs w:val="20"/>
              </w:rPr>
              <w:softHyphen/>
              <w:t>school education, training or employment, by state and territory, 2006 (</w:t>
            </w:r>
            <w:r w:rsidR="008921A5" w:rsidRPr="008E7459">
              <w:rPr>
                <w:rFonts w:ascii="Arial" w:hAnsi="Arial" w:cs="Arial"/>
                <w:sz w:val="20"/>
                <w:szCs w:val="20"/>
              </w:rPr>
              <w:t>Census</w:t>
            </w:r>
            <w:r w:rsidRPr="008E7459">
              <w:rPr>
                <w:rFonts w:ascii="Arial" w:hAnsi="Arial" w:cs="Arial"/>
                <w:sz w:val="20"/>
                <w:szCs w:val="20"/>
              </w:rPr>
              <w:t>)</w:t>
            </w:r>
          </w:p>
        </w:tc>
      </w:tr>
      <w:tr w:rsidR="00395D24" w:rsidRPr="008E7459" w:rsidTr="00D63FC8">
        <w:trPr>
          <w:trHeight w:val="867"/>
        </w:trPr>
        <w:tc>
          <w:tcPr>
            <w:tcW w:w="1843" w:type="dxa"/>
            <w:noWrap/>
            <w:hideMark/>
          </w:tcPr>
          <w:p w:rsidR="00395D24" w:rsidRPr="008E7459" w:rsidRDefault="00395D24" w:rsidP="00D63FC8">
            <w:pPr>
              <w:rPr>
                <w:rFonts w:ascii="Arial" w:hAnsi="Arial" w:cs="Arial"/>
                <w:b/>
                <w:bCs/>
                <w:sz w:val="20"/>
                <w:szCs w:val="20"/>
              </w:rPr>
            </w:pPr>
            <w:r w:rsidRPr="008E7459">
              <w:rPr>
                <w:rFonts w:ascii="Arial" w:hAnsi="Arial" w:cs="Arial"/>
                <w:b/>
                <w:bCs/>
                <w:sz w:val="20"/>
                <w:szCs w:val="20"/>
              </w:rPr>
              <w:t>Table NEA.5.3</w:t>
            </w:r>
          </w:p>
        </w:tc>
        <w:tc>
          <w:tcPr>
            <w:tcW w:w="6946" w:type="dxa"/>
            <w:hideMark/>
          </w:tcPr>
          <w:p w:rsidR="00395D24" w:rsidRPr="008E7459" w:rsidRDefault="00395D24">
            <w:pPr>
              <w:jc w:val="both"/>
              <w:rPr>
                <w:rFonts w:ascii="Arial" w:hAnsi="Arial" w:cs="Arial"/>
                <w:sz w:val="20"/>
                <w:szCs w:val="20"/>
              </w:rPr>
            </w:pPr>
            <w:r w:rsidRPr="008E7459">
              <w:rPr>
                <w:rFonts w:ascii="Arial" w:hAnsi="Arial" w:cs="Arial"/>
                <w:sz w:val="20"/>
                <w:szCs w:val="20"/>
              </w:rPr>
              <w:t>Proportion of persons aged 17–24 years who are fully engaged in post</w:t>
            </w:r>
            <w:r w:rsidRPr="008E7459">
              <w:rPr>
                <w:rFonts w:ascii="Arial" w:hAnsi="Arial" w:cs="Arial"/>
                <w:sz w:val="20"/>
                <w:szCs w:val="20"/>
              </w:rPr>
              <w:softHyphen/>
              <w:t>school education, training or employment, by state and territory and SEIFA IRSD, 2011 (</w:t>
            </w:r>
            <w:r w:rsidR="008921A5" w:rsidRPr="008E7459">
              <w:rPr>
                <w:rFonts w:ascii="Arial" w:hAnsi="Arial" w:cs="Arial"/>
                <w:sz w:val="20"/>
                <w:szCs w:val="20"/>
              </w:rPr>
              <w:t>Census</w:t>
            </w:r>
            <w:r w:rsidRPr="008E7459">
              <w:rPr>
                <w:rFonts w:ascii="Arial" w:hAnsi="Arial" w:cs="Arial"/>
                <w:sz w:val="20"/>
                <w:szCs w:val="20"/>
              </w:rPr>
              <w:t>) (</w:t>
            </w:r>
            <w:r w:rsidR="00781B70" w:rsidRPr="008E7459">
              <w:rPr>
                <w:rFonts w:ascii="Arial" w:hAnsi="Arial" w:cs="Arial"/>
                <w:sz w:val="20"/>
                <w:szCs w:val="20"/>
              </w:rPr>
              <w:t>per cent</w:t>
            </w:r>
            <w:r w:rsidRPr="008E7459">
              <w:rPr>
                <w:rFonts w:ascii="Arial" w:hAnsi="Arial" w:cs="Arial"/>
                <w:sz w:val="20"/>
                <w:szCs w:val="20"/>
              </w:rPr>
              <w:t>)</w:t>
            </w:r>
          </w:p>
        </w:tc>
      </w:tr>
      <w:tr w:rsidR="00395D24" w:rsidRPr="008E7459" w:rsidTr="00D63FC8">
        <w:trPr>
          <w:trHeight w:val="867"/>
        </w:trPr>
        <w:tc>
          <w:tcPr>
            <w:tcW w:w="1843" w:type="dxa"/>
            <w:noWrap/>
            <w:hideMark/>
          </w:tcPr>
          <w:p w:rsidR="00395D24" w:rsidRPr="008E7459" w:rsidRDefault="00395D24" w:rsidP="00D63FC8">
            <w:pPr>
              <w:rPr>
                <w:rFonts w:ascii="Arial" w:hAnsi="Arial" w:cs="Arial"/>
                <w:b/>
                <w:bCs/>
                <w:sz w:val="20"/>
                <w:szCs w:val="20"/>
              </w:rPr>
            </w:pPr>
            <w:r w:rsidRPr="008E7459">
              <w:rPr>
                <w:rFonts w:ascii="Arial" w:hAnsi="Arial" w:cs="Arial"/>
                <w:b/>
                <w:bCs/>
                <w:sz w:val="20"/>
                <w:szCs w:val="20"/>
              </w:rPr>
              <w:t>Table NEA.5.4</w:t>
            </w:r>
          </w:p>
        </w:tc>
        <w:tc>
          <w:tcPr>
            <w:tcW w:w="6946" w:type="dxa"/>
            <w:hideMark/>
          </w:tcPr>
          <w:p w:rsidR="00395D24" w:rsidRPr="008E7459" w:rsidRDefault="00395D24">
            <w:pPr>
              <w:jc w:val="both"/>
              <w:rPr>
                <w:rFonts w:ascii="Arial" w:hAnsi="Arial" w:cs="Arial"/>
                <w:sz w:val="20"/>
                <w:szCs w:val="20"/>
              </w:rPr>
            </w:pPr>
            <w:r w:rsidRPr="008E7459">
              <w:rPr>
                <w:rFonts w:ascii="Arial" w:hAnsi="Arial" w:cs="Arial"/>
                <w:sz w:val="20"/>
                <w:szCs w:val="20"/>
              </w:rPr>
              <w:t>Proportion of persons aged 17–24 years who are fully engaged in post</w:t>
            </w:r>
            <w:r w:rsidRPr="008E7459">
              <w:rPr>
                <w:rFonts w:ascii="Arial" w:hAnsi="Arial" w:cs="Arial"/>
                <w:sz w:val="20"/>
                <w:szCs w:val="20"/>
              </w:rPr>
              <w:softHyphen/>
              <w:t>school education, training or employment, by state and territory and SEIFA IRSD, 2006 (</w:t>
            </w:r>
            <w:r w:rsidR="008921A5" w:rsidRPr="008E7459">
              <w:rPr>
                <w:rFonts w:ascii="Arial" w:hAnsi="Arial" w:cs="Arial"/>
                <w:sz w:val="20"/>
                <w:szCs w:val="20"/>
              </w:rPr>
              <w:t>Census</w:t>
            </w:r>
            <w:r w:rsidRPr="008E7459">
              <w:rPr>
                <w:rFonts w:ascii="Arial" w:hAnsi="Arial" w:cs="Arial"/>
                <w:sz w:val="20"/>
                <w:szCs w:val="20"/>
              </w:rPr>
              <w:t>) (</w:t>
            </w:r>
            <w:r w:rsidR="00781B70" w:rsidRPr="008E7459">
              <w:rPr>
                <w:rFonts w:ascii="Arial" w:hAnsi="Arial" w:cs="Arial"/>
                <w:sz w:val="20"/>
                <w:szCs w:val="20"/>
              </w:rPr>
              <w:t>per cent</w:t>
            </w:r>
            <w:r w:rsidRPr="008E7459">
              <w:rPr>
                <w:rFonts w:ascii="Arial" w:hAnsi="Arial" w:cs="Arial"/>
                <w:sz w:val="20"/>
                <w:szCs w:val="20"/>
              </w:rPr>
              <w:t>)</w:t>
            </w:r>
          </w:p>
        </w:tc>
      </w:tr>
      <w:tr w:rsidR="00395D24" w:rsidRPr="008E7459" w:rsidTr="00D63FC8">
        <w:trPr>
          <w:trHeight w:val="867"/>
        </w:trPr>
        <w:tc>
          <w:tcPr>
            <w:tcW w:w="1843" w:type="dxa"/>
            <w:noWrap/>
            <w:hideMark/>
          </w:tcPr>
          <w:p w:rsidR="00395D24" w:rsidRPr="008E7459" w:rsidRDefault="00395D24" w:rsidP="00D63FC8">
            <w:pPr>
              <w:rPr>
                <w:rFonts w:ascii="Arial" w:hAnsi="Arial" w:cs="Arial"/>
                <w:b/>
                <w:bCs/>
                <w:sz w:val="20"/>
                <w:szCs w:val="20"/>
              </w:rPr>
            </w:pPr>
            <w:r w:rsidRPr="008E7459">
              <w:rPr>
                <w:rFonts w:ascii="Arial" w:hAnsi="Arial" w:cs="Arial"/>
                <w:b/>
                <w:bCs/>
                <w:sz w:val="20"/>
                <w:szCs w:val="20"/>
              </w:rPr>
              <w:t>Table NEA.5.5</w:t>
            </w:r>
          </w:p>
        </w:tc>
        <w:tc>
          <w:tcPr>
            <w:tcW w:w="6946" w:type="dxa"/>
            <w:hideMark/>
          </w:tcPr>
          <w:p w:rsidR="00395D24" w:rsidRPr="008E7459" w:rsidRDefault="00395D24">
            <w:pPr>
              <w:jc w:val="both"/>
              <w:rPr>
                <w:rFonts w:ascii="Arial" w:hAnsi="Arial" w:cs="Arial"/>
                <w:sz w:val="20"/>
                <w:szCs w:val="20"/>
              </w:rPr>
            </w:pPr>
            <w:r w:rsidRPr="008E7459">
              <w:rPr>
                <w:rFonts w:ascii="Arial" w:hAnsi="Arial" w:cs="Arial"/>
                <w:sz w:val="20"/>
                <w:szCs w:val="20"/>
              </w:rPr>
              <w:t>Proportion of persons aged 17–24 years who are fully engaged in post</w:t>
            </w:r>
            <w:r w:rsidRPr="008E7459">
              <w:rPr>
                <w:rFonts w:ascii="Arial" w:hAnsi="Arial" w:cs="Arial"/>
                <w:sz w:val="20"/>
                <w:szCs w:val="20"/>
              </w:rPr>
              <w:softHyphen/>
              <w:t>school education, training or employment, by state and territory and</w:t>
            </w:r>
            <w:r w:rsidR="00E41429" w:rsidRPr="008E7459">
              <w:rPr>
                <w:rFonts w:ascii="Arial" w:hAnsi="Arial" w:cs="Arial"/>
                <w:sz w:val="20"/>
                <w:szCs w:val="20"/>
              </w:rPr>
              <w:t xml:space="preserve"> </w:t>
            </w:r>
            <w:r w:rsidRPr="008E7459">
              <w:rPr>
                <w:rFonts w:ascii="Arial" w:hAnsi="Arial" w:cs="Arial"/>
                <w:sz w:val="20"/>
                <w:szCs w:val="20"/>
              </w:rPr>
              <w:t>Indigenous status, 2011 (</w:t>
            </w:r>
            <w:r w:rsidR="008921A5" w:rsidRPr="008E7459">
              <w:rPr>
                <w:rFonts w:ascii="Arial" w:hAnsi="Arial" w:cs="Arial"/>
                <w:sz w:val="20"/>
                <w:szCs w:val="20"/>
              </w:rPr>
              <w:t>Census</w:t>
            </w:r>
            <w:r w:rsidRPr="008E7459">
              <w:rPr>
                <w:rFonts w:ascii="Arial" w:hAnsi="Arial" w:cs="Arial"/>
                <w:sz w:val="20"/>
                <w:szCs w:val="20"/>
              </w:rPr>
              <w:t>) (</w:t>
            </w:r>
            <w:r w:rsidR="00781B70" w:rsidRPr="008E7459">
              <w:rPr>
                <w:rFonts w:ascii="Arial" w:hAnsi="Arial" w:cs="Arial"/>
                <w:sz w:val="20"/>
                <w:szCs w:val="20"/>
              </w:rPr>
              <w:t>per cent</w:t>
            </w:r>
            <w:r w:rsidRPr="008E7459">
              <w:rPr>
                <w:rFonts w:ascii="Arial" w:hAnsi="Arial" w:cs="Arial"/>
                <w:sz w:val="20"/>
                <w:szCs w:val="20"/>
              </w:rPr>
              <w:t>)</w:t>
            </w:r>
          </w:p>
        </w:tc>
      </w:tr>
      <w:tr w:rsidR="00395D24" w:rsidRPr="008E7459" w:rsidTr="00D63FC8">
        <w:trPr>
          <w:trHeight w:val="867"/>
        </w:trPr>
        <w:tc>
          <w:tcPr>
            <w:tcW w:w="1843" w:type="dxa"/>
            <w:noWrap/>
            <w:hideMark/>
          </w:tcPr>
          <w:p w:rsidR="00395D24" w:rsidRPr="008E7459" w:rsidRDefault="00395D24" w:rsidP="00D63FC8">
            <w:pPr>
              <w:rPr>
                <w:rFonts w:ascii="Arial" w:hAnsi="Arial" w:cs="Arial"/>
                <w:b/>
                <w:bCs/>
                <w:sz w:val="20"/>
                <w:szCs w:val="20"/>
              </w:rPr>
            </w:pPr>
            <w:r w:rsidRPr="008E7459">
              <w:rPr>
                <w:rFonts w:ascii="Arial" w:hAnsi="Arial" w:cs="Arial"/>
                <w:b/>
                <w:bCs/>
                <w:sz w:val="20"/>
                <w:szCs w:val="20"/>
              </w:rPr>
              <w:t>Table NEA.5.6</w:t>
            </w:r>
          </w:p>
        </w:tc>
        <w:tc>
          <w:tcPr>
            <w:tcW w:w="6946" w:type="dxa"/>
            <w:hideMark/>
          </w:tcPr>
          <w:p w:rsidR="00395D24" w:rsidRPr="008E7459" w:rsidRDefault="00395D24">
            <w:pPr>
              <w:jc w:val="both"/>
              <w:rPr>
                <w:rFonts w:ascii="Arial" w:hAnsi="Arial" w:cs="Arial"/>
                <w:sz w:val="20"/>
                <w:szCs w:val="20"/>
              </w:rPr>
            </w:pPr>
            <w:r w:rsidRPr="008E7459">
              <w:rPr>
                <w:rFonts w:ascii="Arial" w:hAnsi="Arial" w:cs="Arial"/>
                <w:sz w:val="20"/>
                <w:szCs w:val="20"/>
              </w:rPr>
              <w:t>Proportion of persons aged 17–24 years who are fully engaged in post</w:t>
            </w:r>
            <w:r w:rsidRPr="008E7459">
              <w:rPr>
                <w:rFonts w:ascii="Arial" w:hAnsi="Arial" w:cs="Arial"/>
                <w:sz w:val="20"/>
                <w:szCs w:val="20"/>
              </w:rPr>
              <w:softHyphen/>
              <w:t>school education, training or employment, by state and territory and Indigenous status, 2006 (</w:t>
            </w:r>
            <w:r w:rsidR="008921A5" w:rsidRPr="008E7459">
              <w:rPr>
                <w:rFonts w:ascii="Arial" w:hAnsi="Arial" w:cs="Arial"/>
                <w:sz w:val="20"/>
                <w:szCs w:val="20"/>
              </w:rPr>
              <w:t>Census</w:t>
            </w:r>
            <w:r w:rsidRPr="008E7459">
              <w:rPr>
                <w:rFonts w:ascii="Arial" w:hAnsi="Arial" w:cs="Arial"/>
                <w:sz w:val="20"/>
                <w:szCs w:val="20"/>
              </w:rPr>
              <w:t>) (</w:t>
            </w:r>
            <w:r w:rsidR="00781B70" w:rsidRPr="008E7459">
              <w:rPr>
                <w:rFonts w:ascii="Arial" w:hAnsi="Arial" w:cs="Arial"/>
                <w:sz w:val="20"/>
                <w:szCs w:val="20"/>
              </w:rPr>
              <w:t>per cent</w:t>
            </w:r>
            <w:r w:rsidRPr="008E7459">
              <w:rPr>
                <w:rFonts w:ascii="Arial" w:hAnsi="Arial" w:cs="Arial"/>
                <w:sz w:val="20"/>
                <w:szCs w:val="20"/>
              </w:rPr>
              <w:t>)</w:t>
            </w:r>
          </w:p>
        </w:tc>
      </w:tr>
      <w:tr w:rsidR="00395D24" w:rsidRPr="008E7459" w:rsidTr="00D63FC8">
        <w:trPr>
          <w:trHeight w:val="867"/>
        </w:trPr>
        <w:tc>
          <w:tcPr>
            <w:tcW w:w="1843" w:type="dxa"/>
            <w:noWrap/>
            <w:hideMark/>
          </w:tcPr>
          <w:p w:rsidR="00395D24" w:rsidRPr="008E7459" w:rsidRDefault="00395D24" w:rsidP="00D63FC8">
            <w:pPr>
              <w:rPr>
                <w:rFonts w:ascii="Arial" w:hAnsi="Arial" w:cs="Arial"/>
                <w:b/>
                <w:bCs/>
                <w:sz w:val="20"/>
                <w:szCs w:val="20"/>
              </w:rPr>
            </w:pPr>
            <w:r w:rsidRPr="008E7459">
              <w:rPr>
                <w:rFonts w:ascii="Arial" w:hAnsi="Arial" w:cs="Arial"/>
                <w:b/>
                <w:bCs/>
                <w:sz w:val="20"/>
                <w:szCs w:val="20"/>
              </w:rPr>
              <w:t>Table NEA.5.7</w:t>
            </w:r>
          </w:p>
        </w:tc>
        <w:tc>
          <w:tcPr>
            <w:tcW w:w="6946" w:type="dxa"/>
            <w:hideMark/>
          </w:tcPr>
          <w:p w:rsidR="00395D24" w:rsidRPr="008E7459" w:rsidRDefault="00395D24">
            <w:pPr>
              <w:jc w:val="both"/>
              <w:rPr>
                <w:rFonts w:ascii="Arial" w:hAnsi="Arial" w:cs="Arial"/>
                <w:sz w:val="20"/>
                <w:szCs w:val="20"/>
              </w:rPr>
            </w:pPr>
            <w:r w:rsidRPr="008E7459">
              <w:rPr>
                <w:rFonts w:ascii="Arial" w:hAnsi="Arial" w:cs="Arial"/>
                <w:sz w:val="20"/>
                <w:szCs w:val="20"/>
              </w:rPr>
              <w:t>Proportion, relative standard error, and confidence intervals of persons aged 17–24 years who are fully engaged in post</w:t>
            </w:r>
            <w:r w:rsidR="00DE694D" w:rsidRPr="008E7459">
              <w:rPr>
                <w:rFonts w:ascii="Arial" w:hAnsi="Arial" w:cs="Arial"/>
                <w:sz w:val="20"/>
                <w:szCs w:val="20"/>
              </w:rPr>
              <w:noBreakHyphen/>
            </w:r>
            <w:r w:rsidRPr="008E7459">
              <w:rPr>
                <w:rFonts w:ascii="Arial" w:hAnsi="Arial" w:cs="Arial"/>
                <w:sz w:val="20"/>
                <w:szCs w:val="20"/>
              </w:rPr>
              <w:t>school education, training or employment, by SEIFA IRSD quintiles, 2012</w:t>
            </w:r>
          </w:p>
        </w:tc>
      </w:tr>
      <w:tr w:rsidR="00395D24" w:rsidRPr="008E7459" w:rsidTr="00D63FC8">
        <w:trPr>
          <w:trHeight w:val="867"/>
        </w:trPr>
        <w:tc>
          <w:tcPr>
            <w:tcW w:w="1843" w:type="dxa"/>
            <w:noWrap/>
            <w:hideMark/>
          </w:tcPr>
          <w:p w:rsidR="00395D24" w:rsidRPr="008E7459" w:rsidRDefault="00395D24" w:rsidP="00D63FC8">
            <w:pPr>
              <w:rPr>
                <w:rFonts w:ascii="Arial" w:hAnsi="Arial" w:cs="Arial"/>
                <w:b/>
                <w:bCs/>
                <w:sz w:val="20"/>
                <w:szCs w:val="20"/>
              </w:rPr>
            </w:pPr>
            <w:r w:rsidRPr="008E7459">
              <w:rPr>
                <w:rFonts w:ascii="Arial" w:hAnsi="Arial" w:cs="Arial"/>
                <w:b/>
                <w:bCs/>
                <w:sz w:val="20"/>
                <w:szCs w:val="20"/>
              </w:rPr>
              <w:t>Table NEA.5.8</w:t>
            </w:r>
          </w:p>
        </w:tc>
        <w:tc>
          <w:tcPr>
            <w:tcW w:w="6946" w:type="dxa"/>
            <w:hideMark/>
          </w:tcPr>
          <w:p w:rsidR="00395D24" w:rsidRPr="008E7459" w:rsidRDefault="00395D24">
            <w:pPr>
              <w:jc w:val="both"/>
              <w:rPr>
                <w:rFonts w:ascii="Arial" w:hAnsi="Arial" w:cs="Arial"/>
                <w:sz w:val="20"/>
                <w:szCs w:val="20"/>
              </w:rPr>
            </w:pPr>
            <w:r w:rsidRPr="008E7459">
              <w:rPr>
                <w:rFonts w:ascii="Arial" w:hAnsi="Arial" w:cs="Arial"/>
                <w:sz w:val="20"/>
                <w:szCs w:val="20"/>
              </w:rPr>
              <w:t>Proportion, relative standard error, and confidence intervals of persons aged 17–24 years who are fully engaged in post</w:t>
            </w:r>
            <w:r w:rsidR="00DE694D" w:rsidRPr="008E7459">
              <w:rPr>
                <w:rFonts w:ascii="Arial" w:hAnsi="Arial" w:cs="Arial"/>
                <w:sz w:val="20"/>
                <w:szCs w:val="20"/>
              </w:rPr>
              <w:noBreakHyphen/>
            </w:r>
            <w:r w:rsidRPr="008E7459">
              <w:rPr>
                <w:rFonts w:ascii="Arial" w:hAnsi="Arial" w:cs="Arial"/>
                <w:sz w:val="20"/>
                <w:szCs w:val="20"/>
              </w:rPr>
              <w:t>school education, training or employment, by SEIFA IRSD quintiles, 2011</w:t>
            </w:r>
          </w:p>
        </w:tc>
      </w:tr>
      <w:tr w:rsidR="00395D24" w:rsidRPr="008E7459" w:rsidTr="00D63FC8">
        <w:trPr>
          <w:trHeight w:val="867"/>
        </w:trPr>
        <w:tc>
          <w:tcPr>
            <w:tcW w:w="1843" w:type="dxa"/>
            <w:noWrap/>
          </w:tcPr>
          <w:p w:rsidR="00395D24" w:rsidRPr="008E7459" w:rsidRDefault="00395D24" w:rsidP="00D63FC8">
            <w:pPr>
              <w:rPr>
                <w:rFonts w:ascii="Arial" w:hAnsi="Arial" w:cs="Arial"/>
                <w:b/>
                <w:bCs/>
                <w:sz w:val="20"/>
                <w:szCs w:val="20"/>
              </w:rPr>
            </w:pPr>
            <w:r w:rsidRPr="008E7459">
              <w:rPr>
                <w:rFonts w:ascii="Arial" w:hAnsi="Arial" w:cs="Arial"/>
                <w:b/>
                <w:bCs/>
                <w:sz w:val="20"/>
                <w:szCs w:val="20"/>
              </w:rPr>
              <w:lastRenderedPageBreak/>
              <w:t>Table NEA.5.9</w:t>
            </w:r>
          </w:p>
        </w:tc>
        <w:tc>
          <w:tcPr>
            <w:tcW w:w="6946" w:type="dxa"/>
          </w:tcPr>
          <w:p w:rsidR="00395D24" w:rsidRPr="008E7459" w:rsidRDefault="00395D24">
            <w:pPr>
              <w:jc w:val="both"/>
              <w:rPr>
                <w:rFonts w:ascii="Arial" w:hAnsi="Arial" w:cs="Arial"/>
                <w:sz w:val="20"/>
                <w:szCs w:val="20"/>
              </w:rPr>
            </w:pPr>
            <w:r w:rsidRPr="008E7459">
              <w:rPr>
                <w:rFonts w:ascii="Arial" w:hAnsi="Arial" w:cs="Arial"/>
                <w:sz w:val="20"/>
                <w:szCs w:val="20"/>
              </w:rPr>
              <w:t>Proportion, relative standard error, and confidence intervals of persons aged 17–24 years who are fully engaged in post</w:t>
            </w:r>
            <w:r w:rsidR="00DE694D" w:rsidRPr="008E7459">
              <w:rPr>
                <w:rFonts w:ascii="Arial" w:hAnsi="Arial" w:cs="Arial"/>
                <w:sz w:val="20"/>
                <w:szCs w:val="20"/>
              </w:rPr>
              <w:noBreakHyphen/>
            </w:r>
            <w:r w:rsidRPr="008E7459">
              <w:rPr>
                <w:rFonts w:ascii="Arial" w:hAnsi="Arial" w:cs="Arial"/>
                <w:sz w:val="20"/>
                <w:szCs w:val="20"/>
              </w:rPr>
              <w:t>school education, training or employment, by SEIFA IRSD quintiles, 2010</w:t>
            </w:r>
          </w:p>
        </w:tc>
      </w:tr>
      <w:tr w:rsidR="00395D24" w:rsidRPr="008E7459" w:rsidTr="00D63FC8">
        <w:trPr>
          <w:trHeight w:val="867"/>
        </w:trPr>
        <w:tc>
          <w:tcPr>
            <w:tcW w:w="1843" w:type="dxa"/>
            <w:noWrap/>
          </w:tcPr>
          <w:p w:rsidR="00395D24" w:rsidRPr="008E7459" w:rsidRDefault="00395D24" w:rsidP="00D63FC8">
            <w:pPr>
              <w:rPr>
                <w:rFonts w:ascii="Arial" w:hAnsi="Arial" w:cs="Arial"/>
                <w:b/>
                <w:bCs/>
                <w:sz w:val="20"/>
                <w:szCs w:val="20"/>
              </w:rPr>
            </w:pPr>
            <w:r w:rsidRPr="008E7459">
              <w:rPr>
                <w:rFonts w:ascii="Arial" w:hAnsi="Arial" w:cs="Arial"/>
                <w:b/>
                <w:bCs/>
                <w:sz w:val="20"/>
                <w:szCs w:val="20"/>
              </w:rPr>
              <w:t>Table NEA.5.10</w:t>
            </w:r>
          </w:p>
        </w:tc>
        <w:tc>
          <w:tcPr>
            <w:tcW w:w="6946" w:type="dxa"/>
          </w:tcPr>
          <w:p w:rsidR="00395D24" w:rsidRPr="008E7459" w:rsidRDefault="00395D24">
            <w:pPr>
              <w:jc w:val="both"/>
              <w:rPr>
                <w:rFonts w:ascii="Arial" w:hAnsi="Arial" w:cs="Arial"/>
                <w:sz w:val="20"/>
                <w:szCs w:val="20"/>
              </w:rPr>
            </w:pPr>
            <w:r w:rsidRPr="008E7459">
              <w:rPr>
                <w:rFonts w:ascii="Arial" w:hAnsi="Arial" w:cs="Arial"/>
                <w:sz w:val="20"/>
                <w:szCs w:val="20"/>
              </w:rPr>
              <w:t>Proportion, relative standard error, and confidence intervals of persons aged 17–24 years who are fully engaged in post</w:t>
            </w:r>
            <w:r w:rsidR="00DE694D" w:rsidRPr="008E7459">
              <w:rPr>
                <w:rFonts w:ascii="Arial" w:hAnsi="Arial" w:cs="Arial"/>
                <w:sz w:val="20"/>
                <w:szCs w:val="20"/>
              </w:rPr>
              <w:noBreakHyphen/>
            </w:r>
            <w:r w:rsidRPr="008E7459">
              <w:rPr>
                <w:rFonts w:ascii="Arial" w:hAnsi="Arial" w:cs="Arial"/>
                <w:sz w:val="20"/>
                <w:szCs w:val="20"/>
              </w:rPr>
              <w:t>school education, training or employment, by SEIFA IRSD quintiles, 2009</w:t>
            </w:r>
          </w:p>
        </w:tc>
      </w:tr>
      <w:tr w:rsidR="00395D24" w:rsidRPr="008E7459" w:rsidTr="00D63FC8">
        <w:trPr>
          <w:trHeight w:val="867"/>
        </w:trPr>
        <w:tc>
          <w:tcPr>
            <w:tcW w:w="1843" w:type="dxa"/>
            <w:noWrap/>
          </w:tcPr>
          <w:p w:rsidR="00395D24" w:rsidRPr="008E7459" w:rsidRDefault="00395D24" w:rsidP="00D63FC8">
            <w:pPr>
              <w:rPr>
                <w:rFonts w:ascii="Arial" w:hAnsi="Arial" w:cs="Arial"/>
                <w:b/>
                <w:bCs/>
                <w:sz w:val="20"/>
                <w:szCs w:val="20"/>
              </w:rPr>
            </w:pPr>
            <w:r w:rsidRPr="008E7459">
              <w:rPr>
                <w:rFonts w:ascii="Arial" w:hAnsi="Arial" w:cs="Arial"/>
                <w:b/>
                <w:bCs/>
                <w:sz w:val="20"/>
                <w:szCs w:val="20"/>
              </w:rPr>
              <w:t>Table NEA.5.11</w:t>
            </w:r>
          </w:p>
        </w:tc>
        <w:tc>
          <w:tcPr>
            <w:tcW w:w="6946" w:type="dxa"/>
          </w:tcPr>
          <w:p w:rsidR="00395D24" w:rsidRPr="008E7459" w:rsidRDefault="00395D24">
            <w:pPr>
              <w:jc w:val="both"/>
              <w:rPr>
                <w:rFonts w:ascii="Arial" w:hAnsi="Arial" w:cs="Arial"/>
                <w:sz w:val="20"/>
                <w:szCs w:val="20"/>
              </w:rPr>
            </w:pPr>
            <w:r w:rsidRPr="008E7459">
              <w:rPr>
                <w:rFonts w:ascii="Arial" w:hAnsi="Arial" w:cs="Arial"/>
                <w:sz w:val="20"/>
                <w:szCs w:val="20"/>
              </w:rPr>
              <w:t>Proportion, relative standard error, and confidence intervals of persons aged 17–24 years who are fully engaged in post</w:t>
            </w:r>
            <w:r w:rsidR="00DE694D" w:rsidRPr="008E7459">
              <w:rPr>
                <w:rFonts w:ascii="Arial" w:hAnsi="Arial" w:cs="Arial"/>
                <w:sz w:val="20"/>
                <w:szCs w:val="20"/>
              </w:rPr>
              <w:noBreakHyphen/>
            </w:r>
            <w:r w:rsidRPr="008E7459">
              <w:rPr>
                <w:rFonts w:ascii="Arial" w:hAnsi="Arial" w:cs="Arial"/>
                <w:sz w:val="20"/>
                <w:szCs w:val="20"/>
              </w:rPr>
              <w:t>school education, training or employment, by SEIFA IRSD quintiles, 2008</w:t>
            </w:r>
          </w:p>
        </w:tc>
      </w:tr>
      <w:tr w:rsidR="00395D24" w:rsidRPr="008E7459" w:rsidTr="00D63FC8">
        <w:trPr>
          <w:trHeight w:val="867"/>
        </w:trPr>
        <w:tc>
          <w:tcPr>
            <w:tcW w:w="1843" w:type="dxa"/>
            <w:noWrap/>
          </w:tcPr>
          <w:p w:rsidR="00395D24" w:rsidRPr="008E7459" w:rsidRDefault="00395D24" w:rsidP="00D63FC8">
            <w:pPr>
              <w:rPr>
                <w:rFonts w:ascii="Arial" w:hAnsi="Arial" w:cs="Arial"/>
                <w:b/>
                <w:bCs/>
                <w:sz w:val="20"/>
                <w:szCs w:val="20"/>
              </w:rPr>
            </w:pPr>
            <w:r w:rsidRPr="008E7459">
              <w:rPr>
                <w:rFonts w:ascii="Arial" w:hAnsi="Arial" w:cs="Arial"/>
                <w:b/>
                <w:bCs/>
                <w:sz w:val="20"/>
                <w:szCs w:val="20"/>
              </w:rPr>
              <w:t>Table NEA.5.12</w:t>
            </w:r>
          </w:p>
        </w:tc>
        <w:tc>
          <w:tcPr>
            <w:tcW w:w="6946" w:type="dxa"/>
          </w:tcPr>
          <w:p w:rsidR="00395D24" w:rsidRPr="008E7459" w:rsidRDefault="00395D24">
            <w:pPr>
              <w:jc w:val="both"/>
              <w:rPr>
                <w:rFonts w:ascii="Arial" w:hAnsi="Arial" w:cs="Arial"/>
                <w:sz w:val="20"/>
                <w:szCs w:val="20"/>
              </w:rPr>
            </w:pPr>
            <w:r w:rsidRPr="008E7459">
              <w:rPr>
                <w:rFonts w:ascii="Arial" w:hAnsi="Arial" w:cs="Arial"/>
                <w:sz w:val="20"/>
                <w:szCs w:val="20"/>
              </w:rPr>
              <w:t>Proportion, relative standard error, and confidence intervals of persons aged 17–24 years who are fully engaged in post</w:t>
            </w:r>
            <w:r w:rsidR="00DE694D" w:rsidRPr="008E7459">
              <w:rPr>
                <w:rFonts w:ascii="Arial" w:hAnsi="Arial" w:cs="Arial"/>
                <w:sz w:val="20"/>
                <w:szCs w:val="20"/>
              </w:rPr>
              <w:noBreakHyphen/>
            </w:r>
            <w:r w:rsidRPr="008E7459">
              <w:rPr>
                <w:rFonts w:ascii="Arial" w:hAnsi="Arial" w:cs="Arial"/>
                <w:sz w:val="20"/>
                <w:szCs w:val="20"/>
              </w:rPr>
              <w:t>school education, training or employment, by Indigenous status, 2008</w:t>
            </w:r>
          </w:p>
        </w:tc>
      </w:tr>
    </w:tbl>
    <w:p w:rsidR="001B6619" w:rsidRPr="008E7459" w:rsidRDefault="001B6619"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26369A">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19</w:t>
            </w:r>
            <w:r w:rsidRPr="008E7459">
              <w:rPr>
                <w:b w:val="0"/>
              </w:rPr>
              <w:fldChar w:fldCharType="end"/>
            </w:r>
            <w:r w:rsidRPr="008E7459">
              <w:tab/>
              <w:t>Comment on data quality</w:t>
            </w:r>
          </w:p>
        </w:tc>
      </w:tr>
      <w:tr w:rsidR="0026369A" w:rsidRPr="008E7459" w:rsidTr="0026369A">
        <w:trPr>
          <w:cantSplit/>
        </w:trPr>
        <w:tc>
          <w:tcPr>
            <w:tcW w:w="8771" w:type="dxa"/>
            <w:tcBorders>
              <w:top w:val="nil"/>
              <w:left w:val="single" w:sz="4" w:space="0" w:color="auto"/>
              <w:bottom w:val="nil"/>
              <w:right w:val="single" w:sz="4" w:space="0" w:color="auto"/>
            </w:tcBorders>
          </w:tcPr>
          <w:p w:rsidR="00616D2E" w:rsidRPr="008E7459" w:rsidRDefault="00616D2E" w:rsidP="00616D2E">
            <w:pPr>
              <w:pStyle w:val="Box"/>
            </w:pPr>
            <w:r w:rsidRPr="008E7459">
              <w:t xml:space="preserve">The DQSs for </w:t>
            </w:r>
            <w:r w:rsidR="00497B89" w:rsidRPr="008E7459">
              <w:t>this</w:t>
            </w:r>
            <w:r w:rsidRPr="008E7459">
              <w:t xml:space="preserve"> indicator </w:t>
            </w:r>
            <w:r w:rsidR="00497B89" w:rsidRPr="008E7459">
              <w:t>have</w:t>
            </w:r>
            <w:r w:rsidRPr="008E7459">
              <w:t xml:space="preserve"> been prepared by the ABS and </w:t>
            </w:r>
            <w:r w:rsidR="00497B89" w:rsidRPr="008E7459">
              <w:t>are</w:t>
            </w:r>
            <w:r w:rsidRPr="008E7459">
              <w:t xml:space="preserve"> included in </w:t>
            </w:r>
            <w:r w:rsidR="00261A7B" w:rsidRPr="008E7459">
              <w:t xml:space="preserve">their </w:t>
            </w:r>
            <w:r w:rsidRPr="008E7459">
              <w:t>original form in the section of this report titled ‘Data Quality Statements’. Key points from the DQSs are summarised below.</w:t>
            </w:r>
          </w:p>
          <w:p w:rsidR="00616D2E" w:rsidRPr="008E7459" w:rsidRDefault="00616D2E" w:rsidP="00616D2E">
            <w:pPr>
              <w:pStyle w:val="BoxListBullet"/>
            </w:pPr>
            <w:r w:rsidRPr="008E7459">
              <w:t xml:space="preserve">The </w:t>
            </w:r>
            <w:r w:rsidR="008921A5" w:rsidRPr="008E7459">
              <w:t>Census</w:t>
            </w:r>
            <w:r w:rsidRPr="008E7459">
              <w:t xml:space="preserve"> and SEW provide relevant information on the proportion of people aged 17–24 years participating in post school education, training or employment. </w:t>
            </w:r>
          </w:p>
          <w:p w:rsidR="00497B89" w:rsidRPr="008E7459" w:rsidRDefault="00497B89" w:rsidP="00497B89">
            <w:pPr>
              <w:pStyle w:val="BoxListBullet"/>
            </w:pPr>
            <w:r w:rsidRPr="008E7459">
              <w:t xml:space="preserve">Data are available by State and Territory from the </w:t>
            </w:r>
            <w:r w:rsidR="008921A5" w:rsidRPr="008E7459">
              <w:t>Census</w:t>
            </w:r>
            <w:r w:rsidRPr="008E7459">
              <w:t xml:space="preserve">. Data by Indigenous status are available from the </w:t>
            </w:r>
            <w:r w:rsidR="008921A5" w:rsidRPr="008E7459">
              <w:t>Census</w:t>
            </w:r>
            <w:r w:rsidRPr="008E7459">
              <w:t xml:space="preserve"> and nationally from the NATSISS and SEW for 2008. Data are available by SES from the </w:t>
            </w:r>
            <w:r w:rsidR="008921A5" w:rsidRPr="008E7459">
              <w:t>Census</w:t>
            </w:r>
            <w:r w:rsidRPr="008E7459">
              <w:t xml:space="preserve"> (State and Territory) and the SEW (national). </w:t>
            </w:r>
          </w:p>
          <w:p w:rsidR="00497B89" w:rsidRPr="008E7459" w:rsidRDefault="008921A5" w:rsidP="00497B89">
            <w:pPr>
              <w:pStyle w:val="BoxListBullet"/>
            </w:pPr>
            <w:r w:rsidRPr="008E7459">
              <w:t>Census</w:t>
            </w:r>
            <w:r w:rsidR="00497B89" w:rsidRPr="008E7459">
              <w:t xml:space="preserve"> data are available every five years. The most recent data are for 2011. Data from the SEW are collected annually, with the most recent data for 2012. Indigenous status is available every five years from the </w:t>
            </w:r>
            <w:r w:rsidRPr="008E7459">
              <w:t>Census</w:t>
            </w:r>
            <w:r w:rsidR="00497B89" w:rsidRPr="008E7459">
              <w:t xml:space="preserve"> and every three years on a rotating basis from the NATSISS/NATSIHS (now AATSIHS) (Indigenous population, with the annual SEW data providing a non</w:t>
            </w:r>
            <w:r w:rsidR="00DE694D" w:rsidRPr="008E7459">
              <w:noBreakHyphen/>
            </w:r>
            <w:r w:rsidR="00497B89" w:rsidRPr="008E7459">
              <w:t xml:space="preserve">Indigenous comparator). </w:t>
            </w:r>
          </w:p>
          <w:p w:rsidR="00497B89" w:rsidRPr="008E7459" w:rsidRDefault="00497B89" w:rsidP="00497B89">
            <w:pPr>
              <w:pStyle w:val="BoxListBullet"/>
            </w:pPr>
            <w:r w:rsidRPr="008E7459">
              <w:t xml:space="preserve">There are differences between </w:t>
            </w:r>
            <w:r w:rsidR="008921A5" w:rsidRPr="008E7459">
              <w:t>Census</w:t>
            </w:r>
            <w:r w:rsidRPr="008E7459">
              <w:t xml:space="preserve"> and SEW in scope, coverage, timing and collection methods:</w:t>
            </w:r>
          </w:p>
          <w:p w:rsidR="00497B89" w:rsidRPr="008E7459" w:rsidRDefault="00497B89" w:rsidP="00497B89">
            <w:pPr>
              <w:pStyle w:val="BoxListBullet2"/>
            </w:pPr>
            <w:r w:rsidRPr="008E7459">
              <w:t xml:space="preserve">The accuracy of </w:t>
            </w:r>
            <w:r w:rsidR="008921A5" w:rsidRPr="008E7459">
              <w:t>Census</w:t>
            </w:r>
            <w:r w:rsidRPr="008E7459">
              <w:t xml:space="preserve"> </w:t>
            </w:r>
            <w:r w:rsidR="00DF596D" w:rsidRPr="008E7459">
              <w:t>data are</w:t>
            </w:r>
            <w:r w:rsidRPr="008E7459">
              <w:t xml:space="preserve"> affected by the level of non</w:t>
            </w:r>
            <w:r w:rsidRPr="008E7459">
              <w:noBreakHyphen/>
              <w:t>response for required data items. This is not applicable to survey data.</w:t>
            </w:r>
          </w:p>
          <w:p w:rsidR="00497B89" w:rsidRPr="008E7459" w:rsidRDefault="00497B89" w:rsidP="00497B89">
            <w:pPr>
              <w:pStyle w:val="BoxListBullet2"/>
            </w:pPr>
            <w:r w:rsidRPr="008E7459">
              <w:t xml:space="preserve">The SEW is generally able to measure small changes in performance measures at the national level but is not designed to measure changes at the jurisdictional level with the same level of accuracy as the </w:t>
            </w:r>
            <w:r w:rsidR="008921A5" w:rsidRPr="008E7459">
              <w:t>Census</w:t>
            </w:r>
            <w:r w:rsidRPr="008E7459">
              <w:t>.</w:t>
            </w:r>
          </w:p>
          <w:p w:rsidR="00497B89" w:rsidRPr="008E7459" w:rsidRDefault="00497B89" w:rsidP="00497B89">
            <w:pPr>
              <w:pStyle w:val="BoxListBullet2"/>
            </w:pPr>
            <w:r w:rsidRPr="008E7459">
              <w:t>The SEW excludes persons in Indigenous communities in very remote areas</w:t>
            </w:r>
            <w:r w:rsidR="006311F4" w:rsidRPr="008E7459">
              <w:t>. This</w:t>
            </w:r>
            <w:r w:rsidRPr="008E7459">
              <w:t xml:space="preserve"> has a minor effect on estimates by State and Territory over time, except for the NT, where remote Indigenous communities account for about 15 </w:t>
            </w:r>
            <w:r w:rsidR="00781B70" w:rsidRPr="008E7459">
              <w:t>per cent</w:t>
            </w:r>
            <w:r w:rsidRPr="008E7459">
              <w:t xml:space="preserve"> of the population.</w:t>
            </w:r>
          </w:p>
          <w:p w:rsidR="00616D2E" w:rsidRPr="008E7459" w:rsidRDefault="00616D2E" w:rsidP="00616D2E">
            <w:pPr>
              <w:pStyle w:val="BoxListBullet"/>
            </w:pPr>
            <w:r w:rsidRPr="008E7459">
              <w:t>Detailed explanatory notes are publicly available to assist in interpretation of results.</w:t>
            </w:r>
          </w:p>
          <w:p w:rsidR="00616D2E" w:rsidRPr="008E7459" w:rsidRDefault="00616D2E" w:rsidP="00616D2E">
            <w:pPr>
              <w:pStyle w:val="Box"/>
            </w:pPr>
            <w:r w:rsidRPr="008E7459">
              <w:t>The Steering Committee also notes the following issues:</w:t>
            </w:r>
          </w:p>
          <w:p w:rsidR="0026369A" w:rsidRPr="008E7459" w:rsidRDefault="00261A7B" w:rsidP="00261A7B">
            <w:pPr>
              <w:pStyle w:val="BoxListBullet"/>
            </w:pPr>
            <w:r w:rsidRPr="008E7459">
              <w:t xml:space="preserve"> Under the previous NEA framework, SEW data were reported by State and Territory. The COAG review of the NEA performance framework stated that reporting of this indicator should use Census data for State and Territory data and the SEW at the national level only. </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26369A" w:rsidRPr="008E7459" w:rsidRDefault="0026369A" w:rsidP="00680E60">
      <w:pPr>
        <w:pStyle w:val="Heading3"/>
        <w:spacing w:before="0" w:line="240" w:lineRule="auto"/>
        <w:rPr>
          <w:rStyle w:val="BodyTextChar"/>
        </w:rPr>
      </w:pPr>
      <w:r w:rsidRPr="008E7459">
        <w:br w:type="page"/>
      </w:r>
      <w:bookmarkStart w:id="34" w:name="_Ref322529360"/>
      <w:r w:rsidR="00D73998" w:rsidRPr="008E7459">
        <w:lastRenderedPageBreak/>
        <w:t>NEA</w:t>
      </w:r>
      <w:r w:rsidR="00E80495" w:rsidRPr="008E7459">
        <w:t xml:space="preserve"> Indicator 6 —</w:t>
      </w:r>
      <w:r w:rsidRPr="008E7459">
        <w:t xml:space="preserve"> </w:t>
      </w:r>
      <w:bookmarkEnd w:id="34"/>
      <w:r w:rsidR="00A46A06" w:rsidRPr="008E7459">
        <w:t>Percentage of students at or above the national minimum standard in reading, writing and numeracy for years 3, 5, 7, 9</w:t>
      </w:r>
    </w:p>
    <w:p w:rsidR="00A46A06" w:rsidRPr="008E7459" w:rsidRDefault="00A46A06" w:rsidP="00A46A06">
      <w:pPr>
        <w:pStyle w:val="BodyText"/>
        <w:keepNext/>
      </w:pPr>
      <w:r w:rsidRPr="008E7459">
        <w:t>[This indicator relates directly to PI 11 in the NIRA and PI 2 in the NEA]</w:t>
      </w:r>
    </w:p>
    <w:p w:rsidR="00A46A06" w:rsidRPr="008E7459" w:rsidRDefault="00A46A06" w:rsidP="00A46A06">
      <w:pPr>
        <w:pStyle w:val="BoxSpace"/>
      </w:pPr>
    </w:p>
    <w:tbl>
      <w:tblPr>
        <w:tblW w:w="8820" w:type="dxa"/>
        <w:tblInd w:w="108" w:type="dxa"/>
        <w:tblLook w:val="01E0" w:firstRow="1" w:lastRow="1" w:firstColumn="1" w:lastColumn="1" w:noHBand="0" w:noVBand="0"/>
      </w:tblPr>
      <w:tblGrid>
        <w:gridCol w:w="1984"/>
        <w:gridCol w:w="6836"/>
      </w:tblGrid>
      <w:tr w:rsidR="00A46A06" w:rsidRPr="008E7459" w:rsidTr="00C206B5">
        <w:trPr>
          <w:trHeight w:val="880"/>
        </w:trPr>
        <w:tc>
          <w:tcPr>
            <w:tcW w:w="1984" w:type="dxa"/>
          </w:tcPr>
          <w:p w:rsidR="0026369A" w:rsidRPr="008E7459" w:rsidRDefault="00EB3F0E" w:rsidP="001333E1">
            <w:pPr>
              <w:pStyle w:val="TableBodyText"/>
              <w:ind w:left="0"/>
              <w:jc w:val="left"/>
              <w:rPr>
                <w:b/>
                <w:i/>
              </w:rPr>
            </w:pPr>
            <w:r w:rsidRPr="008E7459">
              <w:t>Key amendments from previous cycle of reporting:</w:t>
            </w:r>
          </w:p>
        </w:tc>
        <w:tc>
          <w:tcPr>
            <w:tcW w:w="6836" w:type="dxa"/>
          </w:tcPr>
          <w:p w:rsidR="0026369A" w:rsidRPr="008E7459" w:rsidRDefault="00A46A06" w:rsidP="00C1123A">
            <w:pPr>
              <w:pStyle w:val="TableBodyText"/>
              <w:ind w:left="34"/>
              <w:jc w:val="left"/>
            </w:pPr>
            <w:r w:rsidRPr="008E7459">
              <w:t>Th</w:t>
            </w:r>
            <w:r w:rsidR="00C1123A" w:rsidRPr="008E7459">
              <w:t>is indicator is based on indicator 11 in the old NEA</w:t>
            </w:r>
            <w:r w:rsidRPr="008E7459">
              <w:t>. There is no change to the individual measures or data.</w:t>
            </w:r>
          </w:p>
        </w:tc>
      </w:tr>
      <w:tr w:rsidR="00A46A06" w:rsidRPr="008E7459" w:rsidTr="00C206B5">
        <w:trPr>
          <w:trHeight w:val="1417"/>
        </w:trPr>
        <w:tc>
          <w:tcPr>
            <w:tcW w:w="1984" w:type="dxa"/>
          </w:tcPr>
          <w:p w:rsidR="0026369A" w:rsidRPr="008E7459" w:rsidRDefault="00A46A06" w:rsidP="001333E1">
            <w:pPr>
              <w:pStyle w:val="TableBodyText"/>
              <w:ind w:left="0"/>
              <w:jc w:val="left"/>
              <w:rPr>
                <w:szCs w:val="24"/>
              </w:rPr>
            </w:pPr>
            <w:r w:rsidRPr="008E7459">
              <w:t>Outcomes</w:t>
            </w:r>
            <w:r w:rsidR="0026369A" w:rsidRPr="008E7459">
              <w:t>:</w:t>
            </w:r>
          </w:p>
        </w:tc>
        <w:tc>
          <w:tcPr>
            <w:tcW w:w="6836" w:type="dxa"/>
          </w:tcPr>
          <w:p w:rsidR="00A46A06" w:rsidRPr="008E7459" w:rsidRDefault="00A46A06" w:rsidP="00A46A06">
            <w:pPr>
              <w:pStyle w:val="TableBodyText"/>
              <w:jc w:val="left"/>
            </w:pPr>
            <w:r w:rsidRPr="008E7459">
              <w:t>Young people are meeting basic literacy and numeracy standards, and overall levels of literacy and numeracy achievement are improving</w:t>
            </w:r>
          </w:p>
          <w:p w:rsidR="00A46A06" w:rsidRPr="008E7459" w:rsidRDefault="00A46A06" w:rsidP="00A46A06">
            <w:pPr>
              <w:pStyle w:val="TableBodyText"/>
              <w:jc w:val="left"/>
            </w:pPr>
          </w:p>
          <w:p w:rsidR="0026369A" w:rsidRPr="008E7459" w:rsidRDefault="00A46A06" w:rsidP="00A46A06">
            <w:pPr>
              <w:pStyle w:val="TableBodyText"/>
              <w:jc w:val="left"/>
            </w:pPr>
            <w:r w:rsidRPr="008E7459">
              <w:t>Schooling promotes the social inclusion and reduces the educational disadvantage of children, especially Indigenous children.</w:t>
            </w:r>
          </w:p>
        </w:tc>
      </w:tr>
      <w:tr w:rsidR="00A46A06" w:rsidRPr="008E7459" w:rsidTr="00C206B5">
        <w:trPr>
          <w:trHeight w:val="2274"/>
        </w:trPr>
        <w:tc>
          <w:tcPr>
            <w:tcW w:w="1984" w:type="dxa"/>
          </w:tcPr>
          <w:p w:rsidR="0026369A" w:rsidRPr="008E7459" w:rsidRDefault="0026369A" w:rsidP="001333E1">
            <w:pPr>
              <w:pStyle w:val="TableBodyText"/>
              <w:ind w:left="0"/>
              <w:jc w:val="left"/>
              <w:rPr>
                <w:szCs w:val="24"/>
              </w:rPr>
            </w:pPr>
            <w:r w:rsidRPr="008E7459">
              <w:t xml:space="preserve">Measures: </w:t>
            </w:r>
          </w:p>
        </w:tc>
        <w:tc>
          <w:tcPr>
            <w:tcW w:w="6836" w:type="dxa"/>
          </w:tcPr>
          <w:p w:rsidR="00A46A06" w:rsidRPr="008E7459" w:rsidRDefault="00A46A06" w:rsidP="00A46A06">
            <w:pPr>
              <w:pStyle w:val="TableBodyText"/>
              <w:jc w:val="left"/>
            </w:pPr>
            <w:r w:rsidRPr="008E7459">
              <w:t>There are two measures for this indicator:</w:t>
            </w:r>
          </w:p>
          <w:p w:rsidR="00A46A06" w:rsidRPr="008E7459" w:rsidRDefault="00A46A06" w:rsidP="00A46A06">
            <w:pPr>
              <w:pStyle w:val="TableBodyText"/>
              <w:jc w:val="left"/>
            </w:pPr>
          </w:p>
          <w:p w:rsidR="00A46A06" w:rsidRPr="008E7459" w:rsidRDefault="00A46A06" w:rsidP="00A46A06">
            <w:pPr>
              <w:pStyle w:val="TableBodyText"/>
              <w:jc w:val="left"/>
            </w:pPr>
            <w:r w:rsidRPr="008E7459">
              <w:t>Measure 6(a): the proportion of students at or above the national minimum standard for reading, writing and numeracy, in years 3, 5, 7 and 9, by Indigenous status</w:t>
            </w:r>
          </w:p>
          <w:p w:rsidR="00A46A06" w:rsidRPr="008E7459" w:rsidRDefault="00A46A06" w:rsidP="00A46A06">
            <w:pPr>
              <w:pStyle w:val="TableBodyText"/>
              <w:jc w:val="left"/>
            </w:pPr>
          </w:p>
          <w:p w:rsidR="0026369A" w:rsidRPr="008E7459" w:rsidRDefault="00A46A06" w:rsidP="00A46A06">
            <w:pPr>
              <w:pStyle w:val="TableBodyText"/>
              <w:ind w:left="0"/>
              <w:jc w:val="left"/>
            </w:pPr>
            <w:r w:rsidRPr="008E7459">
              <w:t>Measure 6(b): the rates of participation in NAPLAN reading, writing and numeracy tests — years 3, 5, 7 and 9, by Indigenous status</w:t>
            </w:r>
          </w:p>
        </w:tc>
      </w:tr>
      <w:tr w:rsidR="00A46A06" w:rsidRPr="008E7459" w:rsidTr="00C206B5">
        <w:tc>
          <w:tcPr>
            <w:tcW w:w="1984" w:type="dxa"/>
          </w:tcPr>
          <w:p w:rsidR="00A46A06" w:rsidRPr="008E7459" w:rsidRDefault="00A46A06" w:rsidP="00A136FB">
            <w:pPr>
              <w:pStyle w:val="TableBodyText"/>
              <w:keepNext w:val="0"/>
              <w:jc w:val="left"/>
            </w:pPr>
            <w:r w:rsidRPr="008E7459">
              <w:t>Measure 6(a)</w:t>
            </w:r>
          </w:p>
        </w:tc>
        <w:tc>
          <w:tcPr>
            <w:tcW w:w="6836" w:type="dxa"/>
          </w:tcPr>
          <w:p w:rsidR="00A46A06" w:rsidRPr="008E7459" w:rsidRDefault="00A46A06" w:rsidP="00A136FB">
            <w:pPr>
              <w:autoSpaceDE w:val="0"/>
              <w:autoSpaceDN w:val="0"/>
              <w:adjustRightInd w:val="0"/>
              <w:rPr>
                <w:rFonts w:ascii="Arial" w:hAnsi="Arial" w:cs="Arial"/>
                <w:sz w:val="20"/>
                <w:szCs w:val="20"/>
              </w:rPr>
            </w:pPr>
            <w:r w:rsidRPr="008E7459">
              <w:rPr>
                <w:rFonts w:ascii="Arial" w:hAnsi="Arial" w:cs="Arial"/>
                <w:sz w:val="20"/>
                <w:szCs w:val="20"/>
              </w:rPr>
              <w:t>Percentage of students at or above the national minimum standard for reading, writing and numeracy, in years 3, 5, 7 and 9, by Indigenous status</w:t>
            </w:r>
          </w:p>
          <w:p w:rsidR="00A46A06" w:rsidRPr="008E7459" w:rsidRDefault="00A46A06" w:rsidP="00A136FB">
            <w:pPr>
              <w:autoSpaceDE w:val="0"/>
              <w:autoSpaceDN w:val="0"/>
              <w:adjustRightInd w:val="0"/>
              <w:rPr>
                <w:rFonts w:ascii="Arial" w:hAnsi="Arial" w:cs="Arial"/>
                <w:sz w:val="20"/>
                <w:szCs w:val="20"/>
              </w:rPr>
            </w:pPr>
          </w:p>
          <w:p w:rsidR="00A46A06" w:rsidRPr="008E7459" w:rsidRDefault="00A46A06" w:rsidP="00A136FB">
            <w:pPr>
              <w:autoSpaceDE w:val="0"/>
              <w:autoSpaceDN w:val="0"/>
              <w:adjustRightInd w:val="0"/>
              <w:rPr>
                <w:rFonts w:ascii="Arial" w:hAnsi="Arial" w:cs="Arial"/>
                <w:sz w:val="20"/>
                <w:szCs w:val="20"/>
              </w:rPr>
            </w:pPr>
            <w:r w:rsidRPr="008E7459">
              <w:rPr>
                <w:rFonts w:ascii="Arial" w:hAnsi="Arial" w:cs="Arial"/>
                <w:sz w:val="20"/>
                <w:szCs w:val="20"/>
              </w:rPr>
              <w:t>NAPLAN reports the percentage of students who achieved at or above the national minimum standard. The complex process by which student scores are arrived at and distributed across the national achievement bands (using the Rasch model, a recognised analysis model for educational measurement) are agreed by states, territories and the Commonwealth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A46A06" w:rsidRPr="008E7459" w:rsidRDefault="00A46A06" w:rsidP="00A136FB">
            <w:pPr>
              <w:autoSpaceDE w:val="0"/>
              <w:autoSpaceDN w:val="0"/>
              <w:adjustRightInd w:val="0"/>
            </w:pPr>
          </w:p>
        </w:tc>
      </w:tr>
      <w:tr w:rsidR="00A46A06" w:rsidRPr="008E7459" w:rsidTr="00C206B5">
        <w:trPr>
          <w:trHeight w:val="2299"/>
        </w:trPr>
        <w:tc>
          <w:tcPr>
            <w:tcW w:w="1984" w:type="dxa"/>
          </w:tcPr>
          <w:p w:rsidR="00A46A06" w:rsidRPr="008E7459" w:rsidRDefault="00A46A06" w:rsidP="00A136FB">
            <w:pPr>
              <w:pStyle w:val="TableBodyText"/>
              <w:keepNext w:val="0"/>
              <w:jc w:val="left"/>
            </w:pPr>
            <w:r w:rsidRPr="008E7459">
              <w:t>Measure 6(b)</w:t>
            </w:r>
          </w:p>
        </w:tc>
        <w:tc>
          <w:tcPr>
            <w:tcW w:w="6836" w:type="dxa"/>
          </w:tcPr>
          <w:p w:rsidR="00A46A06" w:rsidRPr="008E7459" w:rsidRDefault="00A46A06" w:rsidP="00A136FB">
            <w:pPr>
              <w:autoSpaceDE w:val="0"/>
              <w:autoSpaceDN w:val="0"/>
              <w:adjustRightInd w:val="0"/>
              <w:rPr>
                <w:rFonts w:ascii="Arial" w:hAnsi="Arial" w:cs="Arial"/>
                <w:sz w:val="20"/>
                <w:szCs w:val="20"/>
              </w:rPr>
            </w:pPr>
            <w:r w:rsidRPr="008E7459">
              <w:rPr>
                <w:rFonts w:ascii="Arial" w:hAnsi="Arial" w:cs="Arial"/>
                <w:sz w:val="20"/>
                <w:szCs w:val="20"/>
              </w:rPr>
              <w:t>Rates of participation in NAPLAN reading, writing and numeracy tests — years 3, 5, 7 and 9, by Indigenous status</w:t>
            </w:r>
          </w:p>
          <w:p w:rsidR="00A46A06" w:rsidRPr="008E7459" w:rsidRDefault="00A46A06" w:rsidP="00A136FB">
            <w:pPr>
              <w:autoSpaceDE w:val="0"/>
              <w:autoSpaceDN w:val="0"/>
              <w:adjustRightInd w:val="0"/>
              <w:rPr>
                <w:rFonts w:ascii="Arial" w:hAnsi="Arial" w:cs="Arial"/>
                <w:sz w:val="20"/>
                <w:szCs w:val="20"/>
              </w:rPr>
            </w:pPr>
          </w:p>
          <w:p w:rsidR="00A46A06" w:rsidRPr="008E7459" w:rsidRDefault="00A46A06" w:rsidP="00A136FB">
            <w:pPr>
              <w:autoSpaceDE w:val="0"/>
              <w:autoSpaceDN w:val="0"/>
              <w:adjustRightInd w:val="0"/>
              <w:rPr>
                <w:rFonts w:ascii="Arial" w:hAnsi="Arial" w:cs="Arial"/>
                <w:sz w:val="20"/>
                <w:szCs w:val="20"/>
              </w:rPr>
            </w:pPr>
            <w:r w:rsidRPr="008E7459">
              <w:rPr>
                <w:rFonts w:ascii="Arial" w:hAnsi="Arial" w:cs="Arial"/>
                <w:sz w:val="20"/>
                <w:szCs w:val="20"/>
              </w:rPr>
              <w:t>The measure is defined as:</w:t>
            </w:r>
          </w:p>
          <w:p w:rsidR="00A46A06" w:rsidRPr="008E7459" w:rsidRDefault="00A46A06" w:rsidP="00261A7B">
            <w:pPr>
              <w:pStyle w:val="TableBullet"/>
              <w:numPr>
                <w:ilvl w:val="0"/>
                <w:numId w:val="25"/>
              </w:numPr>
              <w:ind w:left="322" w:hanging="283"/>
              <w:rPr>
                <w:rFonts w:cs="Arial"/>
              </w:rPr>
            </w:pPr>
            <w:r w:rsidRPr="008E7459">
              <w:rPr>
                <w:rFonts w:cs="Arial"/>
                <w:i/>
                <w:iCs/>
              </w:rPr>
              <w:t xml:space="preserve">numerator </w:t>
            </w:r>
            <w:r w:rsidRPr="008E7459">
              <w:rPr>
                <w:rFonts w:cs="Arial"/>
              </w:rPr>
              <w:t>— number of assessed and exempt students in years 3, 5, 7 and 9, by Indigenous status</w:t>
            </w:r>
          </w:p>
          <w:p w:rsidR="00A46A06" w:rsidRPr="008E7459" w:rsidRDefault="00A46A06" w:rsidP="00261A7B">
            <w:pPr>
              <w:pStyle w:val="TableBullet"/>
              <w:numPr>
                <w:ilvl w:val="0"/>
                <w:numId w:val="25"/>
              </w:numPr>
              <w:ind w:left="322" w:hanging="283"/>
              <w:rPr>
                <w:rFonts w:cs="Arial"/>
              </w:rPr>
            </w:pPr>
            <w:r w:rsidRPr="008E7459">
              <w:rPr>
                <w:rFonts w:cs="Arial"/>
                <w:i/>
              </w:rPr>
              <w:t>denominator</w:t>
            </w:r>
            <w:r w:rsidRPr="008E7459">
              <w:rPr>
                <w:rFonts w:cs="Arial"/>
                <w:i/>
                <w:iCs/>
              </w:rPr>
              <w:t xml:space="preserve"> </w:t>
            </w:r>
            <w:r w:rsidRPr="008E7459">
              <w:rPr>
                <w:rFonts w:cs="Arial"/>
              </w:rPr>
              <w:t>— total number of students (including those absent and withdrawn) in years 3, 5, 7 and 9, by Indigenous status</w:t>
            </w:r>
          </w:p>
          <w:p w:rsidR="00A46A06" w:rsidRPr="008E7459" w:rsidRDefault="00A46A06" w:rsidP="00A136FB">
            <w:pPr>
              <w:autoSpaceDE w:val="0"/>
              <w:autoSpaceDN w:val="0"/>
              <w:adjustRightInd w:val="0"/>
              <w:rPr>
                <w:rFonts w:ascii="Arial" w:hAnsi="Arial" w:cs="Arial"/>
                <w:sz w:val="20"/>
                <w:szCs w:val="20"/>
              </w:rPr>
            </w:pPr>
            <w:r w:rsidRPr="008E7459">
              <w:rPr>
                <w:rFonts w:ascii="Arial" w:hAnsi="Arial" w:cs="Arial"/>
                <w:sz w:val="20"/>
                <w:szCs w:val="20"/>
              </w:rPr>
              <w:t xml:space="preserve">and is presented as a </w:t>
            </w:r>
            <w:r w:rsidRPr="008E7459">
              <w:rPr>
                <w:rFonts w:ascii="Arial" w:hAnsi="Arial" w:cs="Arial"/>
                <w:i/>
                <w:iCs/>
                <w:sz w:val="20"/>
                <w:szCs w:val="20"/>
              </w:rPr>
              <w:t>rate per 100 population</w:t>
            </w:r>
          </w:p>
        </w:tc>
      </w:tr>
      <w:tr w:rsidR="00A46A06" w:rsidRPr="008E7459" w:rsidTr="00C206B5">
        <w:trPr>
          <w:trHeight w:val="753"/>
        </w:trPr>
        <w:tc>
          <w:tcPr>
            <w:tcW w:w="1984" w:type="dxa"/>
          </w:tcPr>
          <w:p w:rsidR="0026369A" w:rsidRPr="008E7459" w:rsidRDefault="0026369A" w:rsidP="001333E1">
            <w:pPr>
              <w:pStyle w:val="TableBodyText"/>
              <w:ind w:left="0"/>
              <w:jc w:val="left"/>
              <w:rPr>
                <w:szCs w:val="24"/>
              </w:rPr>
            </w:pPr>
            <w:r w:rsidRPr="008E7459">
              <w:lastRenderedPageBreak/>
              <w:t>Data source:</w:t>
            </w:r>
          </w:p>
        </w:tc>
        <w:tc>
          <w:tcPr>
            <w:tcW w:w="6836" w:type="dxa"/>
          </w:tcPr>
          <w:p w:rsidR="00A46A06" w:rsidRPr="008E7459" w:rsidRDefault="00A46A06" w:rsidP="00A46A06">
            <w:pPr>
              <w:pStyle w:val="TableBodyText"/>
              <w:jc w:val="left"/>
            </w:pPr>
            <w:r w:rsidRPr="008E7459">
              <w:rPr>
                <w:u w:val="single"/>
              </w:rPr>
              <w:t>National Assessment Program – Literacy and Numeracy</w:t>
            </w:r>
            <w:r w:rsidRPr="008E7459">
              <w:t xml:space="preserve"> (NAPLAN).</w:t>
            </w:r>
          </w:p>
          <w:p w:rsidR="0026369A" w:rsidRPr="008E7459" w:rsidRDefault="00A46A06" w:rsidP="00A46A06">
            <w:pPr>
              <w:pStyle w:val="TableBodyText"/>
              <w:jc w:val="left"/>
            </w:pPr>
            <w:r w:rsidRPr="008E7459">
              <w:t>Data are available annually.</w:t>
            </w:r>
          </w:p>
        </w:tc>
      </w:tr>
      <w:tr w:rsidR="00A46A06" w:rsidRPr="008E7459" w:rsidTr="00C206B5">
        <w:trPr>
          <w:trHeight w:val="582"/>
        </w:trPr>
        <w:tc>
          <w:tcPr>
            <w:tcW w:w="1984" w:type="dxa"/>
          </w:tcPr>
          <w:p w:rsidR="0026369A" w:rsidRPr="008E7459" w:rsidRDefault="0026369A" w:rsidP="001333E1">
            <w:pPr>
              <w:pStyle w:val="TableBodyText"/>
              <w:ind w:left="0"/>
              <w:jc w:val="left"/>
              <w:rPr>
                <w:szCs w:val="24"/>
              </w:rPr>
            </w:pPr>
            <w:r w:rsidRPr="008E7459">
              <w:t>Data provider:</w:t>
            </w:r>
          </w:p>
        </w:tc>
        <w:tc>
          <w:tcPr>
            <w:tcW w:w="6836" w:type="dxa"/>
          </w:tcPr>
          <w:p w:rsidR="0026369A" w:rsidRPr="008E7459" w:rsidRDefault="00A46A06" w:rsidP="00A46A06">
            <w:pPr>
              <w:pStyle w:val="TableBodyText"/>
              <w:jc w:val="left"/>
            </w:pPr>
            <w:r w:rsidRPr="008E7459">
              <w:t>ACARA</w:t>
            </w:r>
          </w:p>
        </w:tc>
      </w:tr>
      <w:tr w:rsidR="00A46A06" w:rsidRPr="008E7459" w:rsidTr="00C206B5">
        <w:trPr>
          <w:trHeight w:val="646"/>
        </w:trPr>
        <w:tc>
          <w:tcPr>
            <w:tcW w:w="1984" w:type="dxa"/>
          </w:tcPr>
          <w:p w:rsidR="0026369A" w:rsidRPr="008E7459" w:rsidRDefault="0026369A" w:rsidP="001333E1">
            <w:pPr>
              <w:pStyle w:val="TableBodyText"/>
              <w:ind w:left="0"/>
              <w:jc w:val="left"/>
              <w:rPr>
                <w:b/>
                <w:i/>
              </w:rPr>
            </w:pPr>
            <w:r w:rsidRPr="008E7459">
              <w:t>Data availability:</w:t>
            </w:r>
          </w:p>
        </w:tc>
        <w:tc>
          <w:tcPr>
            <w:tcW w:w="6836" w:type="dxa"/>
          </w:tcPr>
          <w:p w:rsidR="0026369A" w:rsidRPr="008E7459" w:rsidRDefault="00A46A06" w:rsidP="00A46A06">
            <w:pPr>
              <w:pStyle w:val="TableBodyText"/>
              <w:jc w:val="left"/>
            </w:pPr>
            <w:r w:rsidRPr="008E7459">
              <w:t>2012</w:t>
            </w:r>
          </w:p>
        </w:tc>
      </w:tr>
      <w:tr w:rsidR="00A46A06" w:rsidRPr="008E7459" w:rsidTr="00BE05EA">
        <w:tc>
          <w:tcPr>
            <w:tcW w:w="1984" w:type="dxa"/>
          </w:tcPr>
          <w:p w:rsidR="00A46A06" w:rsidRPr="008E7459" w:rsidRDefault="00A46A06" w:rsidP="00A136FB">
            <w:pPr>
              <w:pStyle w:val="TableBodyText"/>
              <w:jc w:val="left"/>
            </w:pPr>
            <w:r w:rsidRPr="008E7459">
              <w:t>Cross tabulations provided:</w:t>
            </w:r>
          </w:p>
          <w:p w:rsidR="00A46A06" w:rsidRPr="008E7459" w:rsidRDefault="00A46A06" w:rsidP="00A136FB">
            <w:pPr>
              <w:pStyle w:val="TableBodyText"/>
              <w:jc w:val="left"/>
            </w:pPr>
          </w:p>
        </w:tc>
        <w:tc>
          <w:tcPr>
            <w:tcW w:w="6836" w:type="dxa"/>
          </w:tcPr>
          <w:p w:rsidR="00A46A06" w:rsidRPr="008E7459" w:rsidRDefault="00A46A06" w:rsidP="00BE05EA">
            <w:pPr>
              <w:pStyle w:val="TableBodyText"/>
              <w:pBdr>
                <w:left w:val="single" w:sz="24" w:space="12" w:color="C0C0C0"/>
              </w:pBdr>
              <w:jc w:val="left"/>
              <w:rPr>
                <w:rFonts w:cs="Arial"/>
              </w:rPr>
            </w:pPr>
            <w:r w:rsidRPr="008E7459">
              <w:t>For each year level (3, 5, 7 and 9 — reported individually) by learning</w:t>
            </w:r>
            <w:r w:rsidR="00BE05EA" w:rsidRPr="008E7459">
              <w:t xml:space="preserve"> </w:t>
            </w:r>
            <w:r w:rsidRPr="008E7459">
              <w:rPr>
                <w:rFonts w:cs="Arial"/>
              </w:rPr>
              <w:t>domain (reading, writing and numeracy — reported individually):</w:t>
            </w:r>
          </w:p>
          <w:p w:rsidR="00A46A06" w:rsidRPr="008E7459" w:rsidRDefault="00A46A06" w:rsidP="00BE05EA">
            <w:pPr>
              <w:pStyle w:val="TableBullet"/>
              <w:numPr>
                <w:ilvl w:val="0"/>
                <w:numId w:val="24"/>
              </w:numPr>
              <w:rPr>
                <w:rFonts w:cs="Arial"/>
              </w:rPr>
            </w:pPr>
            <w:r w:rsidRPr="008E7459">
              <w:rPr>
                <w:rFonts w:cs="Arial"/>
              </w:rPr>
              <w:t xml:space="preserve">State and Territory, by </w:t>
            </w:r>
          </w:p>
          <w:p w:rsidR="00A46A06" w:rsidRPr="008E7459" w:rsidRDefault="00A46A06" w:rsidP="00BE05EA">
            <w:pPr>
              <w:pStyle w:val="TableBullet"/>
              <w:numPr>
                <w:ilvl w:val="0"/>
                <w:numId w:val="24"/>
              </w:numPr>
              <w:rPr>
                <w:rFonts w:cs="Arial"/>
              </w:rPr>
            </w:pPr>
            <w:r w:rsidRPr="008E7459">
              <w:rPr>
                <w:rFonts w:cs="Arial"/>
              </w:rPr>
              <w:t>Indigenous status, by</w:t>
            </w:r>
          </w:p>
          <w:p w:rsidR="00A46A06" w:rsidRPr="008E7459" w:rsidRDefault="00A46A06" w:rsidP="00BE05EA">
            <w:pPr>
              <w:pStyle w:val="TableBullet"/>
              <w:numPr>
                <w:ilvl w:val="0"/>
                <w:numId w:val="24"/>
              </w:numPr>
              <w:rPr>
                <w:rFonts w:cs="Arial"/>
              </w:rPr>
            </w:pPr>
            <w:r w:rsidRPr="008E7459">
              <w:rPr>
                <w:rFonts w:cs="Arial"/>
              </w:rPr>
              <w:t>Geolocation (MCEETYA geographical location classification)</w:t>
            </w:r>
          </w:p>
        </w:tc>
      </w:tr>
    </w:tbl>
    <w:p w:rsidR="00734A44" w:rsidRPr="008E7459" w:rsidRDefault="00734A44" w:rsidP="00734A4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4A44" w:rsidRPr="008E7459" w:rsidTr="00997983">
        <w:tc>
          <w:tcPr>
            <w:tcW w:w="8771" w:type="dxa"/>
            <w:tcBorders>
              <w:top w:val="single" w:sz="6" w:space="0" w:color="auto"/>
              <w:bottom w:val="nil"/>
            </w:tcBorders>
          </w:tcPr>
          <w:p w:rsidR="00734A44" w:rsidRPr="008E7459" w:rsidRDefault="00734A44" w:rsidP="00997983">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20</w:t>
            </w:r>
            <w:r w:rsidRPr="008E7459">
              <w:rPr>
                <w:b w:val="0"/>
              </w:rPr>
              <w:fldChar w:fldCharType="end"/>
            </w:r>
            <w:r w:rsidRPr="008E7459">
              <w:tab/>
              <w:t>Results</w:t>
            </w:r>
            <w:r w:rsidR="00DA5E40" w:rsidRPr="008E7459">
              <w:t xml:space="preserve"> (measure 6a)</w:t>
            </w:r>
          </w:p>
        </w:tc>
      </w:tr>
      <w:tr w:rsidR="00734A44" w:rsidRPr="008E7459" w:rsidTr="00997983">
        <w:trPr>
          <w:cantSplit/>
        </w:trPr>
        <w:tc>
          <w:tcPr>
            <w:tcW w:w="8771" w:type="dxa"/>
            <w:tcBorders>
              <w:top w:val="nil"/>
              <w:left w:val="single" w:sz="4" w:space="0" w:color="auto"/>
              <w:bottom w:val="nil"/>
              <w:right w:val="single" w:sz="6" w:space="0" w:color="auto"/>
            </w:tcBorders>
          </w:tcPr>
          <w:p w:rsidR="00B42B85" w:rsidRPr="008E7459" w:rsidRDefault="00B42B85" w:rsidP="0036594B">
            <w:pPr>
              <w:pStyle w:val="Box"/>
            </w:pPr>
            <w:r w:rsidRPr="008E7459">
              <w:t xml:space="preserve">For this report, new data for this indicator are available for 2012. </w:t>
            </w:r>
          </w:p>
          <w:p w:rsidR="00B42B85" w:rsidRPr="008E7459" w:rsidRDefault="00B42B85" w:rsidP="0036594B">
            <w:pPr>
              <w:pStyle w:val="BoxListBullet"/>
            </w:pPr>
            <w:r w:rsidRPr="008E7459">
              <w:t>Data for students who achieved at or above the national minimum standard are presented by State and Territory by Indige</w:t>
            </w:r>
            <w:r w:rsidR="009B7BAA" w:rsidRPr="008E7459">
              <w:t>nous status in tables NEA.2.1–</w:t>
            </w:r>
            <w:r w:rsidRPr="008E7459">
              <w:t>12</w:t>
            </w:r>
            <w:r w:rsidR="004F2346" w:rsidRPr="008E7459">
              <w:t xml:space="preserve">. </w:t>
            </w:r>
          </w:p>
          <w:p w:rsidR="00480FCF" w:rsidRPr="008E7459" w:rsidRDefault="00480FCF" w:rsidP="0036594B">
            <w:pPr>
              <w:pStyle w:val="Box"/>
            </w:pPr>
            <w:r w:rsidRPr="008E7459">
              <w:t xml:space="preserve">Data for 2011 are available in the 2011 NEA performance report. Data for 2010 are available in the 2010 NEA performance report and data for 2009 and 2008 are available in the 2009 NEA performance report. </w:t>
            </w:r>
          </w:p>
          <w:p w:rsidR="00734A44" w:rsidRPr="008E7459" w:rsidRDefault="00B42B85" w:rsidP="0036594B">
            <w:pPr>
              <w:pStyle w:val="Box"/>
              <w:rPr>
                <w:rStyle w:val="DraftingNote"/>
                <w:b w:val="0"/>
                <w:color w:val="auto"/>
                <w:sz w:val="22"/>
                <w:u w:val="none"/>
              </w:rPr>
            </w:pPr>
            <w:r w:rsidRPr="008E7459">
              <w:t>Apparent differences may not be statistically significant and relevant confidence intervals may be requested directly from the data provider. Different confidence intervals are required depending on the type of analysis. Confidence intervals for comparing data within years and across jurisdictions are different from confidence intervals for comparing data across years within and across jurisdictions.</w:t>
            </w:r>
          </w:p>
        </w:tc>
      </w:tr>
      <w:tr w:rsidR="00734A44" w:rsidRPr="008E7459" w:rsidTr="00997983">
        <w:trPr>
          <w:cantSplit/>
        </w:trPr>
        <w:tc>
          <w:tcPr>
            <w:tcW w:w="8771" w:type="dxa"/>
            <w:tcBorders>
              <w:top w:val="nil"/>
              <w:left w:val="single" w:sz="4" w:space="0" w:color="auto"/>
              <w:bottom w:val="single" w:sz="4" w:space="0" w:color="auto"/>
              <w:right w:val="single" w:sz="4" w:space="0" w:color="auto"/>
            </w:tcBorders>
          </w:tcPr>
          <w:p w:rsidR="00734A44" w:rsidRPr="008E7459" w:rsidRDefault="00734A44" w:rsidP="00997983">
            <w:pPr>
              <w:pStyle w:val="Box"/>
              <w:spacing w:before="0" w:line="120" w:lineRule="exact"/>
            </w:pPr>
          </w:p>
        </w:tc>
      </w:tr>
    </w:tbl>
    <w:p w:rsidR="00734A44" w:rsidRPr="008E7459" w:rsidRDefault="00734A44" w:rsidP="00734A44">
      <w:pPr>
        <w:pStyle w:val="Heading4"/>
        <w:spacing w:after="120"/>
      </w:pPr>
      <w:r w:rsidRPr="008E7459">
        <w:t>Attachment tables</w:t>
      </w:r>
      <w:r w:rsidR="00DA5E40" w:rsidRPr="008E7459">
        <w:t xml:space="preserve"> (measure 6a)</w:t>
      </w:r>
    </w:p>
    <w:tbl>
      <w:tblPr>
        <w:tblStyle w:val="TableGrid"/>
        <w:tblW w:w="0" w:type="auto"/>
        <w:tblInd w:w="137" w:type="dxa"/>
        <w:tblLook w:val="04A0" w:firstRow="1" w:lastRow="0" w:firstColumn="1" w:lastColumn="0" w:noHBand="0" w:noVBand="1"/>
      </w:tblPr>
      <w:tblGrid>
        <w:gridCol w:w="1843"/>
        <w:gridCol w:w="6917"/>
      </w:tblGrid>
      <w:tr w:rsidR="00D63FC8" w:rsidRPr="008E7459" w:rsidTr="005A42A1">
        <w:trPr>
          <w:trHeight w:val="867"/>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NEA.2.1</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E41429" w:rsidRPr="008E7459">
              <w:rPr>
                <w:rFonts w:ascii="Arial" w:hAnsi="Arial" w:cs="Arial"/>
                <w:sz w:val="20"/>
                <w:szCs w:val="20"/>
              </w:rPr>
              <w:t xml:space="preserve"> </w:t>
            </w:r>
          </w:p>
        </w:tc>
      </w:tr>
      <w:tr w:rsidR="00D63FC8" w:rsidRPr="008E7459" w:rsidTr="005A42A1">
        <w:trPr>
          <w:trHeight w:val="867"/>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NEA.2.2</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E41429" w:rsidRPr="008E7459">
              <w:rPr>
                <w:rFonts w:ascii="Arial" w:hAnsi="Arial" w:cs="Arial"/>
                <w:sz w:val="20"/>
                <w:szCs w:val="20"/>
              </w:rPr>
              <w:t xml:space="preserve"> </w:t>
            </w:r>
          </w:p>
        </w:tc>
      </w:tr>
      <w:tr w:rsidR="00D63FC8" w:rsidRPr="008E7459" w:rsidTr="005A42A1">
        <w:trPr>
          <w:trHeight w:val="867"/>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NEA.2.3</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3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E41429" w:rsidRPr="008E7459">
              <w:rPr>
                <w:rFonts w:ascii="Arial" w:hAnsi="Arial" w:cs="Arial"/>
                <w:sz w:val="20"/>
                <w:szCs w:val="20"/>
              </w:rPr>
              <w:t xml:space="preserve"> </w:t>
            </w:r>
          </w:p>
        </w:tc>
      </w:tr>
      <w:tr w:rsidR="00D63FC8" w:rsidRPr="008E7459" w:rsidTr="005A42A1">
        <w:trPr>
          <w:trHeight w:val="867"/>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NEA.2.4</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E41429" w:rsidRPr="008E7459">
              <w:rPr>
                <w:rFonts w:ascii="Arial" w:hAnsi="Arial" w:cs="Arial"/>
                <w:sz w:val="20"/>
                <w:szCs w:val="20"/>
              </w:rPr>
              <w:t xml:space="preserve"> </w:t>
            </w:r>
          </w:p>
        </w:tc>
      </w:tr>
      <w:tr w:rsidR="00D63FC8" w:rsidRPr="008E7459" w:rsidTr="005A42A1">
        <w:trPr>
          <w:trHeight w:val="867"/>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NEA.2.5</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D63FC8" w:rsidRPr="008E7459" w:rsidTr="009B7BAA">
        <w:trPr>
          <w:trHeight w:val="743"/>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lastRenderedPageBreak/>
              <w:t>Table NEA.2.6</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5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D63FC8" w:rsidRPr="008E7459" w:rsidTr="009B7BAA">
        <w:trPr>
          <w:trHeight w:val="727"/>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NEA.2.7</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D63FC8" w:rsidRPr="008E7459" w:rsidTr="009B7BAA">
        <w:trPr>
          <w:trHeight w:val="821"/>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NEA.2.8</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D63FC8" w:rsidRPr="008E7459" w:rsidTr="009B7BAA">
        <w:trPr>
          <w:trHeight w:val="704"/>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NEA.2.9</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7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D63FC8" w:rsidRPr="008E7459" w:rsidTr="009B7BAA">
        <w:trPr>
          <w:trHeight w:val="778"/>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NEA.2.10</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reading,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r w:rsidR="00D63FC8" w:rsidRPr="008E7459" w:rsidTr="009B7BAA">
        <w:trPr>
          <w:trHeight w:val="748"/>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NEA.2.11</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writing,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r w:rsidR="00E41429" w:rsidRPr="008E7459">
              <w:rPr>
                <w:rFonts w:ascii="Arial" w:hAnsi="Arial" w:cs="Arial"/>
                <w:sz w:val="20"/>
                <w:szCs w:val="20"/>
              </w:rPr>
              <w:t xml:space="preserve"> </w:t>
            </w:r>
          </w:p>
        </w:tc>
      </w:tr>
      <w:tr w:rsidR="00D63FC8" w:rsidRPr="008E7459" w:rsidTr="009B7BAA">
        <w:trPr>
          <w:trHeight w:val="732"/>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NEA.2.12</w:t>
            </w:r>
          </w:p>
        </w:tc>
        <w:tc>
          <w:tcPr>
            <w:tcW w:w="6917"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Proportion of year 9 students who achieved at or above the national minimum standard for numeracy, by State and Territory, by Indigenous status, by geolocation, 2012 (</w:t>
            </w:r>
            <w:r w:rsidR="00781B70" w:rsidRPr="008E7459">
              <w:rPr>
                <w:rFonts w:ascii="Arial" w:hAnsi="Arial" w:cs="Arial"/>
                <w:sz w:val="20"/>
                <w:szCs w:val="20"/>
              </w:rPr>
              <w:t>per cent</w:t>
            </w:r>
            <w:r w:rsidRPr="008E7459">
              <w:rPr>
                <w:rFonts w:ascii="Arial" w:hAnsi="Arial" w:cs="Arial"/>
                <w:sz w:val="20"/>
                <w:szCs w:val="20"/>
              </w:rPr>
              <w:t>)</w:t>
            </w:r>
          </w:p>
        </w:tc>
      </w:tr>
    </w:tbl>
    <w:p w:rsidR="00734A44" w:rsidRPr="008E7459" w:rsidRDefault="00734A44" w:rsidP="00734A4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4A44" w:rsidRPr="008E7459" w:rsidTr="00997983">
        <w:tc>
          <w:tcPr>
            <w:tcW w:w="8771" w:type="dxa"/>
            <w:tcBorders>
              <w:top w:val="single" w:sz="6" w:space="0" w:color="auto"/>
              <w:bottom w:val="nil"/>
            </w:tcBorders>
          </w:tcPr>
          <w:p w:rsidR="00734A44" w:rsidRPr="008E7459" w:rsidRDefault="00734A44" w:rsidP="00997983">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21</w:t>
            </w:r>
            <w:r w:rsidRPr="008E7459">
              <w:rPr>
                <w:b w:val="0"/>
              </w:rPr>
              <w:fldChar w:fldCharType="end"/>
            </w:r>
            <w:r w:rsidRPr="008E7459">
              <w:tab/>
              <w:t>Comment on data quality</w:t>
            </w:r>
            <w:r w:rsidR="00DA5E40" w:rsidRPr="008E7459">
              <w:t xml:space="preserve"> (measure 6a)</w:t>
            </w:r>
          </w:p>
        </w:tc>
      </w:tr>
      <w:tr w:rsidR="00734A44" w:rsidRPr="008E7459" w:rsidTr="00997983">
        <w:trPr>
          <w:cantSplit/>
        </w:trPr>
        <w:tc>
          <w:tcPr>
            <w:tcW w:w="8771" w:type="dxa"/>
            <w:tcBorders>
              <w:top w:val="nil"/>
              <w:left w:val="single" w:sz="4" w:space="0" w:color="auto"/>
              <w:bottom w:val="nil"/>
              <w:right w:val="single" w:sz="4" w:space="0" w:color="auto"/>
            </w:tcBorders>
          </w:tcPr>
          <w:p w:rsidR="00734A44" w:rsidRPr="008E7459" w:rsidRDefault="00D73998" w:rsidP="00295095">
            <w:pPr>
              <w:pStyle w:val="Box"/>
            </w:pPr>
            <w:r w:rsidRPr="008E7459">
              <w:t>Details are included in the comment on data quality for NEA Indicator 2.</w:t>
            </w:r>
          </w:p>
        </w:tc>
      </w:tr>
      <w:tr w:rsidR="00734A44" w:rsidRPr="008E7459" w:rsidTr="00997983">
        <w:trPr>
          <w:cantSplit/>
        </w:trPr>
        <w:tc>
          <w:tcPr>
            <w:tcW w:w="8771" w:type="dxa"/>
            <w:tcBorders>
              <w:top w:val="nil"/>
              <w:left w:val="single" w:sz="4" w:space="0" w:color="auto"/>
              <w:bottom w:val="single" w:sz="4" w:space="0" w:color="auto"/>
              <w:right w:val="single" w:sz="4" w:space="0" w:color="auto"/>
            </w:tcBorders>
          </w:tcPr>
          <w:p w:rsidR="00734A44" w:rsidRPr="008E7459" w:rsidRDefault="00734A44" w:rsidP="00997983">
            <w:pPr>
              <w:pStyle w:val="Box"/>
              <w:spacing w:before="0" w:line="120" w:lineRule="exact"/>
            </w:pPr>
          </w:p>
        </w:tc>
      </w:tr>
      <w:tr w:rsidR="00734A44" w:rsidRPr="008E7459" w:rsidTr="00997983">
        <w:tc>
          <w:tcPr>
            <w:tcW w:w="8771" w:type="dxa"/>
            <w:tcBorders>
              <w:top w:val="single" w:sz="4" w:space="0" w:color="auto"/>
              <w:left w:val="nil"/>
              <w:bottom w:val="nil"/>
              <w:right w:val="nil"/>
            </w:tcBorders>
          </w:tcPr>
          <w:p w:rsidR="00734A44" w:rsidRPr="008E7459" w:rsidRDefault="00734A44" w:rsidP="00997983">
            <w:pPr>
              <w:pStyle w:val="Box"/>
              <w:keepNext w:val="0"/>
              <w:spacing w:before="60" w:after="60" w:line="80" w:lineRule="exact"/>
              <w:rPr>
                <w:b/>
                <w:sz w:val="14"/>
              </w:rPr>
            </w:pPr>
          </w:p>
        </w:tc>
      </w:tr>
    </w:tbl>
    <w:p w:rsidR="00DC7F0A" w:rsidRPr="008E7459" w:rsidRDefault="00DC7F0A" w:rsidP="00AF3880">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C7F0A" w:rsidRPr="008E7459" w:rsidTr="001A1F26">
        <w:tc>
          <w:tcPr>
            <w:tcW w:w="8771" w:type="dxa"/>
            <w:tcBorders>
              <w:top w:val="single" w:sz="6" w:space="0" w:color="auto"/>
              <w:bottom w:val="nil"/>
            </w:tcBorders>
          </w:tcPr>
          <w:p w:rsidR="00DC7F0A" w:rsidRPr="008E7459" w:rsidRDefault="00DC7F0A" w:rsidP="001A1F26">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22</w:t>
            </w:r>
            <w:r w:rsidRPr="008E7459">
              <w:rPr>
                <w:b w:val="0"/>
              </w:rPr>
              <w:fldChar w:fldCharType="end"/>
            </w:r>
            <w:r w:rsidRPr="008E7459">
              <w:tab/>
              <w:t>Results (measure 6b)</w:t>
            </w:r>
          </w:p>
        </w:tc>
      </w:tr>
      <w:tr w:rsidR="00DC7F0A" w:rsidRPr="008E7459" w:rsidTr="001A1F26">
        <w:trPr>
          <w:cantSplit/>
        </w:trPr>
        <w:tc>
          <w:tcPr>
            <w:tcW w:w="8771" w:type="dxa"/>
            <w:tcBorders>
              <w:top w:val="nil"/>
              <w:left w:val="single" w:sz="4" w:space="0" w:color="auto"/>
              <w:bottom w:val="nil"/>
              <w:right w:val="single" w:sz="6" w:space="0" w:color="auto"/>
            </w:tcBorders>
          </w:tcPr>
          <w:p w:rsidR="00DC7F0A" w:rsidRPr="008E7459" w:rsidRDefault="00DC7F0A" w:rsidP="0036594B">
            <w:pPr>
              <w:pStyle w:val="Box"/>
            </w:pPr>
            <w:r w:rsidRPr="008E7459">
              <w:t xml:space="preserve">For this report, new data for this indicator are available for 2012. </w:t>
            </w:r>
          </w:p>
          <w:p w:rsidR="00DC7F0A" w:rsidRPr="008E7459" w:rsidRDefault="00DC7F0A" w:rsidP="0036594B">
            <w:pPr>
              <w:pStyle w:val="BoxListBullet"/>
            </w:pPr>
            <w:r w:rsidRPr="008E7459">
              <w:t>Data for</w:t>
            </w:r>
            <w:r w:rsidR="00091107" w:rsidRPr="008E7459">
              <w:t xml:space="preserve"> the</w:t>
            </w:r>
            <w:r w:rsidRPr="008E7459">
              <w:t xml:space="preserve"> </w:t>
            </w:r>
            <w:r w:rsidR="00091107" w:rsidRPr="008E7459">
              <w:t>rates of participation in NAPLAN</w:t>
            </w:r>
            <w:r w:rsidRPr="008E7459">
              <w:t xml:space="preserve"> are presented by State and Territory by I</w:t>
            </w:r>
            <w:r w:rsidR="00800FEA" w:rsidRPr="008E7459">
              <w:t>ndigenous s</w:t>
            </w:r>
            <w:r w:rsidR="00434BCE" w:rsidRPr="008E7459">
              <w:t>tatus in tables NEA.6(b).1–</w:t>
            </w:r>
            <w:r w:rsidR="009B7BAA" w:rsidRPr="008E7459">
              <w:t>4</w:t>
            </w:r>
            <w:r w:rsidR="004F2346" w:rsidRPr="008E7459">
              <w:t>.</w:t>
            </w:r>
          </w:p>
          <w:p w:rsidR="0031647D" w:rsidRPr="008E7459" w:rsidRDefault="0031647D" w:rsidP="0036594B">
            <w:pPr>
              <w:pStyle w:val="Box"/>
            </w:pPr>
            <w:r w:rsidRPr="008E7459">
              <w:t>Additional data on the proportion of students exempt, absent and withdrawn are available for 2012.</w:t>
            </w:r>
          </w:p>
          <w:p w:rsidR="0031647D" w:rsidRPr="008E7459" w:rsidRDefault="0031647D" w:rsidP="0036594B">
            <w:pPr>
              <w:pStyle w:val="BoxListBullet"/>
            </w:pPr>
            <w:r w:rsidRPr="008E7459">
              <w:t>Data by State and Territory, by Indigenous status are presented in tables NEA.6(b).5–7</w:t>
            </w:r>
            <w:r w:rsidR="004F2346" w:rsidRPr="008E7459">
              <w:t xml:space="preserve">. </w:t>
            </w:r>
          </w:p>
          <w:p w:rsidR="0031647D" w:rsidRPr="008E7459" w:rsidRDefault="00C06B1D" w:rsidP="00B24894">
            <w:pPr>
              <w:pStyle w:val="Box"/>
              <w:rPr>
                <w:rStyle w:val="DraftingNote"/>
                <w:b w:val="0"/>
                <w:color w:val="auto"/>
                <w:sz w:val="22"/>
                <w:u w:val="none"/>
              </w:rPr>
            </w:pPr>
            <w:r w:rsidRPr="008E7459">
              <w:t xml:space="preserve">Data for 2011 are available in the 2011 NEA performance report. Data for 2010 and 2009 are available in the 2010 NEA performance report. Data for 2008 are available in the 2009 NEA performance </w:t>
            </w:r>
            <w:r w:rsidR="0031647D" w:rsidRPr="008E7459">
              <w:t>report.</w:t>
            </w:r>
          </w:p>
        </w:tc>
      </w:tr>
      <w:tr w:rsidR="00DC7F0A" w:rsidRPr="008E7459" w:rsidTr="001A1F26">
        <w:trPr>
          <w:cantSplit/>
        </w:trPr>
        <w:tc>
          <w:tcPr>
            <w:tcW w:w="8771" w:type="dxa"/>
            <w:tcBorders>
              <w:top w:val="nil"/>
              <w:left w:val="single" w:sz="4" w:space="0" w:color="auto"/>
              <w:bottom w:val="single" w:sz="4" w:space="0" w:color="auto"/>
              <w:right w:val="single" w:sz="4" w:space="0" w:color="auto"/>
            </w:tcBorders>
          </w:tcPr>
          <w:p w:rsidR="00DC7F0A" w:rsidRPr="008E7459" w:rsidRDefault="00DC7F0A" w:rsidP="001A1F26">
            <w:pPr>
              <w:pStyle w:val="Box"/>
              <w:spacing w:before="0" w:line="120" w:lineRule="exact"/>
            </w:pPr>
          </w:p>
        </w:tc>
      </w:tr>
    </w:tbl>
    <w:p w:rsidR="00FB6B7D" w:rsidRPr="008E7459" w:rsidRDefault="00FB6B7D">
      <w:pPr>
        <w:rPr>
          <w:rFonts w:ascii="Arial" w:hAnsi="Arial"/>
          <w:sz w:val="24"/>
          <w:szCs w:val="20"/>
        </w:rPr>
      </w:pPr>
    </w:p>
    <w:p w:rsidR="00FB6B7D" w:rsidRPr="008E7459" w:rsidRDefault="00FB6B7D" w:rsidP="00FB6B7D">
      <w:pPr>
        <w:pStyle w:val="BodyText"/>
      </w:pPr>
      <w:r w:rsidRPr="008E7459">
        <w:br w:type="page"/>
      </w:r>
    </w:p>
    <w:p w:rsidR="00DA5E40" w:rsidRPr="008E7459" w:rsidRDefault="00DA5E40" w:rsidP="00DA5E40">
      <w:pPr>
        <w:pStyle w:val="Heading4"/>
        <w:spacing w:after="120"/>
      </w:pPr>
      <w:r w:rsidRPr="008E7459">
        <w:lastRenderedPageBreak/>
        <w:t>Attachment tables (measure 6b)</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6634"/>
      </w:tblGrid>
      <w:tr w:rsidR="00DA5E40" w:rsidRPr="008E7459" w:rsidTr="007D5D0C">
        <w:trPr>
          <w:trHeight w:val="641"/>
        </w:trPr>
        <w:tc>
          <w:tcPr>
            <w:tcW w:w="2170" w:type="dxa"/>
            <w:shd w:val="clear" w:color="auto" w:fill="auto"/>
            <w:noWrap/>
            <w:hideMark/>
          </w:tcPr>
          <w:p w:rsidR="00DA5E40" w:rsidRPr="008E7459" w:rsidRDefault="00DA5E40" w:rsidP="00B14E67">
            <w:pPr>
              <w:rPr>
                <w:rFonts w:ascii="Arial" w:hAnsi="Arial" w:cs="Arial"/>
                <w:b/>
                <w:bCs/>
                <w:sz w:val="20"/>
                <w:szCs w:val="20"/>
              </w:rPr>
            </w:pPr>
            <w:r w:rsidRPr="008E7459">
              <w:rPr>
                <w:rFonts w:ascii="Arial" w:hAnsi="Arial" w:cs="Arial"/>
                <w:b/>
                <w:bCs/>
                <w:sz w:val="20"/>
                <w:szCs w:val="20"/>
              </w:rPr>
              <w:t>Table NIRA.</w:t>
            </w:r>
            <w:r w:rsidR="00B14E67" w:rsidRPr="008E7459">
              <w:rPr>
                <w:rFonts w:ascii="Arial" w:hAnsi="Arial" w:cs="Arial"/>
                <w:b/>
                <w:bCs/>
                <w:sz w:val="20"/>
                <w:szCs w:val="20"/>
              </w:rPr>
              <w:t>6</w:t>
            </w:r>
            <w:r w:rsidR="00DC7F0A" w:rsidRPr="008E7459">
              <w:rPr>
                <w:rFonts w:ascii="Arial" w:hAnsi="Arial" w:cs="Arial"/>
                <w:b/>
                <w:bCs/>
                <w:sz w:val="20"/>
                <w:szCs w:val="20"/>
              </w:rPr>
              <w:t>(b)</w:t>
            </w:r>
            <w:r w:rsidR="00B14E67" w:rsidRPr="008E7459">
              <w:rPr>
                <w:rFonts w:ascii="Arial" w:hAnsi="Arial" w:cs="Arial"/>
                <w:b/>
                <w:bCs/>
                <w:sz w:val="20"/>
                <w:szCs w:val="20"/>
              </w:rPr>
              <w:t>.1</w:t>
            </w:r>
          </w:p>
        </w:tc>
        <w:tc>
          <w:tcPr>
            <w:tcW w:w="6634" w:type="dxa"/>
            <w:shd w:val="clear" w:color="auto" w:fill="auto"/>
            <w:hideMark/>
          </w:tcPr>
          <w:p w:rsidR="00DA5E40" w:rsidRPr="008E7459" w:rsidRDefault="00DA5E40" w:rsidP="001A1F26">
            <w:pPr>
              <w:jc w:val="both"/>
              <w:rPr>
                <w:rFonts w:ascii="Arial" w:hAnsi="Arial" w:cs="Arial"/>
                <w:sz w:val="20"/>
                <w:szCs w:val="20"/>
              </w:rPr>
            </w:pPr>
            <w:r w:rsidRPr="008E7459">
              <w:rPr>
                <w:rFonts w:ascii="Arial" w:hAnsi="Arial" w:cs="Arial"/>
                <w:sz w:val="20"/>
                <w:szCs w:val="20"/>
              </w:rPr>
              <w:t>Year 3 student participation in assessment, by Indigenous status, 2012 (</w:t>
            </w:r>
            <w:r w:rsidR="00781B70" w:rsidRPr="008E7459">
              <w:rPr>
                <w:rFonts w:ascii="Arial" w:hAnsi="Arial" w:cs="Arial"/>
                <w:sz w:val="20"/>
                <w:szCs w:val="20"/>
              </w:rPr>
              <w:t>per cent</w:t>
            </w:r>
            <w:r w:rsidRPr="008E7459">
              <w:rPr>
                <w:rFonts w:ascii="Arial" w:hAnsi="Arial" w:cs="Arial"/>
                <w:sz w:val="20"/>
                <w:szCs w:val="20"/>
              </w:rPr>
              <w:t xml:space="preserve">) </w:t>
            </w:r>
          </w:p>
        </w:tc>
      </w:tr>
      <w:tr w:rsidR="00DA5E40" w:rsidRPr="008E7459" w:rsidTr="0031647D">
        <w:trPr>
          <w:trHeight w:val="601"/>
        </w:trPr>
        <w:tc>
          <w:tcPr>
            <w:tcW w:w="2170" w:type="dxa"/>
            <w:shd w:val="clear" w:color="auto" w:fill="auto"/>
            <w:noWrap/>
            <w:hideMark/>
          </w:tcPr>
          <w:p w:rsidR="00B14E67" w:rsidRPr="008E7459" w:rsidRDefault="00B14E67" w:rsidP="00B24894">
            <w:pPr>
              <w:rPr>
                <w:rFonts w:ascii="Arial" w:hAnsi="Arial" w:cs="Arial"/>
                <w:b/>
                <w:bCs/>
                <w:sz w:val="20"/>
                <w:szCs w:val="20"/>
              </w:rPr>
            </w:pPr>
            <w:r w:rsidRPr="008E7459">
              <w:rPr>
                <w:rFonts w:ascii="Arial" w:hAnsi="Arial" w:cs="Arial"/>
                <w:b/>
                <w:bCs/>
                <w:sz w:val="20"/>
                <w:szCs w:val="20"/>
              </w:rPr>
              <w:t>Table NIRA.6(b).2</w:t>
            </w:r>
          </w:p>
        </w:tc>
        <w:tc>
          <w:tcPr>
            <w:tcW w:w="6634" w:type="dxa"/>
            <w:shd w:val="clear" w:color="auto" w:fill="auto"/>
            <w:hideMark/>
          </w:tcPr>
          <w:p w:rsidR="00DA5E40" w:rsidRPr="008E7459" w:rsidRDefault="00DA5E40" w:rsidP="001A1F26">
            <w:pPr>
              <w:jc w:val="both"/>
              <w:rPr>
                <w:rFonts w:ascii="Arial" w:hAnsi="Arial" w:cs="Arial"/>
                <w:sz w:val="20"/>
                <w:szCs w:val="20"/>
              </w:rPr>
            </w:pPr>
            <w:r w:rsidRPr="008E7459">
              <w:rPr>
                <w:rFonts w:ascii="Arial" w:hAnsi="Arial" w:cs="Arial"/>
                <w:sz w:val="20"/>
                <w:szCs w:val="20"/>
              </w:rPr>
              <w:t>Year 5 student participation in assessment, by Indigenous status, 2012 (</w:t>
            </w:r>
            <w:r w:rsidR="00781B70" w:rsidRPr="008E7459">
              <w:rPr>
                <w:rFonts w:ascii="Arial" w:hAnsi="Arial" w:cs="Arial"/>
                <w:sz w:val="20"/>
                <w:szCs w:val="20"/>
              </w:rPr>
              <w:t>per cent</w:t>
            </w:r>
            <w:r w:rsidRPr="008E7459">
              <w:rPr>
                <w:rFonts w:ascii="Arial" w:hAnsi="Arial" w:cs="Arial"/>
                <w:sz w:val="20"/>
                <w:szCs w:val="20"/>
              </w:rPr>
              <w:t xml:space="preserve">) </w:t>
            </w:r>
          </w:p>
        </w:tc>
      </w:tr>
      <w:tr w:rsidR="00DA5E40" w:rsidRPr="008E7459" w:rsidTr="009B7BAA">
        <w:trPr>
          <w:trHeight w:val="623"/>
        </w:trPr>
        <w:tc>
          <w:tcPr>
            <w:tcW w:w="2170" w:type="dxa"/>
            <w:shd w:val="clear" w:color="auto" w:fill="auto"/>
            <w:noWrap/>
            <w:hideMark/>
          </w:tcPr>
          <w:p w:rsidR="00DA5E40" w:rsidRPr="008E7459" w:rsidRDefault="00B14E67" w:rsidP="001E36DD">
            <w:pPr>
              <w:rPr>
                <w:rFonts w:ascii="Arial" w:hAnsi="Arial" w:cs="Arial"/>
                <w:b/>
                <w:bCs/>
                <w:sz w:val="20"/>
                <w:szCs w:val="20"/>
              </w:rPr>
            </w:pPr>
            <w:r w:rsidRPr="008E7459">
              <w:rPr>
                <w:rFonts w:ascii="Arial" w:hAnsi="Arial" w:cs="Arial"/>
                <w:b/>
                <w:bCs/>
                <w:sz w:val="20"/>
                <w:szCs w:val="20"/>
              </w:rPr>
              <w:t>Table NIRA.6(b).3</w:t>
            </w:r>
          </w:p>
        </w:tc>
        <w:tc>
          <w:tcPr>
            <w:tcW w:w="6634" w:type="dxa"/>
            <w:shd w:val="clear" w:color="auto" w:fill="auto"/>
            <w:hideMark/>
          </w:tcPr>
          <w:p w:rsidR="00DA5E40" w:rsidRPr="008E7459" w:rsidRDefault="00DA5E40" w:rsidP="001A1F26">
            <w:pPr>
              <w:jc w:val="both"/>
              <w:rPr>
                <w:rFonts w:ascii="Arial" w:hAnsi="Arial" w:cs="Arial"/>
                <w:sz w:val="20"/>
                <w:szCs w:val="20"/>
              </w:rPr>
            </w:pPr>
            <w:r w:rsidRPr="008E7459">
              <w:rPr>
                <w:rFonts w:ascii="Arial" w:hAnsi="Arial" w:cs="Arial"/>
                <w:sz w:val="20"/>
                <w:szCs w:val="20"/>
              </w:rPr>
              <w:t>Year 7 student participation in assessment, by Indigenous status, 2012 (</w:t>
            </w:r>
            <w:r w:rsidR="00781B70" w:rsidRPr="008E7459">
              <w:rPr>
                <w:rFonts w:ascii="Arial" w:hAnsi="Arial" w:cs="Arial"/>
                <w:sz w:val="20"/>
                <w:szCs w:val="20"/>
              </w:rPr>
              <w:t>per cent</w:t>
            </w:r>
            <w:r w:rsidRPr="008E7459">
              <w:rPr>
                <w:rFonts w:ascii="Arial" w:hAnsi="Arial" w:cs="Arial"/>
                <w:sz w:val="20"/>
                <w:szCs w:val="20"/>
              </w:rPr>
              <w:t xml:space="preserve">) </w:t>
            </w:r>
          </w:p>
        </w:tc>
      </w:tr>
      <w:tr w:rsidR="00DA5E40" w:rsidRPr="008E7459" w:rsidTr="0031647D">
        <w:trPr>
          <w:trHeight w:val="633"/>
        </w:trPr>
        <w:tc>
          <w:tcPr>
            <w:tcW w:w="2170" w:type="dxa"/>
            <w:shd w:val="clear" w:color="auto" w:fill="auto"/>
            <w:noWrap/>
            <w:hideMark/>
          </w:tcPr>
          <w:p w:rsidR="00DA5E40" w:rsidRPr="008E7459" w:rsidRDefault="00B14E67" w:rsidP="001E36DD">
            <w:pPr>
              <w:rPr>
                <w:rFonts w:ascii="Arial" w:hAnsi="Arial" w:cs="Arial"/>
                <w:b/>
                <w:bCs/>
                <w:sz w:val="20"/>
                <w:szCs w:val="20"/>
              </w:rPr>
            </w:pPr>
            <w:r w:rsidRPr="008E7459">
              <w:rPr>
                <w:rFonts w:ascii="Arial" w:hAnsi="Arial" w:cs="Arial"/>
                <w:b/>
                <w:bCs/>
                <w:sz w:val="20"/>
                <w:szCs w:val="20"/>
              </w:rPr>
              <w:t>Table NIRA.6(b).4</w:t>
            </w:r>
          </w:p>
        </w:tc>
        <w:tc>
          <w:tcPr>
            <w:tcW w:w="6634" w:type="dxa"/>
            <w:shd w:val="clear" w:color="auto" w:fill="auto"/>
            <w:hideMark/>
          </w:tcPr>
          <w:p w:rsidR="00DA5E40" w:rsidRPr="008E7459" w:rsidRDefault="00DA5E40" w:rsidP="001A1F26">
            <w:pPr>
              <w:jc w:val="both"/>
              <w:rPr>
                <w:rFonts w:ascii="Arial" w:hAnsi="Arial" w:cs="Arial"/>
                <w:sz w:val="20"/>
                <w:szCs w:val="20"/>
              </w:rPr>
            </w:pPr>
            <w:r w:rsidRPr="008E7459">
              <w:rPr>
                <w:rFonts w:ascii="Arial" w:hAnsi="Arial" w:cs="Arial"/>
                <w:sz w:val="20"/>
                <w:szCs w:val="20"/>
              </w:rPr>
              <w:t>Year 9 student participation in assessment, by Indigenous status, 2012 (</w:t>
            </w:r>
            <w:r w:rsidR="00781B70" w:rsidRPr="008E7459">
              <w:rPr>
                <w:rFonts w:ascii="Arial" w:hAnsi="Arial" w:cs="Arial"/>
                <w:sz w:val="20"/>
                <w:szCs w:val="20"/>
              </w:rPr>
              <w:t>per cent</w:t>
            </w:r>
            <w:r w:rsidRPr="008E7459">
              <w:rPr>
                <w:rFonts w:ascii="Arial" w:hAnsi="Arial" w:cs="Arial"/>
                <w:sz w:val="20"/>
                <w:szCs w:val="20"/>
              </w:rPr>
              <w:t xml:space="preserve">) </w:t>
            </w:r>
          </w:p>
        </w:tc>
      </w:tr>
      <w:tr w:rsidR="00DA5E40" w:rsidRPr="008E7459" w:rsidTr="0031647D">
        <w:trPr>
          <w:trHeight w:val="571"/>
        </w:trPr>
        <w:tc>
          <w:tcPr>
            <w:tcW w:w="2170" w:type="dxa"/>
            <w:shd w:val="clear" w:color="auto" w:fill="auto"/>
            <w:noWrap/>
            <w:hideMark/>
          </w:tcPr>
          <w:p w:rsidR="00DA5E40" w:rsidRPr="008E7459" w:rsidRDefault="00B14E67" w:rsidP="001E36DD">
            <w:pPr>
              <w:rPr>
                <w:rFonts w:ascii="Arial" w:hAnsi="Arial" w:cs="Arial"/>
                <w:b/>
                <w:bCs/>
                <w:sz w:val="20"/>
                <w:szCs w:val="20"/>
              </w:rPr>
            </w:pPr>
            <w:r w:rsidRPr="008E7459">
              <w:rPr>
                <w:rFonts w:ascii="Arial" w:hAnsi="Arial" w:cs="Arial"/>
                <w:b/>
                <w:bCs/>
                <w:sz w:val="20"/>
                <w:szCs w:val="20"/>
              </w:rPr>
              <w:t>Table NIRA.6(b).5</w:t>
            </w:r>
          </w:p>
        </w:tc>
        <w:tc>
          <w:tcPr>
            <w:tcW w:w="6634" w:type="dxa"/>
            <w:shd w:val="clear" w:color="auto" w:fill="auto"/>
            <w:hideMark/>
          </w:tcPr>
          <w:p w:rsidR="00DA5E40" w:rsidRPr="008E7459" w:rsidRDefault="00DA5E40" w:rsidP="001A1F26">
            <w:pPr>
              <w:jc w:val="both"/>
              <w:rPr>
                <w:rFonts w:ascii="Arial" w:hAnsi="Arial" w:cs="Arial"/>
                <w:sz w:val="20"/>
                <w:szCs w:val="20"/>
              </w:rPr>
            </w:pPr>
            <w:r w:rsidRPr="008E7459">
              <w:rPr>
                <w:rFonts w:ascii="Arial" w:hAnsi="Arial" w:cs="Arial"/>
                <w:sz w:val="20"/>
                <w:szCs w:val="20"/>
              </w:rPr>
              <w:t>Proportion of student exemptions, by Indigenous status, 2012 (</w:t>
            </w:r>
            <w:r w:rsidR="00781B70" w:rsidRPr="008E7459">
              <w:rPr>
                <w:rFonts w:ascii="Arial" w:hAnsi="Arial" w:cs="Arial"/>
                <w:sz w:val="20"/>
                <w:szCs w:val="20"/>
              </w:rPr>
              <w:t>per cent</w:t>
            </w:r>
            <w:r w:rsidRPr="008E7459">
              <w:rPr>
                <w:rFonts w:ascii="Arial" w:hAnsi="Arial" w:cs="Arial"/>
                <w:sz w:val="20"/>
                <w:szCs w:val="20"/>
              </w:rPr>
              <w:t>)</w:t>
            </w:r>
          </w:p>
        </w:tc>
      </w:tr>
      <w:tr w:rsidR="00DA5E40" w:rsidRPr="008E7459" w:rsidTr="0031647D">
        <w:trPr>
          <w:trHeight w:val="551"/>
        </w:trPr>
        <w:tc>
          <w:tcPr>
            <w:tcW w:w="2170" w:type="dxa"/>
            <w:shd w:val="clear" w:color="auto" w:fill="auto"/>
            <w:noWrap/>
            <w:hideMark/>
          </w:tcPr>
          <w:p w:rsidR="00DA5E40" w:rsidRPr="008E7459" w:rsidRDefault="00B14E67" w:rsidP="001E36DD">
            <w:pPr>
              <w:rPr>
                <w:rFonts w:ascii="Arial" w:hAnsi="Arial" w:cs="Arial"/>
                <w:b/>
                <w:bCs/>
                <w:sz w:val="20"/>
                <w:szCs w:val="20"/>
              </w:rPr>
            </w:pPr>
            <w:r w:rsidRPr="008E7459">
              <w:rPr>
                <w:rFonts w:ascii="Arial" w:hAnsi="Arial" w:cs="Arial"/>
                <w:b/>
                <w:bCs/>
                <w:sz w:val="20"/>
                <w:szCs w:val="20"/>
              </w:rPr>
              <w:t>Table NIRA.6(b).6</w:t>
            </w:r>
          </w:p>
        </w:tc>
        <w:tc>
          <w:tcPr>
            <w:tcW w:w="6634" w:type="dxa"/>
            <w:shd w:val="clear" w:color="auto" w:fill="auto"/>
            <w:hideMark/>
          </w:tcPr>
          <w:p w:rsidR="00DA5E40" w:rsidRPr="008E7459" w:rsidRDefault="00DA5E40" w:rsidP="001A1F26">
            <w:pPr>
              <w:jc w:val="both"/>
              <w:rPr>
                <w:rFonts w:ascii="Arial" w:hAnsi="Arial" w:cs="Arial"/>
                <w:sz w:val="20"/>
                <w:szCs w:val="20"/>
              </w:rPr>
            </w:pPr>
            <w:r w:rsidRPr="008E7459">
              <w:rPr>
                <w:rFonts w:ascii="Arial" w:hAnsi="Arial" w:cs="Arial"/>
                <w:sz w:val="20"/>
                <w:szCs w:val="20"/>
              </w:rPr>
              <w:t>Proportion of student absences, by Indigenous status, 2012 (</w:t>
            </w:r>
            <w:r w:rsidR="00781B70" w:rsidRPr="008E7459">
              <w:rPr>
                <w:rFonts w:ascii="Arial" w:hAnsi="Arial" w:cs="Arial"/>
                <w:sz w:val="20"/>
                <w:szCs w:val="20"/>
              </w:rPr>
              <w:t>per cent</w:t>
            </w:r>
            <w:r w:rsidRPr="008E7459">
              <w:rPr>
                <w:rFonts w:ascii="Arial" w:hAnsi="Arial" w:cs="Arial"/>
                <w:sz w:val="20"/>
                <w:szCs w:val="20"/>
              </w:rPr>
              <w:t>)</w:t>
            </w:r>
          </w:p>
        </w:tc>
      </w:tr>
      <w:tr w:rsidR="00DA5E40" w:rsidRPr="008E7459" w:rsidTr="0031647D">
        <w:trPr>
          <w:trHeight w:val="545"/>
        </w:trPr>
        <w:tc>
          <w:tcPr>
            <w:tcW w:w="2170" w:type="dxa"/>
            <w:shd w:val="clear" w:color="auto" w:fill="auto"/>
            <w:noWrap/>
            <w:hideMark/>
          </w:tcPr>
          <w:p w:rsidR="00DA5E40" w:rsidRPr="008E7459" w:rsidRDefault="00B14E67" w:rsidP="001E36DD">
            <w:pPr>
              <w:rPr>
                <w:rFonts w:ascii="Arial" w:hAnsi="Arial" w:cs="Arial"/>
                <w:b/>
                <w:bCs/>
                <w:sz w:val="20"/>
                <w:szCs w:val="20"/>
              </w:rPr>
            </w:pPr>
            <w:r w:rsidRPr="008E7459">
              <w:rPr>
                <w:rFonts w:ascii="Arial" w:hAnsi="Arial" w:cs="Arial"/>
                <w:b/>
                <w:bCs/>
                <w:sz w:val="20"/>
                <w:szCs w:val="20"/>
              </w:rPr>
              <w:t>Table NIRA.6(b).7</w:t>
            </w:r>
          </w:p>
        </w:tc>
        <w:tc>
          <w:tcPr>
            <w:tcW w:w="6634" w:type="dxa"/>
            <w:shd w:val="clear" w:color="auto" w:fill="auto"/>
            <w:hideMark/>
          </w:tcPr>
          <w:p w:rsidR="00DA5E40" w:rsidRPr="008E7459" w:rsidRDefault="00DA5E40" w:rsidP="001A1F26">
            <w:pPr>
              <w:jc w:val="both"/>
              <w:rPr>
                <w:rFonts w:ascii="Arial" w:hAnsi="Arial" w:cs="Arial"/>
                <w:sz w:val="20"/>
                <w:szCs w:val="20"/>
              </w:rPr>
            </w:pPr>
            <w:r w:rsidRPr="008E7459">
              <w:rPr>
                <w:rFonts w:ascii="Arial" w:hAnsi="Arial" w:cs="Arial"/>
                <w:sz w:val="20"/>
                <w:szCs w:val="20"/>
              </w:rPr>
              <w:t>Proportion of student withdrawals, by Indigenous status, 2012 (</w:t>
            </w:r>
            <w:r w:rsidR="00781B70" w:rsidRPr="008E7459">
              <w:rPr>
                <w:rFonts w:ascii="Arial" w:hAnsi="Arial" w:cs="Arial"/>
                <w:sz w:val="20"/>
                <w:szCs w:val="20"/>
              </w:rPr>
              <w:t>per cent</w:t>
            </w:r>
            <w:r w:rsidRPr="008E7459">
              <w:rPr>
                <w:rFonts w:ascii="Arial" w:hAnsi="Arial" w:cs="Arial"/>
                <w:sz w:val="20"/>
                <w:szCs w:val="20"/>
              </w:rPr>
              <w:t>)</w:t>
            </w:r>
          </w:p>
        </w:tc>
      </w:tr>
    </w:tbl>
    <w:p w:rsidR="007F46A7" w:rsidRPr="008E7459" w:rsidRDefault="007F46A7" w:rsidP="007F46A7">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46A7" w:rsidRPr="008E7459" w:rsidTr="001A1F26">
        <w:tc>
          <w:tcPr>
            <w:tcW w:w="8771" w:type="dxa"/>
            <w:tcBorders>
              <w:top w:val="single" w:sz="6" w:space="0" w:color="auto"/>
              <w:bottom w:val="nil"/>
            </w:tcBorders>
          </w:tcPr>
          <w:p w:rsidR="007F46A7" w:rsidRPr="008E7459" w:rsidRDefault="007F46A7" w:rsidP="001A1F26">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23</w:t>
            </w:r>
            <w:r w:rsidRPr="008E7459">
              <w:rPr>
                <w:b w:val="0"/>
              </w:rPr>
              <w:fldChar w:fldCharType="end"/>
            </w:r>
            <w:r w:rsidRPr="008E7459">
              <w:tab/>
              <w:t>Comment on data quality</w:t>
            </w:r>
            <w:r w:rsidR="001E36DD" w:rsidRPr="008E7459">
              <w:t xml:space="preserve"> (measure 6b)</w:t>
            </w:r>
          </w:p>
        </w:tc>
      </w:tr>
      <w:tr w:rsidR="007F46A7" w:rsidRPr="008E7459" w:rsidTr="001A1F26">
        <w:tc>
          <w:tcPr>
            <w:tcW w:w="8771" w:type="dxa"/>
            <w:tcBorders>
              <w:top w:val="nil"/>
              <w:left w:val="single" w:sz="6" w:space="0" w:color="auto"/>
              <w:bottom w:val="nil"/>
              <w:right w:val="single" w:sz="6" w:space="0" w:color="auto"/>
            </w:tcBorders>
          </w:tcPr>
          <w:p w:rsidR="007F46A7" w:rsidRPr="008E7459" w:rsidRDefault="007F46A7" w:rsidP="007F46A7">
            <w:pPr>
              <w:pStyle w:val="Box"/>
            </w:pPr>
            <w:r w:rsidRPr="008E7459">
              <w:t>The DQS for this indicator has been prepared by ACARA and is included in its original form in the section in this report title ‘Data Quality Statements’. Key points from the DQS are summarised below.</w:t>
            </w:r>
          </w:p>
          <w:p w:rsidR="00621A40" w:rsidRPr="008E7459" w:rsidRDefault="00621A40" w:rsidP="0036594B">
            <w:pPr>
              <w:pStyle w:val="BoxListBullet"/>
            </w:pPr>
            <w:r w:rsidRPr="008E7459">
              <w:t>The data provide relevant information on the participation of year 3, 5, 7 and 9 students in national testing for the learning domains of reading, writing and numeracy.</w:t>
            </w:r>
          </w:p>
          <w:p w:rsidR="00621A40" w:rsidRPr="008E7459" w:rsidRDefault="00621A40" w:rsidP="0036594B">
            <w:pPr>
              <w:pStyle w:val="BoxListBullet"/>
            </w:pPr>
            <w:r w:rsidRPr="008E7459">
              <w:t>Data are available by State and Territory by Indigenous status.</w:t>
            </w:r>
          </w:p>
          <w:p w:rsidR="007F46A7" w:rsidRPr="008E7459" w:rsidRDefault="007F46A7" w:rsidP="0036594B">
            <w:pPr>
              <w:pStyle w:val="BoxListBullet"/>
            </w:pPr>
            <w:r w:rsidRPr="008E7459">
              <w:t>All data are collected annually. The most recent data available are for 2012.</w:t>
            </w:r>
          </w:p>
          <w:p w:rsidR="007F46A7" w:rsidRPr="008E7459" w:rsidRDefault="007F46A7" w:rsidP="0036594B">
            <w:pPr>
              <w:pStyle w:val="BoxListBullet"/>
            </w:pPr>
            <w:r w:rsidRPr="008E7459">
              <w:t>Students are classified in four ways: assessed, exempt, absent and withdrawn. Exempt students are not assessed and are deemed not to have met the national minimum standard. Absent and withdrawn students are not assessed and are not included in the calculation. Data are provided on the proportion</w:t>
            </w:r>
            <w:r w:rsidR="00261A7B" w:rsidRPr="008E7459">
              <w:t>s</w:t>
            </w:r>
            <w:r w:rsidRPr="008E7459">
              <w:t xml:space="preserve"> of students who were exempt, absent and withdrawn.</w:t>
            </w:r>
          </w:p>
          <w:p w:rsidR="007F46A7" w:rsidRPr="008E7459" w:rsidRDefault="007F46A7" w:rsidP="0036594B">
            <w:pPr>
              <w:pStyle w:val="BoxListBullet"/>
            </w:pPr>
            <w:r w:rsidRPr="008E7459">
              <w:t>Detailed explanatory notes are publicly available to assist in the interpretation</w:t>
            </w:r>
            <w:r w:rsidR="00295095" w:rsidRPr="008E7459">
              <w:t>.</w:t>
            </w:r>
          </w:p>
          <w:p w:rsidR="007F46A7" w:rsidRPr="008E7459" w:rsidRDefault="007F46A7" w:rsidP="0036594B">
            <w:pPr>
              <w:pStyle w:val="BoxListBullet"/>
            </w:pPr>
            <w:r w:rsidRPr="008E7459">
              <w:t xml:space="preserve">Additional data from the data source are available </w:t>
            </w:r>
            <w:r w:rsidR="006B5708" w:rsidRPr="008E7459">
              <w:t>online</w:t>
            </w:r>
            <w:r w:rsidRPr="008E7459">
              <w:t>.</w:t>
            </w:r>
          </w:p>
          <w:p w:rsidR="007F46A7" w:rsidRPr="008E7459" w:rsidRDefault="00621A40" w:rsidP="00C91752">
            <w:pPr>
              <w:pStyle w:val="Box"/>
            </w:pPr>
            <w:r w:rsidRPr="008E7459">
              <w:t>The Steering Committee has no further issues for noting with this measure.</w:t>
            </w:r>
          </w:p>
        </w:tc>
      </w:tr>
      <w:tr w:rsidR="007F46A7" w:rsidRPr="008E7459" w:rsidTr="001A1F26">
        <w:tc>
          <w:tcPr>
            <w:tcW w:w="8771" w:type="dxa"/>
            <w:tcBorders>
              <w:top w:val="nil"/>
              <w:left w:val="single" w:sz="6" w:space="0" w:color="auto"/>
              <w:bottom w:val="single" w:sz="6" w:space="0" w:color="auto"/>
              <w:right w:val="single" w:sz="6" w:space="0" w:color="auto"/>
            </w:tcBorders>
          </w:tcPr>
          <w:p w:rsidR="007F46A7" w:rsidRPr="008E7459" w:rsidRDefault="007F46A7" w:rsidP="001A1F26">
            <w:pPr>
              <w:pStyle w:val="Box"/>
              <w:spacing w:before="0" w:line="120" w:lineRule="exact"/>
            </w:pPr>
          </w:p>
        </w:tc>
      </w:tr>
      <w:tr w:rsidR="007F46A7" w:rsidRPr="008E7459" w:rsidTr="001A1F26">
        <w:tc>
          <w:tcPr>
            <w:tcW w:w="8771" w:type="dxa"/>
            <w:tcBorders>
              <w:top w:val="nil"/>
              <w:left w:val="nil"/>
              <w:bottom w:val="nil"/>
              <w:right w:val="nil"/>
            </w:tcBorders>
          </w:tcPr>
          <w:p w:rsidR="007F46A7" w:rsidRPr="008E7459" w:rsidRDefault="007F46A7" w:rsidP="001A1F26">
            <w:pPr>
              <w:pStyle w:val="Box"/>
              <w:keepNext w:val="0"/>
              <w:spacing w:before="60" w:after="60" w:line="80" w:lineRule="exact"/>
              <w:rPr>
                <w:b/>
                <w:sz w:val="14"/>
              </w:rPr>
            </w:pPr>
          </w:p>
        </w:tc>
      </w:tr>
    </w:tbl>
    <w:p w:rsidR="0026369A" w:rsidRPr="008E7459" w:rsidRDefault="0026369A" w:rsidP="00680E60">
      <w:pPr>
        <w:pStyle w:val="Heading3"/>
        <w:spacing w:before="0" w:line="240" w:lineRule="auto"/>
      </w:pPr>
      <w:r w:rsidRPr="008E7459">
        <w:br w:type="page"/>
      </w:r>
      <w:bookmarkStart w:id="35" w:name="_Ref322529367"/>
      <w:r w:rsidR="009427DB" w:rsidRPr="008E7459">
        <w:lastRenderedPageBreak/>
        <w:t>NEA</w:t>
      </w:r>
      <w:r w:rsidRPr="008E7459">
        <w:t xml:space="preserve"> I</w:t>
      </w:r>
      <w:r w:rsidR="00E80495" w:rsidRPr="008E7459">
        <w:t>ndicator 7 —</w:t>
      </w:r>
      <w:r w:rsidRPr="008E7459">
        <w:t xml:space="preserve"> </w:t>
      </w:r>
      <w:bookmarkEnd w:id="35"/>
      <w:r w:rsidR="00A136FB" w:rsidRPr="008E7459">
        <w:t>Attendance rates year 1 to year 10</w:t>
      </w:r>
    </w:p>
    <w:p w:rsidR="009427DB" w:rsidRPr="008E7459" w:rsidRDefault="009427DB" w:rsidP="009427DB">
      <w:pPr>
        <w:pStyle w:val="BodyText"/>
        <w:keepNext/>
      </w:pPr>
      <w:r w:rsidRPr="008E7459">
        <w:t>[This indicator relates directly to PI 13 in the NIRA and PI 1 in the NEA]</w:t>
      </w:r>
    </w:p>
    <w:p w:rsidR="00847A99" w:rsidRPr="008E7459" w:rsidRDefault="00847A99" w:rsidP="00847A99">
      <w:pPr>
        <w:pStyle w:val="BoxSpace"/>
      </w:pPr>
    </w:p>
    <w:tbl>
      <w:tblPr>
        <w:tblW w:w="8789" w:type="dxa"/>
        <w:tblInd w:w="108" w:type="dxa"/>
        <w:tblLook w:val="01E0" w:firstRow="1" w:lastRow="1" w:firstColumn="1" w:lastColumn="1" w:noHBand="0" w:noVBand="0"/>
      </w:tblPr>
      <w:tblGrid>
        <w:gridCol w:w="1985"/>
        <w:gridCol w:w="6804"/>
      </w:tblGrid>
      <w:tr w:rsidR="00A136FB" w:rsidRPr="008E7459" w:rsidTr="00A136FB">
        <w:trPr>
          <w:trHeight w:val="682"/>
        </w:trPr>
        <w:tc>
          <w:tcPr>
            <w:tcW w:w="1985" w:type="dxa"/>
          </w:tcPr>
          <w:p w:rsidR="0026369A" w:rsidRPr="008E7459" w:rsidRDefault="0026369A" w:rsidP="0026369A">
            <w:pPr>
              <w:pStyle w:val="TableBodyText"/>
              <w:ind w:left="-108"/>
              <w:jc w:val="left"/>
            </w:pPr>
            <w:r w:rsidRPr="008E7459">
              <w:t>Key amendments from previous cycle</w:t>
            </w:r>
            <w:r w:rsidR="00A136FB" w:rsidRPr="008E7459">
              <w:t xml:space="preserve"> of reporting</w:t>
            </w:r>
            <w:r w:rsidRPr="008E7459">
              <w:t>:</w:t>
            </w:r>
          </w:p>
          <w:p w:rsidR="0026369A" w:rsidRPr="008E7459" w:rsidRDefault="0026369A" w:rsidP="0026369A">
            <w:pPr>
              <w:pStyle w:val="TableBodyText"/>
              <w:ind w:left="34"/>
              <w:jc w:val="left"/>
            </w:pPr>
          </w:p>
        </w:tc>
        <w:tc>
          <w:tcPr>
            <w:tcW w:w="6804" w:type="dxa"/>
          </w:tcPr>
          <w:p w:rsidR="0026369A" w:rsidRPr="008E7459" w:rsidRDefault="00C1123A" w:rsidP="00C1123A">
            <w:pPr>
              <w:pStyle w:val="TableBodyText"/>
              <w:jc w:val="left"/>
            </w:pPr>
            <w:r w:rsidRPr="008E7459">
              <w:t>This indicator is based on indicator 12 in the old NEA</w:t>
            </w:r>
            <w:r w:rsidR="00A136FB" w:rsidRPr="008E7459">
              <w:t>. There is no change to the individual measures or data.</w:t>
            </w:r>
          </w:p>
        </w:tc>
      </w:tr>
      <w:tr w:rsidR="00A136FB" w:rsidRPr="008E7459" w:rsidTr="001333E1">
        <w:trPr>
          <w:trHeight w:val="1234"/>
        </w:trPr>
        <w:tc>
          <w:tcPr>
            <w:tcW w:w="1985" w:type="dxa"/>
          </w:tcPr>
          <w:p w:rsidR="0026369A" w:rsidRPr="008E7459" w:rsidRDefault="00A136FB" w:rsidP="00A136FB">
            <w:pPr>
              <w:pStyle w:val="TableBodyText"/>
              <w:ind w:left="-113"/>
              <w:jc w:val="left"/>
            </w:pPr>
            <w:r w:rsidRPr="008E7459">
              <w:t>Outcomes</w:t>
            </w:r>
            <w:r w:rsidR="0026369A" w:rsidRPr="008E7459">
              <w:t>:</w:t>
            </w:r>
          </w:p>
        </w:tc>
        <w:tc>
          <w:tcPr>
            <w:tcW w:w="6804" w:type="dxa"/>
          </w:tcPr>
          <w:p w:rsidR="00A136FB" w:rsidRPr="008E7459" w:rsidRDefault="00A136FB" w:rsidP="00026F67">
            <w:pPr>
              <w:pStyle w:val="TableBodyText"/>
              <w:jc w:val="left"/>
            </w:pPr>
            <w:r w:rsidRPr="008E7459">
              <w:t>All children are engaged in and benefiting from schooling.</w:t>
            </w:r>
          </w:p>
          <w:p w:rsidR="00A136FB" w:rsidRPr="008E7459" w:rsidRDefault="00A136FB" w:rsidP="00026F67">
            <w:pPr>
              <w:pStyle w:val="TableBodyText"/>
              <w:jc w:val="left"/>
            </w:pPr>
          </w:p>
          <w:p w:rsidR="0026369A" w:rsidRPr="008E7459" w:rsidRDefault="00A136FB" w:rsidP="00026F67">
            <w:pPr>
              <w:pStyle w:val="TableBodyText"/>
              <w:jc w:val="left"/>
            </w:pPr>
            <w:r w:rsidRPr="008E7459">
              <w:t>Schooling promotes the social inclusion and reduces the educational disadvantage of children, especially Indigenous children.</w:t>
            </w:r>
          </w:p>
        </w:tc>
      </w:tr>
      <w:tr w:rsidR="00A136FB" w:rsidRPr="008E7459" w:rsidTr="001333E1">
        <w:trPr>
          <w:trHeight w:val="2130"/>
        </w:trPr>
        <w:tc>
          <w:tcPr>
            <w:tcW w:w="1985" w:type="dxa"/>
          </w:tcPr>
          <w:p w:rsidR="00A136FB" w:rsidRPr="008E7459" w:rsidRDefault="00A136FB" w:rsidP="00A136FB">
            <w:pPr>
              <w:pStyle w:val="TableBodyText"/>
              <w:jc w:val="left"/>
            </w:pPr>
            <w:r w:rsidRPr="008E7459">
              <w:t>Measure:</w:t>
            </w:r>
          </w:p>
          <w:p w:rsidR="00A136FB" w:rsidRPr="008E7459" w:rsidRDefault="00A136FB" w:rsidP="00A136FB">
            <w:pPr>
              <w:pStyle w:val="TableBodyText"/>
              <w:jc w:val="left"/>
            </w:pPr>
          </w:p>
        </w:tc>
        <w:tc>
          <w:tcPr>
            <w:tcW w:w="6804" w:type="dxa"/>
          </w:tcPr>
          <w:p w:rsidR="00A136FB" w:rsidRPr="008E7459" w:rsidRDefault="00A136FB" w:rsidP="00026F67">
            <w:pPr>
              <w:autoSpaceDE w:val="0"/>
              <w:autoSpaceDN w:val="0"/>
              <w:adjustRightInd w:val="0"/>
              <w:rPr>
                <w:rFonts w:ascii="ArialMT" w:hAnsi="ArialMT" w:cs="ArialMT"/>
                <w:sz w:val="20"/>
                <w:szCs w:val="20"/>
              </w:rPr>
            </w:pPr>
            <w:r w:rsidRPr="008E7459">
              <w:rPr>
                <w:rFonts w:ascii="ArialMT" w:hAnsi="ArialMT" w:cs="ArialMT"/>
                <w:sz w:val="20"/>
                <w:szCs w:val="20"/>
              </w:rPr>
              <w:t>The measure is defined as follows:</w:t>
            </w:r>
          </w:p>
          <w:p w:rsidR="00A136FB" w:rsidRPr="008E7459" w:rsidRDefault="00791519" w:rsidP="00AA187A">
            <w:pPr>
              <w:pStyle w:val="TableBullet"/>
              <w:numPr>
                <w:ilvl w:val="0"/>
                <w:numId w:val="24"/>
              </w:numPr>
              <w:rPr>
                <w:rFonts w:ascii="ArialMT" w:hAnsi="ArialMT" w:cs="ArialMT"/>
              </w:rPr>
            </w:pPr>
            <w:r w:rsidRPr="008E7459">
              <w:rPr>
                <w:rFonts w:ascii="ArialMT" w:hAnsi="ArialMT" w:cs="ArialMT"/>
                <w:i/>
              </w:rPr>
              <w:t xml:space="preserve">numerator — </w:t>
            </w:r>
            <w:r w:rsidR="00A136FB" w:rsidRPr="008E7459">
              <w:rPr>
                <w:rFonts w:ascii="ArialMT" w:hAnsi="ArialMT" w:cs="ArialMT"/>
              </w:rPr>
              <w:t>aggregate number of actual days in attendance in the collection period, for children in years 1–10 (children enrolled full time only), by Indigenous status</w:t>
            </w:r>
          </w:p>
          <w:p w:rsidR="00A136FB" w:rsidRPr="008E7459" w:rsidRDefault="00791519" w:rsidP="00AA187A">
            <w:pPr>
              <w:pStyle w:val="TableBullet"/>
              <w:numPr>
                <w:ilvl w:val="0"/>
                <w:numId w:val="24"/>
              </w:numPr>
              <w:rPr>
                <w:rFonts w:ascii="ArialMT" w:hAnsi="ArialMT" w:cs="ArialMT"/>
              </w:rPr>
            </w:pPr>
            <w:r w:rsidRPr="008E7459">
              <w:rPr>
                <w:rFonts w:ascii="ArialMT" w:hAnsi="ArialMT" w:cs="ArialMT"/>
                <w:i/>
              </w:rPr>
              <w:t xml:space="preserve">denominator — </w:t>
            </w:r>
            <w:r w:rsidR="00A136FB" w:rsidRPr="008E7459">
              <w:rPr>
                <w:rFonts w:ascii="ArialMT" w:hAnsi="ArialMT" w:cs="ArialMT"/>
              </w:rPr>
              <w:t>aggregate number of possible days for attendance in the collection period, for children in years 1–10 (children enrolled full time only), by Indigenous status</w:t>
            </w:r>
          </w:p>
          <w:p w:rsidR="00A136FB" w:rsidRPr="008E7459" w:rsidRDefault="00A136FB" w:rsidP="00026F67">
            <w:pPr>
              <w:pStyle w:val="TableBodyText"/>
              <w:jc w:val="left"/>
            </w:pPr>
            <w:r w:rsidRPr="008E7459">
              <w:rPr>
                <w:rFonts w:ascii="ArialMT" w:hAnsi="ArialMT" w:cs="ArialMT"/>
              </w:rPr>
              <w:t xml:space="preserve">and is expressed as a </w:t>
            </w:r>
            <w:r w:rsidRPr="008E7459">
              <w:rPr>
                <w:rFonts w:ascii="ArialMT" w:hAnsi="ArialMT" w:cs="ArialMT"/>
                <w:i/>
              </w:rPr>
              <w:t xml:space="preserve">rate </w:t>
            </w:r>
            <w:r w:rsidRPr="008E7459">
              <w:rPr>
                <w:i/>
              </w:rPr>
              <w:t>per 100 possible days of attendance</w:t>
            </w:r>
          </w:p>
        </w:tc>
      </w:tr>
      <w:tr w:rsidR="00A136FB" w:rsidRPr="008E7459" w:rsidTr="00A136FB">
        <w:tc>
          <w:tcPr>
            <w:tcW w:w="1985" w:type="dxa"/>
          </w:tcPr>
          <w:p w:rsidR="00A136FB" w:rsidRPr="008E7459" w:rsidRDefault="00A136FB" w:rsidP="00A136FB">
            <w:pPr>
              <w:pStyle w:val="TableBodyText"/>
              <w:jc w:val="left"/>
            </w:pPr>
            <w:r w:rsidRPr="008E7459">
              <w:t>Data source:</w:t>
            </w:r>
          </w:p>
          <w:p w:rsidR="00A136FB" w:rsidRPr="008E7459" w:rsidRDefault="00A136FB" w:rsidP="00A136FB">
            <w:pPr>
              <w:pStyle w:val="TableBodyText"/>
              <w:jc w:val="left"/>
            </w:pPr>
          </w:p>
        </w:tc>
        <w:tc>
          <w:tcPr>
            <w:tcW w:w="6804" w:type="dxa"/>
          </w:tcPr>
          <w:p w:rsidR="00A136FB" w:rsidRPr="008E7459" w:rsidRDefault="00A136FB" w:rsidP="00026F67">
            <w:pPr>
              <w:autoSpaceDE w:val="0"/>
              <w:autoSpaceDN w:val="0"/>
              <w:adjustRightInd w:val="0"/>
              <w:rPr>
                <w:rStyle w:val="TableBodyTextChar"/>
                <w:sz w:val="20"/>
                <w:szCs w:val="20"/>
              </w:rPr>
            </w:pPr>
            <w:r w:rsidRPr="008E7459">
              <w:rPr>
                <w:rFonts w:ascii="ArialMT" w:hAnsi="ArialMT" w:cs="ArialMT"/>
                <w:sz w:val="20"/>
                <w:szCs w:val="20"/>
                <w:u w:val="single"/>
              </w:rPr>
              <w:t>National Schools Attendance Collection</w:t>
            </w:r>
            <w:r w:rsidRPr="008E7459">
              <w:rPr>
                <w:rFonts w:ascii="ArialMT" w:hAnsi="ArialMT" w:cs="ArialMT"/>
                <w:sz w:val="20"/>
                <w:szCs w:val="20"/>
              </w:rPr>
              <w:t xml:space="preserve"> (NSAC) data. Data are available annually</w:t>
            </w:r>
          </w:p>
          <w:p w:rsidR="00A136FB" w:rsidRPr="008E7459" w:rsidRDefault="00A136FB" w:rsidP="00026F67">
            <w:pPr>
              <w:pStyle w:val="TableBodyText"/>
              <w:jc w:val="left"/>
            </w:pPr>
          </w:p>
        </w:tc>
      </w:tr>
      <w:tr w:rsidR="00A136FB" w:rsidRPr="008E7459" w:rsidTr="00A136FB">
        <w:tc>
          <w:tcPr>
            <w:tcW w:w="1985" w:type="dxa"/>
          </w:tcPr>
          <w:p w:rsidR="00A136FB" w:rsidRPr="008E7459" w:rsidRDefault="00A136FB" w:rsidP="00A136FB">
            <w:pPr>
              <w:pStyle w:val="TableBodyText"/>
              <w:jc w:val="left"/>
            </w:pPr>
            <w:r w:rsidRPr="008E7459">
              <w:t>Data provider:</w:t>
            </w:r>
          </w:p>
          <w:p w:rsidR="00A136FB" w:rsidRPr="008E7459" w:rsidRDefault="00A136FB" w:rsidP="00A136FB">
            <w:pPr>
              <w:pStyle w:val="TableBodyText"/>
              <w:jc w:val="left"/>
            </w:pPr>
          </w:p>
        </w:tc>
        <w:tc>
          <w:tcPr>
            <w:tcW w:w="6804" w:type="dxa"/>
          </w:tcPr>
          <w:p w:rsidR="00A136FB" w:rsidRPr="008E7459" w:rsidRDefault="00A136FB" w:rsidP="00026F67">
            <w:pPr>
              <w:pStyle w:val="TableBodyText"/>
              <w:jc w:val="left"/>
            </w:pPr>
            <w:r w:rsidRPr="008E7459">
              <w:t>ACARA</w:t>
            </w:r>
          </w:p>
        </w:tc>
      </w:tr>
      <w:tr w:rsidR="00A136FB" w:rsidRPr="008E7459" w:rsidTr="00A136FB">
        <w:tc>
          <w:tcPr>
            <w:tcW w:w="1985" w:type="dxa"/>
          </w:tcPr>
          <w:p w:rsidR="00A136FB" w:rsidRPr="008E7459" w:rsidRDefault="00A136FB" w:rsidP="00A136FB">
            <w:pPr>
              <w:pStyle w:val="TableBodyText"/>
              <w:jc w:val="left"/>
            </w:pPr>
            <w:r w:rsidRPr="008E7459">
              <w:t>Data availability:</w:t>
            </w:r>
          </w:p>
          <w:p w:rsidR="00A136FB" w:rsidRPr="008E7459" w:rsidRDefault="00A136FB" w:rsidP="00A136FB">
            <w:pPr>
              <w:pStyle w:val="TableBodyText"/>
              <w:jc w:val="left"/>
            </w:pPr>
          </w:p>
        </w:tc>
        <w:tc>
          <w:tcPr>
            <w:tcW w:w="6804" w:type="dxa"/>
          </w:tcPr>
          <w:p w:rsidR="00A136FB" w:rsidRPr="008E7459" w:rsidRDefault="00A136FB" w:rsidP="00026F67">
            <w:pPr>
              <w:pStyle w:val="TableBodyText"/>
              <w:jc w:val="left"/>
            </w:pPr>
            <w:r w:rsidRPr="008E7459">
              <w:t>2012</w:t>
            </w:r>
          </w:p>
        </w:tc>
      </w:tr>
      <w:tr w:rsidR="00A136FB" w:rsidRPr="008E7459" w:rsidTr="00A136FB">
        <w:tc>
          <w:tcPr>
            <w:tcW w:w="1985" w:type="dxa"/>
          </w:tcPr>
          <w:p w:rsidR="00A136FB" w:rsidRPr="008E7459" w:rsidRDefault="00A136FB" w:rsidP="00A136FB">
            <w:pPr>
              <w:pStyle w:val="TableBodyText"/>
              <w:jc w:val="left"/>
            </w:pPr>
            <w:r w:rsidRPr="008E7459">
              <w:t>Cross tabulations provided:</w:t>
            </w:r>
          </w:p>
          <w:p w:rsidR="00A136FB" w:rsidRPr="008E7459" w:rsidRDefault="00A136FB" w:rsidP="00A136FB">
            <w:pPr>
              <w:pStyle w:val="TableBodyText"/>
              <w:jc w:val="left"/>
            </w:pPr>
          </w:p>
        </w:tc>
        <w:tc>
          <w:tcPr>
            <w:tcW w:w="6804" w:type="dxa"/>
          </w:tcPr>
          <w:p w:rsidR="00A136FB" w:rsidRPr="008E7459" w:rsidRDefault="00A136FB" w:rsidP="00026F67">
            <w:pPr>
              <w:pStyle w:val="TableBodyText"/>
              <w:jc w:val="left"/>
              <w:rPr>
                <w:rFonts w:ascii="Arial-ItalicMT" w:hAnsi="Arial-ItalicMT" w:cs="Arial-ItalicMT"/>
                <w:iCs/>
              </w:rPr>
            </w:pPr>
            <w:r w:rsidRPr="008E7459">
              <w:rPr>
                <w:rFonts w:ascii="Arial-ItalicMT" w:hAnsi="Arial-ItalicMT" w:cs="Arial-ItalicMT"/>
                <w:iCs/>
              </w:rPr>
              <w:t>State and Territory, by school sector, by year level, by</w:t>
            </w:r>
          </w:p>
          <w:p w:rsidR="00A136FB" w:rsidRPr="008E7459" w:rsidRDefault="00A136FB" w:rsidP="00AA187A">
            <w:pPr>
              <w:pStyle w:val="TableBullet"/>
              <w:numPr>
                <w:ilvl w:val="0"/>
                <w:numId w:val="24"/>
              </w:numPr>
            </w:pPr>
            <w:r w:rsidRPr="008E7459">
              <w:rPr>
                <w:rFonts w:ascii="ArialMT" w:hAnsi="ArialMT" w:cs="ArialMT"/>
              </w:rPr>
              <w:t xml:space="preserve"> Indigenous status</w:t>
            </w:r>
          </w:p>
        </w:tc>
      </w:tr>
    </w:tbl>
    <w:p w:rsidR="0026369A" w:rsidRPr="008E7459"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26369A">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24</w:t>
            </w:r>
            <w:r w:rsidRPr="008E7459">
              <w:rPr>
                <w:b w:val="0"/>
              </w:rPr>
              <w:fldChar w:fldCharType="end"/>
            </w:r>
            <w:r w:rsidRPr="008E7459">
              <w:tab/>
              <w:t>Results</w:t>
            </w:r>
          </w:p>
        </w:tc>
      </w:tr>
      <w:tr w:rsidR="0026369A" w:rsidRPr="008E7459" w:rsidTr="0026369A">
        <w:trPr>
          <w:cantSplit/>
        </w:trPr>
        <w:tc>
          <w:tcPr>
            <w:tcW w:w="8771" w:type="dxa"/>
            <w:tcBorders>
              <w:top w:val="nil"/>
              <w:left w:val="single" w:sz="4" w:space="0" w:color="auto"/>
              <w:bottom w:val="nil"/>
              <w:right w:val="single" w:sz="4" w:space="0" w:color="auto"/>
            </w:tcBorders>
          </w:tcPr>
          <w:p w:rsidR="008219B9" w:rsidRPr="008E7459" w:rsidRDefault="008219B9" w:rsidP="00C91752">
            <w:pPr>
              <w:pStyle w:val="Box"/>
            </w:pPr>
            <w:r w:rsidRPr="008E7459">
              <w:t xml:space="preserve">For this report, new data for this indicator are available for 2012. </w:t>
            </w:r>
          </w:p>
          <w:p w:rsidR="008219B9" w:rsidRPr="008E7459" w:rsidRDefault="008219B9" w:rsidP="0036594B">
            <w:pPr>
              <w:pStyle w:val="BoxListBullet"/>
            </w:pPr>
            <w:r w:rsidRPr="008E7459">
              <w:t>Data on the rate of school attendance are presented by State and Territory by Indigenous status in tables NEA.1.4–6</w:t>
            </w:r>
            <w:r w:rsidR="00E61924" w:rsidRPr="008E7459">
              <w:t>.</w:t>
            </w:r>
          </w:p>
          <w:p w:rsidR="00552D57" w:rsidRPr="008E7459" w:rsidRDefault="008870D7" w:rsidP="008870D7">
            <w:pPr>
              <w:pStyle w:val="Box"/>
            </w:pPr>
            <w:r w:rsidRPr="008E7459">
              <w:t>Data for 2011 are available in the 2011 NEA performance report. Data for 2010, 2009 and 2008 data are available in the</w:t>
            </w:r>
            <w:r w:rsidR="00781B70" w:rsidRPr="008E7459">
              <w:t xml:space="preserve"> </w:t>
            </w:r>
            <w:r w:rsidRPr="008E7459">
              <w:t>2010 NEA performance report and 2007 data are available from the 2009 NEA performance report.</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FB6B7D" w:rsidRPr="008E7459" w:rsidRDefault="00FB6B7D" w:rsidP="00EC3ECE">
      <w:pPr>
        <w:pStyle w:val="BodyText"/>
      </w:pPr>
    </w:p>
    <w:p w:rsidR="00FB6B7D" w:rsidRPr="008E7459" w:rsidRDefault="00FB6B7D" w:rsidP="00FB6B7D">
      <w:pPr>
        <w:pStyle w:val="BodyText"/>
        <w:rPr>
          <w:rFonts w:ascii="Arial" w:hAnsi="Arial"/>
          <w:sz w:val="24"/>
        </w:rPr>
      </w:pPr>
      <w:r w:rsidRPr="008E7459">
        <w:br w:type="page"/>
      </w:r>
    </w:p>
    <w:p w:rsidR="0026369A" w:rsidRPr="008E7459" w:rsidRDefault="0026369A" w:rsidP="0026369A">
      <w:pPr>
        <w:pStyle w:val="Heading4"/>
        <w:spacing w:after="120"/>
      </w:pPr>
      <w:r w:rsidRPr="008E7459">
        <w:lastRenderedPageBreak/>
        <w:t>Attachment table</w:t>
      </w:r>
      <w:r w:rsidR="000F0C9C" w:rsidRPr="008E7459">
        <w:t>s</w:t>
      </w:r>
    </w:p>
    <w:tbl>
      <w:tblPr>
        <w:tblStyle w:val="TableGrid"/>
        <w:tblW w:w="0" w:type="auto"/>
        <w:tblInd w:w="137" w:type="dxa"/>
        <w:tblLook w:val="04A0" w:firstRow="1" w:lastRow="0" w:firstColumn="1" w:lastColumn="0" w:noHBand="0" w:noVBand="1"/>
      </w:tblPr>
      <w:tblGrid>
        <w:gridCol w:w="1843"/>
        <w:gridCol w:w="6946"/>
      </w:tblGrid>
      <w:tr w:rsidR="00D63FC8" w:rsidRPr="008E7459" w:rsidTr="007D5D0C">
        <w:trPr>
          <w:trHeight w:val="601"/>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NEA.1.4</w:t>
            </w:r>
          </w:p>
        </w:tc>
        <w:tc>
          <w:tcPr>
            <w:tcW w:w="6946"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Student attendance rates, government schools, by Indigenous status, 2012 (</w:t>
            </w:r>
            <w:r w:rsidR="00781B70" w:rsidRPr="008E7459">
              <w:rPr>
                <w:rFonts w:ascii="Arial" w:hAnsi="Arial" w:cs="Arial"/>
                <w:sz w:val="20"/>
                <w:szCs w:val="20"/>
              </w:rPr>
              <w:t>per cent</w:t>
            </w:r>
            <w:r w:rsidRPr="008E7459">
              <w:rPr>
                <w:rFonts w:ascii="Arial" w:hAnsi="Arial" w:cs="Arial"/>
                <w:sz w:val="20"/>
                <w:szCs w:val="20"/>
              </w:rPr>
              <w:t>)</w:t>
            </w:r>
          </w:p>
        </w:tc>
      </w:tr>
      <w:tr w:rsidR="00D63FC8" w:rsidRPr="008E7459" w:rsidTr="007D5D0C">
        <w:trPr>
          <w:trHeight w:val="601"/>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NEA.1.5</w:t>
            </w:r>
          </w:p>
        </w:tc>
        <w:tc>
          <w:tcPr>
            <w:tcW w:w="6946"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Student attendance rates, independent schools, by Indigenous status, 2012 (</w:t>
            </w:r>
            <w:r w:rsidR="00781B70" w:rsidRPr="008E7459">
              <w:rPr>
                <w:rFonts w:ascii="Arial" w:hAnsi="Arial" w:cs="Arial"/>
                <w:sz w:val="20"/>
                <w:szCs w:val="20"/>
              </w:rPr>
              <w:t>per cent</w:t>
            </w:r>
            <w:r w:rsidRPr="008E7459">
              <w:rPr>
                <w:rFonts w:ascii="Arial" w:hAnsi="Arial" w:cs="Arial"/>
                <w:sz w:val="20"/>
                <w:szCs w:val="20"/>
              </w:rPr>
              <w:t>)</w:t>
            </w:r>
          </w:p>
        </w:tc>
      </w:tr>
      <w:tr w:rsidR="00D63FC8" w:rsidRPr="008E7459" w:rsidTr="007D5D0C">
        <w:trPr>
          <w:trHeight w:val="567"/>
        </w:trPr>
        <w:tc>
          <w:tcPr>
            <w:tcW w:w="1843" w:type="dxa"/>
            <w:noWrap/>
            <w:hideMark/>
          </w:tcPr>
          <w:p w:rsidR="00D63FC8" w:rsidRPr="008E7459" w:rsidRDefault="00D63FC8" w:rsidP="00D63FC8">
            <w:pPr>
              <w:rPr>
                <w:rFonts w:ascii="Arial" w:hAnsi="Arial" w:cs="Arial"/>
                <w:b/>
                <w:bCs/>
                <w:sz w:val="20"/>
                <w:szCs w:val="20"/>
              </w:rPr>
            </w:pPr>
            <w:r w:rsidRPr="008E7459">
              <w:rPr>
                <w:rFonts w:ascii="Arial" w:hAnsi="Arial" w:cs="Arial"/>
                <w:b/>
                <w:bCs/>
                <w:sz w:val="20"/>
                <w:szCs w:val="20"/>
              </w:rPr>
              <w:t>Table NEA.1.6</w:t>
            </w:r>
          </w:p>
        </w:tc>
        <w:tc>
          <w:tcPr>
            <w:tcW w:w="6946" w:type="dxa"/>
            <w:hideMark/>
          </w:tcPr>
          <w:p w:rsidR="00D63FC8" w:rsidRPr="008E7459" w:rsidRDefault="00D63FC8" w:rsidP="00D63FC8">
            <w:pPr>
              <w:jc w:val="both"/>
              <w:rPr>
                <w:rFonts w:ascii="Arial" w:hAnsi="Arial" w:cs="Arial"/>
                <w:sz w:val="20"/>
                <w:szCs w:val="20"/>
              </w:rPr>
            </w:pPr>
            <w:r w:rsidRPr="008E7459">
              <w:rPr>
                <w:rFonts w:ascii="Arial" w:hAnsi="Arial" w:cs="Arial"/>
                <w:sz w:val="20"/>
                <w:szCs w:val="20"/>
              </w:rPr>
              <w:t>Student attendance rates, Catholic schools, by Indigenous status, 2012 (</w:t>
            </w:r>
            <w:r w:rsidR="00781B70" w:rsidRPr="008E7459">
              <w:rPr>
                <w:rFonts w:ascii="Arial" w:hAnsi="Arial" w:cs="Arial"/>
                <w:sz w:val="20"/>
                <w:szCs w:val="20"/>
              </w:rPr>
              <w:t>per cent</w:t>
            </w:r>
            <w:r w:rsidRPr="008E7459">
              <w:rPr>
                <w:rFonts w:ascii="Arial" w:hAnsi="Arial" w:cs="Arial"/>
                <w:sz w:val="20"/>
                <w:szCs w:val="20"/>
              </w:rPr>
              <w:t>)</w:t>
            </w:r>
          </w:p>
        </w:tc>
      </w:tr>
    </w:tbl>
    <w:p w:rsidR="0026369A" w:rsidRPr="008E7459"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26369A">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25</w:t>
            </w:r>
            <w:r w:rsidRPr="008E7459">
              <w:rPr>
                <w:b w:val="0"/>
              </w:rPr>
              <w:fldChar w:fldCharType="end"/>
            </w:r>
            <w:r w:rsidRPr="008E7459">
              <w:tab/>
              <w:t>Comment on data quality</w:t>
            </w:r>
          </w:p>
        </w:tc>
      </w:tr>
      <w:tr w:rsidR="0026369A" w:rsidRPr="008E7459" w:rsidTr="0026369A">
        <w:trPr>
          <w:cantSplit/>
        </w:trPr>
        <w:tc>
          <w:tcPr>
            <w:tcW w:w="8771" w:type="dxa"/>
            <w:tcBorders>
              <w:top w:val="nil"/>
              <w:left w:val="single" w:sz="4" w:space="0" w:color="auto"/>
              <w:bottom w:val="nil"/>
              <w:right w:val="single" w:sz="4" w:space="0" w:color="auto"/>
            </w:tcBorders>
          </w:tcPr>
          <w:p w:rsidR="0026369A" w:rsidRPr="008E7459" w:rsidRDefault="008219B9" w:rsidP="00C91752">
            <w:pPr>
              <w:pStyle w:val="Box"/>
            </w:pPr>
            <w:r w:rsidRPr="008E7459">
              <w:t>Details are included in the comment on data quality for NEA Indicator 1.</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26369A" w:rsidRPr="008E7459" w:rsidRDefault="0026369A" w:rsidP="00680E60">
      <w:pPr>
        <w:pStyle w:val="Heading3"/>
        <w:spacing w:before="0" w:line="240" w:lineRule="auto"/>
      </w:pPr>
      <w:r w:rsidRPr="008E7459">
        <w:br w:type="page"/>
      </w:r>
      <w:bookmarkStart w:id="36" w:name="_Ref322529388"/>
      <w:r w:rsidR="002B702C" w:rsidRPr="008E7459">
        <w:lastRenderedPageBreak/>
        <w:t>NEA</w:t>
      </w:r>
      <w:r w:rsidR="00E80495" w:rsidRPr="008E7459">
        <w:t xml:space="preserve"> Indicator 8 —</w:t>
      </w:r>
      <w:r w:rsidRPr="008E7459">
        <w:t xml:space="preserve"> </w:t>
      </w:r>
      <w:bookmarkEnd w:id="36"/>
      <w:r w:rsidR="00A32A9C" w:rsidRPr="008E7459">
        <w:t>Attainment of year 12 or equivalent</w:t>
      </w:r>
    </w:p>
    <w:p w:rsidR="00A32A9C" w:rsidRPr="008E7459" w:rsidRDefault="006D6871" w:rsidP="00A32A9C">
      <w:pPr>
        <w:pStyle w:val="BodyText"/>
      </w:pPr>
      <w:r w:rsidRPr="008E7459">
        <w:t>[This indicator relates to PI 12</w:t>
      </w:r>
      <w:r w:rsidR="00A32A9C" w:rsidRPr="008E7459">
        <w:t xml:space="preserve"> in the NIRA and PI 4 in the NEA]</w:t>
      </w:r>
    </w:p>
    <w:p w:rsidR="00A32A9C" w:rsidRPr="008E7459" w:rsidRDefault="00A32A9C" w:rsidP="00A32A9C">
      <w:pPr>
        <w:pStyle w:val="BoxSpace"/>
      </w:pPr>
    </w:p>
    <w:tbl>
      <w:tblPr>
        <w:tblW w:w="8789" w:type="dxa"/>
        <w:tblInd w:w="108" w:type="dxa"/>
        <w:tblLook w:val="01E0" w:firstRow="1" w:lastRow="1" w:firstColumn="1" w:lastColumn="1" w:noHBand="0" w:noVBand="0"/>
      </w:tblPr>
      <w:tblGrid>
        <w:gridCol w:w="1985"/>
        <w:gridCol w:w="6804"/>
      </w:tblGrid>
      <w:tr w:rsidR="00A32A9C" w:rsidRPr="008E7459" w:rsidTr="001333E1">
        <w:trPr>
          <w:trHeight w:val="919"/>
        </w:trPr>
        <w:tc>
          <w:tcPr>
            <w:tcW w:w="1985" w:type="dxa"/>
          </w:tcPr>
          <w:p w:rsidR="0026369A" w:rsidRPr="008E7459" w:rsidRDefault="00EB3F0E" w:rsidP="0026369A">
            <w:pPr>
              <w:pStyle w:val="TableBodyText"/>
              <w:ind w:left="34"/>
              <w:jc w:val="left"/>
            </w:pPr>
            <w:r w:rsidRPr="008E7459">
              <w:t>Key amendments from previous cycle of reporting:</w:t>
            </w:r>
          </w:p>
        </w:tc>
        <w:tc>
          <w:tcPr>
            <w:tcW w:w="6804" w:type="dxa"/>
          </w:tcPr>
          <w:p w:rsidR="0026369A" w:rsidRPr="008E7459" w:rsidRDefault="00C1123A" w:rsidP="00C1123A">
            <w:pPr>
              <w:pStyle w:val="TableBodyText"/>
              <w:jc w:val="left"/>
            </w:pPr>
            <w:r w:rsidRPr="008E7459">
              <w:t>This indicator is based on indicator 13 in the old NEA</w:t>
            </w:r>
            <w:r w:rsidR="00A32A9C" w:rsidRPr="008E7459">
              <w:t>. There is no change to the individual measures or data.</w:t>
            </w:r>
          </w:p>
        </w:tc>
      </w:tr>
      <w:tr w:rsidR="00A32A9C" w:rsidRPr="008E7459" w:rsidTr="00A32A9C">
        <w:tc>
          <w:tcPr>
            <w:tcW w:w="1985" w:type="dxa"/>
          </w:tcPr>
          <w:p w:rsidR="00A32A9C" w:rsidRPr="008E7459" w:rsidRDefault="00A32A9C" w:rsidP="00B11BED">
            <w:pPr>
              <w:pStyle w:val="TableBodyText"/>
              <w:keepNext w:val="0"/>
              <w:jc w:val="left"/>
            </w:pPr>
            <w:r w:rsidRPr="008E7459">
              <w:t>Outcomes:</w:t>
            </w:r>
          </w:p>
          <w:p w:rsidR="00A32A9C" w:rsidRPr="008E7459" w:rsidRDefault="00A32A9C" w:rsidP="00B11BED">
            <w:pPr>
              <w:pStyle w:val="TableBodyText"/>
              <w:keepNext w:val="0"/>
              <w:jc w:val="left"/>
            </w:pPr>
          </w:p>
        </w:tc>
        <w:tc>
          <w:tcPr>
            <w:tcW w:w="6804" w:type="dxa"/>
          </w:tcPr>
          <w:p w:rsidR="00A32A9C" w:rsidRPr="008E7459" w:rsidRDefault="00A32A9C" w:rsidP="00B11BED">
            <w:pPr>
              <w:pStyle w:val="TableBodyText"/>
              <w:keepNext w:val="0"/>
              <w:jc w:val="left"/>
            </w:pPr>
            <w:r w:rsidRPr="008E7459">
              <w:t>Young people make a successful transition from school to work and further study.</w:t>
            </w:r>
          </w:p>
          <w:p w:rsidR="00A32A9C" w:rsidRPr="008E7459" w:rsidRDefault="00A32A9C" w:rsidP="00B11BED">
            <w:pPr>
              <w:pStyle w:val="TableBodyText"/>
              <w:keepNext w:val="0"/>
              <w:jc w:val="left"/>
            </w:pPr>
          </w:p>
          <w:p w:rsidR="00A32A9C" w:rsidRPr="008E7459" w:rsidRDefault="00A32A9C" w:rsidP="00B11BED">
            <w:pPr>
              <w:pStyle w:val="TableBodyText"/>
              <w:keepNext w:val="0"/>
              <w:jc w:val="left"/>
            </w:pPr>
            <w:r w:rsidRPr="008E7459">
              <w:t xml:space="preserve">Schooling promotes the social inclusion and reduces the educational disadvantage of children, especially Indigenous children. </w:t>
            </w:r>
          </w:p>
          <w:p w:rsidR="00A32A9C" w:rsidRPr="008E7459" w:rsidRDefault="00A32A9C" w:rsidP="00B11BED">
            <w:pPr>
              <w:pStyle w:val="TableBodyText"/>
              <w:keepNext w:val="0"/>
              <w:jc w:val="left"/>
            </w:pPr>
          </w:p>
        </w:tc>
      </w:tr>
      <w:tr w:rsidR="00A32A9C" w:rsidRPr="008E7459" w:rsidTr="00A32A9C">
        <w:tc>
          <w:tcPr>
            <w:tcW w:w="1985" w:type="dxa"/>
          </w:tcPr>
          <w:p w:rsidR="00A32A9C" w:rsidRPr="008E7459" w:rsidRDefault="00A32A9C" w:rsidP="00B11BED">
            <w:pPr>
              <w:pStyle w:val="TableBodyText"/>
              <w:keepNext w:val="0"/>
              <w:jc w:val="left"/>
            </w:pPr>
            <w:r w:rsidRPr="008E7459">
              <w:t>Measures:</w:t>
            </w:r>
          </w:p>
        </w:tc>
        <w:tc>
          <w:tcPr>
            <w:tcW w:w="6804" w:type="dxa"/>
          </w:tcPr>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There are two measures for this indicator:</w:t>
            </w:r>
          </w:p>
          <w:p w:rsidR="00A32A9C" w:rsidRPr="008E7459" w:rsidRDefault="00A32A9C" w:rsidP="00B11BED">
            <w:pPr>
              <w:autoSpaceDE w:val="0"/>
              <w:autoSpaceDN w:val="0"/>
              <w:adjustRightInd w:val="0"/>
              <w:rPr>
                <w:rFonts w:ascii="Arial" w:hAnsi="Arial" w:cs="Arial"/>
                <w:sz w:val="20"/>
                <w:szCs w:val="20"/>
              </w:rPr>
            </w:pPr>
          </w:p>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Measure 8(a): Proportion of the 20−24 year old population having</w:t>
            </w:r>
          </w:p>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attained at least a Year 12 or equivalent or Australian Qualifications</w:t>
            </w:r>
          </w:p>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Framework (AQF) Certificate level II or above, by Indigenous status</w:t>
            </w:r>
          </w:p>
          <w:p w:rsidR="00A32A9C" w:rsidRPr="008E7459" w:rsidRDefault="00A32A9C" w:rsidP="00B11BED">
            <w:pPr>
              <w:pStyle w:val="TableBodyText"/>
              <w:keepNext w:val="0"/>
              <w:jc w:val="left"/>
              <w:rPr>
                <w:rFonts w:ascii="Symbol" w:hAnsi="Symbol" w:cs="Symbol"/>
                <w:sz w:val="18"/>
                <w:szCs w:val="18"/>
              </w:rPr>
            </w:pPr>
          </w:p>
          <w:p w:rsidR="00A32A9C" w:rsidRPr="008E7459" w:rsidRDefault="00A32A9C" w:rsidP="00B11BED">
            <w:pPr>
              <w:pStyle w:val="TableBodyText"/>
              <w:keepNext w:val="0"/>
              <w:jc w:val="left"/>
              <w:rPr>
                <w:rFonts w:cs="Arial"/>
              </w:rPr>
            </w:pPr>
            <w:r w:rsidRPr="008E7459">
              <w:rPr>
                <w:rFonts w:cs="Arial"/>
              </w:rPr>
              <w:t>Measure 8(b): Year 12 certification, by Indigenous status</w:t>
            </w:r>
          </w:p>
          <w:p w:rsidR="00A32A9C" w:rsidRPr="008E7459" w:rsidRDefault="00A32A9C" w:rsidP="00B11BED">
            <w:pPr>
              <w:pStyle w:val="TableBodyText"/>
              <w:keepNext w:val="0"/>
              <w:jc w:val="left"/>
            </w:pPr>
          </w:p>
        </w:tc>
      </w:tr>
      <w:tr w:rsidR="00A32A9C" w:rsidRPr="008E7459" w:rsidTr="00A32A9C">
        <w:tc>
          <w:tcPr>
            <w:tcW w:w="1985" w:type="dxa"/>
          </w:tcPr>
          <w:p w:rsidR="00A32A9C" w:rsidRPr="008E7459" w:rsidRDefault="00A32A9C" w:rsidP="00B11BED">
            <w:pPr>
              <w:pStyle w:val="TableBodyText"/>
              <w:keepNext w:val="0"/>
              <w:jc w:val="left"/>
            </w:pPr>
            <w:r w:rsidRPr="008E7459">
              <w:t>Measure 8(a):</w:t>
            </w:r>
          </w:p>
        </w:tc>
        <w:tc>
          <w:tcPr>
            <w:tcW w:w="6804" w:type="dxa"/>
          </w:tcPr>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Proportion of the 20–24 year old population having attained at least a</w:t>
            </w:r>
          </w:p>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Year 12 or equivalent or AQF Certificate II or above , by Indigenous status</w:t>
            </w:r>
          </w:p>
          <w:p w:rsidR="00A32A9C" w:rsidRPr="008E7459" w:rsidRDefault="00A32A9C" w:rsidP="00B11BED">
            <w:pPr>
              <w:autoSpaceDE w:val="0"/>
              <w:autoSpaceDN w:val="0"/>
              <w:adjustRightInd w:val="0"/>
              <w:rPr>
                <w:rFonts w:ascii="Arial" w:hAnsi="Arial" w:cs="Arial"/>
                <w:sz w:val="20"/>
                <w:szCs w:val="20"/>
              </w:rPr>
            </w:pPr>
          </w:p>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The measure is defined as:</w:t>
            </w:r>
          </w:p>
          <w:p w:rsidR="00A32A9C" w:rsidRPr="008E7459" w:rsidRDefault="00791519" w:rsidP="00AA187A">
            <w:pPr>
              <w:pStyle w:val="ListParagraph"/>
              <w:numPr>
                <w:ilvl w:val="0"/>
                <w:numId w:val="24"/>
              </w:numPr>
              <w:autoSpaceDE w:val="0"/>
              <w:autoSpaceDN w:val="0"/>
              <w:adjustRightInd w:val="0"/>
              <w:ind w:hanging="306"/>
              <w:rPr>
                <w:rFonts w:ascii="Arial" w:hAnsi="Arial" w:cs="Arial"/>
                <w:sz w:val="20"/>
                <w:szCs w:val="20"/>
              </w:rPr>
            </w:pPr>
            <w:r w:rsidRPr="008E7459">
              <w:rPr>
                <w:rFonts w:ascii="Arial" w:hAnsi="Arial" w:cs="Arial"/>
                <w:i/>
                <w:iCs/>
                <w:sz w:val="20"/>
                <w:szCs w:val="20"/>
              </w:rPr>
              <w:t xml:space="preserve">numerator — </w:t>
            </w:r>
            <w:r w:rsidR="00A32A9C" w:rsidRPr="008E7459">
              <w:rPr>
                <w:rFonts w:ascii="Arial" w:hAnsi="Arial" w:cs="Arial"/>
                <w:sz w:val="20"/>
                <w:szCs w:val="20"/>
              </w:rPr>
              <w:t>people aged 20–24 years who have completed year 12 or equivalent or whose level of highest non</w:t>
            </w:r>
            <w:r w:rsidR="00DE694D" w:rsidRPr="008E7459">
              <w:rPr>
                <w:rFonts w:ascii="Arial" w:hAnsi="Arial" w:cs="Arial"/>
                <w:sz w:val="20"/>
                <w:szCs w:val="20"/>
              </w:rPr>
              <w:noBreakHyphen/>
            </w:r>
            <w:r w:rsidR="00A32A9C" w:rsidRPr="008E7459">
              <w:rPr>
                <w:rFonts w:ascii="Arial" w:hAnsi="Arial" w:cs="Arial"/>
                <w:sz w:val="20"/>
                <w:szCs w:val="20"/>
              </w:rPr>
              <w:t>school qualification is at AQF Certificate II or equivalent or above</w:t>
            </w:r>
          </w:p>
          <w:p w:rsidR="00A32A9C" w:rsidRPr="008E7459" w:rsidRDefault="00791519" w:rsidP="00AA187A">
            <w:pPr>
              <w:pStyle w:val="ListParagraph"/>
              <w:numPr>
                <w:ilvl w:val="0"/>
                <w:numId w:val="24"/>
              </w:numPr>
              <w:autoSpaceDE w:val="0"/>
              <w:autoSpaceDN w:val="0"/>
              <w:adjustRightInd w:val="0"/>
              <w:ind w:hanging="306"/>
              <w:rPr>
                <w:rFonts w:ascii="Arial" w:hAnsi="Arial" w:cs="Arial"/>
                <w:sz w:val="20"/>
                <w:szCs w:val="20"/>
              </w:rPr>
            </w:pPr>
            <w:r w:rsidRPr="008E7459">
              <w:rPr>
                <w:rFonts w:ascii="Arial" w:hAnsi="Arial" w:cs="Arial"/>
                <w:i/>
                <w:iCs/>
                <w:sz w:val="20"/>
                <w:szCs w:val="20"/>
              </w:rPr>
              <w:t xml:space="preserve">denominator — </w:t>
            </w:r>
            <w:r w:rsidR="00A32A9C" w:rsidRPr="008E7459">
              <w:rPr>
                <w:rFonts w:ascii="Arial" w:hAnsi="Arial" w:cs="Arial"/>
                <w:sz w:val="20"/>
                <w:szCs w:val="20"/>
              </w:rPr>
              <w:t>total population of people aged 20–24 years</w:t>
            </w:r>
          </w:p>
          <w:p w:rsidR="00A32A9C" w:rsidRPr="008E7459" w:rsidRDefault="00A32A9C" w:rsidP="00B11BED">
            <w:pPr>
              <w:autoSpaceDE w:val="0"/>
              <w:autoSpaceDN w:val="0"/>
              <w:adjustRightInd w:val="0"/>
              <w:rPr>
                <w:rFonts w:ascii="Arial" w:hAnsi="Arial" w:cs="Arial"/>
                <w:i/>
                <w:iCs/>
                <w:sz w:val="20"/>
                <w:szCs w:val="20"/>
              </w:rPr>
            </w:pPr>
            <w:r w:rsidRPr="008E7459">
              <w:rPr>
                <w:rFonts w:ascii="Arial" w:hAnsi="Arial" w:cs="Arial"/>
                <w:sz w:val="20"/>
                <w:szCs w:val="20"/>
              </w:rPr>
              <w:t xml:space="preserve">and is presented as a </w:t>
            </w:r>
            <w:r w:rsidRPr="008E7459">
              <w:rPr>
                <w:rFonts w:ascii="Arial" w:hAnsi="Arial" w:cs="Arial"/>
                <w:i/>
                <w:iCs/>
                <w:sz w:val="20"/>
                <w:szCs w:val="20"/>
              </w:rPr>
              <w:t>rate per 100 population</w:t>
            </w:r>
          </w:p>
          <w:p w:rsidR="00A32A9C" w:rsidRPr="008E7459" w:rsidRDefault="00A32A9C" w:rsidP="00B11BED">
            <w:pPr>
              <w:autoSpaceDE w:val="0"/>
              <w:autoSpaceDN w:val="0"/>
              <w:adjustRightInd w:val="0"/>
              <w:rPr>
                <w:rFonts w:ascii="Arial" w:hAnsi="Arial" w:cs="Arial"/>
                <w:i/>
                <w:iCs/>
                <w:sz w:val="20"/>
                <w:szCs w:val="20"/>
              </w:rPr>
            </w:pPr>
          </w:p>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Persons whose level of study is determined to be certificate level but is not able to be further defined (i.e. Certificate not further defined (nfd)) are assumed to have attained below Certificate level II and are therefore excluded from the numerator</w:t>
            </w:r>
          </w:p>
          <w:p w:rsidR="00A32A9C" w:rsidRPr="008E7459" w:rsidRDefault="00A32A9C" w:rsidP="00B11BED">
            <w:pPr>
              <w:autoSpaceDE w:val="0"/>
              <w:autoSpaceDN w:val="0"/>
              <w:adjustRightInd w:val="0"/>
              <w:rPr>
                <w:rFonts w:ascii="Arial" w:hAnsi="Arial" w:cs="Arial"/>
                <w:sz w:val="20"/>
                <w:szCs w:val="20"/>
              </w:rPr>
            </w:pPr>
          </w:p>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People whose level of study cannot be determined are assumed to be have attained below Certificate II and are therefore excluded from the numerator</w:t>
            </w:r>
          </w:p>
          <w:p w:rsidR="00A32A9C" w:rsidRPr="008E7459" w:rsidRDefault="00A32A9C" w:rsidP="00B11BED">
            <w:pPr>
              <w:autoSpaceDE w:val="0"/>
              <w:autoSpaceDN w:val="0"/>
              <w:adjustRightInd w:val="0"/>
              <w:rPr>
                <w:rFonts w:ascii="Arial" w:hAnsi="Arial" w:cs="Arial"/>
                <w:sz w:val="20"/>
                <w:szCs w:val="20"/>
              </w:rPr>
            </w:pPr>
          </w:p>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 xml:space="preserve">Excludes people whose educational attainment is not stated from the numerator and denominator (applicable only to </w:t>
            </w:r>
            <w:r w:rsidR="008921A5" w:rsidRPr="008E7459">
              <w:rPr>
                <w:rFonts w:ascii="Arial" w:hAnsi="Arial" w:cs="Arial"/>
                <w:sz w:val="20"/>
                <w:szCs w:val="20"/>
              </w:rPr>
              <w:t>Census</w:t>
            </w:r>
            <w:r w:rsidRPr="008E7459">
              <w:rPr>
                <w:rFonts w:ascii="Arial" w:hAnsi="Arial" w:cs="Arial"/>
                <w:sz w:val="20"/>
                <w:szCs w:val="20"/>
              </w:rPr>
              <w:t xml:space="preserve"> data)</w:t>
            </w:r>
          </w:p>
          <w:p w:rsidR="00A32A9C" w:rsidRPr="008E7459" w:rsidRDefault="00A32A9C" w:rsidP="00B11BED">
            <w:pPr>
              <w:autoSpaceDE w:val="0"/>
              <w:autoSpaceDN w:val="0"/>
              <w:adjustRightInd w:val="0"/>
              <w:rPr>
                <w:rFonts w:ascii="Arial" w:hAnsi="Arial" w:cs="Arial"/>
                <w:sz w:val="20"/>
                <w:szCs w:val="20"/>
              </w:rPr>
            </w:pPr>
          </w:p>
        </w:tc>
      </w:tr>
      <w:tr w:rsidR="00A32A9C" w:rsidRPr="008E7459" w:rsidTr="00A32A9C">
        <w:tc>
          <w:tcPr>
            <w:tcW w:w="1985" w:type="dxa"/>
          </w:tcPr>
          <w:p w:rsidR="00A32A9C" w:rsidRPr="008E7459" w:rsidRDefault="00A32A9C" w:rsidP="00B11BED">
            <w:pPr>
              <w:pStyle w:val="TableBodyText"/>
              <w:keepNext w:val="0"/>
              <w:jc w:val="left"/>
            </w:pPr>
            <w:r w:rsidRPr="008E7459">
              <w:t>Measure 8(b):</w:t>
            </w:r>
          </w:p>
        </w:tc>
        <w:tc>
          <w:tcPr>
            <w:tcW w:w="6804" w:type="dxa"/>
          </w:tcPr>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Measure yet to be developed</w:t>
            </w:r>
          </w:p>
          <w:p w:rsidR="00A32A9C" w:rsidRPr="008E7459" w:rsidRDefault="00A32A9C" w:rsidP="00B11BED">
            <w:pPr>
              <w:autoSpaceDE w:val="0"/>
              <w:autoSpaceDN w:val="0"/>
              <w:adjustRightInd w:val="0"/>
              <w:rPr>
                <w:rFonts w:ascii="Arial" w:hAnsi="Arial" w:cs="Arial"/>
                <w:sz w:val="20"/>
                <w:szCs w:val="20"/>
              </w:rPr>
            </w:pPr>
          </w:p>
        </w:tc>
      </w:tr>
      <w:tr w:rsidR="00A32A9C" w:rsidRPr="008E7459" w:rsidTr="002835C4">
        <w:tc>
          <w:tcPr>
            <w:tcW w:w="1985" w:type="dxa"/>
          </w:tcPr>
          <w:p w:rsidR="00A32A9C" w:rsidRPr="008E7459" w:rsidRDefault="00A32A9C" w:rsidP="00B11BED">
            <w:pPr>
              <w:pStyle w:val="TableBodyText"/>
              <w:keepNext w:val="0"/>
              <w:jc w:val="left"/>
            </w:pPr>
            <w:r w:rsidRPr="008E7459">
              <w:t>Data sources:</w:t>
            </w:r>
          </w:p>
          <w:p w:rsidR="00A32A9C" w:rsidRPr="008E7459" w:rsidRDefault="00A32A9C" w:rsidP="00B11BED">
            <w:pPr>
              <w:pStyle w:val="TableBodyText"/>
              <w:keepNext w:val="0"/>
              <w:jc w:val="left"/>
            </w:pPr>
          </w:p>
        </w:tc>
        <w:tc>
          <w:tcPr>
            <w:tcW w:w="6804" w:type="dxa"/>
          </w:tcPr>
          <w:p w:rsidR="00A32A9C" w:rsidRPr="008E7459" w:rsidRDefault="00A32A9C" w:rsidP="002835C4">
            <w:pPr>
              <w:pStyle w:val="TableBodyText"/>
              <w:jc w:val="left"/>
            </w:pPr>
            <w:r w:rsidRPr="008E7459">
              <w:rPr>
                <w:rStyle w:val="TableBodyTextChar"/>
                <w:rFonts w:ascii="Arial-ItalicMT" w:hAnsi="Arial-ItalicMT"/>
                <w:i/>
              </w:rPr>
              <w:t>(</w:t>
            </w:r>
            <w:r w:rsidRPr="008E7459">
              <w:rPr>
                <w:rStyle w:val="TableBodyTextChar"/>
                <w:rFonts w:cs="Arial"/>
                <w:i/>
              </w:rPr>
              <w:t xml:space="preserve">Main) </w:t>
            </w:r>
            <w:r w:rsidR="008921A5" w:rsidRPr="008E7459">
              <w:rPr>
                <w:u w:val="single"/>
              </w:rPr>
              <w:t>Census</w:t>
            </w:r>
            <w:r w:rsidRPr="008E7459">
              <w:rPr>
                <w:u w:val="single"/>
              </w:rPr>
              <w:t xml:space="preserve"> of Population and Housing </w:t>
            </w:r>
            <w:r w:rsidRPr="008E7459">
              <w:t>(</w:t>
            </w:r>
            <w:r w:rsidR="008921A5" w:rsidRPr="008E7459">
              <w:t>Census</w:t>
            </w:r>
            <w:r w:rsidRPr="008E7459">
              <w:t>). Data are available every five years</w:t>
            </w:r>
          </w:p>
          <w:p w:rsidR="00A32A9C" w:rsidRPr="008E7459" w:rsidRDefault="00A32A9C" w:rsidP="002835C4">
            <w:pPr>
              <w:autoSpaceDE w:val="0"/>
              <w:autoSpaceDN w:val="0"/>
              <w:adjustRightInd w:val="0"/>
              <w:rPr>
                <w:rFonts w:ascii="Arial" w:hAnsi="Arial" w:cs="Arial"/>
                <w:sz w:val="20"/>
                <w:szCs w:val="20"/>
              </w:rPr>
            </w:pPr>
          </w:p>
          <w:p w:rsidR="00A32A9C" w:rsidRPr="008E7459" w:rsidRDefault="00A32A9C" w:rsidP="002835C4">
            <w:pPr>
              <w:autoSpaceDE w:val="0"/>
              <w:autoSpaceDN w:val="0"/>
              <w:adjustRightInd w:val="0"/>
              <w:rPr>
                <w:rFonts w:ascii="Arial" w:hAnsi="Arial" w:cs="Arial"/>
                <w:sz w:val="20"/>
                <w:szCs w:val="20"/>
              </w:rPr>
            </w:pPr>
            <w:r w:rsidRPr="008E7459">
              <w:rPr>
                <w:rStyle w:val="TableBodyTextChar"/>
                <w:rFonts w:cs="Arial"/>
                <w:i/>
                <w:sz w:val="20"/>
              </w:rPr>
              <w:t xml:space="preserve">(Supplementary Indigenous) </w:t>
            </w:r>
            <w:r w:rsidRPr="008E7459">
              <w:rPr>
                <w:rFonts w:ascii="Arial" w:hAnsi="Arial" w:cs="Arial"/>
                <w:sz w:val="20"/>
                <w:szCs w:val="20"/>
                <w:u w:val="single"/>
              </w:rPr>
              <w:t>National Aboriginal and Torres Strait Islander Social Survey</w:t>
            </w:r>
            <w:r w:rsidRPr="008E7459">
              <w:rPr>
                <w:rFonts w:ascii="Arial" w:hAnsi="Arial" w:cs="Arial"/>
                <w:sz w:val="20"/>
                <w:szCs w:val="20"/>
              </w:rPr>
              <w:t xml:space="preserve"> (NATSISS) </w:t>
            </w:r>
            <w:r w:rsidRPr="008E7459">
              <w:rPr>
                <w:rFonts w:ascii="Arial" w:hAnsi="Arial" w:cs="Arial"/>
                <w:sz w:val="20"/>
                <w:szCs w:val="20"/>
                <w:u w:val="single"/>
              </w:rPr>
              <w:t>Australian Aboriginal and Torres Strait Islander Health Survey</w:t>
            </w:r>
            <w:r w:rsidRPr="008E7459">
              <w:rPr>
                <w:rFonts w:ascii="Arial" w:hAnsi="Arial" w:cs="Arial"/>
                <w:sz w:val="20"/>
                <w:szCs w:val="20"/>
              </w:rPr>
              <w:t xml:space="preserve"> (AATSIHS). Data are available on an alternating three</w:t>
            </w:r>
            <w:r w:rsidR="00DE694D" w:rsidRPr="008E7459">
              <w:rPr>
                <w:rFonts w:ascii="Arial" w:hAnsi="Arial" w:cs="Arial"/>
                <w:sz w:val="20"/>
                <w:szCs w:val="20"/>
              </w:rPr>
              <w:noBreakHyphen/>
            </w:r>
            <w:r w:rsidRPr="008E7459">
              <w:rPr>
                <w:rFonts w:ascii="Arial" w:hAnsi="Arial" w:cs="Arial"/>
                <w:sz w:val="20"/>
                <w:szCs w:val="20"/>
              </w:rPr>
              <w:t>yearly cycle</w:t>
            </w:r>
          </w:p>
          <w:p w:rsidR="00A32A9C" w:rsidRPr="008E7459" w:rsidRDefault="00A32A9C" w:rsidP="002835C4">
            <w:pPr>
              <w:autoSpaceDE w:val="0"/>
              <w:autoSpaceDN w:val="0"/>
              <w:adjustRightInd w:val="0"/>
              <w:rPr>
                <w:rFonts w:ascii="ArialMT" w:hAnsi="ArialMT" w:cs="ArialMT"/>
                <w:sz w:val="20"/>
                <w:szCs w:val="20"/>
              </w:rPr>
            </w:pPr>
          </w:p>
          <w:p w:rsidR="00A32A9C" w:rsidRPr="008E7459" w:rsidRDefault="00A32A9C" w:rsidP="002835C4">
            <w:pPr>
              <w:autoSpaceDE w:val="0"/>
              <w:autoSpaceDN w:val="0"/>
              <w:adjustRightInd w:val="0"/>
              <w:rPr>
                <w:rFonts w:ascii="ArialMT" w:hAnsi="ArialMT" w:cs="ArialMT"/>
              </w:rPr>
            </w:pPr>
            <w:r w:rsidRPr="008E7459">
              <w:rPr>
                <w:rFonts w:ascii="ArialMT" w:hAnsi="ArialMT" w:cs="ArialMT"/>
                <w:sz w:val="20"/>
                <w:szCs w:val="20"/>
              </w:rPr>
              <w:t>(</w:t>
            </w:r>
            <w:r w:rsidRPr="008E7459">
              <w:rPr>
                <w:rStyle w:val="TableBodyTextChar"/>
                <w:rFonts w:ascii="Arial-ItalicMT" w:hAnsi="Arial-ItalicMT"/>
                <w:i/>
                <w:sz w:val="20"/>
              </w:rPr>
              <w:t>Supplementary non</w:t>
            </w:r>
            <w:r w:rsidR="00DE694D" w:rsidRPr="008E7459">
              <w:rPr>
                <w:rStyle w:val="TableBodyTextChar"/>
                <w:rFonts w:ascii="Arial-ItalicMT" w:hAnsi="Arial-ItalicMT"/>
                <w:i/>
                <w:sz w:val="20"/>
              </w:rPr>
              <w:noBreakHyphen/>
            </w:r>
            <w:r w:rsidRPr="008E7459">
              <w:rPr>
                <w:rStyle w:val="TableBodyTextChar"/>
                <w:rFonts w:ascii="Arial-ItalicMT" w:hAnsi="Arial-ItalicMT"/>
                <w:i/>
                <w:sz w:val="20"/>
              </w:rPr>
              <w:t>Indigenous</w:t>
            </w:r>
            <w:r w:rsidRPr="008E7459">
              <w:rPr>
                <w:rFonts w:ascii="ArialMT" w:hAnsi="ArialMT" w:cs="ArialMT"/>
                <w:sz w:val="20"/>
                <w:szCs w:val="20"/>
              </w:rPr>
              <w:t xml:space="preserve">) </w:t>
            </w:r>
            <w:r w:rsidRPr="008E7459">
              <w:rPr>
                <w:rFonts w:ascii="ArialMT" w:hAnsi="ArialMT" w:cs="ArialMT"/>
                <w:sz w:val="20"/>
                <w:szCs w:val="20"/>
                <w:u w:val="single"/>
              </w:rPr>
              <w:t>Survey of Education and Work</w:t>
            </w:r>
            <w:r w:rsidRPr="008E7459">
              <w:rPr>
                <w:rFonts w:ascii="ArialMT" w:hAnsi="ArialMT" w:cs="ArialMT"/>
                <w:sz w:val="20"/>
                <w:szCs w:val="20"/>
              </w:rPr>
              <w:t xml:space="preserve"> (SEW). </w:t>
            </w:r>
            <w:r w:rsidRPr="008E7459">
              <w:rPr>
                <w:rFonts w:ascii="ArialMT" w:hAnsi="ArialMT" w:cs="ArialMT"/>
                <w:sz w:val="20"/>
                <w:szCs w:val="20"/>
              </w:rPr>
              <w:lastRenderedPageBreak/>
              <w:t>Data are available annually</w:t>
            </w:r>
          </w:p>
          <w:p w:rsidR="00A32A9C" w:rsidRPr="008E7459" w:rsidRDefault="00A32A9C" w:rsidP="002835C4">
            <w:pPr>
              <w:pStyle w:val="TableBodyText"/>
              <w:keepNext w:val="0"/>
              <w:jc w:val="left"/>
            </w:pPr>
          </w:p>
        </w:tc>
      </w:tr>
      <w:tr w:rsidR="00A32A9C" w:rsidRPr="008E7459" w:rsidTr="00A32A9C">
        <w:tc>
          <w:tcPr>
            <w:tcW w:w="1985" w:type="dxa"/>
          </w:tcPr>
          <w:p w:rsidR="00A32A9C" w:rsidRPr="008E7459" w:rsidRDefault="00A32A9C" w:rsidP="00B11BED">
            <w:pPr>
              <w:pStyle w:val="TableBodyText"/>
              <w:keepNext w:val="0"/>
              <w:jc w:val="left"/>
            </w:pPr>
            <w:r w:rsidRPr="008E7459">
              <w:lastRenderedPageBreak/>
              <w:t>Data provider:</w:t>
            </w:r>
          </w:p>
          <w:p w:rsidR="00A32A9C" w:rsidRPr="008E7459" w:rsidRDefault="00A32A9C" w:rsidP="00B11BED">
            <w:pPr>
              <w:pStyle w:val="TableBodyText"/>
              <w:keepNext w:val="0"/>
              <w:jc w:val="left"/>
            </w:pPr>
          </w:p>
        </w:tc>
        <w:tc>
          <w:tcPr>
            <w:tcW w:w="6804" w:type="dxa"/>
          </w:tcPr>
          <w:p w:rsidR="00A32A9C" w:rsidRPr="008E7459" w:rsidRDefault="00A32A9C" w:rsidP="00B11BED">
            <w:pPr>
              <w:pStyle w:val="TableBodyText"/>
              <w:keepNext w:val="0"/>
              <w:jc w:val="left"/>
            </w:pPr>
            <w:r w:rsidRPr="008E7459">
              <w:t>ABS</w:t>
            </w:r>
          </w:p>
        </w:tc>
      </w:tr>
      <w:tr w:rsidR="00A32A9C" w:rsidRPr="008E7459" w:rsidTr="00A32A9C">
        <w:tc>
          <w:tcPr>
            <w:tcW w:w="1985" w:type="dxa"/>
          </w:tcPr>
          <w:p w:rsidR="00A32A9C" w:rsidRPr="008E7459" w:rsidRDefault="00A32A9C" w:rsidP="00B11BED">
            <w:pPr>
              <w:pStyle w:val="TableBodyText"/>
              <w:keepNext w:val="0"/>
              <w:jc w:val="left"/>
            </w:pPr>
            <w:r w:rsidRPr="008E7459">
              <w:t>Data availability:</w:t>
            </w:r>
          </w:p>
          <w:p w:rsidR="00A32A9C" w:rsidRPr="008E7459" w:rsidRDefault="00A32A9C" w:rsidP="00B11BED">
            <w:pPr>
              <w:pStyle w:val="TableBodyText"/>
              <w:keepNext w:val="0"/>
              <w:jc w:val="left"/>
            </w:pPr>
          </w:p>
        </w:tc>
        <w:tc>
          <w:tcPr>
            <w:tcW w:w="6804" w:type="dxa"/>
          </w:tcPr>
          <w:p w:rsidR="00A32A9C" w:rsidRPr="008E7459" w:rsidRDefault="008921A5" w:rsidP="00B11BED">
            <w:pPr>
              <w:pStyle w:val="TableBodyText"/>
              <w:keepNext w:val="0"/>
              <w:jc w:val="left"/>
            </w:pPr>
            <w:r w:rsidRPr="008E7459">
              <w:t>Census</w:t>
            </w:r>
            <w:r w:rsidR="00A32A9C" w:rsidRPr="008E7459">
              <w:t xml:space="preserve"> — 2011</w:t>
            </w:r>
          </w:p>
          <w:p w:rsidR="00A32A9C" w:rsidRPr="008E7459" w:rsidRDefault="00A32A9C" w:rsidP="00B11BED">
            <w:pPr>
              <w:pStyle w:val="TableBodyText"/>
              <w:keepNext w:val="0"/>
              <w:jc w:val="left"/>
            </w:pPr>
            <w:r w:rsidRPr="008E7459">
              <w:t>SEW — 2012</w:t>
            </w:r>
            <w:r w:rsidR="00F12977" w:rsidRPr="008E7459">
              <w:t xml:space="preserve"> (not provided as no new NATSISS/NATSIHS data available)</w:t>
            </w:r>
          </w:p>
          <w:p w:rsidR="00A32A9C" w:rsidRPr="008E7459" w:rsidRDefault="00A32A9C" w:rsidP="00B11BED">
            <w:pPr>
              <w:pStyle w:val="TableBodyText"/>
              <w:keepNext w:val="0"/>
              <w:jc w:val="left"/>
            </w:pPr>
          </w:p>
        </w:tc>
      </w:tr>
      <w:tr w:rsidR="00A32A9C" w:rsidRPr="008E7459" w:rsidTr="00A32A9C">
        <w:tc>
          <w:tcPr>
            <w:tcW w:w="1985" w:type="dxa"/>
          </w:tcPr>
          <w:p w:rsidR="00A32A9C" w:rsidRPr="008E7459" w:rsidRDefault="00A32A9C" w:rsidP="00B11BED">
            <w:pPr>
              <w:pStyle w:val="TableBodyText"/>
              <w:keepNext w:val="0"/>
              <w:jc w:val="left"/>
            </w:pPr>
            <w:r w:rsidRPr="008E7459">
              <w:t>Cross tabulations provided:</w:t>
            </w:r>
          </w:p>
          <w:p w:rsidR="00A32A9C" w:rsidRPr="008E7459" w:rsidRDefault="00A32A9C" w:rsidP="00B11BED">
            <w:pPr>
              <w:pStyle w:val="TableBodyText"/>
              <w:keepNext w:val="0"/>
              <w:jc w:val="left"/>
            </w:pPr>
          </w:p>
        </w:tc>
        <w:tc>
          <w:tcPr>
            <w:tcW w:w="6804" w:type="dxa"/>
          </w:tcPr>
          <w:p w:rsidR="00A32A9C" w:rsidRPr="008E7459" w:rsidRDefault="00A32A9C" w:rsidP="00B11BED">
            <w:pPr>
              <w:autoSpaceDE w:val="0"/>
              <w:autoSpaceDN w:val="0"/>
              <w:adjustRightInd w:val="0"/>
              <w:rPr>
                <w:rFonts w:ascii="Arial" w:hAnsi="Arial" w:cs="Arial"/>
                <w:sz w:val="20"/>
                <w:szCs w:val="20"/>
              </w:rPr>
            </w:pPr>
            <w:r w:rsidRPr="008E7459">
              <w:rPr>
                <w:rFonts w:ascii="Arial" w:hAnsi="Arial" w:cs="Arial"/>
                <w:sz w:val="20"/>
                <w:szCs w:val="20"/>
              </w:rPr>
              <w:t>State and Territory (</w:t>
            </w:r>
            <w:r w:rsidR="008921A5" w:rsidRPr="008E7459">
              <w:rPr>
                <w:rFonts w:ascii="Arial" w:hAnsi="Arial" w:cs="Arial"/>
                <w:sz w:val="20"/>
                <w:szCs w:val="20"/>
              </w:rPr>
              <w:t>Census</w:t>
            </w:r>
            <w:r w:rsidRPr="008E7459">
              <w:rPr>
                <w:rFonts w:ascii="Arial" w:hAnsi="Arial" w:cs="Arial"/>
                <w:sz w:val="20"/>
                <w:szCs w:val="20"/>
              </w:rPr>
              <w:t>), by</w:t>
            </w:r>
          </w:p>
          <w:p w:rsidR="00A32A9C" w:rsidRPr="008E7459" w:rsidRDefault="00A32A9C" w:rsidP="00C206B5">
            <w:pPr>
              <w:pStyle w:val="TableBullet"/>
              <w:numPr>
                <w:ilvl w:val="0"/>
                <w:numId w:val="26"/>
              </w:numPr>
              <w:ind w:left="318" w:hanging="284"/>
              <w:rPr>
                <w:b/>
                <w:i/>
              </w:rPr>
            </w:pPr>
            <w:r w:rsidRPr="008E7459">
              <w:t>Indigenous status</w:t>
            </w:r>
            <w:r w:rsidR="006A535F" w:rsidRPr="008E7459">
              <w:t xml:space="preserve"> </w:t>
            </w:r>
          </w:p>
        </w:tc>
      </w:tr>
    </w:tbl>
    <w:p w:rsidR="0026369A" w:rsidRPr="008E7459" w:rsidRDefault="0026369A" w:rsidP="0026369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6369A" w:rsidRPr="008E7459" w:rsidTr="0026369A">
        <w:tc>
          <w:tcPr>
            <w:tcW w:w="8771" w:type="dxa"/>
            <w:tcBorders>
              <w:top w:val="single" w:sz="6" w:space="0" w:color="auto"/>
              <w:bottom w:val="nil"/>
            </w:tcBorders>
          </w:tcPr>
          <w:p w:rsidR="0026369A" w:rsidRPr="008E7459" w:rsidRDefault="0026369A" w:rsidP="0026369A">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26</w:t>
            </w:r>
            <w:r w:rsidRPr="008E7459">
              <w:rPr>
                <w:b w:val="0"/>
              </w:rPr>
              <w:fldChar w:fldCharType="end"/>
            </w:r>
            <w:r w:rsidRPr="008E7459">
              <w:tab/>
              <w:t>Results</w:t>
            </w:r>
          </w:p>
        </w:tc>
      </w:tr>
      <w:tr w:rsidR="0026369A" w:rsidRPr="008E7459" w:rsidTr="0026369A">
        <w:trPr>
          <w:cantSplit/>
        </w:trPr>
        <w:tc>
          <w:tcPr>
            <w:tcW w:w="8771" w:type="dxa"/>
            <w:tcBorders>
              <w:top w:val="nil"/>
              <w:left w:val="single" w:sz="4" w:space="0" w:color="auto"/>
              <w:bottom w:val="nil"/>
              <w:right w:val="single" w:sz="4" w:space="0" w:color="auto"/>
            </w:tcBorders>
          </w:tcPr>
          <w:p w:rsidR="006A535F" w:rsidRPr="008E7459" w:rsidRDefault="006A535F" w:rsidP="006A535F">
            <w:pPr>
              <w:pStyle w:val="Box"/>
            </w:pPr>
            <w:r w:rsidRPr="008E7459">
              <w:t>For this report, new data for this indicator are available for 2011 (</w:t>
            </w:r>
            <w:r w:rsidR="008921A5" w:rsidRPr="008E7459">
              <w:t>Census</w:t>
            </w:r>
            <w:r w:rsidRPr="008E7459">
              <w:t>) and 2012 (supplementary data source).</w:t>
            </w:r>
          </w:p>
          <w:p w:rsidR="00D63FC8" w:rsidRPr="008E7459" w:rsidRDefault="006A535F" w:rsidP="00D63FC8">
            <w:pPr>
              <w:pStyle w:val="BoxListBullet"/>
            </w:pPr>
            <w:r w:rsidRPr="008E7459">
              <w:t xml:space="preserve">Data are presented by State and Territory </w:t>
            </w:r>
            <w:r w:rsidR="00D63FC8" w:rsidRPr="008E7459">
              <w:t>by Indigenous status in table NEA.4.2.</w:t>
            </w:r>
          </w:p>
          <w:p w:rsidR="006A535F" w:rsidRPr="008E7459" w:rsidRDefault="006A535F" w:rsidP="00D63FC8">
            <w:pPr>
              <w:pStyle w:val="Box"/>
            </w:pPr>
            <w:r w:rsidRPr="008E7459">
              <w:t xml:space="preserve">For the supplementary data source, apparent differences in results between years may not be statistically significant. To assist in interpretation, 95 </w:t>
            </w:r>
            <w:r w:rsidR="00781B70" w:rsidRPr="008E7459">
              <w:t>per cent</w:t>
            </w:r>
            <w:r w:rsidRPr="008E7459">
              <w:t xml:space="preserve"> confidence intervals and relative standard errors are provided in the attachment tables for this indicator.</w:t>
            </w:r>
          </w:p>
          <w:p w:rsidR="00803F0D" w:rsidRPr="008E7459" w:rsidRDefault="006A535F" w:rsidP="00F618A5">
            <w:pPr>
              <w:pStyle w:val="Box"/>
              <w:spacing w:line="240" w:lineRule="auto"/>
            </w:pPr>
            <w:r w:rsidRPr="008E7459">
              <w:t xml:space="preserve">Results for 2011 </w:t>
            </w:r>
            <w:r w:rsidR="00F25059" w:rsidRPr="008E7459">
              <w:t xml:space="preserve">SEW data </w:t>
            </w:r>
            <w:r w:rsidRPr="008E7459">
              <w:t>are available in t</w:t>
            </w:r>
            <w:r w:rsidR="00F618A5" w:rsidRPr="008E7459">
              <w:t xml:space="preserve">he 2011 NEA performance report. Baseline 2006 </w:t>
            </w:r>
            <w:r w:rsidR="008921A5" w:rsidRPr="008E7459">
              <w:t>Census</w:t>
            </w:r>
            <w:r w:rsidR="00F618A5" w:rsidRPr="008E7459">
              <w:t xml:space="preserve"> data are available in the 2008</w:t>
            </w:r>
            <w:r w:rsidRPr="008E7459">
              <w:t xml:space="preserve"> NEA performance report.</w:t>
            </w:r>
          </w:p>
        </w:tc>
      </w:tr>
      <w:tr w:rsidR="0026369A" w:rsidRPr="008E7459" w:rsidTr="0026369A">
        <w:trPr>
          <w:cantSplit/>
        </w:trPr>
        <w:tc>
          <w:tcPr>
            <w:tcW w:w="8771" w:type="dxa"/>
            <w:tcBorders>
              <w:top w:val="nil"/>
              <w:left w:val="single" w:sz="4" w:space="0" w:color="auto"/>
              <w:bottom w:val="single" w:sz="4" w:space="0" w:color="auto"/>
              <w:right w:val="single" w:sz="4" w:space="0" w:color="auto"/>
            </w:tcBorders>
          </w:tcPr>
          <w:p w:rsidR="0026369A" w:rsidRPr="008E7459" w:rsidRDefault="0026369A" w:rsidP="0026369A">
            <w:pPr>
              <w:pStyle w:val="Box"/>
              <w:spacing w:before="0" w:line="120" w:lineRule="exact"/>
            </w:pPr>
          </w:p>
        </w:tc>
      </w:tr>
    </w:tbl>
    <w:p w:rsidR="0026369A" w:rsidRPr="008E7459" w:rsidRDefault="0026369A" w:rsidP="0026369A">
      <w:pPr>
        <w:pStyle w:val="Heading4"/>
        <w:spacing w:after="120"/>
      </w:pPr>
      <w:r w:rsidRPr="008E7459">
        <w:t>Attachment table</w:t>
      </w:r>
      <w:r w:rsidR="000F0C9C" w:rsidRPr="008E7459">
        <w:t>s</w:t>
      </w:r>
    </w:p>
    <w:tbl>
      <w:tblPr>
        <w:tblStyle w:val="TableGrid"/>
        <w:tblW w:w="0" w:type="auto"/>
        <w:tblInd w:w="137" w:type="dxa"/>
        <w:tblLook w:val="04A0" w:firstRow="1" w:lastRow="0" w:firstColumn="1" w:lastColumn="0" w:noHBand="0" w:noVBand="1"/>
      </w:tblPr>
      <w:tblGrid>
        <w:gridCol w:w="1843"/>
        <w:gridCol w:w="6946"/>
      </w:tblGrid>
      <w:tr w:rsidR="00BD2590" w:rsidRPr="008E7459" w:rsidTr="00113B72">
        <w:trPr>
          <w:trHeight w:val="867"/>
        </w:trPr>
        <w:tc>
          <w:tcPr>
            <w:tcW w:w="1843" w:type="dxa"/>
            <w:noWrap/>
            <w:hideMark/>
          </w:tcPr>
          <w:p w:rsidR="00BD2590" w:rsidRPr="008E7459" w:rsidRDefault="00BD2590" w:rsidP="00113B72">
            <w:pPr>
              <w:rPr>
                <w:rFonts w:ascii="Arial" w:hAnsi="Arial" w:cs="Arial"/>
                <w:b/>
                <w:bCs/>
                <w:sz w:val="20"/>
                <w:szCs w:val="20"/>
              </w:rPr>
            </w:pPr>
            <w:r w:rsidRPr="008E7459">
              <w:rPr>
                <w:rFonts w:ascii="Arial" w:hAnsi="Arial" w:cs="Arial"/>
                <w:b/>
                <w:bCs/>
                <w:sz w:val="20"/>
                <w:szCs w:val="20"/>
              </w:rPr>
              <w:t>Table NEA.4.2</w:t>
            </w:r>
          </w:p>
        </w:tc>
        <w:tc>
          <w:tcPr>
            <w:tcW w:w="6946" w:type="dxa"/>
            <w:hideMark/>
          </w:tcPr>
          <w:p w:rsidR="00BD2590" w:rsidRPr="008E7459" w:rsidRDefault="00BD2590" w:rsidP="00F618A5">
            <w:pPr>
              <w:jc w:val="both"/>
              <w:rPr>
                <w:rFonts w:ascii="Arial" w:hAnsi="Arial" w:cs="Arial"/>
                <w:sz w:val="20"/>
                <w:szCs w:val="20"/>
              </w:rPr>
            </w:pPr>
            <w:r w:rsidRPr="008E7459">
              <w:rPr>
                <w:rFonts w:ascii="Arial" w:hAnsi="Arial" w:cs="Arial"/>
                <w:sz w:val="20"/>
                <w:szCs w:val="20"/>
              </w:rPr>
              <w:t>Persons aged 20–24 years who have completed Year 12 (or equivalent) or attained a formal qualification at AQF Certificate II level or above, by I</w:t>
            </w:r>
            <w:r w:rsidR="00F618A5" w:rsidRPr="008E7459">
              <w:rPr>
                <w:rFonts w:ascii="Arial" w:hAnsi="Arial" w:cs="Arial"/>
                <w:sz w:val="20"/>
                <w:szCs w:val="20"/>
              </w:rPr>
              <w:t>ndigenous status, 2011 (</w:t>
            </w:r>
            <w:r w:rsidR="008921A5" w:rsidRPr="008E7459">
              <w:rPr>
                <w:rFonts w:ascii="Arial" w:hAnsi="Arial" w:cs="Arial"/>
                <w:sz w:val="20"/>
                <w:szCs w:val="20"/>
              </w:rPr>
              <w:t>Census</w:t>
            </w:r>
            <w:r w:rsidR="00F618A5" w:rsidRPr="008E7459">
              <w:rPr>
                <w:rFonts w:ascii="Arial" w:hAnsi="Arial" w:cs="Arial"/>
                <w:sz w:val="20"/>
                <w:szCs w:val="20"/>
              </w:rPr>
              <w:t>)</w:t>
            </w:r>
          </w:p>
        </w:tc>
      </w:tr>
    </w:tbl>
    <w:p w:rsidR="0085613A" w:rsidRPr="008E7459" w:rsidRDefault="0085613A" w:rsidP="0085613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5613A" w:rsidRPr="008E7459" w:rsidTr="00B11BED">
        <w:tc>
          <w:tcPr>
            <w:tcW w:w="8771" w:type="dxa"/>
            <w:tcBorders>
              <w:top w:val="single" w:sz="6" w:space="0" w:color="auto"/>
              <w:bottom w:val="nil"/>
            </w:tcBorders>
          </w:tcPr>
          <w:p w:rsidR="0085613A" w:rsidRPr="008E7459" w:rsidRDefault="0085613A" w:rsidP="00B11BED">
            <w:pPr>
              <w:pStyle w:val="BoxTitle"/>
            </w:pPr>
            <w:r w:rsidRPr="008E7459">
              <w:rPr>
                <w:b w:val="0"/>
              </w:rPr>
              <w:t xml:space="preserve">Box </w:t>
            </w:r>
            <w:r w:rsidRPr="008E7459">
              <w:rPr>
                <w:b w:val="0"/>
              </w:rPr>
              <w:fldChar w:fldCharType="begin"/>
            </w:r>
            <w:r w:rsidRPr="008E7459">
              <w:rPr>
                <w:b w:val="0"/>
              </w:rPr>
              <w:instrText xml:space="preserve"> SEQ Box \* ARABIC </w:instrText>
            </w:r>
            <w:r w:rsidRPr="008E7459">
              <w:rPr>
                <w:b w:val="0"/>
              </w:rPr>
              <w:fldChar w:fldCharType="separate"/>
            </w:r>
            <w:r w:rsidR="0063033C">
              <w:rPr>
                <w:b w:val="0"/>
                <w:noProof/>
              </w:rPr>
              <w:t>27</w:t>
            </w:r>
            <w:r w:rsidRPr="008E7459">
              <w:rPr>
                <w:b w:val="0"/>
              </w:rPr>
              <w:fldChar w:fldCharType="end"/>
            </w:r>
            <w:r w:rsidRPr="008E7459">
              <w:tab/>
              <w:t>Comment on data quality</w:t>
            </w:r>
          </w:p>
        </w:tc>
      </w:tr>
      <w:tr w:rsidR="0085613A" w:rsidRPr="008E7459" w:rsidTr="00B11BED">
        <w:trPr>
          <w:cantSplit/>
        </w:trPr>
        <w:tc>
          <w:tcPr>
            <w:tcW w:w="8771" w:type="dxa"/>
            <w:tcBorders>
              <w:top w:val="nil"/>
              <w:left w:val="single" w:sz="4" w:space="0" w:color="auto"/>
              <w:bottom w:val="nil"/>
              <w:right w:val="single" w:sz="4" w:space="0" w:color="auto"/>
            </w:tcBorders>
          </w:tcPr>
          <w:p w:rsidR="0085613A" w:rsidRPr="008E7459" w:rsidRDefault="00320AF4" w:rsidP="00C91752">
            <w:pPr>
              <w:pStyle w:val="Box"/>
            </w:pPr>
            <w:r w:rsidRPr="008E7459">
              <w:t>Details are included in the comment on data quality for NEA Indicator 4.</w:t>
            </w:r>
          </w:p>
        </w:tc>
      </w:tr>
      <w:tr w:rsidR="0085613A" w:rsidRPr="008E7459" w:rsidTr="00B11BED">
        <w:trPr>
          <w:cantSplit/>
        </w:trPr>
        <w:tc>
          <w:tcPr>
            <w:tcW w:w="8771" w:type="dxa"/>
            <w:tcBorders>
              <w:top w:val="nil"/>
              <w:left w:val="single" w:sz="4" w:space="0" w:color="auto"/>
              <w:bottom w:val="single" w:sz="4" w:space="0" w:color="auto"/>
              <w:right w:val="single" w:sz="4" w:space="0" w:color="auto"/>
            </w:tcBorders>
          </w:tcPr>
          <w:p w:rsidR="0085613A" w:rsidRPr="008E7459" w:rsidRDefault="0085613A" w:rsidP="00B11BED">
            <w:pPr>
              <w:pStyle w:val="Box"/>
              <w:spacing w:before="0" w:line="120" w:lineRule="exact"/>
            </w:pPr>
          </w:p>
        </w:tc>
      </w:tr>
    </w:tbl>
    <w:p w:rsidR="006A2E23" w:rsidRDefault="006A2E23" w:rsidP="009D1D5C">
      <w:pPr>
        <w:pStyle w:val="Heading2"/>
      </w:pPr>
    </w:p>
    <w:p w:rsidR="006A2E23" w:rsidRDefault="006A2E23" w:rsidP="006A2E23">
      <w:pPr>
        <w:pStyle w:val="BodyText"/>
      </w:pPr>
      <w:r>
        <w:br w:type="page"/>
      </w:r>
    </w:p>
    <w:p w:rsidR="006A2E23" w:rsidRDefault="006A2E23" w:rsidP="006A2E23">
      <w:pPr>
        <w:pStyle w:val="Heading3"/>
        <w:jc w:val="center"/>
      </w:pPr>
      <w:r>
        <w:lastRenderedPageBreak/>
        <w:t>BREAK IN PAGE SERIES</w:t>
      </w:r>
    </w:p>
    <w:p w:rsidR="006A2E23" w:rsidRDefault="006A2E23" w:rsidP="006A2E23">
      <w:pPr>
        <w:pStyle w:val="Heading3"/>
        <w:jc w:val="center"/>
      </w:pPr>
    </w:p>
    <w:p w:rsidR="006A2E23" w:rsidRDefault="006A2E23" w:rsidP="006A2E23">
      <w:pPr>
        <w:pStyle w:val="Heading3"/>
        <w:jc w:val="center"/>
      </w:pPr>
      <w:r>
        <w:t>PAGES 65-266</w:t>
      </w:r>
    </w:p>
    <w:p w:rsidR="006A2E23" w:rsidRDefault="006A2E23" w:rsidP="006A2E23">
      <w:pPr>
        <w:pStyle w:val="Heading3"/>
        <w:jc w:val="center"/>
        <w:rPr>
          <w:u w:val="single"/>
        </w:rPr>
      </w:pPr>
      <w:r>
        <w:t>SEE www.pc.gov.au/gsp FOR EXCEL ATTACHMENT TABLES</w:t>
      </w:r>
    </w:p>
    <w:p w:rsidR="006A2E23" w:rsidRDefault="006A2E23" w:rsidP="006A2E23">
      <w:pPr>
        <w:pStyle w:val="BodyText"/>
        <w:rPr>
          <w:rFonts w:ascii="Arial" w:hAnsi="Arial"/>
          <w:sz w:val="32"/>
        </w:rPr>
      </w:pPr>
    </w:p>
    <w:p w:rsidR="004C2298" w:rsidRDefault="004C2298" w:rsidP="009D1D5C">
      <w:pPr>
        <w:pStyle w:val="Heading2"/>
      </w:pPr>
    </w:p>
    <w:p w:rsidR="006A2E23" w:rsidRDefault="006A2E23">
      <w:pPr>
        <w:rPr>
          <w:szCs w:val="20"/>
        </w:rPr>
      </w:pPr>
      <w:r>
        <w:br w:type="page"/>
      </w:r>
    </w:p>
    <w:p w:rsidR="006A2E23" w:rsidRPr="006A2E23" w:rsidRDefault="006A2E23" w:rsidP="006A2E23">
      <w:pPr>
        <w:pStyle w:val="BodyText"/>
        <w:sectPr w:rsidR="006A2E23" w:rsidRPr="006A2E23" w:rsidSect="004C2298">
          <w:headerReference w:type="even" r:id="rId46"/>
          <w:headerReference w:type="default" r:id="rId47"/>
          <w:footerReference w:type="even" r:id="rId48"/>
          <w:footerReference w:type="default" r:id="rId49"/>
          <w:pgSz w:w="11907" w:h="16840" w:code="9"/>
          <w:pgMar w:top="1985" w:right="1304" w:bottom="1418" w:left="1814" w:header="1701" w:footer="567" w:gutter="0"/>
          <w:pgNumType w:start="1" w:chapSep="period"/>
          <w:cols w:space="720"/>
        </w:sectPr>
      </w:pPr>
    </w:p>
    <w:p w:rsidR="00D11E31" w:rsidRPr="008E7459" w:rsidRDefault="004C2298" w:rsidP="009D1D5C">
      <w:pPr>
        <w:pStyle w:val="Heading2"/>
        <w:rPr>
          <w:rStyle w:val="BodyTextChar"/>
        </w:rPr>
      </w:pPr>
      <w:r>
        <w:lastRenderedPageBreak/>
        <w:t>D</w:t>
      </w:r>
      <w:r w:rsidR="00D11E31" w:rsidRPr="008E7459">
        <w:t>ata Quality Statements</w:t>
      </w:r>
    </w:p>
    <w:p w:rsidR="00D11E31" w:rsidRPr="008E7459" w:rsidRDefault="00D11E31" w:rsidP="00D11E31">
      <w:pPr>
        <w:pStyle w:val="BodyText"/>
        <w:jc w:val="left"/>
      </w:pPr>
      <w:r w:rsidRPr="008E7459">
        <w:t xml:space="preserve">This attachment includes copies of all DQSs as provided by the data providers. </w:t>
      </w:r>
      <w:r w:rsidRPr="008E7459">
        <w:rPr>
          <w:u w:val="single"/>
        </w:rPr>
        <w:t>The Steering Committee has not made any amendments to the content of these DQSs</w:t>
      </w:r>
      <w:r w:rsidRPr="008E7459">
        <w:t>.</w:t>
      </w:r>
    </w:p>
    <w:p w:rsidR="00D11E31" w:rsidRPr="008E7459" w:rsidRDefault="00FA0638" w:rsidP="00D11E31">
      <w:pPr>
        <w:pStyle w:val="BodyText"/>
        <w:jc w:val="left"/>
      </w:pPr>
      <w:r w:rsidRPr="008E7459">
        <w:t>Table</w:t>
      </w:r>
      <w:r w:rsidR="00DE694D" w:rsidRPr="008E7459">
        <w:t> </w:t>
      </w:r>
      <w:r w:rsidR="00B112E2" w:rsidRPr="008E7459">
        <w:t>12</w:t>
      </w:r>
      <w:r w:rsidR="002A66B3" w:rsidRPr="008E7459">
        <w:t xml:space="preserve"> </w:t>
      </w:r>
      <w:r w:rsidR="00D11E31" w:rsidRPr="008E7459">
        <w:t>lists each performance target in the NEA and the page re</w:t>
      </w:r>
      <w:r w:rsidR="00712F6B" w:rsidRPr="008E7459">
        <w:t>ference for the associated DQS.</w:t>
      </w:r>
    </w:p>
    <w:p w:rsidR="00D11E31" w:rsidRPr="008E7459" w:rsidRDefault="00D11E31" w:rsidP="00D11E31">
      <w:pPr>
        <w:pStyle w:val="BodyText"/>
        <w:jc w:val="left"/>
      </w:pPr>
      <w:r w:rsidRPr="008E7459">
        <w:t>Table</w:t>
      </w:r>
      <w:r w:rsidR="00DE694D" w:rsidRPr="008E7459">
        <w:t> </w:t>
      </w:r>
      <w:r w:rsidR="00B112E2" w:rsidRPr="008E7459">
        <w:t>13</w:t>
      </w:r>
      <w:r w:rsidRPr="008E7459">
        <w:t xml:space="preserve"> lists each performance indicator in the NEA and the page re</w:t>
      </w:r>
      <w:r w:rsidR="00712F6B" w:rsidRPr="008E7459">
        <w:t>ference for the associated DQS.</w:t>
      </w:r>
    </w:p>
    <w:p w:rsidR="00202F22" w:rsidRPr="008E7459" w:rsidRDefault="00D11E31" w:rsidP="00202F22">
      <w:pPr>
        <w:pStyle w:val="BodyText"/>
        <w:jc w:val="left"/>
      </w:pPr>
      <w:r w:rsidRPr="008E7459">
        <w:t>Table</w:t>
      </w:r>
      <w:r w:rsidR="00DE694D" w:rsidRPr="008E7459">
        <w:t> </w:t>
      </w:r>
      <w:r w:rsidR="00B112E2" w:rsidRPr="008E7459">
        <w:t>14</w:t>
      </w:r>
      <w:r w:rsidR="002A66B3" w:rsidRPr="008E7459">
        <w:t xml:space="preserve"> </w:t>
      </w:r>
      <w:r w:rsidRPr="008E7459">
        <w:t>lists each education related performance indicator in the NIRA and the page reference for the associated DQS.</w:t>
      </w:r>
    </w:p>
    <w:p w:rsidR="00D11E31" w:rsidRPr="008E7459" w:rsidRDefault="00D11E31" w:rsidP="00504475">
      <w:pPr>
        <w:pStyle w:val="TableTitle"/>
      </w:pPr>
      <w:r w:rsidRPr="008E7459">
        <w:rPr>
          <w:b w:val="0"/>
        </w:rPr>
        <w:t xml:space="preserve">Table </w:t>
      </w:r>
      <w:bookmarkStart w:id="37" w:name="OLE_LINK15"/>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12</w:t>
      </w:r>
      <w:r w:rsidRPr="008E7459">
        <w:rPr>
          <w:b w:val="0"/>
        </w:rPr>
        <w:fldChar w:fldCharType="end"/>
      </w:r>
      <w:bookmarkEnd w:id="37"/>
      <w:r w:rsidRPr="008E7459">
        <w:tab/>
        <w:t>Data Quality Statements for performance targets in the National Education Agreement</w:t>
      </w:r>
      <w:r w:rsidRPr="008E7459">
        <w:rPr>
          <w:rStyle w:val="NoteLabel"/>
          <w:b/>
        </w:rPr>
        <w:t>a</w:t>
      </w:r>
    </w:p>
    <w:tbl>
      <w:tblPr>
        <w:tblW w:w="5011" w:type="pct"/>
        <w:tblCellMar>
          <w:left w:w="0" w:type="dxa"/>
          <w:right w:w="0" w:type="dxa"/>
        </w:tblCellMar>
        <w:tblLook w:val="0000" w:firstRow="0" w:lastRow="0" w:firstColumn="0" w:lastColumn="0" w:noHBand="0" w:noVBand="0"/>
      </w:tblPr>
      <w:tblGrid>
        <w:gridCol w:w="6662"/>
        <w:gridCol w:w="2146"/>
      </w:tblGrid>
      <w:tr w:rsidR="0023765E" w:rsidRPr="008E7459" w:rsidTr="004A736C">
        <w:tc>
          <w:tcPr>
            <w:tcW w:w="3782" w:type="pct"/>
            <w:tcBorders>
              <w:top w:val="single" w:sz="6" w:space="0" w:color="auto"/>
              <w:bottom w:val="single" w:sz="6" w:space="0" w:color="auto"/>
            </w:tcBorders>
            <w:shd w:val="clear" w:color="auto" w:fill="auto"/>
          </w:tcPr>
          <w:p w:rsidR="00D11E31" w:rsidRPr="008E7459" w:rsidRDefault="00D11E31" w:rsidP="003743A5">
            <w:pPr>
              <w:pStyle w:val="TableColumnHeading"/>
              <w:jc w:val="left"/>
            </w:pPr>
            <w:r w:rsidRPr="008E7459">
              <w:t>Performance target</w:t>
            </w:r>
          </w:p>
        </w:tc>
        <w:tc>
          <w:tcPr>
            <w:tcW w:w="1218" w:type="pct"/>
            <w:tcBorders>
              <w:top w:val="single" w:sz="6" w:space="0" w:color="auto"/>
              <w:bottom w:val="single" w:sz="6" w:space="0" w:color="auto"/>
            </w:tcBorders>
            <w:shd w:val="clear" w:color="auto" w:fill="auto"/>
          </w:tcPr>
          <w:p w:rsidR="00D11E31" w:rsidRPr="008E7459" w:rsidRDefault="00D11E31" w:rsidP="003743A5">
            <w:pPr>
              <w:pStyle w:val="TableColumnHeading"/>
            </w:pPr>
            <w:r w:rsidRPr="008E7459">
              <w:t>Page no. in this report</w:t>
            </w:r>
          </w:p>
        </w:tc>
      </w:tr>
      <w:tr w:rsidR="0023765E" w:rsidRPr="008E7459" w:rsidTr="004A736C">
        <w:tc>
          <w:tcPr>
            <w:tcW w:w="3782" w:type="pct"/>
          </w:tcPr>
          <w:p w:rsidR="00D11E31" w:rsidRPr="008E7459" w:rsidRDefault="00F308E9" w:rsidP="003743A5">
            <w:pPr>
              <w:pStyle w:val="TableBodyText"/>
              <w:ind w:left="340" w:hanging="340"/>
              <w:jc w:val="left"/>
            </w:pPr>
            <w:r w:rsidRPr="008E7459">
              <w:t>A</w:t>
            </w:r>
            <w:r w:rsidR="00D11E31" w:rsidRPr="008E7459">
              <w:t xml:space="preserve">. </w:t>
            </w:r>
            <w:r w:rsidR="00D11E31" w:rsidRPr="008E7459">
              <w:tab/>
            </w:r>
            <w:r w:rsidR="0023765E" w:rsidRPr="008E7459">
              <w:t xml:space="preserve">Lift the Year 12 or equivalent or Certificate II attainment rate to 90 </w:t>
            </w:r>
            <w:r w:rsidR="00781B70" w:rsidRPr="008E7459">
              <w:t>per cent</w:t>
            </w:r>
            <w:r w:rsidR="0023765E" w:rsidRPr="008E7459">
              <w:t xml:space="preserve"> by 2015</w:t>
            </w:r>
          </w:p>
          <w:p w:rsidR="00D11E31" w:rsidRPr="008E7459" w:rsidRDefault="00D11E31" w:rsidP="003743A5">
            <w:pPr>
              <w:pStyle w:val="TableBodyText"/>
              <w:jc w:val="left"/>
            </w:pPr>
          </w:p>
        </w:tc>
        <w:tc>
          <w:tcPr>
            <w:tcW w:w="1218" w:type="pct"/>
          </w:tcPr>
          <w:p w:rsidR="00D11E31" w:rsidRPr="008E7459" w:rsidRDefault="00D71910" w:rsidP="00B112E2">
            <w:pPr>
              <w:pStyle w:val="TableBodyText"/>
              <w:rPr>
                <w:rStyle w:val="DraftingNote"/>
                <w:b w:val="0"/>
                <w:color w:val="auto"/>
                <w:sz w:val="20"/>
                <w:u w:val="none"/>
              </w:rPr>
            </w:pPr>
            <w:r>
              <w:t>278, 281, 290, 292</w:t>
            </w:r>
          </w:p>
        </w:tc>
      </w:tr>
      <w:tr w:rsidR="001134B8" w:rsidRPr="008E7459" w:rsidTr="004A736C">
        <w:tc>
          <w:tcPr>
            <w:tcW w:w="3782" w:type="pct"/>
          </w:tcPr>
          <w:p w:rsidR="001134B8" w:rsidRPr="008E7459" w:rsidRDefault="001134B8" w:rsidP="003743A5">
            <w:pPr>
              <w:pStyle w:val="TableBodyText"/>
              <w:ind w:left="340" w:hanging="340"/>
              <w:jc w:val="left"/>
            </w:pPr>
            <w:r w:rsidRPr="008E7459">
              <w:t xml:space="preserve">B. </w:t>
            </w:r>
            <w:r w:rsidRPr="008E7459">
              <w:tab/>
              <w:t>Lift the Year 12 or equivalent or Certificate III attainment rate to 90 per cent by 2020</w:t>
            </w:r>
          </w:p>
          <w:p w:rsidR="001134B8" w:rsidRPr="008E7459" w:rsidRDefault="001134B8" w:rsidP="003743A5">
            <w:pPr>
              <w:pStyle w:val="TableBodyText"/>
              <w:jc w:val="left"/>
            </w:pPr>
          </w:p>
        </w:tc>
        <w:tc>
          <w:tcPr>
            <w:tcW w:w="1218" w:type="pct"/>
          </w:tcPr>
          <w:p w:rsidR="001134B8" w:rsidRPr="008E7459" w:rsidRDefault="00D71910" w:rsidP="00EC3ECE">
            <w:pPr>
              <w:pStyle w:val="TableBodyText"/>
              <w:rPr>
                <w:rStyle w:val="DraftingNote"/>
                <w:b w:val="0"/>
                <w:color w:val="auto"/>
                <w:sz w:val="20"/>
                <w:u w:val="none"/>
              </w:rPr>
            </w:pPr>
            <w:r>
              <w:t>278, 281, 290, 292</w:t>
            </w:r>
          </w:p>
        </w:tc>
      </w:tr>
      <w:tr w:rsidR="0023765E" w:rsidRPr="008E7459" w:rsidTr="004A736C">
        <w:tc>
          <w:tcPr>
            <w:tcW w:w="3782" w:type="pct"/>
          </w:tcPr>
          <w:p w:rsidR="00D11E31" w:rsidRPr="008E7459" w:rsidRDefault="00F308E9" w:rsidP="003743A5">
            <w:pPr>
              <w:pStyle w:val="TableBodyText"/>
              <w:ind w:left="346" w:hanging="340"/>
              <w:jc w:val="left"/>
            </w:pPr>
            <w:r w:rsidRPr="008E7459">
              <w:t>C</w:t>
            </w:r>
            <w:r w:rsidR="00D11E31" w:rsidRPr="008E7459">
              <w:t>.</w:t>
            </w:r>
            <w:r w:rsidR="00D11E31" w:rsidRPr="008E7459">
              <w:tab/>
            </w:r>
            <w:r w:rsidR="0023765E" w:rsidRPr="008E7459">
              <w:t>Halve the gap for Indigenous students in reading, writing and numeracy by 2018</w:t>
            </w:r>
            <w:r w:rsidR="00D11E31" w:rsidRPr="008E7459">
              <w:t>.</w:t>
            </w:r>
          </w:p>
          <w:p w:rsidR="00D11E31" w:rsidRPr="008E7459" w:rsidRDefault="00D11E31" w:rsidP="003743A5">
            <w:pPr>
              <w:pStyle w:val="TableBodyText"/>
              <w:jc w:val="left"/>
            </w:pPr>
          </w:p>
        </w:tc>
        <w:tc>
          <w:tcPr>
            <w:tcW w:w="1218" w:type="pct"/>
          </w:tcPr>
          <w:p w:rsidR="00D11E31" w:rsidRPr="008E7459" w:rsidRDefault="00D71910" w:rsidP="003743A5">
            <w:pPr>
              <w:pStyle w:val="TableBodyText"/>
            </w:pPr>
            <w:r>
              <w:t>274</w:t>
            </w:r>
          </w:p>
        </w:tc>
      </w:tr>
      <w:tr w:rsidR="0023765E" w:rsidRPr="008E7459" w:rsidTr="004A736C">
        <w:tc>
          <w:tcPr>
            <w:tcW w:w="3782" w:type="pct"/>
            <w:tcBorders>
              <w:bottom w:val="single" w:sz="4" w:space="0" w:color="auto"/>
            </w:tcBorders>
          </w:tcPr>
          <w:p w:rsidR="0023765E" w:rsidRPr="008E7459" w:rsidRDefault="0023765E" w:rsidP="00F25EC0">
            <w:pPr>
              <w:pStyle w:val="TableBodyText"/>
              <w:ind w:left="346" w:hanging="340"/>
              <w:jc w:val="left"/>
            </w:pPr>
            <w:r w:rsidRPr="008E7459">
              <w:t>D.</w:t>
            </w:r>
            <w:r w:rsidR="00F25EC0" w:rsidRPr="008E7459">
              <w:t xml:space="preserve"> </w:t>
            </w:r>
            <w:r w:rsidR="00F25EC0" w:rsidRPr="008E7459">
              <w:tab/>
            </w:r>
            <w:r w:rsidRPr="008E7459">
              <w:t>At least halve the gap for Indigenous students in Year 12 or equivalent attainment rates by 2020</w:t>
            </w:r>
          </w:p>
        </w:tc>
        <w:tc>
          <w:tcPr>
            <w:tcW w:w="1218" w:type="pct"/>
            <w:tcBorders>
              <w:bottom w:val="single" w:sz="4" w:space="0" w:color="auto"/>
            </w:tcBorders>
          </w:tcPr>
          <w:p w:rsidR="0023765E" w:rsidRPr="008E7459" w:rsidRDefault="00D71910" w:rsidP="000756A3">
            <w:pPr>
              <w:pStyle w:val="TableBodyText"/>
            </w:pPr>
            <w:r>
              <w:t>278</w:t>
            </w:r>
            <w:r w:rsidR="001134B8" w:rsidRPr="008E7459">
              <w:t xml:space="preserve">, </w:t>
            </w:r>
            <w:r>
              <w:t>290</w:t>
            </w:r>
          </w:p>
        </w:tc>
      </w:tr>
    </w:tbl>
    <w:p w:rsidR="00B30C72" w:rsidRPr="008E7459" w:rsidRDefault="00D11E31" w:rsidP="00B30C72">
      <w:pPr>
        <w:pStyle w:val="Note"/>
      </w:pPr>
      <w:r w:rsidRPr="008E7459">
        <w:rPr>
          <w:rStyle w:val="NoteLabel"/>
        </w:rPr>
        <w:t>a</w:t>
      </w:r>
      <w:r w:rsidRPr="008E7459">
        <w:t xml:space="preserve"> </w:t>
      </w:r>
      <w:r w:rsidR="00E07E68" w:rsidRPr="008E7459">
        <w:t>The performance indicators are presented in this table using the direct wording from p</w:t>
      </w:r>
      <w:r w:rsidR="00F12977" w:rsidRPr="008E7459">
        <w:t>p</w:t>
      </w:r>
      <w:r w:rsidR="00E07E68" w:rsidRPr="008E7459">
        <w:t>.</w:t>
      </w:r>
      <w:r w:rsidR="00DE694D" w:rsidRPr="008E7459">
        <w:t> </w:t>
      </w:r>
      <w:r w:rsidR="00E07E68" w:rsidRPr="008E7459">
        <w:t>9</w:t>
      </w:r>
      <w:r w:rsidR="00DE694D" w:rsidRPr="008E7459">
        <w:t>–</w:t>
      </w:r>
      <w:r w:rsidR="00E07E68" w:rsidRPr="008E7459">
        <w:t>10 of the NEA (</w:t>
      </w:r>
      <w:r w:rsidR="00F12977" w:rsidRPr="008E7459">
        <w:t xml:space="preserve">COAG </w:t>
      </w:r>
      <w:r w:rsidR="00E07E68" w:rsidRPr="008E7459">
        <w:t>2012</w:t>
      </w:r>
      <w:r w:rsidR="007365E1" w:rsidRPr="008E7459">
        <w:t>a</w:t>
      </w:r>
      <w:r w:rsidR="00E07E68" w:rsidRPr="008E7459">
        <w:t>). This does not necessarily reflect the measures used to report against the indicators in this report.</w:t>
      </w:r>
    </w:p>
    <w:p w:rsidR="00D11E31" w:rsidRPr="008E7459" w:rsidRDefault="00D11E31" w:rsidP="00B30C72">
      <w:pPr>
        <w:pStyle w:val="TableTitle"/>
      </w:pPr>
      <w:r w:rsidRPr="008E7459">
        <w:rPr>
          <w:b w:val="0"/>
        </w:rPr>
        <w:lastRenderedPageBreak/>
        <w:t xml:space="preserve">Table </w:t>
      </w:r>
      <w:bookmarkStart w:id="38" w:name="OLE_LINK18"/>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13</w:t>
      </w:r>
      <w:r w:rsidRPr="008E7459">
        <w:rPr>
          <w:b w:val="0"/>
        </w:rPr>
        <w:fldChar w:fldCharType="end"/>
      </w:r>
      <w:bookmarkEnd w:id="38"/>
      <w:r w:rsidRPr="008E7459">
        <w:tab/>
        <w:t>Data Quality Statements for performance indicators in the National Education Agreement</w:t>
      </w:r>
      <w:r w:rsidRPr="008E7459">
        <w:rPr>
          <w:rStyle w:val="NoteLabel"/>
          <w:b/>
        </w:rPr>
        <w:t>a</w:t>
      </w:r>
    </w:p>
    <w:tbl>
      <w:tblPr>
        <w:tblW w:w="5000" w:type="pct"/>
        <w:tblCellMar>
          <w:left w:w="0" w:type="dxa"/>
          <w:right w:w="0" w:type="dxa"/>
        </w:tblCellMar>
        <w:tblLook w:val="0000" w:firstRow="0" w:lastRow="0" w:firstColumn="0" w:lastColumn="0" w:noHBand="0" w:noVBand="0"/>
      </w:tblPr>
      <w:tblGrid>
        <w:gridCol w:w="6664"/>
        <w:gridCol w:w="2125"/>
      </w:tblGrid>
      <w:tr w:rsidR="0023765E" w:rsidRPr="008E7459" w:rsidTr="004A736C">
        <w:tc>
          <w:tcPr>
            <w:tcW w:w="3791" w:type="pct"/>
            <w:tcBorders>
              <w:top w:val="single" w:sz="6" w:space="0" w:color="auto"/>
              <w:bottom w:val="single" w:sz="6" w:space="0" w:color="auto"/>
            </w:tcBorders>
            <w:shd w:val="clear" w:color="auto" w:fill="auto"/>
          </w:tcPr>
          <w:p w:rsidR="00D11E31" w:rsidRPr="008E7459" w:rsidRDefault="00D11E31" w:rsidP="003743A5">
            <w:pPr>
              <w:pStyle w:val="TableColumnHeading"/>
              <w:jc w:val="left"/>
            </w:pPr>
            <w:r w:rsidRPr="008E7459">
              <w:t>Performance indicator</w:t>
            </w:r>
          </w:p>
        </w:tc>
        <w:tc>
          <w:tcPr>
            <w:tcW w:w="1209" w:type="pct"/>
            <w:tcBorders>
              <w:top w:val="single" w:sz="6" w:space="0" w:color="auto"/>
              <w:bottom w:val="single" w:sz="6" w:space="0" w:color="auto"/>
            </w:tcBorders>
            <w:shd w:val="clear" w:color="auto" w:fill="auto"/>
          </w:tcPr>
          <w:p w:rsidR="00D11E31" w:rsidRPr="008E7459" w:rsidRDefault="00D11E31" w:rsidP="003743A5">
            <w:pPr>
              <w:pStyle w:val="TableColumnHeading"/>
            </w:pPr>
            <w:r w:rsidRPr="008E7459">
              <w:t>Page no. in this report</w:t>
            </w:r>
          </w:p>
        </w:tc>
      </w:tr>
      <w:tr w:rsidR="0023765E" w:rsidRPr="008E7459" w:rsidTr="004A736C">
        <w:tc>
          <w:tcPr>
            <w:tcW w:w="3791" w:type="pct"/>
          </w:tcPr>
          <w:p w:rsidR="00D11E31" w:rsidRPr="008E7459" w:rsidRDefault="00D11E31" w:rsidP="003743A5">
            <w:pPr>
              <w:pStyle w:val="TableBodyText"/>
              <w:ind w:left="340" w:hanging="340"/>
              <w:jc w:val="left"/>
            </w:pPr>
            <w:r w:rsidRPr="008E7459">
              <w:t xml:space="preserve">1. </w:t>
            </w:r>
            <w:r w:rsidRPr="008E7459">
              <w:tab/>
            </w:r>
            <w:r w:rsidR="0023765E" w:rsidRPr="008E7459">
              <w:t>The rate of student attendance at school</w:t>
            </w:r>
          </w:p>
          <w:p w:rsidR="00D11E31" w:rsidRPr="008E7459" w:rsidRDefault="00D11E31" w:rsidP="003743A5">
            <w:pPr>
              <w:pStyle w:val="TableBodyText"/>
              <w:jc w:val="left"/>
            </w:pPr>
          </w:p>
        </w:tc>
        <w:tc>
          <w:tcPr>
            <w:tcW w:w="1209" w:type="pct"/>
          </w:tcPr>
          <w:p w:rsidR="004A736C" w:rsidRPr="008E7459" w:rsidRDefault="00D71910" w:rsidP="00500706">
            <w:pPr>
              <w:pStyle w:val="TableBodyText"/>
            </w:pPr>
            <w:r>
              <w:t>269</w:t>
            </w:r>
          </w:p>
        </w:tc>
      </w:tr>
      <w:tr w:rsidR="0023765E" w:rsidRPr="008E7459" w:rsidTr="004A736C">
        <w:tc>
          <w:tcPr>
            <w:tcW w:w="3791" w:type="pct"/>
          </w:tcPr>
          <w:p w:rsidR="00D11E31" w:rsidRPr="008E7459" w:rsidRDefault="00D11E31" w:rsidP="00E4640B">
            <w:pPr>
              <w:pStyle w:val="TableBodyText"/>
              <w:ind w:left="340" w:hanging="340"/>
              <w:jc w:val="left"/>
            </w:pPr>
            <w:r w:rsidRPr="008E7459">
              <w:t xml:space="preserve">2. </w:t>
            </w:r>
            <w:r w:rsidRPr="008E7459">
              <w:tab/>
            </w:r>
            <w:r w:rsidR="0023765E" w:rsidRPr="008E7459">
              <w:t>Literacy and numeracy achievement of Year 3, 5, 7 and 9 students in national testing.</w:t>
            </w:r>
          </w:p>
        </w:tc>
        <w:tc>
          <w:tcPr>
            <w:tcW w:w="1209" w:type="pct"/>
          </w:tcPr>
          <w:p w:rsidR="00D11E31" w:rsidRPr="008E7459" w:rsidRDefault="00D71910" w:rsidP="003743A5">
            <w:pPr>
              <w:pStyle w:val="TableBodyText"/>
            </w:pPr>
            <w:r>
              <w:t>274</w:t>
            </w:r>
          </w:p>
        </w:tc>
      </w:tr>
      <w:tr w:rsidR="0023765E" w:rsidRPr="008E7459" w:rsidTr="004A736C">
        <w:tc>
          <w:tcPr>
            <w:tcW w:w="3791" w:type="pct"/>
          </w:tcPr>
          <w:p w:rsidR="00D11E31" w:rsidRPr="008E7459" w:rsidRDefault="0006175B" w:rsidP="00E4640B">
            <w:pPr>
              <w:pStyle w:val="TableBodyText"/>
              <w:ind w:left="360" w:hanging="354"/>
              <w:jc w:val="left"/>
            </w:pPr>
            <w:r w:rsidRPr="008E7459">
              <w:t xml:space="preserve">3. </w:t>
            </w:r>
            <w:r w:rsidRPr="008E7459">
              <w:tab/>
            </w:r>
            <w:r w:rsidR="0023765E" w:rsidRPr="008E7459">
              <w:t>The proportion of students in the bottom and top levels of performance in international testing</w:t>
            </w:r>
          </w:p>
        </w:tc>
        <w:tc>
          <w:tcPr>
            <w:tcW w:w="1209" w:type="pct"/>
          </w:tcPr>
          <w:p w:rsidR="00D11E31" w:rsidRPr="008E7459" w:rsidRDefault="00D71910" w:rsidP="00F308E9">
            <w:pPr>
              <w:pStyle w:val="TableBodyText"/>
            </w:pPr>
            <w:r>
              <w:t>276</w:t>
            </w:r>
          </w:p>
        </w:tc>
      </w:tr>
      <w:tr w:rsidR="0023765E" w:rsidRPr="008E7459" w:rsidTr="004A736C">
        <w:tc>
          <w:tcPr>
            <w:tcW w:w="3791" w:type="pct"/>
          </w:tcPr>
          <w:p w:rsidR="0023765E" w:rsidRPr="008E7459" w:rsidRDefault="00D11E31" w:rsidP="00E4640B">
            <w:pPr>
              <w:pStyle w:val="TableBodyText"/>
              <w:ind w:left="346" w:hanging="340"/>
              <w:jc w:val="left"/>
            </w:pPr>
            <w:r w:rsidRPr="008E7459">
              <w:t>4.</w:t>
            </w:r>
            <w:r w:rsidRPr="008E7459">
              <w:tab/>
            </w:r>
            <w:r w:rsidR="0023765E" w:rsidRPr="008E7459">
              <w:t xml:space="preserve">The proportion of young people who have attained at least a year 12 or equivalent or AQF Certificate Level II/III or above </w:t>
            </w:r>
          </w:p>
        </w:tc>
        <w:tc>
          <w:tcPr>
            <w:tcW w:w="1209" w:type="pct"/>
          </w:tcPr>
          <w:p w:rsidR="00D11E31" w:rsidRPr="008E7459" w:rsidRDefault="00D71910" w:rsidP="00F308E9">
            <w:pPr>
              <w:pStyle w:val="TableBodyText"/>
            </w:pPr>
            <w:r>
              <w:t>278, 281, 290, 292</w:t>
            </w:r>
          </w:p>
        </w:tc>
      </w:tr>
      <w:tr w:rsidR="0023765E" w:rsidRPr="008E7459" w:rsidTr="004A736C">
        <w:trPr>
          <w:trHeight w:val="646"/>
        </w:trPr>
        <w:tc>
          <w:tcPr>
            <w:tcW w:w="3791" w:type="pct"/>
            <w:tcBorders>
              <w:bottom w:val="single" w:sz="4" w:space="0" w:color="auto"/>
            </w:tcBorders>
          </w:tcPr>
          <w:p w:rsidR="00D11E31" w:rsidRPr="008E7459" w:rsidRDefault="00D11E31" w:rsidP="00E4640B">
            <w:pPr>
              <w:pStyle w:val="TableBodyText"/>
              <w:ind w:left="346" w:hanging="340"/>
              <w:jc w:val="left"/>
            </w:pPr>
            <w:r w:rsidRPr="008E7459">
              <w:t xml:space="preserve">5. </w:t>
            </w:r>
            <w:r w:rsidRPr="008E7459">
              <w:tab/>
            </w:r>
            <w:r w:rsidR="0023765E" w:rsidRPr="008E7459">
              <w:t>The proportion of young people participating in post</w:t>
            </w:r>
            <w:r w:rsidR="00DE694D" w:rsidRPr="008E7459">
              <w:noBreakHyphen/>
            </w:r>
            <w:r w:rsidR="0023765E" w:rsidRPr="008E7459">
              <w:t>school education, training or employment.</w:t>
            </w:r>
          </w:p>
        </w:tc>
        <w:tc>
          <w:tcPr>
            <w:tcW w:w="1209" w:type="pct"/>
            <w:tcBorders>
              <w:bottom w:val="single" w:sz="4" w:space="0" w:color="auto"/>
            </w:tcBorders>
          </w:tcPr>
          <w:p w:rsidR="00D11E31" w:rsidRPr="008E7459" w:rsidRDefault="00D71910" w:rsidP="00E4640B">
            <w:pPr>
              <w:pStyle w:val="TableBodyText"/>
            </w:pPr>
            <w:r>
              <w:t>283, 286, 290, 292</w:t>
            </w:r>
          </w:p>
        </w:tc>
      </w:tr>
    </w:tbl>
    <w:p w:rsidR="00D11E31" w:rsidRPr="008E7459" w:rsidRDefault="00D11E31" w:rsidP="00D11E31">
      <w:pPr>
        <w:pStyle w:val="Note"/>
      </w:pPr>
      <w:r w:rsidRPr="008E7459">
        <w:rPr>
          <w:rStyle w:val="NoteLabel"/>
        </w:rPr>
        <w:t>a</w:t>
      </w:r>
      <w:r w:rsidRPr="008E7459">
        <w:t xml:space="preserve"> </w:t>
      </w:r>
      <w:r w:rsidR="00E07E68" w:rsidRPr="008E7459">
        <w:t>The performance indicators are presented in this table using the direct wording from p</w:t>
      </w:r>
      <w:r w:rsidR="00F12977" w:rsidRPr="008E7459">
        <w:t>p</w:t>
      </w:r>
      <w:r w:rsidR="00E07E68" w:rsidRPr="008E7459">
        <w:t>.</w:t>
      </w:r>
      <w:r w:rsidR="00DE694D" w:rsidRPr="008E7459">
        <w:t> </w:t>
      </w:r>
      <w:r w:rsidR="00E07E68" w:rsidRPr="008E7459">
        <w:t>9</w:t>
      </w:r>
      <w:r w:rsidR="00DE694D" w:rsidRPr="008E7459">
        <w:t>–</w:t>
      </w:r>
      <w:r w:rsidR="00E07E68" w:rsidRPr="008E7459">
        <w:t>10 of the NEA (</w:t>
      </w:r>
      <w:r w:rsidR="00F12977" w:rsidRPr="008E7459">
        <w:t xml:space="preserve">COAG </w:t>
      </w:r>
      <w:r w:rsidR="00E07E68" w:rsidRPr="008E7459">
        <w:t>2012</w:t>
      </w:r>
      <w:r w:rsidR="00F16F20" w:rsidRPr="008E7459">
        <w:t>b</w:t>
      </w:r>
      <w:r w:rsidR="00E07E68" w:rsidRPr="008E7459">
        <w:t>). This does not necessarily reflect the measures used to report against the indicators in this report.</w:t>
      </w:r>
    </w:p>
    <w:p w:rsidR="00D11E31" w:rsidRPr="008E7459" w:rsidRDefault="00D11E31" w:rsidP="00D11E31">
      <w:pPr>
        <w:pStyle w:val="TableTitle"/>
      </w:pPr>
      <w:r w:rsidRPr="008E7459">
        <w:rPr>
          <w:b w:val="0"/>
        </w:rPr>
        <w:t xml:space="preserve">Table </w:t>
      </w:r>
      <w:bookmarkStart w:id="39" w:name="OLE_LINK20"/>
      <w:r w:rsidRPr="008E7459">
        <w:rPr>
          <w:b w:val="0"/>
        </w:rPr>
        <w:fldChar w:fldCharType="begin"/>
      </w:r>
      <w:r w:rsidRPr="008E7459">
        <w:rPr>
          <w:b w:val="0"/>
        </w:rPr>
        <w:instrText xml:space="preserve"> SEQ Table \* ARABIC </w:instrText>
      </w:r>
      <w:r w:rsidRPr="008E7459">
        <w:rPr>
          <w:b w:val="0"/>
        </w:rPr>
        <w:fldChar w:fldCharType="separate"/>
      </w:r>
      <w:r w:rsidR="0063033C">
        <w:rPr>
          <w:b w:val="0"/>
          <w:noProof/>
        </w:rPr>
        <w:t>14</w:t>
      </w:r>
      <w:r w:rsidRPr="008E7459">
        <w:rPr>
          <w:b w:val="0"/>
        </w:rPr>
        <w:fldChar w:fldCharType="end"/>
      </w:r>
      <w:bookmarkEnd w:id="39"/>
      <w:r w:rsidRPr="008E7459">
        <w:tab/>
        <w:t>Data Quality Statements for related performance indicators in the National Indigenous Reform Agreement</w:t>
      </w:r>
      <w:r w:rsidRPr="0062370A">
        <w:rPr>
          <w:rStyle w:val="NoteLabel"/>
          <w:b/>
        </w:rPr>
        <w:t>a</w:t>
      </w:r>
    </w:p>
    <w:tbl>
      <w:tblPr>
        <w:tblW w:w="5000" w:type="pct"/>
        <w:tblCellMar>
          <w:left w:w="0" w:type="dxa"/>
          <w:right w:w="0" w:type="dxa"/>
        </w:tblCellMar>
        <w:tblLook w:val="0000" w:firstRow="0" w:lastRow="0" w:firstColumn="0" w:lastColumn="0" w:noHBand="0" w:noVBand="0"/>
      </w:tblPr>
      <w:tblGrid>
        <w:gridCol w:w="6664"/>
        <w:gridCol w:w="2125"/>
      </w:tblGrid>
      <w:tr w:rsidR="0023765E" w:rsidRPr="008E7459" w:rsidTr="004A736C">
        <w:tc>
          <w:tcPr>
            <w:tcW w:w="3791" w:type="pct"/>
            <w:tcBorders>
              <w:top w:val="single" w:sz="6" w:space="0" w:color="auto"/>
              <w:bottom w:val="single" w:sz="6" w:space="0" w:color="auto"/>
            </w:tcBorders>
            <w:shd w:val="clear" w:color="auto" w:fill="auto"/>
          </w:tcPr>
          <w:p w:rsidR="00D11E31" w:rsidRPr="008E7459" w:rsidRDefault="00D11E31" w:rsidP="003743A5">
            <w:pPr>
              <w:pStyle w:val="TableColumnHeading"/>
              <w:jc w:val="left"/>
            </w:pPr>
            <w:r w:rsidRPr="008E7459">
              <w:t>Performance indicator</w:t>
            </w:r>
          </w:p>
        </w:tc>
        <w:tc>
          <w:tcPr>
            <w:tcW w:w="1209" w:type="pct"/>
            <w:tcBorders>
              <w:top w:val="single" w:sz="6" w:space="0" w:color="auto"/>
              <w:bottom w:val="single" w:sz="6" w:space="0" w:color="auto"/>
            </w:tcBorders>
            <w:shd w:val="clear" w:color="auto" w:fill="auto"/>
          </w:tcPr>
          <w:p w:rsidR="00D11E31" w:rsidRPr="008E7459" w:rsidRDefault="00D11E31" w:rsidP="003743A5">
            <w:pPr>
              <w:pStyle w:val="TableColumnHeading"/>
            </w:pPr>
            <w:r w:rsidRPr="008E7459">
              <w:t>Page no. in this report</w:t>
            </w:r>
          </w:p>
        </w:tc>
      </w:tr>
      <w:tr w:rsidR="0023765E" w:rsidRPr="008E7459" w:rsidTr="004A736C">
        <w:tc>
          <w:tcPr>
            <w:tcW w:w="3791" w:type="pct"/>
          </w:tcPr>
          <w:p w:rsidR="0023765E" w:rsidRPr="008E7459" w:rsidRDefault="00F12977" w:rsidP="003743A5">
            <w:pPr>
              <w:pStyle w:val="TableBodyText"/>
              <w:ind w:left="340" w:hanging="340"/>
              <w:jc w:val="left"/>
            </w:pPr>
            <w:r w:rsidRPr="008E7459">
              <w:t>6</w:t>
            </w:r>
            <w:r w:rsidR="00672604">
              <w:t>.</w:t>
            </w:r>
            <w:r w:rsidR="00672604" w:rsidRPr="008E7459">
              <w:t xml:space="preserve"> </w:t>
            </w:r>
            <w:r w:rsidR="00672604" w:rsidRPr="008E7459">
              <w:tab/>
            </w:r>
            <w:r w:rsidR="0023765E" w:rsidRPr="008E7459">
              <w:t>Percentage of students at or above the national minimum standard in reading, writing and numeracy for years 3, 5, 7, 9</w:t>
            </w:r>
          </w:p>
          <w:p w:rsidR="0023765E" w:rsidRPr="008E7459" w:rsidRDefault="0023765E" w:rsidP="003743A5">
            <w:pPr>
              <w:pStyle w:val="TableBodyText"/>
              <w:ind w:left="284" w:hanging="284"/>
              <w:jc w:val="left"/>
            </w:pPr>
          </w:p>
        </w:tc>
        <w:tc>
          <w:tcPr>
            <w:tcW w:w="1209" w:type="pct"/>
          </w:tcPr>
          <w:p w:rsidR="0023765E" w:rsidRPr="008E7459" w:rsidRDefault="00D71910" w:rsidP="007B13CE">
            <w:pPr>
              <w:pStyle w:val="TableBodyText"/>
            </w:pPr>
            <w:r>
              <w:t>274, 288</w:t>
            </w:r>
          </w:p>
        </w:tc>
      </w:tr>
      <w:tr w:rsidR="0023765E" w:rsidRPr="008E7459" w:rsidTr="004A736C">
        <w:tc>
          <w:tcPr>
            <w:tcW w:w="3791" w:type="pct"/>
          </w:tcPr>
          <w:p w:rsidR="0023765E" w:rsidRPr="008E7459" w:rsidRDefault="00F12977" w:rsidP="003743A5">
            <w:pPr>
              <w:pStyle w:val="TableBodyText"/>
              <w:ind w:left="284" w:hanging="278"/>
              <w:jc w:val="left"/>
            </w:pPr>
            <w:r w:rsidRPr="008E7459">
              <w:t>7</w:t>
            </w:r>
            <w:r w:rsidR="00672604">
              <w:t>.</w:t>
            </w:r>
            <w:r w:rsidR="00672604" w:rsidRPr="008E7459">
              <w:t xml:space="preserve"> </w:t>
            </w:r>
            <w:r w:rsidR="00672604" w:rsidRPr="008E7459">
              <w:tab/>
            </w:r>
            <w:r w:rsidR="0023765E" w:rsidRPr="008E7459">
              <w:t>Attendance rates, Year 1 to Year 10</w:t>
            </w:r>
          </w:p>
          <w:p w:rsidR="0023765E" w:rsidRPr="008E7459" w:rsidRDefault="0023765E" w:rsidP="003743A5">
            <w:pPr>
              <w:pStyle w:val="TableBodyText"/>
              <w:ind w:left="284" w:hanging="278"/>
              <w:jc w:val="left"/>
            </w:pPr>
          </w:p>
        </w:tc>
        <w:tc>
          <w:tcPr>
            <w:tcW w:w="1209" w:type="pct"/>
          </w:tcPr>
          <w:p w:rsidR="0023765E" w:rsidRPr="008E7459" w:rsidRDefault="00D71910" w:rsidP="0024492F">
            <w:pPr>
              <w:pStyle w:val="TableBodyText"/>
            </w:pPr>
            <w:r>
              <w:t>269</w:t>
            </w:r>
            <w:r w:rsidR="00E4640B" w:rsidRPr="008E7459">
              <w:t xml:space="preserve"> </w:t>
            </w:r>
          </w:p>
        </w:tc>
      </w:tr>
      <w:tr w:rsidR="0023765E" w:rsidRPr="008E7459" w:rsidTr="004A736C">
        <w:tc>
          <w:tcPr>
            <w:tcW w:w="3791" w:type="pct"/>
            <w:tcBorders>
              <w:bottom w:val="single" w:sz="6" w:space="0" w:color="auto"/>
            </w:tcBorders>
          </w:tcPr>
          <w:p w:rsidR="0023765E" w:rsidRPr="008E7459" w:rsidRDefault="00F12977" w:rsidP="003743A5">
            <w:pPr>
              <w:pStyle w:val="TableBodyText"/>
              <w:ind w:left="346" w:hanging="340"/>
              <w:jc w:val="left"/>
            </w:pPr>
            <w:r w:rsidRPr="008E7459">
              <w:t>8</w:t>
            </w:r>
            <w:r w:rsidR="00672604">
              <w:t>.</w:t>
            </w:r>
            <w:r w:rsidR="00672604" w:rsidRPr="008E7459">
              <w:t xml:space="preserve"> </w:t>
            </w:r>
            <w:r w:rsidR="00672604" w:rsidRPr="008E7459">
              <w:tab/>
            </w:r>
            <w:r w:rsidR="0023765E" w:rsidRPr="008E7459">
              <w:t>Attainment of year 12 or equivalent</w:t>
            </w:r>
          </w:p>
          <w:p w:rsidR="0023765E" w:rsidRPr="008E7459" w:rsidRDefault="0023765E" w:rsidP="003743A5">
            <w:pPr>
              <w:pStyle w:val="TableBodyText"/>
              <w:jc w:val="left"/>
            </w:pPr>
          </w:p>
        </w:tc>
        <w:tc>
          <w:tcPr>
            <w:tcW w:w="1209" w:type="pct"/>
            <w:tcBorders>
              <w:bottom w:val="single" w:sz="6" w:space="0" w:color="auto"/>
            </w:tcBorders>
          </w:tcPr>
          <w:p w:rsidR="0023765E" w:rsidRPr="008E7459" w:rsidRDefault="00D71910" w:rsidP="0024492F">
            <w:pPr>
              <w:pStyle w:val="TableBodyText"/>
            </w:pPr>
            <w:r>
              <w:t>278</w:t>
            </w:r>
            <w:r w:rsidR="00AB7A6E">
              <w:t xml:space="preserve">, </w:t>
            </w:r>
            <w:r>
              <w:t>290</w:t>
            </w:r>
          </w:p>
        </w:tc>
      </w:tr>
    </w:tbl>
    <w:p w:rsidR="00D11E31" w:rsidRPr="008E7459" w:rsidRDefault="00D11E31" w:rsidP="0082251B">
      <w:pPr>
        <w:pStyle w:val="Note"/>
      </w:pPr>
      <w:r w:rsidRPr="008E7459">
        <w:rPr>
          <w:rStyle w:val="NoteLabel"/>
        </w:rPr>
        <w:t>a</w:t>
      </w:r>
      <w:r w:rsidRPr="008E7459">
        <w:t xml:space="preserve"> </w:t>
      </w:r>
      <w:r w:rsidR="00D16835" w:rsidRPr="008E7459">
        <w:t>Performance indicators are presented in this table using the direct wording for the performance indicators in the revised NIRA (COAG 2012b). This does not necessarily reflect the measures used to report against the indicators in this report.</w:t>
      </w:r>
    </w:p>
    <w:p w:rsidR="00917FBC" w:rsidRPr="008E7459" w:rsidRDefault="001436ED" w:rsidP="00847A99">
      <w:pPr>
        <w:pStyle w:val="Heading3"/>
        <w:pageBreakBefore/>
        <w:spacing w:before="0" w:line="240" w:lineRule="auto"/>
      </w:pPr>
      <w:bookmarkStart w:id="40" w:name="_Ref357174378"/>
      <w:r w:rsidRPr="008E7459">
        <w:lastRenderedPageBreak/>
        <w:t>Data quality statement —</w:t>
      </w:r>
      <w:r w:rsidR="00A472F4" w:rsidRPr="008E7459">
        <w:t xml:space="preserve"> </w:t>
      </w:r>
      <w:r w:rsidRPr="008E7459">
        <w:t>Indicator 1</w:t>
      </w:r>
      <w:r w:rsidR="00C07B2C" w:rsidRPr="008E7459">
        <w:t xml:space="preserve"> and 7</w:t>
      </w:r>
      <w:r w:rsidRPr="008E7459">
        <w:t xml:space="preserve"> —</w:t>
      </w:r>
      <w:r w:rsidR="00917FBC" w:rsidRPr="008E7459">
        <w:t xml:space="preserve"> The rate of student attendance at school</w:t>
      </w:r>
      <w:bookmarkEnd w:id="40"/>
    </w:p>
    <w:p w:rsidR="00847A99" w:rsidRPr="008E7459" w:rsidRDefault="00847A99" w:rsidP="00847A99">
      <w:pPr>
        <w:pStyle w:val="BoxSpace"/>
      </w:pPr>
    </w:p>
    <w:tbl>
      <w:tblPr>
        <w:tblW w:w="8978" w:type="dxa"/>
        <w:tblInd w:w="-34" w:type="dxa"/>
        <w:tblLayout w:type="fixed"/>
        <w:tblLook w:val="01E0" w:firstRow="1" w:lastRow="1" w:firstColumn="1" w:lastColumn="1" w:noHBand="0" w:noVBand="0"/>
      </w:tblPr>
      <w:tblGrid>
        <w:gridCol w:w="1984"/>
        <w:gridCol w:w="6994"/>
      </w:tblGrid>
      <w:tr w:rsidR="00BC05F5" w:rsidRPr="008E7459" w:rsidTr="00BC05F5">
        <w:tc>
          <w:tcPr>
            <w:tcW w:w="1984" w:type="dxa"/>
            <w:hideMark/>
          </w:tcPr>
          <w:p w:rsidR="00113B72" w:rsidRPr="008E7459" w:rsidRDefault="00113B72" w:rsidP="00113B72">
            <w:pPr>
              <w:spacing w:before="30" w:after="30"/>
              <w:rPr>
                <w:rFonts w:ascii="Arial" w:hAnsi="Arial" w:cs="Arial"/>
                <w:b/>
                <w:sz w:val="20"/>
                <w:szCs w:val="20"/>
              </w:rPr>
            </w:pPr>
            <w:r w:rsidRPr="008E7459">
              <w:rPr>
                <w:rFonts w:ascii="Arial" w:hAnsi="Arial" w:cs="Arial"/>
                <w:b/>
                <w:sz w:val="20"/>
                <w:szCs w:val="20"/>
              </w:rPr>
              <w:t>Outcome</w:t>
            </w:r>
          </w:p>
        </w:tc>
        <w:tc>
          <w:tcPr>
            <w:tcW w:w="6994" w:type="dxa"/>
            <w:hideMark/>
          </w:tcPr>
          <w:p w:rsidR="00113B72" w:rsidRPr="008E7459" w:rsidRDefault="00113B72" w:rsidP="003A3E0B">
            <w:pPr>
              <w:spacing w:before="30" w:after="30"/>
              <w:jc w:val="both"/>
              <w:rPr>
                <w:rFonts w:ascii="Arial" w:hAnsi="Arial" w:cs="Arial"/>
                <w:sz w:val="20"/>
                <w:szCs w:val="20"/>
              </w:rPr>
            </w:pPr>
            <w:r w:rsidRPr="008E7459">
              <w:rPr>
                <w:rFonts w:ascii="Arial" w:hAnsi="Arial" w:cs="Arial"/>
                <w:sz w:val="20"/>
                <w:szCs w:val="20"/>
              </w:rPr>
              <w:t xml:space="preserve">As </w:t>
            </w:r>
            <w:r w:rsidRPr="008E7459">
              <w:rPr>
                <w:rFonts w:ascii="Arial" w:hAnsi="Arial"/>
                <w:sz w:val="20"/>
                <w:szCs w:val="20"/>
              </w:rPr>
              <w:t>stated in the relevant National Agreement – National Education Agreement (NEA)</w:t>
            </w:r>
          </w:p>
        </w:tc>
      </w:tr>
      <w:tr w:rsidR="00BC05F5" w:rsidRPr="008E7459" w:rsidTr="00BC05F5">
        <w:tc>
          <w:tcPr>
            <w:tcW w:w="1984" w:type="dxa"/>
            <w:hideMark/>
          </w:tcPr>
          <w:p w:rsidR="00113B72" w:rsidRPr="008E7459" w:rsidRDefault="00113B72" w:rsidP="00113B72">
            <w:pPr>
              <w:spacing w:before="30" w:after="30"/>
              <w:rPr>
                <w:rFonts w:ascii="Arial" w:hAnsi="Arial" w:cs="Arial"/>
                <w:b/>
                <w:sz w:val="20"/>
                <w:szCs w:val="20"/>
              </w:rPr>
            </w:pPr>
            <w:r w:rsidRPr="008E7459">
              <w:rPr>
                <w:rFonts w:ascii="Arial" w:hAnsi="Arial" w:cs="Arial"/>
                <w:b/>
                <w:sz w:val="20"/>
                <w:szCs w:val="20"/>
              </w:rPr>
              <w:t>Indicator</w:t>
            </w:r>
          </w:p>
        </w:tc>
        <w:tc>
          <w:tcPr>
            <w:tcW w:w="6994" w:type="dxa"/>
            <w:hideMark/>
          </w:tcPr>
          <w:p w:rsidR="00113B72" w:rsidRPr="008E7459" w:rsidRDefault="00113B72" w:rsidP="003A3E0B">
            <w:pPr>
              <w:spacing w:before="30" w:after="30"/>
              <w:jc w:val="both"/>
              <w:rPr>
                <w:rFonts w:ascii="Arial" w:hAnsi="Arial" w:cs="Arial"/>
                <w:sz w:val="20"/>
                <w:szCs w:val="20"/>
              </w:rPr>
            </w:pPr>
            <w:r w:rsidRPr="008E7459">
              <w:rPr>
                <w:rFonts w:ascii="Arial" w:hAnsi="Arial" w:cs="Arial"/>
                <w:sz w:val="20"/>
                <w:szCs w:val="20"/>
              </w:rPr>
              <w:t xml:space="preserve">As stated in the relevant National Agreement – NEA Indicator 1: </w:t>
            </w:r>
            <w:r w:rsidR="00DE694D" w:rsidRPr="008E7459">
              <w:rPr>
                <w:rFonts w:ascii="Arial" w:hAnsi="Arial" w:cs="Arial"/>
                <w:sz w:val="20"/>
                <w:szCs w:val="20"/>
              </w:rPr>
              <w:t>‘</w:t>
            </w:r>
            <w:r w:rsidRPr="008E7459">
              <w:rPr>
                <w:rFonts w:ascii="Arial" w:hAnsi="Arial" w:cs="Arial"/>
                <w:sz w:val="20"/>
                <w:szCs w:val="20"/>
              </w:rPr>
              <w:t>The rate of student attendance at school</w:t>
            </w:r>
            <w:r w:rsidR="00DE694D" w:rsidRPr="008E7459">
              <w:rPr>
                <w:rFonts w:ascii="Arial" w:hAnsi="Arial" w:cs="Arial"/>
                <w:sz w:val="20"/>
                <w:szCs w:val="20"/>
              </w:rPr>
              <w:t>’</w:t>
            </w:r>
            <w:r w:rsidRPr="008E7459">
              <w:rPr>
                <w:rFonts w:ascii="Arial" w:hAnsi="Arial" w:cs="Arial"/>
                <w:sz w:val="20"/>
                <w:szCs w:val="20"/>
              </w:rPr>
              <w:t>.</w:t>
            </w:r>
          </w:p>
        </w:tc>
      </w:tr>
      <w:tr w:rsidR="00BC05F5" w:rsidRPr="008E7459" w:rsidTr="00BC05F5">
        <w:tc>
          <w:tcPr>
            <w:tcW w:w="1984" w:type="dxa"/>
            <w:hideMark/>
          </w:tcPr>
          <w:p w:rsidR="00113B72" w:rsidRPr="008E7459" w:rsidRDefault="00113B72" w:rsidP="00113B72">
            <w:pPr>
              <w:spacing w:before="30" w:after="30"/>
              <w:rPr>
                <w:rFonts w:ascii="Arial" w:hAnsi="Arial" w:cs="Arial"/>
                <w:b/>
                <w:sz w:val="20"/>
                <w:szCs w:val="20"/>
              </w:rPr>
            </w:pPr>
            <w:r w:rsidRPr="008E7459">
              <w:rPr>
                <w:rFonts w:ascii="Arial" w:hAnsi="Arial" w:cs="Arial"/>
                <w:b/>
                <w:sz w:val="20"/>
                <w:szCs w:val="20"/>
              </w:rPr>
              <w:t>Measure (computation)</w:t>
            </w:r>
          </w:p>
        </w:tc>
        <w:tc>
          <w:tcPr>
            <w:tcW w:w="6994" w:type="dxa"/>
            <w:hideMark/>
          </w:tcPr>
          <w:p w:rsidR="00113B72" w:rsidRPr="008E7459" w:rsidRDefault="00113B72" w:rsidP="003A3E0B">
            <w:pPr>
              <w:spacing w:before="30" w:after="30"/>
              <w:jc w:val="both"/>
              <w:rPr>
                <w:rFonts w:ascii="Arial" w:hAnsi="Arial" w:cs="Arial"/>
                <w:sz w:val="20"/>
                <w:szCs w:val="20"/>
              </w:rPr>
            </w:pPr>
            <w:r w:rsidRPr="008E7459">
              <w:rPr>
                <w:rFonts w:ascii="Arial" w:hAnsi="Arial" w:cs="Arial"/>
                <w:sz w:val="20"/>
                <w:szCs w:val="20"/>
              </w:rPr>
              <w:t>The student attendance rate (</w:t>
            </w:r>
            <w:r w:rsidR="00781B70" w:rsidRPr="008E7459">
              <w:rPr>
                <w:rFonts w:ascii="Arial" w:hAnsi="Arial" w:cs="Arial"/>
                <w:sz w:val="20"/>
                <w:szCs w:val="20"/>
              </w:rPr>
              <w:t>per cent</w:t>
            </w:r>
            <w:r w:rsidRPr="008E7459">
              <w:rPr>
                <w:rFonts w:ascii="Arial" w:hAnsi="Arial" w:cs="Arial"/>
                <w:sz w:val="20"/>
                <w:szCs w:val="20"/>
              </w:rPr>
              <w:t xml:space="preserve">) = (the numerator/the </w:t>
            </w:r>
            <w:r w:rsidR="00A81A7E" w:rsidRPr="008E7459">
              <w:rPr>
                <w:rFonts w:ascii="Arial" w:hAnsi="Arial" w:cs="Arial"/>
                <w:sz w:val="20"/>
                <w:szCs w:val="20"/>
              </w:rPr>
              <w:t>d</w:t>
            </w:r>
            <w:r w:rsidRPr="008E7459">
              <w:rPr>
                <w:rFonts w:ascii="Arial" w:hAnsi="Arial" w:cs="Arial"/>
                <w:sz w:val="20"/>
                <w:szCs w:val="20"/>
              </w:rPr>
              <w:t xml:space="preserve">enominator)*100 (rounded to the nearest whole number), </w:t>
            </w:r>
            <w:r w:rsidR="00A81A7E" w:rsidRPr="008E7459">
              <w:rPr>
                <w:rFonts w:ascii="Arial" w:hAnsi="Arial" w:cs="Arial"/>
                <w:sz w:val="20"/>
                <w:szCs w:val="20"/>
              </w:rPr>
              <w:t>by year level for y</w:t>
            </w:r>
            <w:r w:rsidRPr="008E7459">
              <w:rPr>
                <w:rFonts w:ascii="Arial" w:hAnsi="Arial" w:cs="Arial"/>
                <w:sz w:val="20"/>
                <w:szCs w:val="20"/>
              </w:rPr>
              <w:t>ears 1</w:t>
            </w:r>
            <w:r w:rsidR="00DE694D" w:rsidRPr="008E7459">
              <w:rPr>
                <w:rFonts w:ascii="Arial" w:hAnsi="Arial" w:cs="Arial"/>
                <w:sz w:val="20"/>
                <w:szCs w:val="20"/>
              </w:rPr>
              <w:noBreakHyphen/>
            </w:r>
            <w:r w:rsidRPr="008E7459">
              <w:rPr>
                <w:rFonts w:ascii="Arial" w:hAnsi="Arial" w:cs="Arial"/>
                <w:sz w:val="20"/>
                <w:szCs w:val="20"/>
              </w:rPr>
              <w:t xml:space="preserve">10 and ungraded students, State and Territory, </w:t>
            </w:r>
            <w:r w:rsidR="00A81A7E" w:rsidRPr="008E7459">
              <w:rPr>
                <w:rFonts w:ascii="Arial" w:hAnsi="Arial" w:cs="Arial"/>
                <w:sz w:val="20"/>
                <w:szCs w:val="20"/>
              </w:rPr>
              <w:t>s</w:t>
            </w:r>
            <w:r w:rsidRPr="008E7459">
              <w:rPr>
                <w:rFonts w:ascii="Arial" w:hAnsi="Arial" w:cs="Arial"/>
                <w:sz w:val="20"/>
                <w:szCs w:val="20"/>
              </w:rPr>
              <w:t xml:space="preserve">ector, </w:t>
            </w:r>
            <w:r w:rsidR="00A81A7E" w:rsidRPr="008E7459">
              <w:rPr>
                <w:rFonts w:ascii="Arial" w:hAnsi="Arial" w:cs="Arial"/>
                <w:sz w:val="20"/>
                <w:szCs w:val="20"/>
              </w:rPr>
              <w:t>s</w:t>
            </w:r>
            <w:r w:rsidRPr="008E7459">
              <w:rPr>
                <w:rFonts w:ascii="Arial" w:hAnsi="Arial" w:cs="Arial"/>
                <w:sz w:val="20"/>
                <w:szCs w:val="20"/>
              </w:rPr>
              <w:t>ex, and Indigenous status.</w:t>
            </w:r>
          </w:p>
          <w:p w:rsidR="00113B72" w:rsidRPr="008E7459" w:rsidRDefault="00890F3A" w:rsidP="003A3E0B">
            <w:pPr>
              <w:spacing w:before="30" w:after="30"/>
              <w:jc w:val="both"/>
              <w:rPr>
                <w:rFonts w:ascii="Arial" w:hAnsi="Arial" w:cs="Arial"/>
                <w:sz w:val="20"/>
                <w:szCs w:val="20"/>
              </w:rPr>
            </w:pPr>
            <w:r w:rsidRPr="008E7459">
              <w:rPr>
                <w:rFonts w:ascii="Arial" w:hAnsi="Arial" w:cs="Arial"/>
                <w:i/>
                <w:sz w:val="20"/>
                <w:szCs w:val="20"/>
              </w:rPr>
              <w:t>N</w:t>
            </w:r>
            <w:r w:rsidR="00113B72" w:rsidRPr="008E7459">
              <w:rPr>
                <w:rFonts w:ascii="Arial" w:hAnsi="Arial" w:cs="Arial"/>
                <w:i/>
                <w:sz w:val="20"/>
                <w:szCs w:val="20"/>
              </w:rPr>
              <w:t>umerator</w:t>
            </w:r>
            <w:r w:rsidR="00113B72" w:rsidRPr="008E7459">
              <w:rPr>
                <w:rFonts w:ascii="Arial" w:hAnsi="Arial" w:cs="Arial"/>
                <w:sz w:val="20"/>
                <w:szCs w:val="20"/>
              </w:rPr>
              <w:t xml:space="preserve"> (Actual_Day_Attendance) – the number of actual full</w:t>
            </w:r>
            <w:r w:rsidR="00DE694D" w:rsidRPr="008E7459">
              <w:rPr>
                <w:rFonts w:ascii="Arial" w:hAnsi="Arial" w:cs="Arial"/>
                <w:sz w:val="20"/>
                <w:szCs w:val="20"/>
              </w:rPr>
              <w:noBreakHyphen/>
            </w:r>
            <w:r w:rsidR="00113B72" w:rsidRPr="008E7459">
              <w:rPr>
                <w:rFonts w:ascii="Arial" w:hAnsi="Arial" w:cs="Arial"/>
                <w:sz w:val="20"/>
                <w:szCs w:val="20"/>
              </w:rPr>
              <w:t>time equivalent student</w:t>
            </w:r>
            <w:r w:rsidR="00DE694D" w:rsidRPr="008E7459">
              <w:rPr>
                <w:rFonts w:ascii="Arial" w:hAnsi="Arial" w:cs="Arial"/>
                <w:sz w:val="20"/>
                <w:szCs w:val="20"/>
              </w:rPr>
              <w:noBreakHyphen/>
            </w:r>
            <w:r w:rsidR="00113B72" w:rsidRPr="008E7459">
              <w:rPr>
                <w:rFonts w:ascii="Arial" w:hAnsi="Arial" w:cs="Arial"/>
                <w:sz w:val="20"/>
                <w:szCs w:val="20"/>
              </w:rPr>
              <w:t>days attended by full</w:t>
            </w:r>
            <w:r w:rsidR="00DE694D" w:rsidRPr="008E7459">
              <w:rPr>
                <w:rFonts w:ascii="Arial" w:hAnsi="Arial" w:cs="Arial"/>
                <w:sz w:val="20"/>
                <w:szCs w:val="20"/>
              </w:rPr>
              <w:noBreakHyphen/>
            </w:r>
            <w:r w:rsidR="00113B72" w:rsidRPr="008E7459">
              <w:rPr>
                <w:rFonts w:ascii="Arial" w:hAnsi="Arial" w:cs="Arial"/>
                <w:sz w:val="20"/>
                <w:szCs w:val="20"/>
              </w:rPr>
              <w:t>time students</w:t>
            </w:r>
            <w:r w:rsidRPr="008E7459">
              <w:rPr>
                <w:rFonts w:ascii="Arial" w:hAnsi="Arial" w:cs="Arial"/>
                <w:sz w:val="20"/>
                <w:szCs w:val="20"/>
              </w:rPr>
              <w:t>.</w:t>
            </w:r>
          </w:p>
          <w:p w:rsidR="00113B72" w:rsidRPr="008E7459" w:rsidRDefault="00890F3A" w:rsidP="003A3E0B">
            <w:pPr>
              <w:spacing w:before="30" w:after="30"/>
              <w:jc w:val="both"/>
              <w:rPr>
                <w:rFonts w:ascii="Arial" w:hAnsi="Arial" w:cs="Arial"/>
                <w:sz w:val="20"/>
                <w:szCs w:val="20"/>
              </w:rPr>
            </w:pPr>
            <w:r w:rsidRPr="008E7459">
              <w:rPr>
                <w:rFonts w:ascii="Arial" w:hAnsi="Arial" w:cs="Arial"/>
                <w:i/>
                <w:sz w:val="20"/>
                <w:szCs w:val="20"/>
              </w:rPr>
              <w:t>D</w:t>
            </w:r>
            <w:r w:rsidR="00113B72" w:rsidRPr="008E7459">
              <w:rPr>
                <w:rFonts w:ascii="Arial" w:hAnsi="Arial" w:cs="Arial"/>
                <w:i/>
                <w:sz w:val="20"/>
                <w:szCs w:val="20"/>
              </w:rPr>
              <w:t xml:space="preserve">enominator (Possible_Day_Attendance) </w:t>
            </w:r>
            <w:r w:rsidR="00113B72" w:rsidRPr="008E7459">
              <w:rPr>
                <w:rFonts w:ascii="Arial" w:hAnsi="Arial" w:cs="Arial"/>
                <w:sz w:val="20"/>
                <w:szCs w:val="20"/>
              </w:rPr>
              <w:t>– the number of</w:t>
            </w:r>
            <w:r w:rsidR="00E41429" w:rsidRPr="008E7459">
              <w:rPr>
                <w:rFonts w:ascii="Arial" w:hAnsi="Arial" w:cs="Arial"/>
                <w:sz w:val="20"/>
                <w:szCs w:val="20"/>
              </w:rPr>
              <w:t xml:space="preserve"> </w:t>
            </w:r>
            <w:r w:rsidR="00113B72" w:rsidRPr="008E7459">
              <w:rPr>
                <w:rFonts w:ascii="Arial" w:hAnsi="Arial" w:cs="Arial"/>
                <w:sz w:val="20"/>
                <w:szCs w:val="20"/>
              </w:rPr>
              <w:t>possible student</w:t>
            </w:r>
            <w:r w:rsidR="00DE694D" w:rsidRPr="008E7459">
              <w:rPr>
                <w:rFonts w:ascii="Arial" w:hAnsi="Arial" w:cs="Arial"/>
                <w:sz w:val="20"/>
                <w:szCs w:val="20"/>
              </w:rPr>
              <w:noBreakHyphen/>
            </w:r>
            <w:r w:rsidR="00113B72" w:rsidRPr="008E7459">
              <w:rPr>
                <w:rFonts w:ascii="Arial" w:hAnsi="Arial" w:cs="Arial"/>
                <w:sz w:val="20"/>
                <w:szCs w:val="20"/>
              </w:rPr>
              <w:t>days attended by full</w:t>
            </w:r>
            <w:r w:rsidR="00DE694D" w:rsidRPr="008E7459">
              <w:rPr>
                <w:rFonts w:ascii="Arial" w:hAnsi="Arial" w:cs="Arial"/>
                <w:sz w:val="20"/>
                <w:szCs w:val="20"/>
              </w:rPr>
              <w:noBreakHyphen/>
            </w:r>
            <w:r w:rsidR="00113B72" w:rsidRPr="008E7459">
              <w:rPr>
                <w:rFonts w:ascii="Arial" w:hAnsi="Arial" w:cs="Arial"/>
                <w:sz w:val="20"/>
                <w:szCs w:val="20"/>
              </w:rPr>
              <w:t>time students</w:t>
            </w:r>
            <w:r w:rsidRPr="008E7459">
              <w:rPr>
                <w:rFonts w:ascii="Arial" w:hAnsi="Arial" w:cs="Arial"/>
                <w:sz w:val="20"/>
                <w:szCs w:val="20"/>
              </w:rPr>
              <w:t>.</w:t>
            </w:r>
            <w:r w:rsidR="00113B72" w:rsidRPr="008E7459">
              <w:rPr>
                <w:rFonts w:ascii="Arial" w:hAnsi="Arial" w:cs="Arial"/>
                <w:sz w:val="20"/>
                <w:szCs w:val="20"/>
              </w:rPr>
              <w:t xml:space="preserve"> </w:t>
            </w:r>
          </w:p>
          <w:p w:rsidR="00113B72" w:rsidRPr="008E7459" w:rsidRDefault="00113B72" w:rsidP="003A3E0B">
            <w:pPr>
              <w:spacing w:before="30" w:after="30"/>
              <w:jc w:val="both"/>
              <w:rPr>
                <w:rFonts w:ascii="Arial" w:hAnsi="Arial" w:cs="Arial"/>
                <w:sz w:val="20"/>
                <w:szCs w:val="20"/>
              </w:rPr>
            </w:pPr>
            <w:r w:rsidRPr="008E7459">
              <w:rPr>
                <w:rFonts w:ascii="Arial" w:hAnsi="Arial" w:cs="Arial"/>
                <w:sz w:val="20"/>
                <w:szCs w:val="20"/>
              </w:rPr>
              <w:t>Notes:</w:t>
            </w:r>
          </w:p>
          <w:p w:rsidR="00113B72" w:rsidRPr="008E7459" w:rsidRDefault="00113B72" w:rsidP="003A3E0B">
            <w:pPr>
              <w:pStyle w:val="ListParagraph"/>
              <w:numPr>
                <w:ilvl w:val="0"/>
                <w:numId w:val="27"/>
              </w:numPr>
              <w:spacing w:before="30" w:after="30"/>
              <w:jc w:val="both"/>
              <w:rPr>
                <w:rFonts w:ascii="Arial" w:hAnsi="Arial" w:cs="Arial"/>
                <w:b/>
                <w:sz w:val="20"/>
                <w:szCs w:val="20"/>
              </w:rPr>
            </w:pPr>
            <w:bookmarkStart w:id="41" w:name="_Ref357173420"/>
            <w:r w:rsidRPr="008E7459">
              <w:rPr>
                <w:rFonts w:ascii="Arial" w:hAnsi="Arial" w:cs="Arial"/>
                <w:sz w:val="20"/>
                <w:szCs w:val="20"/>
              </w:rPr>
              <w:t>Indigenous status refers to those who identify as Aboriginal but not Torres Strait Islander origin, or Torres Strait Islander but not Aboriginal origin, or Both Aboriginal and Torres Strait Islander origin.</w:t>
            </w:r>
            <w:bookmarkEnd w:id="41"/>
          </w:p>
          <w:p w:rsidR="00113B72" w:rsidRPr="008E7459" w:rsidRDefault="00113B72" w:rsidP="003A3E0B">
            <w:pPr>
              <w:pStyle w:val="ListParagraph"/>
              <w:numPr>
                <w:ilvl w:val="0"/>
                <w:numId w:val="27"/>
              </w:numPr>
              <w:spacing w:before="30" w:after="30"/>
              <w:jc w:val="both"/>
              <w:rPr>
                <w:rFonts w:ascii="Arial" w:hAnsi="Arial" w:cs="Arial"/>
                <w:b/>
                <w:sz w:val="20"/>
                <w:szCs w:val="20"/>
              </w:rPr>
            </w:pPr>
            <w:r w:rsidRPr="008E7459">
              <w:rPr>
                <w:rFonts w:ascii="Arial" w:hAnsi="Arial" w:cs="Arial"/>
                <w:sz w:val="20"/>
                <w:szCs w:val="20"/>
              </w:rPr>
              <w:t>Non</w:t>
            </w:r>
            <w:r w:rsidR="00DE694D" w:rsidRPr="008E7459">
              <w:rPr>
                <w:rFonts w:ascii="Arial" w:hAnsi="Arial" w:cs="Arial"/>
                <w:sz w:val="20"/>
                <w:szCs w:val="20"/>
              </w:rPr>
              <w:noBreakHyphen/>
            </w:r>
            <w:r w:rsidRPr="008E7459">
              <w:rPr>
                <w:rFonts w:ascii="Arial" w:hAnsi="Arial" w:cs="Arial"/>
                <w:sz w:val="20"/>
                <w:szCs w:val="20"/>
              </w:rPr>
              <w:t>Indigenous status refers to those who identify themselves as Non</w:t>
            </w:r>
            <w:r w:rsidR="00DE694D" w:rsidRPr="008E7459">
              <w:rPr>
                <w:rFonts w:ascii="Arial" w:hAnsi="Arial" w:cs="Arial"/>
                <w:sz w:val="20"/>
                <w:szCs w:val="20"/>
              </w:rPr>
              <w:noBreakHyphen/>
            </w:r>
            <w:r w:rsidRPr="008E7459">
              <w:rPr>
                <w:rFonts w:ascii="Arial" w:hAnsi="Arial" w:cs="Arial"/>
                <w:sz w:val="20"/>
                <w:szCs w:val="20"/>
              </w:rPr>
              <w:t>Indigenous or where it is unknown/not stated</w:t>
            </w:r>
            <w:r w:rsidR="00890F3A" w:rsidRPr="008E7459">
              <w:rPr>
                <w:rFonts w:ascii="Arial" w:hAnsi="Arial" w:cs="Arial"/>
                <w:sz w:val="20"/>
                <w:szCs w:val="20"/>
              </w:rPr>
              <w:t>.</w:t>
            </w:r>
          </w:p>
          <w:p w:rsidR="00113B72" w:rsidRPr="008E7459" w:rsidRDefault="00113B72" w:rsidP="003A3E0B">
            <w:pPr>
              <w:pStyle w:val="ListParagraph"/>
              <w:numPr>
                <w:ilvl w:val="0"/>
                <w:numId w:val="27"/>
              </w:numPr>
              <w:spacing w:before="30" w:after="30"/>
              <w:jc w:val="both"/>
              <w:rPr>
                <w:rFonts w:ascii="Arial" w:hAnsi="Arial" w:cs="Arial"/>
                <w:b/>
                <w:i/>
                <w:sz w:val="20"/>
                <w:szCs w:val="20"/>
              </w:rPr>
            </w:pPr>
            <w:r w:rsidRPr="008E7459">
              <w:rPr>
                <w:rFonts w:ascii="Arial" w:hAnsi="Arial" w:cs="Arial"/>
                <w:sz w:val="20"/>
                <w:szCs w:val="20"/>
              </w:rPr>
              <w:t xml:space="preserve">Appendix 1 contains the proportion of data where the </w:t>
            </w:r>
            <w:r w:rsidR="00812C8A" w:rsidRPr="008E7459">
              <w:rPr>
                <w:rFonts w:ascii="Arial" w:hAnsi="Arial" w:cs="Arial"/>
                <w:sz w:val="20"/>
                <w:szCs w:val="20"/>
              </w:rPr>
              <w:t>Indigenous</w:t>
            </w:r>
            <w:r w:rsidRPr="008E7459">
              <w:rPr>
                <w:rFonts w:ascii="Arial" w:hAnsi="Arial" w:cs="Arial"/>
                <w:sz w:val="20"/>
                <w:szCs w:val="20"/>
              </w:rPr>
              <w:t xml:space="preserve"> status is unknown/not stated, for those data providers where a breakdown is available.</w:t>
            </w:r>
          </w:p>
        </w:tc>
      </w:tr>
      <w:tr w:rsidR="00BC05F5" w:rsidRPr="008E7459" w:rsidTr="00BC05F5">
        <w:tc>
          <w:tcPr>
            <w:tcW w:w="1984" w:type="dxa"/>
            <w:hideMark/>
          </w:tcPr>
          <w:p w:rsidR="00113B72" w:rsidRPr="008E7459" w:rsidRDefault="00113B72" w:rsidP="00113B72">
            <w:pPr>
              <w:spacing w:before="30" w:after="30"/>
              <w:rPr>
                <w:rFonts w:ascii="Arial" w:hAnsi="Arial" w:cs="Arial"/>
                <w:b/>
                <w:sz w:val="20"/>
                <w:szCs w:val="20"/>
              </w:rPr>
            </w:pPr>
            <w:r w:rsidRPr="008E7459">
              <w:rPr>
                <w:rFonts w:ascii="Arial" w:hAnsi="Arial" w:cs="Arial"/>
                <w:b/>
                <w:sz w:val="20"/>
                <w:szCs w:val="20"/>
              </w:rPr>
              <w:t>Data source/s</w:t>
            </w:r>
          </w:p>
        </w:tc>
        <w:tc>
          <w:tcPr>
            <w:tcW w:w="6994" w:type="dxa"/>
            <w:hideMark/>
          </w:tcPr>
          <w:p w:rsidR="00113B72" w:rsidRPr="008E7459" w:rsidRDefault="00113B72" w:rsidP="003A3E0B">
            <w:pPr>
              <w:spacing w:before="30" w:after="30"/>
              <w:jc w:val="both"/>
              <w:rPr>
                <w:rFonts w:ascii="Arial" w:hAnsi="Arial" w:cs="Arial"/>
                <w:sz w:val="20"/>
                <w:szCs w:val="20"/>
              </w:rPr>
            </w:pPr>
            <w:r w:rsidRPr="008E7459">
              <w:rPr>
                <w:rFonts w:ascii="Arial" w:hAnsi="Arial" w:cs="Arial"/>
                <w:sz w:val="20"/>
                <w:szCs w:val="20"/>
              </w:rPr>
              <w:t xml:space="preserve">2012 ACARA National Student Attendance Data Collection (unpublished) </w:t>
            </w:r>
          </w:p>
        </w:tc>
      </w:tr>
      <w:tr w:rsidR="00BC05F5" w:rsidRPr="008E7459" w:rsidTr="00BC05F5">
        <w:tc>
          <w:tcPr>
            <w:tcW w:w="1984" w:type="dxa"/>
            <w:hideMark/>
          </w:tcPr>
          <w:p w:rsidR="00113B72" w:rsidRPr="008E7459" w:rsidRDefault="00113B72" w:rsidP="00113B72">
            <w:pPr>
              <w:spacing w:before="30" w:after="30"/>
              <w:rPr>
                <w:rFonts w:ascii="Arial" w:hAnsi="Arial" w:cs="Arial"/>
                <w:b/>
                <w:sz w:val="20"/>
                <w:szCs w:val="20"/>
              </w:rPr>
            </w:pPr>
            <w:r w:rsidRPr="008E7459">
              <w:rPr>
                <w:rFonts w:ascii="Arial" w:hAnsi="Arial" w:cs="Arial"/>
                <w:b/>
                <w:sz w:val="20"/>
                <w:szCs w:val="20"/>
              </w:rPr>
              <w:t>Institutional environment</w:t>
            </w:r>
          </w:p>
        </w:tc>
        <w:tc>
          <w:tcPr>
            <w:tcW w:w="6994" w:type="dxa"/>
            <w:hideMark/>
          </w:tcPr>
          <w:p w:rsidR="00113B72" w:rsidRPr="008E7459" w:rsidRDefault="00113B72" w:rsidP="003A3E0B">
            <w:pPr>
              <w:spacing w:before="30" w:after="30"/>
              <w:jc w:val="both"/>
              <w:rPr>
                <w:rFonts w:ascii="Arial" w:hAnsi="Arial" w:cs="Arial"/>
                <w:sz w:val="20"/>
                <w:szCs w:val="20"/>
              </w:rPr>
            </w:pPr>
            <w:r w:rsidRPr="008E7459">
              <w:rPr>
                <w:rFonts w:ascii="Arial" w:hAnsi="Arial" w:cs="Arial"/>
                <w:sz w:val="20"/>
                <w:szCs w:val="20"/>
              </w:rPr>
              <w:t>ACARA collects the data from individual data providers: Departments of Education in each state / territory, for the government sector and The Department of Education, Employment and Workplace Relations (DEEWR) for the non</w:t>
            </w:r>
            <w:r w:rsidR="00DE694D" w:rsidRPr="008E7459">
              <w:rPr>
                <w:rFonts w:ascii="Arial" w:hAnsi="Arial" w:cs="Arial"/>
                <w:sz w:val="20"/>
                <w:szCs w:val="20"/>
              </w:rPr>
              <w:noBreakHyphen/>
            </w:r>
            <w:r w:rsidRPr="008E7459">
              <w:rPr>
                <w:rFonts w:ascii="Arial" w:hAnsi="Arial" w:cs="Arial"/>
                <w:sz w:val="20"/>
                <w:szCs w:val="20"/>
              </w:rPr>
              <w:t xml:space="preserve">government sector. </w:t>
            </w:r>
          </w:p>
          <w:p w:rsidR="00113B72" w:rsidRPr="008E7459" w:rsidRDefault="00113B72" w:rsidP="003A3E0B">
            <w:pPr>
              <w:spacing w:before="30" w:after="30"/>
              <w:jc w:val="both"/>
              <w:rPr>
                <w:rFonts w:ascii="Arial" w:hAnsi="Arial" w:cs="Arial"/>
                <w:sz w:val="20"/>
                <w:szCs w:val="20"/>
              </w:rPr>
            </w:pPr>
            <w:r w:rsidRPr="008E7459">
              <w:rPr>
                <w:rFonts w:ascii="Arial" w:hAnsi="Arial" w:cs="Arial"/>
                <w:sz w:val="20"/>
                <w:szCs w:val="20"/>
              </w:rPr>
              <w:t>Individual data providers collect information from schools under the relevant legislation/agreement in each state/territory and sector.</w:t>
            </w:r>
          </w:p>
          <w:p w:rsidR="00113B72" w:rsidRPr="008E7459" w:rsidRDefault="00113B72" w:rsidP="003A3E0B">
            <w:pPr>
              <w:spacing w:before="30" w:after="30"/>
              <w:jc w:val="both"/>
              <w:rPr>
                <w:b/>
                <w:i/>
              </w:rPr>
            </w:pPr>
            <w:r w:rsidRPr="008E7459">
              <w:rPr>
                <w:rFonts w:ascii="Arial" w:hAnsi="Arial" w:cs="Arial"/>
                <w:sz w:val="20"/>
                <w:szCs w:val="20"/>
              </w:rPr>
              <w:t xml:space="preserve">Summaries of key points from individual data providers’ Data Quality Statements are provided in </w:t>
            </w:r>
            <w:r w:rsidR="00DE694D" w:rsidRPr="008E7459">
              <w:rPr>
                <w:rFonts w:ascii="Arial" w:hAnsi="Arial" w:cs="Arial"/>
                <w:sz w:val="20"/>
                <w:szCs w:val="20"/>
              </w:rPr>
              <w:t>a</w:t>
            </w:r>
            <w:r w:rsidRPr="008E7459">
              <w:rPr>
                <w:rFonts w:ascii="Arial" w:hAnsi="Arial" w:cs="Arial"/>
                <w:sz w:val="20"/>
                <w:szCs w:val="20"/>
              </w:rPr>
              <w:t>ppendix 2.</w:t>
            </w:r>
          </w:p>
        </w:tc>
      </w:tr>
      <w:tr w:rsidR="00BC05F5" w:rsidRPr="008E7459" w:rsidTr="00BC05F5">
        <w:tc>
          <w:tcPr>
            <w:tcW w:w="1984" w:type="dxa"/>
          </w:tcPr>
          <w:p w:rsidR="00113B72" w:rsidRPr="008E7459" w:rsidRDefault="00113B72" w:rsidP="00113B72">
            <w:pPr>
              <w:spacing w:before="30" w:after="30"/>
              <w:rPr>
                <w:rFonts w:ascii="Arial" w:hAnsi="Arial" w:cs="Arial"/>
                <w:b/>
                <w:sz w:val="20"/>
                <w:szCs w:val="20"/>
              </w:rPr>
            </w:pPr>
            <w:r w:rsidRPr="008E7459">
              <w:rPr>
                <w:rFonts w:ascii="Arial" w:hAnsi="Arial" w:cs="Arial"/>
                <w:b/>
                <w:sz w:val="20"/>
                <w:szCs w:val="20"/>
              </w:rPr>
              <w:t>Relevance</w:t>
            </w:r>
          </w:p>
          <w:p w:rsidR="00113B72" w:rsidRPr="008E7459" w:rsidRDefault="00113B72" w:rsidP="00113B72">
            <w:pPr>
              <w:spacing w:before="30" w:after="30"/>
              <w:rPr>
                <w:rFonts w:ascii="Arial" w:hAnsi="Arial" w:cs="Arial"/>
                <w:b/>
                <w:sz w:val="20"/>
                <w:szCs w:val="20"/>
              </w:rPr>
            </w:pPr>
          </w:p>
        </w:tc>
        <w:tc>
          <w:tcPr>
            <w:tcW w:w="6994" w:type="dxa"/>
            <w:hideMark/>
          </w:tcPr>
          <w:p w:rsidR="00113B72" w:rsidRPr="008E7459" w:rsidRDefault="00113B72" w:rsidP="003A3E0B">
            <w:pPr>
              <w:spacing w:before="30" w:after="30"/>
              <w:jc w:val="both"/>
              <w:rPr>
                <w:rFonts w:ascii="Arial" w:hAnsi="Arial" w:cs="Arial"/>
                <w:sz w:val="20"/>
                <w:szCs w:val="20"/>
              </w:rPr>
            </w:pPr>
            <w:r w:rsidRPr="008E7459">
              <w:rPr>
                <w:rFonts w:ascii="Arial" w:hAnsi="Arial" w:cs="Arial"/>
                <w:sz w:val="20"/>
                <w:szCs w:val="20"/>
              </w:rPr>
              <w:t>Data represents student attendance rates (</w:t>
            </w:r>
            <w:r w:rsidR="00781B70" w:rsidRPr="008E7459">
              <w:rPr>
                <w:rFonts w:ascii="Arial" w:hAnsi="Arial" w:cs="Arial"/>
                <w:sz w:val="20"/>
                <w:szCs w:val="20"/>
              </w:rPr>
              <w:t>per cent</w:t>
            </w:r>
            <w:r w:rsidRPr="008E7459">
              <w:rPr>
                <w:rFonts w:ascii="Arial" w:hAnsi="Arial" w:cs="Arial"/>
                <w:sz w:val="20"/>
                <w:szCs w:val="20"/>
              </w:rPr>
              <w:t xml:space="preserve">) for all schools in all sectors in Australia by Year level for Years 1 </w:t>
            </w:r>
            <w:r w:rsidR="00DE694D" w:rsidRPr="008E7459">
              <w:rPr>
                <w:rFonts w:ascii="Arial" w:hAnsi="Arial" w:cs="Arial"/>
                <w:sz w:val="20"/>
                <w:szCs w:val="20"/>
              </w:rPr>
              <w:noBreakHyphen/>
            </w:r>
            <w:r w:rsidRPr="008E7459">
              <w:rPr>
                <w:rFonts w:ascii="Arial" w:hAnsi="Arial" w:cs="Arial"/>
                <w:sz w:val="20"/>
                <w:szCs w:val="20"/>
              </w:rPr>
              <w:t xml:space="preserve">10 and ungraded students, State and Territory, Sex, and Indigenous status. </w:t>
            </w:r>
          </w:p>
          <w:p w:rsidR="00113B72" w:rsidRPr="008E7459" w:rsidRDefault="00113B72" w:rsidP="003A3E0B">
            <w:pPr>
              <w:spacing w:before="30" w:after="30"/>
              <w:jc w:val="both"/>
              <w:rPr>
                <w:rFonts w:ascii="Arial" w:hAnsi="Arial" w:cs="Arial"/>
                <w:sz w:val="20"/>
                <w:szCs w:val="20"/>
              </w:rPr>
            </w:pPr>
            <w:r w:rsidRPr="008E7459">
              <w:rPr>
                <w:rFonts w:ascii="Arial" w:hAnsi="Arial" w:cs="Arial"/>
                <w:sz w:val="20"/>
                <w:szCs w:val="20"/>
              </w:rPr>
              <w:t>Sex, and Indigenous status are defined as per the ACARA Data Standards Manual: Student Background Characteristics.</w:t>
            </w:r>
          </w:p>
          <w:p w:rsidR="00113B72" w:rsidRPr="008E7459" w:rsidRDefault="00113B72" w:rsidP="003A3E0B">
            <w:pPr>
              <w:spacing w:before="30" w:after="30"/>
              <w:jc w:val="both"/>
              <w:rPr>
                <w:rFonts w:ascii="Arial" w:hAnsi="Arial" w:cs="Arial"/>
                <w:sz w:val="20"/>
                <w:szCs w:val="20"/>
              </w:rPr>
            </w:pPr>
            <w:r w:rsidRPr="008E7459">
              <w:rPr>
                <w:rFonts w:ascii="Arial" w:hAnsi="Arial" w:cs="Arial"/>
                <w:sz w:val="20"/>
                <w:szCs w:val="20"/>
              </w:rPr>
              <w:t xml:space="preserve">The collection period for the government sector was Semester 1 in 2012 for each state / territory except for Tasmania where it was Term 1. Note that actual dates of Semester 1 may vary between state / territory. </w:t>
            </w:r>
          </w:p>
          <w:p w:rsidR="00113B72" w:rsidRPr="008E7459" w:rsidRDefault="00113B72" w:rsidP="003A3E0B">
            <w:pPr>
              <w:spacing w:before="30" w:after="30"/>
              <w:jc w:val="both"/>
              <w:rPr>
                <w:b/>
                <w:i/>
              </w:rPr>
            </w:pPr>
            <w:r w:rsidRPr="008E7459">
              <w:rPr>
                <w:rFonts w:ascii="Arial" w:hAnsi="Arial" w:cs="Arial"/>
                <w:sz w:val="20"/>
                <w:szCs w:val="20"/>
              </w:rPr>
              <w:t>The collection period for the non</w:t>
            </w:r>
            <w:r w:rsidR="00DE694D" w:rsidRPr="008E7459">
              <w:rPr>
                <w:rFonts w:ascii="Arial" w:hAnsi="Arial" w:cs="Arial"/>
                <w:sz w:val="20"/>
                <w:szCs w:val="20"/>
              </w:rPr>
              <w:noBreakHyphen/>
            </w:r>
            <w:r w:rsidRPr="008E7459">
              <w:rPr>
                <w:rFonts w:ascii="Arial" w:hAnsi="Arial" w:cs="Arial"/>
                <w:sz w:val="20"/>
                <w:szCs w:val="20"/>
              </w:rPr>
              <w:t>government sector is for 20 consecutive school days in May that form four complete school weeks.</w:t>
            </w:r>
          </w:p>
        </w:tc>
      </w:tr>
      <w:tr w:rsidR="00BC05F5" w:rsidRPr="008E7459" w:rsidTr="00BC05F5">
        <w:tc>
          <w:tcPr>
            <w:tcW w:w="1984" w:type="dxa"/>
          </w:tcPr>
          <w:p w:rsidR="00113B72" w:rsidRPr="008E7459" w:rsidRDefault="00113B72" w:rsidP="00113B72">
            <w:pPr>
              <w:spacing w:before="30" w:after="30"/>
              <w:rPr>
                <w:rFonts w:ascii="Arial" w:hAnsi="Arial" w:cs="Arial"/>
                <w:b/>
                <w:sz w:val="20"/>
                <w:szCs w:val="20"/>
              </w:rPr>
            </w:pPr>
            <w:r w:rsidRPr="008E7459">
              <w:rPr>
                <w:rFonts w:ascii="Arial" w:hAnsi="Arial" w:cs="Arial"/>
                <w:b/>
                <w:sz w:val="20"/>
                <w:szCs w:val="20"/>
              </w:rPr>
              <w:t>Timeliness</w:t>
            </w:r>
          </w:p>
          <w:p w:rsidR="00113B72" w:rsidRPr="008E7459" w:rsidRDefault="00113B72" w:rsidP="00113B72">
            <w:pPr>
              <w:spacing w:before="30" w:after="30"/>
              <w:rPr>
                <w:rFonts w:ascii="Arial" w:hAnsi="Arial" w:cs="Arial"/>
                <w:b/>
                <w:sz w:val="20"/>
                <w:szCs w:val="20"/>
              </w:rPr>
            </w:pPr>
          </w:p>
        </w:tc>
        <w:tc>
          <w:tcPr>
            <w:tcW w:w="6994" w:type="dxa"/>
            <w:hideMark/>
          </w:tcPr>
          <w:p w:rsidR="00113B72" w:rsidRPr="008E7459" w:rsidRDefault="00113B72" w:rsidP="003A3E0B">
            <w:pPr>
              <w:spacing w:before="30" w:after="30"/>
              <w:jc w:val="both"/>
              <w:rPr>
                <w:b/>
                <w:i/>
              </w:rPr>
            </w:pPr>
            <w:r w:rsidRPr="008E7459">
              <w:rPr>
                <w:rFonts w:ascii="Arial" w:hAnsi="Arial" w:cs="Arial"/>
                <w:sz w:val="20"/>
                <w:szCs w:val="20"/>
              </w:rPr>
              <w:t>ACARA requests aggregate data, from data providers, in April of the year following the collection period. E.g. For the 2012 collection, the data was requested in April 2013.</w:t>
            </w:r>
          </w:p>
        </w:tc>
      </w:tr>
      <w:tr w:rsidR="00BC05F5" w:rsidRPr="008E7459" w:rsidTr="00BC05F5">
        <w:tc>
          <w:tcPr>
            <w:tcW w:w="1984" w:type="dxa"/>
          </w:tcPr>
          <w:p w:rsidR="00113B72" w:rsidRPr="008E7459" w:rsidRDefault="00113B72" w:rsidP="00113B72">
            <w:pPr>
              <w:spacing w:before="30" w:after="30"/>
              <w:rPr>
                <w:rFonts w:ascii="Arial" w:hAnsi="Arial" w:cs="Arial"/>
                <w:b/>
                <w:sz w:val="20"/>
                <w:szCs w:val="20"/>
              </w:rPr>
            </w:pPr>
            <w:r w:rsidRPr="008E7459">
              <w:rPr>
                <w:rFonts w:ascii="Arial" w:hAnsi="Arial" w:cs="Arial"/>
                <w:b/>
                <w:sz w:val="20"/>
                <w:szCs w:val="20"/>
              </w:rPr>
              <w:t>Accuracy</w:t>
            </w:r>
          </w:p>
          <w:p w:rsidR="00113B72" w:rsidRPr="008E7459" w:rsidRDefault="00113B72" w:rsidP="00113B72">
            <w:pPr>
              <w:spacing w:before="30" w:after="30"/>
              <w:rPr>
                <w:rFonts w:ascii="Arial" w:hAnsi="Arial" w:cs="Arial"/>
                <w:b/>
                <w:sz w:val="20"/>
                <w:szCs w:val="20"/>
              </w:rPr>
            </w:pPr>
          </w:p>
        </w:tc>
        <w:tc>
          <w:tcPr>
            <w:tcW w:w="6994" w:type="dxa"/>
            <w:hideMark/>
          </w:tcPr>
          <w:p w:rsidR="00113B72" w:rsidRPr="008E7459" w:rsidRDefault="00113B72" w:rsidP="003A3E0B">
            <w:pPr>
              <w:spacing w:before="30" w:after="30"/>
              <w:jc w:val="both"/>
              <w:rPr>
                <w:rFonts w:ascii="Arial" w:hAnsi="Arial" w:cs="Arial"/>
                <w:sz w:val="20"/>
                <w:szCs w:val="20"/>
              </w:rPr>
            </w:pPr>
            <w:r w:rsidRPr="008E7459">
              <w:rPr>
                <w:rFonts w:ascii="Arial" w:hAnsi="Arial" w:cs="Arial"/>
                <w:sz w:val="20"/>
                <w:szCs w:val="20"/>
              </w:rPr>
              <w:t xml:space="preserve">Attendance data are collected through various school management systems at the school, before then being collated into a central database by Departments of Education in each state / territory </w:t>
            </w:r>
            <w:r w:rsidR="00890F3A" w:rsidRPr="008E7459">
              <w:rPr>
                <w:rFonts w:ascii="Arial" w:hAnsi="Arial" w:cs="Arial"/>
                <w:sz w:val="20"/>
                <w:szCs w:val="20"/>
              </w:rPr>
              <w:t>and</w:t>
            </w:r>
            <w:r w:rsidRPr="008E7459">
              <w:rPr>
                <w:rFonts w:ascii="Arial" w:hAnsi="Arial" w:cs="Arial"/>
                <w:sz w:val="20"/>
                <w:szCs w:val="20"/>
              </w:rPr>
              <w:t xml:space="preserve"> by The Department of Education, Employment and Workplace Relations (DEEWR), for the government and non</w:t>
            </w:r>
            <w:r w:rsidR="00DE694D" w:rsidRPr="008E7459">
              <w:rPr>
                <w:rFonts w:ascii="Arial" w:hAnsi="Arial" w:cs="Arial"/>
                <w:sz w:val="20"/>
                <w:szCs w:val="20"/>
              </w:rPr>
              <w:noBreakHyphen/>
            </w:r>
            <w:r w:rsidRPr="008E7459">
              <w:rPr>
                <w:rFonts w:ascii="Arial" w:hAnsi="Arial" w:cs="Arial"/>
                <w:sz w:val="20"/>
                <w:szCs w:val="20"/>
              </w:rPr>
              <w:t xml:space="preserve">government systems respectively. </w:t>
            </w:r>
          </w:p>
          <w:p w:rsidR="00113B72" w:rsidRPr="008E7459" w:rsidRDefault="00113B72" w:rsidP="003A3E0B">
            <w:pPr>
              <w:spacing w:before="30" w:after="30"/>
              <w:jc w:val="both"/>
            </w:pPr>
            <w:r w:rsidRPr="008E7459">
              <w:rPr>
                <w:rFonts w:ascii="Arial" w:hAnsi="Arial" w:cs="Arial"/>
                <w:sz w:val="20"/>
                <w:szCs w:val="20"/>
              </w:rPr>
              <w:t>Note that student attendance data are not always captured consistently by schools.</w:t>
            </w:r>
          </w:p>
          <w:p w:rsidR="00113B72" w:rsidRPr="008E7459" w:rsidRDefault="00F16F20" w:rsidP="003A3E0B">
            <w:pPr>
              <w:pStyle w:val="TableBodyText"/>
              <w:spacing w:before="30" w:after="30" w:line="240" w:lineRule="auto"/>
              <w:jc w:val="both"/>
            </w:pPr>
            <w:r w:rsidRPr="008E7459">
              <w:lastRenderedPageBreak/>
              <w:t>The below only relates to ACARA</w:t>
            </w:r>
            <w:r w:rsidR="00113B72" w:rsidRPr="008E7459">
              <w:t xml:space="preserve">s activities in relation to the accuracy of collation. ACARA has taken necessary steps to ensure that the collated </w:t>
            </w:r>
            <w:r w:rsidR="00DF596D" w:rsidRPr="008E7459">
              <w:t>data are</w:t>
            </w:r>
            <w:r w:rsidR="00113B72" w:rsidRPr="008E7459">
              <w:t xml:space="preserve"> accurately based on the data provided. Data providers were requested to provide data in predefined templates.</w:t>
            </w:r>
          </w:p>
          <w:p w:rsidR="00113B72" w:rsidRPr="008E7459" w:rsidRDefault="00113B72" w:rsidP="003A3E0B">
            <w:pPr>
              <w:pStyle w:val="TableBullet"/>
              <w:jc w:val="both"/>
              <w:rPr>
                <w:szCs w:val="24"/>
              </w:rPr>
            </w:pPr>
            <w:r w:rsidRPr="008E7459">
              <w:t xml:space="preserve">ACARA has undertaken rigorous internal quality assurance processes to ensure the collated </w:t>
            </w:r>
            <w:r w:rsidR="00DF596D" w:rsidRPr="008E7459">
              <w:t>data are</w:t>
            </w:r>
            <w:r w:rsidRPr="008E7459">
              <w:t xml:space="preserve"> accurately reflective of the source datasets.</w:t>
            </w:r>
          </w:p>
          <w:p w:rsidR="00113B72" w:rsidRPr="008E7459" w:rsidRDefault="00113B72" w:rsidP="003A3E0B">
            <w:pPr>
              <w:pStyle w:val="TableBullet"/>
              <w:jc w:val="both"/>
              <w:rPr>
                <w:szCs w:val="24"/>
              </w:rPr>
            </w:pPr>
            <w:r w:rsidRPr="008E7459">
              <w:t>ACARA has derived the Rate_Percent (called Derived_Rate_Percent) using the provided data fields and compared to the supplied Rate_Percent :</w:t>
            </w:r>
          </w:p>
          <w:p w:rsidR="00113B72" w:rsidRPr="008E7459" w:rsidRDefault="00113B72" w:rsidP="003A3E0B">
            <w:pPr>
              <w:pStyle w:val="TableBodyText"/>
              <w:numPr>
                <w:ilvl w:val="1"/>
                <w:numId w:val="28"/>
              </w:numPr>
              <w:spacing w:before="30" w:after="30" w:line="240" w:lineRule="auto"/>
              <w:ind w:left="507" w:hanging="284"/>
              <w:jc w:val="both"/>
              <w:rPr>
                <w:szCs w:val="24"/>
              </w:rPr>
            </w:pPr>
            <w:r w:rsidRPr="008E7459">
              <w:t>Actual_Day_Attendance</w:t>
            </w:r>
          </w:p>
          <w:p w:rsidR="00113B72" w:rsidRPr="008E7459" w:rsidRDefault="00113B72" w:rsidP="003A3E0B">
            <w:pPr>
              <w:pStyle w:val="TableBodyText"/>
              <w:numPr>
                <w:ilvl w:val="1"/>
                <w:numId w:val="28"/>
              </w:numPr>
              <w:spacing w:before="30" w:after="30" w:line="240" w:lineRule="auto"/>
              <w:ind w:left="507" w:hanging="284"/>
              <w:jc w:val="both"/>
              <w:rPr>
                <w:szCs w:val="24"/>
              </w:rPr>
            </w:pPr>
            <w:r w:rsidRPr="008E7459">
              <w:t>Possible_Day_Attendance</w:t>
            </w:r>
          </w:p>
          <w:p w:rsidR="00113B72" w:rsidRPr="008E7459" w:rsidRDefault="00113B72" w:rsidP="003A3E0B">
            <w:pPr>
              <w:pStyle w:val="TableBodyText"/>
              <w:numPr>
                <w:ilvl w:val="1"/>
                <w:numId w:val="28"/>
              </w:numPr>
              <w:spacing w:before="30" w:after="30" w:line="240" w:lineRule="auto"/>
              <w:ind w:left="507" w:hanging="284"/>
              <w:jc w:val="both"/>
              <w:rPr>
                <w:szCs w:val="24"/>
              </w:rPr>
            </w:pPr>
            <w:r w:rsidRPr="008E7459">
              <w:t>Rate_Percent</w:t>
            </w:r>
            <w:r w:rsidR="00733B7C" w:rsidRPr="008E7459">
              <w:t xml:space="preserve">. </w:t>
            </w:r>
          </w:p>
          <w:p w:rsidR="00113B72" w:rsidRPr="008E7459" w:rsidRDefault="00113B72" w:rsidP="003A3E0B">
            <w:pPr>
              <w:pStyle w:val="TableBullet"/>
              <w:jc w:val="both"/>
              <w:rPr>
                <w:szCs w:val="24"/>
              </w:rPr>
            </w:pPr>
            <w:r w:rsidRPr="008E7459">
              <w:t>Whenever the Derived_Rate_Percent figure is not equal to the Rate_Percent figure (as supplied), ACARA will report the Derived_Rate_Percent figure.</w:t>
            </w:r>
          </w:p>
          <w:p w:rsidR="00113B72" w:rsidRPr="008E7459" w:rsidRDefault="00113B72" w:rsidP="003A3E0B">
            <w:pPr>
              <w:pStyle w:val="TableBullet"/>
              <w:jc w:val="both"/>
              <w:rPr>
                <w:szCs w:val="24"/>
              </w:rPr>
            </w:pPr>
            <w:r w:rsidRPr="008E7459">
              <w:t>ACARA has consistently applied and adopted this treatment across the 2012 National Student Attendance Data Collection.</w:t>
            </w:r>
          </w:p>
          <w:p w:rsidR="00113B72" w:rsidRPr="008E7459" w:rsidRDefault="00113B72" w:rsidP="003A3E0B">
            <w:pPr>
              <w:pStyle w:val="TableBullet"/>
              <w:jc w:val="both"/>
              <w:rPr>
                <w:szCs w:val="24"/>
              </w:rPr>
            </w:pPr>
            <w:r w:rsidRPr="008E7459">
              <w:t xml:space="preserve">ACARA has provided feedback to data providers and sought confirmation and approval on discrepancies in Derived_Rate_Percent. </w:t>
            </w:r>
          </w:p>
        </w:tc>
      </w:tr>
      <w:tr w:rsidR="00BC05F5" w:rsidRPr="008E7459" w:rsidTr="00BC05F5">
        <w:tc>
          <w:tcPr>
            <w:tcW w:w="1984" w:type="dxa"/>
          </w:tcPr>
          <w:p w:rsidR="00113B72" w:rsidRPr="008E7459" w:rsidRDefault="00113B72" w:rsidP="00113B72">
            <w:pPr>
              <w:spacing w:before="30" w:after="30"/>
              <w:rPr>
                <w:rFonts w:ascii="Arial" w:hAnsi="Arial" w:cs="Arial"/>
                <w:b/>
                <w:sz w:val="20"/>
                <w:szCs w:val="20"/>
              </w:rPr>
            </w:pPr>
            <w:r w:rsidRPr="008E7459">
              <w:rPr>
                <w:rFonts w:ascii="Arial" w:hAnsi="Arial" w:cs="Arial"/>
                <w:b/>
                <w:sz w:val="20"/>
                <w:szCs w:val="20"/>
              </w:rPr>
              <w:lastRenderedPageBreak/>
              <w:t>Coherence</w:t>
            </w:r>
          </w:p>
          <w:p w:rsidR="00113B72" w:rsidRPr="008E7459" w:rsidRDefault="00113B72" w:rsidP="00113B72">
            <w:pPr>
              <w:spacing w:before="30" w:after="30"/>
              <w:rPr>
                <w:rFonts w:ascii="Arial" w:hAnsi="Arial" w:cs="Arial"/>
                <w:b/>
                <w:sz w:val="20"/>
                <w:szCs w:val="20"/>
              </w:rPr>
            </w:pPr>
          </w:p>
        </w:tc>
        <w:tc>
          <w:tcPr>
            <w:tcW w:w="6994" w:type="dxa"/>
          </w:tcPr>
          <w:p w:rsidR="00113B72" w:rsidRPr="008E7459" w:rsidRDefault="00113B72" w:rsidP="003A3E0B">
            <w:pPr>
              <w:pStyle w:val="TableBodyText"/>
              <w:jc w:val="both"/>
              <w:rPr>
                <w:b/>
                <w:i/>
              </w:rPr>
            </w:pPr>
            <w:r w:rsidRPr="008E7459">
              <w:t>Methodologies and counting rules vary between state / territory and sector, therefore data cannot be compared across state / territory or across school sectors but comparisons over time (2007 to 2012) within a state / territory and sector can be made. Since 2007, data have generally been collected consistently by each state / territory and sector except for NT where the data source changed in 2012 and SA where the reporting period changed to Semester 1 in 2009.</w:t>
            </w:r>
          </w:p>
        </w:tc>
      </w:tr>
      <w:tr w:rsidR="00BC05F5" w:rsidRPr="008E7459" w:rsidTr="00BC05F5">
        <w:tc>
          <w:tcPr>
            <w:tcW w:w="1984" w:type="dxa"/>
          </w:tcPr>
          <w:p w:rsidR="00113B72" w:rsidRPr="008E7459" w:rsidRDefault="00113B72" w:rsidP="00113B72">
            <w:pPr>
              <w:spacing w:before="30" w:after="30"/>
              <w:rPr>
                <w:rFonts w:ascii="Arial" w:hAnsi="Arial" w:cs="Arial"/>
                <w:b/>
                <w:sz w:val="20"/>
                <w:szCs w:val="20"/>
              </w:rPr>
            </w:pPr>
            <w:r w:rsidRPr="008E7459">
              <w:rPr>
                <w:rFonts w:ascii="Arial" w:hAnsi="Arial" w:cs="Arial"/>
                <w:b/>
                <w:sz w:val="20"/>
                <w:szCs w:val="20"/>
              </w:rPr>
              <w:t>Interpretability</w:t>
            </w:r>
          </w:p>
        </w:tc>
        <w:tc>
          <w:tcPr>
            <w:tcW w:w="6994" w:type="dxa"/>
            <w:hideMark/>
          </w:tcPr>
          <w:p w:rsidR="00113B72" w:rsidRPr="008E7459" w:rsidRDefault="00113B72" w:rsidP="003A3E0B">
            <w:pPr>
              <w:pStyle w:val="TableBodyText"/>
              <w:jc w:val="both"/>
              <w:rPr>
                <w:b/>
                <w:i/>
              </w:rPr>
            </w:pPr>
            <w:r w:rsidRPr="008E7459">
              <w:t xml:space="preserve">Further information on the differences in methodologies and counting rules between state / territory and sector can be found in the </w:t>
            </w:r>
            <w:r w:rsidRPr="008E7459">
              <w:rPr>
                <w:i/>
              </w:rPr>
              <w:t>National Report on Schooling in</w:t>
            </w:r>
            <w:r w:rsidRPr="008E7459">
              <w:t xml:space="preserve"> </w:t>
            </w:r>
            <w:r w:rsidRPr="008E7459">
              <w:rPr>
                <w:i/>
              </w:rPr>
              <w:t>Australia</w:t>
            </w:r>
            <w:r w:rsidRPr="008E7459">
              <w:t xml:space="preserve"> – Explanatory notes for student attendance data. Note the 2012 report is not yet available, however the 2011 and 2010 reports may be used as there have been minor or no changes to methodologies and counting rules during this time period.</w:t>
            </w:r>
          </w:p>
        </w:tc>
      </w:tr>
      <w:tr w:rsidR="00BC05F5" w:rsidRPr="008E7459" w:rsidTr="00BC05F5">
        <w:tc>
          <w:tcPr>
            <w:tcW w:w="1984" w:type="dxa"/>
          </w:tcPr>
          <w:p w:rsidR="00113B72" w:rsidRPr="008E7459" w:rsidRDefault="00113B72" w:rsidP="00113B72">
            <w:pPr>
              <w:spacing w:before="30" w:after="30"/>
              <w:rPr>
                <w:rFonts w:ascii="Arial" w:hAnsi="Arial" w:cs="Arial"/>
                <w:b/>
                <w:sz w:val="20"/>
                <w:szCs w:val="20"/>
              </w:rPr>
            </w:pPr>
            <w:r w:rsidRPr="008E7459">
              <w:rPr>
                <w:rFonts w:ascii="Arial" w:hAnsi="Arial" w:cs="Arial"/>
                <w:b/>
                <w:sz w:val="20"/>
                <w:szCs w:val="20"/>
              </w:rPr>
              <w:t>Accessibility</w:t>
            </w:r>
          </w:p>
          <w:p w:rsidR="00113B72" w:rsidRPr="008E7459" w:rsidRDefault="00113B72" w:rsidP="00113B72">
            <w:pPr>
              <w:spacing w:before="30" w:after="30"/>
              <w:rPr>
                <w:rFonts w:ascii="Arial" w:hAnsi="Arial" w:cs="Arial"/>
                <w:b/>
                <w:sz w:val="20"/>
                <w:szCs w:val="20"/>
              </w:rPr>
            </w:pPr>
          </w:p>
        </w:tc>
        <w:tc>
          <w:tcPr>
            <w:tcW w:w="6994" w:type="dxa"/>
            <w:hideMark/>
          </w:tcPr>
          <w:p w:rsidR="00113B72" w:rsidRPr="008E7459" w:rsidRDefault="00113B72" w:rsidP="003A3E0B">
            <w:pPr>
              <w:pStyle w:val="TableBodyText"/>
              <w:jc w:val="both"/>
              <w:rPr>
                <w:b/>
                <w:i/>
              </w:rPr>
            </w:pPr>
            <w:r w:rsidRPr="008E7459">
              <w:t xml:space="preserve">Data in this format were yet to be published by ACARA, however the data will be published in the 2012 National Report on Schooling in Australia. </w:t>
            </w:r>
          </w:p>
          <w:p w:rsidR="00113B72" w:rsidRPr="008E7459" w:rsidRDefault="00113B72" w:rsidP="003A3E0B">
            <w:pPr>
              <w:pStyle w:val="TableBodyText"/>
              <w:jc w:val="both"/>
              <w:rPr>
                <w:b/>
                <w:i/>
              </w:rPr>
            </w:pPr>
            <w:r w:rsidRPr="008E7459">
              <w:t>Each state / territory and sector publishes variations of their data through their own websites / publications.</w:t>
            </w:r>
          </w:p>
          <w:p w:rsidR="00113B72" w:rsidRPr="008E7459" w:rsidRDefault="00113B72" w:rsidP="003A3E0B">
            <w:pPr>
              <w:pStyle w:val="TableBodyText"/>
              <w:jc w:val="both"/>
              <w:rPr>
                <w:b/>
                <w:i/>
              </w:rPr>
            </w:pPr>
            <w:r w:rsidRPr="008E7459">
              <w:t>For further information please contact info@acara.edu.au</w:t>
            </w:r>
            <w:r w:rsidR="00733B7C" w:rsidRPr="008E7459">
              <w:t>.</w:t>
            </w:r>
          </w:p>
        </w:tc>
      </w:tr>
    </w:tbl>
    <w:p w:rsidR="00917FBC" w:rsidRPr="008E7459" w:rsidRDefault="00917FBC" w:rsidP="0062129C">
      <w:pPr>
        <w:pStyle w:val="Heading4"/>
      </w:pPr>
      <w:r w:rsidRPr="008E7459">
        <w:t>Appendix 1</w:t>
      </w:r>
    </w:p>
    <w:p w:rsidR="00917FBC" w:rsidRPr="008E7459" w:rsidRDefault="00917FBC" w:rsidP="00917FBC">
      <w:pPr>
        <w:rPr>
          <w:rFonts w:ascii="Arial" w:hAnsi="Arial" w:cs="Arial"/>
          <w:b/>
          <w:sz w:val="20"/>
          <w:szCs w:val="20"/>
        </w:rPr>
      </w:pPr>
    </w:p>
    <w:p w:rsidR="00917FBC" w:rsidRPr="008E7459" w:rsidRDefault="00917FBC" w:rsidP="0085216F">
      <w:pPr>
        <w:pStyle w:val="BodyText"/>
      </w:pPr>
      <w:r w:rsidRPr="008E7459">
        <w:t xml:space="preserve">NSW, WA and ACT are unable to disaggregate by ‘unknown/not stated’ </w:t>
      </w:r>
      <w:r w:rsidR="00812C8A" w:rsidRPr="008E7459">
        <w:t>Indigenous</w:t>
      </w:r>
      <w:r w:rsidRPr="008E7459">
        <w:t xml:space="preserve"> status. However, they have confirmed that any figures for ‘unknown/not stated’ </w:t>
      </w:r>
      <w:r w:rsidR="00812C8A" w:rsidRPr="008E7459">
        <w:t>Indigenous</w:t>
      </w:r>
      <w:r w:rsidRPr="008E7459">
        <w:t xml:space="preserve"> status are included in the non</w:t>
      </w:r>
      <w:r w:rsidR="00DE694D" w:rsidRPr="008E7459">
        <w:noBreakHyphen/>
      </w:r>
      <w:r w:rsidR="00812C8A" w:rsidRPr="008E7459">
        <w:t>Indigenous</w:t>
      </w:r>
      <w:r w:rsidRPr="008E7459">
        <w:t xml:space="preserve"> group.</w:t>
      </w:r>
    </w:p>
    <w:p w:rsidR="00917FBC" w:rsidRPr="008E7459" w:rsidRDefault="00917FBC" w:rsidP="0085216F">
      <w:pPr>
        <w:pStyle w:val="BodyText"/>
      </w:pPr>
      <w:r w:rsidRPr="008E7459">
        <w:t xml:space="preserve">Below, at </w:t>
      </w:r>
      <w:r w:rsidR="00DE694D" w:rsidRPr="008E7459">
        <w:t>t</w:t>
      </w:r>
      <w:r w:rsidRPr="008E7459">
        <w:t>able</w:t>
      </w:r>
      <w:r w:rsidR="00DE694D" w:rsidRPr="008E7459">
        <w:t> </w:t>
      </w:r>
      <w:r w:rsidRPr="008E7459">
        <w:t xml:space="preserve">1, are the proportions of ‘unknown/not stated’ </w:t>
      </w:r>
      <w:r w:rsidR="00812C8A" w:rsidRPr="008E7459">
        <w:t>Indigenous</w:t>
      </w:r>
      <w:r w:rsidRPr="008E7459">
        <w:t xml:space="preserve"> status as a total of ‘Actual_Day_Attendance’ and ‘Possible_Day_Attendance’, for those jurisdictions that are able to disaggregate.</w:t>
      </w:r>
    </w:p>
    <w:p w:rsidR="00917FBC" w:rsidRPr="008E7459" w:rsidRDefault="00917FBC" w:rsidP="0085216F">
      <w:pPr>
        <w:pStyle w:val="BodyText"/>
      </w:pPr>
      <w:r w:rsidRPr="008E7459">
        <w:lastRenderedPageBreak/>
        <w:t>Note that for the jurisdictions below, due to the</w:t>
      </w:r>
      <w:r w:rsidR="00812C8A" w:rsidRPr="008E7459">
        <w:t xml:space="preserve"> low proportion of ‘unknown/not </w:t>
      </w:r>
      <w:r w:rsidRPr="008E7459">
        <w:t xml:space="preserve">stated’ </w:t>
      </w:r>
      <w:r w:rsidR="00812C8A" w:rsidRPr="008E7459">
        <w:t>Indigenous</w:t>
      </w:r>
      <w:r w:rsidRPr="008E7459">
        <w:t xml:space="preserve"> status, there are no differences in non</w:t>
      </w:r>
      <w:r w:rsidR="00DE694D" w:rsidRPr="008E7459">
        <w:noBreakHyphen/>
      </w:r>
      <w:r w:rsidR="00812C8A" w:rsidRPr="008E7459">
        <w:t>Indigenous</w:t>
      </w:r>
      <w:r w:rsidRPr="008E7459">
        <w:t xml:space="preserve"> attendance rates (when rounded) when in</w:t>
      </w:r>
      <w:r w:rsidR="00812C8A" w:rsidRPr="008E7459">
        <w:t>cluding or excluding ‘unknown/not </w:t>
      </w:r>
      <w:r w:rsidRPr="008E7459">
        <w:t>stated’.</w:t>
      </w:r>
    </w:p>
    <w:p w:rsidR="00917FBC" w:rsidRPr="008E7459" w:rsidRDefault="00917FBC" w:rsidP="0062129C">
      <w:pPr>
        <w:pStyle w:val="TableTitle"/>
        <w:ind w:left="993" w:hanging="993"/>
        <w:rPr>
          <w:rStyle w:val="NoteLabel"/>
        </w:rPr>
      </w:pPr>
      <w:r w:rsidRPr="008E7459">
        <w:rPr>
          <w:b w:val="0"/>
        </w:rPr>
        <w:t>Table 1</w:t>
      </w:r>
      <w:r w:rsidR="0062129C" w:rsidRPr="008E7459">
        <w:rPr>
          <w:b w:val="0"/>
        </w:rPr>
        <w:tab/>
      </w:r>
      <w:r w:rsidRPr="008E7459">
        <w:t>Proportion of actual and possible day attendance for government school students where Indigenous status was unknown/not stated, by state and territory, 2012 (</w:t>
      </w:r>
      <w:r w:rsidR="00781B70" w:rsidRPr="008E7459">
        <w:t>per cent</w:t>
      </w:r>
      <w:r w:rsidR="0062129C" w:rsidRPr="008E7459">
        <w:t>)</w:t>
      </w:r>
      <w:r w:rsidR="0062129C" w:rsidRPr="008E7459">
        <w:rPr>
          <w:rStyle w:val="NoteLabel"/>
          <w:b/>
        </w:rPr>
        <w:t>a, b, c</w:t>
      </w:r>
    </w:p>
    <w:tbl>
      <w:tblPr>
        <w:tblW w:w="5000" w:type="pct"/>
        <w:tblCellMar>
          <w:left w:w="0" w:type="dxa"/>
          <w:right w:w="0" w:type="dxa"/>
        </w:tblCellMar>
        <w:tblLook w:val="0000" w:firstRow="0" w:lastRow="0" w:firstColumn="0" w:lastColumn="0" w:noHBand="0" w:noVBand="0"/>
      </w:tblPr>
      <w:tblGrid>
        <w:gridCol w:w="1006"/>
        <w:gridCol w:w="517"/>
        <w:gridCol w:w="612"/>
        <w:gridCol w:w="497"/>
        <w:gridCol w:w="496"/>
        <w:gridCol w:w="568"/>
        <w:gridCol w:w="564"/>
        <w:gridCol w:w="568"/>
        <w:gridCol w:w="564"/>
        <w:gridCol w:w="568"/>
        <w:gridCol w:w="701"/>
        <w:gridCol w:w="998"/>
        <w:gridCol w:w="1130"/>
      </w:tblGrid>
      <w:tr w:rsidR="00917FBC" w:rsidRPr="008E7459" w:rsidTr="00A34227">
        <w:tc>
          <w:tcPr>
            <w:tcW w:w="572" w:type="pct"/>
            <w:tcBorders>
              <w:top w:val="single" w:sz="6" w:space="0" w:color="auto"/>
              <w:bottom w:val="single" w:sz="6" w:space="0" w:color="auto"/>
            </w:tcBorders>
            <w:shd w:val="clear" w:color="auto" w:fill="auto"/>
          </w:tcPr>
          <w:p w:rsidR="00917FBC" w:rsidRPr="008E7459" w:rsidRDefault="00917FBC" w:rsidP="00917FBC">
            <w:pPr>
              <w:pStyle w:val="TableColumnHeading"/>
              <w:jc w:val="left"/>
            </w:pPr>
          </w:p>
        </w:tc>
        <w:tc>
          <w:tcPr>
            <w:tcW w:w="294" w:type="pct"/>
            <w:tcBorders>
              <w:top w:val="single" w:sz="6" w:space="0" w:color="auto"/>
              <w:bottom w:val="single" w:sz="6" w:space="0" w:color="auto"/>
            </w:tcBorders>
            <w:shd w:val="clear" w:color="auto" w:fill="auto"/>
          </w:tcPr>
          <w:p w:rsidR="00917FBC" w:rsidRPr="008E7459" w:rsidRDefault="00917FBC" w:rsidP="00A34227">
            <w:pPr>
              <w:pStyle w:val="TableColumnHeading"/>
            </w:pPr>
            <w:r w:rsidRPr="008E7459">
              <w:t>Yr 1</w:t>
            </w:r>
          </w:p>
        </w:tc>
        <w:tc>
          <w:tcPr>
            <w:tcW w:w="348" w:type="pct"/>
            <w:tcBorders>
              <w:top w:val="single" w:sz="6" w:space="0" w:color="auto"/>
              <w:bottom w:val="single" w:sz="6" w:space="0" w:color="auto"/>
            </w:tcBorders>
            <w:shd w:val="clear" w:color="auto" w:fill="auto"/>
          </w:tcPr>
          <w:p w:rsidR="00917FBC" w:rsidRPr="008E7459" w:rsidRDefault="00917FBC" w:rsidP="00A34227">
            <w:pPr>
              <w:pStyle w:val="TableColumnHeading"/>
            </w:pPr>
            <w:r w:rsidRPr="008E7459">
              <w:t>Yr 2</w:t>
            </w:r>
          </w:p>
        </w:tc>
        <w:tc>
          <w:tcPr>
            <w:tcW w:w="283" w:type="pct"/>
            <w:tcBorders>
              <w:top w:val="single" w:sz="6" w:space="0" w:color="auto"/>
              <w:bottom w:val="single" w:sz="6" w:space="0" w:color="auto"/>
            </w:tcBorders>
          </w:tcPr>
          <w:p w:rsidR="00917FBC" w:rsidRPr="008E7459" w:rsidRDefault="00917FBC" w:rsidP="00A34227">
            <w:pPr>
              <w:pStyle w:val="TableColumnHeading"/>
            </w:pPr>
            <w:r w:rsidRPr="008E7459">
              <w:t>Yr 3</w:t>
            </w:r>
          </w:p>
        </w:tc>
        <w:tc>
          <w:tcPr>
            <w:tcW w:w="282" w:type="pct"/>
            <w:tcBorders>
              <w:top w:val="single" w:sz="6" w:space="0" w:color="auto"/>
              <w:bottom w:val="single" w:sz="6" w:space="0" w:color="auto"/>
            </w:tcBorders>
          </w:tcPr>
          <w:p w:rsidR="00917FBC" w:rsidRPr="008E7459" w:rsidRDefault="00917FBC" w:rsidP="00A34227">
            <w:pPr>
              <w:pStyle w:val="TableColumnHeading"/>
            </w:pPr>
            <w:r w:rsidRPr="008E7459">
              <w:t>Yr 4</w:t>
            </w:r>
          </w:p>
        </w:tc>
        <w:tc>
          <w:tcPr>
            <w:tcW w:w="323" w:type="pct"/>
            <w:tcBorders>
              <w:top w:val="single" w:sz="6" w:space="0" w:color="auto"/>
              <w:bottom w:val="single" w:sz="6" w:space="0" w:color="auto"/>
            </w:tcBorders>
          </w:tcPr>
          <w:p w:rsidR="00917FBC" w:rsidRPr="008E7459" w:rsidRDefault="00917FBC" w:rsidP="00A34227">
            <w:pPr>
              <w:pStyle w:val="TableColumnHeading"/>
            </w:pPr>
            <w:r w:rsidRPr="008E7459">
              <w:t>Yr 5</w:t>
            </w:r>
          </w:p>
        </w:tc>
        <w:tc>
          <w:tcPr>
            <w:tcW w:w="321" w:type="pct"/>
            <w:tcBorders>
              <w:top w:val="single" w:sz="6" w:space="0" w:color="auto"/>
              <w:bottom w:val="single" w:sz="6" w:space="0" w:color="auto"/>
            </w:tcBorders>
          </w:tcPr>
          <w:p w:rsidR="00917FBC" w:rsidRPr="008E7459" w:rsidRDefault="00917FBC" w:rsidP="00A34227">
            <w:pPr>
              <w:pStyle w:val="TableColumnHeading"/>
            </w:pPr>
            <w:r w:rsidRPr="008E7459">
              <w:t>Yr 6</w:t>
            </w:r>
          </w:p>
        </w:tc>
        <w:tc>
          <w:tcPr>
            <w:tcW w:w="323" w:type="pct"/>
            <w:tcBorders>
              <w:top w:val="single" w:sz="6" w:space="0" w:color="auto"/>
              <w:bottom w:val="single" w:sz="6" w:space="0" w:color="auto"/>
            </w:tcBorders>
          </w:tcPr>
          <w:p w:rsidR="00917FBC" w:rsidRPr="008E7459" w:rsidRDefault="00917FBC" w:rsidP="00A34227">
            <w:pPr>
              <w:pStyle w:val="TableColumnHeading"/>
            </w:pPr>
            <w:r w:rsidRPr="008E7459">
              <w:t>Yr 7</w:t>
            </w:r>
          </w:p>
        </w:tc>
        <w:tc>
          <w:tcPr>
            <w:tcW w:w="321" w:type="pct"/>
            <w:tcBorders>
              <w:top w:val="single" w:sz="6" w:space="0" w:color="auto"/>
              <w:bottom w:val="single" w:sz="6" w:space="0" w:color="auto"/>
            </w:tcBorders>
          </w:tcPr>
          <w:p w:rsidR="00917FBC" w:rsidRPr="008E7459" w:rsidRDefault="00917FBC" w:rsidP="00A34227">
            <w:pPr>
              <w:pStyle w:val="TableColumnHeading"/>
            </w:pPr>
            <w:r w:rsidRPr="008E7459">
              <w:t>Yr 8</w:t>
            </w:r>
          </w:p>
        </w:tc>
        <w:tc>
          <w:tcPr>
            <w:tcW w:w="323" w:type="pct"/>
            <w:tcBorders>
              <w:top w:val="single" w:sz="6" w:space="0" w:color="auto"/>
              <w:bottom w:val="single" w:sz="6" w:space="0" w:color="auto"/>
            </w:tcBorders>
          </w:tcPr>
          <w:p w:rsidR="00917FBC" w:rsidRPr="008E7459" w:rsidRDefault="00917FBC" w:rsidP="00A34227">
            <w:pPr>
              <w:pStyle w:val="TableColumnHeading"/>
            </w:pPr>
            <w:r w:rsidRPr="008E7459">
              <w:t>Yr 9</w:t>
            </w:r>
          </w:p>
        </w:tc>
        <w:tc>
          <w:tcPr>
            <w:tcW w:w="399" w:type="pct"/>
            <w:tcBorders>
              <w:top w:val="single" w:sz="6" w:space="0" w:color="auto"/>
              <w:bottom w:val="single" w:sz="6" w:space="0" w:color="auto"/>
            </w:tcBorders>
          </w:tcPr>
          <w:p w:rsidR="00917FBC" w:rsidRPr="008E7459" w:rsidRDefault="00917FBC" w:rsidP="00A34227">
            <w:pPr>
              <w:pStyle w:val="TableColumnHeading"/>
            </w:pPr>
            <w:r w:rsidRPr="008E7459">
              <w:t>Yr 10</w:t>
            </w:r>
          </w:p>
        </w:tc>
        <w:tc>
          <w:tcPr>
            <w:tcW w:w="568" w:type="pct"/>
            <w:tcBorders>
              <w:top w:val="single" w:sz="6" w:space="0" w:color="auto"/>
              <w:bottom w:val="single" w:sz="6" w:space="0" w:color="auto"/>
            </w:tcBorders>
          </w:tcPr>
          <w:p w:rsidR="00917FBC" w:rsidRPr="008E7459" w:rsidRDefault="00917FBC" w:rsidP="00A34227">
            <w:pPr>
              <w:pStyle w:val="TableColumnHeading"/>
            </w:pPr>
            <w:r w:rsidRPr="008E7459">
              <w:t>Primary</w:t>
            </w:r>
            <w:r w:rsidRPr="008E7459">
              <w:br/>
              <w:t>Ungraded</w:t>
            </w:r>
          </w:p>
        </w:tc>
        <w:tc>
          <w:tcPr>
            <w:tcW w:w="643" w:type="pct"/>
            <w:tcBorders>
              <w:top w:val="single" w:sz="6" w:space="0" w:color="auto"/>
              <w:bottom w:val="single" w:sz="6" w:space="0" w:color="auto"/>
            </w:tcBorders>
          </w:tcPr>
          <w:p w:rsidR="00917FBC" w:rsidRPr="008E7459" w:rsidRDefault="00917FBC" w:rsidP="00A34227">
            <w:pPr>
              <w:pStyle w:val="TableColumnHeading"/>
            </w:pPr>
            <w:r w:rsidRPr="008E7459">
              <w:t>Secondary</w:t>
            </w:r>
            <w:r w:rsidRPr="008E7459">
              <w:br/>
              <w:t>Ungraded</w:t>
            </w:r>
          </w:p>
        </w:tc>
      </w:tr>
      <w:tr w:rsidR="00917FBC" w:rsidRPr="008E7459" w:rsidTr="00A34227">
        <w:tc>
          <w:tcPr>
            <w:tcW w:w="572" w:type="pct"/>
            <w:tcBorders>
              <w:top w:val="single" w:sz="6" w:space="0" w:color="auto"/>
            </w:tcBorders>
            <w:vAlign w:val="center"/>
          </w:tcPr>
          <w:p w:rsidR="00917FBC" w:rsidRPr="008E7459" w:rsidRDefault="00917FBC" w:rsidP="00917FBC">
            <w:pPr>
              <w:rPr>
                <w:rFonts w:ascii="Arial" w:hAnsi="Arial" w:cs="Arial"/>
                <w:sz w:val="20"/>
                <w:szCs w:val="20"/>
              </w:rPr>
            </w:pPr>
            <w:r w:rsidRPr="008E7459">
              <w:rPr>
                <w:rFonts w:ascii="Arial" w:hAnsi="Arial" w:cs="Arial"/>
                <w:sz w:val="20"/>
                <w:szCs w:val="20"/>
              </w:rPr>
              <w:t>Vic</w:t>
            </w:r>
          </w:p>
        </w:tc>
        <w:tc>
          <w:tcPr>
            <w:tcW w:w="294" w:type="pct"/>
            <w:tcBorders>
              <w:top w:val="single" w:sz="6" w:space="0" w:color="auto"/>
            </w:tcBorders>
          </w:tcPr>
          <w:p w:rsidR="00917FBC" w:rsidRPr="008E7459" w:rsidRDefault="00917FBC" w:rsidP="00917FBC">
            <w:pPr>
              <w:pStyle w:val="TableBodyText"/>
            </w:pPr>
          </w:p>
        </w:tc>
        <w:tc>
          <w:tcPr>
            <w:tcW w:w="348" w:type="pct"/>
            <w:tcBorders>
              <w:top w:val="single" w:sz="6" w:space="0" w:color="auto"/>
            </w:tcBorders>
          </w:tcPr>
          <w:p w:rsidR="00917FBC" w:rsidRPr="008E7459" w:rsidRDefault="00917FBC" w:rsidP="00917FBC">
            <w:pPr>
              <w:pStyle w:val="TableBodyText"/>
            </w:pPr>
          </w:p>
        </w:tc>
        <w:tc>
          <w:tcPr>
            <w:tcW w:w="283" w:type="pct"/>
            <w:tcBorders>
              <w:top w:val="single" w:sz="6" w:space="0" w:color="auto"/>
            </w:tcBorders>
          </w:tcPr>
          <w:p w:rsidR="00917FBC" w:rsidRPr="008E7459" w:rsidRDefault="00917FBC" w:rsidP="00917FBC">
            <w:pPr>
              <w:pStyle w:val="TableBodyText"/>
            </w:pPr>
          </w:p>
        </w:tc>
        <w:tc>
          <w:tcPr>
            <w:tcW w:w="282" w:type="pct"/>
            <w:tcBorders>
              <w:top w:val="single" w:sz="6" w:space="0" w:color="auto"/>
            </w:tcBorders>
          </w:tcPr>
          <w:p w:rsidR="00917FBC" w:rsidRPr="008E7459" w:rsidRDefault="00917FBC" w:rsidP="00917FBC">
            <w:pPr>
              <w:pStyle w:val="TableBodyText"/>
            </w:pPr>
          </w:p>
        </w:tc>
        <w:tc>
          <w:tcPr>
            <w:tcW w:w="323" w:type="pct"/>
            <w:tcBorders>
              <w:top w:val="single" w:sz="6" w:space="0" w:color="auto"/>
            </w:tcBorders>
          </w:tcPr>
          <w:p w:rsidR="00917FBC" w:rsidRPr="008E7459" w:rsidRDefault="00917FBC" w:rsidP="00917FBC">
            <w:pPr>
              <w:pStyle w:val="TableBodyText"/>
            </w:pPr>
          </w:p>
        </w:tc>
        <w:tc>
          <w:tcPr>
            <w:tcW w:w="321" w:type="pct"/>
            <w:tcBorders>
              <w:top w:val="single" w:sz="6" w:space="0" w:color="auto"/>
            </w:tcBorders>
          </w:tcPr>
          <w:p w:rsidR="00917FBC" w:rsidRPr="008E7459" w:rsidRDefault="00917FBC" w:rsidP="00917FBC">
            <w:pPr>
              <w:pStyle w:val="TableBodyText"/>
            </w:pPr>
          </w:p>
        </w:tc>
        <w:tc>
          <w:tcPr>
            <w:tcW w:w="323" w:type="pct"/>
            <w:tcBorders>
              <w:top w:val="single" w:sz="6" w:space="0" w:color="auto"/>
            </w:tcBorders>
          </w:tcPr>
          <w:p w:rsidR="00917FBC" w:rsidRPr="008E7459" w:rsidRDefault="00917FBC" w:rsidP="00917FBC">
            <w:pPr>
              <w:pStyle w:val="TableBodyText"/>
            </w:pPr>
          </w:p>
        </w:tc>
        <w:tc>
          <w:tcPr>
            <w:tcW w:w="321" w:type="pct"/>
            <w:tcBorders>
              <w:top w:val="single" w:sz="6" w:space="0" w:color="auto"/>
            </w:tcBorders>
          </w:tcPr>
          <w:p w:rsidR="00917FBC" w:rsidRPr="008E7459" w:rsidRDefault="00917FBC" w:rsidP="00917FBC">
            <w:pPr>
              <w:pStyle w:val="TableBodyText"/>
            </w:pPr>
          </w:p>
        </w:tc>
        <w:tc>
          <w:tcPr>
            <w:tcW w:w="323" w:type="pct"/>
            <w:tcBorders>
              <w:top w:val="single" w:sz="6" w:space="0" w:color="auto"/>
            </w:tcBorders>
          </w:tcPr>
          <w:p w:rsidR="00917FBC" w:rsidRPr="008E7459" w:rsidRDefault="00917FBC" w:rsidP="00917FBC">
            <w:pPr>
              <w:pStyle w:val="TableBodyText"/>
            </w:pPr>
          </w:p>
        </w:tc>
        <w:tc>
          <w:tcPr>
            <w:tcW w:w="399" w:type="pct"/>
            <w:tcBorders>
              <w:top w:val="single" w:sz="6" w:space="0" w:color="auto"/>
            </w:tcBorders>
          </w:tcPr>
          <w:p w:rsidR="00917FBC" w:rsidRPr="008E7459" w:rsidRDefault="00917FBC" w:rsidP="00917FBC">
            <w:pPr>
              <w:pStyle w:val="TableBodyText"/>
            </w:pPr>
          </w:p>
        </w:tc>
        <w:tc>
          <w:tcPr>
            <w:tcW w:w="568" w:type="pct"/>
            <w:tcBorders>
              <w:top w:val="single" w:sz="6" w:space="0" w:color="auto"/>
            </w:tcBorders>
          </w:tcPr>
          <w:p w:rsidR="00917FBC" w:rsidRPr="008E7459" w:rsidRDefault="00917FBC" w:rsidP="00917FBC">
            <w:pPr>
              <w:pStyle w:val="TableBodyText"/>
            </w:pPr>
          </w:p>
        </w:tc>
        <w:tc>
          <w:tcPr>
            <w:tcW w:w="643" w:type="pct"/>
            <w:tcBorders>
              <w:top w:val="single" w:sz="6" w:space="0" w:color="auto"/>
            </w:tcBorders>
          </w:tcPr>
          <w:p w:rsidR="00917FBC" w:rsidRPr="008E7459" w:rsidRDefault="00917FBC" w:rsidP="00917FBC">
            <w:pPr>
              <w:pStyle w:val="TableBodyText"/>
            </w:pPr>
          </w:p>
        </w:tc>
      </w:tr>
      <w:tr w:rsidR="00917FBC" w:rsidRPr="008E7459" w:rsidTr="00A34227">
        <w:trPr>
          <w:trHeight w:val="353"/>
        </w:trPr>
        <w:tc>
          <w:tcPr>
            <w:tcW w:w="572" w:type="pct"/>
            <w:vAlign w:val="center"/>
          </w:tcPr>
          <w:p w:rsidR="00917FBC" w:rsidRPr="008E7459" w:rsidRDefault="00917FBC" w:rsidP="00917FBC">
            <w:pPr>
              <w:pStyle w:val="TableBodyText"/>
              <w:ind w:left="136"/>
              <w:jc w:val="left"/>
            </w:pPr>
            <w:r w:rsidRPr="008E7459">
              <w:t>Actual</w:t>
            </w:r>
          </w:p>
        </w:tc>
        <w:tc>
          <w:tcPr>
            <w:tcW w:w="294" w:type="pct"/>
            <w:vAlign w:val="center"/>
          </w:tcPr>
          <w:p w:rsidR="00917FBC" w:rsidRPr="008E7459" w:rsidRDefault="00917FBC" w:rsidP="00A34227">
            <w:pPr>
              <w:pStyle w:val="TableBodyText"/>
            </w:pPr>
            <w:r w:rsidRPr="008E7459">
              <w:t>0.7</w:t>
            </w:r>
          </w:p>
        </w:tc>
        <w:tc>
          <w:tcPr>
            <w:tcW w:w="348" w:type="pct"/>
            <w:vAlign w:val="center"/>
          </w:tcPr>
          <w:p w:rsidR="00917FBC" w:rsidRPr="008E7459" w:rsidRDefault="00917FBC" w:rsidP="00A34227">
            <w:pPr>
              <w:pStyle w:val="TableBodyText"/>
            </w:pPr>
            <w:r w:rsidRPr="008E7459">
              <w:t>0.5</w:t>
            </w:r>
          </w:p>
        </w:tc>
        <w:tc>
          <w:tcPr>
            <w:tcW w:w="283" w:type="pct"/>
            <w:vAlign w:val="center"/>
          </w:tcPr>
          <w:p w:rsidR="00917FBC" w:rsidRPr="008E7459" w:rsidRDefault="00917FBC" w:rsidP="00A34227">
            <w:pPr>
              <w:pStyle w:val="TableBodyText"/>
            </w:pPr>
            <w:r w:rsidRPr="008E7459">
              <w:t>0.6</w:t>
            </w:r>
          </w:p>
        </w:tc>
        <w:tc>
          <w:tcPr>
            <w:tcW w:w="282" w:type="pct"/>
            <w:vAlign w:val="center"/>
          </w:tcPr>
          <w:p w:rsidR="00917FBC" w:rsidRPr="008E7459" w:rsidRDefault="00917FBC" w:rsidP="005A3913">
            <w:pPr>
              <w:pStyle w:val="TableBodyText"/>
            </w:pPr>
            <w:r w:rsidRPr="008E7459">
              <w:t>0.</w:t>
            </w:r>
            <w:r w:rsidR="005A3913" w:rsidRPr="008E7459">
              <w:t>5</w:t>
            </w:r>
          </w:p>
        </w:tc>
        <w:tc>
          <w:tcPr>
            <w:tcW w:w="323" w:type="pct"/>
            <w:vAlign w:val="center"/>
          </w:tcPr>
          <w:p w:rsidR="00917FBC" w:rsidRPr="008E7459" w:rsidRDefault="00917FBC" w:rsidP="00A34227">
            <w:pPr>
              <w:pStyle w:val="TableBodyText"/>
            </w:pPr>
            <w:r w:rsidRPr="008E7459">
              <w:t>0.5</w:t>
            </w:r>
          </w:p>
        </w:tc>
        <w:tc>
          <w:tcPr>
            <w:tcW w:w="321" w:type="pct"/>
            <w:vAlign w:val="center"/>
          </w:tcPr>
          <w:p w:rsidR="00917FBC" w:rsidRPr="008E7459" w:rsidRDefault="00917FBC" w:rsidP="00A34227">
            <w:pPr>
              <w:pStyle w:val="TableBodyText"/>
            </w:pPr>
            <w:r w:rsidRPr="008E7459">
              <w:t>0.6</w:t>
            </w:r>
          </w:p>
        </w:tc>
        <w:tc>
          <w:tcPr>
            <w:tcW w:w="323" w:type="pct"/>
            <w:vAlign w:val="center"/>
          </w:tcPr>
          <w:p w:rsidR="00917FBC" w:rsidRPr="008E7459" w:rsidRDefault="00917FBC" w:rsidP="00A34227">
            <w:pPr>
              <w:pStyle w:val="TableBodyText"/>
            </w:pPr>
            <w:r w:rsidRPr="008E7459">
              <w:t>0.3</w:t>
            </w:r>
          </w:p>
        </w:tc>
        <w:tc>
          <w:tcPr>
            <w:tcW w:w="321" w:type="pct"/>
            <w:vAlign w:val="center"/>
          </w:tcPr>
          <w:p w:rsidR="00917FBC" w:rsidRPr="008E7459" w:rsidRDefault="00917FBC" w:rsidP="00A34227">
            <w:pPr>
              <w:pStyle w:val="TableBodyText"/>
            </w:pPr>
            <w:r w:rsidRPr="008E7459">
              <w:t>0.7</w:t>
            </w:r>
          </w:p>
        </w:tc>
        <w:tc>
          <w:tcPr>
            <w:tcW w:w="323" w:type="pct"/>
            <w:vAlign w:val="center"/>
          </w:tcPr>
          <w:p w:rsidR="00917FBC" w:rsidRPr="008E7459" w:rsidRDefault="00917FBC" w:rsidP="00A34227">
            <w:pPr>
              <w:pStyle w:val="TableBodyText"/>
            </w:pPr>
            <w:r w:rsidRPr="008E7459">
              <w:t>0.6</w:t>
            </w:r>
          </w:p>
        </w:tc>
        <w:tc>
          <w:tcPr>
            <w:tcW w:w="399" w:type="pct"/>
            <w:vAlign w:val="center"/>
          </w:tcPr>
          <w:p w:rsidR="00917FBC" w:rsidRPr="008E7459" w:rsidRDefault="005A3913" w:rsidP="00A34227">
            <w:pPr>
              <w:pStyle w:val="TableBodyText"/>
            </w:pPr>
            <w:r w:rsidRPr="008E7459">
              <w:t>0.6</w:t>
            </w:r>
          </w:p>
        </w:tc>
        <w:tc>
          <w:tcPr>
            <w:tcW w:w="568" w:type="pct"/>
            <w:vAlign w:val="center"/>
          </w:tcPr>
          <w:p w:rsidR="00917FBC" w:rsidRPr="008E7459" w:rsidRDefault="00917FBC" w:rsidP="00A34227">
            <w:pPr>
              <w:pStyle w:val="TableBodyText"/>
            </w:pPr>
            <w:r w:rsidRPr="008E7459">
              <w:t>1.1</w:t>
            </w:r>
          </w:p>
        </w:tc>
        <w:tc>
          <w:tcPr>
            <w:tcW w:w="643" w:type="pct"/>
            <w:vAlign w:val="center"/>
          </w:tcPr>
          <w:p w:rsidR="00917FBC" w:rsidRPr="008E7459" w:rsidRDefault="00917FBC" w:rsidP="00A34227">
            <w:pPr>
              <w:pStyle w:val="TableBodyText"/>
            </w:pPr>
            <w:r w:rsidRPr="008E7459">
              <w:t>0.7</w:t>
            </w:r>
          </w:p>
        </w:tc>
      </w:tr>
      <w:tr w:rsidR="00917FBC" w:rsidRPr="008E7459" w:rsidTr="00A34227">
        <w:tc>
          <w:tcPr>
            <w:tcW w:w="572" w:type="pct"/>
            <w:shd w:val="clear" w:color="auto" w:fill="auto"/>
            <w:vAlign w:val="center"/>
          </w:tcPr>
          <w:p w:rsidR="00917FBC" w:rsidRPr="008E7459" w:rsidRDefault="00917FBC" w:rsidP="00917FBC">
            <w:pPr>
              <w:pStyle w:val="TableBodyText"/>
              <w:ind w:left="136"/>
              <w:jc w:val="left"/>
            </w:pPr>
            <w:r w:rsidRPr="008E7459">
              <w:t>Possible</w:t>
            </w:r>
          </w:p>
        </w:tc>
        <w:tc>
          <w:tcPr>
            <w:tcW w:w="294" w:type="pct"/>
            <w:shd w:val="clear" w:color="auto" w:fill="auto"/>
            <w:vAlign w:val="center"/>
          </w:tcPr>
          <w:p w:rsidR="00917FBC" w:rsidRPr="008E7459" w:rsidRDefault="00917FBC" w:rsidP="00A34227">
            <w:pPr>
              <w:pStyle w:val="TableBodyText"/>
            </w:pPr>
            <w:r w:rsidRPr="008E7459">
              <w:t>0.7</w:t>
            </w:r>
          </w:p>
        </w:tc>
        <w:tc>
          <w:tcPr>
            <w:tcW w:w="348" w:type="pct"/>
            <w:shd w:val="clear" w:color="auto" w:fill="auto"/>
            <w:vAlign w:val="center"/>
          </w:tcPr>
          <w:p w:rsidR="00917FBC" w:rsidRPr="008E7459" w:rsidRDefault="00917FBC" w:rsidP="00A34227">
            <w:pPr>
              <w:pStyle w:val="TableBodyText"/>
            </w:pPr>
            <w:r w:rsidRPr="008E7459">
              <w:t>0.5</w:t>
            </w:r>
          </w:p>
        </w:tc>
        <w:tc>
          <w:tcPr>
            <w:tcW w:w="283" w:type="pct"/>
            <w:vAlign w:val="center"/>
          </w:tcPr>
          <w:p w:rsidR="00917FBC" w:rsidRPr="008E7459" w:rsidRDefault="00917FBC" w:rsidP="00A34227">
            <w:pPr>
              <w:pStyle w:val="TableBodyText"/>
            </w:pPr>
            <w:r w:rsidRPr="008E7459">
              <w:t>0.6</w:t>
            </w:r>
          </w:p>
        </w:tc>
        <w:tc>
          <w:tcPr>
            <w:tcW w:w="282" w:type="pct"/>
            <w:vAlign w:val="center"/>
          </w:tcPr>
          <w:p w:rsidR="00917FBC" w:rsidRPr="008E7459" w:rsidRDefault="005A3913" w:rsidP="00A34227">
            <w:pPr>
              <w:pStyle w:val="TableBodyText"/>
            </w:pPr>
            <w:r w:rsidRPr="008E7459">
              <w:t>0.5</w:t>
            </w:r>
          </w:p>
        </w:tc>
        <w:tc>
          <w:tcPr>
            <w:tcW w:w="323" w:type="pct"/>
            <w:vAlign w:val="center"/>
          </w:tcPr>
          <w:p w:rsidR="00917FBC" w:rsidRPr="008E7459" w:rsidRDefault="005A3913" w:rsidP="00A34227">
            <w:pPr>
              <w:pStyle w:val="TableBodyText"/>
            </w:pPr>
            <w:r w:rsidRPr="008E7459">
              <w:t>0.6</w:t>
            </w:r>
          </w:p>
        </w:tc>
        <w:tc>
          <w:tcPr>
            <w:tcW w:w="321" w:type="pct"/>
            <w:vAlign w:val="center"/>
          </w:tcPr>
          <w:p w:rsidR="00917FBC" w:rsidRPr="008E7459" w:rsidRDefault="00917FBC" w:rsidP="00A34227">
            <w:pPr>
              <w:pStyle w:val="TableBodyText"/>
            </w:pPr>
            <w:r w:rsidRPr="008E7459">
              <w:t>0.6</w:t>
            </w:r>
          </w:p>
        </w:tc>
        <w:tc>
          <w:tcPr>
            <w:tcW w:w="323" w:type="pct"/>
            <w:vAlign w:val="center"/>
          </w:tcPr>
          <w:p w:rsidR="00917FBC" w:rsidRPr="008E7459" w:rsidRDefault="005A3913" w:rsidP="00A34227">
            <w:pPr>
              <w:pStyle w:val="TableBodyText"/>
            </w:pPr>
            <w:r w:rsidRPr="008E7459">
              <w:t>0.3</w:t>
            </w:r>
          </w:p>
        </w:tc>
        <w:tc>
          <w:tcPr>
            <w:tcW w:w="321" w:type="pct"/>
            <w:vAlign w:val="center"/>
          </w:tcPr>
          <w:p w:rsidR="00917FBC" w:rsidRPr="008E7459" w:rsidRDefault="00917FBC" w:rsidP="00A34227">
            <w:pPr>
              <w:pStyle w:val="TableBodyText"/>
            </w:pPr>
            <w:r w:rsidRPr="008E7459">
              <w:t>0.7</w:t>
            </w:r>
          </w:p>
        </w:tc>
        <w:tc>
          <w:tcPr>
            <w:tcW w:w="323" w:type="pct"/>
            <w:vAlign w:val="center"/>
          </w:tcPr>
          <w:p w:rsidR="00917FBC" w:rsidRPr="008E7459" w:rsidRDefault="00917FBC" w:rsidP="00A34227">
            <w:pPr>
              <w:pStyle w:val="TableBodyText"/>
            </w:pPr>
            <w:r w:rsidRPr="008E7459">
              <w:t>0.6</w:t>
            </w:r>
          </w:p>
        </w:tc>
        <w:tc>
          <w:tcPr>
            <w:tcW w:w="399" w:type="pct"/>
            <w:vAlign w:val="center"/>
          </w:tcPr>
          <w:p w:rsidR="00917FBC" w:rsidRPr="008E7459" w:rsidRDefault="005A3913" w:rsidP="00A34227">
            <w:pPr>
              <w:pStyle w:val="TableBodyText"/>
            </w:pPr>
            <w:r w:rsidRPr="008E7459">
              <w:t>0.6</w:t>
            </w:r>
          </w:p>
        </w:tc>
        <w:tc>
          <w:tcPr>
            <w:tcW w:w="568" w:type="pct"/>
            <w:vAlign w:val="center"/>
          </w:tcPr>
          <w:p w:rsidR="00917FBC" w:rsidRPr="008E7459" w:rsidRDefault="00917FBC" w:rsidP="00A34227">
            <w:pPr>
              <w:pStyle w:val="TableBodyText"/>
            </w:pPr>
            <w:r w:rsidRPr="008E7459">
              <w:t>1.1</w:t>
            </w:r>
          </w:p>
        </w:tc>
        <w:tc>
          <w:tcPr>
            <w:tcW w:w="643" w:type="pct"/>
            <w:vAlign w:val="center"/>
          </w:tcPr>
          <w:p w:rsidR="00917FBC" w:rsidRPr="008E7459" w:rsidRDefault="00917FBC" w:rsidP="00A34227">
            <w:pPr>
              <w:pStyle w:val="TableBodyText"/>
            </w:pPr>
            <w:r w:rsidRPr="008E7459">
              <w:t>0.7</w:t>
            </w:r>
          </w:p>
        </w:tc>
      </w:tr>
      <w:tr w:rsidR="00917FBC" w:rsidRPr="008E7459" w:rsidTr="00A34227">
        <w:tc>
          <w:tcPr>
            <w:tcW w:w="572" w:type="pct"/>
            <w:shd w:val="clear" w:color="auto" w:fill="auto"/>
            <w:vAlign w:val="center"/>
          </w:tcPr>
          <w:p w:rsidR="00917FBC" w:rsidRPr="008E7459" w:rsidRDefault="00917FBC" w:rsidP="00917FBC">
            <w:pPr>
              <w:rPr>
                <w:rFonts w:ascii="Arial" w:hAnsi="Arial" w:cs="Arial"/>
                <w:sz w:val="20"/>
                <w:szCs w:val="20"/>
              </w:rPr>
            </w:pPr>
            <w:r w:rsidRPr="008E7459">
              <w:rPr>
                <w:rFonts w:ascii="Arial" w:hAnsi="Arial" w:cs="Arial"/>
                <w:sz w:val="20"/>
                <w:szCs w:val="20"/>
              </w:rPr>
              <w:t>Qld</w:t>
            </w:r>
          </w:p>
        </w:tc>
        <w:tc>
          <w:tcPr>
            <w:tcW w:w="294" w:type="pct"/>
            <w:shd w:val="clear" w:color="auto" w:fill="auto"/>
            <w:vAlign w:val="center"/>
          </w:tcPr>
          <w:p w:rsidR="00917FBC" w:rsidRPr="008E7459" w:rsidRDefault="00917FBC" w:rsidP="00A34227">
            <w:pPr>
              <w:pStyle w:val="TableBodyText"/>
            </w:pPr>
          </w:p>
        </w:tc>
        <w:tc>
          <w:tcPr>
            <w:tcW w:w="348" w:type="pct"/>
            <w:shd w:val="clear" w:color="auto" w:fill="auto"/>
            <w:vAlign w:val="center"/>
          </w:tcPr>
          <w:p w:rsidR="00917FBC" w:rsidRPr="008E7459" w:rsidRDefault="00917FBC" w:rsidP="00A34227">
            <w:pPr>
              <w:pStyle w:val="TableBodyText"/>
            </w:pPr>
          </w:p>
        </w:tc>
        <w:tc>
          <w:tcPr>
            <w:tcW w:w="283" w:type="pct"/>
            <w:vAlign w:val="center"/>
          </w:tcPr>
          <w:p w:rsidR="00917FBC" w:rsidRPr="008E7459" w:rsidRDefault="00917FBC" w:rsidP="00A34227">
            <w:pPr>
              <w:pStyle w:val="TableBodyText"/>
            </w:pPr>
          </w:p>
        </w:tc>
        <w:tc>
          <w:tcPr>
            <w:tcW w:w="282"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21"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21"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99" w:type="pct"/>
            <w:vAlign w:val="center"/>
          </w:tcPr>
          <w:p w:rsidR="00917FBC" w:rsidRPr="008E7459" w:rsidRDefault="00917FBC" w:rsidP="00A34227">
            <w:pPr>
              <w:pStyle w:val="TableBodyText"/>
            </w:pPr>
          </w:p>
        </w:tc>
        <w:tc>
          <w:tcPr>
            <w:tcW w:w="568" w:type="pct"/>
            <w:vAlign w:val="center"/>
          </w:tcPr>
          <w:p w:rsidR="00917FBC" w:rsidRPr="008E7459" w:rsidRDefault="00917FBC" w:rsidP="00A34227">
            <w:pPr>
              <w:pStyle w:val="TableBodyText"/>
            </w:pPr>
          </w:p>
        </w:tc>
        <w:tc>
          <w:tcPr>
            <w:tcW w:w="643" w:type="pct"/>
            <w:vAlign w:val="center"/>
          </w:tcPr>
          <w:p w:rsidR="00917FBC" w:rsidRPr="008E7459" w:rsidRDefault="00917FBC" w:rsidP="00A34227">
            <w:pPr>
              <w:pStyle w:val="TableBodyText"/>
            </w:pPr>
          </w:p>
        </w:tc>
      </w:tr>
      <w:tr w:rsidR="00A34227" w:rsidRPr="008E7459" w:rsidTr="00A34227">
        <w:tc>
          <w:tcPr>
            <w:tcW w:w="572" w:type="pct"/>
            <w:shd w:val="clear" w:color="auto" w:fill="auto"/>
            <w:vAlign w:val="center"/>
          </w:tcPr>
          <w:p w:rsidR="00A34227" w:rsidRPr="008E7459" w:rsidRDefault="00A34227" w:rsidP="00917FBC">
            <w:pPr>
              <w:pStyle w:val="TableBodyText"/>
              <w:ind w:left="136"/>
              <w:jc w:val="left"/>
            </w:pPr>
            <w:r w:rsidRPr="008E7459">
              <w:t>Actual</w:t>
            </w:r>
          </w:p>
        </w:tc>
        <w:tc>
          <w:tcPr>
            <w:tcW w:w="294" w:type="pct"/>
            <w:shd w:val="clear" w:color="auto" w:fill="auto"/>
          </w:tcPr>
          <w:p w:rsidR="00A34227" w:rsidRPr="008E7459" w:rsidRDefault="00842954" w:rsidP="00A34227">
            <w:pPr>
              <w:pStyle w:val="TableBodyText"/>
            </w:pPr>
            <w:r w:rsidRPr="008E7459">
              <w:t>–</w:t>
            </w:r>
          </w:p>
        </w:tc>
        <w:tc>
          <w:tcPr>
            <w:tcW w:w="348" w:type="pct"/>
            <w:shd w:val="clear" w:color="auto" w:fill="auto"/>
          </w:tcPr>
          <w:p w:rsidR="00A34227" w:rsidRPr="008E7459" w:rsidRDefault="00842954" w:rsidP="00A34227">
            <w:pPr>
              <w:pStyle w:val="TableBodyText"/>
            </w:pPr>
            <w:r w:rsidRPr="008E7459">
              <w:t>–</w:t>
            </w:r>
          </w:p>
        </w:tc>
        <w:tc>
          <w:tcPr>
            <w:tcW w:w="283" w:type="pct"/>
          </w:tcPr>
          <w:p w:rsidR="00A34227" w:rsidRPr="008E7459" w:rsidRDefault="00842954" w:rsidP="00A34227">
            <w:pPr>
              <w:pStyle w:val="TableBodyText"/>
            </w:pPr>
            <w:r w:rsidRPr="008E7459">
              <w:t>–</w:t>
            </w:r>
          </w:p>
        </w:tc>
        <w:tc>
          <w:tcPr>
            <w:tcW w:w="282" w:type="pct"/>
          </w:tcPr>
          <w:p w:rsidR="00A34227" w:rsidRPr="008E7459" w:rsidRDefault="00842954" w:rsidP="00A34227">
            <w:pPr>
              <w:pStyle w:val="TableBodyText"/>
            </w:pPr>
            <w:r w:rsidRPr="008E7459">
              <w:t>–</w:t>
            </w:r>
          </w:p>
        </w:tc>
        <w:tc>
          <w:tcPr>
            <w:tcW w:w="323" w:type="pct"/>
          </w:tcPr>
          <w:p w:rsidR="00A34227" w:rsidRPr="008E7459" w:rsidRDefault="00842954" w:rsidP="00A34227">
            <w:pPr>
              <w:pStyle w:val="TableBodyText"/>
            </w:pPr>
            <w:r w:rsidRPr="008E7459">
              <w:t>–</w:t>
            </w:r>
          </w:p>
        </w:tc>
        <w:tc>
          <w:tcPr>
            <w:tcW w:w="321" w:type="pct"/>
          </w:tcPr>
          <w:p w:rsidR="00A34227" w:rsidRPr="008E7459" w:rsidRDefault="00842954" w:rsidP="00A34227">
            <w:pPr>
              <w:pStyle w:val="TableBodyText"/>
            </w:pPr>
            <w:r w:rsidRPr="008E7459">
              <w:t>–</w:t>
            </w:r>
          </w:p>
        </w:tc>
        <w:tc>
          <w:tcPr>
            <w:tcW w:w="323" w:type="pct"/>
          </w:tcPr>
          <w:p w:rsidR="00A34227" w:rsidRPr="008E7459" w:rsidRDefault="00842954" w:rsidP="00A34227">
            <w:pPr>
              <w:pStyle w:val="TableBodyText"/>
            </w:pPr>
            <w:r w:rsidRPr="008E7459">
              <w:t>–</w:t>
            </w:r>
          </w:p>
        </w:tc>
        <w:tc>
          <w:tcPr>
            <w:tcW w:w="321" w:type="pct"/>
          </w:tcPr>
          <w:p w:rsidR="00A34227" w:rsidRPr="008E7459" w:rsidRDefault="00842954" w:rsidP="00A34227">
            <w:pPr>
              <w:pStyle w:val="TableBodyText"/>
            </w:pPr>
            <w:r w:rsidRPr="008E7459">
              <w:t>–</w:t>
            </w:r>
          </w:p>
        </w:tc>
        <w:tc>
          <w:tcPr>
            <w:tcW w:w="323" w:type="pct"/>
          </w:tcPr>
          <w:p w:rsidR="00A34227" w:rsidRPr="008E7459" w:rsidRDefault="00842954" w:rsidP="00A34227">
            <w:pPr>
              <w:pStyle w:val="TableBodyText"/>
            </w:pPr>
            <w:r w:rsidRPr="008E7459">
              <w:t>–</w:t>
            </w:r>
          </w:p>
        </w:tc>
        <w:tc>
          <w:tcPr>
            <w:tcW w:w="399" w:type="pct"/>
          </w:tcPr>
          <w:p w:rsidR="00A34227" w:rsidRPr="008E7459" w:rsidRDefault="00842954" w:rsidP="00A34227">
            <w:pPr>
              <w:pStyle w:val="TableBodyText"/>
            </w:pPr>
            <w:r w:rsidRPr="008E7459">
              <w:t>–</w:t>
            </w:r>
          </w:p>
        </w:tc>
        <w:tc>
          <w:tcPr>
            <w:tcW w:w="568" w:type="pct"/>
            <w:vAlign w:val="center"/>
          </w:tcPr>
          <w:p w:rsidR="00A34227" w:rsidRPr="008E7459" w:rsidRDefault="00A34227" w:rsidP="00A34227">
            <w:pPr>
              <w:pStyle w:val="TableBodyText"/>
            </w:pPr>
            <w:r w:rsidRPr="008E7459">
              <w:t>na</w:t>
            </w:r>
          </w:p>
        </w:tc>
        <w:tc>
          <w:tcPr>
            <w:tcW w:w="643" w:type="pct"/>
            <w:vAlign w:val="center"/>
          </w:tcPr>
          <w:p w:rsidR="00A34227" w:rsidRPr="008E7459" w:rsidRDefault="00A34227" w:rsidP="00A34227">
            <w:pPr>
              <w:pStyle w:val="TableBodyText"/>
            </w:pPr>
            <w:r w:rsidRPr="008E7459">
              <w:t>na</w:t>
            </w:r>
          </w:p>
        </w:tc>
      </w:tr>
      <w:tr w:rsidR="00A34227" w:rsidRPr="008E7459" w:rsidTr="00A34227">
        <w:tc>
          <w:tcPr>
            <w:tcW w:w="572" w:type="pct"/>
            <w:shd w:val="clear" w:color="auto" w:fill="auto"/>
            <w:vAlign w:val="center"/>
          </w:tcPr>
          <w:p w:rsidR="00A34227" w:rsidRPr="008E7459" w:rsidRDefault="00A34227" w:rsidP="00917FBC">
            <w:pPr>
              <w:pStyle w:val="TableBodyText"/>
              <w:ind w:left="136"/>
              <w:jc w:val="left"/>
            </w:pPr>
            <w:r w:rsidRPr="008E7459">
              <w:t>Possible</w:t>
            </w:r>
          </w:p>
        </w:tc>
        <w:tc>
          <w:tcPr>
            <w:tcW w:w="294" w:type="pct"/>
            <w:shd w:val="clear" w:color="auto" w:fill="auto"/>
          </w:tcPr>
          <w:p w:rsidR="00A34227" w:rsidRPr="008E7459" w:rsidRDefault="00842954" w:rsidP="00A34227">
            <w:pPr>
              <w:pStyle w:val="TableBodyText"/>
            </w:pPr>
            <w:r w:rsidRPr="008E7459">
              <w:t>–</w:t>
            </w:r>
          </w:p>
        </w:tc>
        <w:tc>
          <w:tcPr>
            <w:tcW w:w="348" w:type="pct"/>
            <w:shd w:val="clear" w:color="auto" w:fill="auto"/>
          </w:tcPr>
          <w:p w:rsidR="00A34227" w:rsidRPr="008E7459" w:rsidRDefault="00842954" w:rsidP="00A34227">
            <w:pPr>
              <w:pStyle w:val="TableBodyText"/>
            </w:pPr>
            <w:r w:rsidRPr="008E7459">
              <w:t>–</w:t>
            </w:r>
          </w:p>
        </w:tc>
        <w:tc>
          <w:tcPr>
            <w:tcW w:w="283" w:type="pct"/>
          </w:tcPr>
          <w:p w:rsidR="00A34227" w:rsidRPr="008E7459" w:rsidRDefault="00842954" w:rsidP="00A34227">
            <w:pPr>
              <w:pStyle w:val="TableBodyText"/>
            </w:pPr>
            <w:r w:rsidRPr="008E7459">
              <w:t>–</w:t>
            </w:r>
          </w:p>
        </w:tc>
        <w:tc>
          <w:tcPr>
            <w:tcW w:w="282" w:type="pct"/>
          </w:tcPr>
          <w:p w:rsidR="00A34227" w:rsidRPr="008E7459" w:rsidRDefault="00842954" w:rsidP="00A34227">
            <w:pPr>
              <w:pStyle w:val="TableBodyText"/>
            </w:pPr>
            <w:r w:rsidRPr="008E7459">
              <w:t>–</w:t>
            </w:r>
          </w:p>
        </w:tc>
        <w:tc>
          <w:tcPr>
            <w:tcW w:w="323" w:type="pct"/>
          </w:tcPr>
          <w:p w:rsidR="00A34227" w:rsidRPr="008E7459" w:rsidRDefault="00842954" w:rsidP="00A34227">
            <w:pPr>
              <w:pStyle w:val="TableBodyText"/>
            </w:pPr>
            <w:r w:rsidRPr="008E7459">
              <w:t>–</w:t>
            </w:r>
          </w:p>
        </w:tc>
        <w:tc>
          <w:tcPr>
            <w:tcW w:w="321" w:type="pct"/>
          </w:tcPr>
          <w:p w:rsidR="00A34227" w:rsidRPr="008E7459" w:rsidRDefault="00842954" w:rsidP="00A34227">
            <w:pPr>
              <w:pStyle w:val="TableBodyText"/>
            </w:pPr>
            <w:r w:rsidRPr="008E7459">
              <w:t>–</w:t>
            </w:r>
          </w:p>
        </w:tc>
        <w:tc>
          <w:tcPr>
            <w:tcW w:w="323" w:type="pct"/>
          </w:tcPr>
          <w:p w:rsidR="00A34227" w:rsidRPr="008E7459" w:rsidRDefault="00842954" w:rsidP="00A34227">
            <w:pPr>
              <w:pStyle w:val="TableBodyText"/>
            </w:pPr>
            <w:r w:rsidRPr="008E7459">
              <w:t>–</w:t>
            </w:r>
          </w:p>
        </w:tc>
        <w:tc>
          <w:tcPr>
            <w:tcW w:w="321" w:type="pct"/>
          </w:tcPr>
          <w:p w:rsidR="00A34227" w:rsidRPr="008E7459" w:rsidRDefault="00842954" w:rsidP="00A34227">
            <w:pPr>
              <w:pStyle w:val="TableBodyText"/>
            </w:pPr>
            <w:r w:rsidRPr="008E7459">
              <w:t>–</w:t>
            </w:r>
          </w:p>
        </w:tc>
        <w:tc>
          <w:tcPr>
            <w:tcW w:w="323" w:type="pct"/>
          </w:tcPr>
          <w:p w:rsidR="00A34227" w:rsidRPr="008E7459" w:rsidRDefault="00842954" w:rsidP="00A34227">
            <w:pPr>
              <w:pStyle w:val="TableBodyText"/>
            </w:pPr>
            <w:r w:rsidRPr="008E7459">
              <w:t>–</w:t>
            </w:r>
          </w:p>
        </w:tc>
        <w:tc>
          <w:tcPr>
            <w:tcW w:w="399" w:type="pct"/>
          </w:tcPr>
          <w:p w:rsidR="00A34227" w:rsidRPr="008E7459" w:rsidRDefault="00842954" w:rsidP="00A34227">
            <w:pPr>
              <w:pStyle w:val="TableBodyText"/>
            </w:pPr>
            <w:r w:rsidRPr="008E7459">
              <w:t>–</w:t>
            </w:r>
          </w:p>
        </w:tc>
        <w:tc>
          <w:tcPr>
            <w:tcW w:w="568" w:type="pct"/>
            <w:vAlign w:val="center"/>
          </w:tcPr>
          <w:p w:rsidR="00A34227" w:rsidRPr="008E7459" w:rsidRDefault="00A34227" w:rsidP="00A34227">
            <w:pPr>
              <w:pStyle w:val="TableBodyText"/>
            </w:pPr>
            <w:r w:rsidRPr="008E7459">
              <w:t>na</w:t>
            </w:r>
          </w:p>
        </w:tc>
        <w:tc>
          <w:tcPr>
            <w:tcW w:w="643" w:type="pct"/>
            <w:vAlign w:val="center"/>
          </w:tcPr>
          <w:p w:rsidR="00A34227" w:rsidRPr="008E7459" w:rsidRDefault="00A34227" w:rsidP="00A34227">
            <w:pPr>
              <w:pStyle w:val="TableBodyText"/>
            </w:pPr>
            <w:r w:rsidRPr="008E7459">
              <w:t>na</w:t>
            </w:r>
          </w:p>
        </w:tc>
      </w:tr>
      <w:tr w:rsidR="00917FBC" w:rsidRPr="008E7459" w:rsidTr="00A34227">
        <w:tc>
          <w:tcPr>
            <w:tcW w:w="572" w:type="pct"/>
            <w:shd w:val="clear" w:color="auto" w:fill="auto"/>
            <w:vAlign w:val="center"/>
          </w:tcPr>
          <w:p w:rsidR="00917FBC" w:rsidRPr="008E7459" w:rsidRDefault="00917FBC" w:rsidP="00917FBC">
            <w:pPr>
              <w:rPr>
                <w:rFonts w:ascii="Arial" w:hAnsi="Arial" w:cs="Arial"/>
                <w:sz w:val="20"/>
                <w:szCs w:val="20"/>
              </w:rPr>
            </w:pPr>
            <w:r w:rsidRPr="008E7459">
              <w:rPr>
                <w:rFonts w:ascii="Arial" w:hAnsi="Arial" w:cs="Arial"/>
                <w:sz w:val="20"/>
                <w:szCs w:val="20"/>
              </w:rPr>
              <w:t>SA</w:t>
            </w:r>
          </w:p>
        </w:tc>
        <w:tc>
          <w:tcPr>
            <w:tcW w:w="294" w:type="pct"/>
            <w:shd w:val="clear" w:color="auto" w:fill="auto"/>
            <w:vAlign w:val="center"/>
          </w:tcPr>
          <w:p w:rsidR="00917FBC" w:rsidRPr="008E7459" w:rsidRDefault="00917FBC" w:rsidP="00A34227">
            <w:pPr>
              <w:pStyle w:val="TableBodyText"/>
            </w:pPr>
          </w:p>
        </w:tc>
        <w:tc>
          <w:tcPr>
            <w:tcW w:w="348" w:type="pct"/>
            <w:shd w:val="clear" w:color="auto" w:fill="auto"/>
            <w:vAlign w:val="center"/>
          </w:tcPr>
          <w:p w:rsidR="00917FBC" w:rsidRPr="008E7459" w:rsidRDefault="00917FBC" w:rsidP="00A34227">
            <w:pPr>
              <w:pStyle w:val="TableBodyText"/>
            </w:pPr>
          </w:p>
        </w:tc>
        <w:tc>
          <w:tcPr>
            <w:tcW w:w="283" w:type="pct"/>
            <w:vAlign w:val="center"/>
          </w:tcPr>
          <w:p w:rsidR="00917FBC" w:rsidRPr="008E7459" w:rsidRDefault="00917FBC" w:rsidP="00A34227">
            <w:pPr>
              <w:pStyle w:val="TableBodyText"/>
            </w:pPr>
          </w:p>
        </w:tc>
        <w:tc>
          <w:tcPr>
            <w:tcW w:w="282"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21"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21"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99" w:type="pct"/>
            <w:vAlign w:val="center"/>
          </w:tcPr>
          <w:p w:rsidR="00917FBC" w:rsidRPr="008E7459" w:rsidRDefault="00917FBC" w:rsidP="00A34227">
            <w:pPr>
              <w:pStyle w:val="TableBodyText"/>
            </w:pPr>
          </w:p>
        </w:tc>
        <w:tc>
          <w:tcPr>
            <w:tcW w:w="568" w:type="pct"/>
            <w:vAlign w:val="center"/>
          </w:tcPr>
          <w:p w:rsidR="00917FBC" w:rsidRPr="008E7459" w:rsidRDefault="00917FBC" w:rsidP="00A34227">
            <w:pPr>
              <w:pStyle w:val="TableBodyText"/>
            </w:pPr>
          </w:p>
        </w:tc>
        <w:tc>
          <w:tcPr>
            <w:tcW w:w="643" w:type="pct"/>
            <w:vAlign w:val="center"/>
          </w:tcPr>
          <w:p w:rsidR="00917FBC" w:rsidRPr="008E7459" w:rsidRDefault="00917FBC" w:rsidP="00A34227">
            <w:pPr>
              <w:pStyle w:val="TableBodyText"/>
            </w:pPr>
          </w:p>
        </w:tc>
      </w:tr>
      <w:tr w:rsidR="00917FBC" w:rsidRPr="008E7459" w:rsidTr="00A34227">
        <w:tc>
          <w:tcPr>
            <w:tcW w:w="572" w:type="pct"/>
            <w:shd w:val="clear" w:color="auto" w:fill="auto"/>
            <w:vAlign w:val="center"/>
          </w:tcPr>
          <w:p w:rsidR="00917FBC" w:rsidRPr="008E7459" w:rsidRDefault="00917FBC" w:rsidP="00917FBC">
            <w:pPr>
              <w:pStyle w:val="TableBodyText"/>
              <w:ind w:left="136"/>
              <w:jc w:val="left"/>
            </w:pPr>
            <w:r w:rsidRPr="008E7459">
              <w:t>Actual</w:t>
            </w:r>
          </w:p>
        </w:tc>
        <w:tc>
          <w:tcPr>
            <w:tcW w:w="294" w:type="pct"/>
            <w:shd w:val="clear" w:color="auto" w:fill="auto"/>
            <w:vAlign w:val="center"/>
          </w:tcPr>
          <w:p w:rsidR="00917FBC" w:rsidRPr="008E7459" w:rsidRDefault="00917FBC" w:rsidP="00A34227">
            <w:pPr>
              <w:pStyle w:val="TableBodyText"/>
            </w:pPr>
            <w:r w:rsidRPr="008E7459">
              <w:t>0.2</w:t>
            </w:r>
          </w:p>
        </w:tc>
        <w:tc>
          <w:tcPr>
            <w:tcW w:w="348" w:type="pct"/>
            <w:shd w:val="clear" w:color="auto" w:fill="auto"/>
            <w:vAlign w:val="center"/>
          </w:tcPr>
          <w:p w:rsidR="00917FBC" w:rsidRPr="008E7459" w:rsidRDefault="00917FBC" w:rsidP="00A34227">
            <w:pPr>
              <w:pStyle w:val="TableBodyText"/>
            </w:pPr>
            <w:r w:rsidRPr="008E7459">
              <w:t>0.1</w:t>
            </w:r>
          </w:p>
        </w:tc>
        <w:tc>
          <w:tcPr>
            <w:tcW w:w="283" w:type="pct"/>
            <w:vAlign w:val="center"/>
          </w:tcPr>
          <w:p w:rsidR="00917FBC" w:rsidRPr="008E7459" w:rsidRDefault="00917FBC" w:rsidP="00A34227">
            <w:pPr>
              <w:pStyle w:val="TableBodyText"/>
            </w:pPr>
            <w:r w:rsidRPr="008E7459">
              <w:t>0.1</w:t>
            </w:r>
          </w:p>
        </w:tc>
        <w:tc>
          <w:tcPr>
            <w:tcW w:w="282" w:type="pct"/>
            <w:vAlign w:val="center"/>
          </w:tcPr>
          <w:p w:rsidR="00917FBC" w:rsidRPr="008E7459" w:rsidRDefault="00917FBC" w:rsidP="00A34227">
            <w:pPr>
              <w:pStyle w:val="TableBodyText"/>
            </w:pPr>
            <w:r w:rsidRPr="008E7459">
              <w:t>0.1</w:t>
            </w:r>
          </w:p>
        </w:tc>
        <w:tc>
          <w:tcPr>
            <w:tcW w:w="323" w:type="pct"/>
            <w:vAlign w:val="center"/>
          </w:tcPr>
          <w:p w:rsidR="00917FBC" w:rsidRPr="008E7459" w:rsidRDefault="00917FBC" w:rsidP="00A34227">
            <w:pPr>
              <w:pStyle w:val="TableBodyText"/>
            </w:pPr>
            <w:r w:rsidRPr="008E7459">
              <w:t>0.1</w:t>
            </w:r>
          </w:p>
        </w:tc>
        <w:tc>
          <w:tcPr>
            <w:tcW w:w="321" w:type="pct"/>
            <w:vAlign w:val="center"/>
          </w:tcPr>
          <w:p w:rsidR="00917FBC" w:rsidRPr="008E7459" w:rsidRDefault="00917FBC" w:rsidP="00A34227">
            <w:pPr>
              <w:pStyle w:val="TableBodyText"/>
            </w:pPr>
            <w:r w:rsidRPr="008E7459">
              <w:t>0.1</w:t>
            </w:r>
          </w:p>
        </w:tc>
        <w:tc>
          <w:tcPr>
            <w:tcW w:w="323" w:type="pct"/>
            <w:vAlign w:val="center"/>
          </w:tcPr>
          <w:p w:rsidR="00917FBC" w:rsidRPr="008E7459" w:rsidRDefault="00917FBC" w:rsidP="00A34227">
            <w:pPr>
              <w:pStyle w:val="TableBodyText"/>
            </w:pPr>
            <w:r w:rsidRPr="008E7459">
              <w:t>0.1</w:t>
            </w:r>
          </w:p>
        </w:tc>
        <w:tc>
          <w:tcPr>
            <w:tcW w:w="321" w:type="pct"/>
            <w:vAlign w:val="center"/>
          </w:tcPr>
          <w:p w:rsidR="00917FBC" w:rsidRPr="008E7459" w:rsidRDefault="00917FBC" w:rsidP="00A34227">
            <w:pPr>
              <w:pStyle w:val="TableBodyText"/>
            </w:pPr>
            <w:r w:rsidRPr="008E7459">
              <w:t>1.7</w:t>
            </w:r>
          </w:p>
        </w:tc>
        <w:tc>
          <w:tcPr>
            <w:tcW w:w="323" w:type="pct"/>
            <w:vAlign w:val="center"/>
          </w:tcPr>
          <w:p w:rsidR="00917FBC" w:rsidRPr="008E7459" w:rsidRDefault="00917FBC" w:rsidP="00A34227">
            <w:pPr>
              <w:pStyle w:val="TableBodyText"/>
            </w:pPr>
            <w:r w:rsidRPr="008E7459">
              <w:t>0.2</w:t>
            </w:r>
          </w:p>
        </w:tc>
        <w:tc>
          <w:tcPr>
            <w:tcW w:w="399" w:type="pct"/>
            <w:vAlign w:val="center"/>
          </w:tcPr>
          <w:p w:rsidR="00917FBC" w:rsidRPr="008E7459" w:rsidRDefault="00917FBC" w:rsidP="00A34227">
            <w:pPr>
              <w:pStyle w:val="TableBodyText"/>
            </w:pPr>
            <w:r w:rsidRPr="008E7459">
              <w:t>0.2</w:t>
            </w:r>
          </w:p>
        </w:tc>
        <w:tc>
          <w:tcPr>
            <w:tcW w:w="568" w:type="pct"/>
            <w:vAlign w:val="center"/>
          </w:tcPr>
          <w:p w:rsidR="00917FBC" w:rsidRPr="008E7459" w:rsidRDefault="00842954" w:rsidP="00A34227">
            <w:pPr>
              <w:pStyle w:val="TableBodyText"/>
            </w:pPr>
            <w:r w:rsidRPr="008E7459">
              <w:t>–</w:t>
            </w:r>
          </w:p>
        </w:tc>
        <w:tc>
          <w:tcPr>
            <w:tcW w:w="643" w:type="pct"/>
            <w:vAlign w:val="center"/>
          </w:tcPr>
          <w:p w:rsidR="00917FBC" w:rsidRPr="008E7459" w:rsidRDefault="00917FBC" w:rsidP="00A34227">
            <w:pPr>
              <w:pStyle w:val="TableBodyText"/>
            </w:pPr>
            <w:r w:rsidRPr="008E7459">
              <w:t>1.1</w:t>
            </w:r>
          </w:p>
        </w:tc>
      </w:tr>
      <w:tr w:rsidR="00917FBC" w:rsidRPr="008E7459" w:rsidTr="00A34227">
        <w:tc>
          <w:tcPr>
            <w:tcW w:w="572" w:type="pct"/>
            <w:shd w:val="clear" w:color="auto" w:fill="auto"/>
            <w:vAlign w:val="center"/>
          </w:tcPr>
          <w:p w:rsidR="00917FBC" w:rsidRPr="008E7459" w:rsidRDefault="00917FBC" w:rsidP="00917FBC">
            <w:pPr>
              <w:pStyle w:val="TableBodyText"/>
              <w:ind w:left="136"/>
              <w:jc w:val="left"/>
            </w:pPr>
            <w:r w:rsidRPr="008E7459">
              <w:t>Possible</w:t>
            </w:r>
          </w:p>
        </w:tc>
        <w:tc>
          <w:tcPr>
            <w:tcW w:w="294" w:type="pct"/>
            <w:shd w:val="clear" w:color="auto" w:fill="auto"/>
            <w:vAlign w:val="center"/>
          </w:tcPr>
          <w:p w:rsidR="00917FBC" w:rsidRPr="008E7459" w:rsidRDefault="00917FBC" w:rsidP="00A34227">
            <w:pPr>
              <w:pStyle w:val="TableBodyText"/>
            </w:pPr>
            <w:r w:rsidRPr="008E7459">
              <w:t>0.2</w:t>
            </w:r>
          </w:p>
        </w:tc>
        <w:tc>
          <w:tcPr>
            <w:tcW w:w="348" w:type="pct"/>
            <w:shd w:val="clear" w:color="auto" w:fill="auto"/>
            <w:vAlign w:val="center"/>
          </w:tcPr>
          <w:p w:rsidR="00917FBC" w:rsidRPr="008E7459" w:rsidRDefault="00917FBC" w:rsidP="00A34227">
            <w:pPr>
              <w:pStyle w:val="TableBodyText"/>
            </w:pPr>
            <w:r w:rsidRPr="008E7459">
              <w:t>0.1</w:t>
            </w:r>
          </w:p>
        </w:tc>
        <w:tc>
          <w:tcPr>
            <w:tcW w:w="283" w:type="pct"/>
            <w:vAlign w:val="center"/>
          </w:tcPr>
          <w:p w:rsidR="00917FBC" w:rsidRPr="008E7459" w:rsidRDefault="00917FBC" w:rsidP="00A34227">
            <w:pPr>
              <w:pStyle w:val="TableBodyText"/>
            </w:pPr>
            <w:r w:rsidRPr="008E7459">
              <w:t>0.1</w:t>
            </w:r>
          </w:p>
        </w:tc>
        <w:tc>
          <w:tcPr>
            <w:tcW w:w="282" w:type="pct"/>
            <w:vAlign w:val="center"/>
          </w:tcPr>
          <w:p w:rsidR="00917FBC" w:rsidRPr="008E7459" w:rsidRDefault="00917FBC" w:rsidP="00A34227">
            <w:pPr>
              <w:pStyle w:val="TableBodyText"/>
            </w:pPr>
            <w:r w:rsidRPr="008E7459">
              <w:t>0.1</w:t>
            </w:r>
          </w:p>
        </w:tc>
        <w:tc>
          <w:tcPr>
            <w:tcW w:w="323" w:type="pct"/>
            <w:vAlign w:val="center"/>
          </w:tcPr>
          <w:p w:rsidR="00917FBC" w:rsidRPr="008E7459" w:rsidRDefault="00917FBC" w:rsidP="00A34227">
            <w:pPr>
              <w:pStyle w:val="TableBodyText"/>
            </w:pPr>
            <w:r w:rsidRPr="008E7459">
              <w:t>0.1</w:t>
            </w:r>
          </w:p>
        </w:tc>
        <w:tc>
          <w:tcPr>
            <w:tcW w:w="321" w:type="pct"/>
            <w:vAlign w:val="center"/>
          </w:tcPr>
          <w:p w:rsidR="00917FBC" w:rsidRPr="008E7459" w:rsidRDefault="00917FBC" w:rsidP="00A34227">
            <w:pPr>
              <w:pStyle w:val="TableBodyText"/>
            </w:pPr>
            <w:r w:rsidRPr="008E7459">
              <w:t>0.1</w:t>
            </w:r>
          </w:p>
        </w:tc>
        <w:tc>
          <w:tcPr>
            <w:tcW w:w="323" w:type="pct"/>
            <w:vAlign w:val="center"/>
          </w:tcPr>
          <w:p w:rsidR="00917FBC" w:rsidRPr="008E7459" w:rsidRDefault="00917FBC" w:rsidP="00A34227">
            <w:pPr>
              <w:pStyle w:val="TableBodyText"/>
            </w:pPr>
            <w:r w:rsidRPr="008E7459">
              <w:t>0.1</w:t>
            </w:r>
          </w:p>
        </w:tc>
        <w:tc>
          <w:tcPr>
            <w:tcW w:w="321" w:type="pct"/>
            <w:vAlign w:val="center"/>
          </w:tcPr>
          <w:p w:rsidR="00917FBC" w:rsidRPr="008E7459" w:rsidRDefault="00917FBC" w:rsidP="00A34227">
            <w:pPr>
              <w:pStyle w:val="TableBodyText"/>
            </w:pPr>
            <w:r w:rsidRPr="008E7459">
              <w:t>1.7</w:t>
            </w:r>
          </w:p>
        </w:tc>
        <w:tc>
          <w:tcPr>
            <w:tcW w:w="323" w:type="pct"/>
            <w:vAlign w:val="center"/>
          </w:tcPr>
          <w:p w:rsidR="00917FBC" w:rsidRPr="008E7459" w:rsidRDefault="00917FBC" w:rsidP="00A34227">
            <w:pPr>
              <w:pStyle w:val="TableBodyText"/>
            </w:pPr>
            <w:r w:rsidRPr="008E7459">
              <w:t>0.3</w:t>
            </w:r>
          </w:p>
        </w:tc>
        <w:tc>
          <w:tcPr>
            <w:tcW w:w="399" w:type="pct"/>
            <w:vAlign w:val="center"/>
          </w:tcPr>
          <w:p w:rsidR="00917FBC" w:rsidRPr="008E7459" w:rsidRDefault="00917FBC" w:rsidP="00A34227">
            <w:pPr>
              <w:pStyle w:val="TableBodyText"/>
            </w:pPr>
            <w:r w:rsidRPr="008E7459">
              <w:t>0.3</w:t>
            </w:r>
          </w:p>
        </w:tc>
        <w:tc>
          <w:tcPr>
            <w:tcW w:w="568" w:type="pct"/>
            <w:vAlign w:val="center"/>
          </w:tcPr>
          <w:p w:rsidR="00917FBC" w:rsidRPr="008E7459" w:rsidRDefault="00842954" w:rsidP="00A34227">
            <w:pPr>
              <w:pStyle w:val="TableBodyText"/>
            </w:pPr>
            <w:r w:rsidRPr="008E7459">
              <w:t>–</w:t>
            </w:r>
          </w:p>
        </w:tc>
        <w:tc>
          <w:tcPr>
            <w:tcW w:w="643" w:type="pct"/>
            <w:vAlign w:val="center"/>
          </w:tcPr>
          <w:p w:rsidR="00917FBC" w:rsidRPr="008E7459" w:rsidRDefault="00917FBC" w:rsidP="00A34227">
            <w:pPr>
              <w:pStyle w:val="TableBodyText"/>
            </w:pPr>
            <w:r w:rsidRPr="008E7459">
              <w:t>1.0</w:t>
            </w:r>
          </w:p>
        </w:tc>
      </w:tr>
      <w:tr w:rsidR="00917FBC" w:rsidRPr="008E7459" w:rsidTr="00A34227">
        <w:tc>
          <w:tcPr>
            <w:tcW w:w="572" w:type="pct"/>
            <w:shd w:val="clear" w:color="auto" w:fill="auto"/>
            <w:vAlign w:val="center"/>
          </w:tcPr>
          <w:p w:rsidR="00917FBC" w:rsidRPr="008E7459" w:rsidRDefault="00917FBC" w:rsidP="00917FBC">
            <w:pPr>
              <w:rPr>
                <w:rFonts w:ascii="Arial" w:hAnsi="Arial" w:cs="Arial"/>
                <w:sz w:val="20"/>
                <w:szCs w:val="20"/>
              </w:rPr>
            </w:pPr>
            <w:r w:rsidRPr="008E7459">
              <w:rPr>
                <w:rFonts w:ascii="Arial" w:hAnsi="Arial" w:cs="Arial"/>
                <w:sz w:val="20"/>
                <w:szCs w:val="20"/>
              </w:rPr>
              <w:t>Tas</w:t>
            </w:r>
          </w:p>
        </w:tc>
        <w:tc>
          <w:tcPr>
            <w:tcW w:w="294" w:type="pct"/>
            <w:shd w:val="clear" w:color="auto" w:fill="auto"/>
            <w:vAlign w:val="center"/>
          </w:tcPr>
          <w:p w:rsidR="00917FBC" w:rsidRPr="008E7459" w:rsidRDefault="00917FBC" w:rsidP="00A34227">
            <w:pPr>
              <w:pStyle w:val="TableBodyText"/>
            </w:pPr>
          </w:p>
        </w:tc>
        <w:tc>
          <w:tcPr>
            <w:tcW w:w="348" w:type="pct"/>
            <w:shd w:val="clear" w:color="auto" w:fill="auto"/>
            <w:vAlign w:val="center"/>
          </w:tcPr>
          <w:p w:rsidR="00917FBC" w:rsidRPr="008E7459" w:rsidRDefault="00917FBC" w:rsidP="00A34227">
            <w:pPr>
              <w:pStyle w:val="TableBodyText"/>
            </w:pPr>
          </w:p>
        </w:tc>
        <w:tc>
          <w:tcPr>
            <w:tcW w:w="283" w:type="pct"/>
            <w:vAlign w:val="center"/>
          </w:tcPr>
          <w:p w:rsidR="00917FBC" w:rsidRPr="008E7459" w:rsidRDefault="00917FBC" w:rsidP="00A34227">
            <w:pPr>
              <w:pStyle w:val="TableBodyText"/>
            </w:pPr>
          </w:p>
        </w:tc>
        <w:tc>
          <w:tcPr>
            <w:tcW w:w="282"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21"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21"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99" w:type="pct"/>
            <w:vAlign w:val="center"/>
          </w:tcPr>
          <w:p w:rsidR="00917FBC" w:rsidRPr="008E7459" w:rsidRDefault="00917FBC" w:rsidP="00A34227">
            <w:pPr>
              <w:pStyle w:val="TableBodyText"/>
            </w:pPr>
          </w:p>
        </w:tc>
        <w:tc>
          <w:tcPr>
            <w:tcW w:w="568" w:type="pct"/>
            <w:vAlign w:val="center"/>
          </w:tcPr>
          <w:p w:rsidR="00917FBC" w:rsidRPr="008E7459" w:rsidRDefault="00917FBC" w:rsidP="00A34227">
            <w:pPr>
              <w:pStyle w:val="TableBodyText"/>
            </w:pPr>
          </w:p>
        </w:tc>
        <w:tc>
          <w:tcPr>
            <w:tcW w:w="643" w:type="pct"/>
            <w:vAlign w:val="center"/>
          </w:tcPr>
          <w:p w:rsidR="00917FBC" w:rsidRPr="008E7459" w:rsidRDefault="00917FBC" w:rsidP="00A34227">
            <w:pPr>
              <w:pStyle w:val="TableBodyText"/>
            </w:pPr>
          </w:p>
        </w:tc>
      </w:tr>
      <w:tr w:rsidR="00917FBC" w:rsidRPr="008E7459" w:rsidTr="00A34227">
        <w:tc>
          <w:tcPr>
            <w:tcW w:w="572" w:type="pct"/>
            <w:shd w:val="clear" w:color="auto" w:fill="auto"/>
            <w:vAlign w:val="center"/>
          </w:tcPr>
          <w:p w:rsidR="00917FBC" w:rsidRPr="008E7459" w:rsidRDefault="00917FBC" w:rsidP="00917FBC">
            <w:pPr>
              <w:pStyle w:val="TableBodyText"/>
              <w:ind w:left="136"/>
              <w:jc w:val="left"/>
            </w:pPr>
            <w:r w:rsidRPr="008E7459">
              <w:t>Actual</w:t>
            </w:r>
          </w:p>
        </w:tc>
        <w:tc>
          <w:tcPr>
            <w:tcW w:w="294" w:type="pct"/>
            <w:shd w:val="clear" w:color="auto" w:fill="auto"/>
            <w:vAlign w:val="center"/>
          </w:tcPr>
          <w:p w:rsidR="00917FBC" w:rsidRPr="008E7459" w:rsidRDefault="00917FBC" w:rsidP="00A34227">
            <w:pPr>
              <w:pStyle w:val="TableBodyText"/>
            </w:pPr>
            <w:r w:rsidRPr="008E7459">
              <w:t>1.9</w:t>
            </w:r>
          </w:p>
        </w:tc>
        <w:tc>
          <w:tcPr>
            <w:tcW w:w="348" w:type="pct"/>
            <w:shd w:val="clear" w:color="auto" w:fill="auto"/>
            <w:vAlign w:val="center"/>
          </w:tcPr>
          <w:p w:rsidR="00917FBC" w:rsidRPr="008E7459" w:rsidRDefault="00917FBC" w:rsidP="00A34227">
            <w:pPr>
              <w:pStyle w:val="TableBodyText"/>
            </w:pPr>
            <w:r w:rsidRPr="008E7459">
              <w:t>1.8</w:t>
            </w:r>
          </w:p>
        </w:tc>
        <w:tc>
          <w:tcPr>
            <w:tcW w:w="283" w:type="pct"/>
            <w:vAlign w:val="center"/>
          </w:tcPr>
          <w:p w:rsidR="00917FBC" w:rsidRPr="008E7459" w:rsidRDefault="00917FBC" w:rsidP="00A34227">
            <w:pPr>
              <w:pStyle w:val="TableBodyText"/>
            </w:pPr>
            <w:r w:rsidRPr="008E7459">
              <w:t>1.6</w:t>
            </w:r>
          </w:p>
        </w:tc>
        <w:tc>
          <w:tcPr>
            <w:tcW w:w="282" w:type="pct"/>
            <w:vAlign w:val="center"/>
          </w:tcPr>
          <w:p w:rsidR="00917FBC" w:rsidRPr="008E7459" w:rsidRDefault="00917FBC" w:rsidP="00A34227">
            <w:pPr>
              <w:pStyle w:val="TableBodyText"/>
            </w:pPr>
            <w:r w:rsidRPr="008E7459">
              <w:t>1.8</w:t>
            </w:r>
          </w:p>
        </w:tc>
        <w:tc>
          <w:tcPr>
            <w:tcW w:w="323" w:type="pct"/>
            <w:vAlign w:val="center"/>
          </w:tcPr>
          <w:p w:rsidR="00917FBC" w:rsidRPr="008E7459" w:rsidRDefault="00917FBC" w:rsidP="00A34227">
            <w:pPr>
              <w:pStyle w:val="TableBodyText"/>
            </w:pPr>
            <w:r w:rsidRPr="008E7459">
              <w:t>1.8</w:t>
            </w:r>
          </w:p>
        </w:tc>
        <w:tc>
          <w:tcPr>
            <w:tcW w:w="321" w:type="pct"/>
            <w:vAlign w:val="center"/>
          </w:tcPr>
          <w:p w:rsidR="00917FBC" w:rsidRPr="008E7459" w:rsidRDefault="00917FBC" w:rsidP="00A34227">
            <w:pPr>
              <w:pStyle w:val="TableBodyText"/>
            </w:pPr>
            <w:r w:rsidRPr="008E7459">
              <w:t>2.9</w:t>
            </w:r>
          </w:p>
        </w:tc>
        <w:tc>
          <w:tcPr>
            <w:tcW w:w="323" w:type="pct"/>
            <w:vAlign w:val="center"/>
          </w:tcPr>
          <w:p w:rsidR="00917FBC" w:rsidRPr="008E7459" w:rsidRDefault="00917FBC" w:rsidP="00A34227">
            <w:pPr>
              <w:pStyle w:val="TableBodyText"/>
            </w:pPr>
            <w:r w:rsidRPr="008E7459">
              <w:t>5.7</w:t>
            </w:r>
          </w:p>
        </w:tc>
        <w:tc>
          <w:tcPr>
            <w:tcW w:w="321" w:type="pct"/>
            <w:vAlign w:val="center"/>
          </w:tcPr>
          <w:p w:rsidR="00917FBC" w:rsidRPr="008E7459" w:rsidRDefault="00917FBC" w:rsidP="00A34227">
            <w:pPr>
              <w:pStyle w:val="TableBodyText"/>
            </w:pPr>
            <w:r w:rsidRPr="008E7459">
              <w:t>9.6</w:t>
            </w:r>
          </w:p>
        </w:tc>
        <w:tc>
          <w:tcPr>
            <w:tcW w:w="323" w:type="pct"/>
            <w:vAlign w:val="center"/>
          </w:tcPr>
          <w:p w:rsidR="00917FBC" w:rsidRPr="008E7459" w:rsidRDefault="00917FBC" w:rsidP="00A34227">
            <w:pPr>
              <w:pStyle w:val="TableBodyText"/>
            </w:pPr>
            <w:r w:rsidRPr="008E7459">
              <w:t>8.7</w:t>
            </w:r>
          </w:p>
        </w:tc>
        <w:tc>
          <w:tcPr>
            <w:tcW w:w="399" w:type="pct"/>
            <w:vAlign w:val="center"/>
          </w:tcPr>
          <w:p w:rsidR="00917FBC" w:rsidRPr="008E7459" w:rsidRDefault="00917FBC" w:rsidP="00A34227">
            <w:pPr>
              <w:pStyle w:val="TableBodyText"/>
            </w:pPr>
            <w:r w:rsidRPr="008E7459">
              <w:t>7.9</w:t>
            </w:r>
          </w:p>
        </w:tc>
        <w:tc>
          <w:tcPr>
            <w:tcW w:w="568" w:type="pct"/>
            <w:vAlign w:val="center"/>
          </w:tcPr>
          <w:p w:rsidR="00917FBC" w:rsidRPr="008E7459" w:rsidRDefault="00917FBC" w:rsidP="00A34227">
            <w:pPr>
              <w:pStyle w:val="TableBodyText"/>
            </w:pPr>
            <w:r w:rsidRPr="008E7459">
              <w:t>na</w:t>
            </w:r>
          </w:p>
        </w:tc>
        <w:tc>
          <w:tcPr>
            <w:tcW w:w="643" w:type="pct"/>
            <w:vAlign w:val="center"/>
          </w:tcPr>
          <w:p w:rsidR="00917FBC" w:rsidRPr="008E7459" w:rsidRDefault="00917FBC" w:rsidP="00A34227">
            <w:pPr>
              <w:pStyle w:val="TableBodyText"/>
            </w:pPr>
            <w:r w:rsidRPr="008E7459">
              <w:t>na</w:t>
            </w:r>
          </w:p>
        </w:tc>
      </w:tr>
      <w:tr w:rsidR="00917FBC" w:rsidRPr="008E7459" w:rsidTr="00A34227">
        <w:tc>
          <w:tcPr>
            <w:tcW w:w="572" w:type="pct"/>
            <w:shd w:val="clear" w:color="auto" w:fill="auto"/>
            <w:vAlign w:val="center"/>
          </w:tcPr>
          <w:p w:rsidR="00917FBC" w:rsidRPr="008E7459" w:rsidRDefault="00917FBC" w:rsidP="00917FBC">
            <w:pPr>
              <w:pStyle w:val="TableBodyText"/>
              <w:ind w:left="136"/>
              <w:jc w:val="left"/>
            </w:pPr>
            <w:r w:rsidRPr="008E7459">
              <w:t>Possible</w:t>
            </w:r>
          </w:p>
        </w:tc>
        <w:tc>
          <w:tcPr>
            <w:tcW w:w="294" w:type="pct"/>
            <w:shd w:val="clear" w:color="auto" w:fill="auto"/>
            <w:vAlign w:val="center"/>
          </w:tcPr>
          <w:p w:rsidR="00917FBC" w:rsidRPr="008E7459" w:rsidRDefault="00917FBC" w:rsidP="00A34227">
            <w:pPr>
              <w:pStyle w:val="TableBodyText"/>
            </w:pPr>
            <w:r w:rsidRPr="008E7459">
              <w:t>1.8</w:t>
            </w:r>
          </w:p>
        </w:tc>
        <w:tc>
          <w:tcPr>
            <w:tcW w:w="348" w:type="pct"/>
            <w:shd w:val="clear" w:color="auto" w:fill="auto"/>
            <w:vAlign w:val="center"/>
          </w:tcPr>
          <w:p w:rsidR="00917FBC" w:rsidRPr="008E7459" w:rsidRDefault="00917FBC" w:rsidP="00A34227">
            <w:pPr>
              <w:pStyle w:val="TableBodyText"/>
            </w:pPr>
            <w:r w:rsidRPr="008E7459">
              <w:t>1.8</w:t>
            </w:r>
          </w:p>
        </w:tc>
        <w:tc>
          <w:tcPr>
            <w:tcW w:w="283" w:type="pct"/>
            <w:vAlign w:val="center"/>
          </w:tcPr>
          <w:p w:rsidR="00917FBC" w:rsidRPr="008E7459" w:rsidRDefault="00917FBC" w:rsidP="00A34227">
            <w:pPr>
              <w:pStyle w:val="TableBodyText"/>
            </w:pPr>
            <w:r w:rsidRPr="008E7459">
              <w:t>1.6</w:t>
            </w:r>
          </w:p>
        </w:tc>
        <w:tc>
          <w:tcPr>
            <w:tcW w:w="282" w:type="pct"/>
            <w:vAlign w:val="center"/>
          </w:tcPr>
          <w:p w:rsidR="00917FBC" w:rsidRPr="008E7459" w:rsidRDefault="00917FBC" w:rsidP="00A34227">
            <w:pPr>
              <w:pStyle w:val="TableBodyText"/>
            </w:pPr>
            <w:r w:rsidRPr="008E7459">
              <w:t>1.9</w:t>
            </w:r>
          </w:p>
        </w:tc>
        <w:tc>
          <w:tcPr>
            <w:tcW w:w="323" w:type="pct"/>
            <w:vAlign w:val="center"/>
          </w:tcPr>
          <w:p w:rsidR="00917FBC" w:rsidRPr="008E7459" w:rsidRDefault="00917FBC" w:rsidP="00A34227">
            <w:pPr>
              <w:pStyle w:val="TableBodyText"/>
            </w:pPr>
            <w:r w:rsidRPr="008E7459">
              <w:t>1.8</w:t>
            </w:r>
          </w:p>
        </w:tc>
        <w:tc>
          <w:tcPr>
            <w:tcW w:w="321" w:type="pct"/>
            <w:vAlign w:val="center"/>
          </w:tcPr>
          <w:p w:rsidR="00917FBC" w:rsidRPr="008E7459" w:rsidRDefault="00917FBC" w:rsidP="00A34227">
            <w:pPr>
              <w:pStyle w:val="TableBodyText"/>
            </w:pPr>
            <w:r w:rsidRPr="008E7459">
              <w:t>3.0</w:t>
            </w:r>
          </w:p>
        </w:tc>
        <w:tc>
          <w:tcPr>
            <w:tcW w:w="323" w:type="pct"/>
            <w:vAlign w:val="center"/>
          </w:tcPr>
          <w:p w:rsidR="00917FBC" w:rsidRPr="008E7459" w:rsidRDefault="00917FBC" w:rsidP="00A34227">
            <w:pPr>
              <w:pStyle w:val="TableBodyText"/>
            </w:pPr>
            <w:r w:rsidRPr="008E7459">
              <w:t>5.9</w:t>
            </w:r>
          </w:p>
        </w:tc>
        <w:tc>
          <w:tcPr>
            <w:tcW w:w="321" w:type="pct"/>
            <w:vAlign w:val="center"/>
          </w:tcPr>
          <w:p w:rsidR="00917FBC" w:rsidRPr="008E7459" w:rsidRDefault="00917FBC" w:rsidP="00A34227">
            <w:pPr>
              <w:pStyle w:val="TableBodyText"/>
            </w:pPr>
            <w:r w:rsidRPr="008E7459">
              <w:t>10.0</w:t>
            </w:r>
          </w:p>
        </w:tc>
        <w:tc>
          <w:tcPr>
            <w:tcW w:w="323" w:type="pct"/>
            <w:vAlign w:val="center"/>
          </w:tcPr>
          <w:p w:rsidR="00917FBC" w:rsidRPr="008E7459" w:rsidRDefault="00917FBC" w:rsidP="00A34227">
            <w:pPr>
              <w:pStyle w:val="TableBodyText"/>
            </w:pPr>
            <w:r w:rsidRPr="008E7459">
              <w:t>9.1</w:t>
            </w:r>
          </w:p>
        </w:tc>
        <w:tc>
          <w:tcPr>
            <w:tcW w:w="399" w:type="pct"/>
            <w:vAlign w:val="center"/>
          </w:tcPr>
          <w:p w:rsidR="00917FBC" w:rsidRPr="008E7459" w:rsidRDefault="00917FBC" w:rsidP="00A34227">
            <w:pPr>
              <w:pStyle w:val="TableBodyText"/>
            </w:pPr>
            <w:r w:rsidRPr="008E7459">
              <w:t>8.4</w:t>
            </w:r>
          </w:p>
        </w:tc>
        <w:tc>
          <w:tcPr>
            <w:tcW w:w="568" w:type="pct"/>
            <w:vAlign w:val="center"/>
          </w:tcPr>
          <w:p w:rsidR="00917FBC" w:rsidRPr="008E7459" w:rsidRDefault="00917FBC" w:rsidP="00A34227">
            <w:pPr>
              <w:pStyle w:val="TableBodyText"/>
            </w:pPr>
            <w:r w:rsidRPr="008E7459">
              <w:t>na</w:t>
            </w:r>
          </w:p>
        </w:tc>
        <w:tc>
          <w:tcPr>
            <w:tcW w:w="643" w:type="pct"/>
            <w:vAlign w:val="center"/>
          </w:tcPr>
          <w:p w:rsidR="00917FBC" w:rsidRPr="008E7459" w:rsidRDefault="00917FBC" w:rsidP="00A34227">
            <w:pPr>
              <w:pStyle w:val="TableBodyText"/>
            </w:pPr>
            <w:r w:rsidRPr="008E7459">
              <w:t>na</w:t>
            </w:r>
          </w:p>
        </w:tc>
      </w:tr>
      <w:tr w:rsidR="00917FBC" w:rsidRPr="008E7459" w:rsidTr="00A34227">
        <w:tc>
          <w:tcPr>
            <w:tcW w:w="572" w:type="pct"/>
            <w:shd w:val="clear" w:color="auto" w:fill="auto"/>
            <w:vAlign w:val="center"/>
          </w:tcPr>
          <w:p w:rsidR="00917FBC" w:rsidRPr="008E7459" w:rsidRDefault="00917FBC" w:rsidP="00917FBC">
            <w:pPr>
              <w:rPr>
                <w:rFonts w:ascii="Arial" w:hAnsi="Arial" w:cs="Arial"/>
                <w:sz w:val="20"/>
                <w:szCs w:val="20"/>
              </w:rPr>
            </w:pPr>
            <w:r w:rsidRPr="008E7459">
              <w:rPr>
                <w:rFonts w:ascii="Arial" w:hAnsi="Arial" w:cs="Arial"/>
                <w:sz w:val="20"/>
                <w:szCs w:val="20"/>
              </w:rPr>
              <w:t>NT</w:t>
            </w:r>
          </w:p>
        </w:tc>
        <w:tc>
          <w:tcPr>
            <w:tcW w:w="294" w:type="pct"/>
            <w:shd w:val="clear" w:color="auto" w:fill="auto"/>
            <w:vAlign w:val="center"/>
          </w:tcPr>
          <w:p w:rsidR="00917FBC" w:rsidRPr="008E7459" w:rsidRDefault="00917FBC" w:rsidP="00A34227">
            <w:pPr>
              <w:pStyle w:val="TableBodyText"/>
            </w:pPr>
          </w:p>
        </w:tc>
        <w:tc>
          <w:tcPr>
            <w:tcW w:w="348" w:type="pct"/>
            <w:shd w:val="clear" w:color="auto" w:fill="auto"/>
            <w:vAlign w:val="center"/>
          </w:tcPr>
          <w:p w:rsidR="00917FBC" w:rsidRPr="008E7459" w:rsidRDefault="00917FBC" w:rsidP="00A34227">
            <w:pPr>
              <w:pStyle w:val="TableBodyText"/>
            </w:pPr>
          </w:p>
        </w:tc>
        <w:tc>
          <w:tcPr>
            <w:tcW w:w="283" w:type="pct"/>
            <w:vAlign w:val="center"/>
          </w:tcPr>
          <w:p w:rsidR="00917FBC" w:rsidRPr="008E7459" w:rsidRDefault="00917FBC" w:rsidP="00A34227">
            <w:pPr>
              <w:pStyle w:val="TableBodyText"/>
            </w:pPr>
          </w:p>
        </w:tc>
        <w:tc>
          <w:tcPr>
            <w:tcW w:w="282"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21"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21" w:type="pct"/>
            <w:vAlign w:val="center"/>
          </w:tcPr>
          <w:p w:rsidR="00917FBC" w:rsidRPr="008E7459" w:rsidRDefault="00917FBC" w:rsidP="00A34227">
            <w:pPr>
              <w:pStyle w:val="TableBodyText"/>
            </w:pPr>
          </w:p>
        </w:tc>
        <w:tc>
          <w:tcPr>
            <w:tcW w:w="323" w:type="pct"/>
            <w:vAlign w:val="center"/>
          </w:tcPr>
          <w:p w:rsidR="00917FBC" w:rsidRPr="008E7459" w:rsidRDefault="00917FBC" w:rsidP="00A34227">
            <w:pPr>
              <w:pStyle w:val="TableBodyText"/>
            </w:pPr>
          </w:p>
        </w:tc>
        <w:tc>
          <w:tcPr>
            <w:tcW w:w="399" w:type="pct"/>
            <w:vAlign w:val="center"/>
          </w:tcPr>
          <w:p w:rsidR="00917FBC" w:rsidRPr="008E7459" w:rsidRDefault="00917FBC" w:rsidP="00A34227">
            <w:pPr>
              <w:pStyle w:val="TableBodyText"/>
            </w:pPr>
          </w:p>
        </w:tc>
        <w:tc>
          <w:tcPr>
            <w:tcW w:w="568" w:type="pct"/>
            <w:vAlign w:val="center"/>
          </w:tcPr>
          <w:p w:rsidR="00917FBC" w:rsidRPr="008E7459" w:rsidRDefault="00917FBC" w:rsidP="00A34227">
            <w:pPr>
              <w:pStyle w:val="TableBodyText"/>
            </w:pPr>
          </w:p>
        </w:tc>
        <w:tc>
          <w:tcPr>
            <w:tcW w:w="643" w:type="pct"/>
            <w:vAlign w:val="center"/>
          </w:tcPr>
          <w:p w:rsidR="00917FBC" w:rsidRPr="008E7459" w:rsidRDefault="00917FBC" w:rsidP="00A34227">
            <w:pPr>
              <w:pStyle w:val="TableBodyText"/>
            </w:pPr>
          </w:p>
        </w:tc>
      </w:tr>
      <w:tr w:rsidR="00917FBC" w:rsidRPr="008E7459" w:rsidTr="00A34227">
        <w:tc>
          <w:tcPr>
            <w:tcW w:w="572" w:type="pct"/>
            <w:shd w:val="clear" w:color="auto" w:fill="auto"/>
            <w:vAlign w:val="center"/>
          </w:tcPr>
          <w:p w:rsidR="00917FBC" w:rsidRPr="008E7459" w:rsidRDefault="00917FBC" w:rsidP="00917FBC">
            <w:pPr>
              <w:pStyle w:val="TableBodyText"/>
              <w:ind w:left="136"/>
              <w:jc w:val="left"/>
            </w:pPr>
            <w:r w:rsidRPr="008E7459">
              <w:t>Actual</w:t>
            </w:r>
          </w:p>
        </w:tc>
        <w:tc>
          <w:tcPr>
            <w:tcW w:w="294" w:type="pct"/>
            <w:shd w:val="clear" w:color="auto" w:fill="auto"/>
            <w:vAlign w:val="center"/>
          </w:tcPr>
          <w:p w:rsidR="00917FBC" w:rsidRPr="008E7459" w:rsidRDefault="00917FBC" w:rsidP="00A34227">
            <w:pPr>
              <w:pStyle w:val="TableBodyText"/>
            </w:pPr>
            <w:r w:rsidRPr="008E7459">
              <w:t>0.1</w:t>
            </w:r>
          </w:p>
        </w:tc>
        <w:tc>
          <w:tcPr>
            <w:tcW w:w="348" w:type="pct"/>
            <w:shd w:val="clear" w:color="auto" w:fill="auto"/>
            <w:vAlign w:val="center"/>
          </w:tcPr>
          <w:p w:rsidR="00917FBC" w:rsidRPr="008E7459" w:rsidRDefault="00917FBC" w:rsidP="00A34227">
            <w:pPr>
              <w:pStyle w:val="TableBodyText"/>
            </w:pPr>
            <w:r w:rsidRPr="008E7459">
              <w:t>0.3</w:t>
            </w:r>
          </w:p>
        </w:tc>
        <w:tc>
          <w:tcPr>
            <w:tcW w:w="283" w:type="pct"/>
            <w:vAlign w:val="center"/>
          </w:tcPr>
          <w:p w:rsidR="00917FBC" w:rsidRPr="008E7459" w:rsidRDefault="00917FBC" w:rsidP="00A34227">
            <w:pPr>
              <w:pStyle w:val="TableBodyText"/>
            </w:pPr>
            <w:r w:rsidRPr="008E7459">
              <w:t>0.2</w:t>
            </w:r>
          </w:p>
        </w:tc>
        <w:tc>
          <w:tcPr>
            <w:tcW w:w="282" w:type="pct"/>
            <w:vAlign w:val="center"/>
          </w:tcPr>
          <w:p w:rsidR="00917FBC" w:rsidRPr="008E7459" w:rsidRDefault="00917FBC" w:rsidP="00A34227">
            <w:pPr>
              <w:pStyle w:val="TableBodyText"/>
            </w:pPr>
            <w:r w:rsidRPr="008E7459">
              <w:t>0.2</w:t>
            </w:r>
          </w:p>
        </w:tc>
        <w:tc>
          <w:tcPr>
            <w:tcW w:w="323" w:type="pct"/>
            <w:vAlign w:val="center"/>
          </w:tcPr>
          <w:p w:rsidR="00917FBC" w:rsidRPr="008E7459" w:rsidRDefault="00842954" w:rsidP="00A34227">
            <w:pPr>
              <w:pStyle w:val="TableBodyText"/>
            </w:pPr>
            <w:r w:rsidRPr="008E7459">
              <w:t>–</w:t>
            </w:r>
          </w:p>
        </w:tc>
        <w:tc>
          <w:tcPr>
            <w:tcW w:w="321" w:type="pct"/>
            <w:vAlign w:val="center"/>
          </w:tcPr>
          <w:p w:rsidR="00917FBC" w:rsidRPr="008E7459" w:rsidRDefault="00917FBC" w:rsidP="00A34227">
            <w:pPr>
              <w:pStyle w:val="TableBodyText"/>
            </w:pPr>
            <w:r w:rsidRPr="008E7459">
              <w:t>0.2</w:t>
            </w:r>
          </w:p>
        </w:tc>
        <w:tc>
          <w:tcPr>
            <w:tcW w:w="323" w:type="pct"/>
            <w:vAlign w:val="center"/>
          </w:tcPr>
          <w:p w:rsidR="00917FBC" w:rsidRPr="008E7459" w:rsidRDefault="00917FBC" w:rsidP="00A34227">
            <w:pPr>
              <w:pStyle w:val="TableBodyText"/>
            </w:pPr>
            <w:r w:rsidRPr="008E7459">
              <w:t>0.2</w:t>
            </w:r>
          </w:p>
        </w:tc>
        <w:tc>
          <w:tcPr>
            <w:tcW w:w="321" w:type="pct"/>
            <w:vAlign w:val="center"/>
          </w:tcPr>
          <w:p w:rsidR="00917FBC" w:rsidRPr="008E7459" w:rsidRDefault="00917FBC" w:rsidP="00A34227">
            <w:pPr>
              <w:pStyle w:val="TableBodyText"/>
            </w:pPr>
            <w:r w:rsidRPr="008E7459">
              <w:t>0.4</w:t>
            </w:r>
          </w:p>
        </w:tc>
        <w:tc>
          <w:tcPr>
            <w:tcW w:w="323" w:type="pct"/>
            <w:vAlign w:val="center"/>
          </w:tcPr>
          <w:p w:rsidR="00917FBC" w:rsidRPr="008E7459" w:rsidRDefault="00917FBC" w:rsidP="00A34227">
            <w:pPr>
              <w:pStyle w:val="TableBodyText"/>
            </w:pPr>
            <w:r w:rsidRPr="008E7459">
              <w:t>0.3</w:t>
            </w:r>
          </w:p>
        </w:tc>
        <w:tc>
          <w:tcPr>
            <w:tcW w:w="399" w:type="pct"/>
            <w:vAlign w:val="center"/>
          </w:tcPr>
          <w:p w:rsidR="00917FBC" w:rsidRPr="008E7459" w:rsidRDefault="00917FBC" w:rsidP="00A34227">
            <w:pPr>
              <w:pStyle w:val="TableBodyText"/>
            </w:pPr>
            <w:r w:rsidRPr="008E7459">
              <w:t>0.3</w:t>
            </w:r>
          </w:p>
        </w:tc>
        <w:tc>
          <w:tcPr>
            <w:tcW w:w="568" w:type="pct"/>
            <w:vAlign w:val="center"/>
          </w:tcPr>
          <w:p w:rsidR="00917FBC" w:rsidRPr="008E7459" w:rsidRDefault="00842954" w:rsidP="00A34227">
            <w:pPr>
              <w:pStyle w:val="TableBodyText"/>
            </w:pPr>
            <w:r w:rsidRPr="008E7459">
              <w:t>–</w:t>
            </w:r>
          </w:p>
        </w:tc>
        <w:tc>
          <w:tcPr>
            <w:tcW w:w="643" w:type="pct"/>
            <w:vAlign w:val="center"/>
          </w:tcPr>
          <w:p w:rsidR="00917FBC" w:rsidRPr="008E7459" w:rsidRDefault="00842954" w:rsidP="00A34227">
            <w:pPr>
              <w:pStyle w:val="TableBodyText"/>
            </w:pPr>
            <w:r w:rsidRPr="008E7459">
              <w:t>–</w:t>
            </w:r>
          </w:p>
        </w:tc>
      </w:tr>
      <w:tr w:rsidR="00917FBC" w:rsidRPr="008E7459" w:rsidTr="00A34227">
        <w:tc>
          <w:tcPr>
            <w:tcW w:w="572" w:type="pct"/>
            <w:tcBorders>
              <w:bottom w:val="single" w:sz="6" w:space="0" w:color="auto"/>
            </w:tcBorders>
            <w:shd w:val="clear" w:color="auto" w:fill="auto"/>
            <w:vAlign w:val="center"/>
          </w:tcPr>
          <w:p w:rsidR="00917FBC" w:rsidRPr="008E7459" w:rsidRDefault="00917FBC" w:rsidP="00917FBC">
            <w:pPr>
              <w:pStyle w:val="TableBodyText"/>
              <w:ind w:left="136"/>
              <w:jc w:val="left"/>
            </w:pPr>
            <w:r w:rsidRPr="008E7459">
              <w:t>Possible</w:t>
            </w:r>
          </w:p>
        </w:tc>
        <w:tc>
          <w:tcPr>
            <w:tcW w:w="294" w:type="pct"/>
            <w:tcBorders>
              <w:bottom w:val="single" w:sz="6" w:space="0" w:color="auto"/>
            </w:tcBorders>
            <w:shd w:val="clear" w:color="auto" w:fill="auto"/>
            <w:vAlign w:val="center"/>
          </w:tcPr>
          <w:p w:rsidR="00917FBC" w:rsidRPr="008E7459" w:rsidRDefault="00917FBC" w:rsidP="00A34227">
            <w:pPr>
              <w:pStyle w:val="TableBodyText"/>
            </w:pPr>
            <w:r w:rsidRPr="008E7459">
              <w:t>0.1</w:t>
            </w:r>
          </w:p>
        </w:tc>
        <w:tc>
          <w:tcPr>
            <w:tcW w:w="348" w:type="pct"/>
            <w:tcBorders>
              <w:bottom w:val="single" w:sz="6" w:space="0" w:color="auto"/>
            </w:tcBorders>
            <w:shd w:val="clear" w:color="auto" w:fill="auto"/>
            <w:vAlign w:val="center"/>
          </w:tcPr>
          <w:p w:rsidR="00917FBC" w:rsidRPr="008E7459" w:rsidRDefault="00917FBC" w:rsidP="00A34227">
            <w:pPr>
              <w:pStyle w:val="TableBodyText"/>
            </w:pPr>
            <w:r w:rsidRPr="008E7459">
              <w:t>0.3</w:t>
            </w:r>
          </w:p>
        </w:tc>
        <w:tc>
          <w:tcPr>
            <w:tcW w:w="283" w:type="pct"/>
            <w:tcBorders>
              <w:bottom w:val="single" w:sz="6" w:space="0" w:color="auto"/>
            </w:tcBorders>
            <w:vAlign w:val="center"/>
          </w:tcPr>
          <w:p w:rsidR="00917FBC" w:rsidRPr="008E7459" w:rsidRDefault="00917FBC" w:rsidP="00A34227">
            <w:pPr>
              <w:pStyle w:val="TableBodyText"/>
            </w:pPr>
            <w:r w:rsidRPr="008E7459">
              <w:t>0.2</w:t>
            </w:r>
          </w:p>
        </w:tc>
        <w:tc>
          <w:tcPr>
            <w:tcW w:w="282" w:type="pct"/>
            <w:tcBorders>
              <w:bottom w:val="single" w:sz="6" w:space="0" w:color="auto"/>
            </w:tcBorders>
            <w:vAlign w:val="center"/>
          </w:tcPr>
          <w:p w:rsidR="00917FBC" w:rsidRPr="008E7459" w:rsidRDefault="00917FBC" w:rsidP="00A34227">
            <w:pPr>
              <w:pStyle w:val="TableBodyText"/>
            </w:pPr>
            <w:r w:rsidRPr="008E7459">
              <w:t>0.2</w:t>
            </w:r>
          </w:p>
        </w:tc>
        <w:tc>
          <w:tcPr>
            <w:tcW w:w="323" w:type="pct"/>
            <w:tcBorders>
              <w:bottom w:val="single" w:sz="6" w:space="0" w:color="auto"/>
            </w:tcBorders>
            <w:vAlign w:val="center"/>
          </w:tcPr>
          <w:p w:rsidR="00917FBC" w:rsidRPr="008E7459" w:rsidRDefault="00842954" w:rsidP="00A34227">
            <w:pPr>
              <w:pStyle w:val="TableBodyText"/>
            </w:pPr>
            <w:r w:rsidRPr="008E7459">
              <w:t>–</w:t>
            </w:r>
          </w:p>
        </w:tc>
        <w:tc>
          <w:tcPr>
            <w:tcW w:w="321" w:type="pct"/>
            <w:tcBorders>
              <w:bottom w:val="single" w:sz="6" w:space="0" w:color="auto"/>
            </w:tcBorders>
            <w:vAlign w:val="center"/>
          </w:tcPr>
          <w:p w:rsidR="00917FBC" w:rsidRPr="008E7459" w:rsidRDefault="00917FBC" w:rsidP="00A34227">
            <w:pPr>
              <w:pStyle w:val="TableBodyText"/>
            </w:pPr>
            <w:r w:rsidRPr="008E7459">
              <w:t>0.3</w:t>
            </w:r>
          </w:p>
        </w:tc>
        <w:tc>
          <w:tcPr>
            <w:tcW w:w="323" w:type="pct"/>
            <w:tcBorders>
              <w:bottom w:val="single" w:sz="6" w:space="0" w:color="auto"/>
            </w:tcBorders>
            <w:vAlign w:val="center"/>
          </w:tcPr>
          <w:p w:rsidR="00917FBC" w:rsidRPr="008E7459" w:rsidRDefault="00917FBC" w:rsidP="00A34227">
            <w:pPr>
              <w:pStyle w:val="TableBodyText"/>
            </w:pPr>
            <w:r w:rsidRPr="008E7459">
              <w:t>0.2</w:t>
            </w:r>
          </w:p>
        </w:tc>
        <w:tc>
          <w:tcPr>
            <w:tcW w:w="321" w:type="pct"/>
            <w:tcBorders>
              <w:bottom w:val="single" w:sz="6" w:space="0" w:color="auto"/>
            </w:tcBorders>
            <w:vAlign w:val="center"/>
          </w:tcPr>
          <w:p w:rsidR="00917FBC" w:rsidRPr="008E7459" w:rsidRDefault="00917FBC" w:rsidP="00A34227">
            <w:pPr>
              <w:pStyle w:val="TableBodyText"/>
            </w:pPr>
            <w:r w:rsidRPr="008E7459">
              <w:t>0.4</w:t>
            </w:r>
          </w:p>
        </w:tc>
        <w:tc>
          <w:tcPr>
            <w:tcW w:w="323" w:type="pct"/>
            <w:tcBorders>
              <w:bottom w:val="single" w:sz="6" w:space="0" w:color="auto"/>
            </w:tcBorders>
            <w:vAlign w:val="center"/>
          </w:tcPr>
          <w:p w:rsidR="00917FBC" w:rsidRPr="008E7459" w:rsidRDefault="00917FBC" w:rsidP="00A34227">
            <w:pPr>
              <w:pStyle w:val="TableBodyText"/>
            </w:pPr>
            <w:r w:rsidRPr="008E7459">
              <w:t>0.3</w:t>
            </w:r>
          </w:p>
        </w:tc>
        <w:tc>
          <w:tcPr>
            <w:tcW w:w="399" w:type="pct"/>
            <w:tcBorders>
              <w:bottom w:val="single" w:sz="6" w:space="0" w:color="auto"/>
            </w:tcBorders>
            <w:vAlign w:val="center"/>
          </w:tcPr>
          <w:p w:rsidR="00917FBC" w:rsidRPr="008E7459" w:rsidRDefault="00917FBC" w:rsidP="00A34227">
            <w:pPr>
              <w:pStyle w:val="TableBodyText"/>
            </w:pPr>
            <w:r w:rsidRPr="008E7459">
              <w:t>0.3</w:t>
            </w:r>
          </w:p>
        </w:tc>
        <w:tc>
          <w:tcPr>
            <w:tcW w:w="568" w:type="pct"/>
            <w:tcBorders>
              <w:bottom w:val="single" w:sz="6" w:space="0" w:color="auto"/>
            </w:tcBorders>
            <w:vAlign w:val="center"/>
          </w:tcPr>
          <w:p w:rsidR="00917FBC" w:rsidRPr="008E7459" w:rsidRDefault="00842954" w:rsidP="00A34227">
            <w:pPr>
              <w:pStyle w:val="TableBodyText"/>
            </w:pPr>
            <w:r w:rsidRPr="008E7459">
              <w:t>–</w:t>
            </w:r>
          </w:p>
        </w:tc>
        <w:tc>
          <w:tcPr>
            <w:tcW w:w="643" w:type="pct"/>
            <w:tcBorders>
              <w:bottom w:val="single" w:sz="6" w:space="0" w:color="auto"/>
            </w:tcBorders>
            <w:vAlign w:val="center"/>
          </w:tcPr>
          <w:p w:rsidR="00917FBC" w:rsidRPr="008E7459" w:rsidRDefault="00842954" w:rsidP="00A34227">
            <w:pPr>
              <w:pStyle w:val="TableBodyText"/>
            </w:pPr>
            <w:r w:rsidRPr="008E7459">
              <w:t>–</w:t>
            </w:r>
          </w:p>
        </w:tc>
      </w:tr>
    </w:tbl>
    <w:p w:rsidR="00A34227" w:rsidRPr="008E7459" w:rsidRDefault="00733B7C" w:rsidP="00A34227">
      <w:pPr>
        <w:pStyle w:val="Note"/>
        <w:tabs>
          <w:tab w:val="left" w:pos="426"/>
        </w:tabs>
      </w:pPr>
      <w:r w:rsidRPr="008E7459">
        <w:rPr>
          <w:rStyle w:val="NoteLabel"/>
        </w:rPr>
        <w:t>a</w:t>
      </w:r>
      <w:r w:rsidRPr="008E7459">
        <w:t xml:space="preserve"> </w:t>
      </w:r>
      <w:r w:rsidR="00917FBC" w:rsidRPr="008E7459">
        <w:t>The proportion is rounded to 1 decimal place.</w:t>
      </w:r>
      <w:r w:rsidRPr="008E7459">
        <w:t xml:space="preserve"> </w:t>
      </w:r>
      <w:r w:rsidRPr="008E7459">
        <w:rPr>
          <w:rStyle w:val="NoteLabel"/>
        </w:rPr>
        <w:t>b</w:t>
      </w:r>
      <w:r w:rsidRPr="008E7459">
        <w:t xml:space="preserve"> </w:t>
      </w:r>
      <w:r w:rsidR="00917FBC" w:rsidRPr="008E7459">
        <w:t>NSW, WA and ACT are una</w:t>
      </w:r>
      <w:r w:rsidRPr="008E7459">
        <w:t>ble to disaggregate by ‘unknown/</w:t>
      </w:r>
      <w:r w:rsidR="00917FBC" w:rsidRPr="008E7459">
        <w:t xml:space="preserve">not stated’ </w:t>
      </w:r>
      <w:r w:rsidR="00812C8A" w:rsidRPr="008E7459">
        <w:t>Indigenous</w:t>
      </w:r>
      <w:r w:rsidR="00917FBC" w:rsidRPr="008E7459">
        <w:t xml:space="preserve"> status. </w:t>
      </w:r>
      <w:r w:rsidRPr="008E7459">
        <w:rPr>
          <w:rStyle w:val="NoteLabel"/>
        </w:rPr>
        <w:t>c</w:t>
      </w:r>
      <w:r w:rsidRPr="008E7459">
        <w:t xml:space="preserve"> </w:t>
      </w:r>
      <w:r w:rsidR="00917FBC" w:rsidRPr="008E7459">
        <w:t>‘Actual’ refers to the number of actual full</w:t>
      </w:r>
      <w:r w:rsidR="00DE694D" w:rsidRPr="008E7459">
        <w:noBreakHyphen/>
      </w:r>
      <w:r w:rsidR="00917FBC" w:rsidRPr="008E7459">
        <w:t>time</w:t>
      </w:r>
      <w:r w:rsidR="00812C8A" w:rsidRPr="008E7459">
        <w:t xml:space="preserve"> equivalent student</w:t>
      </w:r>
      <w:r w:rsidR="00812C8A" w:rsidRPr="008E7459">
        <w:noBreakHyphen/>
      </w:r>
      <w:r w:rsidR="00917FBC" w:rsidRPr="008E7459">
        <w:t>days attended by full</w:t>
      </w:r>
      <w:r w:rsidR="00DE694D" w:rsidRPr="008E7459">
        <w:noBreakHyphen/>
      </w:r>
      <w:r w:rsidR="00917FBC" w:rsidRPr="008E7459">
        <w:t>time students at the indicated year level. ‘Possible’ refers to the number of possible student</w:t>
      </w:r>
      <w:r w:rsidR="00DE694D" w:rsidRPr="008E7459">
        <w:noBreakHyphen/>
      </w:r>
      <w:r w:rsidR="00917FBC" w:rsidRPr="008E7459">
        <w:t>days attended full</w:t>
      </w:r>
      <w:r w:rsidR="00DE694D" w:rsidRPr="008E7459">
        <w:noBreakHyphen/>
      </w:r>
      <w:r w:rsidR="00917FBC" w:rsidRPr="008E7459">
        <w:t>time students at the indicated year level</w:t>
      </w:r>
      <w:r w:rsidR="005B3486" w:rsidRPr="008E7459">
        <w:t>.</w:t>
      </w:r>
    </w:p>
    <w:p w:rsidR="00733B7C" w:rsidRPr="008E7459" w:rsidRDefault="00A34227" w:rsidP="00A34227">
      <w:pPr>
        <w:pStyle w:val="Note"/>
        <w:tabs>
          <w:tab w:val="left" w:pos="426"/>
        </w:tabs>
      </w:pPr>
      <w:r w:rsidRPr="008E7459">
        <w:rPr>
          <w:rFonts w:cs="Arial"/>
          <w:b/>
          <w:sz w:val="20"/>
        </w:rPr>
        <w:t xml:space="preserve">na </w:t>
      </w:r>
      <w:r w:rsidRPr="008E7459">
        <w:rPr>
          <w:rFonts w:cs="Arial"/>
          <w:sz w:val="20"/>
        </w:rPr>
        <w:t xml:space="preserve">Not available. </w:t>
      </w:r>
      <w:r w:rsidRPr="008E7459">
        <w:rPr>
          <w:rFonts w:cs="Arial"/>
          <w:b/>
          <w:sz w:val="20"/>
        </w:rPr>
        <w:t>–</w:t>
      </w:r>
      <w:r w:rsidRPr="008E7459">
        <w:rPr>
          <w:rFonts w:cs="Arial"/>
          <w:sz w:val="20"/>
        </w:rPr>
        <w:t xml:space="preserve"> Nil or rounded to zero. </w:t>
      </w:r>
    </w:p>
    <w:p w:rsidR="00917FBC" w:rsidRPr="008E7459" w:rsidRDefault="00917FBC" w:rsidP="0062129C">
      <w:pPr>
        <w:pStyle w:val="Heading4"/>
      </w:pPr>
      <w:r w:rsidRPr="008E7459">
        <w:t>Appendix 2</w:t>
      </w:r>
    </w:p>
    <w:p w:rsidR="006B0AA9" w:rsidRPr="008E7459" w:rsidRDefault="00917FBC" w:rsidP="006B0AA9">
      <w:pPr>
        <w:pStyle w:val="BodyText"/>
      </w:pPr>
      <w:r w:rsidRPr="008E7459">
        <w:t>The below summarises the key points from e</w:t>
      </w:r>
      <w:r w:rsidR="00990058" w:rsidRPr="008E7459">
        <w:t>ach individual data providers’ data quality s</w:t>
      </w:r>
      <w:r w:rsidRPr="008E7459">
        <w:t>tatements:</w:t>
      </w:r>
    </w:p>
    <w:p w:rsidR="00917FBC" w:rsidRPr="008E7459" w:rsidRDefault="00A34227" w:rsidP="00990058">
      <w:pPr>
        <w:pStyle w:val="ListBullet"/>
      </w:pPr>
      <w:r w:rsidRPr="008E7459">
        <w:t>NSW</w:t>
      </w:r>
    </w:p>
    <w:p w:rsidR="00917FBC" w:rsidRPr="008E7459" w:rsidRDefault="00917FBC" w:rsidP="00990058">
      <w:pPr>
        <w:pStyle w:val="ListBullet2"/>
      </w:pPr>
      <w:r w:rsidRPr="008E7459">
        <w:t>Data, for full</w:t>
      </w:r>
      <w:r w:rsidR="00DE694D" w:rsidRPr="008E7459">
        <w:noBreakHyphen/>
      </w:r>
      <w:r w:rsidRPr="008E7459">
        <w:t>time students who are included on the final return, were</w:t>
      </w:r>
      <w:r w:rsidR="00863CA2" w:rsidRPr="008E7459">
        <w:t xml:space="preserve"> collected from schools in July </w:t>
      </w:r>
      <w:r w:rsidRPr="008E7459">
        <w:t>2012, with most schools using OASIS to record and report absence data, which were then extracted into a central database. Data were then validated and approved by the school.</w:t>
      </w:r>
    </w:p>
    <w:p w:rsidR="00917FBC" w:rsidRPr="008E7459" w:rsidRDefault="00917FBC" w:rsidP="00990058">
      <w:pPr>
        <w:pStyle w:val="ListBullet2"/>
      </w:pPr>
      <w:r w:rsidRPr="008E7459">
        <w:t>Only full</w:t>
      </w:r>
      <w:r w:rsidR="00DE694D" w:rsidRPr="008E7459">
        <w:noBreakHyphen/>
      </w:r>
      <w:r w:rsidRPr="008E7459">
        <w:t xml:space="preserve">day absences were reported and students who change schools in the same term were counted at both schools but absences were recorded and attributed to the school where the absence was incurred. All Schools for </w:t>
      </w:r>
      <w:r w:rsidRPr="008E7459">
        <w:lastRenderedPageBreak/>
        <w:t xml:space="preserve">Specific Purposes (SSPs), Intensive English Centres (IECs) and Distance Education Schools/Centres (DECs) are excluded from the collection. </w:t>
      </w:r>
    </w:p>
    <w:p w:rsidR="00917FBC" w:rsidRPr="008E7459" w:rsidRDefault="00917FBC" w:rsidP="00990058">
      <w:pPr>
        <w:pStyle w:val="ListBullet"/>
      </w:pPr>
      <w:r w:rsidRPr="008E7459">
        <w:t>Vic</w:t>
      </w:r>
      <w:r w:rsidR="00A138F5" w:rsidRPr="008E7459">
        <w:t>toria</w:t>
      </w:r>
    </w:p>
    <w:p w:rsidR="00917FBC" w:rsidRPr="008E7459" w:rsidRDefault="00917FBC" w:rsidP="002E77DE">
      <w:pPr>
        <w:pStyle w:val="ListBullet2"/>
      </w:pPr>
      <w:r w:rsidRPr="008E7459">
        <w:t xml:space="preserve">Data were recorded by schools and stored in the school’s software package, then collected and stored by the Department in CASES21. </w:t>
      </w:r>
      <w:r w:rsidR="004F158C" w:rsidRPr="008E7459">
        <w:t>Note, although the majority of schools are using CASES21, there is a small proportion of schools that are using different software packages which may result in a small degree of inconsistency in the data</w:t>
      </w:r>
      <w:r w:rsidR="002E77DE" w:rsidRPr="008E7459">
        <w:t>.</w:t>
      </w:r>
    </w:p>
    <w:p w:rsidR="00917FBC" w:rsidRPr="008E7459" w:rsidRDefault="00A138F5" w:rsidP="00990058">
      <w:pPr>
        <w:pStyle w:val="ListBullet"/>
      </w:pPr>
      <w:r w:rsidRPr="008E7459">
        <w:t>Queensland</w:t>
      </w:r>
    </w:p>
    <w:p w:rsidR="00917FBC" w:rsidRPr="008E7459" w:rsidRDefault="00917FBC" w:rsidP="00990058">
      <w:pPr>
        <w:pStyle w:val="ListBullet2"/>
      </w:pPr>
      <w:r w:rsidRPr="008E7459">
        <w:t>Data, for full</w:t>
      </w:r>
      <w:r w:rsidR="00DE694D" w:rsidRPr="008E7459">
        <w:noBreakHyphen/>
      </w:r>
      <w:r w:rsidRPr="008E7459">
        <w:t xml:space="preserve">time students enrolled for some period during Semester 1, were collected as part of the August state </w:t>
      </w:r>
      <w:r w:rsidR="008921A5" w:rsidRPr="008E7459">
        <w:t>Census</w:t>
      </w:r>
      <w:r w:rsidRPr="008E7459">
        <w:t xml:space="preserve"> collection and stored in the OneSchool information management system.</w:t>
      </w:r>
    </w:p>
    <w:p w:rsidR="00917FBC" w:rsidRPr="008E7459" w:rsidRDefault="00917FBC" w:rsidP="00990058">
      <w:pPr>
        <w:pStyle w:val="ListBullet"/>
      </w:pPr>
      <w:r w:rsidRPr="008E7459">
        <w:t>WA</w:t>
      </w:r>
    </w:p>
    <w:p w:rsidR="00917FBC" w:rsidRPr="008E7459" w:rsidRDefault="00917FBC" w:rsidP="00990058">
      <w:pPr>
        <w:pStyle w:val="ListBullet2"/>
      </w:pPr>
      <w:r w:rsidRPr="008E7459">
        <w:t>Data were uploaded into the SAM database by schools. Schools can correct and resubmit their data.</w:t>
      </w:r>
    </w:p>
    <w:p w:rsidR="00917FBC" w:rsidRPr="008E7459" w:rsidRDefault="00917FBC" w:rsidP="00990058">
      <w:pPr>
        <w:pStyle w:val="ListBullet2"/>
      </w:pPr>
      <w:r w:rsidRPr="008E7459">
        <w:t>Half day attendance and absences were recorded and converted to whole days, which may have resulted in some rounding discrepancies. Only students who were enrolled at the end of the collection period are included.</w:t>
      </w:r>
    </w:p>
    <w:p w:rsidR="00917FBC" w:rsidRPr="008E7459" w:rsidRDefault="00917FBC" w:rsidP="00990058">
      <w:pPr>
        <w:pStyle w:val="ListBullet"/>
      </w:pPr>
      <w:r w:rsidRPr="008E7459">
        <w:t>SA</w:t>
      </w:r>
    </w:p>
    <w:p w:rsidR="00917FBC" w:rsidRPr="008E7459" w:rsidRDefault="00917FBC" w:rsidP="00990058">
      <w:pPr>
        <w:pStyle w:val="ListBullet2"/>
      </w:pPr>
      <w:r w:rsidRPr="008E7459">
        <w:t xml:space="preserve">Data, for students who’s FTE </w:t>
      </w:r>
      <w:r w:rsidR="00A11AA9" w:rsidRPr="008E7459">
        <w:t xml:space="preserve">was greater than or equal to </w:t>
      </w:r>
      <w:r w:rsidRPr="008E7459">
        <w:t xml:space="preserve">0.89, were collected by schools’ administrative systems then collected and stored by the Department in the Central EDSAS Data Store. Snapshot of the data were taken as part of the Term 3 annual </w:t>
      </w:r>
      <w:r w:rsidR="008921A5" w:rsidRPr="008E7459">
        <w:t>Census</w:t>
      </w:r>
      <w:r w:rsidRPr="008E7459">
        <w:t xml:space="preserve"> collection. </w:t>
      </w:r>
    </w:p>
    <w:p w:rsidR="00917FBC" w:rsidRPr="008E7459" w:rsidRDefault="00A34227" w:rsidP="00990058">
      <w:pPr>
        <w:pStyle w:val="ListBullet"/>
        <w:rPr>
          <w:b/>
        </w:rPr>
      </w:pPr>
      <w:r w:rsidRPr="008E7459">
        <w:t>Tas</w:t>
      </w:r>
      <w:r w:rsidR="00A138F5" w:rsidRPr="008E7459">
        <w:t>mania</w:t>
      </w:r>
    </w:p>
    <w:p w:rsidR="00917FBC" w:rsidRPr="008E7459" w:rsidRDefault="00917FBC" w:rsidP="00990058">
      <w:pPr>
        <w:pStyle w:val="ListBullet2"/>
      </w:pPr>
      <w:r w:rsidRPr="008E7459">
        <w:t>Data were collected daily from schools, via the school’s student management system, and stored in a central data repository.</w:t>
      </w:r>
    </w:p>
    <w:p w:rsidR="00917FBC" w:rsidRPr="008E7459" w:rsidRDefault="00917FBC" w:rsidP="00990058">
      <w:pPr>
        <w:pStyle w:val="ListBullet2"/>
      </w:pPr>
      <w:r w:rsidRPr="008E7459">
        <w:t>Data for the numerator were sourced from the absence records database while the data for the denominator were sourced from the mid</w:t>
      </w:r>
      <w:r w:rsidR="00DE694D" w:rsidRPr="008E7459">
        <w:noBreakHyphen/>
      </w:r>
      <w:r w:rsidRPr="008E7459">
        <w:t xml:space="preserve">Year enrolment </w:t>
      </w:r>
      <w:r w:rsidR="008921A5" w:rsidRPr="008E7459">
        <w:t>Census</w:t>
      </w:r>
      <w:r w:rsidRPr="008E7459">
        <w:t xml:space="preserve"> database. The different data sources may have resulted in some minor under</w:t>
      </w:r>
      <w:r w:rsidR="00DE694D" w:rsidRPr="008E7459">
        <w:noBreakHyphen/>
      </w:r>
      <w:r w:rsidRPr="008E7459">
        <w:t xml:space="preserve"> or over</w:t>
      </w:r>
      <w:r w:rsidR="00DE694D" w:rsidRPr="008E7459">
        <w:noBreakHyphen/>
      </w:r>
      <w:r w:rsidRPr="008E7459">
        <w:t>counts, however, this makes no material difference to the aggregated percentage.</w:t>
      </w:r>
      <w:r w:rsidR="00E41429" w:rsidRPr="008E7459">
        <w:t xml:space="preserve"> </w:t>
      </w:r>
    </w:p>
    <w:p w:rsidR="00917FBC" w:rsidRPr="008E7459" w:rsidRDefault="00A34227" w:rsidP="00990058">
      <w:pPr>
        <w:pStyle w:val="ListBullet"/>
      </w:pPr>
      <w:r w:rsidRPr="008E7459">
        <w:t>ACT</w:t>
      </w:r>
      <w:r w:rsidR="00917FBC" w:rsidRPr="008E7459">
        <w:t xml:space="preserve"> </w:t>
      </w:r>
    </w:p>
    <w:p w:rsidR="00917FBC" w:rsidRPr="008E7459" w:rsidRDefault="00917FBC" w:rsidP="00990058">
      <w:pPr>
        <w:pStyle w:val="ListBullet2"/>
      </w:pPr>
      <w:r w:rsidRPr="008E7459">
        <w:t>Data were collected through the electronic school management systems at individual schools. Data from each school were then collated into a central database.</w:t>
      </w:r>
      <w:r w:rsidR="00FA4A7A" w:rsidRPr="008E7459">
        <w:rPr>
          <w:noProof/>
        </w:rPr>
        <w:t xml:space="preserve"> </w:t>
      </w:r>
    </w:p>
    <w:p w:rsidR="00917FBC" w:rsidRPr="008E7459" w:rsidRDefault="00917FBC" w:rsidP="00990058">
      <w:pPr>
        <w:pStyle w:val="ListBullet2"/>
      </w:pPr>
      <w:r w:rsidRPr="008E7459">
        <w:lastRenderedPageBreak/>
        <w:t>Half day attendances were recorded for primary schools and data for high school attendance were recorded for each teaching period.</w:t>
      </w:r>
    </w:p>
    <w:p w:rsidR="00917FBC" w:rsidRPr="008E7459" w:rsidRDefault="00917FBC" w:rsidP="00990058">
      <w:pPr>
        <w:pStyle w:val="ListBullet"/>
      </w:pPr>
      <w:r w:rsidRPr="008E7459">
        <w:t>NT</w:t>
      </w:r>
    </w:p>
    <w:p w:rsidR="00917FBC" w:rsidRPr="008E7459" w:rsidRDefault="00917FBC" w:rsidP="00990058">
      <w:pPr>
        <w:pStyle w:val="ListBullet2"/>
      </w:pPr>
      <w:r w:rsidRPr="008E7459">
        <w:t xml:space="preserve">Data were collected via the Schools Administration and Management System where schools record student attendance daily. Attendance recording varied by school. Principals validated data in Weeks 4 and 8 of each term with the data officially released by the Minister approx. four weeks after the end of each term. Special schools were included, however, distance education students (including Schools of the Air and Northern Territory Open Education Centres (NTOEC)) were excluded. </w:t>
      </w:r>
    </w:p>
    <w:p w:rsidR="00917FBC" w:rsidRPr="008E7459" w:rsidRDefault="00A34227" w:rsidP="00990058">
      <w:pPr>
        <w:pStyle w:val="ListBullet"/>
      </w:pPr>
      <w:r w:rsidRPr="008E7459">
        <w:t>DEEWR</w:t>
      </w:r>
      <w:r w:rsidR="00917FBC" w:rsidRPr="008E7459">
        <w:t xml:space="preserve"> </w:t>
      </w:r>
    </w:p>
    <w:p w:rsidR="00917FBC" w:rsidRPr="008E7459" w:rsidRDefault="00917FBC" w:rsidP="00990058">
      <w:pPr>
        <w:pStyle w:val="ListBullet2"/>
      </w:pPr>
      <w:r w:rsidRPr="008E7459">
        <w:t xml:space="preserve">Data were collected, from schools, six weeks following the end of the collection period. Schools that are late in submitting their attendance data are predominantly in remote areas with poor infrastructure or with small numbers of staff. </w:t>
      </w:r>
    </w:p>
    <w:p w:rsidR="00917FBC" w:rsidRPr="008E7459" w:rsidRDefault="00917FBC" w:rsidP="00990058">
      <w:pPr>
        <w:pStyle w:val="ListBullet2"/>
      </w:pPr>
      <w:r w:rsidRPr="008E7459">
        <w:t>Part day attendance is reported by each school based on their own definition of student attendance.</w:t>
      </w:r>
    </w:p>
    <w:p w:rsidR="005113F7" w:rsidRPr="008E7459" w:rsidRDefault="001436ED" w:rsidP="00847A99">
      <w:pPr>
        <w:pStyle w:val="Heading3"/>
        <w:pageBreakBefore/>
        <w:spacing w:before="0" w:line="240" w:lineRule="auto"/>
      </w:pPr>
      <w:bookmarkStart w:id="42" w:name="_Ref357174347"/>
      <w:r w:rsidRPr="008E7459">
        <w:lastRenderedPageBreak/>
        <w:t xml:space="preserve">Data quality statement — </w:t>
      </w:r>
      <w:r w:rsidR="00AE0FF3" w:rsidRPr="008E7459">
        <w:t xml:space="preserve">Performance target (c) and </w:t>
      </w:r>
      <w:r w:rsidRPr="008E7459">
        <w:t>Indicator 2</w:t>
      </w:r>
      <w:r w:rsidR="005A42A1" w:rsidRPr="008E7459">
        <w:t xml:space="preserve"> and</w:t>
      </w:r>
      <w:r w:rsidR="00781B70" w:rsidRPr="008E7459">
        <w:t xml:space="preserve"> </w:t>
      </w:r>
      <w:r w:rsidR="005A42A1" w:rsidRPr="008E7459">
        <w:t xml:space="preserve">6(a) </w:t>
      </w:r>
      <w:r w:rsidRPr="008E7459">
        <w:t>—</w:t>
      </w:r>
      <w:r w:rsidR="005113F7" w:rsidRPr="008E7459">
        <w:t xml:space="preserve"> Literacy and numeracy achievement of Year 3, 5, 7 and 9 students in national testing.</w:t>
      </w:r>
      <w:bookmarkEnd w:id="42"/>
    </w:p>
    <w:p w:rsidR="00847A99" w:rsidRPr="008E7459" w:rsidRDefault="00847A99" w:rsidP="00847A99">
      <w:pPr>
        <w:pStyle w:val="BoxSpace"/>
      </w:pPr>
    </w:p>
    <w:tbl>
      <w:tblPr>
        <w:tblW w:w="8931" w:type="dxa"/>
        <w:tblInd w:w="-34" w:type="dxa"/>
        <w:tblLook w:val="01E0" w:firstRow="1" w:lastRow="1" w:firstColumn="1" w:lastColumn="1" w:noHBand="0" w:noVBand="0"/>
      </w:tblPr>
      <w:tblGrid>
        <w:gridCol w:w="1984"/>
        <w:gridCol w:w="6947"/>
      </w:tblGrid>
      <w:tr w:rsidR="00E362F3" w:rsidRPr="008E7459" w:rsidTr="00BC05F5">
        <w:tc>
          <w:tcPr>
            <w:tcW w:w="1984" w:type="dxa"/>
            <w:hideMark/>
          </w:tcPr>
          <w:p w:rsidR="005113F7" w:rsidRPr="008E7459" w:rsidRDefault="005113F7" w:rsidP="00C21869">
            <w:pPr>
              <w:rPr>
                <w:rFonts w:ascii="Arial" w:hAnsi="Arial" w:cs="Arial"/>
                <w:b/>
                <w:sz w:val="20"/>
                <w:szCs w:val="20"/>
              </w:rPr>
            </w:pPr>
            <w:r w:rsidRPr="008E7459">
              <w:rPr>
                <w:rFonts w:ascii="Arial" w:hAnsi="Arial" w:cs="Arial"/>
                <w:b/>
                <w:sz w:val="20"/>
                <w:szCs w:val="20"/>
              </w:rPr>
              <w:t>Target/Outcome</w:t>
            </w:r>
          </w:p>
        </w:tc>
        <w:tc>
          <w:tcPr>
            <w:tcW w:w="6947" w:type="dxa"/>
            <w:hideMark/>
          </w:tcPr>
          <w:p w:rsidR="005113F7" w:rsidRPr="008E7459" w:rsidRDefault="005113F7" w:rsidP="003A3E0B">
            <w:pPr>
              <w:jc w:val="both"/>
              <w:rPr>
                <w:rFonts w:ascii="Arial" w:hAnsi="Arial" w:cs="Arial"/>
                <w:sz w:val="20"/>
                <w:szCs w:val="20"/>
              </w:rPr>
            </w:pPr>
            <w:r w:rsidRPr="008E7459">
              <w:rPr>
                <w:rFonts w:ascii="Arial" w:hAnsi="Arial" w:cs="Arial"/>
                <w:sz w:val="20"/>
                <w:szCs w:val="20"/>
              </w:rPr>
              <w:t>As stated in the relevant National Agreement – National Education Agreement (NEA).</w:t>
            </w:r>
          </w:p>
        </w:tc>
      </w:tr>
      <w:tr w:rsidR="00E362F3" w:rsidRPr="008E7459" w:rsidTr="00BC05F5">
        <w:tc>
          <w:tcPr>
            <w:tcW w:w="1984" w:type="dxa"/>
            <w:hideMark/>
          </w:tcPr>
          <w:p w:rsidR="005113F7" w:rsidRPr="008E7459" w:rsidRDefault="005113F7" w:rsidP="00C21869">
            <w:pPr>
              <w:rPr>
                <w:rFonts w:ascii="Arial" w:hAnsi="Arial" w:cs="Arial"/>
                <w:b/>
                <w:sz w:val="20"/>
                <w:szCs w:val="20"/>
              </w:rPr>
            </w:pPr>
            <w:r w:rsidRPr="008E7459">
              <w:rPr>
                <w:rFonts w:ascii="Arial" w:hAnsi="Arial" w:cs="Arial"/>
                <w:b/>
                <w:sz w:val="20"/>
                <w:szCs w:val="20"/>
              </w:rPr>
              <w:t>Indicator</w:t>
            </w:r>
          </w:p>
        </w:tc>
        <w:tc>
          <w:tcPr>
            <w:tcW w:w="6947" w:type="dxa"/>
            <w:hideMark/>
          </w:tcPr>
          <w:p w:rsidR="005113F7" w:rsidRPr="008E7459" w:rsidRDefault="005113F7" w:rsidP="003A3E0B">
            <w:pPr>
              <w:jc w:val="both"/>
              <w:rPr>
                <w:rFonts w:ascii="Arial" w:hAnsi="Arial" w:cs="Arial"/>
                <w:sz w:val="20"/>
                <w:szCs w:val="20"/>
              </w:rPr>
            </w:pPr>
            <w:r w:rsidRPr="008E7459">
              <w:rPr>
                <w:rFonts w:ascii="Arial" w:hAnsi="Arial" w:cs="Arial"/>
                <w:sz w:val="20"/>
                <w:szCs w:val="20"/>
              </w:rPr>
              <w:t xml:space="preserve">As stated in the relevant National Agreement – </w:t>
            </w:r>
          </w:p>
          <w:p w:rsidR="005113F7" w:rsidRPr="008E7459" w:rsidRDefault="005113F7" w:rsidP="003A3E0B">
            <w:pPr>
              <w:jc w:val="both"/>
              <w:rPr>
                <w:rFonts w:ascii="Arial" w:hAnsi="Arial" w:cs="Arial"/>
                <w:sz w:val="20"/>
                <w:szCs w:val="20"/>
              </w:rPr>
            </w:pPr>
            <w:r w:rsidRPr="008E7459">
              <w:rPr>
                <w:rFonts w:ascii="Arial" w:hAnsi="Arial" w:cs="Arial"/>
                <w:sz w:val="20"/>
                <w:szCs w:val="20"/>
              </w:rPr>
              <w:t>NEA Indicator 2 (Literacy and numeracy achievement of Year 3, 5, 7 and 9 students in national testing):</w:t>
            </w:r>
          </w:p>
          <w:p w:rsidR="005113F7" w:rsidRPr="008E7459" w:rsidRDefault="005113F7" w:rsidP="003A3E0B">
            <w:pPr>
              <w:pStyle w:val="TableBullet"/>
              <w:jc w:val="both"/>
            </w:pPr>
            <w:r w:rsidRPr="008E7459">
              <w:t>Proportion of students who achieved at or above the national minimum standard</w:t>
            </w:r>
          </w:p>
          <w:p w:rsidR="005113F7" w:rsidRPr="008E7459" w:rsidRDefault="005113F7" w:rsidP="003A3E0B">
            <w:pPr>
              <w:pStyle w:val="TableBullet"/>
              <w:jc w:val="both"/>
              <w:rPr>
                <w:rFonts w:cs="Arial"/>
                <w:b/>
                <w:i/>
              </w:rPr>
            </w:pPr>
            <w:r w:rsidRPr="008E7459">
              <w:rPr>
                <w:rFonts w:cs="Arial"/>
              </w:rPr>
              <w:t>NAPLAN mean scale scores</w:t>
            </w:r>
            <w:r w:rsidR="00A34227" w:rsidRPr="008E7459">
              <w:rPr>
                <w:rFonts w:cs="Arial"/>
              </w:rPr>
              <w:t xml:space="preserve">. </w:t>
            </w:r>
          </w:p>
        </w:tc>
      </w:tr>
      <w:tr w:rsidR="00E362F3" w:rsidRPr="008E7459" w:rsidTr="00BC05F5">
        <w:tc>
          <w:tcPr>
            <w:tcW w:w="1984" w:type="dxa"/>
            <w:hideMark/>
          </w:tcPr>
          <w:p w:rsidR="005113F7" w:rsidRPr="008E7459" w:rsidRDefault="005113F7" w:rsidP="00C21869">
            <w:pPr>
              <w:rPr>
                <w:rFonts w:ascii="Arial" w:hAnsi="Arial" w:cs="Arial"/>
                <w:b/>
                <w:sz w:val="20"/>
                <w:szCs w:val="20"/>
              </w:rPr>
            </w:pPr>
            <w:r w:rsidRPr="008E7459">
              <w:rPr>
                <w:rFonts w:ascii="Arial" w:hAnsi="Arial" w:cs="Arial"/>
                <w:b/>
                <w:sz w:val="20"/>
                <w:szCs w:val="20"/>
              </w:rPr>
              <w:t>Measure (computation)</w:t>
            </w:r>
          </w:p>
        </w:tc>
        <w:tc>
          <w:tcPr>
            <w:tcW w:w="6947" w:type="dxa"/>
            <w:hideMark/>
          </w:tcPr>
          <w:p w:rsidR="00A34227" w:rsidRPr="008E7459" w:rsidRDefault="005113F7" w:rsidP="003A3E0B">
            <w:pPr>
              <w:jc w:val="both"/>
              <w:rPr>
                <w:rFonts w:ascii="Arial" w:hAnsi="Arial" w:cs="Arial"/>
                <w:sz w:val="20"/>
                <w:szCs w:val="20"/>
              </w:rPr>
            </w:pPr>
            <w:r w:rsidRPr="008E7459">
              <w:rPr>
                <w:rFonts w:ascii="Arial" w:hAnsi="Arial" w:cs="Arial"/>
                <w:i/>
                <w:sz w:val="20"/>
                <w:szCs w:val="20"/>
              </w:rPr>
              <w:t>Indicator 2</w:t>
            </w:r>
            <w:r w:rsidR="00A34227" w:rsidRPr="008E7459">
              <w:rPr>
                <w:rFonts w:ascii="Arial" w:hAnsi="Arial" w:cs="Arial"/>
                <w:i/>
                <w:sz w:val="20"/>
                <w:szCs w:val="20"/>
              </w:rPr>
              <w:t xml:space="preserve"> (a) and (c)</w:t>
            </w:r>
            <w:r w:rsidRPr="008E7459">
              <w:rPr>
                <w:rFonts w:ascii="Arial" w:hAnsi="Arial" w:cs="Arial"/>
                <w:i/>
                <w:sz w:val="20"/>
                <w:szCs w:val="20"/>
              </w:rPr>
              <w:t>:</w:t>
            </w:r>
            <w:r w:rsidRPr="008E7459">
              <w:rPr>
                <w:rFonts w:ascii="Arial" w:hAnsi="Arial" w:cs="Arial"/>
                <w:sz w:val="20"/>
                <w:szCs w:val="20"/>
              </w:rPr>
              <w:t xml:space="preserve"> Proportion of students who achieved at or above</w:t>
            </w:r>
            <w:r w:rsidR="00A34227" w:rsidRPr="008E7459">
              <w:rPr>
                <w:rFonts w:ascii="Arial" w:hAnsi="Arial" w:cs="Arial"/>
                <w:sz w:val="20"/>
                <w:szCs w:val="20"/>
              </w:rPr>
              <w:t xml:space="preserve"> the national minimum standard:</w:t>
            </w:r>
          </w:p>
          <w:p w:rsidR="00A34227" w:rsidRPr="008E7459" w:rsidRDefault="00A34227" w:rsidP="003A3E0B">
            <w:pPr>
              <w:jc w:val="both"/>
              <w:rPr>
                <w:rFonts w:ascii="Arial" w:hAnsi="Arial" w:cs="Arial"/>
                <w:sz w:val="20"/>
                <w:szCs w:val="20"/>
              </w:rPr>
            </w:pPr>
            <w:r w:rsidRPr="008E7459">
              <w:rPr>
                <w:rFonts w:ascii="Arial" w:hAnsi="Arial" w:cs="Arial"/>
                <w:i/>
                <w:sz w:val="20"/>
                <w:szCs w:val="20"/>
              </w:rPr>
              <w:t>N</w:t>
            </w:r>
            <w:r w:rsidR="005113F7" w:rsidRPr="008E7459">
              <w:rPr>
                <w:rFonts w:ascii="Arial" w:hAnsi="Arial" w:cs="Arial"/>
                <w:i/>
                <w:sz w:val="20"/>
                <w:szCs w:val="20"/>
              </w:rPr>
              <w:t>umerator</w:t>
            </w:r>
            <w:r w:rsidR="005113F7" w:rsidRPr="008E7459">
              <w:rPr>
                <w:rFonts w:ascii="Arial" w:hAnsi="Arial" w:cs="Arial"/>
                <w:sz w:val="20"/>
                <w:szCs w:val="20"/>
              </w:rPr>
              <w:t xml:space="preserve"> </w:t>
            </w:r>
            <w:r w:rsidR="00DE694D" w:rsidRPr="008E7459">
              <w:rPr>
                <w:rFonts w:ascii="Arial" w:hAnsi="Arial" w:cs="Arial"/>
                <w:sz w:val="20"/>
                <w:szCs w:val="20"/>
              </w:rPr>
              <w:noBreakHyphen/>
            </w:r>
            <w:r w:rsidR="005113F7" w:rsidRPr="008E7459">
              <w:rPr>
                <w:rFonts w:ascii="Arial" w:hAnsi="Arial" w:cs="Arial"/>
                <w:sz w:val="20"/>
                <w:szCs w:val="20"/>
              </w:rPr>
              <w:t xml:space="preserve"> count of students who achieved at or above the national minimum standard.</w:t>
            </w:r>
          </w:p>
          <w:p w:rsidR="005113F7" w:rsidRPr="008E7459" w:rsidRDefault="00A34227" w:rsidP="003A3E0B">
            <w:pPr>
              <w:jc w:val="both"/>
              <w:rPr>
                <w:rFonts w:ascii="Arial" w:hAnsi="Arial" w:cs="Arial"/>
                <w:sz w:val="20"/>
                <w:szCs w:val="20"/>
              </w:rPr>
            </w:pPr>
            <w:r w:rsidRPr="008E7459">
              <w:rPr>
                <w:rFonts w:ascii="Arial" w:hAnsi="Arial" w:cs="Arial"/>
                <w:i/>
                <w:sz w:val="20"/>
                <w:szCs w:val="20"/>
              </w:rPr>
              <w:t>D</w:t>
            </w:r>
            <w:r w:rsidR="005113F7" w:rsidRPr="008E7459">
              <w:rPr>
                <w:rFonts w:ascii="Arial" w:hAnsi="Arial" w:cs="Arial"/>
                <w:i/>
                <w:sz w:val="20"/>
                <w:szCs w:val="20"/>
              </w:rPr>
              <w:t>enominator</w:t>
            </w:r>
            <w:r w:rsidR="005113F7" w:rsidRPr="008E7459">
              <w:rPr>
                <w:rFonts w:ascii="Arial" w:hAnsi="Arial" w:cs="Arial"/>
                <w:sz w:val="20"/>
                <w:szCs w:val="20"/>
              </w:rPr>
              <w:t xml:space="preserve"> – total count of students who were assessed, absent, withdrawn or exempt under 2012 NAPLAN.</w:t>
            </w:r>
          </w:p>
          <w:p w:rsidR="005113F7" w:rsidRPr="008E7459" w:rsidRDefault="005113F7" w:rsidP="003A3E0B">
            <w:pPr>
              <w:jc w:val="both"/>
              <w:rPr>
                <w:rFonts w:ascii="Arial" w:hAnsi="Arial" w:cs="Arial"/>
                <w:sz w:val="20"/>
                <w:szCs w:val="20"/>
              </w:rPr>
            </w:pPr>
            <w:r w:rsidRPr="008E7459">
              <w:rPr>
                <w:rFonts w:ascii="Arial" w:hAnsi="Arial" w:cs="Arial"/>
                <w:i/>
                <w:sz w:val="20"/>
                <w:szCs w:val="20"/>
              </w:rPr>
              <w:t>Rate or Proportion</w:t>
            </w:r>
            <w:r w:rsidR="00A34227" w:rsidRPr="008E7459">
              <w:rPr>
                <w:rFonts w:ascii="Arial" w:hAnsi="Arial" w:cs="Arial"/>
                <w:sz w:val="20"/>
                <w:szCs w:val="20"/>
              </w:rPr>
              <w:t xml:space="preserve"> – </w:t>
            </w:r>
            <w:r w:rsidRPr="008E7459">
              <w:rPr>
                <w:rFonts w:ascii="Arial" w:hAnsi="Arial" w:cs="Arial"/>
                <w:sz w:val="20"/>
                <w:szCs w:val="20"/>
              </w:rPr>
              <w:t>the Proportion = (the numerator/the denominator)*100 (rounded to 1 decimal place)</w:t>
            </w:r>
            <w:r w:rsidR="00A34227" w:rsidRPr="008E7459">
              <w:rPr>
                <w:rFonts w:ascii="Arial" w:hAnsi="Arial" w:cs="Arial"/>
                <w:sz w:val="20"/>
                <w:szCs w:val="20"/>
              </w:rPr>
              <w:t>.</w:t>
            </w:r>
          </w:p>
          <w:p w:rsidR="005113F7" w:rsidRPr="008E7459" w:rsidRDefault="005113F7" w:rsidP="003A3E0B">
            <w:pPr>
              <w:jc w:val="both"/>
              <w:rPr>
                <w:rFonts w:ascii="Arial" w:hAnsi="Arial" w:cs="Arial"/>
                <w:sz w:val="20"/>
                <w:szCs w:val="20"/>
              </w:rPr>
            </w:pPr>
            <w:r w:rsidRPr="008E7459">
              <w:rPr>
                <w:rFonts w:ascii="Arial" w:hAnsi="Arial" w:cs="Arial"/>
                <w:i/>
                <w:sz w:val="20"/>
                <w:szCs w:val="20"/>
              </w:rPr>
              <w:t>Indicator 2</w:t>
            </w:r>
            <w:r w:rsidR="00A34227" w:rsidRPr="008E7459">
              <w:rPr>
                <w:rFonts w:ascii="Arial" w:hAnsi="Arial" w:cs="Arial"/>
                <w:i/>
                <w:sz w:val="20"/>
                <w:szCs w:val="20"/>
              </w:rPr>
              <w:t xml:space="preserve"> (b) and (d)</w:t>
            </w:r>
            <w:r w:rsidRPr="008E7459">
              <w:rPr>
                <w:rFonts w:ascii="Arial" w:hAnsi="Arial" w:cs="Arial"/>
                <w:sz w:val="20"/>
                <w:szCs w:val="20"/>
              </w:rPr>
              <w:t xml:space="preserve">: NAPLAN mean scale scores in reading, writing and numeracy for Years 3, 5, 7 and 9 by State &amp; Territory, by geolocation, by </w:t>
            </w:r>
            <w:r w:rsidR="00812C8A" w:rsidRPr="008E7459">
              <w:rPr>
                <w:rFonts w:ascii="Arial" w:hAnsi="Arial" w:cs="Arial"/>
                <w:sz w:val="20"/>
                <w:szCs w:val="20"/>
              </w:rPr>
              <w:t>Indigenous</w:t>
            </w:r>
            <w:r w:rsidRPr="008E7459">
              <w:rPr>
                <w:rFonts w:ascii="Arial" w:hAnsi="Arial" w:cs="Arial"/>
                <w:sz w:val="20"/>
                <w:szCs w:val="20"/>
              </w:rPr>
              <w:t xml:space="preserve"> status, and by parental education and parental occupation.</w:t>
            </w:r>
          </w:p>
        </w:tc>
      </w:tr>
      <w:tr w:rsidR="00E362F3" w:rsidRPr="008E7459" w:rsidTr="00BC05F5">
        <w:tc>
          <w:tcPr>
            <w:tcW w:w="1984" w:type="dxa"/>
            <w:hideMark/>
          </w:tcPr>
          <w:p w:rsidR="005113F7" w:rsidRPr="008E7459" w:rsidRDefault="005113F7" w:rsidP="00C21869">
            <w:pPr>
              <w:rPr>
                <w:rFonts w:ascii="Arial" w:hAnsi="Arial" w:cs="Arial"/>
                <w:b/>
                <w:sz w:val="20"/>
                <w:szCs w:val="20"/>
              </w:rPr>
            </w:pPr>
            <w:r w:rsidRPr="008E7459">
              <w:rPr>
                <w:rFonts w:ascii="Arial" w:hAnsi="Arial" w:cs="Arial"/>
                <w:b/>
                <w:sz w:val="20"/>
                <w:szCs w:val="20"/>
              </w:rPr>
              <w:t>Data source/s</w:t>
            </w:r>
          </w:p>
        </w:tc>
        <w:tc>
          <w:tcPr>
            <w:tcW w:w="6947" w:type="dxa"/>
            <w:hideMark/>
          </w:tcPr>
          <w:p w:rsidR="005113F7" w:rsidRPr="008E7459" w:rsidRDefault="005113F7" w:rsidP="003A3E0B">
            <w:pPr>
              <w:jc w:val="both"/>
              <w:rPr>
                <w:rFonts w:ascii="Arial" w:hAnsi="Arial" w:cs="Arial"/>
                <w:sz w:val="20"/>
                <w:szCs w:val="20"/>
              </w:rPr>
            </w:pPr>
            <w:r w:rsidRPr="008E7459">
              <w:rPr>
                <w:rFonts w:ascii="Arial" w:hAnsi="Arial" w:cs="Arial"/>
                <w:sz w:val="20"/>
                <w:szCs w:val="20"/>
              </w:rPr>
              <w:t>2012 NAPLAN (Published).</w:t>
            </w:r>
          </w:p>
        </w:tc>
      </w:tr>
      <w:tr w:rsidR="00E362F3" w:rsidRPr="008E7459" w:rsidTr="00BC05F5">
        <w:tc>
          <w:tcPr>
            <w:tcW w:w="1984" w:type="dxa"/>
            <w:hideMark/>
          </w:tcPr>
          <w:p w:rsidR="005113F7" w:rsidRPr="008E7459" w:rsidRDefault="005113F7" w:rsidP="00C21869">
            <w:pPr>
              <w:rPr>
                <w:rFonts w:ascii="Arial" w:hAnsi="Arial" w:cs="Arial"/>
                <w:b/>
                <w:sz w:val="20"/>
                <w:szCs w:val="20"/>
              </w:rPr>
            </w:pPr>
            <w:r w:rsidRPr="008E7459">
              <w:rPr>
                <w:rFonts w:ascii="Arial" w:hAnsi="Arial" w:cs="Arial"/>
                <w:b/>
                <w:sz w:val="20"/>
                <w:szCs w:val="20"/>
              </w:rPr>
              <w:t>Institutional environment</w:t>
            </w:r>
          </w:p>
        </w:tc>
        <w:tc>
          <w:tcPr>
            <w:tcW w:w="6947" w:type="dxa"/>
            <w:hideMark/>
          </w:tcPr>
          <w:p w:rsidR="005113F7" w:rsidRPr="008E7459" w:rsidRDefault="005113F7" w:rsidP="003A3E0B">
            <w:pPr>
              <w:pStyle w:val="TableBodyText"/>
              <w:ind w:left="0"/>
              <w:jc w:val="both"/>
            </w:pPr>
            <w:r w:rsidRPr="008E7459">
              <w:t>Data Collectors: Individual schools send this data under established protocols to the Test Administration Authorities for the states and territories.</w:t>
            </w:r>
          </w:p>
          <w:p w:rsidR="005113F7" w:rsidRPr="008E7459" w:rsidRDefault="005113F7" w:rsidP="003A3E0B">
            <w:pPr>
              <w:pStyle w:val="TableBodyText"/>
              <w:jc w:val="both"/>
              <w:rPr>
                <w:rFonts w:cs="Arial"/>
              </w:rPr>
            </w:pPr>
            <w:r w:rsidRPr="008E7459">
              <w:t>Collection authority: ACARA Act 2008.</w:t>
            </w:r>
          </w:p>
          <w:p w:rsidR="005113F7" w:rsidRPr="008E7459" w:rsidRDefault="005113F7" w:rsidP="003A3E0B">
            <w:pPr>
              <w:jc w:val="both"/>
              <w:rPr>
                <w:rFonts w:ascii="Arial" w:hAnsi="Arial" w:cs="Arial"/>
                <w:sz w:val="20"/>
                <w:szCs w:val="20"/>
              </w:rPr>
            </w:pPr>
            <w:r w:rsidRPr="008E7459">
              <w:rPr>
                <w:rFonts w:ascii="Arial" w:hAnsi="Arial" w:cs="Arial"/>
                <w:sz w:val="20"/>
                <w:szCs w:val="20"/>
              </w:rPr>
              <w:t>Data Compiler: Australian Council for Educational Research (ACER).</w:t>
            </w:r>
          </w:p>
        </w:tc>
      </w:tr>
      <w:tr w:rsidR="00E362F3" w:rsidRPr="008E7459" w:rsidTr="00BC05F5">
        <w:tc>
          <w:tcPr>
            <w:tcW w:w="1984" w:type="dxa"/>
          </w:tcPr>
          <w:p w:rsidR="005113F7" w:rsidRPr="008E7459" w:rsidRDefault="005113F7" w:rsidP="00C21869">
            <w:pPr>
              <w:rPr>
                <w:rFonts w:ascii="Arial" w:hAnsi="Arial" w:cs="Arial"/>
                <w:b/>
                <w:sz w:val="20"/>
                <w:szCs w:val="20"/>
              </w:rPr>
            </w:pPr>
            <w:r w:rsidRPr="008E7459">
              <w:rPr>
                <w:rFonts w:ascii="Arial" w:hAnsi="Arial" w:cs="Arial"/>
                <w:b/>
                <w:sz w:val="20"/>
                <w:szCs w:val="20"/>
              </w:rPr>
              <w:t>Relevance</w:t>
            </w:r>
          </w:p>
          <w:p w:rsidR="005113F7" w:rsidRPr="008E7459" w:rsidRDefault="005113F7" w:rsidP="00C21869">
            <w:pPr>
              <w:rPr>
                <w:rFonts w:ascii="Arial" w:hAnsi="Arial" w:cs="Arial"/>
                <w:b/>
                <w:sz w:val="20"/>
                <w:szCs w:val="20"/>
              </w:rPr>
            </w:pPr>
          </w:p>
        </w:tc>
        <w:tc>
          <w:tcPr>
            <w:tcW w:w="6947" w:type="dxa"/>
            <w:hideMark/>
          </w:tcPr>
          <w:p w:rsidR="005113F7" w:rsidRPr="008E7459" w:rsidRDefault="003F5F95" w:rsidP="003A3E0B">
            <w:pPr>
              <w:pStyle w:val="TableBodyText"/>
              <w:jc w:val="both"/>
            </w:pPr>
            <w:r w:rsidRPr="008E7459">
              <w:rPr>
                <w:i/>
              </w:rPr>
              <w:t>Level of g</w:t>
            </w:r>
            <w:r w:rsidR="005113F7" w:rsidRPr="008E7459">
              <w:rPr>
                <w:i/>
              </w:rPr>
              <w:t xml:space="preserve">eography: </w:t>
            </w:r>
            <w:r w:rsidR="00DF596D" w:rsidRPr="008E7459">
              <w:t>Data are</w:t>
            </w:r>
            <w:r w:rsidR="005113F7" w:rsidRPr="008E7459">
              <w:t xml:space="preserve"> available at National and</w:t>
            </w:r>
            <w:r w:rsidR="00A34227" w:rsidRPr="008E7459">
              <w:t xml:space="preserve"> State</w:t>
            </w:r>
            <w:r w:rsidR="005113F7" w:rsidRPr="008E7459">
              <w:t xml:space="preserve">/Territory levels, by parental education and parental occupation levels, or by </w:t>
            </w:r>
            <w:r w:rsidR="00812C8A" w:rsidRPr="008E7459">
              <w:t>Indigenous</w:t>
            </w:r>
            <w:r w:rsidR="005113F7" w:rsidRPr="008E7459">
              <w:t xml:space="preserve"> status or geographic location</w:t>
            </w:r>
          </w:p>
          <w:p w:rsidR="005113F7" w:rsidRPr="008E7459" w:rsidRDefault="003F5F95" w:rsidP="003A3E0B">
            <w:pPr>
              <w:pStyle w:val="TableBodyText"/>
              <w:jc w:val="both"/>
            </w:pPr>
            <w:r w:rsidRPr="008E7459">
              <w:rPr>
                <w:i/>
              </w:rPr>
              <w:t>Data c</w:t>
            </w:r>
            <w:r w:rsidR="005113F7" w:rsidRPr="008E7459">
              <w:rPr>
                <w:i/>
              </w:rPr>
              <w:t xml:space="preserve">ompleteness: </w:t>
            </w:r>
            <w:r w:rsidR="005113F7" w:rsidRPr="008E7459">
              <w:t xml:space="preserve">Yes. </w:t>
            </w:r>
          </w:p>
          <w:p w:rsidR="005113F7" w:rsidRPr="008E7459" w:rsidRDefault="003F5F95" w:rsidP="003A3E0B">
            <w:pPr>
              <w:pStyle w:val="TableBodyText"/>
              <w:ind w:left="0"/>
              <w:jc w:val="both"/>
            </w:pPr>
            <w:r w:rsidRPr="008E7459">
              <w:rPr>
                <w:i/>
              </w:rPr>
              <w:t>Numerator/Denominator s</w:t>
            </w:r>
            <w:r w:rsidR="005113F7" w:rsidRPr="008E7459">
              <w:rPr>
                <w:i/>
              </w:rPr>
              <w:t xml:space="preserve">ource: </w:t>
            </w:r>
            <w:r w:rsidR="005113F7" w:rsidRPr="008E7459">
              <w:t>The numerator and denominator are compiled from a single source, with the exception of aggregated data for the mean scale scores provided by ACER.</w:t>
            </w:r>
          </w:p>
          <w:p w:rsidR="005113F7" w:rsidRPr="008E7459" w:rsidRDefault="005113F7" w:rsidP="003A3E0B">
            <w:pPr>
              <w:pStyle w:val="TableBodyText"/>
              <w:jc w:val="both"/>
              <w:rPr>
                <w:rFonts w:cs="Arial"/>
              </w:rPr>
            </w:pPr>
            <w:r w:rsidRPr="008E7459">
              <w:rPr>
                <w:i/>
              </w:rPr>
              <w:t>For</w:t>
            </w:r>
            <w:r w:rsidRPr="008E7459">
              <w:t xml:space="preserve"> </w:t>
            </w:r>
            <w:r w:rsidRPr="008E7459">
              <w:rPr>
                <w:i/>
              </w:rPr>
              <w:t xml:space="preserve">Education indicators, are all types of schools, universities, technical colleges/TAFEs and correspondence schools included? </w:t>
            </w:r>
            <w:r w:rsidRPr="008E7459">
              <w:t>Schools included are those whose students sit NAPLAN tests.</w:t>
            </w:r>
          </w:p>
          <w:p w:rsidR="005113F7" w:rsidRPr="008E7459" w:rsidRDefault="005113F7" w:rsidP="003A3E0B">
            <w:pPr>
              <w:jc w:val="both"/>
              <w:rPr>
                <w:rFonts w:ascii="Arial" w:hAnsi="Arial" w:cs="Arial"/>
                <w:sz w:val="20"/>
                <w:szCs w:val="20"/>
              </w:rPr>
            </w:pPr>
            <w:r w:rsidRPr="008E7459">
              <w:rPr>
                <w:rFonts w:ascii="Arial" w:hAnsi="Arial" w:cs="Arial"/>
                <w:i/>
                <w:sz w:val="20"/>
                <w:szCs w:val="20"/>
              </w:rPr>
              <w:t>Have standard classifications been used?</w:t>
            </w:r>
            <w:r w:rsidRPr="008E7459">
              <w:rPr>
                <w:rFonts w:ascii="Arial" w:hAnsi="Arial" w:cs="Arial"/>
                <w:sz w:val="20"/>
                <w:szCs w:val="20"/>
              </w:rPr>
              <w:t xml:space="preserve"> Yes.</w:t>
            </w:r>
          </w:p>
        </w:tc>
      </w:tr>
      <w:tr w:rsidR="00E362F3" w:rsidRPr="008E7459" w:rsidTr="00BC05F5">
        <w:tc>
          <w:tcPr>
            <w:tcW w:w="1984" w:type="dxa"/>
          </w:tcPr>
          <w:p w:rsidR="005113F7" w:rsidRPr="008E7459" w:rsidRDefault="005113F7" w:rsidP="00C21869">
            <w:pPr>
              <w:rPr>
                <w:rFonts w:ascii="Arial" w:hAnsi="Arial" w:cs="Arial"/>
                <w:b/>
                <w:sz w:val="20"/>
                <w:szCs w:val="20"/>
              </w:rPr>
            </w:pPr>
            <w:r w:rsidRPr="008E7459">
              <w:rPr>
                <w:rFonts w:ascii="Arial" w:hAnsi="Arial" w:cs="Arial"/>
                <w:b/>
                <w:sz w:val="20"/>
                <w:szCs w:val="20"/>
              </w:rPr>
              <w:t>Timeliness</w:t>
            </w:r>
          </w:p>
          <w:p w:rsidR="005113F7" w:rsidRPr="008E7459" w:rsidRDefault="005113F7" w:rsidP="00C21869">
            <w:pPr>
              <w:rPr>
                <w:rFonts w:ascii="Arial" w:hAnsi="Arial" w:cs="Arial"/>
                <w:b/>
                <w:sz w:val="20"/>
                <w:szCs w:val="20"/>
              </w:rPr>
            </w:pPr>
          </w:p>
        </w:tc>
        <w:tc>
          <w:tcPr>
            <w:tcW w:w="6947" w:type="dxa"/>
            <w:hideMark/>
          </w:tcPr>
          <w:p w:rsidR="005113F7" w:rsidRPr="008E7459" w:rsidRDefault="005113F7" w:rsidP="003A3E0B">
            <w:pPr>
              <w:pStyle w:val="TableBodyText"/>
              <w:jc w:val="both"/>
            </w:pPr>
            <w:r w:rsidRPr="008E7459">
              <w:rPr>
                <w:i/>
              </w:rPr>
              <w:t>Collection interval/s:</w:t>
            </w:r>
            <w:r w:rsidRPr="008E7459">
              <w:t xml:space="preserve"> The NAPLA</w:t>
            </w:r>
            <w:r w:rsidR="003F5F95" w:rsidRPr="008E7459">
              <w:t>N tests are conducted annually.</w:t>
            </w:r>
          </w:p>
          <w:p w:rsidR="005113F7" w:rsidRPr="008E7459" w:rsidRDefault="005113F7" w:rsidP="003A3E0B">
            <w:pPr>
              <w:jc w:val="both"/>
              <w:rPr>
                <w:rFonts w:ascii="Arial" w:hAnsi="Arial" w:cs="Arial"/>
                <w:sz w:val="20"/>
                <w:szCs w:val="20"/>
              </w:rPr>
            </w:pPr>
            <w:r w:rsidRPr="008E7459">
              <w:rPr>
                <w:rFonts w:ascii="Arial" w:hAnsi="Arial" w:cs="Arial"/>
                <w:i/>
                <w:sz w:val="20"/>
                <w:szCs w:val="20"/>
              </w:rPr>
              <w:t>Data available</w:t>
            </w:r>
            <w:r w:rsidRPr="008E7459">
              <w:rPr>
                <w:rFonts w:ascii="Arial" w:hAnsi="Arial" w:cs="Arial"/>
                <w:sz w:val="20"/>
                <w:szCs w:val="20"/>
              </w:rPr>
              <w:t>: The National Report: Achievement in Reading, Writing, Language Conventions and Numeracy 2012, as released by ACARA on 18</w:t>
            </w:r>
            <w:r w:rsidR="00DE694D" w:rsidRPr="008E7459">
              <w:rPr>
                <w:rFonts w:ascii="Arial" w:hAnsi="Arial" w:cs="Arial"/>
                <w:sz w:val="20"/>
                <w:szCs w:val="20"/>
              </w:rPr>
              <w:t> </w:t>
            </w:r>
            <w:r w:rsidRPr="008E7459">
              <w:rPr>
                <w:rFonts w:ascii="Arial" w:hAnsi="Arial" w:cs="Arial"/>
                <w:sz w:val="20"/>
                <w:szCs w:val="20"/>
              </w:rPr>
              <w:t>December 2012</w:t>
            </w:r>
          </w:p>
        </w:tc>
      </w:tr>
      <w:tr w:rsidR="00E362F3" w:rsidRPr="008E7459" w:rsidTr="00BC05F5">
        <w:tc>
          <w:tcPr>
            <w:tcW w:w="1984" w:type="dxa"/>
          </w:tcPr>
          <w:p w:rsidR="005113F7" w:rsidRPr="008E7459" w:rsidRDefault="005113F7" w:rsidP="00C21869">
            <w:pPr>
              <w:rPr>
                <w:rFonts w:ascii="Arial" w:hAnsi="Arial" w:cs="Arial"/>
                <w:b/>
                <w:sz w:val="20"/>
                <w:szCs w:val="20"/>
              </w:rPr>
            </w:pPr>
            <w:r w:rsidRPr="008E7459">
              <w:rPr>
                <w:rFonts w:ascii="Arial" w:hAnsi="Arial" w:cs="Arial"/>
                <w:b/>
                <w:sz w:val="20"/>
                <w:szCs w:val="20"/>
              </w:rPr>
              <w:t>Accuracy</w:t>
            </w:r>
          </w:p>
          <w:p w:rsidR="005113F7" w:rsidRPr="008E7459" w:rsidRDefault="005113F7" w:rsidP="00C21869">
            <w:pPr>
              <w:rPr>
                <w:rFonts w:ascii="Arial" w:hAnsi="Arial" w:cs="Arial"/>
                <w:b/>
                <w:sz w:val="20"/>
                <w:szCs w:val="20"/>
              </w:rPr>
            </w:pPr>
          </w:p>
        </w:tc>
        <w:tc>
          <w:tcPr>
            <w:tcW w:w="6947" w:type="dxa"/>
            <w:hideMark/>
          </w:tcPr>
          <w:p w:rsidR="005113F7" w:rsidRPr="008E7459" w:rsidRDefault="005113F7" w:rsidP="003A3E0B">
            <w:pPr>
              <w:pStyle w:val="TableBodyText"/>
              <w:jc w:val="both"/>
            </w:pPr>
            <w:r w:rsidRPr="008E7459">
              <w:rPr>
                <w:i/>
              </w:rPr>
              <w:t>Method of Collection:</w:t>
            </w:r>
            <w:r w:rsidR="00E41429" w:rsidRPr="008E7459">
              <w:rPr>
                <w:i/>
              </w:rPr>
              <w:t xml:space="preserve"> </w:t>
            </w:r>
            <w:r w:rsidRPr="008E7459">
              <w:t>By Test Administration Authorities and provided to ACER, who then provide onward to ACARA.</w:t>
            </w:r>
          </w:p>
          <w:p w:rsidR="005113F7" w:rsidRPr="008E7459" w:rsidRDefault="005113F7" w:rsidP="003A3E0B">
            <w:pPr>
              <w:pStyle w:val="TableBodyText"/>
              <w:jc w:val="both"/>
            </w:pPr>
            <w:r w:rsidRPr="008E7459">
              <w:rPr>
                <w:i/>
              </w:rPr>
              <w:t xml:space="preserve">Data Adjustments: </w:t>
            </w:r>
            <w:r w:rsidRPr="008E7459">
              <w:t>Raw NAPLAN scores are converted to scaled scores.</w:t>
            </w:r>
          </w:p>
          <w:p w:rsidR="005113F7" w:rsidRPr="008E7459" w:rsidRDefault="005113F7" w:rsidP="003A3E0B">
            <w:pPr>
              <w:pStyle w:val="TableBodyText"/>
              <w:jc w:val="both"/>
            </w:pPr>
            <w:r w:rsidRPr="008E7459">
              <w:rPr>
                <w:i/>
              </w:rPr>
              <w:t xml:space="preserve">Sample/Collection size: </w:t>
            </w:r>
            <w:r w:rsidRPr="008E7459">
              <w:t xml:space="preserve">The collection size is a </w:t>
            </w:r>
            <w:r w:rsidR="008921A5" w:rsidRPr="008E7459">
              <w:t>Census</w:t>
            </w:r>
            <w:r w:rsidRPr="008E7459">
              <w:t xml:space="preserve"> of NAPLAN participating years (3, 5, 7 &amp; 9).</w:t>
            </w:r>
          </w:p>
          <w:p w:rsidR="005113F7" w:rsidRPr="008E7459" w:rsidRDefault="005113F7" w:rsidP="003A3E0B">
            <w:pPr>
              <w:pStyle w:val="TableBodyText"/>
              <w:ind w:left="0"/>
              <w:jc w:val="both"/>
            </w:pPr>
            <w:r w:rsidRPr="008E7459">
              <w:rPr>
                <w:i/>
              </w:rPr>
              <w:t>Known Issues</w:t>
            </w:r>
            <w:r w:rsidRPr="008E7459">
              <w:t>:</w:t>
            </w:r>
            <w:r w:rsidR="003F5F95" w:rsidRPr="008E7459">
              <w:t xml:space="preserve"> </w:t>
            </w:r>
            <w:r w:rsidRPr="008E7459">
              <w:t>Confidence intervals should be considered when ranking jurisdictions. The confidence intervals used to compare jurisdictions within a calendar year are not the same confidence intervals used to compare across calendar years.</w:t>
            </w:r>
          </w:p>
          <w:p w:rsidR="005113F7" w:rsidRPr="008E7459" w:rsidRDefault="005113F7" w:rsidP="003A3E0B">
            <w:pPr>
              <w:pStyle w:val="TableBodyText"/>
              <w:jc w:val="both"/>
            </w:pPr>
            <w:r w:rsidRPr="008E7459">
              <w:rPr>
                <w:i/>
              </w:rPr>
              <w:lastRenderedPageBreak/>
              <w:t>Year to year change</w:t>
            </w:r>
            <w:r w:rsidRPr="008E7459">
              <w:t xml:space="preserve">: Caution should be exercised when using the data to measure small changes from year to year; 95 </w:t>
            </w:r>
            <w:r w:rsidR="00781B70" w:rsidRPr="008E7459">
              <w:t>per cent</w:t>
            </w:r>
            <w:r w:rsidRPr="008E7459">
              <w:t xml:space="preserve"> confidence intervals have been provided to the Steering Committee</w:t>
            </w:r>
          </w:p>
          <w:p w:rsidR="005113F7" w:rsidRPr="008E7459" w:rsidRDefault="005113F7" w:rsidP="003A3E0B">
            <w:pPr>
              <w:pStyle w:val="TableBodyText"/>
              <w:jc w:val="both"/>
            </w:pPr>
            <w:r w:rsidRPr="008E7459">
              <w:rPr>
                <w:i/>
              </w:rPr>
              <w:t xml:space="preserve">Is the data being used attitudinal or data? </w:t>
            </w:r>
            <w:r w:rsidRPr="008E7459">
              <w:t>Data.</w:t>
            </w:r>
          </w:p>
        </w:tc>
      </w:tr>
      <w:tr w:rsidR="00E362F3" w:rsidRPr="008E7459" w:rsidTr="00BC05F5">
        <w:tc>
          <w:tcPr>
            <w:tcW w:w="1984" w:type="dxa"/>
          </w:tcPr>
          <w:p w:rsidR="005113F7" w:rsidRPr="008E7459" w:rsidRDefault="005113F7" w:rsidP="00C21869">
            <w:pPr>
              <w:rPr>
                <w:rFonts w:ascii="Arial" w:hAnsi="Arial" w:cs="Arial"/>
                <w:b/>
                <w:sz w:val="20"/>
                <w:szCs w:val="20"/>
              </w:rPr>
            </w:pPr>
            <w:r w:rsidRPr="008E7459">
              <w:rPr>
                <w:rFonts w:ascii="Arial" w:hAnsi="Arial" w:cs="Arial"/>
                <w:b/>
                <w:sz w:val="20"/>
                <w:szCs w:val="20"/>
              </w:rPr>
              <w:lastRenderedPageBreak/>
              <w:t>Coherence</w:t>
            </w:r>
          </w:p>
          <w:p w:rsidR="005113F7" w:rsidRPr="008E7459" w:rsidRDefault="005113F7" w:rsidP="00C21869">
            <w:pPr>
              <w:rPr>
                <w:rFonts w:ascii="Arial" w:hAnsi="Arial" w:cs="Arial"/>
                <w:b/>
                <w:sz w:val="20"/>
                <w:szCs w:val="20"/>
              </w:rPr>
            </w:pPr>
          </w:p>
        </w:tc>
        <w:tc>
          <w:tcPr>
            <w:tcW w:w="6947" w:type="dxa"/>
          </w:tcPr>
          <w:p w:rsidR="003F5F95" w:rsidRPr="008E7459" w:rsidRDefault="005113F7" w:rsidP="003A3E0B">
            <w:pPr>
              <w:pStyle w:val="TableBodyText"/>
              <w:jc w:val="both"/>
            </w:pPr>
            <w:r w:rsidRPr="008E7459">
              <w:rPr>
                <w:i/>
              </w:rPr>
              <w:t xml:space="preserve">Consistency over time: </w:t>
            </w:r>
            <w:r w:rsidRPr="008E7459">
              <w:t>NAPLAN results are collected in a consistent manner annually.</w:t>
            </w:r>
          </w:p>
          <w:p w:rsidR="003F5F95" w:rsidRPr="008E7459" w:rsidRDefault="005113F7" w:rsidP="003A3E0B">
            <w:pPr>
              <w:pStyle w:val="TableBodyText"/>
              <w:jc w:val="both"/>
            </w:pPr>
            <w:r w:rsidRPr="008E7459">
              <w:t>The numerator and denominator are compiled from a single source, with the exception of aggregated data for the mean scale scores provided by ACER.</w:t>
            </w:r>
          </w:p>
          <w:p w:rsidR="005113F7" w:rsidRPr="008E7459" w:rsidRDefault="005113F7" w:rsidP="003A3E0B">
            <w:pPr>
              <w:pStyle w:val="TableBodyText"/>
              <w:jc w:val="both"/>
            </w:pPr>
            <w:r w:rsidRPr="008E7459">
              <w:t xml:space="preserve">The </w:t>
            </w:r>
            <w:r w:rsidR="00DF596D" w:rsidRPr="008E7459">
              <w:t>data are</w:t>
            </w:r>
            <w:r w:rsidRPr="008E7459">
              <w:t xml:space="preserve"> consistent with data supplied in previous reporting rounds.</w:t>
            </w:r>
          </w:p>
          <w:p w:rsidR="005113F7" w:rsidRPr="008E7459" w:rsidRDefault="005113F7" w:rsidP="003A3E0B">
            <w:pPr>
              <w:pStyle w:val="TableBodyText"/>
              <w:jc w:val="both"/>
            </w:pPr>
            <w:r w:rsidRPr="008E7459">
              <w:rPr>
                <w:i/>
              </w:rPr>
              <w:t xml:space="preserve">Jurisdiction estimate calculation: </w:t>
            </w:r>
            <w:r w:rsidRPr="008E7459">
              <w:t>Yes.</w:t>
            </w:r>
            <w:r w:rsidR="00FA4A7A" w:rsidRPr="008E7459">
              <w:rPr>
                <w:noProof/>
              </w:rPr>
              <w:t xml:space="preserve"> </w:t>
            </w:r>
          </w:p>
        </w:tc>
      </w:tr>
      <w:tr w:rsidR="00E362F3" w:rsidRPr="008E7459" w:rsidTr="00BC05F5">
        <w:tc>
          <w:tcPr>
            <w:tcW w:w="1984" w:type="dxa"/>
          </w:tcPr>
          <w:p w:rsidR="005113F7" w:rsidRPr="008E7459" w:rsidRDefault="005113F7" w:rsidP="00C21869">
            <w:pPr>
              <w:rPr>
                <w:rFonts w:ascii="Arial" w:hAnsi="Arial" w:cs="Arial"/>
                <w:b/>
                <w:sz w:val="20"/>
                <w:szCs w:val="20"/>
              </w:rPr>
            </w:pPr>
            <w:r w:rsidRPr="008E7459">
              <w:rPr>
                <w:rFonts w:ascii="Arial" w:hAnsi="Arial" w:cs="Arial"/>
                <w:b/>
                <w:sz w:val="20"/>
                <w:szCs w:val="20"/>
              </w:rPr>
              <w:t>Accessibility</w:t>
            </w:r>
          </w:p>
          <w:p w:rsidR="005113F7" w:rsidRPr="008E7459" w:rsidRDefault="005113F7" w:rsidP="00C21869">
            <w:pPr>
              <w:rPr>
                <w:rFonts w:ascii="Arial" w:hAnsi="Arial" w:cs="Arial"/>
                <w:b/>
                <w:sz w:val="20"/>
                <w:szCs w:val="20"/>
              </w:rPr>
            </w:pPr>
          </w:p>
        </w:tc>
        <w:tc>
          <w:tcPr>
            <w:tcW w:w="6947" w:type="dxa"/>
            <w:hideMark/>
          </w:tcPr>
          <w:p w:rsidR="005113F7" w:rsidRPr="008E7459" w:rsidRDefault="005113F7" w:rsidP="003A3E0B">
            <w:pPr>
              <w:pStyle w:val="TableBodyText"/>
              <w:jc w:val="both"/>
            </w:pPr>
            <w:r w:rsidRPr="008E7459">
              <w:t xml:space="preserve">Data publicly available at </w:t>
            </w:r>
            <w:hyperlink r:id="rId50" w:history="1">
              <w:r w:rsidRPr="008E7459">
                <w:rPr>
                  <w:rStyle w:val="Hyperlink"/>
                  <w:color w:val="auto"/>
                </w:rPr>
                <w:t>www.naplan.edu.au</w:t>
              </w:r>
            </w:hyperlink>
            <w:r w:rsidRPr="008E7459">
              <w:t>.</w:t>
            </w:r>
          </w:p>
          <w:p w:rsidR="005113F7" w:rsidRPr="008E7459" w:rsidRDefault="00DF596D" w:rsidP="003A3E0B">
            <w:pPr>
              <w:pStyle w:val="TableBodyText"/>
              <w:ind w:left="0"/>
              <w:jc w:val="both"/>
            </w:pPr>
            <w:r w:rsidRPr="008E7459">
              <w:t>Data are</w:t>
            </w:r>
            <w:r w:rsidR="005113F7" w:rsidRPr="008E7459">
              <w:t xml:space="preserve"> not available prior to publication.</w:t>
            </w:r>
          </w:p>
          <w:p w:rsidR="005113F7" w:rsidRPr="008E7459" w:rsidRDefault="005113F7" w:rsidP="003A3E0B">
            <w:pPr>
              <w:pStyle w:val="TableBodyText"/>
              <w:ind w:left="0"/>
              <w:jc w:val="both"/>
            </w:pPr>
            <w:r w:rsidRPr="008E7459">
              <w:t xml:space="preserve">Supplementary </w:t>
            </w:r>
            <w:r w:rsidR="00DF596D" w:rsidRPr="008E7459">
              <w:t>data are</w:t>
            </w:r>
            <w:r w:rsidRPr="008E7459">
              <w:t xml:space="preserve"> not available.</w:t>
            </w:r>
          </w:p>
          <w:p w:rsidR="005113F7" w:rsidRPr="008E7459" w:rsidRDefault="005113F7" w:rsidP="003A3E0B">
            <w:pPr>
              <w:jc w:val="both"/>
              <w:rPr>
                <w:rFonts w:ascii="Arial" w:hAnsi="Arial" w:cs="Arial"/>
                <w:sz w:val="20"/>
                <w:szCs w:val="20"/>
              </w:rPr>
            </w:pPr>
            <w:r w:rsidRPr="008E7459">
              <w:rPr>
                <w:rFonts w:ascii="Arial" w:hAnsi="Arial" w:cs="Arial"/>
                <w:sz w:val="20"/>
                <w:szCs w:val="20"/>
              </w:rPr>
              <w:t xml:space="preserve">The </w:t>
            </w:r>
            <w:r w:rsidR="00DF596D" w:rsidRPr="008E7459">
              <w:rPr>
                <w:rFonts w:ascii="Arial" w:hAnsi="Arial" w:cs="Arial"/>
                <w:sz w:val="20"/>
                <w:szCs w:val="20"/>
              </w:rPr>
              <w:t>data are</w:t>
            </w:r>
            <w:r w:rsidRPr="008E7459">
              <w:rPr>
                <w:rFonts w:ascii="Arial" w:hAnsi="Arial" w:cs="Arial"/>
                <w:sz w:val="20"/>
                <w:szCs w:val="20"/>
              </w:rPr>
              <w:t xml:space="preserve"> available in PDF format at www.naplan.edu.a</w:t>
            </w:r>
            <w:r w:rsidR="00E362F3">
              <w:rPr>
                <w:rFonts w:ascii="Arial" w:hAnsi="Arial" w:cs="Arial"/>
                <w:sz w:val="20"/>
                <w:szCs w:val="20"/>
              </w:rPr>
              <w:t>u</w:t>
            </w:r>
            <w:r w:rsidRPr="008E7459">
              <w:rPr>
                <w:rFonts w:ascii="Arial" w:hAnsi="Arial" w:cs="Arial"/>
                <w:sz w:val="20"/>
                <w:szCs w:val="20"/>
              </w:rPr>
              <w:t>).</w:t>
            </w:r>
          </w:p>
        </w:tc>
      </w:tr>
      <w:tr w:rsidR="00E362F3" w:rsidRPr="008E7459" w:rsidTr="00BC05F5">
        <w:tc>
          <w:tcPr>
            <w:tcW w:w="1984" w:type="dxa"/>
          </w:tcPr>
          <w:p w:rsidR="005113F7" w:rsidRPr="008E7459" w:rsidRDefault="005113F7" w:rsidP="00C21869">
            <w:pPr>
              <w:rPr>
                <w:rFonts w:ascii="Arial" w:hAnsi="Arial" w:cs="Arial"/>
                <w:b/>
                <w:sz w:val="20"/>
                <w:szCs w:val="20"/>
              </w:rPr>
            </w:pPr>
            <w:r w:rsidRPr="008E7459">
              <w:rPr>
                <w:rFonts w:ascii="Arial" w:hAnsi="Arial" w:cs="Arial"/>
                <w:b/>
                <w:sz w:val="20"/>
                <w:szCs w:val="20"/>
              </w:rPr>
              <w:t>Interpretability</w:t>
            </w:r>
          </w:p>
          <w:p w:rsidR="005113F7" w:rsidRPr="008E7459" w:rsidRDefault="005113F7" w:rsidP="00C21869">
            <w:pPr>
              <w:rPr>
                <w:rFonts w:ascii="Arial" w:hAnsi="Arial" w:cs="Arial"/>
                <w:b/>
                <w:sz w:val="20"/>
                <w:szCs w:val="20"/>
              </w:rPr>
            </w:pPr>
          </w:p>
        </w:tc>
        <w:tc>
          <w:tcPr>
            <w:tcW w:w="6947" w:type="dxa"/>
            <w:hideMark/>
          </w:tcPr>
          <w:p w:rsidR="005113F7" w:rsidRPr="008E7459" w:rsidRDefault="005113F7" w:rsidP="003A3E0B">
            <w:pPr>
              <w:pStyle w:val="TableBodyText"/>
              <w:ind w:left="0"/>
              <w:jc w:val="both"/>
            </w:pPr>
            <w:r w:rsidRPr="008E7459">
              <w:t>Other Supporting information: FAQs on (</w:t>
            </w:r>
            <w:hyperlink r:id="rId51" w:history="1">
              <w:r w:rsidRPr="008E7459">
                <w:rPr>
                  <w:rStyle w:val="Hyperlink"/>
                  <w:color w:val="auto"/>
                </w:rPr>
                <w:t>www.naplan.edu.au</w:t>
              </w:r>
            </w:hyperlink>
            <w:r w:rsidRPr="008E7459">
              <w:t>)</w:t>
            </w:r>
            <w:r w:rsidR="003F5F95" w:rsidRPr="008E7459">
              <w:t xml:space="preserve">. </w:t>
            </w:r>
          </w:p>
          <w:p w:rsidR="005113F7" w:rsidRPr="008E7459" w:rsidRDefault="005113F7" w:rsidP="003A3E0B">
            <w:pPr>
              <w:pStyle w:val="TableBodyText"/>
              <w:ind w:left="0"/>
              <w:jc w:val="both"/>
            </w:pPr>
            <w:r w:rsidRPr="008E7459">
              <w:t>Socioeconomic status derivation: NA</w:t>
            </w:r>
          </w:p>
          <w:p w:rsidR="005113F7" w:rsidRPr="008E7459" w:rsidRDefault="005113F7" w:rsidP="003A3E0B">
            <w:pPr>
              <w:jc w:val="both"/>
              <w:rPr>
                <w:rFonts w:ascii="Arial" w:hAnsi="Arial" w:cs="Arial"/>
                <w:sz w:val="20"/>
                <w:szCs w:val="20"/>
              </w:rPr>
            </w:pPr>
            <w:r w:rsidRPr="008E7459">
              <w:rPr>
                <w:rFonts w:ascii="Arial" w:hAnsi="Arial" w:cs="Arial"/>
                <w:sz w:val="20"/>
                <w:szCs w:val="20"/>
              </w:rPr>
              <w:t>Socioeconomic status quintiles derivation: NA</w:t>
            </w:r>
          </w:p>
        </w:tc>
      </w:tr>
    </w:tbl>
    <w:p w:rsidR="005113F7" w:rsidRPr="008E7459" w:rsidRDefault="005113F7" w:rsidP="005113F7">
      <w:pPr>
        <w:pStyle w:val="BodyText"/>
      </w:pPr>
    </w:p>
    <w:p w:rsidR="001436ED" w:rsidRPr="008E7459" w:rsidRDefault="001436ED" w:rsidP="00847A99">
      <w:pPr>
        <w:pStyle w:val="Heading3"/>
        <w:pageBreakBefore/>
        <w:spacing w:before="0" w:line="240" w:lineRule="auto"/>
      </w:pPr>
      <w:bookmarkStart w:id="43" w:name="_Ref357174393"/>
      <w:r w:rsidRPr="008E7459">
        <w:lastRenderedPageBreak/>
        <w:t xml:space="preserve">Data quality statement — Indicator 3 — </w:t>
      </w:r>
      <w:r w:rsidR="00F052CE" w:rsidRPr="008E7459">
        <w:t>The proportion of students in the bottom and top levels of performance in international testing</w:t>
      </w:r>
      <w:bookmarkEnd w:id="43"/>
    </w:p>
    <w:p w:rsidR="0058038B" w:rsidRPr="008E7459" w:rsidRDefault="0058038B" w:rsidP="0058038B">
      <w:pPr>
        <w:pStyle w:val="BoxSpace"/>
      </w:pPr>
    </w:p>
    <w:tbl>
      <w:tblPr>
        <w:tblW w:w="8930" w:type="dxa"/>
        <w:tblLook w:val="01E0" w:firstRow="1" w:lastRow="1" w:firstColumn="1" w:lastColumn="1" w:noHBand="0" w:noVBand="0"/>
      </w:tblPr>
      <w:tblGrid>
        <w:gridCol w:w="1984"/>
        <w:gridCol w:w="6946"/>
      </w:tblGrid>
      <w:tr w:rsidR="00644BCF" w:rsidRPr="008E7459" w:rsidTr="00BC05F5">
        <w:trPr>
          <w:cantSplit/>
        </w:trPr>
        <w:tc>
          <w:tcPr>
            <w:tcW w:w="1984" w:type="dxa"/>
            <w:shd w:val="clear" w:color="auto" w:fill="auto"/>
          </w:tcPr>
          <w:p w:rsidR="00F052CE" w:rsidRPr="008E7459" w:rsidRDefault="00F052CE" w:rsidP="00C21869">
            <w:pPr>
              <w:rPr>
                <w:rFonts w:ascii="Arial" w:hAnsi="Arial" w:cs="Arial"/>
                <w:b/>
                <w:sz w:val="20"/>
                <w:szCs w:val="20"/>
              </w:rPr>
            </w:pPr>
            <w:r w:rsidRPr="008E7459">
              <w:rPr>
                <w:rFonts w:ascii="Arial" w:hAnsi="Arial" w:cs="Arial"/>
                <w:b/>
                <w:sz w:val="20"/>
                <w:szCs w:val="20"/>
              </w:rPr>
              <w:t>Target/Outcome</w:t>
            </w:r>
          </w:p>
        </w:tc>
        <w:tc>
          <w:tcPr>
            <w:tcW w:w="6946" w:type="dxa"/>
            <w:shd w:val="clear" w:color="auto" w:fill="auto"/>
          </w:tcPr>
          <w:p w:rsidR="00F052CE" w:rsidRPr="008E7459" w:rsidRDefault="00F052CE" w:rsidP="003A3E0B">
            <w:pPr>
              <w:jc w:val="both"/>
              <w:rPr>
                <w:sz w:val="24"/>
              </w:rPr>
            </w:pPr>
            <w:r w:rsidRPr="008E7459">
              <w:rPr>
                <w:rFonts w:ascii="Arial" w:hAnsi="Arial"/>
                <w:sz w:val="20"/>
                <w:szCs w:val="20"/>
              </w:rPr>
              <w:t>As stated in the relevant National Agreement – Indicator 3: The proportion of students in the bottom and top levels of performance in international testing (for example, Program for International Student Assessment (PISA), Trends in International Mathematics and Science Study (TIMSS))</w:t>
            </w:r>
          </w:p>
        </w:tc>
      </w:tr>
      <w:tr w:rsidR="00644BCF" w:rsidRPr="008E7459" w:rsidTr="00BC05F5">
        <w:trPr>
          <w:cantSplit/>
        </w:trPr>
        <w:tc>
          <w:tcPr>
            <w:tcW w:w="1984" w:type="dxa"/>
            <w:shd w:val="clear" w:color="auto" w:fill="auto"/>
          </w:tcPr>
          <w:p w:rsidR="00F052CE" w:rsidRPr="008E7459" w:rsidRDefault="00F052CE" w:rsidP="00C21869">
            <w:pPr>
              <w:rPr>
                <w:rFonts w:ascii="Arial" w:hAnsi="Arial" w:cs="Arial"/>
                <w:b/>
                <w:sz w:val="20"/>
                <w:szCs w:val="20"/>
              </w:rPr>
            </w:pPr>
            <w:r w:rsidRPr="008E7459">
              <w:rPr>
                <w:rFonts w:ascii="Arial" w:hAnsi="Arial" w:cs="Arial"/>
                <w:b/>
                <w:sz w:val="20"/>
                <w:szCs w:val="20"/>
              </w:rPr>
              <w:t>Indicator</w:t>
            </w:r>
          </w:p>
        </w:tc>
        <w:tc>
          <w:tcPr>
            <w:tcW w:w="6946" w:type="dxa"/>
            <w:shd w:val="clear" w:color="auto" w:fill="auto"/>
          </w:tcPr>
          <w:p w:rsidR="00F052CE" w:rsidRPr="008E7459" w:rsidRDefault="00F052CE" w:rsidP="003A3E0B">
            <w:pPr>
              <w:jc w:val="both"/>
              <w:rPr>
                <w:rFonts w:ascii="Arial" w:hAnsi="Arial"/>
                <w:sz w:val="20"/>
                <w:szCs w:val="20"/>
              </w:rPr>
            </w:pPr>
            <w:r w:rsidRPr="008E7459">
              <w:rPr>
                <w:rFonts w:ascii="Arial" w:hAnsi="Arial"/>
                <w:i/>
                <w:sz w:val="20"/>
                <w:szCs w:val="20"/>
              </w:rPr>
              <w:t>As stated in the relevant National Agreement – Measure 3(a):</w:t>
            </w:r>
            <w:r w:rsidRPr="008E7459">
              <w:rPr>
                <w:rFonts w:ascii="Arial" w:hAnsi="Arial"/>
                <w:sz w:val="20"/>
                <w:szCs w:val="20"/>
              </w:rPr>
              <w:t xml:space="preserve"> Proportion of students that achieved at or above the nationally agreed international benchmark</w:t>
            </w:r>
            <w:r w:rsidR="003F5F95" w:rsidRPr="008E7459">
              <w:rPr>
                <w:rFonts w:ascii="Arial" w:hAnsi="Arial"/>
                <w:sz w:val="20"/>
                <w:szCs w:val="20"/>
              </w:rPr>
              <w:t xml:space="preserve"> </w:t>
            </w:r>
            <w:r w:rsidRPr="008E7459">
              <w:rPr>
                <w:rFonts w:ascii="Arial" w:hAnsi="Arial"/>
                <w:sz w:val="20"/>
                <w:szCs w:val="20"/>
              </w:rPr>
              <w:t>level</w:t>
            </w:r>
            <w:r w:rsidR="00E41429" w:rsidRPr="008E7459">
              <w:rPr>
                <w:rFonts w:ascii="Arial" w:hAnsi="Arial"/>
                <w:sz w:val="20"/>
                <w:szCs w:val="20"/>
              </w:rPr>
              <w:t xml:space="preserve"> </w:t>
            </w:r>
            <w:r w:rsidRPr="008E7459">
              <w:rPr>
                <w:rFonts w:ascii="Arial" w:hAnsi="Arial"/>
                <w:sz w:val="20"/>
                <w:szCs w:val="20"/>
              </w:rPr>
              <w:t>(Intermediate benchmark)for each of reading (at Year 4) and</w:t>
            </w:r>
            <w:r w:rsidR="00FD0A40" w:rsidRPr="008E7459">
              <w:rPr>
                <w:rFonts w:ascii="Arial" w:hAnsi="Arial"/>
                <w:sz w:val="20"/>
                <w:szCs w:val="20"/>
              </w:rPr>
              <w:t xml:space="preserve"> </w:t>
            </w:r>
            <w:r w:rsidRPr="008E7459">
              <w:rPr>
                <w:rFonts w:ascii="Arial" w:hAnsi="Arial"/>
                <w:sz w:val="20"/>
                <w:szCs w:val="20"/>
              </w:rPr>
              <w:t>mathematics and science (at Year 4 and Year 8).</w:t>
            </w:r>
          </w:p>
          <w:p w:rsidR="00F052CE" w:rsidRPr="008E7459" w:rsidRDefault="00F052CE" w:rsidP="003A3E0B">
            <w:pPr>
              <w:jc w:val="both"/>
              <w:rPr>
                <w:sz w:val="24"/>
              </w:rPr>
            </w:pPr>
            <w:r w:rsidRPr="008E7459">
              <w:rPr>
                <w:rFonts w:ascii="Arial" w:hAnsi="Arial"/>
                <w:i/>
                <w:sz w:val="20"/>
                <w:szCs w:val="20"/>
              </w:rPr>
              <w:t xml:space="preserve">Measure 3(b): </w:t>
            </w:r>
            <w:r w:rsidRPr="008E7459">
              <w:rPr>
                <w:rFonts w:ascii="Arial" w:hAnsi="Arial"/>
                <w:sz w:val="20"/>
                <w:szCs w:val="20"/>
              </w:rPr>
              <w:t>Proportion of students in top and bottom levels of performance for each of reading, mathematics and science.</w:t>
            </w:r>
          </w:p>
        </w:tc>
      </w:tr>
      <w:tr w:rsidR="00644BCF" w:rsidRPr="008E7459" w:rsidTr="00BC05F5">
        <w:trPr>
          <w:cantSplit/>
        </w:trPr>
        <w:tc>
          <w:tcPr>
            <w:tcW w:w="1984" w:type="dxa"/>
            <w:shd w:val="clear" w:color="auto" w:fill="auto"/>
          </w:tcPr>
          <w:p w:rsidR="00F052CE" w:rsidRPr="008E7459" w:rsidRDefault="00F052CE" w:rsidP="00C21869">
            <w:pPr>
              <w:rPr>
                <w:rFonts w:ascii="Arial" w:hAnsi="Arial" w:cs="Arial"/>
                <w:b/>
                <w:sz w:val="20"/>
                <w:szCs w:val="20"/>
              </w:rPr>
            </w:pPr>
            <w:r w:rsidRPr="008E7459">
              <w:rPr>
                <w:rFonts w:ascii="Arial" w:hAnsi="Arial" w:cs="Arial"/>
                <w:b/>
                <w:sz w:val="20"/>
                <w:szCs w:val="20"/>
              </w:rPr>
              <w:t>Measure (computation)</w:t>
            </w:r>
          </w:p>
        </w:tc>
        <w:tc>
          <w:tcPr>
            <w:tcW w:w="6946" w:type="dxa"/>
            <w:shd w:val="clear" w:color="auto" w:fill="auto"/>
          </w:tcPr>
          <w:p w:rsidR="00F052CE" w:rsidRPr="008E7459" w:rsidRDefault="00791519" w:rsidP="003A3E0B">
            <w:pPr>
              <w:widowControl w:val="0"/>
              <w:autoSpaceDE w:val="0"/>
              <w:autoSpaceDN w:val="0"/>
              <w:adjustRightInd w:val="0"/>
              <w:ind w:right="-1827"/>
              <w:jc w:val="both"/>
              <w:rPr>
                <w:rFonts w:ascii="Arial" w:hAnsi="Arial"/>
                <w:sz w:val="20"/>
                <w:szCs w:val="20"/>
              </w:rPr>
            </w:pPr>
            <w:r w:rsidRPr="008E7459">
              <w:rPr>
                <w:rFonts w:ascii="Arial" w:hAnsi="Arial"/>
                <w:i/>
                <w:sz w:val="20"/>
                <w:szCs w:val="20"/>
              </w:rPr>
              <w:t xml:space="preserve">Numerator — </w:t>
            </w:r>
            <w:r w:rsidR="00F052CE" w:rsidRPr="008E7459">
              <w:rPr>
                <w:rFonts w:ascii="Arial" w:hAnsi="Arial"/>
                <w:i/>
                <w:sz w:val="20"/>
                <w:szCs w:val="20"/>
              </w:rPr>
              <w:t>3(a):</w:t>
            </w:r>
            <w:r w:rsidR="00F052CE" w:rsidRPr="008E7459">
              <w:rPr>
                <w:rFonts w:ascii="Arial" w:hAnsi="Arial"/>
                <w:sz w:val="20"/>
                <w:szCs w:val="20"/>
              </w:rPr>
              <w:t xml:space="preserve"> number of students who achieved at or above the </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sz w:val="20"/>
                <w:szCs w:val="20"/>
              </w:rPr>
              <w:t>nationally agreed benchmark (Intermediate benchmark for PIRLS and</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sz w:val="20"/>
                <w:szCs w:val="20"/>
              </w:rPr>
              <w:t xml:space="preserve">TIMSS) for each of reading (Year 4), mathematics and science </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sz w:val="20"/>
                <w:szCs w:val="20"/>
              </w:rPr>
              <w:t>(Year 8).</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i/>
                <w:sz w:val="20"/>
                <w:szCs w:val="20"/>
              </w:rPr>
              <w:t>3(b) top level</w:t>
            </w:r>
            <w:r w:rsidRPr="008E7459">
              <w:rPr>
                <w:rFonts w:ascii="Arial" w:hAnsi="Arial"/>
                <w:sz w:val="20"/>
                <w:szCs w:val="20"/>
              </w:rPr>
              <w:t xml:space="preserve">: number of students who achieved above the </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sz w:val="20"/>
                <w:szCs w:val="20"/>
              </w:rPr>
              <w:t xml:space="preserve">Intermediate benchmark on each of reading (Year 4), mathematics </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sz w:val="20"/>
                <w:szCs w:val="20"/>
              </w:rPr>
              <w:t>and science.</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i/>
                <w:sz w:val="20"/>
                <w:szCs w:val="20"/>
              </w:rPr>
              <w:t>3(b) bottom level</w:t>
            </w:r>
            <w:r w:rsidRPr="008E7459">
              <w:rPr>
                <w:rFonts w:ascii="Arial" w:hAnsi="Arial"/>
                <w:sz w:val="20"/>
                <w:szCs w:val="20"/>
              </w:rPr>
              <w:t>: number of students who achieved below the</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sz w:val="20"/>
                <w:szCs w:val="20"/>
              </w:rPr>
              <w:t>Intermediate benchmark on each of reading (Year 4), mathematics</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sz w:val="20"/>
                <w:szCs w:val="20"/>
              </w:rPr>
              <w:t>and science.</w:t>
            </w:r>
          </w:p>
          <w:p w:rsidR="00F052CE" w:rsidRPr="008E7459" w:rsidRDefault="00791519" w:rsidP="003A3E0B">
            <w:pPr>
              <w:jc w:val="both"/>
              <w:rPr>
                <w:rFonts w:ascii="Arial" w:hAnsi="Arial"/>
                <w:sz w:val="20"/>
                <w:szCs w:val="20"/>
              </w:rPr>
            </w:pPr>
            <w:r w:rsidRPr="008E7459">
              <w:rPr>
                <w:rFonts w:ascii="Arial" w:hAnsi="Arial"/>
                <w:i/>
                <w:sz w:val="20"/>
                <w:szCs w:val="20"/>
              </w:rPr>
              <w:t xml:space="preserve">Denominator — </w:t>
            </w:r>
            <w:r w:rsidR="00F052CE" w:rsidRPr="008E7459">
              <w:rPr>
                <w:rFonts w:ascii="Arial" w:hAnsi="Arial"/>
                <w:sz w:val="20"/>
                <w:szCs w:val="20"/>
              </w:rPr>
              <w:t>total population of all students (Students in Year 4 or Year 8 selected to participate in TIMSS or PIRLS)</w:t>
            </w:r>
          </w:p>
        </w:tc>
      </w:tr>
      <w:tr w:rsidR="00644BCF" w:rsidRPr="008E7459" w:rsidTr="00BC05F5">
        <w:trPr>
          <w:cantSplit/>
        </w:trPr>
        <w:tc>
          <w:tcPr>
            <w:tcW w:w="1984" w:type="dxa"/>
            <w:shd w:val="clear" w:color="auto" w:fill="auto"/>
          </w:tcPr>
          <w:p w:rsidR="00F052CE" w:rsidRPr="008E7459" w:rsidRDefault="00F052CE" w:rsidP="00C21869">
            <w:pPr>
              <w:rPr>
                <w:rFonts w:ascii="Arial" w:hAnsi="Arial" w:cs="Arial"/>
                <w:b/>
                <w:sz w:val="20"/>
                <w:szCs w:val="20"/>
              </w:rPr>
            </w:pPr>
            <w:r w:rsidRPr="008E7459">
              <w:rPr>
                <w:rFonts w:ascii="Arial" w:hAnsi="Arial" w:cs="Arial"/>
                <w:b/>
                <w:sz w:val="20"/>
                <w:szCs w:val="20"/>
              </w:rPr>
              <w:t>Data source/s</w:t>
            </w:r>
          </w:p>
        </w:tc>
        <w:tc>
          <w:tcPr>
            <w:tcW w:w="6946" w:type="dxa"/>
            <w:shd w:val="clear" w:color="auto" w:fill="auto"/>
          </w:tcPr>
          <w:p w:rsidR="00F052CE" w:rsidRPr="008E7459" w:rsidRDefault="00F052CE" w:rsidP="003A3E0B">
            <w:pPr>
              <w:jc w:val="both"/>
              <w:rPr>
                <w:sz w:val="24"/>
              </w:rPr>
            </w:pPr>
            <w:r w:rsidRPr="008E7459">
              <w:rPr>
                <w:rFonts w:ascii="Arial" w:hAnsi="Arial"/>
                <w:sz w:val="20"/>
                <w:szCs w:val="20"/>
              </w:rPr>
              <w:t>TIMSS 2011 and PIRLS 2011</w:t>
            </w:r>
            <w:r w:rsidRPr="008E7459">
              <w:rPr>
                <w:sz w:val="24"/>
              </w:rPr>
              <w:t xml:space="preserve"> </w:t>
            </w:r>
          </w:p>
        </w:tc>
      </w:tr>
      <w:tr w:rsidR="00644BCF" w:rsidRPr="008E7459" w:rsidTr="00BC05F5">
        <w:trPr>
          <w:cantSplit/>
        </w:trPr>
        <w:tc>
          <w:tcPr>
            <w:tcW w:w="1984" w:type="dxa"/>
            <w:shd w:val="clear" w:color="auto" w:fill="auto"/>
          </w:tcPr>
          <w:p w:rsidR="00F052CE" w:rsidRPr="008E7459" w:rsidRDefault="00F052CE" w:rsidP="00C21869">
            <w:pPr>
              <w:rPr>
                <w:rFonts w:ascii="Arial" w:hAnsi="Arial" w:cs="Arial"/>
                <w:b/>
                <w:sz w:val="20"/>
                <w:szCs w:val="20"/>
              </w:rPr>
            </w:pPr>
            <w:r w:rsidRPr="008E7459">
              <w:rPr>
                <w:rFonts w:ascii="Arial" w:hAnsi="Arial" w:cs="Arial"/>
                <w:b/>
                <w:sz w:val="20"/>
                <w:szCs w:val="20"/>
              </w:rPr>
              <w:t>Institutional environment</w:t>
            </w:r>
          </w:p>
        </w:tc>
        <w:tc>
          <w:tcPr>
            <w:tcW w:w="6946" w:type="dxa"/>
            <w:shd w:val="clear" w:color="auto" w:fill="auto"/>
          </w:tcPr>
          <w:p w:rsidR="00F052CE" w:rsidRPr="008E7459" w:rsidRDefault="00F052CE" w:rsidP="003A3E0B">
            <w:pPr>
              <w:jc w:val="both"/>
              <w:rPr>
                <w:rFonts w:ascii="Arial" w:hAnsi="Arial"/>
                <w:sz w:val="20"/>
                <w:szCs w:val="20"/>
              </w:rPr>
            </w:pPr>
            <w:r w:rsidRPr="008E7459">
              <w:rPr>
                <w:rFonts w:ascii="Arial" w:hAnsi="Arial"/>
                <w:sz w:val="20"/>
                <w:szCs w:val="20"/>
              </w:rPr>
              <w:t>The data were collected by the Australian Council for Educational Research (ACER). ACER is an independent not for profit educational research company.</w:t>
            </w:r>
          </w:p>
          <w:p w:rsidR="00F052CE" w:rsidRPr="008E7459" w:rsidRDefault="00F052CE" w:rsidP="003A3E0B">
            <w:pPr>
              <w:jc w:val="both"/>
              <w:rPr>
                <w:rFonts w:ascii="Arial" w:hAnsi="Arial"/>
                <w:sz w:val="20"/>
                <w:szCs w:val="20"/>
              </w:rPr>
            </w:pPr>
            <w:r w:rsidRPr="008E7459">
              <w:rPr>
                <w:rFonts w:ascii="Arial" w:hAnsi="Arial"/>
                <w:sz w:val="20"/>
                <w:szCs w:val="20"/>
              </w:rPr>
              <w:t>ACER are contracted by the Commonwealth and State and Territory governments to manage TIMSS and PIRLS in Australia.</w:t>
            </w:r>
          </w:p>
          <w:p w:rsidR="00F052CE" w:rsidRPr="008E7459" w:rsidRDefault="00F052CE" w:rsidP="003A3E0B">
            <w:pPr>
              <w:jc w:val="both"/>
              <w:rPr>
                <w:rFonts w:ascii="Arial" w:hAnsi="Arial"/>
                <w:sz w:val="20"/>
                <w:szCs w:val="20"/>
              </w:rPr>
            </w:pPr>
            <w:r w:rsidRPr="008E7459">
              <w:rPr>
                <w:rFonts w:ascii="Arial" w:hAnsi="Arial"/>
                <w:sz w:val="20"/>
                <w:szCs w:val="20"/>
              </w:rPr>
              <w:t>Data are collected from students, teachers and schools directly by ACER. Statistical confidentiality is assured.</w:t>
            </w:r>
            <w:r w:rsidR="00E41429" w:rsidRPr="008E7459">
              <w:rPr>
                <w:rFonts w:ascii="Arial" w:hAnsi="Arial"/>
                <w:sz w:val="20"/>
                <w:szCs w:val="20"/>
              </w:rPr>
              <w:t xml:space="preserve"> </w:t>
            </w:r>
            <w:r w:rsidRPr="008E7459">
              <w:rPr>
                <w:rFonts w:ascii="Arial" w:hAnsi="Arial"/>
                <w:sz w:val="20"/>
                <w:szCs w:val="20"/>
              </w:rPr>
              <w:t>All identifying data are removed from the data file prior to submission to the International Study Centre.</w:t>
            </w:r>
          </w:p>
          <w:p w:rsidR="00F052CE" w:rsidRPr="008E7459" w:rsidRDefault="00F052CE" w:rsidP="003A3E0B">
            <w:pPr>
              <w:jc w:val="both"/>
              <w:rPr>
                <w:rFonts w:ascii="Arial" w:hAnsi="Arial"/>
                <w:sz w:val="20"/>
                <w:szCs w:val="20"/>
              </w:rPr>
            </w:pPr>
            <w:r w:rsidRPr="008E7459">
              <w:rPr>
                <w:rFonts w:ascii="Arial" w:hAnsi="Arial"/>
                <w:sz w:val="20"/>
                <w:szCs w:val="20"/>
              </w:rPr>
              <w:t>The data are collected as part of the National Assessment Program.</w:t>
            </w:r>
            <w:r w:rsidR="00E41429" w:rsidRPr="008E7459">
              <w:rPr>
                <w:rFonts w:ascii="Arial" w:hAnsi="Arial"/>
                <w:sz w:val="20"/>
                <w:szCs w:val="20"/>
              </w:rPr>
              <w:t xml:space="preserve"> </w:t>
            </w:r>
            <w:r w:rsidRPr="008E7459">
              <w:rPr>
                <w:rFonts w:ascii="Arial" w:hAnsi="Arial"/>
                <w:sz w:val="20"/>
                <w:szCs w:val="20"/>
              </w:rPr>
              <w:t>Participation of selected schools is mandatory, particip</w:t>
            </w:r>
            <w:r w:rsidR="003F5F95" w:rsidRPr="008E7459">
              <w:rPr>
                <w:rFonts w:ascii="Arial" w:hAnsi="Arial"/>
                <w:sz w:val="20"/>
                <w:szCs w:val="20"/>
              </w:rPr>
              <w:t>ation of students is voluntary.</w:t>
            </w:r>
          </w:p>
        </w:tc>
      </w:tr>
      <w:tr w:rsidR="00644BCF" w:rsidRPr="008E7459" w:rsidTr="00BC05F5">
        <w:trPr>
          <w:cantSplit/>
        </w:trPr>
        <w:tc>
          <w:tcPr>
            <w:tcW w:w="1984" w:type="dxa"/>
            <w:shd w:val="clear" w:color="auto" w:fill="auto"/>
          </w:tcPr>
          <w:p w:rsidR="00F052CE" w:rsidRPr="008E7459" w:rsidRDefault="00F052CE" w:rsidP="00C21869">
            <w:pPr>
              <w:rPr>
                <w:rFonts w:ascii="Arial" w:hAnsi="Arial" w:cs="Arial"/>
                <w:b/>
                <w:sz w:val="20"/>
                <w:szCs w:val="20"/>
              </w:rPr>
            </w:pPr>
            <w:r w:rsidRPr="008E7459">
              <w:rPr>
                <w:rFonts w:ascii="Arial" w:hAnsi="Arial" w:cs="Arial"/>
                <w:b/>
                <w:sz w:val="20"/>
                <w:szCs w:val="20"/>
              </w:rPr>
              <w:t>Relevance</w:t>
            </w:r>
          </w:p>
          <w:p w:rsidR="00F052CE" w:rsidRPr="008E7459" w:rsidRDefault="00F052CE" w:rsidP="00C21869">
            <w:pPr>
              <w:rPr>
                <w:rFonts w:ascii="Arial" w:hAnsi="Arial" w:cs="Arial"/>
                <w:b/>
                <w:sz w:val="20"/>
                <w:szCs w:val="20"/>
              </w:rPr>
            </w:pPr>
          </w:p>
        </w:tc>
        <w:tc>
          <w:tcPr>
            <w:tcW w:w="6946" w:type="dxa"/>
            <w:shd w:val="clear" w:color="auto" w:fill="auto"/>
          </w:tcPr>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i/>
                <w:sz w:val="20"/>
                <w:szCs w:val="20"/>
              </w:rPr>
              <w:t>Level of Geography</w:t>
            </w:r>
            <w:r w:rsidRPr="008E7459">
              <w:rPr>
                <w:rFonts w:ascii="Arial" w:hAnsi="Arial"/>
                <w:sz w:val="20"/>
                <w:szCs w:val="20"/>
              </w:rPr>
              <w:t xml:space="preserve">: State/Territory, Metropolitan, Regional, </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sz w:val="20"/>
                <w:szCs w:val="20"/>
              </w:rPr>
              <w:t>Rural and Remote</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i/>
                <w:sz w:val="20"/>
                <w:szCs w:val="20"/>
              </w:rPr>
              <w:t>Data Completeness</w:t>
            </w:r>
            <w:r w:rsidRPr="008E7459">
              <w:rPr>
                <w:rFonts w:ascii="Arial" w:hAnsi="Arial"/>
                <w:sz w:val="20"/>
                <w:szCs w:val="20"/>
              </w:rPr>
              <w:t>: All data are available from this data source.</w:t>
            </w:r>
            <w:r w:rsidR="00FA4A7A" w:rsidRPr="008E7459">
              <w:rPr>
                <w:rFonts w:ascii="Arial" w:hAnsi="Arial"/>
                <w:sz w:val="20"/>
                <w:szCs w:val="20"/>
              </w:rPr>
              <w:t xml:space="preserve"> </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i/>
                <w:sz w:val="20"/>
                <w:szCs w:val="20"/>
              </w:rPr>
              <w:t>Indigenous Statistics</w:t>
            </w:r>
            <w:r w:rsidRPr="008E7459">
              <w:rPr>
                <w:rFonts w:ascii="Arial" w:hAnsi="Arial"/>
                <w:sz w:val="20"/>
                <w:szCs w:val="20"/>
              </w:rPr>
              <w:t>: Indigenous status is obtained from students.</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i/>
                <w:sz w:val="20"/>
                <w:szCs w:val="20"/>
              </w:rPr>
              <w:t>Socioeconomic status data</w:t>
            </w:r>
            <w:r w:rsidRPr="008E7459">
              <w:rPr>
                <w:rFonts w:ascii="Arial" w:hAnsi="Arial"/>
                <w:sz w:val="20"/>
                <w:szCs w:val="20"/>
              </w:rPr>
              <w:t xml:space="preserve">: Socioeconomic status is available at </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sz w:val="20"/>
                <w:szCs w:val="20"/>
              </w:rPr>
              <w:t>all data levels.</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i/>
                <w:sz w:val="20"/>
                <w:szCs w:val="20"/>
              </w:rPr>
              <w:t>Numerator/Denominator Source</w:t>
            </w:r>
            <w:r w:rsidRPr="008E7459">
              <w:rPr>
                <w:rFonts w:ascii="Arial" w:hAnsi="Arial"/>
                <w:sz w:val="20"/>
                <w:szCs w:val="20"/>
              </w:rPr>
              <w:t>: Yes.</w:t>
            </w:r>
          </w:p>
          <w:p w:rsidR="00F052CE" w:rsidRPr="008E7459" w:rsidRDefault="00F052CE" w:rsidP="003A3E0B">
            <w:pPr>
              <w:jc w:val="both"/>
              <w:rPr>
                <w:sz w:val="24"/>
              </w:rPr>
            </w:pPr>
          </w:p>
        </w:tc>
      </w:tr>
      <w:tr w:rsidR="00644BCF" w:rsidRPr="008E7459" w:rsidTr="00BC05F5">
        <w:trPr>
          <w:cantSplit/>
        </w:trPr>
        <w:tc>
          <w:tcPr>
            <w:tcW w:w="1984" w:type="dxa"/>
            <w:shd w:val="clear" w:color="auto" w:fill="auto"/>
          </w:tcPr>
          <w:p w:rsidR="00F052CE" w:rsidRPr="008E7459" w:rsidRDefault="00F052CE" w:rsidP="00C21869">
            <w:pPr>
              <w:rPr>
                <w:rFonts w:ascii="Arial" w:hAnsi="Arial" w:cs="Arial"/>
                <w:b/>
                <w:sz w:val="20"/>
                <w:szCs w:val="20"/>
              </w:rPr>
            </w:pPr>
            <w:r w:rsidRPr="008E7459">
              <w:rPr>
                <w:rFonts w:ascii="Arial" w:hAnsi="Arial" w:cs="Arial"/>
                <w:b/>
                <w:sz w:val="20"/>
                <w:szCs w:val="20"/>
              </w:rPr>
              <w:t>Timeliness</w:t>
            </w:r>
          </w:p>
          <w:p w:rsidR="00F052CE" w:rsidRPr="008E7459" w:rsidRDefault="00F052CE" w:rsidP="00C21869">
            <w:pPr>
              <w:rPr>
                <w:rFonts w:ascii="Arial" w:hAnsi="Arial" w:cs="Arial"/>
                <w:b/>
                <w:sz w:val="20"/>
                <w:szCs w:val="20"/>
              </w:rPr>
            </w:pPr>
          </w:p>
        </w:tc>
        <w:tc>
          <w:tcPr>
            <w:tcW w:w="6946" w:type="dxa"/>
            <w:shd w:val="clear" w:color="auto" w:fill="auto"/>
          </w:tcPr>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i/>
                <w:sz w:val="20"/>
                <w:szCs w:val="20"/>
              </w:rPr>
              <w:t>Collection interval/s</w:t>
            </w:r>
            <w:r w:rsidRPr="008E7459">
              <w:rPr>
                <w:rFonts w:ascii="Arial" w:hAnsi="Arial"/>
                <w:sz w:val="20"/>
                <w:szCs w:val="20"/>
              </w:rPr>
              <w:t>: every 4 years</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i/>
                <w:sz w:val="20"/>
                <w:szCs w:val="20"/>
              </w:rPr>
              <w:t>Data</w:t>
            </w:r>
            <w:r w:rsidRPr="008E7459">
              <w:rPr>
                <w:rFonts w:ascii="Arial" w:hAnsi="Arial"/>
                <w:sz w:val="20"/>
                <w:szCs w:val="20"/>
              </w:rPr>
              <w:t xml:space="preserve"> </w:t>
            </w:r>
            <w:r w:rsidRPr="008E7459">
              <w:rPr>
                <w:rFonts w:ascii="Arial" w:hAnsi="Arial"/>
                <w:i/>
                <w:sz w:val="20"/>
                <w:szCs w:val="20"/>
              </w:rPr>
              <w:t>available</w:t>
            </w:r>
            <w:r w:rsidRPr="008E7459">
              <w:rPr>
                <w:rFonts w:ascii="Arial" w:hAnsi="Arial"/>
                <w:sz w:val="20"/>
                <w:szCs w:val="20"/>
              </w:rPr>
              <w:t>: December 2011</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i/>
                <w:sz w:val="20"/>
                <w:szCs w:val="20"/>
              </w:rPr>
              <w:t>Referenced</w:t>
            </w:r>
            <w:r w:rsidRPr="008E7459">
              <w:rPr>
                <w:rFonts w:ascii="Arial" w:hAnsi="Arial"/>
                <w:sz w:val="20"/>
                <w:szCs w:val="20"/>
              </w:rPr>
              <w:t xml:space="preserve"> </w:t>
            </w:r>
            <w:r w:rsidRPr="008E7459">
              <w:rPr>
                <w:rFonts w:ascii="Arial" w:hAnsi="Arial"/>
                <w:i/>
                <w:sz w:val="20"/>
                <w:szCs w:val="20"/>
              </w:rPr>
              <w:t>Period</w:t>
            </w:r>
            <w:r w:rsidRPr="008E7459">
              <w:rPr>
                <w:rFonts w:ascii="Arial" w:hAnsi="Arial"/>
                <w:sz w:val="20"/>
                <w:szCs w:val="20"/>
              </w:rPr>
              <w:t xml:space="preserve">: The data are collected during the 2010 </w:t>
            </w:r>
          </w:p>
          <w:p w:rsidR="00F052CE" w:rsidRPr="008E7459" w:rsidRDefault="00F052CE" w:rsidP="003A3E0B">
            <w:pPr>
              <w:widowControl w:val="0"/>
              <w:autoSpaceDE w:val="0"/>
              <w:autoSpaceDN w:val="0"/>
              <w:adjustRightInd w:val="0"/>
              <w:ind w:right="-1827"/>
              <w:jc w:val="both"/>
              <w:rPr>
                <w:rFonts w:ascii="Arial" w:hAnsi="Arial"/>
                <w:sz w:val="20"/>
                <w:szCs w:val="20"/>
              </w:rPr>
            </w:pPr>
            <w:r w:rsidRPr="008E7459">
              <w:rPr>
                <w:rFonts w:ascii="Arial" w:hAnsi="Arial"/>
                <w:sz w:val="20"/>
                <w:szCs w:val="20"/>
              </w:rPr>
              <w:t>school year.</w:t>
            </w:r>
          </w:p>
          <w:p w:rsidR="00F052CE" w:rsidRPr="008E7459" w:rsidRDefault="003F5F95" w:rsidP="003A3E0B">
            <w:pPr>
              <w:widowControl w:val="0"/>
              <w:autoSpaceDE w:val="0"/>
              <w:autoSpaceDN w:val="0"/>
              <w:adjustRightInd w:val="0"/>
              <w:spacing w:line="240" w:lineRule="atLeast"/>
              <w:ind w:right="-1827"/>
              <w:jc w:val="both"/>
              <w:rPr>
                <w:rFonts w:ascii="Arial" w:hAnsi="Arial"/>
                <w:sz w:val="20"/>
                <w:szCs w:val="20"/>
              </w:rPr>
            </w:pPr>
            <w:r w:rsidRPr="008E7459">
              <w:rPr>
                <w:rFonts w:ascii="Arial" w:hAnsi="Arial"/>
                <w:sz w:val="20"/>
                <w:szCs w:val="20"/>
              </w:rPr>
              <w:t>S</w:t>
            </w:r>
            <w:r w:rsidR="00F052CE" w:rsidRPr="008E7459">
              <w:rPr>
                <w:rFonts w:ascii="Arial" w:hAnsi="Arial"/>
                <w:sz w:val="20"/>
                <w:szCs w:val="20"/>
              </w:rPr>
              <w:t>ingle data source only</w:t>
            </w:r>
            <w:r w:rsidRPr="008E7459">
              <w:rPr>
                <w:rFonts w:ascii="Arial" w:hAnsi="Arial"/>
                <w:sz w:val="20"/>
                <w:szCs w:val="20"/>
              </w:rPr>
              <w:t xml:space="preserve">. </w:t>
            </w:r>
          </w:p>
          <w:p w:rsidR="00F052CE" w:rsidRPr="008E7459" w:rsidRDefault="003F5F95" w:rsidP="003A3E0B">
            <w:pPr>
              <w:widowControl w:val="0"/>
              <w:autoSpaceDE w:val="0"/>
              <w:autoSpaceDN w:val="0"/>
              <w:adjustRightInd w:val="0"/>
              <w:spacing w:line="240" w:lineRule="atLeast"/>
              <w:ind w:right="-1827"/>
              <w:jc w:val="both"/>
              <w:rPr>
                <w:rFonts w:ascii="Arial" w:hAnsi="Arial"/>
                <w:sz w:val="20"/>
                <w:szCs w:val="20"/>
              </w:rPr>
            </w:pPr>
            <w:r w:rsidRPr="008E7459">
              <w:rPr>
                <w:rFonts w:ascii="Arial" w:hAnsi="Arial"/>
                <w:sz w:val="20"/>
                <w:szCs w:val="20"/>
              </w:rPr>
              <w:t>N</w:t>
            </w:r>
            <w:r w:rsidR="00F052CE" w:rsidRPr="008E7459">
              <w:rPr>
                <w:rFonts w:ascii="Arial" w:hAnsi="Arial"/>
                <w:sz w:val="20"/>
                <w:szCs w:val="20"/>
              </w:rPr>
              <w:t xml:space="preserve">o other less frequent data sources that contain more detailed </w:t>
            </w:r>
            <w:r w:rsidRPr="008E7459">
              <w:rPr>
                <w:rFonts w:ascii="Arial" w:hAnsi="Arial"/>
                <w:sz w:val="20"/>
                <w:szCs w:val="20"/>
              </w:rPr>
              <w:t>.</w:t>
            </w:r>
          </w:p>
          <w:p w:rsidR="00F052CE" w:rsidRPr="008E7459" w:rsidRDefault="003F5F95" w:rsidP="003A3E0B">
            <w:pPr>
              <w:widowControl w:val="0"/>
              <w:autoSpaceDE w:val="0"/>
              <w:autoSpaceDN w:val="0"/>
              <w:adjustRightInd w:val="0"/>
              <w:spacing w:line="240" w:lineRule="atLeast"/>
              <w:ind w:right="-1827"/>
              <w:jc w:val="both"/>
              <w:rPr>
                <w:rFonts w:ascii="Arial" w:hAnsi="Arial"/>
                <w:sz w:val="20"/>
                <w:szCs w:val="20"/>
              </w:rPr>
            </w:pPr>
            <w:r w:rsidRPr="008E7459">
              <w:rPr>
                <w:rFonts w:ascii="Arial" w:hAnsi="Arial"/>
                <w:sz w:val="20"/>
                <w:szCs w:val="20"/>
              </w:rPr>
              <w:t>D</w:t>
            </w:r>
            <w:r w:rsidR="00F052CE" w:rsidRPr="008E7459">
              <w:rPr>
                <w:rFonts w:ascii="Arial" w:hAnsi="Arial"/>
                <w:sz w:val="20"/>
                <w:szCs w:val="20"/>
              </w:rPr>
              <w:t xml:space="preserve">ata can be used in other reporting years </w:t>
            </w:r>
            <w:r w:rsidRPr="008E7459">
              <w:rPr>
                <w:rFonts w:ascii="Arial" w:hAnsi="Arial"/>
                <w:sz w:val="20"/>
                <w:szCs w:val="20"/>
              </w:rPr>
              <w:t>.</w:t>
            </w:r>
          </w:p>
          <w:p w:rsidR="00F052CE" w:rsidRPr="008E7459" w:rsidRDefault="00F052CE" w:rsidP="003A3E0B">
            <w:pPr>
              <w:jc w:val="both"/>
              <w:rPr>
                <w:rFonts w:ascii="Arial" w:hAnsi="Arial"/>
                <w:sz w:val="20"/>
                <w:szCs w:val="20"/>
              </w:rPr>
            </w:pPr>
          </w:p>
        </w:tc>
      </w:tr>
      <w:tr w:rsidR="00644BCF" w:rsidRPr="008E7459" w:rsidTr="00BC05F5">
        <w:trPr>
          <w:cantSplit/>
        </w:trPr>
        <w:tc>
          <w:tcPr>
            <w:tcW w:w="1984" w:type="dxa"/>
            <w:shd w:val="clear" w:color="auto" w:fill="auto"/>
          </w:tcPr>
          <w:p w:rsidR="00F052CE" w:rsidRPr="008E7459" w:rsidRDefault="00F052CE" w:rsidP="00C21869">
            <w:pPr>
              <w:rPr>
                <w:rFonts w:ascii="Arial" w:hAnsi="Arial" w:cs="Arial"/>
                <w:b/>
                <w:sz w:val="20"/>
                <w:szCs w:val="20"/>
              </w:rPr>
            </w:pPr>
            <w:r w:rsidRPr="008E7459">
              <w:rPr>
                <w:rFonts w:ascii="Arial" w:hAnsi="Arial" w:cs="Arial"/>
                <w:b/>
                <w:sz w:val="20"/>
                <w:szCs w:val="20"/>
              </w:rPr>
              <w:lastRenderedPageBreak/>
              <w:t>Accuracy</w:t>
            </w:r>
          </w:p>
          <w:p w:rsidR="00F052CE" w:rsidRPr="008E7459" w:rsidRDefault="00F052CE" w:rsidP="00C21869">
            <w:pPr>
              <w:rPr>
                <w:rFonts w:ascii="Arial" w:hAnsi="Arial" w:cs="Arial"/>
                <w:b/>
                <w:sz w:val="20"/>
                <w:szCs w:val="20"/>
              </w:rPr>
            </w:pPr>
          </w:p>
        </w:tc>
        <w:tc>
          <w:tcPr>
            <w:tcW w:w="6946" w:type="dxa"/>
            <w:shd w:val="clear" w:color="auto" w:fill="auto"/>
          </w:tcPr>
          <w:p w:rsidR="00F052CE" w:rsidRPr="008E7459" w:rsidRDefault="00F052CE" w:rsidP="003A3E0B">
            <w:pPr>
              <w:pStyle w:val="TableBodyText"/>
              <w:jc w:val="both"/>
              <w:rPr>
                <w:i/>
              </w:rPr>
            </w:pPr>
            <w:r w:rsidRPr="008E7459">
              <w:rPr>
                <w:i/>
              </w:rPr>
              <w:t>Method</w:t>
            </w:r>
            <w:r w:rsidRPr="008E7459">
              <w:t xml:space="preserve"> </w:t>
            </w:r>
            <w:r w:rsidRPr="008E7459">
              <w:rPr>
                <w:i/>
              </w:rPr>
              <w:t xml:space="preserve">of Collection: </w:t>
            </w:r>
            <w:r w:rsidRPr="008E7459">
              <w:t>The test and questionnaires are administered to selected classes by teachers at the school who are not teachers of the selected students.</w:t>
            </w:r>
          </w:p>
          <w:p w:rsidR="00F052CE" w:rsidRPr="008E7459" w:rsidRDefault="00F052CE" w:rsidP="003A3E0B">
            <w:pPr>
              <w:pStyle w:val="TableBodyText"/>
              <w:jc w:val="both"/>
              <w:rPr>
                <w:i/>
              </w:rPr>
            </w:pPr>
            <w:r w:rsidRPr="008E7459">
              <w:rPr>
                <w:i/>
              </w:rPr>
              <w:t xml:space="preserve">Data Adjustments: </w:t>
            </w:r>
            <w:r w:rsidRPr="008E7459">
              <w:t>data are weighted only</w:t>
            </w:r>
            <w:r w:rsidR="003F5F95" w:rsidRPr="008E7459">
              <w:t>.</w:t>
            </w:r>
          </w:p>
          <w:p w:rsidR="00F052CE" w:rsidRPr="008E7459" w:rsidRDefault="00F052CE" w:rsidP="003A3E0B">
            <w:pPr>
              <w:pStyle w:val="TableBodyText"/>
              <w:jc w:val="both"/>
              <w:rPr>
                <w:i/>
              </w:rPr>
            </w:pPr>
            <w:r w:rsidRPr="008E7459">
              <w:rPr>
                <w:i/>
              </w:rPr>
              <w:t xml:space="preserve">Sample/Collection size: </w:t>
            </w:r>
            <w:r w:rsidRPr="008E7459">
              <w:t>The TIMSS and PIRLS sample is about 3</w:t>
            </w:r>
            <w:r w:rsidR="00DE694D" w:rsidRPr="008E7459">
              <w:t> </w:t>
            </w:r>
            <w:r w:rsidRPr="008E7459">
              <w:t>000 students at Year 4</w:t>
            </w:r>
            <w:r w:rsidR="00FD0A40" w:rsidRPr="008E7459">
              <w:t xml:space="preserve"> </w:t>
            </w:r>
            <w:r w:rsidRPr="008E7459">
              <w:t>and the TIMSS sample 7</w:t>
            </w:r>
            <w:r w:rsidR="00DE694D" w:rsidRPr="008E7459">
              <w:t> </w:t>
            </w:r>
            <w:r w:rsidRPr="008E7459">
              <w:t>500 students at Year 8.</w:t>
            </w:r>
          </w:p>
          <w:p w:rsidR="00F052CE" w:rsidRPr="008E7459" w:rsidRDefault="00F052CE" w:rsidP="003A3E0B">
            <w:pPr>
              <w:pStyle w:val="TableBodyText"/>
              <w:jc w:val="both"/>
              <w:rPr>
                <w:i/>
              </w:rPr>
            </w:pPr>
            <w:r w:rsidRPr="008E7459">
              <w:rPr>
                <w:i/>
              </w:rPr>
              <w:t xml:space="preserve">Response rate: </w:t>
            </w:r>
            <w:r w:rsidRPr="008E7459">
              <w:t>Student response rate is about 95</w:t>
            </w:r>
            <w:r w:rsidR="0026685B" w:rsidRPr="008E7459">
              <w:t xml:space="preserve"> </w:t>
            </w:r>
            <w:r w:rsidR="008921A5" w:rsidRPr="008E7459">
              <w:t>per cent</w:t>
            </w:r>
            <w:r w:rsidR="003F5F95" w:rsidRPr="008E7459">
              <w:t>.</w:t>
            </w:r>
          </w:p>
          <w:p w:rsidR="00F052CE" w:rsidRPr="008E7459" w:rsidRDefault="00F052CE" w:rsidP="003A3E0B">
            <w:pPr>
              <w:pStyle w:val="TableBodyText"/>
              <w:jc w:val="both"/>
              <w:rPr>
                <w:i/>
              </w:rPr>
            </w:pPr>
            <w:r w:rsidRPr="008E7459">
              <w:rPr>
                <w:i/>
              </w:rPr>
              <w:t xml:space="preserve">Standard Errors: </w:t>
            </w:r>
            <w:r w:rsidRPr="008E7459">
              <w:t>These vary but are included in tables where required</w:t>
            </w:r>
            <w:r w:rsidR="003F5F95" w:rsidRPr="008E7459">
              <w:t>.</w:t>
            </w:r>
          </w:p>
          <w:p w:rsidR="00F052CE" w:rsidRPr="008E7459" w:rsidRDefault="00F052CE" w:rsidP="003A3E0B">
            <w:pPr>
              <w:pStyle w:val="TableBodyText"/>
              <w:jc w:val="both"/>
              <w:rPr>
                <w:i/>
              </w:rPr>
            </w:pPr>
          </w:p>
          <w:p w:rsidR="00F052CE" w:rsidRPr="008E7459" w:rsidRDefault="00F052CE" w:rsidP="003A3E0B">
            <w:pPr>
              <w:pStyle w:val="TableBodyText"/>
              <w:jc w:val="both"/>
            </w:pPr>
            <w:r w:rsidRPr="008E7459">
              <w:t>Data are test achievement data.</w:t>
            </w:r>
          </w:p>
          <w:p w:rsidR="00F052CE" w:rsidRPr="008E7459" w:rsidRDefault="00F052CE" w:rsidP="003A3E0B">
            <w:pPr>
              <w:pStyle w:val="TableBodyText"/>
              <w:jc w:val="both"/>
            </w:pPr>
            <w:r w:rsidRPr="008E7459">
              <w:t>T</w:t>
            </w:r>
            <w:r w:rsidR="003F5F95" w:rsidRPr="008E7459">
              <w:t>here</w:t>
            </w:r>
            <w:r w:rsidRPr="008E7459">
              <w:t xml:space="preserve"> are no particular data tables for the performance indicator that </w:t>
            </w:r>
            <w:r w:rsidR="003F5F95" w:rsidRPr="008E7459">
              <w:br/>
            </w:r>
            <w:r w:rsidRPr="008E7459">
              <w:t>require more</w:t>
            </w:r>
            <w:r w:rsidR="009F5E85" w:rsidRPr="008E7459">
              <w:t xml:space="preserve"> </w:t>
            </w:r>
            <w:r w:rsidRPr="008E7459">
              <w:t>detailed information or explanation.</w:t>
            </w:r>
          </w:p>
          <w:p w:rsidR="00F052CE" w:rsidRPr="008E7459" w:rsidRDefault="00F052CE" w:rsidP="003A3E0B">
            <w:pPr>
              <w:pStyle w:val="TableBodyText"/>
              <w:jc w:val="both"/>
            </w:pPr>
            <w:r w:rsidRPr="008E7459">
              <w:t>There are no external factors that may impact on the consistency of the data for the performance indicator</w:t>
            </w:r>
            <w:r w:rsidRPr="008E7459">
              <w:rPr>
                <w:i/>
              </w:rPr>
              <w:t>.</w:t>
            </w:r>
          </w:p>
          <w:p w:rsidR="00F052CE" w:rsidRPr="008E7459" w:rsidRDefault="00F052CE" w:rsidP="003A3E0B">
            <w:pPr>
              <w:pStyle w:val="TableBodyText"/>
              <w:jc w:val="both"/>
            </w:pPr>
            <w:r w:rsidRPr="008E7459">
              <w:t>T</w:t>
            </w:r>
            <w:r w:rsidR="0058038B" w:rsidRPr="008E7459">
              <w:t>here are no revisions expected.</w:t>
            </w:r>
          </w:p>
        </w:tc>
      </w:tr>
      <w:tr w:rsidR="00644BCF" w:rsidRPr="008E7459" w:rsidTr="00BC05F5">
        <w:trPr>
          <w:cantSplit/>
        </w:trPr>
        <w:tc>
          <w:tcPr>
            <w:tcW w:w="1984" w:type="dxa"/>
            <w:shd w:val="clear" w:color="auto" w:fill="auto"/>
          </w:tcPr>
          <w:p w:rsidR="00F052CE" w:rsidRPr="008E7459" w:rsidRDefault="00F052CE" w:rsidP="00C21869">
            <w:pPr>
              <w:rPr>
                <w:rFonts w:ascii="Arial" w:hAnsi="Arial" w:cs="Arial"/>
                <w:b/>
                <w:sz w:val="20"/>
                <w:szCs w:val="20"/>
              </w:rPr>
            </w:pPr>
            <w:r w:rsidRPr="008E7459">
              <w:rPr>
                <w:rFonts w:ascii="Arial" w:hAnsi="Arial" w:cs="Arial"/>
                <w:b/>
                <w:sz w:val="20"/>
                <w:szCs w:val="20"/>
              </w:rPr>
              <w:t>Coherence</w:t>
            </w:r>
          </w:p>
          <w:p w:rsidR="00F052CE" w:rsidRPr="008E7459" w:rsidRDefault="00F052CE" w:rsidP="00C21869">
            <w:pPr>
              <w:rPr>
                <w:rFonts w:ascii="Arial" w:hAnsi="Arial" w:cs="Arial"/>
                <w:b/>
                <w:sz w:val="20"/>
                <w:szCs w:val="20"/>
              </w:rPr>
            </w:pPr>
          </w:p>
        </w:tc>
        <w:tc>
          <w:tcPr>
            <w:tcW w:w="6946" w:type="dxa"/>
            <w:shd w:val="clear" w:color="auto" w:fill="auto"/>
          </w:tcPr>
          <w:p w:rsidR="00F052CE" w:rsidRPr="008E7459" w:rsidRDefault="00F052CE" w:rsidP="003A3E0B">
            <w:pPr>
              <w:jc w:val="both"/>
              <w:rPr>
                <w:rFonts w:ascii="Arial" w:hAnsi="Arial"/>
                <w:sz w:val="20"/>
                <w:szCs w:val="20"/>
              </w:rPr>
            </w:pPr>
            <w:r w:rsidRPr="008E7459">
              <w:rPr>
                <w:rFonts w:ascii="Arial" w:hAnsi="Arial"/>
                <w:sz w:val="20"/>
                <w:szCs w:val="20"/>
              </w:rPr>
              <w:t>The data are internally consistent.</w:t>
            </w:r>
          </w:p>
          <w:p w:rsidR="00F052CE" w:rsidRPr="008E7459" w:rsidRDefault="00F052CE" w:rsidP="003A3E0B">
            <w:pPr>
              <w:jc w:val="both"/>
              <w:rPr>
                <w:rFonts w:ascii="Arial" w:hAnsi="Arial"/>
                <w:sz w:val="20"/>
                <w:szCs w:val="20"/>
              </w:rPr>
            </w:pPr>
            <w:r w:rsidRPr="008E7459">
              <w:rPr>
                <w:rFonts w:ascii="Arial" w:hAnsi="Arial"/>
                <w:sz w:val="20"/>
                <w:szCs w:val="20"/>
              </w:rPr>
              <w:t>The numerator and denominator are compiled from a single source.</w:t>
            </w:r>
          </w:p>
          <w:p w:rsidR="00F052CE" w:rsidRPr="008E7459" w:rsidRDefault="00F052CE" w:rsidP="003A3E0B">
            <w:pPr>
              <w:jc w:val="both"/>
              <w:rPr>
                <w:rFonts w:ascii="Arial" w:hAnsi="Arial"/>
                <w:sz w:val="20"/>
                <w:szCs w:val="20"/>
              </w:rPr>
            </w:pPr>
            <w:r w:rsidRPr="008E7459">
              <w:rPr>
                <w:rFonts w:ascii="Arial" w:hAnsi="Arial"/>
                <w:sz w:val="20"/>
                <w:szCs w:val="20"/>
              </w:rPr>
              <w:t>The data are consistent with data supplied in previous reporting rounds.</w:t>
            </w:r>
          </w:p>
          <w:p w:rsidR="00F052CE" w:rsidRPr="008E7459" w:rsidRDefault="00F052CE" w:rsidP="003A3E0B">
            <w:pPr>
              <w:jc w:val="both"/>
              <w:rPr>
                <w:rFonts w:ascii="Arial" w:hAnsi="Arial"/>
                <w:sz w:val="20"/>
                <w:szCs w:val="20"/>
              </w:rPr>
            </w:pPr>
            <w:r w:rsidRPr="008E7459">
              <w:rPr>
                <w:rFonts w:ascii="Arial" w:hAnsi="Arial"/>
                <w:sz w:val="20"/>
                <w:szCs w:val="20"/>
              </w:rPr>
              <w:t>There have been no changes to the underlying data collection</w:t>
            </w:r>
            <w:r w:rsidR="009F5E85" w:rsidRPr="008E7459">
              <w:rPr>
                <w:rFonts w:ascii="Arial" w:hAnsi="Arial"/>
                <w:sz w:val="20"/>
                <w:szCs w:val="20"/>
              </w:rPr>
              <w:t>.</w:t>
            </w:r>
          </w:p>
          <w:p w:rsidR="00F052CE" w:rsidRPr="008E7459" w:rsidRDefault="00F052CE" w:rsidP="003A3E0B">
            <w:pPr>
              <w:jc w:val="both"/>
              <w:rPr>
                <w:rFonts w:ascii="Arial" w:hAnsi="Arial"/>
                <w:sz w:val="20"/>
                <w:szCs w:val="20"/>
              </w:rPr>
            </w:pPr>
            <w:r w:rsidRPr="008E7459">
              <w:rPr>
                <w:rFonts w:ascii="Arial" w:hAnsi="Arial"/>
                <w:sz w:val="20"/>
                <w:szCs w:val="20"/>
              </w:rPr>
              <w:t>No real world events have impacted on the data or its management.</w:t>
            </w:r>
          </w:p>
          <w:p w:rsidR="00F052CE" w:rsidRPr="008E7459" w:rsidRDefault="00F052CE" w:rsidP="003A3E0B">
            <w:pPr>
              <w:jc w:val="both"/>
              <w:rPr>
                <w:rFonts w:ascii="Arial" w:hAnsi="Arial"/>
                <w:sz w:val="20"/>
                <w:szCs w:val="20"/>
              </w:rPr>
            </w:pPr>
            <w:r w:rsidRPr="008E7459">
              <w:rPr>
                <w:rFonts w:ascii="Arial" w:hAnsi="Arial"/>
                <w:sz w:val="20"/>
                <w:szCs w:val="20"/>
              </w:rPr>
              <w:t>These data are not comparable with any other data sources.</w:t>
            </w:r>
            <w:r w:rsidR="00FA4A7A" w:rsidRPr="008E7459">
              <w:rPr>
                <w:rFonts w:ascii="Arial" w:hAnsi="Arial"/>
                <w:sz w:val="20"/>
                <w:szCs w:val="20"/>
              </w:rPr>
              <w:t xml:space="preserve"> </w:t>
            </w:r>
          </w:p>
        </w:tc>
      </w:tr>
      <w:tr w:rsidR="00644BCF" w:rsidRPr="008E7459" w:rsidTr="00BC05F5">
        <w:trPr>
          <w:cantSplit/>
        </w:trPr>
        <w:tc>
          <w:tcPr>
            <w:tcW w:w="1984" w:type="dxa"/>
            <w:shd w:val="clear" w:color="auto" w:fill="auto"/>
          </w:tcPr>
          <w:p w:rsidR="00F052CE" w:rsidRPr="008E7459" w:rsidRDefault="00F052CE" w:rsidP="00C21869">
            <w:pPr>
              <w:rPr>
                <w:rFonts w:ascii="Arial" w:hAnsi="Arial" w:cs="Arial"/>
                <w:b/>
                <w:sz w:val="20"/>
                <w:szCs w:val="20"/>
              </w:rPr>
            </w:pPr>
            <w:r w:rsidRPr="008E7459">
              <w:rPr>
                <w:rFonts w:ascii="Arial" w:hAnsi="Arial" w:cs="Arial"/>
                <w:b/>
                <w:sz w:val="20"/>
                <w:szCs w:val="20"/>
              </w:rPr>
              <w:t>Accessibility</w:t>
            </w:r>
          </w:p>
          <w:p w:rsidR="00F052CE" w:rsidRPr="008E7459" w:rsidRDefault="00F052CE" w:rsidP="00C21869">
            <w:pPr>
              <w:rPr>
                <w:rFonts w:ascii="Arial" w:hAnsi="Arial" w:cs="Arial"/>
                <w:b/>
                <w:sz w:val="20"/>
                <w:szCs w:val="20"/>
              </w:rPr>
            </w:pPr>
          </w:p>
        </w:tc>
        <w:tc>
          <w:tcPr>
            <w:tcW w:w="6946" w:type="dxa"/>
            <w:shd w:val="clear" w:color="auto" w:fill="auto"/>
          </w:tcPr>
          <w:p w:rsidR="00F052CE" w:rsidRPr="008E7459" w:rsidRDefault="00F052CE" w:rsidP="003A3E0B">
            <w:pPr>
              <w:jc w:val="both"/>
              <w:rPr>
                <w:rFonts w:ascii="Arial" w:hAnsi="Arial"/>
                <w:sz w:val="20"/>
                <w:szCs w:val="20"/>
              </w:rPr>
            </w:pPr>
            <w:r w:rsidRPr="008E7459">
              <w:rPr>
                <w:rFonts w:ascii="Arial" w:hAnsi="Arial"/>
                <w:sz w:val="20"/>
                <w:szCs w:val="20"/>
              </w:rPr>
              <w:t>All data are publicly available from www.acer.edu.au/timss</w:t>
            </w:r>
          </w:p>
        </w:tc>
      </w:tr>
      <w:tr w:rsidR="00644BCF" w:rsidRPr="008E7459" w:rsidTr="00BC05F5">
        <w:trPr>
          <w:cantSplit/>
        </w:trPr>
        <w:tc>
          <w:tcPr>
            <w:tcW w:w="1984" w:type="dxa"/>
            <w:shd w:val="clear" w:color="auto" w:fill="auto"/>
          </w:tcPr>
          <w:p w:rsidR="00F052CE" w:rsidRPr="008E7459" w:rsidRDefault="00F052CE" w:rsidP="00C21869">
            <w:pPr>
              <w:rPr>
                <w:rFonts w:ascii="Arial" w:hAnsi="Arial" w:cs="Arial"/>
                <w:b/>
                <w:sz w:val="20"/>
                <w:szCs w:val="20"/>
              </w:rPr>
            </w:pPr>
            <w:r w:rsidRPr="008E7459">
              <w:rPr>
                <w:rFonts w:ascii="Arial" w:hAnsi="Arial" w:cs="Arial"/>
                <w:b/>
                <w:sz w:val="20"/>
                <w:szCs w:val="20"/>
              </w:rPr>
              <w:t>Interpretability</w:t>
            </w:r>
          </w:p>
          <w:p w:rsidR="00F052CE" w:rsidRPr="008E7459" w:rsidRDefault="00F052CE" w:rsidP="00C21869">
            <w:pPr>
              <w:rPr>
                <w:rFonts w:ascii="Arial" w:hAnsi="Arial" w:cs="Arial"/>
                <w:b/>
                <w:sz w:val="20"/>
                <w:szCs w:val="20"/>
              </w:rPr>
            </w:pPr>
          </w:p>
        </w:tc>
        <w:tc>
          <w:tcPr>
            <w:tcW w:w="6946" w:type="dxa"/>
            <w:shd w:val="clear" w:color="auto" w:fill="auto"/>
          </w:tcPr>
          <w:p w:rsidR="00F052CE" w:rsidRPr="008E7459" w:rsidRDefault="00F052CE" w:rsidP="003A3E0B">
            <w:pPr>
              <w:jc w:val="both"/>
              <w:rPr>
                <w:rFonts w:ascii="Arial" w:hAnsi="Arial"/>
                <w:sz w:val="20"/>
                <w:szCs w:val="20"/>
              </w:rPr>
            </w:pPr>
            <w:r w:rsidRPr="008E7459">
              <w:rPr>
                <w:rFonts w:ascii="Arial" w:hAnsi="Arial"/>
                <w:sz w:val="20"/>
                <w:szCs w:val="20"/>
              </w:rPr>
              <w:t xml:space="preserve">All terms used in analysis are explained in the reports available from </w:t>
            </w:r>
            <w:hyperlink r:id="rId52" w:history="1">
              <w:r w:rsidRPr="008E7459">
                <w:rPr>
                  <w:rFonts w:ascii="Arial" w:hAnsi="Arial"/>
                  <w:sz w:val="20"/>
                  <w:szCs w:val="20"/>
                </w:rPr>
                <w:t>www.acer.edu.au/timss</w:t>
              </w:r>
            </w:hyperlink>
          </w:p>
          <w:p w:rsidR="00F052CE" w:rsidRPr="008E7459" w:rsidRDefault="00F052CE" w:rsidP="00AB7A6E">
            <w:pPr>
              <w:jc w:val="both"/>
              <w:rPr>
                <w:rFonts w:ascii="Arial" w:hAnsi="Arial"/>
                <w:sz w:val="20"/>
                <w:szCs w:val="20"/>
              </w:rPr>
            </w:pPr>
            <w:r w:rsidRPr="008E7459">
              <w:rPr>
                <w:rFonts w:ascii="Arial" w:hAnsi="Arial"/>
                <w:sz w:val="20"/>
                <w:szCs w:val="20"/>
              </w:rPr>
              <w:t>There are no ambiguous terms</w:t>
            </w:r>
          </w:p>
        </w:tc>
      </w:tr>
    </w:tbl>
    <w:p w:rsidR="00F052CE" w:rsidRPr="008E7459" w:rsidRDefault="00F052CE" w:rsidP="00F052CE">
      <w:pPr>
        <w:pStyle w:val="BodyText"/>
      </w:pPr>
    </w:p>
    <w:p w:rsidR="001436ED" w:rsidRPr="008E7459" w:rsidRDefault="001436ED" w:rsidP="00847A99">
      <w:pPr>
        <w:pStyle w:val="Heading3"/>
        <w:pageBreakBefore/>
        <w:spacing w:before="0" w:line="240" w:lineRule="auto"/>
      </w:pPr>
      <w:bookmarkStart w:id="44" w:name="_Ref357174254"/>
      <w:r w:rsidRPr="008E7459">
        <w:lastRenderedPageBreak/>
        <w:t xml:space="preserve">Data quality statement — </w:t>
      </w:r>
      <w:r w:rsidR="00AE0FF3" w:rsidRPr="008E7459">
        <w:t xml:space="preserve">Performance target (a), (b), (d) and </w:t>
      </w:r>
      <w:r w:rsidRPr="008E7459">
        <w:t xml:space="preserve">Indicator 4 </w:t>
      </w:r>
      <w:r w:rsidR="00C07B2C" w:rsidRPr="008E7459">
        <w:t xml:space="preserve">and 8 </w:t>
      </w:r>
      <w:r w:rsidRPr="008E7459">
        <w:t>—</w:t>
      </w:r>
      <w:r w:rsidR="007A2123" w:rsidRPr="008E7459">
        <w:t xml:space="preserve"> The proportion of young people aged 20–24 years who have completed Year 12 or equivalent or gained a qualification at AQF Certificate II/III level or above</w:t>
      </w:r>
      <w:r w:rsidR="00142977" w:rsidRPr="008E7459">
        <w:t xml:space="preserve"> (</w:t>
      </w:r>
      <w:r w:rsidR="008921A5" w:rsidRPr="008E7459">
        <w:t>Census</w:t>
      </w:r>
      <w:r w:rsidR="00142977" w:rsidRPr="008E7459">
        <w:t>)</w:t>
      </w:r>
      <w:bookmarkEnd w:id="44"/>
    </w:p>
    <w:p w:rsidR="00A81A7E" w:rsidRPr="008E7459" w:rsidRDefault="00A81A7E" w:rsidP="00A81A7E">
      <w:pPr>
        <w:pStyle w:val="BoxSpace"/>
      </w:pPr>
    </w:p>
    <w:tbl>
      <w:tblPr>
        <w:tblStyle w:val="TableGrid"/>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6913"/>
      </w:tblGrid>
      <w:tr w:rsidR="00644BCF" w:rsidRPr="008E7459" w:rsidTr="00BC05F5">
        <w:tc>
          <w:tcPr>
            <w:tcW w:w="1984" w:type="dxa"/>
          </w:tcPr>
          <w:p w:rsidR="007A2123" w:rsidRPr="008E7459" w:rsidRDefault="007A2123" w:rsidP="00A81A7E">
            <w:pPr>
              <w:pStyle w:val="TableBodyText"/>
              <w:jc w:val="left"/>
              <w:rPr>
                <w:b/>
              </w:rPr>
            </w:pPr>
            <w:r w:rsidRPr="008E7459">
              <w:rPr>
                <w:b/>
              </w:rPr>
              <w:t>Indicator</w:t>
            </w:r>
          </w:p>
        </w:tc>
        <w:tc>
          <w:tcPr>
            <w:tcW w:w="6913" w:type="dxa"/>
          </w:tcPr>
          <w:p w:rsidR="007A2123" w:rsidRPr="008E7459" w:rsidRDefault="007A2123" w:rsidP="003A3E0B">
            <w:pPr>
              <w:pStyle w:val="TableBodyText"/>
              <w:jc w:val="both"/>
              <w:rPr>
                <w:bCs/>
              </w:rPr>
            </w:pPr>
            <w:r w:rsidRPr="008E7459">
              <w:t>NEA 4 – The proportion of young people aged 20–24 years who have completed Year 12 or equivalent or gained a qualification at AQF Certificate II/III level or above.</w:t>
            </w:r>
            <w:r w:rsidRPr="008E7459">
              <w:rPr>
                <w:bCs/>
              </w:rPr>
              <w:t xml:space="preserve"> </w:t>
            </w:r>
          </w:p>
        </w:tc>
      </w:tr>
      <w:tr w:rsidR="00644BCF" w:rsidRPr="008E7459" w:rsidTr="00BC05F5">
        <w:tc>
          <w:tcPr>
            <w:tcW w:w="1984" w:type="dxa"/>
          </w:tcPr>
          <w:p w:rsidR="007A2123" w:rsidRPr="008E7459" w:rsidRDefault="00644BCF" w:rsidP="00A81A7E">
            <w:pPr>
              <w:pStyle w:val="TableBodyText"/>
              <w:jc w:val="left"/>
              <w:rPr>
                <w:b/>
              </w:rPr>
            </w:pPr>
            <w:r w:rsidRPr="008E7459">
              <w:rPr>
                <w:rFonts w:cs="Arial"/>
                <w:b/>
              </w:rPr>
              <w:t>Measure (computation)</w:t>
            </w:r>
          </w:p>
        </w:tc>
        <w:tc>
          <w:tcPr>
            <w:tcW w:w="6913" w:type="dxa"/>
          </w:tcPr>
          <w:p w:rsidR="007A2123" w:rsidRPr="008E7459" w:rsidRDefault="007A2123" w:rsidP="003A3E0B">
            <w:pPr>
              <w:pStyle w:val="Default"/>
              <w:spacing w:after="240"/>
              <w:jc w:val="both"/>
              <w:rPr>
                <w:rFonts w:cs="Times New Roman"/>
                <w:color w:val="auto"/>
                <w:sz w:val="20"/>
                <w:szCs w:val="20"/>
                <w:lang w:eastAsia="en-AU"/>
              </w:rPr>
            </w:pPr>
            <w:r w:rsidRPr="008E7459">
              <w:rPr>
                <w:rFonts w:cs="Times New Roman"/>
                <w:color w:val="auto"/>
                <w:sz w:val="20"/>
                <w:szCs w:val="20"/>
                <w:lang w:eastAsia="en-AU"/>
              </w:rPr>
              <w:t>Persons aged 20–24 years who have completed Year 12 (or equivalent) or attained a formal qualification at Certificate II/III level or above.</w:t>
            </w:r>
          </w:p>
          <w:p w:rsidR="007A2123" w:rsidRPr="008E7459" w:rsidRDefault="007A2123" w:rsidP="003A3E0B">
            <w:pPr>
              <w:pStyle w:val="Default"/>
              <w:jc w:val="both"/>
              <w:rPr>
                <w:rFonts w:cs="Times New Roman"/>
                <w:color w:val="auto"/>
                <w:sz w:val="20"/>
                <w:szCs w:val="20"/>
                <w:lang w:eastAsia="en-AU"/>
              </w:rPr>
            </w:pPr>
            <w:r w:rsidRPr="008E7459">
              <w:rPr>
                <w:rFonts w:cs="Times New Roman"/>
                <w:color w:val="auto"/>
                <w:sz w:val="20"/>
                <w:szCs w:val="20"/>
                <w:lang w:eastAsia="en-AU"/>
              </w:rPr>
              <w:t>Numerator:</w:t>
            </w:r>
          </w:p>
          <w:p w:rsidR="007A2123" w:rsidRPr="008E7459" w:rsidRDefault="007A2123" w:rsidP="003A3E0B">
            <w:pPr>
              <w:pStyle w:val="Default"/>
              <w:numPr>
                <w:ilvl w:val="0"/>
                <w:numId w:val="29"/>
              </w:numPr>
              <w:spacing w:after="240"/>
              <w:jc w:val="both"/>
              <w:rPr>
                <w:rFonts w:cs="Times New Roman"/>
                <w:color w:val="auto"/>
                <w:sz w:val="20"/>
                <w:szCs w:val="20"/>
                <w:lang w:eastAsia="en-AU"/>
              </w:rPr>
            </w:pPr>
            <w:r w:rsidRPr="008E7459">
              <w:rPr>
                <w:rFonts w:cs="Times New Roman"/>
                <w:color w:val="auto"/>
                <w:sz w:val="20"/>
                <w:szCs w:val="20"/>
                <w:lang w:eastAsia="en-AU"/>
              </w:rPr>
              <w:t>Number of persons aged 20–24 years who are identified as having completed Year 12 or equivalent, or attained a formal qualification at Certificate II level or above (includes Certificate I/II nfd, but excludes Certificate nfd).</w:t>
            </w:r>
          </w:p>
          <w:p w:rsidR="007A2123" w:rsidRPr="008E7459" w:rsidRDefault="007A2123" w:rsidP="003A3E0B">
            <w:pPr>
              <w:pStyle w:val="Default"/>
              <w:numPr>
                <w:ilvl w:val="0"/>
                <w:numId w:val="29"/>
              </w:numPr>
              <w:spacing w:after="240"/>
              <w:jc w:val="both"/>
              <w:rPr>
                <w:rFonts w:cs="Times New Roman"/>
                <w:color w:val="auto"/>
                <w:sz w:val="20"/>
                <w:szCs w:val="20"/>
                <w:lang w:eastAsia="en-AU"/>
              </w:rPr>
            </w:pPr>
            <w:r w:rsidRPr="008E7459">
              <w:rPr>
                <w:rFonts w:cs="Times New Roman"/>
                <w:color w:val="auto"/>
                <w:sz w:val="20"/>
                <w:szCs w:val="20"/>
                <w:lang w:eastAsia="en-AU"/>
              </w:rPr>
              <w:t>Number of persons aged 20–24 years who are identified as having completed Year 12 or equivalent, or attained a formal qualification at Certificate III level or above (excludes Certificate nfd).</w:t>
            </w:r>
          </w:p>
          <w:p w:rsidR="007A2123" w:rsidRPr="008E7459" w:rsidRDefault="007A2123" w:rsidP="003A3E0B">
            <w:pPr>
              <w:pStyle w:val="Default"/>
              <w:jc w:val="both"/>
              <w:rPr>
                <w:rFonts w:cs="Times New Roman"/>
                <w:color w:val="auto"/>
                <w:sz w:val="20"/>
                <w:szCs w:val="20"/>
                <w:lang w:eastAsia="en-AU"/>
              </w:rPr>
            </w:pPr>
            <w:r w:rsidRPr="008E7459">
              <w:rPr>
                <w:rFonts w:cs="Times New Roman"/>
                <w:color w:val="auto"/>
                <w:sz w:val="20"/>
                <w:szCs w:val="20"/>
                <w:lang w:eastAsia="en-AU"/>
              </w:rPr>
              <w:t>Denominator:</w:t>
            </w:r>
          </w:p>
          <w:p w:rsidR="007A2123" w:rsidRPr="008E7459" w:rsidRDefault="007A2123" w:rsidP="003A3E0B">
            <w:pPr>
              <w:pStyle w:val="Default"/>
              <w:spacing w:after="240"/>
              <w:jc w:val="both"/>
              <w:rPr>
                <w:rFonts w:cs="Times New Roman"/>
                <w:color w:val="auto"/>
                <w:sz w:val="20"/>
                <w:szCs w:val="20"/>
                <w:lang w:eastAsia="en-AU"/>
              </w:rPr>
            </w:pPr>
            <w:r w:rsidRPr="008E7459">
              <w:rPr>
                <w:rFonts w:cs="Times New Roman"/>
                <w:color w:val="auto"/>
                <w:sz w:val="20"/>
                <w:szCs w:val="20"/>
                <w:lang w:eastAsia="en-AU"/>
              </w:rPr>
              <w:t>Total population of persons aged 20–24 years.</w:t>
            </w:r>
          </w:p>
          <w:p w:rsidR="007A2123" w:rsidRPr="008E7459" w:rsidRDefault="007A2123" w:rsidP="003A3E0B">
            <w:pPr>
              <w:spacing w:after="240"/>
              <w:jc w:val="both"/>
            </w:pPr>
            <w:r w:rsidRPr="008E7459">
              <w:rPr>
                <w:rFonts w:ascii="Arial" w:hAnsi="Arial"/>
                <w:sz w:val="20"/>
                <w:szCs w:val="20"/>
              </w:rPr>
              <w:t xml:space="preserve">The </w:t>
            </w:r>
            <w:r w:rsidR="008921A5" w:rsidRPr="008E7459">
              <w:rPr>
                <w:rFonts w:ascii="Arial" w:hAnsi="Arial"/>
                <w:sz w:val="20"/>
                <w:szCs w:val="20"/>
              </w:rPr>
              <w:t>Census</w:t>
            </w:r>
            <w:r w:rsidRPr="008E7459">
              <w:rPr>
                <w:rFonts w:ascii="Arial" w:hAnsi="Arial"/>
                <w:sz w:val="20"/>
                <w:szCs w:val="20"/>
              </w:rPr>
              <w:t xml:space="preserve"> measure excludes people whose highest year of schooling or non</w:t>
            </w:r>
            <w:r w:rsidR="00DE694D" w:rsidRPr="008E7459">
              <w:rPr>
                <w:rFonts w:ascii="Arial" w:hAnsi="Arial"/>
                <w:sz w:val="20"/>
                <w:szCs w:val="20"/>
              </w:rPr>
              <w:noBreakHyphen/>
            </w:r>
            <w:r w:rsidRPr="008E7459">
              <w:rPr>
                <w:rFonts w:ascii="Arial" w:hAnsi="Arial"/>
                <w:sz w:val="20"/>
                <w:szCs w:val="20"/>
              </w:rPr>
              <w:t>school educational attainment is not stated or inadequately described if they failed to meet the indicator criteria for either variable.</w:t>
            </w:r>
            <w:r w:rsidRPr="008E7459">
              <w:t xml:space="preserve"> </w:t>
            </w:r>
          </w:p>
        </w:tc>
      </w:tr>
      <w:tr w:rsidR="00644BCF" w:rsidRPr="008E7459" w:rsidTr="00BC05F5">
        <w:tc>
          <w:tcPr>
            <w:tcW w:w="1984" w:type="dxa"/>
          </w:tcPr>
          <w:p w:rsidR="007A2123" w:rsidRPr="008E7459" w:rsidRDefault="00D3756A" w:rsidP="00A81A7E">
            <w:pPr>
              <w:pStyle w:val="TableBodyText"/>
              <w:jc w:val="left"/>
              <w:rPr>
                <w:b/>
              </w:rPr>
            </w:pPr>
            <w:r w:rsidRPr="008E7459">
              <w:rPr>
                <w:b/>
              </w:rPr>
              <w:t>Data s</w:t>
            </w:r>
            <w:r w:rsidR="007A2123" w:rsidRPr="008E7459">
              <w:rPr>
                <w:b/>
              </w:rPr>
              <w:t>ource</w:t>
            </w:r>
          </w:p>
        </w:tc>
        <w:tc>
          <w:tcPr>
            <w:tcW w:w="6913" w:type="dxa"/>
          </w:tcPr>
          <w:p w:rsidR="007A2123" w:rsidRPr="008E7459" w:rsidRDefault="007A2123" w:rsidP="003A3E0B">
            <w:pPr>
              <w:keepNext/>
              <w:keepLines/>
              <w:jc w:val="both"/>
              <w:rPr>
                <w:rFonts w:ascii="Arial" w:hAnsi="Arial"/>
                <w:sz w:val="20"/>
                <w:szCs w:val="20"/>
              </w:rPr>
            </w:pPr>
            <w:r w:rsidRPr="008E7459">
              <w:rPr>
                <w:rFonts w:ascii="Arial" w:hAnsi="Arial"/>
                <w:sz w:val="20"/>
                <w:szCs w:val="20"/>
              </w:rPr>
              <w:t>Numerator and denominator:</w:t>
            </w:r>
          </w:p>
          <w:p w:rsidR="007A2123" w:rsidRPr="008E7459" w:rsidRDefault="007A2123" w:rsidP="003A3E0B">
            <w:pPr>
              <w:keepNext/>
              <w:keepLines/>
              <w:spacing w:after="240"/>
              <w:jc w:val="both"/>
              <w:rPr>
                <w:rFonts w:ascii="Arial" w:hAnsi="Arial"/>
                <w:sz w:val="20"/>
                <w:szCs w:val="20"/>
              </w:rPr>
            </w:pPr>
            <w:r w:rsidRPr="008E7459">
              <w:rPr>
                <w:rFonts w:ascii="Arial" w:hAnsi="Arial"/>
                <w:sz w:val="20"/>
                <w:szCs w:val="20"/>
              </w:rPr>
              <w:t xml:space="preserve">ABS </w:t>
            </w:r>
            <w:r w:rsidR="008921A5" w:rsidRPr="008E7459">
              <w:rPr>
                <w:rFonts w:ascii="Arial" w:hAnsi="Arial"/>
                <w:sz w:val="20"/>
                <w:szCs w:val="20"/>
              </w:rPr>
              <w:t>Census</w:t>
            </w:r>
            <w:r w:rsidRPr="008E7459">
              <w:rPr>
                <w:rFonts w:ascii="Arial" w:hAnsi="Arial"/>
                <w:sz w:val="20"/>
                <w:szCs w:val="20"/>
              </w:rPr>
              <w:t xml:space="preserve"> of Population and Housing (</w:t>
            </w:r>
            <w:r w:rsidR="008921A5" w:rsidRPr="008E7459">
              <w:rPr>
                <w:rFonts w:ascii="Arial" w:hAnsi="Arial"/>
                <w:sz w:val="20"/>
                <w:szCs w:val="20"/>
              </w:rPr>
              <w:t>Census</w:t>
            </w:r>
            <w:r w:rsidRPr="008E7459">
              <w:rPr>
                <w:rFonts w:ascii="Arial" w:hAnsi="Arial"/>
                <w:sz w:val="20"/>
                <w:szCs w:val="20"/>
              </w:rPr>
              <w:t>). Data are available every five years.</w:t>
            </w:r>
          </w:p>
          <w:p w:rsidR="007A2123" w:rsidRPr="008E7459" w:rsidRDefault="007A2123" w:rsidP="003A3E0B">
            <w:pPr>
              <w:pStyle w:val="Default"/>
              <w:keepNext/>
              <w:keepLines/>
              <w:spacing w:after="240"/>
              <w:jc w:val="both"/>
              <w:rPr>
                <w:rFonts w:cs="Times New Roman"/>
                <w:color w:val="auto"/>
                <w:sz w:val="20"/>
                <w:szCs w:val="20"/>
                <w:lang w:eastAsia="en-AU"/>
              </w:rPr>
            </w:pPr>
            <w:r w:rsidRPr="008E7459">
              <w:rPr>
                <w:rFonts w:cs="Times New Roman"/>
                <w:color w:val="auto"/>
                <w:sz w:val="20"/>
                <w:szCs w:val="20"/>
                <w:lang w:eastAsia="en-AU"/>
              </w:rPr>
              <w:t xml:space="preserve">This DQS applies to NEA 4 measures based on 2011 </w:t>
            </w:r>
            <w:r w:rsidR="008921A5" w:rsidRPr="008E7459">
              <w:rPr>
                <w:rFonts w:cs="Times New Roman"/>
                <w:color w:val="auto"/>
                <w:sz w:val="20"/>
                <w:szCs w:val="20"/>
                <w:lang w:eastAsia="en-AU"/>
              </w:rPr>
              <w:t>Census</w:t>
            </w:r>
            <w:r w:rsidRPr="008E7459">
              <w:rPr>
                <w:rFonts w:cs="Times New Roman"/>
                <w:color w:val="auto"/>
                <w:sz w:val="20"/>
                <w:szCs w:val="20"/>
                <w:lang w:eastAsia="en-AU"/>
              </w:rPr>
              <w:t xml:space="preserve"> data.</w:t>
            </w:r>
          </w:p>
          <w:p w:rsidR="007A2123" w:rsidRPr="008E7459" w:rsidRDefault="007A2123" w:rsidP="003A3E0B">
            <w:pPr>
              <w:keepNext/>
              <w:keepLines/>
              <w:spacing w:after="240"/>
              <w:jc w:val="both"/>
            </w:pPr>
            <w:r w:rsidRPr="008E7459">
              <w:rPr>
                <w:rFonts w:ascii="Arial" w:hAnsi="Arial"/>
                <w:sz w:val="20"/>
                <w:szCs w:val="20"/>
              </w:rPr>
              <w:t>Data from the Survey of Education and Work (SEW) are provided annually to inform this measure at the national level. A separate DQS is provided for NEA 4 measures based on SEW data.</w:t>
            </w:r>
            <w:r w:rsidRPr="008E7459">
              <w:t xml:space="preserve"> </w:t>
            </w:r>
          </w:p>
        </w:tc>
      </w:tr>
      <w:tr w:rsidR="00644BCF" w:rsidRPr="008E7459" w:rsidTr="00BC05F5">
        <w:tc>
          <w:tcPr>
            <w:tcW w:w="1984" w:type="dxa"/>
          </w:tcPr>
          <w:p w:rsidR="007A2123" w:rsidRPr="008E7459" w:rsidRDefault="00D3756A" w:rsidP="00A81A7E">
            <w:pPr>
              <w:pStyle w:val="TableBodyText"/>
              <w:jc w:val="left"/>
              <w:rPr>
                <w:b/>
              </w:rPr>
            </w:pPr>
            <w:r w:rsidRPr="008E7459">
              <w:rPr>
                <w:b/>
              </w:rPr>
              <w:t>Institutional e</w:t>
            </w:r>
            <w:r w:rsidR="007A2123" w:rsidRPr="008E7459">
              <w:rPr>
                <w:b/>
              </w:rPr>
              <w:t>nvironment</w:t>
            </w:r>
          </w:p>
        </w:tc>
        <w:tc>
          <w:tcPr>
            <w:tcW w:w="6913" w:type="dxa"/>
          </w:tcPr>
          <w:p w:rsidR="007A2123" w:rsidRPr="008E7459" w:rsidRDefault="007A2123" w:rsidP="003A3E0B">
            <w:pPr>
              <w:keepNext/>
              <w:keepLines/>
              <w:spacing w:after="240"/>
              <w:jc w:val="both"/>
              <w:rPr>
                <w:rFonts w:ascii="Arial" w:hAnsi="Arial"/>
                <w:sz w:val="20"/>
                <w:szCs w:val="20"/>
              </w:rPr>
            </w:pPr>
            <w:r w:rsidRPr="008E7459">
              <w:rPr>
                <w:rFonts w:ascii="Arial" w:hAnsi="Arial"/>
                <w:sz w:val="20"/>
                <w:szCs w:val="20"/>
              </w:rPr>
              <w:t xml:space="preserve">The </w:t>
            </w:r>
            <w:r w:rsidR="008921A5" w:rsidRPr="008E7459">
              <w:rPr>
                <w:rFonts w:ascii="Arial" w:hAnsi="Arial"/>
                <w:sz w:val="20"/>
                <w:szCs w:val="20"/>
              </w:rPr>
              <w:t>Census</w:t>
            </w:r>
            <w:r w:rsidRPr="008E7459">
              <w:rPr>
                <w:rFonts w:ascii="Arial" w:hAnsi="Arial"/>
                <w:sz w:val="20"/>
                <w:szCs w:val="20"/>
              </w:rPr>
              <w:t xml:space="preserve"> and SEW are collected by the ABS under the </w:t>
            </w:r>
            <w:r w:rsidR="008921A5" w:rsidRPr="008E7459">
              <w:rPr>
                <w:rFonts w:ascii="Arial" w:hAnsi="Arial"/>
                <w:sz w:val="20"/>
                <w:szCs w:val="20"/>
              </w:rPr>
              <w:t>Census</w:t>
            </w:r>
            <w:r w:rsidR="00863CA2" w:rsidRPr="008E7459">
              <w:rPr>
                <w:rFonts w:ascii="Arial" w:hAnsi="Arial"/>
                <w:sz w:val="20"/>
                <w:szCs w:val="20"/>
              </w:rPr>
              <w:t xml:space="preserve"> and Statistics ACT </w:t>
            </w:r>
            <w:r w:rsidRPr="008E7459">
              <w:rPr>
                <w:rFonts w:ascii="Arial" w:hAnsi="Arial"/>
                <w:sz w:val="20"/>
                <w:szCs w:val="20"/>
              </w:rPr>
              <w:t>1905.</w:t>
            </w:r>
          </w:p>
          <w:p w:rsidR="007A2123" w:rsidRPr="008E7459" w:rsidRDefault="007A2123" w:rsidP="003A3E0B">
            <w:pPr>
              <w:keepNext/>
              <w:keepLines/>
              <w:spacing w:after="240"/>
              <w:jc w:val="both"/>
            </w:pPr>
            <w:r w:rsidRPr="008E7459">
              <w:rPr>
                <w:rFonts w:ascii="Arial" w:hAnsi="Arial"/>
                <w:sz w:val="20"/>
                <w:szCs w:val="20"/>
              </w:rPr>
              <w:t xml:space="preserve">For information on the institutional environment of the ABS, including the legislative obligations of the ABS, financing and government arrangements, and mechanisms for scrutiny of ABS operations, </w:t>
            </w:r>
            <w:r w:rsidRPr="008E7459">
              <w:rPr>
                <w:rFonts w:ascii="Arial" w:hAnsi="Arial" w:cs="Arial"/>
                <w:sz w:val="20"/>
                <w:szCs w:val="20"/>
              </w:rPr>
              <w:t xml:space="preserve">see </w:t>
            </w:r>
            <w:hyperlink r:id="rId53" w:history="1">
              <w:r w:rsidRPr="008E7459">
                <w:rPr>
                  <w:rStyle w:val="Hyperlink"/>
                  <w:rFonts w:ascii="Arial" w:hAnsi="Arial" w:cs="Arial"/>
                  <w:color w:val="auto"/>
                  <w:sz w:val="20"/>
                  <w:szCs w:val="20"/>
                </w:rPr>
                <w:t>ABS Institutional Environment</w:t>
              </w:r>
            </w:hyperlink>
            <w:r w:rsidRPr="008E7459">
              <w:rPr>
                <w:rStyle w:val="Hyperlink"/>
                <w:rFonts w:ascii="Arial" w:hAnsi="Arial" w:cs="Arial"/>
                <w:color w:val="auto"/>
                <w:sz w:val="20"/>
                <w:szCs w:val="20"/>
              </w:rPr>
              <w:t>.</w:t>
            </w:r>
          </w:p>
        </w:tc>
      </w:tr>
      <w:tr w:rsidR="00644BCF" w:rsidRPr="008E7459" w:rsidTr="00BC05F5">
        <w:tc>
          <w:tcPr>
            <w:tcW w:w="1984" w:type="dxa"/>
          </w:tcPr>
          <w:p w:rsidR="007A2123" w:rsidRPr="008E7459" w:rsidRDefault="007A2123" w:rsidP="00A81A7E">
            <w:pPr>
              <w:pStyle w:val="TableBodyText"/>
              <w:jc w:val="left"/>
              <w:rPr>
                <w:b/>
              </w:rPr>
            </w:pPr>
            <w:r w:rsidRPr="008E7459">
              <w:rPr>
                <w:b/>
              </w:rPr>
              <w:t>Relevance</w:t>
            </w:r>
          </w:p>
        </w:tc>
        <w:tc>
          <w:tcPr>
            <w:tcW w:w="6913" w:type="dxa"/>
          </w:tcPr>
          <w:p w:rsidR="007A2123" w:rsidRPr="008E7459" w:rsidRDefault="008921A5" w:rsidP="003A3E0B">
            <w:pPr>
              <w:keepNext/>
              <w:keepLines/>
              <w:spacing w:after="240"/>
              <w:jc w:val="both"/>
              <w:rPr>
                <w:rFonts w:ascii="Arial" w:hAnsi="Arial" w:cs="Arial"/>
                <w:sz w:val="20"/>
                <w:szCs w:val="20"/>
              </w:rPr>
            </w:pPr>
            <w:r w:rsidRPr="008E7459">
              <w:rPr>
                <w:rFonts w:ascii="Arial" w:hAnsi="Arial" w:cs="Arial"/>
                <w:sz w:val="20"/>
                <w:szCs w:val="20"/>
              </w:rPr>
              <w:t>Census</w:t>
            </w:r>
            <w:r w:rsidR="007A2123" w:rsidRPr="008E7459">
              <w:rPr>
                <w:rFonts w:ascii="Arial" w:hAnsi="Arial" w:cs="Arial"/>
                <w:sz w:val="20"/>
                <w:szCs w:val="20"/>
              </w:rPr>
              <w:t xml:space="preserve"> data are available by state/territory. </w:t>
            </w:r>
          </w:p>
          <w:p w:rsidR="007A2123" w:rsidRPr="008E7459" w:rsidRDefault="007A2123" w:rsidP="003A3E0B">
            <w:pPr>
              <w:keepNext/>
              <w:keepLines/>
              <w:spacing w:after="240"/>
              <w:jc w:val="both"/>
              <w:rPr>
                <w:rFonts w:ascii="Arial" w:hAnsi="Arial" w:cs="Arial"/>
                <w:sz w:val="20"/>
                <w:szCs w:val="20"/>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collects information on the highest year of school completed and highest level of non</w:t>
            </w:r>
            <w:r w:rsidR="00DE694D" w:rsidRPr="008E7459">
              <w:rPr>
                <w:rFonts w:ascii="Arial" w:hAnsi="Arial" w:cs="Arial"/>
                <w:sz w:val="20"/>
                <w:szCs w:val="20"/>
              </w:rPr>
              <w:noBreakHyphen/>
            </w:r>
            <w:r w:rsidRPr="008E7459">
              <w:rPr>
                <w:rFonts w:ascii="Arial" w:hAnsi="Arial" w:cs="Arial"/>
                <w:sz w:val="20"/>
                <w:szCs w:val="20"/>
              </w:rPr>
              <w:t xml:space="preserve">school qualification. The classification of qualifications used is the </w:t>
            </w:r>
            <w:hyperlink r:id="rId54" w:history="1">
              <w:r w:rsidRPr="008E7459">
                <w:rPr>
                  <w:rStyle w:val="Hyperlink"/>
                  <w:rFonts w:ascii="Arial" w:hAnsi="Arial" w:cs="Arial"/>
                  <w:color w:val="auto"/>
                  <w:sz w:val="20"/>
                  <w:szCs w:val="20"/>
                </w:rPr>
                <w:t>Australian Standard Classification of Education (ASCED) (cat. no. 1272.0).</w:t>
              </w:r>
            </w:hyperlink>
          </w:p>
          <w:p w:rsidR="007A2123" w:rsidRPr="008E7459" w:rsidRDefault="007A2123" w:rsidP="003A3E0B">
            <w:pPr>
              <w:keepNext/>
              <w:keepLines/>
              <w:spacing w:after="240"/>
              <w:jc w:val="both"/>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form may be completed by one household member on behalf of others in the household. While this is a standard methodology, answers </w:t>
            </w:r>
            <w:r w:rsidRPr="008E7459">
              <w:rPr>
                <w:rFonts w:ascii="Arial" w:hAnsi="Arial" w:cs="Arial"/>
                <w:sz w:val="20"/>
                <w:szCs w:val="20"/>
              </w:rPr>
              <w:lastRenderedPageBreak/>
              <w:t xml:space="preserve">to some questions may occasionally differ from those that would have been supplied had each person completed the </w:t>
            </w:r>
            <w:r w:rsidR="008921A5" w:rsidRPr="008E7459">
              <w:rPr>
                <w:rFonts w:ascii="Arial" w:hAnsi="Arial" w:cs="Arial"/>
                <w:sz w:val="20"/>
                <w:szCs w:val="20"/>
              </w:rPr>
              <w:t>Census</w:t>
            </w:r>
            <w:r w:rsidRPr="008E7459">
              <w:rPr>
                <w:rFonts w:ascii="Arial" w:hAnsi="Arial" w:cs="Arial"/>
                <w:sz w:val="20"/>
                <w:szCs w:val="20"/>
              </w:rPr>
              <w:t xml:space="preserve"> form themselves.</w:t>
            </w:r>
          </w:p>
        </w:tc>
      </w:tr>
      <w:tr w:rsidR="00644BCF" w:rsidRPr="008E7459" w:rsidTr="00BC05F5">
        <w:tc>
          <w:tcPr>
            <w:tcW w:w="1984" w:type="dxa"/>
          </w:tcPr>
          <w:p w:rsidR="007A2123" w:rsidRPr="008E7459" w:rsidRDefault="007A2123" w:rsidP="00A81A7E">
            <w:pPr>
              <w:pStyle w:val="TableBodyText"/>
              <w:jc w:val="left"/>
              <w:rPr>
                <w:b/>
              </w:rPr>
            </w:pPr>
            <w:r w:rsidRPr="008E7459">
              <w:rPr>
                <w:b/>
              </w:rPr>
              <w:lastRenderedPageBreak/>
              <w:t>Timeliness</w:t>
            </w:r>
          </w:p>
        </w:tc>
        <w:tc>
          <w:tcPr>
            <w:tcW w:w="6913" w:type="dxa"/>
          </w:tcPr>
          <w:p w:rsidR="007A2123" w:rsidRPr="008E7459" w:rsidRDefault="007A2123" w:rsidP="003A3E0B">
            <w:pPr>
              <w:keepNext/>
              <w:keepLines/>
              <w:spacing w:after="240"/>
              <w:jc w:val="both"/>
              <w:rPr>
                <w:rFonts w:ascii="Arial" w:hAnsi="Arial" w:cs="Arial"/>
                <w:sz w:val="20"/>
                <w:szCs w:val="20"/>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is conducted every five years in August.</w:t>
            </w:r>
          </w:p>
        </w:tc>
      </w:tr>
      <w:tr w:rsidR="00644BCF" w:rsidRPr="008E7459" w:rsidTr="00BC05F5">
        <w:tc>
          <w:tcPr>
            <w:tcW w:w="1984" w:type="dxa"/>
          </w:tcPr>
          <w:p w:rsidR="007A2123" w:rsidRPr="008E7459" w:rsidRDefault="007A2123" w:rsidP="00A81A7E">
            <w:pPr>
              <w:pStyle w:val="TableBodyText"/>
              <w:jc w:val="left"/>
              <w:rPr>
                <w:b/>
              </w:rPr>
            </w:pPr>
            <w:r w:rsidRPr="008E7459">
              <w:rPr>
                <w:b/>
              </w:rPr>
              <w:t>Accuracy</w:t>
            </w:r>
          </w:p>
        </w:tc>
        <w:tc>
          <w:tcPr>
            <w:tcW w:w="6913" w:type="dxa"/>
          </w:tcPr>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The 2011 Post Enumeration Survey, which is run a month after each </w:t>
            </w:r>
            <w:r w:rsidR="008921A5" w:rsidRPr="008E7459">
              <w:rPr>
                <w:rFonts w:ascii="Arial" w:hAnsi="Arial" w:cs="Arial"/>
                <w:sz w:val="20"/>
                <w:szCs w:val="20"/>
              </w:rPr>
              <w:t>Census</w:t>
            </w:r>
            <w:r w:rsidRPr="008E7459">
              <w:rPr>
                <w:rFonts w:ascii="Arial" w:hAnsi="Arial" w:cs="Arial"/>
                <w:sz w:val="20"/>
                <w:szCs w:val="20"/>
              </w:rPr>
              <w:t xml:space="preserve"> is completed, found a net undercount for the </w:t>
            </w:r>
            <w:r w:rsidR="008921A5" w:rsidRPr="008E7459">
              <w:rPr>
                <w:rFonts w:ascii="Arial" w:hAnsi="Arial" w:cs="Arial"/>
                <w:sz w:val="20"/>
                <w:szCs w:val="20"/>
              </w:rPr>
              <w:t>Census</w:t>
            </w:r>
            <w:r w:rsidRPr="008E7459">
              <w:rPr>
                <w:rFonts w:ascii="Arial" w:hAnsi="Arial" w:cs="Arial"/>
                <w:sz w:val="20"/>
                <w:szCs w:val="20"/>
              </w:rPr>
              <w:t xml:space="preserve"> of </w:t>
            </w:r>
            <w:r w:rsidR="0026685B" w:rsidRPr="008E7459">
              <w:rPr>
                <w:rFonts w:ascii="Arial" w:hAnsi="Arial" w:cs="Arial"/>
                <w:sz w:val="20"/>
                <w:szCs w:val="20"/>
              </w:rPr>
              <w:t>1.7 per</w:t>
            </w:r>
            <w:r w:rsidR="008921A5" w:rsidRPr="008E7459">
              <w:rPr>
                <w:rFonts w:ascii="Arial" w:hAnsi="Arial" w:cs="Arial"/>
                <w:sz w:val="20"/>
                <w:szCs w:val="20"/>
              </w:rPr>
              <w:t xml:space="preserve"> cent</w:t>
            </w:r>
            <w:r w:rsidRPr="008E7459">
              <w:rPr>
                <w:rFonts w:ascii="Arial" w:hAnsi="Arial" w:cs="Arial"/>
                <w:sz w:val="20"/>
                <w:szCs w:val="20"/>
              </w:rPr>
              <w:t xml:space="preserve">. This means over </w:t>
            </w:r>
            <w:r w:rsidR="0026685B" w:rsidRPr="008E7459">
              <w:rPr>
                <w:rFonts w:ascii="Arial" w:hAnsi="Arial" w:cs="Arial"/>
                <w:sz w:val="20"/>
                <w:szCs w:val="20"/>
              </w:rPr>
              <w:t>98 per</w:t>
            </w:r>
            <w:r w:rsidR="008921A5" w:rsidRPr="008E7459">
              <w:rPr>
                <w:rFonts w:ascii="Arial" w:hAnsi="Arial" w:cs="Arial"/>
                <w:sz w:val="20"/>
                <w:szCs w:val="20"/>
              </w:rPr>
              <w:t xml:space="preserve"> cent</w:t>
            </w:r>
            <w:r w:rsidRPr="008E7459">
              <w:rPr>
                <w:rFonts w:ascii="Arial" w:hAnsi="Arial" w:cs="Arial"/>
                <w:sz w:val="20"/>
                <w:szCs w:val="20"/>
              </w:rPr>
              <w:t xml:space="preserve"> of all people in Australia on </w:t>
            </w:r>
            <w:r w:rsidR="008921A5" w:rsidRPr="008E7459">
              <w:rPr>
                <w:rFonts w:ascii="Arial" w:hAnsi="Arial" w:cs="Arial"/>
                <w:sz w:val="20"/>
                <w:szCs w:val="20"/>
              </w:rPr>
              <w:t>Census</w:t>
            </w:r>
            <w:r w:rsidRPr="008E7459">
              <w:rPr>
                <w:rFonts w:ascii="Arial" w:hAnsi="Arial" w:cs="Arial"/>
                <w:sz w:val="20"/>
                <w:szCs w:val="20"/>
              </w:rPr>
              <w:t xml:space="preserve"> night were counted; this was an improvement of </w:t>
            </w:r>
            <w:r w:rsidR="0026685B" w:rsidRPr="008E7459">
              <w:rPr>
                <w:rFonts w:ascii="Arial" w:hAnsi="Arial" w:cs="Arial"/>
                <w:sz w:val="20"/>
                <w:szCs w:val="20"/>
              </w:rPr>
              <w:t>1 per</w:t>
            </w:r>
            <w:r w:rsidR="008921A5" w:rsidRPr="008E7459">
              <w:rPr>
                <w:rFonts w:ascii="Arial" w:hAnsi="Arial" w:cs="Arial"/>
                <w:sz w:val="20"/>
                <w:szCs w:val="20"/>
              </w:rPr>
              <w:t xml:space="preserve"> cent</w:t>
            </w:r>
            <w:r w:rsidRPr="008E7459">
              <w:rPr>
                <w:rFonts w:ascii="Arial" w:hAnsi="Arial" w:cs="Arial"/>
                <w:sz w:val="20"/>
                <w:szCs w:val="20"/>
              </w:rPr>
              <w:t xml:space="preserve"> on the undercount from 2006. </w:t>
            </w:r>
          </w:p>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is self</w:t>
            </w:r>
            <w:r w:rsidR="00DE694D" w:rsidRPr="008E7459">
              <w:rPr>
                <w:rFonts w:ascii="Arial" w:hAnsi="Arial" w:cs="Arial"/>
                <w:sz w:val="20"/>
                <w:szCs w:val="20"/>
              </w:rPr>
              <w:noBreakHyphen/>
            </w:r>
            <w:r w:rsidRPr="008E7459">
              <w:rPr>
                <w:rFonts w:ascii="Arial" w:hAnsi="Arial" w:cs="Arial"/>
                <w:sz w:val="20"/>
                <w:szCs w:val="20"/>
              </w:rPr>
              <w:t xml:space="preserve">enumerated, and respondents sometimes do not return a </w:t>
            </w:r>
            <w:r w:rsidR="008921A5" w:rsidRPr="008E7459">
              <w:rPr>
                <w:rFonts w:ascii="Arial" w:hAnsi="Arial" w:cs="Arial"/>
                <w:sz w:val="20"/>
                <w:szCs w:val="20"/>
              </w:rPr>
              <w:t>Census</w:t>
            </w:r>
            <w:r w:rsidRPr="008E7459">
              <w:rPr>
                <w:rFonts w:ascii="Arial" w:hAnsi="Arial" w:cs="Arial"/>
                <w:sz w:val="20"/>
                <w:szCs w:val="20"/>
              </w:rPr>
              <w:t xml:space="preserve"> form or fail to answer every applicable question. Persons are imputed into dwellings for which no form was returned, together with some demographic characteristics for these people. These same demographic characteristics are imputed if not provided by respondents on a returned form. However, the majority of output classifications include a 'Not Stated' category to record the level of non</w:t>
            </w:r>
            <w:r w:rsidR="00DE694D" w:rsidRPr="008E7459">
              <w:rPr>
                <w:rFonts w:ascii="Arial" w:hAnsi="Arial" w:cs="Arial"/>
                <w:sz w:val="20"/>
                <w:szCs w:val="20"/>
              </w:rPr>
              <w:noBreakHyphen/>
            </w:r>
            <w:r w:rsidRPr="008E7459">
              <w:rPr>
                <w:rFonts w:ascii="Arial" w:hAnsi="Arial" w:cs="Arial"/>
                <w:sz w:val="20"/>
                <w:szCs w:val="20"/>
              </w:rPr>
              <w:t>response for that data item.</w:t>
            </w:r>
          </w:p>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This indicator uses two </w:t>
            </w:r>
            <w:r w:rsidR="008921A5" w:rsidRPr="008E7459">
              <w:rPr>
                <w:rFonts w:ascii="Arial" w:hAnsi="Arial" w:cs="Arial"/>
                <w:sz w:val="20"/>
                <w:szCs w:val="20"/>
              </w:rPr>
              <w:t>Census</w:t>
            </w:r>
            <w:r w:rsidRPr="008E7459">
              <w:rPr>
                <w:rFonts w:ascii="Arial" w:hAnsi="Arial" w:cs="Arial"/>
                <w:sz w:val="20"/>
                <w:szCs w:val="20"/>
              </w:rPr>
              <w:t xml:space="preserve"> data items:</w:t>
            </w:r>
          </w:p>
          <w:p w:rsidR="007A2123" w:rsidRPr="008E7459" w:rsidRDefault="007A2123" w:rsidP="003A3E0B">
            <w:pPr>
              <w:pStyle w:val="ListParagraph"/>
              <w:numPr>
                <w:ilvl w:val="0"/>
                <w:numId w:val="30"/>
              </w:numPr>
              <w:spacing w:after="240"/>
              <w:jc w:val="both"/>
              <w:rPr>
                <w:rFonts w:ascii="Arial" w:hAnsi="Arial" w:cs="Arial"/>
                <w:b/>
                <w:i/>
                <w:sz w:val="20"/>
                <w:szCs w:val="20"/>
              </w:rPr>
            </w:pPr>
            <w:r w:rsidRPr="008E7459">
              <w:rPr>
                <w:rFonts w:ascii="Arial" w:hAnsi="Arial" w:cs="Arial"/>
                <w:sz w:val="20"/>
                <w:szCs w:val="20"/>
              </w:rPr>
              <w:t xml:space="preserve">Highest Year of School Completed (for Year 12) </w:t>
            </w:r>
          </w:p>
          <w:p w:rsidR="007A2123" w:rsidRPr="008E7459" w:rsidRDefault="007A2123" w:rsidP="003A3E0B">
            <w:pPr>
              <w:pStyle w:val="ListParagraph"/>
              <w:numPr>
                <w:ilvl w:val="0"/>
                <w:numId w:val="30"/>
              </w:numPr>
              <w:spacing w:after="240"/>
              <w:jc w:val="both"/>
              <w:rPr>
                <w:rFonts w:ascii="Arial" w:hAnsi="Arial" w:cs="Arial"/>
                <w:b/>
                <w:i/>
                <w:sz w:val="20"/>
                <w:szCs w:val="20"/>
              </w:rPr>
            </w:pPr>
            <w:r w:rsidRPr="008E7459">
              <w:rPr>
                <w:rFonts w:ascii="Arial" w:hAnsi="Arial" w:cs="Arial"/>
                <w:sz w:val="20"/>
                <w:szCs w:val="20"/>
              </w:rPr>
              <w:t>Non</w:t>
            </w:r>
            <w:r w:rsidR="00DE694D" w:rsidRPr="008E7459">
              <w:rPr>
                <w:rFonts w:ascii="Arial" w:hAnsi="Arial" w:cs="Arial"/>
                <w:sz w:val="20"/>
                <w:szCs w:val="20"/>
              </w:rPr>
              <w:noBreakHyphen/>
            </w:r>
            <w:r w:rsidRPr="008E7459">
              <w:rPr>
                <w:rFonts w:ascii="Arial" w:hAnsi="Arial" w:cs="Arial"/>
                <w:sz w:val="20"/>
                <w:szCs w:val="20"/>
              </w:rPr>
              <w:t>School Qualification: Level of Education (for AQF Certificate level II or above).</w:t>
            </w:r>
            <w:r w:rsidR="00E41429" w:rsidRPr="008E7459">
              <w:rPr>
                <w:rFonts w:ascii="Arial" w:hAnsi="Arial" w:cs="Arial"/>
                <w:sz w:val="20"/>
                <w:szCs w:val="20"/>
              </w:rPr>
              <w:t xml:space="preserve"> </w:t>
            </w:r>
          </w:p>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Overall, the non</w:t>
            </w:r>
            <w:r w:rsidR="00DE694D" w:rsidRPr="008E7459">
              <w:rPr>
                <w:rFonts w:ascii="Arial" w:hAnsi="Arial" w:cs="Arial"/>
                <w:sz w:val="20"/>
                <w:szCs w:val="20"/>
              </w:rPr>
              <w:noBreakHyphen/>
            </w:r>
            <w:r w:rsidRPr="008E7459">
              <w:rPr>
                <w:rFonts w:ascii="Arial" w:hAnsi="Arial" w:cs="Arial"/>
                <w:sz w:val="20"/>
                <w:szCs w:val="20"/>
              </w:rPr>
              <w:t xml:space="preserve">response rate for Highest Year of School Completed in the 2011 </w:t>
            </w:r>
            <w:r w:rsidR="008921A5" w:rsidRPr="008E7459">
              <w:rPr>
                <w:rFonts w:ascii="Arial" w:hAnsi="Arial" w:cs="Arial"/>
                <w:sz w:val="20"/>
                <w:szCs w:val="20"/>
              </w:rPr>
              <w:t>Census</w:t>
            </w:r>
            <w:r w:rsidRPr="008E7459">
              <w:rPr>
                <w:rFonts w:ascii="Arial" w:hAnsi="Arial" w:cs="Arial"/>
                <w:sz w:val="20"/>
                <w:szCs w:val="20"/>
              </w:rPr>
              <w:t xml:space="preserve"> was </w:t>
            </w:r>
            <w:r w:rsidR="0026685B" w:rsidRPr="008E7459">
              <w:rPr>
                <w:rFonts w:ascii="Arial" w:hAnsi="Arial" w:cs="Arial"/>
                <w:sz w:val="20"/>
                <w:szCs w:val="20"/>
              </w:rPr>
              <w:t>8.4 per</w:t>
            </w:r>
            <w:r w:rsidR="008921A5" w:rsidRPr="008E7459">
              <w:rPr>
                <w:rFonts w:ascii="Arial" w:hAnsi="Arial" w:cs="Arial"/>
                <w:sz w:val="20"/>
                <w:szCs w:val="20"/>
              </w:rPr>
              <w:t xml:space="preserve"> cent</w:t>
            </w:r>
            <w:r w:rsidRPr="008E7459">
              <w:rPr>
                <w:rFonts w:ascii="Arial" w:hAnsi="Arial" w:cs="Arial"/>
                <w:sz w:val="20"/>
                <w:szCs w:val="20"/>
              </w:rPr>
              <w:t xml:space="preserve"> (down from 9.9</w:t>
            </w:r>
            <w:r w:rsidR="0026685B" w:rsidRPr="008E7459">
              <w:rPr>
                <w:rFonts w:ascii="Arial" w:hAnsi="Arial" w:cs="Arial"/>
                <w:sz w:val="20"/>
                <w:szCs w:val="20"/>
              </w:rPr>
              <w:t xml:space="preserve"> </w:t>
            </w:r>
            <w:r w:rsidR="008921A5" w:rsidRPr="008E7459">
              <w:rPr>
                <w:rFonts w:ascii="Arial" w:hAnsi="Arial" w:cs="Arial"/>
                <w:sz w:val="20"/>
                <w:szCs w:val="20"/>
              </w:rPr>
              <w:t>per cent</w:t>
            </w:r>
            <w:r w:rsidRPr="008E7459">
              <w:rPr>
                <w:rFonts w:ascii="Arial" w:hAnsi="Arial" w:cs="Arial"/>
                <w:sz w:val="20"/>
                <w:szCs w:val="20"/>
              </w:rPr>
              <w:t xml:space="preserve"> in 2006). </w:t>
            </w:r>
          </w:p>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For information on the Level of Education variable used in this indicator see: </w:t>
            </w:r>
            <w:hyperlink r:id="rId55" w:history="1">
              <w:r w:rsidRPr="008E7459">
                <w:rPr>
                  <w:rStyle w:val="Hyperlink"/>
                  <w:rFonts w:ascii="Arial" w:hAnsi="Arial" w:cs="Arial"/>
                  <w:color w:val="auto"/>
                  <w:sz w:val="20"/>
                  <w:szCs w:val="20"/>
                </w:rPr>
                <w:t>Non-School Qualification: Level of Education</w:t>
              </w:r>
            </w:hyperlink>
            <w:r w:rsidRPr="008E7459">
              <w:rPr>
                <w:rFonts w:ascii="Arial" w:hAnsi="Arial" w:cs="Arial"/>
                <w:sz w:val="20"/>
                <w:szCs w:val="20"/>
              </w:rPr>
              <w:t xml:space="preserve">. </w:t>
            </w:r>
          </w:p>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The Indigenous Status item is used to ascertain Indigenous status of persons.</w:t>
            </w:r>
            <w:r w:rsidR="00E41429" w:rsidRPr="008E7459">
              <w:rPr>
                <w:rFonts w:ascii="Arial" w:hAnsi="Arial" w:cs="Arial"/>
                <w:sz w:val="20"/>
                <w:szCs w:val="20"/>
              </w:rPr>
              <w:t xml:space="preserve"> </w:t>
            </w:r>
            <w:r w:rsidRPr="008E7459">
              <w:rPr>
                <w:rFonts w:ascii="Arial" w:hAnsi="Arial" w:cs="Arial"/>
                <w:sz w:val="20"/>
                <w:szCs w:val="20"/>
              </w:rPr>
              <w:t>The non</w:t>
            </w:r>
            <w:r w:rsidR="00DE694D" w:rsidRPr="008E7459">
              <w:rPr>
                <w:rFonts w:ascii="Arial" w:hAnsi="Arial" w:cs="Arial"/>
                <w:sz w:val="20"/>
                <w:szCs w:val="20"/>
              </w:rPr>
              <w:noBreakHyphen/>
            </w:r>
            <w:r w:rsidRPr="008E7459">
              <w:rPr>
                <w:rFonts w:ascii="Arial" w:hAnsi="Arial" w:cs="Arial"/>
                <w:sz w:val="20"/>
                <w:szCs w:val="20"/>
              </w:rPr>
              <w:t xml:space="preserve">response rate for this variable was </w:t>
            </w:r>
            <w:r w:rsidR="0026685B" w:rsidRPr="008E7459">
              <w:rPr>
                <w:rFonts w:ascii="Arial" w:hAnsi="Arial" w:cs="Arial"/>
                <w:sz w:val="20"/>
                <w:szCs w:val="20"/>
              </w:rPr>
              <w:t>4.9 per</w:t>
            </w:r>
            <w:r w:rsidR="008921A5" w:rsidRPr="008E7459">
              <w:rPr>
                <w:rFonts w:ascii="Arial" w:hAnsi="Arial" w:cs="Arial"/>
                <w:sz w:val="20"/>
                <w:szCs w:val="20"/>
              </w:rPr>
              <w:t xml:space="preserve"> cent</w:t>
            </w:r>
            <w:r w:rsidRPr="008E7459">
              <w:rPr>
                <w:rFonts w:ascii="Arial" w:hAnsi="Arial" w:cs="Arial"/>
                <w:sz w:val="20"/>
                <w:szCs w:val="20"/>
              </w:rPr>
              <w:t xml:space="preserve"> (down from </w:t>
            </w:r>
            <w:r w:rsidR="0026685B" w:rsidRPr="008E7459">
              <w:rPr>
                <w:rFonts w:ascii="Arial" w:hAnsi="Arial" w:cs="Arial"/>
                <w:sz w:val="20"/>
                <w:szCs w:val="20"/>
              </w:rPr>
              <w:t>5.7 per</w:t>
            </w:r>
            <w:r w:rsidR="008921A5" w:rsidRPr="008E7459">
              <w:rPr>
                <w:rFonts w:ascii="Arial" w:hAnsi="Arial" w:cs="Arial"/>
                <w:sz w:val="20"/>
                <w:szCs w:val="20"/>
              </w:rPr>
              <w:t xml:space="preserve"> cent</w:t>
            </w:r>
            <w:r w:rsidRPr="008E7459">
              <w:rPr>
                <w:rFonts w:ascii="Arial" w:hAnsi="Arial" w:cs="Arial"/>
                <w:sz w:val="20"/>
                <w:szCs w:val="20"/>
              </w:rPr>
              <w:t xml:space="preserve"> in 2006).</w:t>
            </w:r>
          </w:p>
          <w:p w:rsidR="00AD687C" w:rsidRPr="008E7459" w:rsidRDefault="00AD687C" w:rsidP="003A3E0B">
            <w:pPr>
              <w:spacing w:after="240"/>
              <w:jc w:val="both"/>
              <w:rPr>
                <w:rFonts w:ascii="Arial" w:hAnsi="Arial" w:cs="Arial"/>
                <w:sz w:val="20"/>
                <w:szCs w:val="20"/>
              </w:rPr>
            </w:pPr>
            <w:r w:rsidRPr="008E7459">
              <w:rPr>
                <w:rFonts w:ascii="Arial" w:hAnsi="Arial" w:cs="Arial"/>
                <w:sz w:val="20"/>
                <w:szCs w:val="20"/>
              </w:rPr>
              <w:t>Cells may have been randomly adjusted to avoid the release of confidential data.</w:t>
            </w:r>
          </w:p>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For further information see specific </w:t>
            </w:r>
            <w:hyperlink r:id="rId56" w:history="1">
              <w:r w:rsidRPr="008E7459">
                <w:rPr>
                  <w:rStyle w:val="Hyperlink"/>
                  <w:rFonts w:ascii="Arial" w:hAnsi="Arial" w:cs="Arial"/>
                  <w:color w:val="auto"/>
                  <w:sz w:val="20"/>
                  <w:szCs w:val="20"/>
                </w:rPr>
                <w:t>data quality statements</w:t>
              </w:r>
            </w:hyperlink>
            <w:r w:rsidRPr="008E7459">
              <w:rPr>
                <w:rFonts w:ascii="Arial" w:hAnsi="Arial" w:cs="Arial"/>
                <w:sz w:val="20"/>
                <w:szCs w:val="20"/>
              </w:rPr>
              <w:t xml:space="preserve"> and the </w:t>
            </w:r>
            <w:hyperlink r:id="rId57" w:history="1">
              <w:r w:rsidRPr="008E7459">
                <w:rPr>
                  <w:rStyle w:val="Hyperlink"/>
                  <w:rFonts w:ascii="Arial" w:hAnsi="Arial" w:cs="Arial"/>
                  <w:color w:val="auto"/>
                  <w:sz w:val="20"/>
                  <w:szCs w:val="20"/>
                </w:rPr>
                <w:t>non-response rate quality statement.</w:t>
              </w:r>
            </w:hyperlink>
          </w:p>
        </w:tc>
      </w:tr>
      <w:tr w:rsidR="00644BCF" w:rsidRPr="008E7459" w:rsidTr="00BC05F5">
        <w:tc>
          <w:tcPr>
            <w:tcW w:w="1984" w:type="dxa"/>
          </w:tcPr>
          <w:p w:rsidR="007A2123" w:rsidRPr="008E7459" w:rsidRDefault="007A2123" w:rsidP="00A81A7E">
            <w:pPr>
              <w:pStyle w:val="TableBodyText"/>
              <w:jc w:val="left"/>
              <w:rPr>
                <w:b/>
              </w:rPr>
            </w:pPr>
            <w:r w:rsidRPr="008E7459">
              <w:rPr>
                <w:b/>
              </w:rPr>
              <w:t>Coherence</w:t>
            </w:r>
          </w:p>
        </w:tc>
        <w:tc>
          <w:tcPr>
            <w:tcW w:w="6913" w:type="dxa"/>
          </w:tcPr>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Both the numerator and denominator come from the </w:t>
            </w:r>
            <w:r w:rsidR="008921A5" w:rsidRPr="008E7459">
              <w:rPr>
                <w:rFonts w:ascii="Arial" w:hAnsi="Arial" w:cs="Arial"/>
                <w:sz w:val="20"/>
                <w:szCs w:val="20"/>
              </w:rPr>
              <w:t>Census</w:t>
            </w:r>
            <w:r w:rsidRPr="008E7459">
              <w:rPr>
                <w:rFonts w:ascii="Arial" w:hAnsi="Arial" w:cs="Arial"/>
                <w:sz w:val="20"/>
                <w:szCs w:val="20"/>
              </w:rPr>
              <w:t xml:space="preserve">. </w:t>
            </w:r>
          </w:p>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and all ABS surveys, including the Survey of Education and Work, use Australian standard classifications, where available and appropriate, to provide data comparability across collections.</w:t>
            </w:r>
            <w:r w:rsidR="00E41429" w:rsidRPr="008E7459">
              <w:rPr>
                <w:rFonts w:ascii="Arial" w:hAnsi="Arial" w:cs="Arial"/>
                <w:sz w:val="20"/>
                <w:szCs w:val="20"/>
              </w:rPr>
              <w:t xml:space="preserve"> </w:t>
            </w:r>
            <w:r w:rsidRPr="008E7459">
              <w:rPr>
                <w:rFonts w:ascii="Arial" w:hAnsi="Arial" w:cs="Arial"/>
                <w:sz w:val="20"/>
                <w:szCs w:val="20"/>
              </w:rPr>
              <w:t xml:space="preserve">The </w:t>
            </w:r>
            <w:hyperlink r:id="rId58" w:history="1">
              <w:r w:rsidRPr="008E7459">
                <w:rPr>
                  <w:rStyle w:val="Hyperlink"/>
                  <w:rFonts w:ascii="Arial" w:hAnsi="Arial" w:cs="Arial"/>
                  <w:color w:val="auto"/>
                  <w:sz w:val="20"/>
                  <w:szCs w:val="20"/>
                </w:rPr>
                <w:t>Australian Standard Classification of Education (ASCED) (cat. no. 1272.0)</w:t>
              </w:r>
            </w:hyperlink>
            <w:r w:rsidRPr="008E7459">
              <w:rPr>
                <w:rFonts w:ascii="Arial" w:hAnsi="Arial" w:cs="Arial"/>
                <w:sz w:val="20"/>
                <w:szCs w:val="20"/>
              </w:rPr>
              <w:t xml:space="preserve"> has been used in all surveys with education items since 2001 and allows the education and training items among different surveys to be compared.</w:t>
            </w:r>
          </w:p>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The </w:t>
            </w:r>
            <w:hyperlink r:id="rId59" w:history="1">
              <w:r w:rsidRPr="008E7459">
                <w:rPr>
                  <w:rStyle w:val="Hyperlink"/>
                  <w:rFonts w:ascii="Arial" w:hAnsi="Arial" w:cs="Arial"/>
                  <w:color w:val="auto"/>
                  <w:sz w:val="20"/>
                  <w:szCs w:val="20"/>
                </w:rPr>
                <w:t>Survey of Education and Work (cat. no. 6227.0)</w:t>
              </w:r>
            </w:hyperlink>
            <w:r w:rsidRPr="008E7459">
              <w:rPr>
                <w:rFonts w:ascii="Arial" w:hAnsi="Arial" w:cs="Arial"/>
                <w:sz w:val="20"/>
                <w:szCs w:val="20"/>
              </w:rPr>
              <w:t xml:space="preserve">, the </w:t>
            </w:r>
            <w:hyperlink r:id="rId60" w:history="1">
              <w:r w:rsidRPr="008E7459">
                <w:rPr>
                  <w:rStyle w:val="Hyperlink"/>
                  <w:rFonts w:ascii="Arial" w:hAnsi="Arial" w:cs="Arial"/>
                  <w:color w:val="auto"/>
                  <w:sz w:val="20"/>
                  <w:szCs w:val="20"/>
                </w:rPr>
                <w:t>National Aboriginal and Torres Strait Islander Social Survey</w:t>
              </w:r>
            </w:hyperlink>
            <w:r w:rsidRPr="008E7459">
              <w:rPr>
                <w:rFonts w:ascii="Arial" w:hAnsi="Arial" w:cs="Arial"/>
                <w:sz w:val="20"/>
                <w:szCs w:val="20"/>
              </w:rPr>
              <w:t xml:space="preserve">, and the </w:t>
            </w:r>
            <w:hyperlink r:id="rId61" w:history="1">
              <w:r w:rsidRPr="008E7459">
                <w:rPr>
                  <w:rStyle w:val="Hyperlink"/>
                  <w:rFonts w:ascii="Arial" w:hAnsi="Arial" w:cs="Arial"/>
                  <w:color w:val="auto"/>
                  <w:sz w:val="20"/>
                  <w:szCs w:val="20"/>
                </w:rPr>
                <w:t>National Aboriginal and Torres Strait Islander Health Survey</w:t>
              </w:r>
            </w:hyperlink>
            <w:r w:rsidRPr="008E7459">
              <w:rPr>
                <w:rFonts w:ascii="Arial" w:hAnsi="Arial" w:cs="Arial"/>
                <w:sz w:val="20"/>
                <w:szCs w:val="20"/>
              </w:rPr>
              <w:t xml:space="preserve"> also provide information on educational attainment for this indicator.</w:t>
            </w:r>
          </w:p>
        </w:tc>
      </w:tr>
      <w:tr w:rsidR="00644BCF" w:rsidRPr="008E7459" w:rsidTr="00BC05F5">
        <w:tc>
          <w:tcPr>
            <w:tcW w:w="1984" w:type="dxa"/>
          </w:tcPr>
          <w:p w:rsidR="007A2123" w:rsidRPr="008E7459" w:rsidRDefault="007A2123" w:rsidP="00A81A7E">
            <w:pPr>
              <w:pStyle w:val="TableBodyText"/>
              <w:jc w:val="left"/>
              <w:rPr>
                <w:b/>
              </w:rPr>
            </w:pPr>
            <w:r w:rsidRPr="008E7459">
              <w:rPr>
                <w:b/>
              </w:rPr>
              <w:t>Interpretability</w:t>
            </w:r>
          </w:p>
        </w:tc>
        <w:tc>
          <w:tcPr>
            <w:tcW w:w="6913" w:type="dxa"/>
          </w:tcPr>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The </w:t>
            </w:r>
            <w:hyperlink r:id="rId62" w:history="1">
              <w:r w:rsidR="00863CA2" w:rsidRPr="008E7459">
                <w:rPr>
                  <w:rFonts w:ascii="Arial" w:hAnsi="Arial" w:cs="Arial"/>
                  <w:iCs/>
                  <w:sz w:val="20"/>
                  <w:szCs w:val="20"/>
                  <w:u w:val="single"/>
                </w:rPr>
                <w:t>2011 </w:t>
              </w:r>
              <w:r w:rsidR="008921A5" w:rsidRPr="008E7459">
                <w:rPr>
                  <w:rFonts w:ascii="Arial" w:hAnsi="Arial" w:cs="Arial"/>
                  <w:iCs/>
                  <w:sz w:val="20"/>
                  <w:szCs w:val="20"/>
                  <w:u w:val="single"/>
                </w:rPr>
                <w:t>Census</w:t>
              </w:r>
              <w:r w:rsidRPr="008E7459">
                <w:rPr>
                  <w:rFonts w:ascii="Arial" w:hAnsi="Arial" w:cs="Arial"/>
                  <w:iCs/>
                  <w:sz w:val="20"/>
                  <w:szCs w:val="20"/>
                  <w:u w:val="single"/>
                </w:rPr>
                <w:t xml:space="preserve"> Dictionary</w:t>
              </w:r>
              <w:r w:rsidRPr="008E7459">
                <w:rPr>
                  <w:rFonts w:ascii="Arial" w:hAnsi="Arial" w:cs="Arial"/>
                  <w:sz w:val="20"/>
                  <w:szCs w:val="20"/>
                  <w:u w:val="single"/>
                </w:rPr>
                <w:t xml:space="preserve"> (cat. no. 2901.0)</w:t>
              </w:r>
            </w:hyperlink>
            <w:r w:rsidRPr="008E7459">
              <w:rPr>
                <w:rFonts w:ascii="Arial" w:hAnsi="Arial" w:cs="Arial"/>
                <w:sz w:val="20"/>
                <w:szCs w:val="20"/>
              </w:rPr>
              <w:t xml:space="preserve"> is a comprehensive reference guide designed to assist users to determine and specify their </w:t>
            </w:r>
            <w:r w:rsidRPr="008E7459">
              <w:rPr>
                <w:rFonts w:ascii="Arial" w:hAnsi="Arial" w:cs="Arial"/>
                <w:sz w:val="20"/>
                <w:szCs w:val="20"/>
              </w:rPr>
              <w:lastRenderedPageBreak/>
              <w:t xml:space="preserve">data requirements, and to understand the concepts underlying the data. It provides details of classifications used and a glossary of definitions of </w:t>
            </w:r>
            <w:r w:rsidR="008921A5" w:rsidRPr="008E7459">
              <w:rPr>
                <w:rFonts w:ascii="Arial" w:hAnsi="Arial" w:cs="Arial"/>
                <w:sz w:val="20"/>
                <w:szCs w:val="20"/>
              </w:rPr>
              <w:t>Census</w:t>
            </w:r>
            <w:r w:rsidRPr="008E7459">
              <w:rPr>
                <w:rFonts w:ascii="Arial" w:hAnsi="Arial" w:cs="Arial"/>
                <w:sz w:val="20"/>
                <w:szCs w:val="20"/>
              </w:rPr>
              <w:t xml:space="preserve"> terms.</w:t>
            </w:r>
          </w:p>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A number of other resources can be accessed from the </w:t>
            </w:r>
            <w:hyperlink r:id="rId63" w:history="1">
              <w:r w:rsidRPr="008E7459">
                <w:rPr>
                  <w:rFonts w:ascii="Arial" w:hAnsi="Arial" w:cs="Arial"/>
                  <w:sz w:val="20"/>
                  <w:szCs w:val="20"/>
                  <w:u w:val="single"/>
                </w:rPr>
                <w:t>Data quality</w:t>
              </w:r>
            </w:hyperlink>
            <w:r w:rsidRPr="008E7459">
              <w:rPr>
                <w:rFonts w:ascii="Arial" w:hAnsi="Arial" w:cs="Arial"/>
                <w:sz w:val="20"/>
                <w:szCs w:val="20"/>
              </w:rPr>
              <w:t xml:space="preserve"> page, including data quality statements for these data items and Fact sheets.</w:t>
            </w:r>
          </w:p>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ABS SEIFA indexes are based on data from the </w:t>
            </w:r>
            <w:r w:rsidR="008921A5" w:rsidRPr="008E7459">
              <w:rPr>
                <w:rFonts w:ascii="Arial" w:hAnsi="Arial" w:cs="Arial"/>
                <w:sz w:val="20"/>
                <w:szCs w:val="20"/>
              </w:rPr>
              <w:t>Census</w:t>
            </w:r>
            <w:r w:rsidRPr="008E7459">
              <w:rPr>
                <w:rFonts w:ascii="Arial" w:hAnsi="Arial" w:cs="Arial"/>
                <w:sz w:val="20"/>
                <w:szCs w:val="20"/>
              </w:rPr>
              <w:t xml:space="preserve"> and measure the socioeconomic status of the area in which a person lives. They do not directly measure the socioeconomic status of individuals or their households. More information on SEIFA can be found on the ABS website: </w:t>
            </w:r>
            <w:hyperlink r:id="rId64" w:history="1">
              <w:r w:rsidRPr="008E7459">
                <w:rPr>
                  <w:rStyle w:val="Hyperlink"/>
                  <w:rFonts w:ascii="Arial" w:hAnsi="Arial" w:cs="Arial"/>
                  <w:color w:val="auto"/>
                  <w:sz w:val="20"/>
                  <w:szCs w:val="20"/>
                </w:rPr>
                <w:t>www.abs.gov.au</w:t>
              </w:r>
            </w:hyperlink>
            <w:r w:rsidRPr="008E7459">
              <w:rPr>
                <w:rStyle w:val="Hyperlink"/>
                <w:rFonts w:ascii="Arial" w:hAnsi="Arial" w:cs="Arial"/>
                <w:color w:val="auto"/>
                <w:sz w:val="20"/>
                <w:szCs w:val="20"/>
              </w:rPr>
              <w:t>/</w:t>
            </w:r>
            <w:r w:rsidR="008921A5" w:rsidRPr="008E7459">
              <w:rPr>
                <w:rStyle w:val="Hyperlink"/>
                <w:rFonts w:ascii="Arial" w:hAnsi="Arial" w:cs="Arial"/>
                <w:color w:val="auto"/>
                <w:sz w:val="20"/>
                <w:szCs w:val="20"/>
              </w:rPr>
              <w:t>Census</w:t>
            </w:r>
            <w:r w:rsidRPr="008E7459">
              <w:rPr>
                <w:rFonts w:ascii="Arial" w:hAnsi="Arial" w:cs="Arial"/>
                <w:sz w:val="20"/>
                <w:szCs w:val="20"/>
              </w:rPr>
              <w:t>.</w:t>
            </w:r>
          </w:p>
        </w:tc>
      </w:tr>
      <w:tr w:rsidR="00644BCF" w:rsidRPr="008E7459" w:rsidTr="00BC05F5">
        <w:tc>
          <w:tcPr>
            <w:tcW w:w="1984" w:type="dxa"/>
          </w:tcPr>
          <w:p w:rsidR="007A2123" w:rsidRPr="008E7459" w:rsidRDefault="007A2123" w:rsidP="00A81A7E">
            <w:pPr>
              <w:pStyle w:val="TableBodyText"/>
              <w:jc w:val="left"/>
              <w:rPr>
                <w:b/>
              </w:rPr>
            </w:pPr>
            <w:r w:rsidRPr="008E7459">
              <w:rPr>
                <w:b/>
              </w:rPr>
              <w:lastRenderedPageBreak/>
              <w:t>Accessibility</w:t>
            </w:r>
          </w:p>
        </w:tc>
        <w:tc>
          <w:tcPr>
            <w:tcW w:w="6913" w:type="dxa"/>
          </w:tcPr>
          <w:p w:rsidR="007A2123" w:rsidRPr="008E7459" w:rsidRDefault="007A2123" w:rsidP="003A3E0B">
            <w:pPr>
              <w:spacing w:after="240"/>
              <w:jc w:val="both"/>
              <w:rPr>
                <w:rFonts w:ascii="Arial" w:hAnsi="Arial" w:cs="Arial"/>
                <w:sz w:val="20"/>
                <w:szCs w:val="20"/>
              </w:rPr>
            </w:pPr>
            <w:r w:rsidRPr="008E7459">
              <w:rPr>
                <w:rFonts w:ascii="Arial" w:hAnsi="Arial" w:cs="Arial"/>
                <w:sz w:val="20"/>
                <w:szCs w:val="20"/>
              </w:rPr>
              <w:t xml:space="preserve">An extensive range of </w:t>
            </w:r>
            <w:r w:rsidR="008921A5" w:rsidRPr="008E7459">
              <w:rPr>
                <w:rFonts w:ascii="Arial" w:hAnsi="Arial" w:cs="Arial"/>
                <w:sz w:val="20"/>
                <w:szCs w:val="20"/>
              </w:rPr>
              <w:t>Census</w:t>
            </w:r>
            <w:r w:rsidRPr="008E7459">
              <w:rPr>
                <w:rFonts w:ascii="Arial" w:hAnsi="Arial" w:cs="Arial"/>
                <w:sz w:val="20"/>
                <w:szCs w:val="20"/>
              </w:rPr>
              <w:t xml:space="preserve"> online products are available from the </w:t>
            </w:r>
            <w:hyperlink r:id="rId65" w:history="1">
              <w:r w:rsidRPr="008E7459">
                <w:rPr>
                  <w:rStyle w:val="Hyperlink"/>
                  <w:rFonts w:ascii="Arial" w:hAnsi="Arial" w:cs="Arial"/>
                  <w:color w:val="auto"/>
                  <w:sz w:val="20"/>
                  <w:szCs w:val="20"/>
                </w:rPr>
                <w:t>Data &amp; Analysis</w:t>
              </w:r>
            </w:hyperlink>
            <w:r w:rsidRPr="008E7459">
              <w:rPr>
                <w:rFonts w:ascii="Arial" w:hAnsi="Arial" w:cs="Arial"/>
                <w:sz w:val="20"/>
                <w:szCs w:val="20"/>
              </w:rPr>
              <w:t xml:space="preserve"> page.</w:t>
            </w:r>
            <w:r w:rsidR="00E41429" w:rsidRPr="008E7459">
              <w:rPr>
                <w:rFonts w:ascii="Arial" w:hAnsi="Arial" w:cs="Arial"/>
                <w:sz w:val="20"/>
                <w:szCs w:val="20"/>
              </w:rPr>
              <w:t xml:space="preserve"> </w:t>
            </w:r>
            <w:r w:rsidRPr="008E7459">
              <w:rPr>
                <w:rFonts w:ascii="Arial" w:hAnsi="Arial" w:cs="Arial"/>
                <w:sz w:val="20"/>
                <w:szCs w:val="20"/>
              </w:rPr>
              <w:t xml:space="preserve">Additional data are available at cost upon request through the </w:t>
            </w:r>
            <w:hyperlink r:id="rId66" w:history="1">
              <w:r w:rsidRPr="008E7459">
                <w:rPr>
                  <w:rStyle w:val="Hyperlink"/>
                  <w:rFonts w:ascii="Arial" w:hAnsi="Arial" w:cs="Arial"/>
                  <w:color w:val="auto"/>
                  <w:sz w:val="20"/>
                  <w:szCs w:val="20"/>
                </w:rPr>
                <w:t>National Information Referral Service</w:t>
              </w:r>
            </w:hyperlink>
            <w:r w:rsidRPr="008E7459">
              <w:rPr>
                <w:rFonts w:ascii="Arial" w:hAnsi="Arial" w:cs="Arial"/>
                <w:sz w:val="20"/>
                <w:szCs w:val="20"/>
              </w:rPr>
              <w:t xml:space="preserve"> (NIRS). </w:t>
            </w:r>
          </w:p>
        </w:tc>
      </w:tr>
    </w:tbl>
    <w:p w:rsidR="007A2123" w:rsidRPr="008E7459" w:rsidRDefault="007A2123" w:rsidP="007A2123">
      <w:pPr>
        <w:pStyle w:val="BodyText"/>
      </w:pPr>
    </w:p>
    <w:p w:rsidR="00142977" w:rsidRPr="008E7459" w:rsidRDefault="00142977" w:rsidP="00847A99">
      <w:pPr>
        <w:pStyle w:val="Heading3"/>
        <w:pageBreakBefore/>
        <w:spacing w:before="0" w:line="240" w:lineRule="auto"/>
      </w:pPr>
      <w:bookmarkStart w:id="45" w:name="_Ref357174285"/>
      <w:r w:rsidRPr="008E7459">
        <w:lastRenderedPageBreak/>
        <w:t xml:space="preserve">Data quality statement — </w:t>
      </w:r>
      <w:r w:rsidR="007F4FBC" w:rsidRPr="008E7459">
        <w:t xml:space="preserve">Performance target (a), (b) and </w:t>
      </w:r>
      <w:r w:rsidRPr="008E7459">
        <w:t>Indicator 4 — The proportion of young people aged 20–24 years who have completed Year 12 or equivalent or gained a qualification at AQF Certificate II/III level or above (SEW)</w:t>
      </w:r>
      <w:bookmarkEnd w:id="45"/>
    </w:p>
    <w:p w:rsidR="00847A99" w:rsidRPr="008E7459" w:rsidRDefault="00847A99" w:rsidP="00847A99">
      <w:pPr>
        <w:pStyle w:val="BoxSpac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6946"/>
      </w:tblGrid>
      <w:tr w:rsidR="00644BCF" w:rsidRPr="008E7459" w:rsidTr="00BC05F5">
        <w:trPr>
          <w:trHeight w:val="819"/>
        </w:trPr>
        <w:tc>
          <w:tcPr>
            <w:tcW w:w="1984" w:type="dxa"/>
          </w:tcPr>
          <w:p w:rsidR="00C27244" w:rsidRPr="008E7459" w:rsidRDefault="00C27244" w:rsidP="00847A99">
            <w:pPr>
              <w:pStyle w:val="TableBodyText"/>
              <w:keepNext w:val="0"/>
              <w:keepLines w:val="0"/>
              <w:jc w:val="left"/>
              <w:rPr>
                <w:b/>
              </w:rPr>
            </w:pPr>
            <w:r w:rsidRPr="008E7459">
              <w:rPr>
                <w:b/>
              </w:rPr>
              <w:t>Indicator</w:t>
            </w:r>
          </w:p>
        </w:tc>
        <w:tc>
          <w:tcPr>
            <w:tcW w:w="6946" w:type="dxa"/>
          </w:tcPr>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NEA 4 – </w:t>
            </w:r>
            <w:r w:rsidRPr="008E7459">
              <w:rPr>
                <w:rFonts w:ascii="Arial" w:hAnsi="Arial" w:cs="Arial"/>
                <w:bCs/>
                <w:sz w:val="20"/>
                <w:szCs w:val="20"/>
              </w:rPr>
              <w:t>The proportion of young people aged 20</w:t>
            </w:r>
            <w:r w:rsidRPr="008E7459">
              <w:rPr>
                <w:rFonts w:ascii="Arial" w:hAnsi="Arial" w:cs="Arial"/>
                <w:sz w:val="20"/>
                <w:szCs w:val="20"/>
              </w:rPr>
              <w:t>–</w:t>
            </w:r>
            <w:r w:rsidRPr="008E7459">
              <w:rPr>
                <w:rFonts w:ascii="Arial" w:hAnsi="Arial" w:cs="Arial"/>
                <w:bCs/>
                <w:sz w:val="20"/>
                <w:szCs w:val="20"/>
              </w:rPr>
              <w:t>24 year who have completed Year 12 or equivalent or gained a qualification at AQF Certificate II/III level or above.</w:t>
            </w:r>
          </w:p>
        </w:tc>
      </w:tr>
      <w:tr w:rsidR="00644BCF" w:rsidRPr="008E7459" w:rsidTr="00BC05F5">
        <w:tc>
          <w:tcPr>
            <w:tcW w:w="1984" w:type="dxa"/>
          </w:tcPr>
          <w:p w:rsidR="00C27244" w:rsidRPr="008E7459" w:rsidRDefault="00644BCF" w:rsidP="00847A99">
            <w:pPr>
              <w:pStyle w:val="TableBodyText"/>
              <w:keepNext w:val="0"/>
              <w:keepLines w:val="0"/>
              <w:jc w:val="left"/>
              <w:rPr>
                <w:b/>
              </w:rPr>
            </w:pPr>
            <w:r w:rsidRPr="008E7459">
              <w:rPr>
                <w:rFonts w:cs="Arial"/>
                <w:b/>
              </w:rPr>
              <w:t>Measure (computation)</w:t>
            </w:r>
          </w:p>
        </w:tc>
        <w:tc>
          <w:tcPr>
            <w:tcW w:w="6946" w:type="dxa"/>
          </w:tcPr>
          <w:p w:rsidR="00C27244" w:rsidRPr="008E7459" w:rsidRDefault="00C27244" w:rsidP="00847A99">
            <w:pPr>
              <w:pStyle w:val="Default"/>
              <w:spacing w:after="240"/>
              <w:jc w:val="both"/>
              <w:rPr>
                <w:color w:val="auto"/>
                <w:sz w:val="20"/>
                <w:szCs w:val="20"/>
              </w:rPr>
            </w:pPr>
            <w:r w:rsidRPr="008E7459">
              <w:rPr>
                <w:color w:val="auto"/>
                <w:sz w:val="20"/>
                <w:szCs w:val="20"/>
              </w:rPr>
              <w:t>Persons aged 20–24 years who have completed Year 12 (or equivalent) or attained a formal qualification at Certificate II/III level or above.</w:t>
            </w:r>
          </w:p>
          <w:p w:rsidR="00C27244" w:rsidRPr="008E7459" w:rsidRDefault="00C27244" w:rsidP="00847A99">
            <w:pPr>
              <w:pStyle w:val="Default"/>
              <w:jc w:val="both"/>
              <w:rPr>
                <w:iCs/>
                <w:color w:val="auto"/>
                <w:sz w:val="20"/>
                <w:szCs w:val="20"/>
              </w:rPr>
            </w:pPr>
            <w:r w:rsidRPr="008E7459">
              <w:rPr>
                <w:iCs/>
                <w:color w:val="auto"/>
                <w:sz w:val="20"/>
                <w:szCs w:val="20"/>
              </w:rPr>
              <w:t>Numerator:</w:t>
            </w:r>
          </w:p>
          <w:p w:rsidR="00C27244" w:rsidRPr="008E7459" w:rsidRDefault="00C27244" w:rsidP="00847A99">
            <w:pPr>
              <w:pStyle w:val="Default"/>
              <w:numPr>
                <w:ilvl w:val="0"/>
                <w:numId w:val="31"/>
              </w:numPr>
              <w:spacing w:after="240"/>
              <w:jc w:val="both"/>
              <w:rPr>
                <w:b/>
                <w:i/>
                <w:color w:val="auto"/>
                <w:sz w:val="20"/>
                <w:szCs w:val="20"/>
              </w:rPr>
            </w:pPr>
            <w:r w:rsidRPr="008E7459">
              <w:rPr>
                <w:color w:val="auto"/>
                <w:sz w:val="20"/>
                <w:szCs w:val="20"/>
              </w:rPr>
              <w:t>Number of persons aged 20–24 year olds who state they have completed Year 12 or equivalent, or attained a formal qualification at Certificate II or above (includes Certificate I/II nfd, but excludes Certificate nfd and level not determined).</w:t>
            </w:r>
          </w:p>
          <w:p w:rsidR="00C27244" w:rsidRPr="008E7459" w:rsidRDefault="00C27244" w:rsidP="00847A99">
            <w:pPr>
              <w:pStyle w:val="Default"/>
              <w:numPr>
                <w:ilvl w:val="0"/>
                <w:numId w:val="31"/>
              </w:numPr>
              <w:spacing w:after="240"/>
              <w:jc w:val="both"/>
              <w:rPr>
                <w:b/>
                <w:i/>
                <w:color w:val="auto"/>
                <w:sz w:val="20"/>
                <w:szCs w:val="20"/>
              </w:rPr>
            </w:pPr>
            <w:r w:rsidRPr="008E7459">
              <w:rPr>
                <w:color w:val="auto"/>
                <w:sz w:val="20"/>
                <w:szCs w:val="20"/>
              </w:rPr>
              <w:t>Number of persons aged 20–24 year olds who state they have completed Year 12 or equivalent, or attained a formal qualification at Certificate III or above (excludes Certificate nfd and level not determined).</w:t>
            </w:r>
          </w:p>
          <w:p w:rsidR="00C27244" w:rsidRPr="008E7459" w:rsidRDefault="00C27244" w:rsidP="00FB6B7D">
            <w:pPr>
              <w:pStyle w:val="Default"/>
              <w:jc w:val="both"/>
              <w:rPr>
                <w:color w:val="auto"/>
                <w:sz w:val="20"/>
                <w:szCs w:val="20"/>
              </w:rPr>
            </w:pPr>
            <w:r w:rsidRPr="008E7459">
              <w:rPr>
                <w:color w:val="auto"/>
                <w:sz w:val="20"/>
                <w:szCs w:val="20"/>
              </w:rPr>
              <w:t>Denominator:</w:t>
            </w:r>
            <w:r w:rsidR="00FB6B7D" w:rsidRPr="008E7459">
              <w:rPr>
                <w:color w:val="auto"/>
                <w:sz w:val="20"/>
                <w:szCs w:val="20"/>
              </w:rPr>
              <w:t xml:space="preserve"> </w:t>
            </w:r>
            <w:r w:rsidRPr="008E7459">
              <w:rPr>
                <w:color w:val="auto"/>
                <w:sz w:val="20"/>
                <w:szCs w:val="20"/>
              </w:rPr>
              <w:t>Total population of persons aged 20–24 years.</w:t>
            </w:r>
          </w:p>
          <w:p w:rsidR="00FB6B7D" w:rsidRPr="008E7459" w:rsidRDefault="00FB6B7D" w:rsidP="00FB6B7D">
            <w:pPr>
              <w:pStyle w:val="Default"/>
              <w:jc w:val="both"/>
              <w:rPr>
                <w:color w:val="auto"/>
                <w:sz w:val="20"/>
                <w:szCs w:val="20"/>
              </w:rPr>
            </w:pP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Excludes people whose educational attainment is not stated (only applicable to </w:t>
            </w:r>
            <w:r w:rsidR="008921A5" w:rsidRPr="008E7459">
              <w:rPr>
                <w:rFonts w:ascii="Arial" w:hAnsi="Arial" w:cs="Arial"/>
                <w:sz w:val="20"/>
                <w:szCs w:val="20"/>
              </w:rPr>
              <w:t>Census</w:t>
            </w:r>
            <w:r w:rsidRPr="008E7459">
              <w:rPr>
                <w:rFonts w:ascii="Arial" w:hAnsi="Arial" w:cs="Arial"/>
                <w:sz w:val="20"/>
                <w:szCs w:val="20"/>
              </w:rPr>
              <w:t xml:space="preserve"> data). </w:t>
            </w:r>
          </w:p>
        </w:tc>
      </w:tr>
      <w:tr w:rsidR="00644BCF" w:rsidRPr="008E7459" w:rsidTr="00BC05F5">
        <w:tc>
          <w:tcPr>
            <w:tcW w:w="1984" w:type="dxa"/>
          </w:tcPr>
          <w:p w:rsidR="00C27244" w:rsidRPr="008E7459" w:rsidRDefault="00D3756A" w:rsidP="00847A99">
            <w:pPr>
              <w:pStyle w:val="TableBodyText"/>
              <w:keepNext w:val="0"/>
              <w:keepLines w:val="0"/>
              <w:jc w:val="left"/>
              <w:rPr>
                <w:b/>
              </w:rPr>
            </w:pPr>
            <w:r w:rsidRPr="008E7459">
              <w:rPr>
                <w:b/>
              </w:rPr>
              <w:t>Data s</w:t>
            </w:r>
            <w:r w:rsidR="00C27244" w:rsidRPr="008E7459">
              <w:rPr>
                <w:b/>
              </w:rPr>
              <w:t>ource</w:t>
            </w:r>
          </w:p>
        </w:tc>
        <w:tc>
          <w:tcPr>
            <w:tcW w:w="6946" w:type="dxa"/>
          </w:tcPr>
          <w:p w:rsidR="00C27244" w:rsidRPr="008E7459" w:rsidRDefault="00C27244" w:rsidP="00847A99">
            <w:pPr>
              <w:jc w:val="both"/>
              <w:rPr>
                <w:rFonts w:ascii="Arial" w:hAnsi="Arial" w:cs="Arial"/>
                <w:sz w:val="20"/>
                <w:szCs w:val="20"/>
              </w:rPr>
            </w:pPr>
            <w:r w:rsidRPr="008E7459">
              <w:rPr>
                <w:rFonts w:ascii="Arial" w:hAnsi="Arial" w:cs="Arial"/>
                <w:sz w:val="20"/>
                <w:szCs w:val="20"/>
              </w:rPr>
              <w:t>Numerator and denominator:</w:t>
            </w: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ABS </w:t>
            </w:r>
            <w:r w:rsidR="008921A5" w:rsidRPr="008E7459">
              <w:rPr>
                <w:rFonts w:ascii="Arial" w:hAnsi="Arial" w:cs="Arial"/>
                <w:sz w:val="20"/>
                <w:szCs w:val="20"/>
              </w:rPr>
              <w:t>Census</w:t>
            </w:r>
            <w:r w:rsidRPr="008E7459">
              <w:rPr>
                <w:rFonts w:ascii="Arial" w:hAnsi="Arial" w:cs="Arial"/>
                <w:sz w:val="20"/>
                <w:szCs w:val="20"/>
              </w:rPr>
              <w:t xml:space="preserve"> of Population and Housing (</w:t>
            </w:r>
            <w:r w:rsidR="008921A5" w:rsidRPr="008E7459">
              <w:rPr>
                <w:rFonts w:ascii="Arial" w:hAnsi="Arial" w:cs="Arial"/>
                <w:sz w:val="20"/>
                <w:szCs w:val="20"/>
              </w:rPr>
              <w:t>Census</w:t>
            </w:r>
            <w:r w:rsidRPr="008E7459">
              <w:rPr>
                <w:rFonts w:ascii="Arial" w:hAnsi="Arial" w:cs="Arial"/>
                <w:sz w:val="20"/>
                <w:szCs w:val="20"/>
              </w:rPr>
              <w:t>). Data are available every five years.</w:t>
            </w: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Data from the Survey of Education and Work (SEW) are provided annually to inform this measure at the national level. </w:t>
            </w: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This DQS applies to NEA 4 measures based on 2012 SEW data.</w:t>
            </w:r>
          </w:p>
        </w:tc>
      </w:tr>
      <w:tr w:rsidR="00644BCF" w:rsidRPr="008E7459" w:rsidTr="00BC05F5">
        <w:tc>
          <w:tcPr>
            <w:tcW w:w="1984" w:type="dxa"/>
          </w:tcPr>
          <w:p w:rsidR="00C27244" w:rsidRPr="008E7459" w:rsidRDefault="00D3756A" w:rsidP="00847A99">
            <w:pPr>
              <w:pStyle w:val="TableBodyText"/>
              <w:keepNext w:val="0"/>
              <w:keepLines w:val="0"/>
              <w:jc w:val="left"/>
              <w:rPr>
                <w:b/>
              </w:rPr>
            </w:pPr>
            <w:r w:rsidRPr="008E7459">
              <w:rPr>
                <w:b/>
              </w:rPr>
              <w:t>Institutional e</w:t>
            </w:r>
            <w:r w:rsidR="00C27244" w:rsidRPr="008E7459">
              <w:rPr>
                <w:b/>
              </w:rPr>
              <w:t>nvironment</w:t>
            </w:r>
          </w:p>
        </w:tc>
        <w:tc>
          <w:tcPr>
            <w:tcW w:w="6946" w:type="dxa"/>
          </w:tcPr>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and SEW are collected by the ABS under the </w:t>
            </w:r>
            <w:r w:rsidR="008921A5" w:rsidRPr="008E7459">
              <w:rPr>
                <w:rFonts w:ascii="Arial" w:hAnsi="Arial" w:cs="Arial"/>
                <w:sz w:val="20"/>
                <w:szCs w:val="20"/>
              </w:rPr>
              <w:t>Census</w:t>
            </w:r>
            <w:r w:rsidRPr="008E7459">
              <w:rPr>
                <w:rFonts w:ascii="Arial" w:hAnsi="Arial" w:cs="Arial"/>
                <w:sz w:val="20"/>
                <w:szCs w:val="20"/>
              </w:rPr>
              <w:t xml:space="preserve"> and Statistics Act 1905.</w:t>
            </w: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For information on the institutional environment of the ABS, including the legislative obligations of the ABS, financing and government arrangements, and mechanisms for scrutiny of ABS operations, see </w:t>
            </w:r>
            <w:hyperlink r:id="rId67" w:history="1">
              <w:r w:rsidRPr="008E7459">
                <w:rPr>
                  <w:rStyle w:val="Hyperlink"/>
                  <w:rFonts w:ascii="Arial" w:hAnsi="Arial" w:cs="Arial"/>
                  <w:color w:val="auto"/>
                  <w:sz w:val="20"/>
                  <w:szCs w:val="20"/>
                </w:rPr>
                <w:t>ABS Institutional Environment</w:t>
              </w:r>
            </w:hyperlink>
            <w:r w:rsidRPr="008E7459">
              <w:rPr>
                <w:rStyle w:val="Hyperlink"/>
                <w:rFonts w:ascii="Arial" w:hAnsi="Arial" w:cs="Arial"/>
                <w:color w:val="auto"/>
                <w:sz w:val="20"/>
                <w:szCs w:val="20"/>
              </w:rPr>
              <w:t>.</w:t>
            </w:r>
          </w:p>
        </w:tc>
      </w:tr>
      <w:tr w:rsidR="00644BCF" w:rsidRPr="008E7459" w:rsidTr="00BC05F5">
        <w:tc>
          <w:tcPr>
            <w:tcW w:w="1984" w:type="dxa"/>
          </w:tcPr>
          <w:p w:rsidR="00C27244" w:rsidRPr="008E7459" w:rsidRDefault="00C27244" w:rsidP="00847A99">
            <w:pPr>
              <w:pStyle w:val="TableBodyText"/>
              <w:keepNext w:val="0"/>
              <w:keepLines w:val="0"/>
              <w:jc w:val="left"/>
              <w:rPr>
                <w:b/>
              </w:rPr>
            </w:pPr>
            <w:r w:rsidRPr="008E7459">
              <w:rPr>
                <w:b/>
              </w:rPr>
              <w:t>Relevance</w:t>
            </w:r>
          </w:p>
        </w:tc>
        <w:tc>
          <w:tcPr>
            <w:tcW w:w="6946" w:type="dxa"/>
          </w:tcPr>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The SEW does not collect data from people in Indigenous communities in very remote areas. </w:t>
            </w: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The SEW collects information on the highest year of school completed and highest level of non</w:t>
            </w:r>
            <w:r w:rsidR="00DE694D" w:rsidRPr="008E7459">
              <w:rPr>
                <w:rFonts w:ascii="Arial" w:hAnsi="Arial" w:cs="Arial"/>
                <w:sz w:val="20"/>
                <w:szCs w:val="20"/>
              </w:rPr>
              <w:noBreakHyphen/>
            </w:r>
            <w:r w:rsidRPr="008E7459">
              <w:rPr>
                <w:rFonts w:ascii="Arial" w:hAnsi="Arial" w:cs="Arial"/>
                <w:sz w:val="20"/>
                <w:szCs w:val="20"/>
              </w:rPr>
              <w:t xml:space="preserve">school qualification. The classification of qualifications used is the </w:t>
            </w:r>
            <w:hyperlink r:id="rId68" w:history="1">
              <w:r w:rsidRPr="008E7459">
                <w:rPr>
                  <w:rStyle w:val="Hyperlink"/>
                  <w:rFonts w:ascii="Arial" w:hAnsi="Arial" w:cs="Arial"/>
                  <w:color w:val="auto"/>
                  <w:sz w:val="20"/>
                  <w:szCs w:val="20"/>
                </w:rPr>
                <w:t>Australian Standard Classification of Education (ASCED) (cat. no. 1272.0).</w:t>
              </w:r>
            </w:hyperlink>
          </w:p>
          <w:p w:rsidR="00C27244" w:rsidRPr="008E7459" w:rsidRDefault="00C27244" w:rsidP="00847A99">
            <w:pPr>
              <w:spacing w:after="240"/>
              <w:jc w:val="both"/>
              <w:rPr>
                <w:rFonts w:ascii="Arial" w:hAnsi="Arial" w:cs="Arial"/>
                <w:sz w:val="20"/>
                <w:szCs w:val="20"/>
                <w:u w:val="single"/>
              </w:rPr>
            </w:pPr>
            <w:r w:rsidRPr="008E7459">
              <w:rPr>
                <w:rFonts w:ascii="Arial" w:hAnsi="Arial" w:cs="Arial"/>
                <w:sz w:val="20"/>
                <w:szCs w:val="20"/>
              </w:rPr>
              <w:t xml:space="preserve">For some respondents, information is supplied by another household resident, such as a parent, partner or unrelated adult (Any Responsible </w:t>
            </w:r>
            <w:r w:rsidRPr="008E7459">
              <w:rPr>
                <w:rFonts w:ascii="Arial" w:hAnsi="Arial" w:cs="Arial"/>
                <w:sz w:val="20"/>
                <w:szCs w:val="20"/>
              </w:rPr>
              <w:lastRenderedPageBreak/>
              <w:t>Adult). While this is a standard survey methodology, answers to some questions may occasionally differ from those that would have been supplied in a personal interview.</w:t>
            </w:r>
          </w:p>
        </w:tc>
      </w:tr>
      <w:tr w:rsidR="00644BCF" w:rsidRPr="008E7459" w:rsidTr="00BC05F5">
        <w:tc>
          <w:tcPr>
            <w:tcW w:w="1984" w:type="dxa"/>
          </w:tcPr>
          <w:p w:rsidR="00C27244" w:rsidRPr="008E7459" w:rsidRDefault="00C27244" w:rsidP="00847A99">
            <w:pPr>
              <w:pStyle w:val="TableBodyText"/>
              <w:keepNext w:val="0"/>
              <w:keepLines w:val="0"/>
              <w:jc w:val="left"/>
              <w:rPr>
                <w:b/>
              </w:rPr>
            </w:pPr>
            <w:r w:rsidRPr="008E7459">
              <w:rPr>
                <w:b/>
              </w:rPr>
              <w:lastRenderedPageBreak/>
              <w:t>Timeliness</w:t>
            </w:r>
          </w:p>
        </w:tc>
        <w:tc>
          <w:tcPr>
            <w:tcW w:w="6946" w:type="dxa"/>
          </w:tcPr>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The SEW is conducted annually in May as a supplement to the monthly Labour Force Survey (LFS). Results from the 2012 survey were released in November 2012.</w:t>
            </w:r>
          </w:p>
        </w:tc>
      </w:tr>
      <w:tr w:rsidR="00644BCF" w:rsidRPr="008E7459" w:rsidTr="00BC05F5">
        <w:tc>
          <w:tcPr>
            <w:tcW w:w="1984" w:type="dxa"/>
          </w:tcPr>
          <w:p w:rsidR="00C27244" w:rsidRPr="008E7459" w:rsidRDefault="00C27244" w:rsidP="00847A99">
            <w:pPr>
              <w:pStyle w:val="TableBodyText"/>
              <w:keepNext w:val="0"/>
              <w:keepLines w:val="0"/>
              <w:jc w:val="left"/>
              <w:rPr>
                <w:b/>
              </w:rPr>
            </w:pPr>
            <w:r w:rsidRPr="008E7459">
              <w:rPr>
                <w:b/>
              </w:rPr>
              <w:t>Accuracy</w:t>
            </w:r>
          </w:p>
        </w:tc>
        <w:tc>
          <w:tcPr>
            <w:tcW w:w="6946" w:type="dxa"/>
          </w:tcPr>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The 2012 SEW response rate was 95</w:t>
            </w:r>
            <w:r w:rsidR="0026685B" w:rsidRPr="008E7459">
              <w:rPr>
                <w:rFonts w:ascii="Arial" w:hAnsi="Arial" w:cs="Arial"/>
                <w:sz w:val="20"/>
                <w:szCs w:val="20"/>
              </w:rPr>
              <w:t xml:space="preserve"> </w:t>
            </w:r>
            <w:r w:rsidR="008921A5" w:rsidRPr="008E7459">
              <w:rPr>
                <w:rFonts w:ascii="Arial" w:hAnsi="Arial" w:cs="Arial"/>
                <w:sz w:val="20"/>
                <w:szCs w:val="20"/>
              </w:rPr>
              <w:t>per cent</w:t>
            </w:r>
            <w:r w:rsidR="006A2961" w:rsidRPr="008E7459">
              <w:rPr>
                <w:rFonts w:ascii="Arial" w:hAnsi="Arial" w:cs="Arial"/>
                <w:sz w:val="20"/>
                <w:szCs w:val="20"/>
              </w:rPr>
              <w:t xml:space="preserve"> which constituted 39 </w:t>
            </w:r>
            <w:r w:rsidRPr="008E7459">
              <w:rPr>
                <w:rFonts w:ascii="Arial" w:hAnsi="Arial" w:cs="Arial"/>
                <w:sz w:val="20"/>
                <w:szCs w:val="20"/>
              </w:rPr>
              <w:t>500 completed interviews. The 2012 response rate was consistent with that in previous years.</w:t>
            </w: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The data for the SEW are collected from an ARA (Any Responsible Adult) on behalf of other members of the household and are weighted for non</w:t>
            </w:r>
            <w:r w:rsidR="00DE694D" w:rsidRPr="008E7459">
              <w:rPr>
                <w:rFonts w:ascii="Arial" w:hAnsi="Arial" w:cs="Arial"/>
                <w:sz w:val="20"/>
                <w:szCs w:val="20"/>
              </w:rPr>
              <w:noBreakHyphen/>
            </w:r>
            <w:r w:rsidRPr="008E7459">
              <w:rPr>
                <w:rFonts w:ascii="Arial" w:hAnsi="Arial" w:cs="Arial"/>
                <w:sz w:val="20"/>
                <w:szCs w:val="20"/>
              </w:rPr>
              <w:t>response.</w:t>
            </w: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The data are event data that can be used to measure year to year changes provided that the changes are large enough to account for the Relative Standard Error (RSE) of estimates. </w:t>
            </w: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Data with a relative standard error of between </w:t>
            </w:r>
            <w:r w:rsidR="0026685B" w:rsidRPr="008E7459">
              <w:rPr>
                <w:rFonts w:ascii="Arial" w:hAnsi="Arial" w:cs="Arial"/>
                <w:sz w:val="20"/>
                <w:szCs w:val="20"/>
              </w:rPr>
              <w:t>25 per</w:t>
            </w:r>
            <w:r w:rsidR="008921A5" w:rsidRPr="008E7459">
              <w:rPr>
                <w:rFonts w:ascii="Arial" w:hAnsi="Arial" w:cs="Arial"/>
                <w:sz w:val="20"/>
                <w:szCs w:val="20"/>
              </w:rPr>
              <w:t xml:space="preserve"> cent</w:t>
            </w:r>
            <w:r w:rsidRPr="008E7459">
              <w:rPr>
                <w:rFonts w:ascii="Arial" w:hAnsi="Arial" w:cs="Arial"/>
                <w:sz w:val="20"/>
                <w:szCs w:val="20"/>
              </w:rPr>
              <w:t xml:space="preserve"> and </w:t>
            </w:r>
            <w:r w:rsidR="0026685B" w:rsidRPr="008E7459">
              <w:rPr>
                <w:rFonts w:ascii="Arial" w:hAnsi="Arial" w:cs="Arial"/>
                <w:sz w:val="20"/>
                <w:szCs w:val="20"/>
              </w:rPr>
              <w:t>50 per</w:t>
            </w:r>
            <w:r w:rsidR="008921A5" w:rsidRPr="008E7459">
              <w:rPr>
                <w:rFonts w:ascii="Arial" w:hAnsi="Arial" w:cs="Arial"/>
                <w:sz w:val="20"/>
                <w:szCs w:val="20"/>
              </w:rPr>
              <w:t xml:space="preserve"> cent</w:t>
            </w:r>
            <w:r w:rsidRPr="008E7459">
              <w:rPr>
                <w:rFonts w:ascii="Arial" w:hAnsi="Arial" w:cs="Arial"/>
                <w:sz w:val="20"/>
                <w:szCs w:val="20"/>
              </w:rPr>
              <w:t xml:space="preserve"> should be used with caution while data with a relative standard error greater than </w:t>
            </w:r>
            <w:r w:rsidR="0026685B" w:rsidRPr="008E7459">
              <w:rPr>
                <w:rFonts w:ascii="Arial" w:hAnsi="Arial" w:cs="Arial"/>
                <w:sz w:val="20"/>
                <w:szCs w:val="20"/>
              </w:rPr>
              <w:t>50 per</w:t>
            </w:r>
            <w:r w:rsidR="008921A5" w:rsidRPr="008E7459">
              <w:rPr>
                <w:rFonts w:ascii="Arial" w:hAnsi="Arial" w:cs="Arial"/>
                <w:sz w:val="20"/>
                <w:szCs w:val="20"/>
              </w:rPr>
              <w:t xml:space="preserve"> cent</w:t>
            </w:r>
            <w:r w:rsidRPr="008E7459">
              <w:rPr>
                <w:rFonts w:ascii="Arial" w:hAnsi="Arial" w:cs="Arial"/>
                <w:sz w:val="20"/>
                <w:szCs w:val="20"/>
              </w:rPr>
              <w:t xml:space="preserve"> is considered too unreliable for general use.</w:t>
            </w:r>
          </w:p>
        </w:tc>
      </w:tr>
      <w:tr w:rsidR="00644BCF" w:rsidRPr="008E7459" w:rsidTr="00BC05F5">
        <w:tc>
          <w:tcPr>
            <w:tcW w:w="1984" w:type="dxa"/>
          </w:tcPr>
          <w:p w:rsidR="00C27244" w:rsidRPr="008E7459" w:rsidRDefault="00C27244" w:rsidP="00847A99">
            <w:pPr>
              <w:pStyle w:val="TableBodyText"/>
              <w:keepNext w:val="0"/>
              <w:keepLines w:val="0"/>
              <w:jc w:val="left"/>
              <w:rPr>
                <w:b/>
              </w:rPr>
            </w:pPr>
            <w:r w:rsidRPr="008E7459">
              <w:rPr>
                <w:b/>
              </w:rPr>
              <w:t>Coherence</w:t>
            </w:r>
          </w:p>
        </w:tc>
        <w:tc>
          <w:tcPr>
            <w:tcW w:w="6946" w:type="dxa"/>
          </w:tcPr>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Both the numerator and denominator come from the SEW. Measures based on the 2012 SEW are consistent with those supplied for COAG reporting from previous cycles of this survey. </w:t>
            </w: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The </w:t>
            </w:r>
            <w:hyperlink r:id="rId69" w:history="1">
              <w:r w:rsidRPr="008E7459">
                <w:rPr>
                  <w:rStyle w:val="Hyperlink"/>
                  <w:rFonts w:ascii="Arial" w:hAnsi="Arial" w:cs="Arial"/>
                  <w:color w:val="auto"/>
                  <w:sz w:val="20"/>
                  <w:szCs w:val="20"/>
                </w:rPr>
                <w:t>Australian Standard Classification of Education (ASCED) (cat. no. 1272.0)</w:t>
              </w:r>
            </w:hyperlink>
            <w:r w:rsidRPr="008E7459">
              <w:rPr>
                <w:rFonts w:ascii="Arial" w:hAnsi="Arial" w:cs="Arial"/>
                <w:sz w:val="20"/>
                <w:szCs w:val="20"/>
              </w:rPr>
              <w:t xml:space="preserve"> has been used in all surveys with education items since 2001 and allows the education and training items between different surveys to be compared.</w:t>
            </w: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The </w:t>
            </w:r>
            <w:hyperlink r:id="rId70" w:history="1">
              <w:r w:rsidR="008921A5" w:rsidRPr="008E7459">
                <w:rPr>
                  <w:rStyle w:val="Hyperlink"/>
                  <w:rFonts w:ascii="Arial" w:hAnsi="Arial" w:cs="Arial"/>
                  <w:color w:val="auto"/>
                  <w:sz w:val="20"/>
                  <w:szCs w:val="20"/>
                </w:rPr>
                <w:t>Census</w:t>
              </w:r>
              <w:r w:rsidRPr="008E7459">
                <w:rPr>
                  <w:rStyle w:val="Hyperlink"/>
                  <w:rFonts w:ascii="Arial" w:hAnsi="Arial" w:cs="Arial"/>
                  <w:color w:val="auto"/>
                  <w:sz w:val="20"/>
                  <w:szCs w:val="20"/>
                </w:rPr>
                <w:t xml:space="preserve"> of Population and Housing</w:t>
              </w:r>
            </w:hyperlink>
            <w:r w:rsidRPr="008E7459">
              <w:rPr>
                <w:rFonts w:ascii="Arial" w:hAnsi="Arial" w:cs="Arial"/>
                <w:sz w:val="20"/>
                <w:szCs w:val="20"/>
              </w:rPr>
              <w:t xml:space="preserve"> and the </w:t>
            </w:r>
            <w:hyperlink r:id="rId71" w:history="1">
              <w:r w:rsidRPr="008E7459">
                <w:rPr>
                  <w:rStyle w:val="Hyperlink"/>
                  <w:rFonts w:ascii="Arial" w:hAnsi="Arial" w:cs="Arial"/>
                  <w:color w:val="auto"/>
                  <w:sz w:val="20"/>
                  <w:szCs w:val="20"/>
                </w:rPr>
                <w:t>Survey of Learning and Work (cat. no. 4235.0)</w:t>
              </w:r>
            </w:hyperlink>
            <w:r w:rsidRPr="008E7459">
              <w:rPr>
                <w:rFonts w:ascii="Arial" w:hAnsi="Arial" w:cs="Arial"/>
                <w:sz w:val="20"/>
                <w:szCs w:val="20"/>
              </w:rPr>
              <w:t xml:space="preserve"> also provide information on educational attainment.</w:t>
            </w:r>
          </w:p>
        </w:tc>
      </w:tr>
      <w:tr w:rsidR="00644BCF" w:rsidRPr="008E7459" w:rsidTr="00BC05F5">
        <w:tc>
          <w:tcPr>
            <w:tcW w:w="1984" w:type="dxa"/>
          </w:tcPr>
          <w:p w:rsidR="00C27244" w:rsidRPr="008E7459" w:rsidRDefault="00C27244" w:rsidP="00847A99">
            <w:pPr>
              <w:pStyle w:val="TableBodyText"/>
              <w:keepNext w:val="0"/>
              <w:keepLines w:val="0"/>
              <w:jc w:val="left"/>
              <w:rPr>
                <w:b/>
              </w:rPr>
            </w:pPr>
            <w:r w:rsidRPr="008E7459">
              <w:rPr>
                <w:b/>
              </w:rPr>
              <w:t>Interpretability</w:t>
            </w:r>
          </w:p>
        </w:tc>
        <w:tc>
          <w:tcPr>
            <w:tcW w:w="6946" w:type="dxa"/>
          </w:tcPr>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Information on how to interpret and use the data appropriately is available on the ABS website, see </w:t>
            </w:r>
            <w:hyperlink r:id="rId72" w:history="1">
              <w:r w:rsidRPr="008E7459">
                <w:rPr>
                  <w:rStyle w:val="Hyperlink"/>
                  <w:rFonts w:ascii="Arial" w:hAnsi="Arial" w:cs="Arial"/>
                  <w:color w:val="auto"/>
                  <w:sz w:val="20"/>
                  <w:szCs w:val="20"/>
                </w:rPr>
                <w:t>Explanatory Notes</w:t>
              </w:r>
            </w:hyperlink>
            <w:r w:rsidRPr="008E7459">
              <w:rPr>
                <w:rFonts w:ascii="Arial" w:hAnsi="Arial" w:cs="Arial"/>
                <w:sz w:val="20"/>
                <w:szCs w:val="20"/>
              </w:rPr>
              <w:t xml:space="preserve"> in Education and Work, Australia (cat. no. 6227.0).</w:t>
            </w:r>
          </w:p>
          <w:p w:rsidR="00C27244" w:rsidRPr="008E7459" w:rsidRDefault="00C27244" w:rsidP="00847A99">
            <w:pPr>
              <w:spacing w:after="240"/>
              <w:jc w:val="both"/>
              <w:rPr>
                <w:rFonts w:ascii="Arial" w:hAnsi="Arial" w:cs="Arial"/>
                <w:sz w:val="20"/>
                <w:szCs w:val="20"/>
              </w:rPr>
            </w:pPr>
            <w:r w:rsidRPr="008E7459">
              <w:rPr>
                <w:rFonts w:ascii="Arial" w:hAnsi="Arial" w:cs="Arial"/>
                <w:sz w:val="20"/>
                <w:szCs w:val="20"/>
              </w:rPr>
              <w:t xml:space="preserve">ABS SEIFA indexes are based on data from the </w:t>
            </w:r>
            <w:r w:rsidR="008921A5" w:rsidRPr="008E7459">
              <w:rPr>
                <w:rFonts w:ascii="Arial" w:hAnsi="Arial" w:cs="Arial"/>
                <w:sz w:val="20"/>
                <w:szCs w:val="20"/>
              </w:rPr>
              <w:t>Census</w:t>
            </w:r>
            <w:r w:rsidRPr="008E7459">
              <w:rPr>
                <w:rFonts w:ascii="Arial" w:hAnsi="Arial" w:cs="Arial"/>
                <w:sz w:val="20"/>
                <w:szCs w:val="20"/>
              </w:rPr>
              <w:t xml:space="preserve"> and measure the socioeconomic status of the area in which a person lives. They do not directly measure the socioeconomic status of individuals or their households. More information on SEIFA can be found on the ABS website: </w:t>
            </w:r>
            <w:hyperlink r:id="rId73" w:history="1">
              <w:r w:rsidRPr="008E7459">
                <w:rPr>
                  <w:rStyle w:val="Hyperlink"/>
                  <w:rFonts w:ascii="Arial" w:hAnsi="Arial" w:cs="Arial"/>
                  <w:color w:val="auto"/>
                  <w:sz w:val="20"/>
                  <w:szCs w:val="20"/>
                </w:rPr>
                <w:t>www.abs.gov.au</w:t>
              </w:r>
            </w:hyperlink>
            <w:r w:rsidRPr="008E7459">
              <w:rPr>
                <w:rFonts w:ascii="Arial" w:hAnsi="Arial" w:cs="Arial"/>
                <w:sz w:val="20"/>
                <w:szCs w:val="20"/>
              </w:rPr>
              <w:t xml:space="preserve">. In this cycle for tables using data from SEW, SEIFA IRSD is based on the 2006 </w:t>
            </w:r>
            <w:r w:rsidR="008921A5" w:rsidRPr="008E7459">
              <w:rPr>
                <w:rFonts w:ascii="Arial" w:hAnsi="Arial" w:cs="Arial"/>
                <w:sz w:val="20"/>
                <w:szCs w:val="20"/>
              </w:rPr>
              <w:t>Census</w:t>
            </w:r>
            <w:r w:rsidRPr="008E7459">
              <w:rPr>
                <w:rFonts w:ascii="Arial" w:hAnsi="Arial" w:cs="Arial"/>
                <w:sz w:val="20"/>
                <w:szCs w:val="20"/>
              </w:rPr>
              <w:t>.</w:t>
            </w:r>
          </w:p>
        </w:tc>
      </w:tr>
      <w:tr w:rsidR="00644BCF" w:rsidRPr="008E7459" w:rsidTr="00BC05F5">
        <w:trPr>
          <w:trHeight w:val="342"/>
        </w:trPr>
        <w:tc>
          <w:tcPr>
            <w:tcW w:w="1984" w:type="dxa"/>
          </w:tcPr>
          <w:p w:rsidR="00C27244" w:rsidRPr="008E7459" w:rsidRDefault="00C27244" w:rsidP="00847A99">
            <w:pPr>
              <w:pStyle w:val="TableBodyText"/>
              <w:keepNext w:val="0"/>
              <w:keepLines w:val="0"/>
              <w:jc w:val="left"/>
              <w:rPr>
                <w:b/>
              </w:rPr>
            </w:pPr>
            <w:r w:rsidRPr="008E7459">
              <w:rPr>
                <w:b/>
              </w:rPr>
              <w:t>Accessibility</w:t>
            </w:r>
          </w:p>
        </w:tc>
        <w:tc>
          <w:tcPr>
            <w:tcW w:w="6946" w:type="dxa"/>
          </w:tcPr>
          <w:p w:rsidR="00C27244" w:rsidRPr="008E7459" w:rsidRDefault="00C27244" w:rsidP="00E95DF1">
            <w:pPr>
              <w:spacing w:after="240"/>
              <w:jc w:val="both"/>
              <w:rPr>
                <w:rFonts w:ascii="Arial" w:hAnsi="Arial" w:cs="Arial"/>
                <w:sz w:val="20"/>
                <w:szCs w:val="20"/>
              </w:rPr>
            </w:pPr>
            <w:r w:rsidRPr="008E7459">
              <w:rPr>
                <w:rFonts w:ascii="Arial" w:hAnsi="Arial" w:cs="Arial"/>
                <w:sz w:val="20"/>
                <w:szCs w:val="20"/>
              </w:rPr>
              <w:t xml:space="preserve">The data for the SEW are available via the ABS website in the publication </w:t>
            </w:r>
            <w:hyperlink r:id="rId74" w:history="1">
              <w:r w:rsidRPr="008E7459">
                <w:rPr>
                  <w:rStyle w:val="Hyperlink"/>
                  <w:rFonts w:ascii="Arial" w:hAnsi="Arial" w:cs="Arial"/>
                  <w:color w:val="auto"/>
                  <w:sz w:val="20"/>
                  <w:szCs w:val="20"/>
                </w:rPr>
                <w:t>Education and Work, Australia (cat. no. 6227.0)</w:t>
              </w:r>
            </w:hyperlink>
            <w:r w:rsidRPr="008E7459">
              <w:rPr>
                <w:rFonts w:ascii="Arial" w:hAnsi="Arial" w:cs="Arial"/>
                <w:sz w:val="20"/>
                <w:szCs w:val="20"/>
              </w:rPr>
              <w:t xml:space="preserve">. This measure is also released as part of a SEW detailed education data cube. </w:t>
            </w:r>
            <w:r w:rsidR="00E95DF1" w:rsidRPr="008E7459">
              <w:rPr>
                <w:rFonts w:ascii="Arial" w:hAnsi="Arial" w:cs="Arial"/>
                <w:sz w:val="20"/>
                <w:szCs w:val="20"/>
              </w:rPr>
              <w:br/>
            </w:r>
            <w:r w:rsidRPr="008E7459">
              <w:rPr>
                <w:rFonts w:ascii="Arial" w:hAnsi="Arial" w:cs="Arial"/>
                <w:sz w:val="20"/>
                <w:szCs w:val="20"/>
              </w:rPr>
              <w:t xml:space="preserve">Additional data are available at cost upon request through the </w:t>
            </w:r>
            <w:hyperlink r:id="rId75" w:history="1">
              <w:r w:rsidRPr="008E7459">
                <w:rPr>
                  <w:rStyle w:val="Hyperlink"/>
                  <w:rFonts w:ascii="Arial" w:hAnsi="Arial" w:cs="Arial"/>
                  <w:color w:val="auto"/>
                  <w:sz w:val="20"/>
                  <w:szCs w:val="20"/>
                </w:rPr>
                <w:t>National Information Referral Service</w:t>
              </w:r>
            </w:hyperlink>
            <w:r w:rsidRPr="008E7459">
              <w:rPr>
                <w:rFonts w:ascii="Arial" w:hAnsi="Arial" w:cs="Arial"/>
                <w:sz w:val="20"/>
                <w:szCs w:val="20"/>
              </w:rPr>
              <w:t xml:space="preserve"> (NIRS). Confidentialised Unit Record File (CURF) has been produced for every second cycle of the SEW since 2001, most recently for 2011. The survey microdata have also been released through the Survey TableBuilder product, </w:t>
            </w:r>
            <w:hyperlink r:id="rId76" w:history="1">
              <w:r w:rsidRPr="008E7459">
                <w:rPr>
                  <w:rFonts w:ascii="Arial" w:hAnsi="Arial" w:cs="Arial"/>
                  <w:sz w:val="20"/>
                  <w:szCs w:val="20"/>
                  <w:u w:val="single"/>
                </w:rPr>
                <w:t>Microdata: Education and Work, Australia</w:t>
              </w:r>
            </w:hyperlink>
            <w:r w:rsidRPr="008E7459">
              <w:rPr>
                <w:rFonts w:ascii="Arial" w:hAnsi="Arial" w:cs="Arial"/>
                <w:sz w:val="20"/>
                <w:szCs w:val="20"/>
              </w:rPr>
              <w:t xml:space="preserve"> (cat. no. 6227.0.30.001).</w:t>
            </w:r>
          </w:p>
        </w:tc>
      </w:tr>
    </w:tbl>
    <w:p w:rsidR="001436ED" w:rsidRPr="008E7459" w:rsidRDefault="001436ED" w:rsidP="00847A99">
      <w:pPr>
        <w:pStyle w:val="Heading3"/>
        <w:pageBreakBefore/>
        <w:spacing w:before="0" w:line="240" w:lineRule="auto"/>
      </w:pPr>
      <w:bookmarkStart w:id="46" w:name="_Ref357174438"/>
      <w:r w:rsidRPr="008E7459">
        <w:lastRenderedPageBreak/>
        <w:t>Data quality statement — Indicator 5 —</w:t>
      </w:r>
      <w:r w:rsidR="00C21869" w:rsidRPr="008E7459">
        <w:t xml:space="preserve"> The proportion of young people participating in post</w:t>
      </w:r>
      <w:r w:rsidR="00DE694D" w:rsidRPr="008E7459">
        <w:noBreakHyphen/>
      </w:r>
      <w:r w:rsidR="00C21869" w:rsidRPr="008E7459">
        <w:t>school education, training or employment. (</w:t>
      </w:r>
      <w:r w:rsidR="008921A5" w:rsidRPr="008E7459">
        <w:t>Census</w:t>
      </w:r>
      <w:r w:rsidR="00C21869" w:rsidRPr="008E7459">
        <w:t>)</w:t>
      </w:r>
      <w:bookmarkEnd w:id="46"/>
    </w:p>
    <w:p w:rsidR="00847A99" w:rsidRPr="008E7459" w:rsidRDefault="00847A99" w:rsidP="00847A99">
      <w:pPr>
        <w:pStyle w:val="BoxSpac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6913"/>
      </w:tblGrid>
      <w:tr w:rsidR="00BC05F5" w:rsidRPr="008E7459" w:rsidTr="00BC05F5">
        <w:tc>
          <w:tcPr>
            <w:tcW w:w="1984" w:type="dxa"/>
          </w:tcPr>
          <w:p w:rsidR="00C21869" w:rsidRPr="008E7459" w:rsidRDefault="00C21869" w:rsidP="00C21869">
            <w:pPr>
              <w:rPr>
                <w:rFonts w:ascii="Arial" w:hAnsi="Arial" w:cs="Arial"/>
                <w:b/>
                <w:sz w:val="20"/>
                <w:szCs w:val="20"/>
              </w:rPr>
            </w:pPr>
            <w:r w:rsidRPr="008E7459">
              <w:rPr>
                <w:rFonts w:ascii="Arial" w:hAnsi="Arial" w:cs="Arial"/>
                <w:b/>
                <w:sz w:val="20"/>
                <w:szCs w:val="20"/>
              </w:rPr>
              <w:t>Indicator</w:t>
            </w:r>
          </w:p>
        </w:tc>
        <w:tc>
          <w:tcPr>
            <w:tcW w:w="6913" w:type="dxa"/>
          </w:tcPr>
          <w:p w:rsidR="00C21869" w:rsidRPr="008E7459" w:rsidRDefault="00C21869" w:rsidP="003A3E0B">
            <w:pPr>
              <w:spacing w:after="240"/>
              <w:jc w:val="both"/>
              <w:rPr>
                <w:rFonts w:ascii="Arial" w:hAnsi="Arial" w:cs="Arial"/>
                <w:bCs/>
                <w:sz w:val="20"/>
                <w:szCs w:val="20"/>
              </w:rPr>
            </w:pPr>
            <w:r w:rsidRPr="008E7459">
              <w:rPr>
                <w:rFonts w:ascii="Arial" w:hAnsi="Arial" w:cs="Arial"/>
                <w:sz w:val="20"/>
                <w:szCs w:val="20"/>
              </w:rPr>
              <w:t>NEA 5 – The proportion of young people participating in post</w:t>
            </w:r>
            <w:r w:rsidR="00DE694D" w:rsidRPr="008E7459">
              <w:rPr>
                <w:rFonts w:ascii="Arial" w:hAnsi="Arial" w:cs="Arial"/>
                <w:sz w:val="20"/>
                <w:szCs w:val="20"/>
              </w:rPr>
              <w:noBreakHyphen/>
            </w:r>
            <w:r w:rsidRPr="008E7459">
              <w:rPr>
                <w:rFonts w:ascii="Arial" w:hAnsi="Arial" w:cs="Arial"/>
                <w:sz w:val="20"/>
                <w:szCs w:val="20"/>
              </w:rPr>
              <w:t>school education, training or employment.</w:t>
            </w:r>
          </w:p>
        </w:tc>
      </w:tr>
      <w:tr w:rsidR="00BC05F5" w:rsidRPr="008E7459" w:rsidTr="00BC05F5">
        <w:tc>
          <w:tcPr>
            <w:tcW w:w="1984" w:type="dxa"/>
          </w:tcPr>
          <w:p w:rsidR="00C21869" w:rsidRPr="008E7459" w:rsidRDefault="00644BCF" w:rsidP="00C21869">
            <w:pPr>
              <w:rPr>
                <w:rFonts w:ascii="Arial" w:hAnsi="Arial" w:cs="Arial"/>
                <w:b/>
                <w:sz w:val="20"/>
                <w:szCs w:val="20"/>
              </w:rPr>
            </w:pPr>
            <w:r w:rsidRPr="008E7459">
              <w:rPr>
                <w:rFonts w:ascii="Arial" w:hAnsi="Arial" w:cs="Arial"/>
                <w:b/>
                <w:sz w:val="20"/>
                <w:szCs w:val="20"/>
              </w:rPr>
              <w:t>Measure (computation)</w:t>
            </w:r>
          </w:p>
        </w:tc>
        <w:tc>
          <w:tcPr>
            <w:tcW w:w="6913" w:type="dxa"/>
          </w:tcPr>
          <w:p w:rsidR="00C21869" w:rsidRPr="008E7459" w:rsidRDefault="00C21869" w:rsidP="003A3E0B">
            <w:pPr>
              <w:pStyle w:val="Default"/>
              <w:spacing w:after="240"/>
              <w:jc w:val="both"/>
              <w:rPr>
                <w:color w:val="auto"/>
                <w:sz w:val="20"/>
                <w:szCs w:val="20"/>
              </w:rPr>
            </w:pPr>
            <w:r w:rsidRPr="008E7459">
              <w:rPr>
                <w:color w:val="auto"/>
                <w:sz w:val="20"/>
                <w:szCs w:val="20"/>
              </w:rPr>
              <w:t>Young people (aged 17–24 years who are not attending school), who are fully engaged in post</w:t>
            </w:r>
            <w:r w:rsidR="00DE694D" w:rsidRPr="008E7459">
              <w:rPr>
                <w:color w:val="auto"/>
                <w:sz w:val="20"/>
                <w:szCs w:val="20"/>
              </w:rPr>
              <w:noBreakHyphen/>
            </w:r>
            <w:r w:rsidRPr="008E7459">
              <w:rPr>
                <w:color w:val="auto"/>
                <w:sz w:val="20"/>
                <w:szCs w:val="20"/>
              </w:rPr>
              <w:t>school education, training and/or employment.</w:t>
            </w:r>
          </w:p>
          <w:p w:rsidR="00C21869" w:rsidRPr="008E7459" w:rsidRDefault="00C21869" w:rsidP="003A3E0B">
            <w:pPr>
              <w:pStyle w:val="Default"/>
              <w:jc w:val="both"/>
              <w:rPr>
                <w:iCs/>
                <w:color w:val="auto"/>
                <w:sz w:val="20"/>
                <w:szCs w:val="20"/>
              </w:rPr>
            </w:pPr>
            <w:r w:rsidRPr="008E7459">
              <w:rPr>
                <w:iCs/>
                <w:color w:val="auto"/>
                <w:sz w:val="20"/>
                <w:szCs w:val="20"/>
              </w:rPr>
              <w:t>Numerator:</w:t>
            </w:r>
          </w:p>
          <w:p w:rsidR="00C21869" w:rsidRPr="008E7459" w:rsidRDefault="00C21869" w:rsidP="003A3E0B">
            <w:pPr>
              <w:pStyle w:val="Default"/>
              <w:spacing w:after="240"/>
              <w:jc w:val="both"/>
              <w:rPr>
                <w:color w:val="auto"/>
                <w:sz w:val="20"/>
                <w:szCs w:val="20"/>
              </w:rPr>
            </w:pPr>
            <w:r w:rsidRPr="008E7459">
              <w:rPr>
                <w:color w:val="auto"/>
                <w:sz w:val="20"/>
                <w:szCs w:val="20"/>
              </w:rPr>
              <w:t>Number of persons aged 17–24 years who have left school and are fully</w:t>
            </w:r>
            <w:r w:rsidR="00DE694D" w:rsidRPr="008E7459">
              <w:rPr>
                <w:color w:val="auto"/>
                <w:sz w:val="20"/>
                <w:szCs w:val="20"/>
              </w:rPr>
              <w:noBreakHyphen/>
            </w:r>
            <w:r w:rsidRPr="008E7459">
              <w:rPr>
                <w:color w:val="auto"/>
                <w:sz w:val="20"/>
                <w:szCs w:val="20"/>
              </w:rPr>
              <w:t>engaged in post</w:t>
            </w:r>
            <w:r w:rsidR="00DE694D" w:rsidRPr="008E7459">
              <w:rPr>
                <w:color w:val="auto"/>
                <w:sz w:val="20"/>
                <w:szCs w:val="20"/>
              </w:rPr>
              <w:noBreakHyphen/>
            </w:r>
            <w:r w:rsidRPr="008E7459">
              <w:rPr>
                <w:color w:val="auto"/>
                <w:sz w:val="20"/>
                <w:szCs w:val="20"/>
              </w:rPr>
              <w:t>school education, training or employment.</w:t>
            </w:r>
          </w:p>
          <w:p w:rsidR="00C21869" w:rsidRPr="008E7459" w:rsidRDefault="00C21869" w:rsidP="003A3E0B">
            <w:pPr>
              <w:pStyle w:val="Default"/>
              <w:jc w:val="both"/>
              <w:rPr>
                <w:color w:val="auto"/>
                <w:sz w:val="20"/>
                <w:szCs w:val="20"/>
              </w:rPr>
            </w:pPr>
            <w:r w:rsidRPr="008E7459">
              <w:rPr>
                <w:color w:val="auto"/>
                <w:sz w:val="20"/>
                <w:szCs w:val="20"/>
              </w:rPr>
              <w:t>Denominator:</w:t>
            </w:r>
          </w:p>
          <w:p w:rsidR="00C21869" w:rsidRPr="008E7459" w:rsidRDefault="00C21869" w:rsidP="003A3E0B">
            <w:pPr>
              <w:pStyle w:val="Default"/>
              <w:spacing w:after="240"/>
              <w:jc w:val="both"/>
              <w:rPr>
                <w:color w:val="auto"/>
                <w:sz w:val="20"/>
                <w:szCs w:val="20"/>
              </w:rPr>
            </w:pPr>
            <w:r w:rsidRPr="008E7459">
              <w:rPr>
                <w:color w:val="auto"/>
                <w:sz w:val="20"/>
                <w:szCs w:val="20"/>
              </w:rPr>
              <w:t>Number of persons aged 17–24 years who are not attending school.</w:t>
            </w:r>
          </w:p>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measure excludes people whose Full</w:t>
            </w:r>
            <w:r w:rsidR="00DE694D" w:rsidRPr="008E7459">
              <w:rPr>
                <w:rFonts w:ascii="Arial" w:hAnsi="Arial" w:cs="Arial"/>
                <w:sz w:val="20"/>
                <w:szCs w:val="20"/>
              </w:rPr>
              <w:noBreakHyphen/>
            </w:r>
            <w:r w:rsidRPr="008E7459">
              <w:rPr>
                <w:rFonts w:ascii="Arial" w:hAnsi="Arial" w:cs="Arial"/>
                <w:sz w:val="20"/>
                <w:szCs w:val="20"/>
              </w:rPr>
              <w:t>Time/Part</w:t>
            </w:r>
            <w:r w:rsidR="00DE694D" w:rsidRPr="008E7459">
              <w:rPr>
                <w:rFonts w:ascii="Arial" w:hAnsi="Arial" w:cs="Arial"/>
                <w:sz w:val="20"/>
                <w:szCs w:val="20"/>
              </w:rPr>
              <w:noBreakHyphen/>
            </w:r>
            <w:r w:rsidRPr="008E7459">
              <w:rPr>
                <w:rFonts w:ascii="Arial" w:hAnsi="Arial" w:cs="Arial"/>
                <w:sz w:val="20"/>
                <w:szCs w:val="20"/>
              </w:rPr>
              <w:t>Time Student Status or Labour Force Status is not stated (or not determined) if they are not identified as fully engaged through the other variable.</w:t>
            </w:r>
          </w:p>
          <w:p w:rsidR="00C21869" w:rsidRPr="008E7459" w:rsidRDefault="00C21869" w:rsidP="003A3E0B">
            <w:pPr>
              <w:pStyle w:val="Default"/>
              <w:spacing w:after="240"/>
              <w:jc w:val="both"/>
              <w:rPr>
                <w:color w:val="auto"/>
                <w:sz w:val="20"/>
                <w:szCs w:val="20"/>
              </w:rPr>
            </w:pPr>
            <w:r w:rsidRPr="008E7459">
              <w:rPr>
                <w:color w:val="auto"/>
                <w:sz w:val="20"/>
                <w:szCs w:val="20"/>
              </w:rPr>
              <w:t>Fully</w:t>
            </w:r>
            <w:r w:rsidR="00DE694D" w:rsidRPr="008E7459">
              <w:rPr>
                <w:color w:val="auto"/>
                <w:sz w:val="20"/>
                <w:szCs w:val="20"/>
              </w:rPr>
              <w:noBreakHyphen/>
            </w:r>
            <w:r w:rsidRPr="008E7459">
              <w:rPr>
                <w:color w:val="auto"/>
                <w:sz w:val="20"/>
                <w:szCs w:val="20"/>
              </w:rPr>
              <w:t>engaged is defined as full</w:t>
            </w:r>
            <w:r w:rsidR="00DE694D" w:rsidRPr="008E7459">
              <w:rPr>
                <w:color w:val="auto"/>
                <w:sz w:val="20"/>
                <w:szCs w:val="20"/>
              </w:rPr>
              <w:noBreakHyphen/>
            </w:r>
            <w:r w:rsidRPr="008E7459">
              <w:rPr>
                <w:color w:val="auto"/>
                <w:sz w:val="20"/>
                <w:szCs w:val="20"/>
              </w:rPr>
              <w:t>time post</w:t>
            </w:r>
            <w:r w:rsidR="00DE694D" w:rsidRPr="008E7459">
              <w:rPr>
                <w:color w:val="auto"/>
                <w:sz w:val="20"/>
                <w:szCs w:val="20"/>
              </w:rPr>
              <w:noBreakHyphen/>
            </w:r>
            <w:r w:rsidRPr="008E7459">
              <w:rPr>
                <w:color w:val="auto"/>
                <w:sz w:val="20"/>
                <w:szCs w:val="20"/>
              </w:rPr>
              <w:t>school education or training, full</w:t>
            </w:r>
            <w:r w:rsidR="00DE694D" w:rsidRPr="008E7459">
              <w:rPr>
                <w:color w:val="auto"/>
                <w:sz w:val="20"/>
                <w:szCs w:val="20"/>
              </w:rPr>
              <w:noBreakHyphen/>
            </w:r>
            <w:r w:rsidRPr="008E7459">
              <w:rPr>
                <w:color w:val="auto"/>
                <w:sz w:val="20"/>
                <w:szCs w:val="20"/>
              </w:rPr>
              <w:t>time employment, or a mixture of part</w:t>
            </w:r>
            <w:r w:rsidR="00DE694D" w:rsidRPr="008E7459">
              <w:rPr>
                <w:color w:val="auto"/>
                <w:sz w:val="20"/>
                <w:szCs w:val="20"/>
              </w:rPr>
              <w:noBreakHyphen/>
            </w:r>
            <w:r w:rsidRPr="008E7459">
              <w:rPr>
                <w:color w:val="auto"/>
                <w:sz w:val="20"/>
                <w:szCs w:val="20"/>
              </w:rPr>
              <w:t>time/full</w:t>
            </w:r>
            <w:r w:rsidR="00DE694D" w:rsidRPr="008E7459">
              <w:rPr>
                <w:color w:val="auto"/>
                <w:sz w:val="20"/>
                <w:szCs w:val="20"/>
              </w:rPr>
              <w:noBreakHyphen/>
            </w:r>
            <w:r w:rsidRPr="008E7459">
              <w:rPr>
                <w:color w:val="auto"/>
                <w:sz w:val="20"/>
                <w:szCs w:val="20"/>
              </w:rPr>
              <w:t>time post</w:t>
            </w:r>
            <w:r w:rsidR="00DE694D" w:rsidRPr="008E7459">
              <w:rPr>
                <w:color w:val="auto"/>
                <w:sz w:val="20"/>
                <w:szCs w:val="20"/>
              </w:rPr>
              <w:noBreakHyphen/>
            </w:r>
            <w:r w:rsidRPr="008E7459">
              <w:rPr>
                <w:color w:val="auto"/>
                <w:sz w:val="20"/>
                <w:szCs w:val="20"/>
              </w:rPr>
              <w:t>school education or training and part</w:t>
            </w:r>
            <w:r w:rsidR="00DE694D" w:rsidRPr="008E7459">
              <w:rPr>
                <w:color w:val="auto"/>
                <w:sz w:val="20"/>
                <w:szCs w:val="20"/>
              </w:rPr>
              <w:noBreakHyphen/>
            </w:r>
            <w:r w:rsidRPr="008E7459">
              <w:rPr>
                <w:color w:val="auto"/>
                <w:sz w:val="20"/>
                <w:szCs w:val="20"/>
              </w:rPr>
              <w:t>time/full</w:t>
            </w:r>
            <w:r w:rsidR="00DE694D" w:rsidRPr="008E7459">
              <w:rPr>
                <w:color w:val="auto"/>
                <w:sz w:val="20"/>
                <w:szCs w:val="20"/>
              </w:rPr>
              <w:noBreakHyphen/>
            </w:r>
            <w:r w:rsidRPr="008E7459">
              <w:rPr>
                <w:color w:val="auto"/>
                <w:sz w:val="20"/>
                <w:szCs w:val="20"/>
              </w:rPr>
              <w:t>time employment.</w:t>
            </w:r>
          </w:p>
        </w:tc>
      </w:tr>
      <w:tr w:rsidR="00BC05F5" w:rsidRPr="008E7459" w:rsidTr="00BC05F5">
        <w:tc>
          <w:tcPr>
            <w:tcW w:w="1984" w:type="dxa"/>
          </w:tcPr>
          <w:p w:rsidR="00C21869" w:rsidRPr="008E7459" w:rsidRDefault="00D3756A" w:rsidP="00C21869">
            <w:pPr>
              <w:rPr>
                <w:rFonts w:ascii="Arial" w:hAnsi="Arial" w:cs="Arial"/>
                <w:b/>
                <w:sz w:val="20"/>
                <w:szCs w:val="20"/>
              </w:rPr>
            </w:pPr>
            <w:r w:rsidRPr="008E7459">
              <w:rPr>
                <w:rFonts w:ascii="Arial" w:hAnsi="Arial" w:cs="Arial"/>
                <w:b/>
                <w:sz w:val="20"/>
                <w:szCs w:val="20"/>
              </w:rPr>
              <w:t>Data s</w:t>
            </w:r>
            <w:r w:rsidR="00C21869" w:rsidRPr="008E7459">
              <w:rPr>
                <w:rFonts w:ascii="Arial" w:hAnsi="Arial" w:cs="Arial"/>
                <w:b/>
                <w:sz w:val="20"/>
                <w:szCs w:val="20"/>
              </w:rPr>
              <w:t>ource</w:t>
            </w:r>
          </w:p>
        </w:tc>
        <w:tc>
          <w:tcPr>
            <w:tcW w:w="6913" w:type="dxa"/>
          </w:tcPr>
          <w:p w:rsidR="00C21869" w:rsidRPr="008E7459" w:rsidRDefault="00C21869" w:rsidP="003A3E0B">
            <w:pPr>
              <w:jc w:val="both"/>
              <w:rPr>
                <w:rFonts w:ascii="Arial" w:hAnsi="Arial" w:cs="Arial"/>
                <w:sz w:val="20"/>
                <w:szCs w:val="20"/>
              </w:rPr>
            </w:pPr>
            <w:r w:rsidRPr="008E7459">
              <w:rPr>
                <w:rFonts w:ascii="Arial" w:hAnsi="Arial" w:cs="Arial"/>
                <w:sz w:val="20"/>
                <w:szCs w:val="20"/>
              </w:rPr>
              <w:t>Numerator and denominator:</w:t>
            </w:r>
          </w:p>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ABS </w:t>
            </w:r>
            <w:r w:rsidR="008921A5" w:rsidRPr="008E7459">
              <w:rPr>
                <w:rFonts w:ascii="Arial" w:hAnsi="Arial" w:cs="Arial"/>
                <w:sz w:val="20"/>
                <w:szCs w:val="20"/>
              </w:rPr>
              <w:t>Census</w:t>
            </w:r>
            <w:r w:rsidRPr="008E7459">
              <w:rPr>
                <w:rFonts w:ascii="Arial" w:hAnsi="Arial" w:cs="Arial"/>
                <w:sz w:val="20"/>
                <w:szCs w:val="20"/>
              </w:rPr>
              <w:t xml:space="preserve"> of Population and Housing (</w:t>
            </w:r>
            <w:r w:rsidR="008921A5" w:rsidRPr="008E7459">
              <w:rPr>
                <w:rFonts w:ascii="Arial" w:hAnsi="Arial" w:cs="Arial"/>
                <w:sz w:val="20"/>
                <w:szCs w:val="20"/>
              </w:rPr>
              <w:t>Census</w:t>
            </w:r>
            <w:r w:rsidRPr="008E7459">
              <w:rPr>
                <w:rFonts w:ascii="Arial" w:hAnsi="Arial" w:cs="Arial"/>
                <w:sz w:val="20"/>
                <w:szCs w:val="20"/>
              </w:rPr>
              <w:t>). Data are available every five years.</w:t>
            </w:r>
          </w:p>
          <w:p w:rsidR="00C21869" w:rsidRPr="008E7459" w:rsidRDefault="00C21869" w:rsidP="003A3E0B">
            <w:pPr>
              <w:pStyle w:val="Default"/>
              <w:spacing w:after="240"/>
              <w:jc w:val="both"/>
              <w:rPr>
                <w:color w:val="auto"/>
                <w:sz w:val="20"/>
                <w:szCs w:val="20"/>
              </w:rPr>
            </w:pPr>
            <w:r w:rsidRPr="008E7459">
              <w:rPr>
                <w:color w:val="auto"/>
                <w:sz w:val="20"/>
                <w:szCs w:val="20"/>
              </w:rPr>
              <w:t xml:space="preserve">This DQS applies to NEA 5 measures based on 2006 and 2011 </w:t>
            </w:r>
            <w:r w:rsidR="008921A5" w:rsidRPr="008E7459">
              <w:rPr>
                <w:color w:val="auto"/>
                <w:sz w:val="20"/>
                <w:szCs w:val="20"/>
              </w:rPr>
              <w:t>Census</w:t>
            </w:r>
            <w:r w:rsidRPr="008E7459">
              <w:rPr>
                <w:color w:val="auto"/>
                <w:sz w:val="20"/>
                <w:szCs w:val="20"/>
              </w:rPr>
              <w:t xml:space="preserve"> data.</w:t>
            </w:r>
          </w:p>
          <w:p w:rsidR="00C21869" w:rsidRPr="008E7459" w:rsidRDefault="00C21869" w:rsidP="003A3E0B">
            <w:pPr>
              <w:autoSpaceDE w:val="0"/>
              <w:autoSpaceDN w:val="0"/>
              <w:adjustRightInd w:val="0"/>
              <w:spacing w:after="240"/>
              <w:jc w:val="both"/>
              <w:rPr>
                <w:rFonts w:ascii="Arial" w:hAnsi="Arial" w:cs="Arial"/>
                <w:sz w:val="20"/>
                <w:szCs w:val="20"/>
              </w:rPr>
            </w:pPr>
            <w:r w:rsidRPr="008E7459">
              <w:rPr>
                <w:rFonts w:ascii="Arial" w:hAnsi="Arial" w:cs="Arial"/>
                <w:sz w:val="20"/>
                <w:szCs w:val="20"/>
              </w:rPr>
              <w:t>Data from the Survey of Education and Work (SEW) are provided annually to inform this measure at the national level. A separate DQS is provided for NEA 5 measures based on SEW data.</w:t>
            </w:r>
          </w:p>
        </w:tc>
      </w:tr>
      <w:tr w:rsidR="00BC05F5" w:rsidRPr="008E7459" w:rsidTr="00BC05F5">
        <w:tc>
          <w:tcPr>
            <w:tcW w:w="1984" w:type="dxa"/>
          </w:tcPr>
          <w:p w:rsidR="00C21869" w:rsidRPr="008E7459" w:rsidRDefault="00D3756A" w:rsidP="00C21869">
            <w:pPr>
              <w:rPr>
                <w:rFonts w:ascii="Arial" w:hAnsi="Arial" w:cs="Arial"/>
                <w:b/>
                <w:sz w:val="20"/>
                <w:szCs w:val="20"/>
              </w:rPr>
            </w:pPr>
            <w:r w:rsidRPr="008E7459">
              <w:rPr>
                <w:rFonts w:ascii="Arial" w:hAnsi="Arial" w:cs="Arial"/>
                <w:b/>
                <w:sz w:val="20"/>
                <w:szCs w:val="20"/>
              </w:rPr>
              <w:t>Institutional e</w:t>
            </w:r>
            <w:r w:rsidR="00C21869" w:rsidRPr="008E7459">
              <w:rPr>
                <w:rFonts w:ascii="Arial" w:hAnsi="Arial" w:cs="Arial"/>
                <w:b/>
                <w:sz w:val="20"/>
                <w:szCs w:val="20"/>
              </w:rPr>
              <w:t>nvironment</w:t>
            </w:r>
          </w:p>
        </w:tc>
        <w:tc>
          <w:tcPr>
            <w:tcW w:w="6913" w:type="dxa"/>
          </w:tcPr>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and SEW are collected by the ABS under the </w:t>
            </w:r>
            <w:r w:rsidR="008921A5" w:rsidRPr="008E7459">
              <w:rPr>
                <w:rFonts w:ascii="Arial" w:hAnsi="Arial" w:cs="Arial"/>
                <w:sz w:val="20"/>
                <w:szCs w:val="20"/>
              </w:rPr>
              <w:t>Census</w:t>
            </w:r>
            <w:r w:rsidRPr="008E7459">
              <w:rPr>
                <w:rFonts w:ascii="Arial" w:hAnsi="Arial" w:cs="Arial"/>
                <w:sz w:val="20"/>
                <w:szCs w:val="20"/>
              </w:rPr>
              <w:t xml:space="preserve"> and Statistics Act 1905.</w:t>
            </w:r>
          </w:p>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For information on the institutional environment of the ABS, including the legislative obligations of the ABS, financing and government arrangements, and mechanisms for scrutiny of ABS operations, see </w:t>
            </w:r>
            <w:hyperlink r:id="rId77" w:history="1">
              <w:r w:rsidRPr="008E7459">
                <w:rPr>
                  <w:rStyle w:val="Hyperlink"/>
                  <w:rFonts w:ascii="Arial" w:hAnsi="Arial" w:cs="Arial"/>
                  <w:color w:val="auto"/>
                  <w:sz w:val="20"/>
                  <w:szCs w:val="20"/>
                </w:rPr>
                <w:t>ABS Institutional Environment</w:t>
              </w:r>
            </w:hyperlink>
            <w:r w:rsidRPr="008E7459">
              <w:rPr>
                <w:rStyle w:val="Hyperlink"/>
                <w:rFonts w:ascii="Arial" w:hAnsi="Arial" w:cs="Arial"/>
                <w:color w:val="auto"/>
                <w:sz w:val="20"/>
                <w:szCs w:val="20"/>
              </w:rPr>
              <w:t>.</w:t>
            </w:r>
          </w:p>
        </w:tc>
      </w:tr>
      <w:tr w:rsidR="00BC05F5" w:rsidRPr="008E7459" w:rsidTr="00BC05F5">
        <w:tc>
          <w:tcPr>
            <w:tcW w:w="1984" w:type="dxa"/>
          </w:tcPr>
          <w:p w:rsidR="00C21869" w:rsidRPr="008E7459" w:rsidRDefault="00C21869" w:rsidP="00C21869">
            <w:pPr>
              <w:rPr>
                <w:rFonts w:ascii="Arial" w:hAnsi="Arial" w:cs="Arial"/>
                <w:b/>
                <w:sz w:val="20"/>
                <w:szCs w:val="20"/>
              </w:rPr>
            </w:pPr>
            <w:r w:rsidRPr="008E7459">
              <w:rPr>
                <w:rFonts w:ascii="Arial" w:hAnsi="Arial" w:cs="Arial"/>
                <w:b/>
                <w:sz w:val="20"/>
                <w:szCs w:val="20"/>
              </w:rPr>
              <w:t>Relevance</w:t>
            </w:r>
          </w:p>
        </w:tc>
        <w:tc>
          <w:tcPr>
            <w:tcW w:w="6913" w:type="dxa"/>
          </w:tcPr>
          <w:p w:rsidR="00C21869" w:rsidRPr="008E7459" w:rsidRDefault="008921A5" w:rsidP="003A3E0B">
            <w:pPr>
              <w:spacing w:after="240"/>
              <w:jc w:val="both"/>
              <w:rPr>
                <w:rFonts w:ascii="Arial" w:hAnsi="Arial" w:cs="Arial"/>
                <w:sz w:val="20"/>
                <w:szCs w:val="20"/>
              </w:rPr>
            </w:pPr>
            <w:r w:rsidRPr="008E7459">
              <w:rPr>
                <w:rFonts w:ascii="Arial" w:hAnsi="Arial" w:cs="Arial"/>
                <w:sz w:val="20"/>
                <w:szCs w:val="20"/>
              </w:rPr>
              <w:t>Census</w:t>
            </w:r>
            <w:r w:rsidR="00C21869" w:rsidRPr="008E7459">
              <w:rPr>
                <w:rFonts w:ascii="Arial" w:hAnsi="Arial" w:cs="Arial"/>
                <w:sz w:val="20"/>
                <w:szCs w:val="20"/>
              </w:rPr>
              <w:t xml:space="preserve"> data are available by state/territory. </w:t>
            </w:r>
          </w:p>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collects information on the Full</w:t>
            </w:r>
            <w:r w:rsidR="00DE694D" w:rsidRPr="008E7459">
              <w:rPr>
                <w:rFonts w:ascii="Arial" w:hAnsi="Arial" w:cs="Arial"/>
                <w:sz w:val="20"/>
                <w:szCs w:val="20"/>
              </w:rPr>
              <w:noBreakHyphen/>
            </w:r>
            <w:r w:rsidRPr="008E7459">
              <w:rPr>
                <w:rFonts w:ascii="Arial" w:hAnsi="Arial" w:cs="Arial"/>
                <w:sz w:val="20"/>
                <w:szCs w:val="20"/>
              </w:rPr>
              <w:t>Time/Part</w:t>
            </w:r>
            <w:r w:rsidR="00DE694D" w:rsidRPr="008E7459">
              <w:rPr>
                <w:rFonts w:ascii="Arial" w:hAnsi="Arial" w:cs="Arial"/>
                <w:sz w:val="20"/>
                <w:szCs w:val="20"/>
              </w:rPr>
              <w:noBreakHyphen/>
            </w:r>
            <w:r w:rsidRPr="008E7459">
              <w:rPr>
                <w:rFonts w:ascii="Arial" w:hAnsi="Arial" w:cs="Arial"/>
                <w:sz w:val="20"/>
                <w:szCs w:val="20"/>
              </w:rPr>
              <w:t xml:space="preserve">Time Student Status, Type of Educational Institution Attending and Labour Force Status. </w:t>
            </w:r>
          </w:p>
          <w:p w:rsidR="00C21869" w:rsidRPr="008E7459" w:rsidRDefault="00C21869" w:rsidP="003A3E0B">
            <w:pPr>
              <w:autoSpaceDE w:val="0"/>
              <w:autoSpaceDN w:val="0"/>
              <w:adjustRightInd w:val="0"/>
              <w:spacing w:after="240"/>
              <w:jc w:val="both"/>
              <w:rPr>
                <w:rFonts w:ascii="Arial" w:hAnsi="Arial" w:cs="Arial"/>
                <w:sz w:val="20"/>
                <w:szCs w:val="20"/>
                <w:u w:val="single"/>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form may be completed by one household member on behalf of others in the household. While this is a standard methodology, answers to some questions may occasionally differ from those that would have been supplied had each person completed the </w:t>
            </w:r>
            <w:r w:rsidR="008921A5" w:rsidRPr="008E7459">
              <w:rPr>
                <w:rFonts w:ascii="Arial" w:hAnsi="Arial" w:cs="Arial"/>
                <w:sz w:val="20"/>
                <w:szCs w:val="20"/>
              </w:rPr>
              <w:t>Census</w:t>
            </w:r>
            <w:r w:rsidRPr="008E7459">
              <w:rPr>
                <w:rFonts w:ascii="Arial" w:hAnsi="Arial" w:cs="Arial"/>
                <w:sz w:val="20"/>
                <w:szCs w:val="20"/>
              </w:rPr>
              <w:t xml:space="preserve"> form themselves.</w:t>
            </w:r>
          </w:p>
        </w:tc>
      </w:tr>
      <w:tr w:rsidR="00BC05F5" w:rsidRPr="008E7459" w:rsidTr="00BC05F5">
        <w:tc>
          <w:tcPr>
            <w:tcW w:w="1984" w:type="dxa"/>
          </w:tcPr>
          <w:p w:rsidR="00C21869" w:rsidRPr="008E7459" w:rsidRDefault="00C21869" w:rsidP="00C21869">
            <w:pPr>
              <w:rPr>
                <w:rFonts w:ascii="Arial" w:hAnsi="Arial" w:cs="Arial"/>
                <w:b/>
                <w:sz w:val="20"/>
                <w:szCs w:val="20"/>
              </w:rPr>
            </w:pPr>
            <w:r w:rsidRPr="008E7459">
              <w:rPr>
                <w:rFonts w:ascii="Arial" w:hAnsi="Arial" w:cs="Arial"/>
                <w:b/>
                <w:sz w:val="20"/>
                <w:szCs w:val="20"/>
              </w:rPr>
              <w:lastRenderedPageBreak/>
              <w:t>Timeliness</w:t>
            </w:r>
          </w:p>
        </w:tc>
        <w:tc>
          <w:tcPr>
            <w:tcW w:w="6913" w:type="dxa"/>
          </w:tcPr>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is conducted every five years in August.</w:t>
            </w:r>
          </w:p>
        </w:tc>
      </w:tr>
      <w:tr w:rsidR="00BC05F5" w:rsidRPr="008E7459" w:rsidTr="00BC05F5">
        <w:tc>
          <w:tcPr>
            <w:tcW w:w="1984" w:type="dxa"/>
          </w:tcPr>
          <w:p w:rsidR="00C21869" w:rsidRPr="008E7459" w:rsidRDefault="00C21869" w:rsidP="00C21869">
            <w:pPr>
              <w:rPr>
                <w:rFonts w:ascii="Arial" w:hAnsi="Arial" w:cs="Arial"/>
                <w:b/>
                <w:sz w:val="20"/>
                <w:szCs w:val="20"/>
              </w:rPr>
            </w:pPr>
            <w:r w:rsidRPr="008E7459">
              <w:rPr>
                <w:rFonts w:ascii="Arial" w:hAnsi="Arial" w:cs="Arial"/>
                <w:b/>
                <w:sz w:val="20"/>
                <w:szCs w:val="20"/>
              </w:rPr>
              <w:t>Accuracy</w:t>
            </w:r>
          </w:p>
        </w:tc>
        <w:tc>
          <w:tcPr>
            <w:tcW w:w="6913" w:type="dxa"/>
          </w:tcPr>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The 2011 Post Enumeration Survey, which is run a month after each </w:t>
            </w:r>
            <w:r w:rsidR="008921A5" w:rsidRPr="008E7459">
              <w:rPr>
                <w:rFonts w:ascii="Arial" w:hAnsi="Arial" w:cs="Arial"/>
                <w:sz w:val="20"/>
                <w:szCs w:val="20"/>
              </w:rPr>
              <w:t>Census</w:t>
            </w:r>
            <w:r w:rsidRPr="008E7459">
              <w:rPr>
                <w:rFonts w:ascii="Arial" w:hAnsi="Arial" w:cs="Arial"/>
                <w:sz w:val="20"/>
                <w:szCs w:val="20"/>
              </w:rPr>
              <w:t xml:space="preserve"> is completed, found a net undercount for the </w:t>
            </w:r>
            <w:r w:rsidR="008921A5" w:rsidRPr="008E7459">
              <w:rPr>
                <w:rFonts w:ascii="Arial" w:hAnsi="Arial" w:cs="Arial"/>
                <w:sz w:val="20"/>
                <w:szCs w:val="20"/>
              </w:rPr>
              <w:t>Census</w:t>
            </w:r>
            <w:r w:rsidRPr="008E7459">
              <w:rPr>
                <w:rFonts w:ascii="Arial" w:hAnsi="Arial" w:cs="Arial"/>
                <w:sz w:val="20"/>
                <w:szCs w:val="20"/>
              </w:rPr>
              <w:t xml:space="preserve"> of </w:t>
            </w:r>
            <w:r w:rsidR="0026685B" w:rsidRPr="008E7459">
              <w:rPr>
                <w:rFonts w:ascii="Arial" w:hAnsi="Arial" w:cs="Arial"/>
                <w:sz w:val="20"/>
                <w:szCs w:val="20"/>
              </w:rPr>
              <w:t>1.7 per</w:t>
            </w:r>
            <w:r w:rsidR="008921A5" w:rsidRPr="008E7459">
              <w:rPr>
                <w:rFonts w:ascii="Arial" w:hAnsi="Arial" w:cs="Arial"/>
                <w:sz w:val="20"/>
                <w:szCs w:val="20"/>
              </w:rPr>
              <w:t xml:space="preserve"> cent</w:t>
            </w:r>
            <w:r w:rsidRPr="008E7459">
              <w:rPr>
                <w:rFonts w:ascii="Arial" w:hAnsi="Arial" w:cs="Arial"/>
                <w:sz w:val="20"/>
                <w:szCs w:val="20"/>
              </w:rPr>
              <w:t xml:space="preserve">. This means over </w:t>
            </w:r>
            <w:r w:rsidR="0026685B" w:rsidRPr="008E7459">
              <w:rPr>
                <w:rFonts w:ascii="Arial" w:hAnsi="Arial" w:cs="Arial"/>
                <w:sz w:val="20"/>
                <w:szCs w:val="20"/>
              </w:rPr>
              <w:t>98 per</w:t>
            </w:r>
            <w:r w:rsidR="008921A5" w:rsidRPr="008E7459">
              <w:rPr>
                <w:rFonts w:ascii="Arial" w:hAnsi="Arial" w:cs="Arial"/>
                <w:sz w:val="20"/>
                <w:szCs w:val="20"/>
              </w:rPr>
              <w:t xml:space="preserve"> cent</w:t>
            </w:r>
            <w:r w:rsidRPr="008E7459">
              <w:rPr>
                <w:rFonts w:ascii="Arial" w:hAnsi="Arial" w:cs="Arial"/>
                <w:sz w:val="20"/>
                <w:szCs w:val="20"/>
              </w:rPr>
              <w:t xml:space="preserve"> of all people in Australia on </w:t>
            </w:r>
            <w:r w:rsidR="008921A5" w:rsidRPr="008E7459">
              <w:rPr>
                <w:rFonts w:ascii="Arial" w:hAnsi="Arial" w:cs="Arial"/>
                <w:sz w:val="20"/>
                <w:szCs w:val="20"/>
              </w:rPr>
              <w:t>Census</w:t>
            </w:r>
            <w:r w:rsidRPr="008E7459">
              <w:rPr>
                <w:rFonts w:ascii="Arial" w:hAnsi="Arial" w:cs="Arial"/>
                <w:sz w:val="20"/>
                <w:szCs w:val="20"/>
              </w:rPr>
              <w:t xml:space="preserve"> night were counted; this was an improvement of </w:t>
            </w:r>
            <w:r w:rsidR="0026685B" w:rsidRPr="008E7459">
              <w:rPr>
                <w:rFonts w:ascii="Arial" w:hAnsi="Arial" w:cs="Arial"/>
                <w:sz w:val="20"/>
                <w:szCs w:val="20"/>
              </w:rPr>
              <w:t>1 per</w:t>
            </w:r>
            <w:r w:rsidR="008921A5" w:rsidRPr="008E7459">
              <w:rPr>
                <w:rFonts w:ascii="Arial" w:hAnsi="Arial" w:cs="Arial"/>
                <w:sz w:val="20"/>
                <w:szCs w:val="20"/>
              </w:rPr>
              <w:t xml:space="preserve"> cent</w:t>
            </w:r>
            <w:r w:rsidRPr="008E7459">
              <w:rPr>
                <w:rFonts w:ascii="Arial" w:hAnsi="Arial" w:cs="Arial"/>
                <w:sz w:val="20"/>
                <w:szCs w:val="20"/>
              </w:rPr>
              <w:t xml:space="preserve"> on the undercount from 2006. </w:t>
            </w:r>
          </w:p>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is self</w:t>
            </w:r>
            <w:r w:rsidR="00DE694D" w:rsidRPr="008E7459">
              <w:rPr>
                <w:rFonts w:ascii="Arial" w:hAnsi="Arial" w:cs="Arial"/>
                <w:sz w:val="20"/>
                <w:szCs w:val="20"/>
              </w:rPr>
              <w:noBreakHyphen/>
            </w:r>
            <w:r w:rsidRPr="008E7459">
              <w:rPr>
                <w:rFonts w:ascii="Arial" w:hAnsi="Arial" w:cs="Arial"/>
                <w:sz w:val="20"/>
                <w:szCs w:val="20"/>
              </w:rPr>
              <w:t xml:space="preserve">enumerated, and respondents sometimes do not return a </w:t>
            </w:r>
            <w:r w:rsidR="008921A5" w:rsidRPr="008E7459">
              <w:rPr>
                <w:rFonts w:ascii="Arial" w:hAnsi="Arial" w:cs="Arial"/>
                <w:sz w:val="20"/>
                <w:szCs w:val="20"/>
              </w:rPr>
              <w:t>Census</w:t>
            </w:r>
            <w:r w:rsidRPr="008E7459">
              <w:rPr>
                <w:rFonts w:ascii="Arial" w:hAnsi="Arial" w:cs="Arial"/>
                <w:sz w:val="20"/>
                <w:szCs w:val="20"/>
              </w:rPr>
              <w:t xml:space="preserve"> form or fail to answer every applicable question. Persons are imputed into dwellings for which no form was returned, together with some demographic characteristics for these people. These same demographic characteristics are imputed if not provided by respondents on a returned form. However, the majority of output classifications include a 'Not Stated' category to record the level of non</w:t>
            </w:r>
            <w:r w:rsidR="00DE694D" w:rsidRPr="008E7459">
              <w:rPr>
                <w:rFonts w:ascii="Arial" w:hAnsi="Arial" w:cs="Arial"/>
                <w:sz w:val="20"/>
                <w:szCs w:val="20"/>
              </w:rPr>
              <w:noBreakHyphen/>
            </w:r>
            <w:r w:rsidRPr="008E7459">
              <w:rPr>
                <w:rFonts w:ascii="Arial" w:hAnsi="Arial" w:cs="Arial"/>
                <w:sz w:val="20"/>
                <w:szCs w:val="20"/>
              </w:rPr>
              <w:t>response for that data item.</w:t>
            </w:r>
          </w:p>
          <w:p w:rsidR="00C21869" w:rsidRPr="008E7459" w:rsidRDefault="00C21869" w:rsidP="003A3E0B">
            <w:pPr>
              <w:pStyle w:val="TableBodyText"/>
              <w:jc w:val="both"/>
            </w:pPr>
            <w:r w:rsidRPr="008E7459">
              <w:t xml:space="preserve">This indicator uses three </w:t>
            </w:r>
            <w:r w:rsidR="008921A5" w:rsidRPr="008E7459">
              <w:t>Census</w:t>
            </w:r>
            <w:r w:rsidRPr="008E7459">
              <w:t xml:space="preserve"> items:</w:t>
            </w:r>
          </w:p>
          <w:p w:rsidR="00C21869" w:rsidRPr="008E7459" w:rsidRDefault="00C21869" w:rsidP="003A3E0B">
            <w:pPr>
              <w:pStyle w:val="TableBullet"/>
              <w:jc w:val="both"/>
            </w:pPr>
            <w:r w:rsidRPr="008E7459">
              <w:t>Full</w:t>
            </w:r>
            <w:r w:rsidR="00DE694D" w:rsidRPr="008E7459">
              <w:noBreakHyphen/>
            </w:r>
            <w:r w:rsidRPr="008E7459">
              <w:t>Time/Part</w:t>
            </w:r>
            <w:r w:rsidR="00DE694D" w:rsidRPr="008E7459">
              <w:noBreakHyphen/>
            </w:r>
            <w:r w:rsidRPr="008E7459">
              <w:t>Time Students Status (STUP)</w:t>
            </w:r>
          </w:p>
          <w:p w:rsidR="00C21869" w:rsidRPr="008E7459" w:rsidRDefault="00C21869" w:rsidP="003A3E0B">
            <w:pPr>
              <w:pStyle w:val="TableBullet"/>
              <w:jc w:val="both"/>
            </w:pPr>
            <w:r w:rsidRPr="008E7459">
              <w:t>Type of Education Institution Attending (TYPP)</w:t>
            </w:r>
          </w:p>
          <w:p w:rsidR="00164D9A" w:rsidRPr="008E7459" w:rsidRDefault="00C21869" w:rsidP="003A3E0B">
            <w:pPr>
              <w:pStyle w:val="TableBullet"/>
              <w:jc w:val="both"/>
            </w:pPr>
            <w:r w:rsidRPr="008E7459">
              <w:t>Labour Force Status (LFSP)</w:t>
            </w:r>
          </w:p>
          <w:p w:rsidR="00164D9A" w:rsidRPr="008E7459" w:rsidRDefault="00164D9A" w:rsidP="003A3E0B">
            <w:pPr>
              <w:pStyle w:val="TableBullet"/>
              <w:numPr>
                <w:ilvl w:val="0"/>
                <w:numId w:val="0"/>
              </w:numPr>
              <w:ind w:left="170"/>
              <w:jc w:val="both"/>
            </w:pPr>
          </w:p>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The non</w:t>
            </w:r>
            <w:r w:rsidR="00DE694D" w:rsidRPr="008E7459">
              <w:rPr>
                <w:rFonts w:ascii="Arial" w:hAnsi="Arial" w:cs="Arial"/>
                <w:sz w:val="20"/>
                <w:szCs w:val="20"/>
              </w:rPr>
              <w:noBreakHyphen/>
            </w:r>
            <w:r w:rsidRPr="008E7459">
              <w:rPr>
                <w:rFonts w:ascii="Arial" w:hAnsi="Arial" w:cs="Arial"/>
                <w:sz w:val="20"/>
                <w:szCs w:val="20"/>
              </w:rPr>
              <w:t xml:space="preserve">response rate for the variable STUP was </w:t>
            </w:r>
            <w:r w:rsidR="0026685B" w:rsidRPr="008E7459">
              <w:rPr>
                <w:rFonts w:ascii="Arial" w:hAnsi="Arial" w:cs="Arial"/>
                <w:sz w:val="20"/>
                <w:szCs w:val="20"/>
              </w:rPr>
              <w:t>6.2 per</w:t>
            </w:r>
            <w:r w:rsidR="008921A5" w:rsidRPr="008E7459">
              <w:rPr>
                <w:rFonts w:ascii="Arial" w:hAnsi="Arial" w:cs="Arial"/>
                <w:sz w:val="20"/>
                <w:szCs w:val="20"/>
              </w:rPr>
              <w:t xml:space="preserve"> cent</w:t>
            </w:r>
            <w:r w:rsidRPr="008E7459">
              <w:rPr>
                <w:rFonts w:ascii="Arial" w:hAnsi="Arial" w:cs="Arial"/>
                <w:sz w:val="20"/>
                <w:szCs w:val="20"/>
              </w:rPr>
              <w:t xml:space="preserve"> in 2011 compared with </w:t>
            </w:r>
            <w:r w:rsidR="0026685B" w:rsidRPr="008E7459">
              <w:rPr>
                <w:rFonts w:ascii="Arial" w:hAnsi="Arial" w:cs="Arial"/>
                <w:sz w:val="20"/>
                <w:szCs w:val="20"/>
              </w:rPr>
              <w:t>7.5 per</w:t>
            </w:r>
            <w:r w:rsidR="008921A5" w:rsidRPr="008E7459">
              <w:rPr>
                <w:rFonts w:ascii="Arial" w:hAnsi="Arial" w:cs="Arial"/>
                <w:sz w:val="20"/>
                <w:szCs w:val="20"/>
              </w:rPr>
              <w:t xml:space="preserve"> cent</w:t>
            </w:r>
            <w:r w:rsidRPr="008E7459">
              <w:rPr>
                <w:rFonts w:ascii="Arial" w:hAnsi="Arial" w:cs="Arial"/>
                <w:sz w:val="20"/>
                <w:szCs w:val="20"/>
              </w:rPr>
              <w:t xml:space="preserve"> in 2006. </w:t>
            </w:r>
            <w:r w:rsidR="0026685B" w:rsidRPr="008E7459">
              <w:rPr>
                <w:rFonts w:ascii="Arial" w:hAnsi="Arial" w:cs="Arial"/>
                <w:sz w:val="20"/>
                <w:szCs w:val="20"/>
              </w:rPr>
              <w:t>The non</w:t>
            </w:r>
            <w:r w:rsidR="00DE694D" w:rsidRPr="008E7459">
              <w:rPr>
                <w:rFonts w:ascii="Arial" w:hAnsi="Arial" w:cs="Arial"/>
                <w:sz w:val="20"/>
                <w:szCs w:val="20"/>
              </w:rPr>
              <w:noBreakHyphen/>
            </w:r>
            <w:r w:rsidR="0026685B" w:rsidRPr="008E7459">
              <w:rPr>
                <w:rFonts w:ascii="Arial" w:hAnsi="Arial" w:cs="Arial"/>
                <w:sz w:val="20"/>
                <w:szCs w:val="20"/>
              </w:rPr>
              <w:t>response rates for STUP include a small proportion of people (0.2 per cent) who did not indicate whether they were students at the Full</w:t>
            </w:r>
            <w:r w:rsidR="00DE694D" w:rsidRPr="008E7459">
              <w:rPr>
                <w:rFonts w:ascii="Arial" w:hAnsi="Arial" w:cs="Arial"/>
                <w:sz w:val="20"/>
                <w:szCs w:val="20"/>
              </w:rPr>
              <w:noBreakHyphen/>
            </w:r>
            <w:r w:rsidR="0026685B" w:rsidRPr="008E7459">
              <w:rPr>
                <w:rFonts w:ascii="Arial" w:hAnsi="Arial" w:cs="Arial"/>
                <w:sz w:val="20"/>
                <w:szCs w:val="20"/>
              </w:rPr>
              <w:t xml:space="preserve">Part Student Status question (question 24 on the Census Household Form) but went on to state TYPP (question 25). </w:t>
            </w:r>
            <w:r w:rsidRPr="008E7459">
              <w:rPr>
                <w:rFonts w:ascii="Arial" w:hAnsi="Arial" w:cs="Arial"/>
                <w:sz w:val="20"/>
                <w:szCs w:val="20"/>
              </w:rPr>
              <w:t>The non</w:t>
            </w:r>
            <w:r w:rsidR="00DE694D" w:rsidRPr="008E7459">
              <w:rPr>
                <w:rFonts w:ascii="Arial" w:hAnsi="Arial" w:cs="Arial"/>
                <w:sz w:val="20"/>
                <w:szCs w:val="20"/>
              </w:rPr>
              <w:noBreakHyphen/>
            </w:r>
            <w:r w:rsidRPr="008E7459">
              <w:rPr>
                <w:rFonts w:ascii="Arial" w:hAnsi="Arial" w:cs="Arial"/>
                <w:sz w:val="20"/>
                <w:szCs w:val="20"/>
              </w:rPr>
              <w:t xml:space="preserve">response rate for TYPP for 2011 was </w:t>
            </w:r>
            <w:r w:rsidR="0026685B" w:rsidRPr="008E7459">
              <w:rPr>
                <w:rFonts w:ascii="Arial" w:hAnsi="Arial" w:cs="Arial"/>
                <w:sz w:val="20"/>
                <w:szCs w:val="20"/>
              </w:rPr>
              <w:t>4.4 per</w:t>
            </w:r>
            <w:r w:rsidR="008921A5" w:rsidRPr="008E7459">
              <w:rPr>
                <w:rFonts w:ascii="Arial" w:hAnsi="Arial" w:cs="Arial"/>
                <w:sz w:val="20"/>
                <w:szCs w:val="20"/>
              </w:rPr>
              <w:t xml:space="preserve"> cent</w:t>
            </w:r>
            <w:r w:rsidRPr="008E7459">
              <w:rPr>
                <w:rFonts w:ascii="Arial" w:hAnsi="Arial" w:cs="Arial"/>
                <w:sz w:val="20"/>
                <w:szCs w:val="20"/>
              </w:rPr>
              <w:t xml:space="preserve"> compared with </w:t>
            </w:r>
            <w:r w:rsidR="0026685B" w:rsidRPr="008E7459">
              <w:rPr>
                <w:rFonts w:ascii="Arial" w:hAnsi="Arial" w:cs="Arial"/>
                <w:sz w:val="20"/>
                <w:szCs w:val="20"/>
              </w:rPr>
              <w:t>4.5 per</w:t>
            </w:r>
            <w:r w:rsidR="008921A5" w:rsidRPr="008E7459">
              <w:rPr>
                <w:rFonts w:ascii="Arial" w:hAnsi="Arial" w:cs="Arial"/>
                <w:sz w:val="20"/>
                <w:szCs w:val="20"/>
              </w:rPr>
              <w:t xml:space="preserve"> cent</w:t>
            </w:r>
            <w:r w:rsidRPr="008E7459">
              <w:rPr>
                <w:rFonts w:ascii="Arial" w:hAnsi="Arial" w:cs="Arial"/>
                <w:sz w:val="20"/>
                <w:szCs w:val="20"/>
              </w:rPr>
              <w:t xml:space="preserve"> for 2006.</w:t>
            </w:r>
            <w:r w:rsidR="00E41429" w:rsidRPr="008E7459">
              <w:rPr>
                <w:rFonts w:ascii="Arial" w:hAnsi="Arial" w:cs="Arial"/>
                <w:sz w:val="20"/>
                <w:szCs w:val="20"/>
              </w:rPr>
              <w:t xml:space="preserve"> </w:t>
            </w:r>
            <w:r w:rsidRPr="008E7459">
              <w:rPr>
                <w:rFonts w:ascii="Arial" w:hAnsi="Arial" w:cs="Arial"/>
                <w:sz w:val="20"/>
                <w:szCs w:val="20"/>
              </w:rPr>
              <w:t>The non</w:t>
            </w:r>
            <w:r w:rsidR="00DE694D" w:rsidRPr="008E7459">
              <w:rPr>
                <w:rFonts w:ascii="Arial" w:hAnsi="Arial" w:cs="Arial"/>
                <w:sz w:val="20"/>
                <w:szCs w:val="20"/>
              </w:rPr>
              <w:noBreakHyphen/>
            </w:r>
            <w:r w:rsidRPr="008E7459">
              <w:rPr>
                <w:rFonts w:ascii="Arial" w:hAnsi="Arial" w:cs="Arial"/>
                <w:sz w:val="20"/>
                <w:szCs w:val="20"/>
              </w:rPr>
              <w:t xml:space="preserve">response rate for LFSP was </w:t>
            </w:r>
            <w:r w:rsidR="0026685B" w:rsidRPr="008E7459">
              <w:rPr>
                <w:rFonts w:ascii="Arial" w:hAnsi="Arial" w:cs="Arial"/>
                <w:sz w:val="20"/>
                <w:szCs w:val="20"/>
              </w:rPr>
              <w:t>5.6 per</w:t>
            </w:r>
            <w:r w:rsidR="008921A5" w:rsidRPr="008E7459">
              <w:rPr>
                <w:rFonts w:ascii="Arial" w:hAnsi="Arial" w:cs="Arial"/>
                <w:sz w:val="20"/>
                <w:szCs w:val="20"/>
              </w:rPr>
              <w:t xml:space="preserve"> cent</w:t>
            </w:r>
            <w:r w:rsidRPr="008E7459">
              <w:rPr>
                <w:rFonts w:ascii="Arial" w:hAnsi="Arial" w:cs="Arial"/>
                <w:sz w:val="20"/>
                <w:szCs w:val="20"/>
              </w:rPr>
              <w:t xml:space="preserve"> (</w:t>
            </w:r>
            <w:r w:rsidR="0026685B" w:rsidRPr="008E7459">
              <w:rPr>
                <w:rFonts w:ascii="Arial" w:hAnsi="Arial" w:cs="Arial"/>
                <w:sz w:val="20"/>
                <w:szCs w:val="20"/>
              </w:rPr>
              <w:t>6.5 per</w:t>
            </w:r>
            <w:r w:rsidR="008921A5" w:rsidRPr="008E7459">
              <w:rPr>
                <w:rFonts w:ascii="Arial" w:hAnsi="Arial" w:cs="Arial"/>
                <w:sz w:val="20"/>
                <w:szCs w:val="20"/>
              </w:rPr>
              <w:t xml:space="preserve"> cent</w:t>
            </w:r>
            <w:r w:rsidRPr="008E7459">
              <w:rPr>
                <w:rFonts w:ascii="Arial" w:hAnsi="Arial" w:cs="Arial"/>
                <w:sz w:val="20"/>
                <w:szCs w:val="20"/>
              </w:rPr>
              <w:t xml:space="preserve"> in 2006). LFSP records a person's labour force status for the week prior to </w:t>
            </w:r>
            <w:r w:rsidR="008921A5" w:rsidRPr="008E7459">
              <w:rPr>
                <w:rFonts w:ascii="Arial" w:hAnsi="Arial" w:cs="Arial"/>
                <w:sz w:val="20"/>
                <w:szCs w:val="20"/>
              </w:rPr>
              <w:t>Census</w:t>
            </w:r>
            <w:r w:rsidRPr="008E7459">
              <w:rPr>
                <w:rFonts w:ascii="Arial" w:hAnsi="Arial" w:cs="Arial"/>
                <w:sz w:val="20"/>
                <w:szCs w:val="20"/>
              </w:rPr>
              <w:t xml:space="preserve"> Night. </w:t>
            </w:r>
          </w:p>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The Indigenous Status item is used to ascertain Indigenous status of persons.</w:t>
            </w:r>
            <w:r w:rsidR="00E41429" w:rsidRPr="008E7459">
              <w:rPr>
                <w:rFonts w:ascii="Arial" w:hAnsi="Arial" w:cs="Arial"/>
                <w:sz w:val="20"/>
                <w:szCs w:val="20"/>
              </w:rPr>
              <w:t xml:space="preserve"> </w:t>
            </w:r>
            <w:r w:rsidR="0026685B" w:rsidRPr="008E7459">
              <w:rPr>
                <w:rFonts w:ascii="Arial" w:hAnsi="Arial" w:cs="Arial"/>
                <w:sz w:val="20"/>
                <w:szCs w:val="20"/>
              </w:rPr>
              <w:t>The non</w:t>
            </w:r>
            <w:r w:rsidR="00DE694D" w:rsidRPr="008E7459">
              <w:rPr>
                <w:rFonts w:ascii="Arial" w:hAnsi="Arial" w:cs="Arial"/>
                <w:sz w:val="20"/>
                <w:szCs w:val="20"/>
              </w:rPr>
              <w:noBreakHyphen/>
            </w:r>
            <w:r w:rsidR="0026685B" w:rsidRPr="008E7459">
              <w:rPr>
                <w:rFonts w:ascii="Arial" w:hAnsi="Arial" w:cs="Arial"/>
                <w:sz w:val="20"/>
                <w:szCs w:val="20"/>
              </w:rPr>
              <w:t>response rate for this variable was 4.9 per cent (down from 5.7 per cent in 2006).</w:t>
            </w:r>
          </w:p>
          <w:p w:rsidR="00AD687C" w:rsidRPr="008E7459" w:rsidRDefault="00AD687C" w:rsidP="003A3E0B">
            <w:pPr>
              <w:autoSpaceDE w:val="0"/>
              <w:autoSpaceDN w:val="0"/>
              <w:adjustRightInd w:val="0"/>
              <w:spacing w:after="240"/>
              <w:jc w:val="both"/>
              <w:rPr>
                <w:rFonts w:ascii="Arial" w:hAnsi="Arial" w:cs="Arial"/>
                <w:sz w:val="20"/>
                <w:szCs w:val="20"/>
              </w:rPr>
            </w:pPr>
            <w:r w:rsidRPr="008E7459">
              <w:rPr>
                <w:rFonts w:ascii="Arial" w:hAnsi="Arial" w:cs="Arial"/>
                <w:sz w:val="20"/>
                <w:szCs w:val="20"/>
              </w:rPr>
              <w:t>Cells may have been randomly adjusted to avoid the release of confidential data.</w:t>
            </w:r>
          </w:p>
          <w:p w:rsidR="00C21869" w:rsidRPr="008E7459" w:rsidRDefault="00C21869" w:rsidP="003A3E0B">
            <w:pPr>
              <w:autoSpaceDE w:val="0"/>
              <w:autoSpaceDN w:val="0"/>
              <w:adjustRightInd w:val="0"/>
              <w:spacing w:after="240"/>
              <w:jc w:val="both"/>
              <w:rPr>
                <w:rFonts w:ascii="Arial" w:hAnsi="Arial" w:cs="Arial"/>
                <w:sz w:val="20"/>
                <w:szCs w:val="20"/>
              </w:rPr>
            </w:pPr>
            <w:r w:rsidRPr="008E7459">
              <w:rPr>
                <w:rFonts w:ascii="Arial" w:hAnsi="Arial" w:cs="Arial"/>
                <w:sz w:val="20"/>
                <w:szCs w:val="20"/>
              </w:rPr>
              <w:t xml:space="preserve">For further information see specific </w:t>
            </w:r>
            <w:hyperlink r:id="rId78" w:history="1">
              <w:r w:rsidRPr="008E7459">
                <w:rPr>
                  <w:rStyle w:val="Hyperlink"/>
                  <w:rFonts w:ascii="Arial" w:hAnsi="Arial" w:cs="Arial"/>
                  <w:color w:val="auto"/>
                  <w:sz w:val="20"/>
                  <w:szCs w:val="20"/>
                </w:rPr>
                <w:t>data quality statements</w:t>
              </w:r>
            </w:hyperlink>
            <w:r w:rsidRPr="008E7459">
              <w:rPr>
                <w:rFonts w:ascii="Arial" w:hAnsi="Arial" w:cs="Arial"/>
                <w:sz w:val="20"/>
                <w:szCs w:val="20"/>
              </w:rPr>
              <w:t xml:space="preserve"> and the </w:t>
            </w:r>
            <w:hyperlink r:id="rId79" w:history="1">
              <w:r w:rsidRPr="008E7459">
                <w:rPr>
                  <w:rStyle w:val="Hyperlink"/>
                  <w:rFonts w:ascii="Arial" w:hAnsi="Arial" w:cs="Arial"/>
                  <w:color w:val="auto"/>
                  <w:sz w:val="20"/>
                  <w:szCs w:val="20"/>
                </w:rPr>
                <w:t>non-response rate quality statement.</w:t>
              </w:r>
            </w:hyperlink>
          </w:p>
        </w:tc>
      </w:tr>
      <w:tr w:rsidR="00BC05F5" w:rsidRPr="008E7459" w:rsidTr="00BC05F5">
        <w:tc>
          <w:tcPr>
            <w:tcW w:w="1984" w:type="dxa"/>
          </w:tcPr>
          <w:p w:rsidR="00C21869" w:rsidRPr="008E7459" w:rsidRDefault="00C21869" w:rsidP="00C21869">
            <w:pPr>
              <w:pStyle w:val="NormalWeb"/>
              <w:rPr>
                <w:rFonts w:ascii="Arial" w:hAnsi="Arial" w:cs="Arial"/>
                <w:b/>
                <w:sz w:val="20"/>
                <w:szCs w:val="20"/>
              </w:rPr>
            </w:pPr>
            <w:r w:rsidRPr="008E7459">
              <w:rPr>
                <w:rFonts w:ascii="Arial" w:hAnsi="Arial" w:cs="Arial"/>
                <w:b/>
                <w:bCs/>
                <w:sz w:val="20"/>
                <w:szCs w:val="20"/>
              </w:rPr>
              <w:t>Coherence</w:t>
            </w:r>
          </w:p>
        </w:tc>
        <w:tc>
          <w:tcPr>
            <w:tcW w:w="6913" w:type="dxa"/>
          </w:tcPr>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Both the numerator and denominator come from the </w:t>
            </w:r>
            <w:r w:rsidR="008921A5" w:rsidRPr="008E7459">
              <w:rPr>
                <w:rFonts w:ascii="Arial" w:hAnsi="Arial" w:cs="Arial"/>
                <w:sz w:val="20"/>
                <w:szCs w:val="20"/>
              </w:rPr>
              <w:t>Census</w:t>
            </w:r>
            <w:r w:rsidRPr="008E7459">
              <w:rPr>
                <w:rFonts w:ascii="Arial" w:hAnsi="Arial" w:cs="Arial"/>
                <w:sz w:val="20"/>
                <w:szCs w:val="20"/>
              </w:rPr>
              <w:t xml:space="preserve">. </w:t>
            </w:r>
          </w:p>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The </w:t>
            </w:r>
            <w:r w:rsidR="008921A5" w:rsidRPr="008E7459">
              <w:rPr>
                <w:rFonts w:ascii="Arial" w:hAnsi="Arial" w:cs="Arial"/>
                <w:sz w:val="20"/>
                <w:szCs w:val="20"/>
              </w:rPr>
              <w:t>Census</w:t>
            </w:r>
            <w:r w:rsidRPr="008E7459">
              <w:rPr>
                <w:rFonts w:ascii="Arial" w:hAnsi="Arial" w:cs="Arial"/>
                <w:sz w:val="20"/>
                <w:szCs w:val="20"/>
              </w:rPr>
              <w:t xml:space="preserve"> and all ABS surveys, including the Survey of Education and Work, use Australian standard classifications, where available and appropriate, to provide data comparability across collections.</w:t>
            </w:r>
            <w:r w:rsidR="00E41429" w:rsidRPr="008E7459">
              <w:rPr>
                <w:rFonts w:ascii="Arial" w:hAnsi="Arial" w:cs="Arial"/>
                <w:sz w:val="20"/>
                <w:szCs w:val="20"/>
              </w:rPr>
              <w:t xml:space="preserve"> </w:t>
            </w:r>
          </w:p>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The </w:t>
            </w:r>
            <w:hyperlink r:id="rId80" w:history="1">
              <w:r w:rsidRPr="008E7459">
                <w:rPr>
                  <w:rStyle w:val="Hyperlink"/>
                  <w:rFonts w:ascii="Arial" w:hAnsi="Arial" w:cs="Arial"/>
                  <w:color w:val="auto"/>
                  <w:sz w:val="20"/>
                  <w:szCs w:val="20"/>
                </w:rPr>
                <w:t>Survey of Education and Work (cat. no. 6227.0)</w:t>
              </w:r>
            </w:hyperlink>
            <w:r w:rsidRPr="008E7459">
              <w:rPr>
                <w:rFonts w:ascii="Arial" w:hAnsi="Arial" w:cs="Arial"/>
                <w:sz w:val="20"/>
                <w:szCs w:val="20"/>
              </w:rPr>
              <w:t xml:space="preserve">, the </w:t>
            </w:r>
            <w:hyperlink r:id="rId81" w:history="1">
              <w:r w:rsidRPr="008E7459">
                <w:rPr>
                  <w:rStyle w:val="Hyperlink"/>
                  <w:rFonts w:ascii="Arial" w:hAnsi="Arial" w:cs="Arial"/>
                  <w:color w:val="auto"/>
                  <w:sz w:val="20"/>
                  <w:szCs w:val="20"/>
                </w:rPr>
                <w:t>National Aboriginal and Torres Strait Islander Social Survey (cat no. 4714.0)</w:t>
              </w:r>
            </w:hyperlink>
            <w:r w:rsidRPr="008E7459">
              <w:rPr>
                <w:rFonts w:ascii="Arial" w:hAnsi="Arial" w:cs="Arial"/>
                <w:sz w:val="20"/>
                <w:szCs w:val="20"/>
              </w:rPr>
              <w:t xml:space="preserve">, and the </w:t>
            </w:r>
            <w:hyperlink r:id="rId82" w:history="1">
              <w:r w:rsidRPr="008E7459">
                <w:rPr>
                  <w:rStyle w:val="Hyperlink"/>
                  <w:rFonts w:ascii="Arial" w:hAnsi="Arial" w:cs="Arial"/>
                  <w:color w:val="auto"/>
                  <w:sz w:val="20"/>
                  <w:szCs w:val="20"/>
                </w:rPr>
                <w:t>National Aboriginal and Torres Strait Islander Health Survey (cat no. 4715.0)</w:t>
              </w:r>
            </w:hyperlink>
            <w:r w:rsidR="00E41429" w:rsidRPr="008E7459">
              <w:rPr>
                <w:rStyle w:val="Hyperlink"/>
                <w:rFonts w:ascii="Arial" w:hAnsi="Arial" w:cs="Arial"/>
                <w:color w:val="auto"/>
                <w:sz w:val="20"/>
                <w:szCs w:val="20"/>
              </w:rPr>
              <w:t xml:space="preserve"> </w:t>
            </w:r>
            <w:r w:rsidRPr="008E7459">
              <w:rPr>
                <w:rFonts w:ascii="Arial" w:hAnsi="Arial" w:cs="Arial"/>
                <w:sz w:val="20"/>
                <w:szCs w:val="20"/>
              </w:rPr>
              <w:t>also provide information on current study and employment status for this indicator.</w:t>
            </w:r>
          </w:p>
        </w:tc>
      </w:tr>
      <w:tr w:rsidR="00BC05F5" w:rsidRPr="008E7459" w:rsidTr="00BC05F5">
        <w:tc>
          <w:tcPr>
            <w:tcW w:w="1984" w:type="dxa"/>
          </w:tcPr>
          <w:p w:rsidR="00C21869" w:rsidRPr="008E7459" w:rsidRDefault="00C21869" w:rsidP="00C21869">
            <w:pPr>
              <w:pStyle w:val="NormalWeb"/>
              <w:rPr>
                <w:rFonts w:ascii="Arial" w:hAnsi="Arial" w:cs="Arial"/>
                <w:b/>
                <w:sz w:val="20"/>
                <w:szCs w:val="20"/>
              </w:rPr>
            </w:pPr>
            <w:r w:rsidRPr="008E7459">
              <w:rPr>
                <w:rFonts w:ascii="Arial" w:hAnsi="Arial" w:cs="Arial"/>
                <w:b/>
                <w:bCs/>
                <w:sz w:val="20"/>
                <w:szCs w:val="20"/>
              </w:rPr>
              <w:t>Interpretability</w:t>
            </w:r>
          </w:p>
        </w:tc>
        <w:tc>
          <w:tcPr>
            <w:tcW w:w="6913" w:type="dxa"/>
          </w:tcPr>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The </w:t>
            </w:r>
            <w:hyperlink r:id="rId83" w:history="1">
              <w:r w:rsidRPr="008E7459">
                <w:rPr>
                  <w:rFonts w:ascii="Arial" w:hAnsi="Arial" w:cs="Arial"/>
                  <w:iCs/>
                  <w:sz w:val="20"/>
                  <w:szCs w:val="20"/>
                  <w:u w:val="single"/>
                </w:rPr>
                <w:t xml:space="preserve">2011 </w:t>
              </w:r>
              <w:r w:rsidR="008921A5" w:rsidRPr="008E7459">
                <w:rPr>
                  <w:rFonts w:ascii="Arial" w:hAnsi="Arial" w:cs="Arial"/>
                  <w:iCs/>
                  <w:sz w:val="20"/>
                  <w:szCs w:val="20"/>
                  <w:u w:val="single"/>
                </w:rPr>
                <w:t>Census</w:t>
              </w:r>
              <w:r w:rsidRPr="008E7459">
                <w:rPr>
                  <w:rFonts w:ascii="Arial" w:hAnsi="Arial" w:cs="Arial"/>
                  <w:iCs/>
                  <w:sz w:val="20"/>
                  <w:szCs w:val="20"/>
                  <w:u w:val="single"/>
                </w:rPr>
                <w:t xml:space="preserve"> Dictionary</w:t>
              </w:r>
              <w:r w:rsidRPr="008E7459">
                <w:rPr>
                  <w:rFonts w:ascii="Arial" w:hAnsi="Arial" w:cs="Arial"/>
                  <w:sz w:val="20"/>
                  <w:szCs w:val="20"/>
                  <w:u w:val="single"/>
                </w:rPr>
                <w:t xml:space="preserve"> (cat. no. 2901.0)</w:t>
              </w:r>
            </w:hyperlink>
            <w:r w:rsidRPr="008E7459">
              <w:rPr>
                <w:rFonts w:ascii="Arial" w:hAnsi="Arial" w:cs="Arial"/>
                <w:sz w:val="20"/>
                <w:szCs w:val="20"/>
              </w:rPr>
              <w:t xml:space="preserve"> is a comprehensive reference guide designed to assist users to determine and specify their data requirements, and to understand the concepts underlying the data. It </w:t>
            </w:r>
            <w:r w:rsidRPr="008E7459">
              <w:rPr>
                <w:rFonts w:ascii="Arial" w:hAnsi="Arial" w:cs="Arial"/>
                <w:sz w:val="20"/>
                <w:szCs w:val="20"/>
              </w:rPr>
              <w:lastRenderedPageBreak/>
              <w:t xml:space="preserve">provides details of classifications used and a glossary of definitions of </w:t>
            </w:r>
            <w:r w:rsidR="008921A5" w:rsidRPr="008E7459">
              <w:rPr>
                <w:rFonts w:ascii="Arial" w:hAnsi="Arial" w:cs="Arial"/>
                <w:sz w:val="20"/>
                <w:szCs w:val="20"/>
              </w:rPr>
              <w:t>Census</w:t>
            </w:r>
            <w:r w:rsidRPr="008E7459">
              <w:rPr>
                <w:rFonts w:ascii="Arial" w:hAnsi="Arial" w:cs="Arial"/>
                <w:sz w:val="20"/>
                <w:szCs w:val="20"/>
              </w:rPr>
              <w:t xml:space="preserve"> terms.</w:t>
            </w:r>
          </w:p>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A number of other resources can be accessed from the </w:t>
            </w:r>
            <w:hyperlink r:id="rId84" w:history="1">
              <w:r w:rsidRPr="008E7459">
                <w:rPr>
                  <w:rFonts w:ascii="Arial" w:hAnsi="Arial" w:cs="Arial"/>
                  <w:sz w:val="20"/>
                  <w:szCs w:val="20"/>
                  <w:u w:val="single"/>
                </w:rPr>
                <w:t>Data quality</w:t>
              </w:r>
            </w:hyperlink>
            <w:r w:rsidRPr="008E7459">
              <w:rPr>
                <w:rFonts w:ascii="Arial" w:hAnsi="Arial" w:cs="Arial"/>
                <w:sz w:val="20"/>
                <w:szCs w:val="20"/>
              </w:rPr>
              <w:t xml:space="preserve"> page, including data quality statements for these data items and Fact sheets.</w:t>
            </w:r>
          </w:p>
          <w:p w:rsidR="00C21869" w:rsidRPr="008E7459" w:rsidRDefault="00C21869" w:rsidP="003A3E0B">
            <w:pPr>
              <w:spacing w:after="240"/>
              <w:jc w:val="both"/>
              <w:rPr>
                <w:rFonts w:ascii="Arial" w:hAnsi="Arial" w:cs="Arial"/>
                <w:sz w:val="20"/>
                <w:szCs w:val="20"/>
              </w:rPr>
            </w:pPr>
            <w:r w:rsidRPr="008E7459">
              <w:rPr>
                <w:rFonts w:ascii="Arial" w:hAnsi="Arial" w:cs="Arial"/>
                <w:sz w:val="20"/>
                <w:szCs w:val="20"/>
              </w:rPr>
              <w:t xml:space="preserve">ABS SEIFA indexes are based on data from the </w:t>
            </w:r>
            <w:r w:rsidR="008921A5" w:rsidRPr="008E7459">
              <w:rPr>
                <w:rFonts w:ascii="Arial" w:hAnsi="Arial" w:cs="Arial"/>
                <w:sz w:val="20"/>
                <w:szCs w:val="20"/>
              </w:rPr>
              <w:t>Census</w:t>
            </w:r>
            <w:r w:rsidRPr="008E7459">
              <w:rPr>
                <w:rFonts w:ascii="Arial" w:hAnsi="Arial" w:cs="Arial"/>
                <w:sz w:val="20"/>
                <w:szCs w:val="20"/>
              </w:rPr>
              <w:t xml:space="preserve"> and measure the socioeconomic status of the area in which a person lives. They do not directly measure the socioeconomic status of individuals or their households. More information on SEIFA can be found on the ABS website: </w:t>
            </w:r>
            <w:hyperlink r:id="rId85" w:history="1">
              <w:r w:rsidRPr="008E7459">
                <w:rPr>
                  <w:rStyle w:val="Hyperlink"/>
                  <w:rFonts w:ascii="Arial" w:hAnsi="Arial" w:cs="Arial"/>
                  <w:color w:val="auto"/>
                  <w:sz w:val="20"/>
                  <w:szCs w:val="20"/>
                </w:rPr>
                <w:t>www.abs.gov.au</w:t>
              </w:r>
            </w:hyperlink>
            <w:r w:rsidRPr="008E7459">
              <w:rPr>
                <w:rStyle w:val="Hyperlink"/>
                <w:rFonts w:ascii="Arial" w:hAnsi="Arial" w:cs="Arial"/>
                <w:color w:val="auto"/>
                <w:sz w:val="20"/>
                <w:szCs w:val="20"/>
              </w:rPr>
              <w:t>/</w:t>
            </w:r>
            <w:r w:rsidR="008921A5" w:rsidRPr="008E7459">
              <w:rPr>
                <w:rStyle w:val="Hyperlink"/>
                <w:rFonts w:ascii="Arial" w:hAnsi="Arial" w:cs="Arial"/>
                <w:color w:val="auto"/>
                <w:sz w:val="20"/>
                <w:szCs w:val="20"/>
              </w:rPr>
              <w:t>Census</w:t>
            </w:r>
            <w:r w:rsidRPr="008E7459">
              <w:rPr>
                <w:rFonts w:ascii="Arial" w:hAnsi="Arial" w:cs="Arial"/>
                <w:sz w:val="20"/>
                <w:szCs w:val="20"/>
              </w:rPr>
              <w:t>.</w:t>
            </w:r>
          </w:p>
        </w:tc>
      </w:tr>
      <w:tr w:rsidR="00BC05F5" w:rsidRPr="008E7459" w:rsidTr="00BC05F5">
        <w:tc>
          <w:tcPr>
            <w:tcW w:w="1984" w:type="dxa"/>
          </w:tcPr>
          <w:p w:rsidR="00C21869" w:rsidRPr="008E7459" w:rsidRDefault="00C21869" w:rsidP="00C21869">
            <w:pPr>
              <w:pStyle w:val="NormalWeb"/>
              <w:rPr>
                <w:rFonts w:ascii="Arial" w:hAnsi="Arial" w:cs="Arial"/>
                <w:b/>
                <w:sz w:val="20"/>
                <w:szCs w:val="20"/>
              </w:rPr>
            </w:pPr>
            <w:r w:rsidRPr="008E7459">
              <w:rPr>
                <w:rFonts w:ascii="Arial" w:hAnsi="Arial" w:cs="Arial"/>
                <w:b/>
                <w:bCs/>
                <w:sz w:val="20"/>
                <w:szCs w:val="20"/>
              </w:rPr>
              <w:lastRenderedPageBreak/>
              <w:t>Accessibility</w:t>
            </w:r>
          </w:p>
        </w:tc>
        <w:tc>
          <w:tcPr>
            <w:tcW w:w="6913" w:type="dxa"/>
          </w:tcPr>
          <w:p w:rsidR="00C21869" w:rsidRPr="008E7459" w:rsidRDefault="00C21869" w:rsidP="003A3E0B">
            <w:pPr>
              <w:autoSpaceDE w:val="0"/>
              <w:autoSpaceDN w:val="0"/>
              <w:adjustRightInd w:val="0"/>
              <w:spacing w:after="240"/>
              <w:jc w:val="both"/>
              <w:rPr>
                <w:rFonts w:ascii="Arial" w:hAnsi="Arial" w:cs="Arial"/>
                <w:sz w:val="20"/>
                <w:szCs w:val="20"/>
              </w:rPr>
            </w:pPr>
            <w:r w:rsidRPr="008E7459">
              <w:rPr>
                <w:rFonts w:ascii="Arial" w:hAnsi="Arial" w:cs="Arial"/>
                <w:sz w:val="20"/>
                <w:szCs w:val="20"/>
              </w:rPr>
              <w:t xml:space="preserve">An extensive range of </w:t>
            </w:r>
            <w:r w:rsidR="008921A5" w:rsidRPr="008E7459">
              <w:rPr>
                <w:rFonts w:ascii="Arial" w:hAnsi="Arial" w:cs="Arial"/>
                <w:sz w:val="20"/>
                <w:szCs w:val="20"/>
              </w:rPr>
              <w:t>Census</w:t>
            </w:r>
            <w:r w:rsidRPr="008E7459">
              <w:rPr>
                <w:rFonts w:ascii="Arial" w:hAnsi="Arial" w:cs="Arial"/>
                <w:sz w:val="20"/>
                <w:szCs w:val="20"/>
              </w:rPr>
              <w:t xml:space="preserve"> online products are available from the </w:t>
            </w:r>
            <w:hyperlink r:id="rId86" w:history="1">
              <w:r w:rsidRPr="008E7459">
                <w:rPr>
                  <w:rStyle w:val="Hyperlink"/>
                  <w:rFonts w:ascii="Arial" w:hAnsi="Arial" w:cs="Arial"/>
                  <w:color w:val="auto"/>
                  <w:sz w:val="20"/>
                  <w:szCs w:val="20"/>
                </w:rPr>
                <w:t>Data &amp; Analysis</w:t>
              </w:r>
            </w:hyperlink>
            <w:r w:rsidRPr="008E7459">
              <w:rPr>
                <w:rFonts w:ascii="Arial" w:hAnsi="Arial" w:cs="Arial"/>
                <w:sz w:val="20"/>
                <w:szCs w:val="20"/>
              </w:rPr>
              <w:t xml:space="preserve"> page.</w:t>
            </w:r>
            <w:r w:rsidR="00E41429" w:rsidRPr="008E7459">
              <w:rPr>
                <w:rFonts w:ascii="Arial" w:hAnsi="Arial" w:cs="Arial"/>
                <w:sz w:val="20"/>
                <w:szCs w:val="20"/>
              </w:rPr>
              <w:t xml:space="preserve"> </w:t>
            </w:r>
            <w:r w:rsidRPr="008E7459">
              <w:rPr>
                <w:rFonts w:ascii="Arial" w:hAnsi="Arial" w:cs="Arial"/>
                <w:sz w:val="20"/>
                <w:szCs w:val="20"/>
              </w:rPr>
              <w:t xml:space="preserve">Additional data are available at cost upon request through the </w:t>
            </w:r>
            <w:hyperlink r:id="rId87" w:history="1">
              <w:r w:rsidRPr="008E7459">
                <w:rPr>
                  <w:rStyle w:val="Hyperlink"/>
                  <w:rFonts w:ascii="Arial" w:hAnsi="Arial" w:cs="Arial"/>
                  <w:color w:val="auto"/>
                  <w:sz w:val="20"/>
                  <w:szCs w:val="20"/>
                </w:rPr>
                <w:t>National Information Referral Service</w:t>
              </w:r>
            </w:hyperlink>
            <w:r w:rsidRPr="008E7459">
              <w:rPr>
                <w:rFonts w:ascii="Arial" w:hAnsi="Arial" w:cs="Arial"/>
                <w:sz w:val="20"/>
                <w:szCs w:val="20"/>
              </w:rPr>
              <w:t xml:space="preserve"> (NIRS).</w:t>
            </w:r>
          </w:p>
        </w:tc>
      </w:tr>
    </w:tbl>
    <w:p w:rsidR="00C21869" w:rsidRPr="008E7459" w:rsidRDefault="00C21869" w:rsidP="00847A99">
      <w:pPr>
        <w:pStyle w:val="Heading3"/>
        <w:pageBreakBefore/>
        <w:spacing w:before="0" w:line="240" w:lineRule="auto"/>
      </w:pPr>
      <w:bookmarkStart w:id="47" w:name="_Ref357174444"/>
      <w:r w:rsidRPr="008E7459">
        <w:lastRenderedPageBreak/>
        <w:t>Data quality statement — Indicator 5 — The proportion of young people participating in post</w:t>
      </w:r>
      <w:r w:rsidR="00DE694D" w:rsidRPr="008E7459">
        <w:noBreakHyphen/>
      </w:r>
      <w:r w:rsidRPr="008E7459">
        <w:t>school education, training or employment. (SEW)</w:t>
      </w:r>
      <w:bookmarkEnd w:id="47"/>
    </w:p>
    <w:p w:rsidR="00847A99" w:rsidRPr="008E7459" w:rsidRDefault="00847A99" w:rsidP="00847A99">
      <w:pPr>
        <w:pStyle w:val="BoxSpac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6913"/>
      </w:tblGrid>
      <w:tr w:rsidR="00BC05F5" w:rsidRPr="008E7459" w:rsidTr="00BC05F5">
        <w:tc>
          <w:tcPr>
            <w:tcW w:w="1984" w:type="dxa"/>
          </w:tcPr>
          <w:p w:rsidR="00C21869" w:rsidRPr="008E7459" w:rsidRDefault="00C21869" w:rsidP="00C21869">
            <w:pPr>
              <w:spacing w:after="240"/>
              <w:rPr>
                <w:rFonts w:ascii="Arial" w:hAnsi="Arial" w:cs="Arial"/>
                <w:b/>
                <w:sz w:val="20"/>
                <w:szCs w:val="20"/>
              </w:rPr>
            </w:pPr>
            <w:r w:rsidRPr="008E7459">
              <w:rPr>
                <w:rFonts w:ascii="Arial" w:hAnsi="Arial" w:cs="Arial"/>
                <w:b/>
                <w:sz w:val="20"/>
                <w:szCs w:val="20"/>
              </w:rPr>
              <w:t>Indicator</w:t>
            </w:r>
          </w:p>
        </w:tc>
        <w:tc>
          <w:tcPr>
            <w:tcW w:w="6913" w:type="dxa"/>
          </w:tcPr>
          <w:p w:rsidR="00C21869" w:rsidRPr="008E7459" w:rsidRDefault="00C21869" w:rsidP="003A3E0B">
            <w:pPr>
              <w:pStyle w:val="TableBodyText"/>
              <w:jc w:val="both"/>
              <w:rPr>
                <w:rFonts w:cs="Arial"/>
                <w:bCs/>
              </w:rPr>
            </w:pPr>
            <w:r w:rsidRPr="008E7459">
              <w:rPr>
                <w:rFonts w:cs="Arial"/>
              </w:rPr>
              <w:t>NEA 5 – The proportion of young people participating in post</w:t>
            </w:r>
            <w:r w:rsidR="00DE694D" w:rsidRPr="008E7459">
              <w:rPr>
                <w:rFonts w:cs="Arial"/>
              </w:rPr>
              <w:noBreakHyphen/>
            </w:r>
            <w:r w:rsidRPr="008E7459">
              <w:rPr>
                <w:rFonts w:cs="Arial"/>
              </w:rPr>
              <w:t>school education, training or employment.</w:t>
            </w:r>
          </w:p>
        </w:tc>
      </w:tr>
      <w:tr w:rsidR="00BC05F5" w:rsidRPr="008E7459" w:rsidTr="00BC05F5">
        <w:tc>
          <w:tcPr>
            <w:tcW w:w="1984" w:type="dxa"/>
          </w:tcPr>
          <w:p w:rsidR="00C21869" w:rsidRPr="008E7459" w:rsidRDefault="00644BCF" w:rsidP="00C21869">
            <w:pPr>
              <w:spacing w:after="240"/>
              <w:rPr>
                <w:rFonts w:ascii="Arial" w:hAnsi="Arial" w:cs="Arial"/>
                <w:b/>
                <w:sz w:val="20"/>
                <w:szCs w:val="20"/>
              </w:rPr>
            </w:pPr>
            <w:r w:rsidRPr="008E7459">
              <w:rPr>
                <w:rFonts w:ascii="Arial" w:hAnsi="Arial" w:cs="Arial"/>
                <w:b/>
                <w:sz w:val="20"/>
                <w:szCs w:val="20"/>
              </w:rPr>
              <w:t>Measure (computation)</w:t>
            </w:r>
          </w:p>
        </w:tc>
        <w:tc>
          <w:tcPr>
            <w:tcW w:w="6913" w:type="dxa"/>
          </w:tcPr>
          <w:p w:rsidR="00C21869" w:rsidRPr="008E7459" w:rsidRDefault="00C21869" w:rsidP="003A3E0B">
            <w:pPr>
              <w:pStyle w:val="TableBodyText"/>
              <w:jc w:val="both"/>
              <w:rPr>
                <w:rFonts w:cs="Arial"/>
              </w:rPr>
            </w:pPr>
            <w:r w:rsidRPr="008E7459">
              <w:rPr>
                <w:rFonts w:cs="Arial"/>
              </w:rPr>
              <w:t>Young people (aged 17–24 years who are not attending school) who are fully engaged in post</w:t>
            </w:r>
            <w:r w:rsidR="00DE694D" w:rsidRPr="008E7459">
              <w:rPr>
                <w:rFonts w:cs="Arial"/>
              </w:rPr>
              <w:noBreakHyphen/>
            </w:r>
            <w:r w:rsidRPr="008E7459">
              <w:rPr>
                <w:rFonts w:cs="Arial"/>
              </w:rPr>
              <w:t>school education, training or employment.</w:t>
            </w:r>
          </w:p>
          <w:p w:rsidR="00C21869" w:rsidRPr="008E7459" w:rsidRDefault="00C21869" w:rsidP="003A3E0B">
            <w:pPr>
              <w:pStyle w:val="TableBodyText"/>
              <w:jc w:val="both"/>
              <w:rPr>
                <w:rFonts w:cs="Arial"/>
                <w:iCs/>
              </w:rPr>
            </w:pPr>
            <w:r w:rsidRPr="008E7459">
              <w:rPr>
                <w:rFonts w:cs="Arial"/>
                <w:iCs/>
              </w:rPr>
              <w:t>Numerator:</w:t>
            </w:r>
          </w:p>
          <w:p w:rsidR="00C21869" w:rsidRPr="008E7459" w:rsidRDefault="00C21869" w:rsidP="003A3E0B">
            <w:pPr>
              <w:pStyle w:val="TableBodyText"/>
              <w:jc w:val="both"/>
              <w:rPr>
                <w:rFonts w:cs="Arial"/>
              </w:rPr>
            </w:pPr>
            <w:r w:rsidRPr="008E7459">
              <w:rPr>
                <w:rFonts w:cs="Arial"/>
              </w:rPr>
              <w:t>Number of persons aged 17–24 years who are not in school level education and are fully</w:t>
            </w:r>
            <w:r w:rsidR="00DE694D" w:rsidRPr="008E7459">
              <w:rPr>
                <w:rFonts w:cs="Arial"/>
              </w:rPr>
              <w:noBreakHyphen/>
            </w:r>
            <w:r w:rsidRPr="008E7459">
              <w:rPr>
                <w:rFonts w:cs="Arial"/>
              </w:rPr>
              <w:t>engaged in post</w:t>
            </w:r>
            <w:r w:rsidR="00DE694D" w:rsidRPr="008E7459">
              <w:rPr>
                <w:rFonts w:cs="Arial"/>
              </w:rPr>
              <w:noBreakHyphen/>
            </w:r>
            <w:r w:rsidRPr="008E7459">
              <w:rPr>
                <w:rFonts w:cs="Arial"/>
              </w:rPr>
              <w:t>school education, training or employment.</w:t>
            </w:r>
          </w:p>
          <w:p w:rsidR="00C21869" w:rsidRPr="008E7459" w:rsidRDefault="00C21869" w:rsidP="003A3E0B">
            <w:pPr>
              <w:pStyle w:val="TableBodyText"/>
              <w:jc w:val="both"/>
              <w:rPr>
                <w:rFonts w:cs="Arial"/>
              </w:rPr>
            </w:pPr>
            <w:r w:rsidRPr="008E7459">
              <w:rPr>
                <w:rFonts w:cs="Arial"/>
              </w:rPr>
              <w:t>Denominator:</w:t>
            </w:r>
          </w:p>
          <w:p w:rsidR="00C21869" w:rsidRPr="008E7459" w:rsidRDefault="00C21869" w:rsidP="003A3E0B">
            <w:pPr>
              <w:pStyle w:val="TableBodyText"/>
              <w:jc w:val="both"/>
              <w:rPr>
                <w:rFonts w:cs="Arial"/>
              </w:rPr>
            </w:pPr>
            <w:r w:rsidRPr="008E7459">
              <w:rPr>
                <w:rFonts w:cs="Arial"/>
              </w:rPr>
              <w:t xml:space="preserve">Number of persons aged 17–24 years who are not in school level education. </w:t>
            </w:r>
          </w:p>
          <w:p w:rsidR="00C21869" w:rsidRPr="008E7459" w:rsidRDefault="00C21869" w:rsidP="003A3E0B">
            <w:pPr>
              <w:pStyle w:val="TableBodyText"/>
              <w:jc w:val="both"/>
              <w:rPr>
                <w:rFonts w:cs="Arial"/>
              </w:rPr>
            </w:pPr>
            <w:r w:rsidRPr="008E7459">
              <w:rPr>
                <w:rFonts w:cs="Arial"/>
              </w:rPr>
              <w:t>Fully</w:t>
            </w:r>
            <w:r w:rsidR="00DE694D" w:rsidRPr="008E7459">
              <w:rPr>
                <w:rFonts w:cs="Arial"/>
              </w:rPr>
              <w:noBreakHyphen/>
            </w:r>
            <w:r w:rsidRPr="008E7459">
              <w:rPr>
                <w:rFonts w:cs="Arial"/>
              </w:rPr>
              <w:t>engaged is defined as full</w:t>
            </w:r>
            <w:r w:rsidR="00DE694D" w:rsidRPr="008E7459">
              <w:rPr>
                <w:rFonts w:cs="Arial"/>
              </w:rPr>
              <w:noBreakHyphen/>
            </w:r>
            <w:r w:rsidRPr="008E7459">
              <w:rPr>
                <w:rFonts w:cs="Arial"/>
              </w:rPr>
              <w:t>time post</w:t>
            </w:r>
            <w:r w:rsidR="00DE694D" w:rsidRPr="008E7459">
              <w:rPr>
                <w:rFonts w:cs="Arial"/>
              </w:rPr>
              <w:noBreakHyphen/>
            </w:r>
            <w:r w:rsidRPr="008E7459">
              <w:rPr>
                <w:rFonts w:cs="Arial"/>
              </w:rPr>
              <w:t>school education or training, full</w:t>
            </w:r>
            <w:r w:rsidR="00DE694D" w:rsidRPr="008E7459">
              <w:rPr>
                <w:rFonts w:cs="Arial"/>
              </w:rPr>
              <w:noBreakHyphen/>
            </w:r>
            <w:r w:rsidRPr="008E7459">
              <w:rPr>
                <w:rFonts w:cs="Arial"/>
              </w:rPr>
              <w:t>time employment, or a mixture of part</w:t>
            </w:r>
            <w:r w:rsidR="00DE694D" w:rsidRPr="008E7459">
              <w:rPr>
                <w:rFonts w:cs="Arial"/>
              </w:rPr>
              <w:noBreakHyphen/>
            </w:r>
            <w:r w:rsidRPr="008E7459">
              <w:rPr>
                <w:rFonts w:cs="Arial"/>
              </w:rPr>
              <w:t>time/full</w:t>
            </w:r>
            <w:r w:rsidR="00DE694D" w:rsidRPr="008E7459">
              <w:rPr>
                <w:rFonts w:cs="Arial"/>
              </w:rPr>
              <w:noBreakHyphen/>
            </w:r>
            <w:r w:rsidRPr="008E7459">
              <w:rPr>
                <w:rFonts w:cs="Arial"/>
              </w:rPr>
              <w:t>time post</w:t>
            </w:r>
            <w:r w:rsidR="00DE694D" w:rsidRPr="008E7459">
              <w:rPr>
                <w:rFonts w:cs="Arial"/>
              </w:rPr>
              <w:noBreakHyphen/>
            </w:r>
            <w:r w:rsidRPr="008E7459">
              <w:rPr>
                <w:rFonts w:cs="Arial"/>
              </w:rPr>
              <w:t>school education or training</w:t>
            </w:r>
            <w:r w:rsidRPr="008E7459" w:rsidDel="00D3663E">
              <w:rPr>
                <w:rFonts w:cs="Arial"/>
              </w:rPr>
              <w:t xml:space="preserve"> </w:t>
            </w:r>
            <w:r w:rsidRPr="008E7459">
              <w:rPr>
                <w:rFonts w:cs="Arial"/>
              </w:rPr>
              <w:t>and part</w:t>
            </w:r>
            <w:r w:rsidR="00DE694D" w:rsidRPr="008E7459">
              <w:rPr>
                <w:rFonts w:cs="Arial"/>
              </w:rPr>
              <w:noBreakHyphen/>
            </w:r>
            <w:r w:rsidRPr="008E7459">
              <w:rPr>
                <w:rFonts w:cs="Arial"/>
              </w:rPr>
              <w:t>time/full</w:t>
            </w:r>
            <w:r w:rsidR="00DE694D" w:rsidRPr="008E7459">
              <w:rPr>
                <w:rFonts w:cs="Arial"/>
              </w:rPr>
              <w:noBreakHyphen/>
            </w:r>
            <w:r w:rsidRPr="008E7459">
              <w:rPr>
                <w:rFonts w:cs="Arial"/>
              </w:rPr>
              <w:t>time employment.</w:t>
            </w:r>
          </w:p>
        </w:tc>
      </w:tr>
      <w:tr w:rsidR="00BC05F5" w:rsidRPr="008E7459" w:rsidTr="00BC05F5">
        <w:tc>
          <w:tcPr>
            <w:tcW w:w="1984" w:type="dxa"/>
          </w:tcPr>
          <w:p w:rsidR="00C21869" w:rsidRPr="008E7459" w:rsidRDefault="00D3756A" w:rsidP="00C21869">
            <w:pPr>
              <w:spacing w:after="240"/>
              <w:rPr>
                <w:rFonts w:ascii="Arial" w:hAnsi="Arial" w:cs="Arial"/>
                <w:b/>
                <w:sz w:val="20"/>
                <w:szCs w:val="20"/>
              </w:rPr>
            </w:pPr>
            <w:r w:rsidRPr="008E7459">
              <w:rPr>
                <w:rFonts w:ascii="Arial" w:hAnsi="Arial" w:cs="Arial"/>
                <w:b/>
                <w:sz w:val="20"/>
                <w:szCs w:val="20"/>
              </w:rPr>
              <w:t>Data s</w:t>
            </w:r>
            <w:r w:rsidR="00C21869" w:rsidRPr="008E7459">
              <w:rPr>
                <w:rFonts w:ascii="Arial" w:hAnsi="Arial" w:cs="Arial"/>
                <w:b/>
                <w:sz w:val="20"/>
                <w:szCs w:val="20"/>
              </w:rPr>
              <w:t>ource</w:t>
            </w:r>
          </w:p>
        </w:tc>
        <w:tc>
          <w:tcPr>
            <w:tcW w:w="6913" w:type="dxa"/>
          </w:tcPr>
          <w:p w:rsidR="00C21869" w:rsidRPr="008E7459" w:rsidRDefault="00C21869" w:rsidP="003A3E0B">
            <w:pPr>
              <w:pStyle w:val="TableBodyText"/>
              <w:jc w:val="both"/>
              <w:rPr>
                <w:rFonts w:cs="Arial"/>
              </w:rPr>
            </w:pPr>
            <w:r w:rsidRPr="008E7459">
              <w:rPr>
                <w:rFonts w:cs="Arial"/>
              </w:rPr>
              <w:t>Numerator and denominator:</w:t>
            </w:r>
          </w:p>
          <w:p w:rsidR="00C21869" w:rsidRPr="008E7459" w:rsidRDefault="00C21869" w:rsidP="003A3E0B">
            <w:pPr>
              <w:pStyle w:val="TableBodyText"/>
              <w:jc w:val="both"/>
              <w:rPr>
                <w:rFonts w:cs="Arial"/>
              </w:rPr>
            </w:pPr>
            <w:r w:rsidRPr="008E7459">
              <w:rPr>
                <w:rFonts w:cs="Arial"/>
              </w:rPr>
              <w:t xml:space="preserve">ABS </w:t>
            </w:r>
            <w:r w:rsidR="008921A5" w:rsidRPr="008E7459">
              <w:rPr>
                <w:rFonts w:cs="Arial"/>
              </w:rPr>
              <w:t>Census</w:t>
            </w:r>
            <w:r w:rsidRPr="008E7459">
              <w:rPr>
                <w:rFonts w:cs="Arial"/>
              </w:rPr>
              <w:t xml:space="preserve"> of Population and Housing (</w:t>
            </w:r>
            <w:r w:rsidR="008921A5" w:rsidRPr="008E7459">
              <w:rPr>
                <w:rFonts w:cs="Arial"/>
              </w:rPr>
              <w:t>Census</w:t>
            </w:r>
            <w:r w:rsidRPr="008E7459">
              <w:rPr>
                <w:rFonts w:cs="Arial"/>
              </w:rPr>
              <w:t>). Data are available every five years.</w:t>
            </w:r>
          </w:p>
          <w:p w:rsidR="00C21869" w:rsidRPr="008E7459" w:rsidRDefault="00C21869" w:rsidP="003A3E0B">
            <w:pPr>
              <w:pStyle w:val="TableBodyText"/>
              <w:jc w:val="both"/>
              <w:rPr>
                <w:rFonts w:cs="Arial"/>
              </w:rPr>
            </w:pPr>
            <w:r w:rsidRPr="008E7459">
              <w:rPr>
                <w:rFonts w:cs="Arial"/>
              </w:rPr>
              <w:t xml:space="preserve">Data from the Survey of Education and Work (SEW) are provided annually to inform this measure at the national level. </w:t>
            </w:r>
          </w:p>
          <w:p w:rsidR="00C21869" w:rsidRPr="008E7459" w:rsidRDefault="00C21869" w:rsidP="003A3E0B">
            <w:pPr>
              <w:pStyle w:val="TableBodyText"/>
              <w:jc w:val="both"/>
              <w:rPr>
                <w:rFonts w:cs="Arial"/>
              </w:rPr>
            </w:pPr>
            <w:r w:rsidRPr="008E7459">
              <w:rPr>
                <w:rFonts w:cs="Arial"/>
              </w:rPr>
              <w:t>This DQS applies to NEA 5 measures based on SEW data.</w:t>
            </w:r>
          </w:p>
        </w:tc>
      </w:tr>
      <w:tr w:rsidR="00BC05F5" w:rsidRPr="008E7459" w:rsidTr="00BC05F5">
        <w:tc>
          <w:tcPr>
            <w:tcW w:w="1984" w:type="dxa"/>
          </w:tcPr>
          <w:p w:rsidR="00C21869" w:rsidRPr="008E7459" w:rsidRDefault="00D3756A" w:rsidP="00C21869">
            <w:pPr>
              <w:spacing w:after="240"/>
              <w:rPr>
                <w:rFonts w:ascii="Arial" w:hAnsi="Arial" w:cs="Arial"/>
                <w:b/>
                <w:sz w:val="20"/>
                <w:szCs w:val="20"/>
              </w:rPr>
            </w:pPr>
            <w:r w:rsidRPr="008E7459">
              <w:rPr>
                <w:rFonts w:ascii="Arial" w:hAnsi="Arial" w:cs="Arial"/>
                <w:b/>
                <w:sz w:val="20"/>
                <w:szCs w:val="20"/>
              </w:rPr>
              <w:t>Institutional e</w:t>
            </w:r>
            <w:r w:rsidR="00C21869" w:rsidRPr="008E7459">
              <w:rPr>
                <w:rFonts w:ascii="Arial" w:hAnsi="Arial" w:cs="Arial"/>
                <w:b/>
                <w:sz w:val="20"/>
                <w:szCs w:val="20"/>
              </w:rPr>
              <w:t>nvironment</w:t>
            </w:r>
          </w:p>
        </w:tc>
        <w:tc>
          <w:tcPr>
            <w:tcW w:w="6913" w:type="dxa"/>
          </w:tcPr>
          <w:p w:rsidR="00C21869" w:rsidRPr="008E7459" w:rsidRDefault="00C21869" w:rsidP="003A3E0B">
            <w:pPr>
              <w:pStyle w:val="TableBodyText"/>
              <w:jc w:val="both"/>
              <w:rPr>
                <w:rFonts w:cs="Arial"/>
              </w:rPr>
            </w:pPr>
            <w:r w:rsidRPr="008E7459">
              <w:rPr>
                <w:rFonts w:cs="Arial"/>
              </w:rPr>
              <w:t xml:space="preserve">The </w:t>
            </w:r>
            <w:r w:rsidR="008921A5" w:rsidRPr="008E7459">
              <w:rPr>
                <w:rFonts w:cs="Arial"/>
              </w:rPr>
              <w:t>Census</w:t>
            </w:r>
            <w:r w:rsidRPr="008E7459">
              <w:rPr>
                <w:rFonts w:cs="Arial"/>
              </w:rPr>
              <w:t xml:space="preserve"> and SEW are collected by the ABS under the </w:t>
            </w:r>
            <w:r w:rsidR="008921A5" w:rsidRPr="008E7459">
              <w:rPr>
                <w:rFonts w:cs="Arial"/>
              </w:rPr>
              <w:t>Census</w:t>
            </w:r>
            <w:r w:rsidRPr="008E7459">
              <w:rPr>
                <w:rFonts w:cs="Arial"/>
              </w:rPr>
              <w:t xml:space="preserve"> and Statistics Act 1905.</w:t>
            </w:r>
          </w:p>
          <w:p w:rsidR="00C21869" w:rsidRPr="008E7459" w:rsidRDefault="00C21869" w:rsidP="003A3E0B">
            <w:pPr>
              <w:pStyle w:val="TableBodyText"/>
              <w:jc w:val="both"/>
              <w:rPr>
                <w:rFonts w:cs="Arial"/>
              </w:rPr>
            </w:pPr>
            <w:r w:rsidRPr="008E7459">
              <w:rPr>
                <w:rFonts w:cs="Arial"/>
              </w:rPr>
              <w:t xml:space="preserve">For information on the institutional environment of the ABS, including the legislative obligations of the ABS, financing and government arrangements, and mechanisms for scrutiny of ABS operations, see </w:t>
            </w:r>
            <w:hyperlink r:id="rId88" w:history="1">
              <w:r w:rsidRPr="008E7459">
                <w:rPr>
                  <w:rStyle w:val="Hyperlink"/>
                  <w:rFonts w:cs="Arial"/>
                  <w:color w:val="auto"/>
                </w:rPr>
                <w:t>ABS Institutional Environment</w:t>
              </w:r>
            </w:hyperlink>
            <w:r w:rsidRPr="008E7459">
              <w:rPr>
                <w:rStyle w:val="Hyperlink"/>
                <w:rFonts w:cs="Arial"/>
                <w:color w:val="auto"/>
              </w:rPr>
              <w:t>.</w:t>
            </w:r>
          </w:p>
        </w:tc>
      </w:tr>
      <w:tr w:rsidR="00BC05F5" w:rsidRPr="008E7459" w:rsidTr="00BC05F5">
        <w:tc>
          <w:tcPr>
            <w:tcW w:w="1984" w:type="dxa"/>
          </w:tcPr>
          <w:p w:rsidR="00C21869" w:rsidRPr="008E7459" w:rsidRDefault="00C21869" w:rsidP="00C21869">
            <w:pPr>
              <w:spacing w:after="240"/>
              <w:rPr>
                <w:rFonts w:ascii="Arial" w:hAnsi="Arial" w:cs="Arial"/>
                <w:b/>
                <w:sz w:val="20"/>
                <w:szCs w:val="20"/>
              </w:rPr>
            </w:pPr>
            <w:r w:rsidRPr="008E7459">
              <w:rPr>
                <w:rFonts w:ascii="Arial" w:hAnsi="Arial" w:cs="Arial"/>
                <w:b/>
                <w:sz w:val="20"/>
                <w:szCs w:val="20"/>
              </w:rPr>
              <w:t>Relevance</w:t>
            </w:r>
          </w:p>
        </w:tc>
        <w:tc>
          <w:tcPr>
            <w:tcW w:w="6913" w:type="dxa"/>
          </w:tcPr>
          <w:p w:rsidR="00C21869" w:rsidRPr="008E7459" w:rsidRDefault="00C21869" w:rsidP="003A3E0B">
            <w:pPr>
              <w:pStyle w:val="TableBodyText"/>
              <w:jc w:val="both"/>
              <w:rPr>
                <w:rFonts w:cs="Arial"/>
                <w:u w:val="single"/>
              </w:rPr>
            </w:pPr>
            <w:r w:rsidRPr="008E7459">
              <w:rPr>
                <w:rFonts w:cs="Arial"/>
              </w:rPr>
              <w:t xml:space="preserve">The SEW does not collect data from people in Indigenous communities in very remote areas. </w:t>
            </w:r>
          </w:p>
          <w:p w:rsidR="00C21869" w:rsidRPr="008E7459" w:rsidRDefault="00C21869" w:rsidP="003A3E0B">
            <w:pPr>
              <w:pStyle w:val="TableBodyText"/>
              <w:jc w:val="both"/>
              <w:rPr>
                <w:rFonts w:cs="Arial"/>
                <w:u w:val="single"/>
              </w:rPr>
            </w:pPr>
            <w:r w:rsidRPr="008E7459">
              <w:rPr>
                <w:rFonts w:cs="Arial"/>
              </w:rP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tc>
      </w:tr>
      <w:tr w:rsidR="00BC05F5" w:rsidRPr="008E7459" w:rsidTr="00BC05F5">
        <w:tc>
          <w:tcPr>
            <w:tcW w:w="1984" w:type="dxa"/>
          </w:tcPr>
          <w:p w:rsidR="00C21869" w:rsidRPr="008E7459" w:rsidRDefault="00C21869" w:rsidP="00C21869">
            <w:pPr>
              <w:spacing w:after="240"/>
              <w:rPr>
                <w:rFonts w:ascii="Arial" w:hAnsi="Arial" w:cs="Arial"/>
                <w:b/>
                <w:sz w:val="20"/>
                <w:szCs w:val="20"/>
              </w:rPr>
            </w:pPr>
            <w:r w:rsidRPr="008E7459">
              <w:rPr>
                <w:rFonts w:ascii="Arial" w:hAnsi="Arial" w:cs="Arial"/>
                <w:b/>
                <w:sz w:val="20"/>
                <w:szCs w:val="20"/>
              </w:rPr>
              <w:t>Timeliness</w:t>
            </w:r>
          </w:p>
        </w:tc>
        <w:tc>
          <w:tcPr>
            <w:tcW w:w="6913" w:type="dxa"/>
          </w:tcPr>
          <w:p w:rsidR="00C21869" w:rsidRPr="008E7459" w:rsidRDefault="00C21869" w:rsidP="003A3E0B">
            <w:pPr>
              <w:pStyle w:val="TableBodyText"/>
              <w:jc w:val="both"/>
              <w:rPr>
                <w:rFonts w:cs="Arial"/>
              </w:rPr>
            </w:pPr>
            <w:r w:rsidRPr="008E7459">
              <w:rPr>
                <w:rFonts w:cs="Arial"/>
              </w:rPr>
              <w:t>The SEW is conducted annually in May as a supplement to the monthly Labour Force Survey (LFS). Results from the 2012 survey were released in November 2012.</w:t>
            </w:r>
          </w:p>
        </w:tc>
      </w:tr>
      <w:tr w:rsidR="00BC05F5" w:rsidRPr="008E7459" w:rsidTr="00BC05F5">
        <w:tc>
          <w:tcPr>
            <w:tcW w:w="1984" w:type="dxa"/>
          </w:tcPr>
          <w:p w:rsidR="00C21869" w:rsidRPr="008E7459" w:rsidRDefault="00C21869" w:rsidP="00C21869">
            <w:pPr>
              <w:spacing w:after="240"/>
              <w:rPr>
                <w:rFonts w:ascii="Arial" w:hAnsi="Arial" w:cs="Arial"/>
                <w:b/>
                <w:sz w:val="20"/>
                <w:szCs w:val="20"/>
              </w:rPr>
            </w:pPr>
            <w:r w:rsidRPr="008E7459">
              <w:rPr>
                <w:rFonts w:ascii="Arial" w:hAnsi="Arial" w:cs="Arial"/>
                <w:b/>
                <w:sz w:val="20"/>
                <w:szCs w:val="20"/>
              </w:rPr>
              <w:t>Accuracy</w:t>
            </w:r>
          </w:p>
        </w:tc>
        <w:tc>
          <w:tcPr>
            <w:tcW w:w="6913" w:type="dxa"/>
          </w:tcPr>
          <w:p w:rsidR="00C21869" w:rsidRPr="008E7459" w:rsidRDefault="00C21869" w:rsidP="003A3E0B">
            <w:pPr>
              <w:pStyle w:val="TableBodyText"/>
              <w:jc w:val="both"/>
              <w:rPr>
                <w:rFonts w:cs="Arial"/>
              </w:rPr>
            </w:pPr>
            <w:r w:rsidRPr="008E7459">
              <w:rPr>
                <w:rFonts w:cs="Arial"/>
              </w:rPr>
              <w:t>The 2012 SEW response rate was 95</w:t>
            </w:r>
            <w:r w:rsidR="006A2961" w:rsidRPr="008E7459">
              <w:rPr>
                <w:rFonts w:cs="Arial"/>
              </w:rPr>
              <w:t xml:space="preserve"> </w:t>
            </w:r>
            <w:r w:rsidR="008921A5" w:rsidRPr="008E7459">
              <w:rPr>
                <w:rFonts w:cs="Arial"/>
              </w:rPr>
              <w:t>per cent</w:t>
            </w:r>
            <w:r w:rsidR="006A2961" w:rsidRPr="008E7459">
              <w:rPr>
                <w:rFonts w:cs="Arial"/>
              </w:rPr>
              <w:t xml:space="preserve"> which constituted 39 </w:t>
            </w:r>
            <w:r w:rsidRPr="008E7459">
              <w:rPr>
                <w:rFonts w:cs="Arial"/>
              </w:rPr>
              <w:t>500 completed interviews. The 2012 response rate was consistent with that in previous years.</w:t>
            </w:r>
          </w:p>
          <w:p w:rsidR="00C21869" w:rsidRPr="008E7459" w:rsidRDefault="00C21869" w:rsidP="003A3E0B">
            <w:pPr>
              <w:pStyle w:val="TableBodyText"/>
              <w:jc w:val="both"/>
              <w:rPr>
                <w:rFonts w:cs="Arial"/>
              </w:rPr>
            </w:pPr>
            <w:r w:rsidRPr="008E7459">
              <w:rPr>
                <w:rFonts w:cs="Arial"/>
              </w:rPr>
              <w:t>The data for the SEW are collected from an ARA (Any Responsible Adult) on behalf of other members of the household and are weighted for non</w:t>
            </w:r>
            <w:r w:rsidR="00DE694D" w:rsidRPr="008E7459">
              <w:rPr>
                <w:rFonts w:cs="Arial"/>
              </w:rPr>
              <w:noBreakHyphen/>
            </w:r>
            <w:r w:rsidRPr="008E7459">
              <w:rPr>
                <w:rFonts w:cs="Arial"/>
              </w:rPr>
              <w:t>response.</w:t>
            </w:r>
          </w:p>
          <w:p w:rsidR="00C21869" w:rsidRPr="008E7459" w:rsidRDefault="00C21869" w:rsidP="003A3E0B">
            <w:pPr>
              <w:pStyle w:val="TableBodyText"/>
              <w:jc w:val="both"/>
              <w:rPr>
                <w:rFonts w:cs="Arial"/>
              </w:rPr>
            </w:pPr>
            <w:r w:rsidRPr="008E7459">
              <w:rPr>
                <w:rFonts w:cs="Arial"/>
              </w:rPr>
              <w:t xml:space="preserve">The data are event data that can be used to measure year to year changes provided that the changes are large enough to account for the Relative Standard Error (RSE) of estimates. </w:t>
            </w:r>
          </w:p>
          <w:p w:rsidR="00C21869" w:rsidRPr="008E7459" w:rsidRDefault="0026685B" w:rsidP="003A3E0B">
            <w:pPr>
              <w:pStyle w:val="TableBodyText"/>
              <w:jc w:val="both"/>
              <w:rPr>
                <w:rFonts w:cs="Arial"/>
              </w:rPr>
            </w:pPr>
            <w:r w:rsidRPr="008E7459">
              <w:rPr>
                <w:rFonts w:cs="Arial"/>
              </w:rPr>
              <w:t>Data with a relative standard error of between 25 per cent and 50 per cent should be used with caution while data with a relative standard error greater than 50 per cent is considered too unreliable for general use.</w:t>
            </w:r>
          </w:p>
        </w:tc>
      </w:tr>
      <w:tr w:rsidR="00BC05F5" w:rsidRPr="008E7459" w:rsidTr="00BC05F5">
        <w:tc>
          <w:tcPr>
            <w:tcW w:w="1984" w:type="dxa"/>
          </w:tcPr>
          <w:p w:rsidR="00C21869" w:rsidRPr="008E7459" w:rsidRDefault="00C21869" w:rsidP="00C21869">
            <w:pPr>
              <w:pStyle w:val="NormalWeb"/>
              <w:spacing w:after="240"/>
              <w:rPr>
                <w:rFonts w:ascii="Arial" w:hAnsi="Arial" w:cs="Arial"/>
                <w:b/>
                <w:sz w:val="20"/>
                <w:szCs w:val="20"/>
              </w:rPr>
            </w:pPr>
            <w:r w:rsidRPr="008E7459">
              <w:rPr>
                <w:rFonts w:ascii="Arial" w:hAnsi="Arial" w:cs="Arial"/>
                <w:b/>
                <w:bCs/>
                <w:sz w:val="20"/>
                <w:szCs w:val="20"/>
              </w:rPr>
              <w:lastRenderedPageBreak/>
              <w:t>Coherence</w:t>
            </w:r>
          </w:p>
        </w:tc>
        <w:tc>
          <w:tcPr>
            <w:tcW w:w="6913" w:type="dxa"/>
          </w:tcPr>
          <w:p w:rsidR="00C21869" w:rsidRPr="008E7459" w:rsidRDefault="00C21869" w:rsidP="003A3E0B">
            <w:pPr>
              <w:pStyle w:val="TableBodyText"/>
              <w:jc w:val="both"/>
              <w:rPr>
                <w:rFonts w:cs="Arial"/>
              </w:rPr>
            </w:pPr>
            <w:r w:rsidRPr="008E7459">
              <w:rPr>
                <w:rFonts w:cs="Arial"/>
              </w:rPr>
              <w:t xml:space="preserve">Both the numerator and denominator come from the SEW. Measures based on the 2012 SEW are consistent with those supplied for COAG reporting from previous cycles of this survey. </w:t>
            </w:r>
          </w:p>
          <w:p w:rsidR="00C21869" w:rsidRPr="008E7459" w:rsidRDefault="00C21869" w:rsidP="003A3E0B">
            <w:pPr>
              <w:pStyle w:val="TableBodyText"/>
              <w:jc w:val="both"/>
              <w:rPr>
                <w:rFonts w:cs="Arial"/>
              </w:rPr>
            </w:pPr>
            <w:r w:rsidRPr="008E7459">
              <w:rPr>
                <w:rFonts w:cs="Arial"/>
              </w:rPr>
              <w:t xml:space="preserve">The </w:t>
            </w:r>
            <w:r w:rsidR="008921A5" w:rsidRPr="008E7459">
              <w:rPr>
                <w:rFonts w:cs="Arial"/>
              </w:rPr>
              <w:t>Census</w:t>
            </w:r>
            <w:r w:rsidRPr="008E7459">
              <w:rPr>
                <w:rFonts w:cs="Arial"/>
              </w:rPr>
              <w:t xml:space="preserve"> of Population and Housing and the </w:t>
            </w:r>
            <w:hyperlink r:id="rId89" w:history="1">
              <w:r w:rsidRPr="008E7459">
                <w:rPr>
                  <w:rStyle w:val="Hyperlink"/>
                  <w:rFonts w:cs="Arial"/>
                  <w:color w:val="auto"/>
                </w:rPr>
                <w:t>Survey of Learning and Work (4235.0)</w:t>
              </w:r>
            </w:hyperlink>
            <w:r w:rsidRPr="008E7459">
              <w:rPr>
                <w:rFonts w:cs="Arial"/>
              </w:rPr>
              <w:t xml:space="preserve"> also provide information on current study and employment status for this indicator.</w:t>
            </w:r>
          </w:p>
        </w:tc>
      </w:tr>
      <w:tr w:rsidR="00BC05F5" w:rsidRPr="008E7459" w:rsidTr="00BC05F5">
        <w:tc>
          <w:tcPr>
            <w:tcW w:w="1984" w:type="dxa"/>
          </w:tcPr>
          <w:p w:rsidR="00C21869" w:rsidRPr="008E7459" w:rsidRDefault="00C21869" w:rsidP="00C21869">
            <w:pPr>
              <w:pStyle w:val="NormalWeb"/>
              <w:spacing w:after="240"/>
              <w:rPr>
                <w:rFonts w:ascii="Arial" w:hAnsi="Arial" w:cs="Arial"/>
                <w:b/>
                <w:sz w:val="20"/>
                <w:szCs w:val="20"/>
              </w:rPr>
            </w:pPr>
            <w:r w:rsidRPr="008E7459">
              <w:rPr>
                <w:rFonts w:ascii="Arial" w:hAnsi="Arial" w:cs="Arial"/>
                <w:b/>
                <w:bCs/>
                <w:sz w:val="20"/>
                <w:szCs w:val="20"/>
              </w:rPr>
              <w:t>Interpretability</w:t>
            </w:r>
          </w:p>
        </w:tc>
        <w:tc>
          <w:tcPr>
            <w:tcW w:w="6913" w:type="dxa"/>
          </w:tcPr>
          <w:p w:rsidR="00C21869" w:rsidRPr="008E7459" w:rsidRDefault="00C21869" w:rsidP="003A3E0B">
            <w:pPr>
              <w:pStyle w:val="TableBodyText"/>
              <w:jc w:val="both"/>
              <w:rPr>
                <w:rFonts w:cs="Arial"/>
              </w:rPr>
            </w:pPr>
            <w:r w:rsidRPr="008E7459">
              <w:rPr>
                <w:rFonts w:cs="Arial"/>
              </w:rPr>
              <w:t xml:space="preserve">Information on how to interpret and use the data appropriately is available on the ABS website; see </w:t>
            </w:r>
            <w:hyperlink r:id="rId90" w:history="1">
              <w:r w:rsidRPr="008E7459">
                <w:rPr>
                  <w:rStyle w:val="Hyperlink"/>
                  <w:rFonts w:cs="Arial"/>
                  <w:color w:val="auto"/>
                </w:rPr>
                <w:t>Explanatory Notes</w:t>
              </w:r>
            </w:hyperlink>
            <w:r w:rsidRPr="008E7459">
              <w:rPr>
                <w:rFonts w:cs="Arial"/>
              </w:rPr>
              <w:t xml:space="preserve"> in Education and Work, Australia (cat. no. 6227.0).</w:t>
            </w:r>
          </w:p>
          <w:p w:rsidR="00C21869" w:rsidRPr="008E7459" w:rsidRDefault="00C21869" w:rsidP="003A3E0B">
            <w:pPr>
              <w:pStyle w:val="TableBodyText"/>
              <w:jc w:val="both"/>
              <w:rPr>
                <w:rFonts w:cs="Arial"/>
              </w:rPr>
            </w:pPr>
            <w:r w:rsidRPr="008E7459">
              <w:rPr>
                <w:rFonts w:cs="Arial"/>
              </w:rPr>
              <w:t xml:space="preserve">ABS SEIFA indexes are based on data from the </w:t>
            </w:r>
            <w:r w:rsidR="008921A5" w:rsidRPr="008E7459">
              <w:rPr>
                <w:rFonts w:cs="Arial"/>
              </w:rPr>
              <w:t>Census</w:t>
            </w:r>
            <w:r w:rsidRPr="008E7459">
              <w:rPr>
                <w:rFonts w:cs="Arial"/>
              </w:rPr>
              <w:t xml:space="preserve"> and measure the socioeconomic status of the area in which a person lives. They do not directly measure the socioeconomic status of individuals or their households. More information on the SEIFA measure of socioeconomic status can be found on the ABS website: </w:t>
            </w:r>
            <w:hyperlink r:id="rId91" w:history="1">
              <w:r w:rsidRPr="008E7459">
                <w:rPr>
                  <w:rStyle w:val="Hyperlink"/>
                  <w:rFonts w:cs="Arial"/>
                  <w:color w:val="auto"/>
                </w:rPr>
                <w:t>www.abs.gov.au</w:t>
              </w:r>
            </w:hyperlink>
            <w:r w:rsidRPr="008E7459">
              <w:rPr>
                <w:rFonts w:cs="Arial"/>
              </w:rPr>
              <w:t xml:space="preserve">. In this cycle for tables using data from SEW, SEIFA IRSD is based on the 2006 </w:t>
            </w:r>
            <w:r w:rsidR="008921A5" w:rsidRPr="008E7459">
              <w:rPr>
                <w:rFonts w:cs="Arial"/>
              </w:rPr>
              <w:t>Census</w:t>
            </w:r>
            <w:r w:rsidRPr="008E7459">
              <w:rPr>
                <w:rFonts w:cs="Arial"/>
              </w:rPr>
              <w:t>.</w:t>
            </w:r>
          </w:p>
        </w:tc>
      </w:tr>
      <w:tr w:rsidR="00BC05F5" w:rsidRPr="008E7459" w:rsidTr="00BC05F5">
        <w:tc>
          <w:tcPr>
            <w:tcW w:w="1984" w:type="dxa"/>
          </w:tcPr>
          <w:p w:rsidR="00C21869" w:rsidRPr="008E7459" w:rsidRDefault="00C21869" w:rsidP="00C21869">
            <w:pPr>
              <w:pStyle w:val="NormalWeb"/>
              <w:spacing w:after="240"/>
              <w:rPr>
                <w:rFonts w:ascii="Arial" w:hAnsi="Arial" w:cs="Arial"/>
                <w:b/>
                <w:sz w:val="20"/>
                <w:szCs w:val="20"/>
              </w:rPr>
            </w:pPr>
            <w:r w:rsidRPr="008E7459">
              <w:rPr>
                <w:rFonts w:ascii="Arial" w:hAnsi="Arial" w:cs="Arial"/>
                <w:b/>
                <w:bCs/>
                <w:sz w:val="20"/>
                <w:szCs w:val="20"/>
              </w:rPr>
              <w:t>Accessibility</w:t>
            </w:r>
          </w:p>
        </w:tc>
        <w:tc>
          <w:tcPr>
            <w:tcW w:w="6913" w:type="dxa"/>
          </w:tcPr>
          <w:p w:rsidR="00C21869" w:rsidRPr="008E7459" w:rsidRDefault="00C21869" w:rsidP="003A3E0B">
            <w:pPr>
              <w:pStyle w:val="TableBodyText"/>
              <w:jc w:val="both"/>
              <w:rPr>
                <w:rFonts w:cs="Arial"/>
              </w:rPr>
            </w:pPr>
            <w:r w:rsidRPr="008E7459">
              <w:rPr>
                <w:rFonts w:cs="Arial"/>
              </w:rPr>
              <w:t xml:space="preserve">The data for the SEW are available via the ABS website in the publication </w:t>
            </w:r>
            <w:hyperlink r:id="rId92" w:history="1">
              <w:r w:rsidRPr="008E7459">
                <w:rPr>
                  <w:rStyle w:val="Hyperlink"/>
                  <w:rFonts w:cs="Arial"/>
                  <w:color w:val="auto"/>
                </w:rPr>
                <w:t>Education and Work, Australia (cat. no. 6227.0)</w:t>
              </w:r>
            </w:hyperlink>
            <w:r w:rsidRPr="008E7459">
              <w:rPr>
                <w:rFonts w:cs="Arial"/>
              </w:rPr>
              <w:t xml:space="preserve">. This measure is also released as part of a SEW detailed education data cube. </w:t>
            </w:r>
          </w:p>
          <w:p w:rsidR="00C21869" w:rsidRPr="008E7459" w:rsidRDefault="00C21869" w:rsidP="003A3E0B">
            <w:pPr>
              <w:pStyle w:val="TableBodyText"/>
              <w:jc w:val="both"/>
              <w:rPr>
                <w:rFonts w:cs="Arial"/>
              </w:rPr>
            </w:pPr>
            <w:r w:rsidRPr="008E7459">
              <w:rPr>
                <w:rFonts w:cs="Arial"/>
              </w:rPr>
              <w:t xml:space="preserve">Additional data are available at cost upon request through the </w:t>
            </w:r>
            <w:hyperlink r:id="rId93" w:history="1">
              <w:r w:rsidRPr="008E7459">
                <w:rPr>
                  <w:rStyle w:val="Hyperlink"/>
                  <w:rFonts w:cs="Arial"/>
                  <w:color w:val="auto"/>
                </w:rPr>
                <w:t>National Information Referral Service</w:t>
              </w:r>
            </w:hyperlink>
            <w:r w:rsidRPr="008E7459">
              <w:rPr>
                <w:rFonts w:cs="Arial"/>
              </w:rPr>
              <w:t xml:space="preserve"> (NIRS). Confidentialised Unit Record File (CURF) have been produced for every second cycle of the SEW since 2001, most recently 2011.</w:t>
            </w:r>
          </w:p>
        </w:tc>
      </w:tr>
    </w:tbl>
    <w:p w:rsidR="00C21869" w:rsidRPr="008E7459" w:rsidRDefault="00C21869" w:rsidP="00C21869">
      <w:pPr>
        <w:pStyle w:val="BodyText"/>
      </w:pPr>
    </w:p>
    <w:p w:rsidR="001436ED" w:rsidRPr="008E7459" w:rsidRDefault="001436ED" w:rsidP="00847A99">
      <w:pPr>
        <w:pStyle w:val="Heading3"/>
        <w:pageBreakBefore/>
        <w:spacing w:before="0" w:line="240" w:lineRule="auto"/>
      </w:pPr>
      <w:bookmarkStart w:id="48" w:name="_Ref357174512"/>
      <w:r w:rsidRPr="008E7459">
        <w:lastRenderedPageBreak/>
        <w:t>Data quality statement — Indicator 6</w:t>
      </w:r>
      <w:r w:rsidR="006C5061" w:rsidRPr="008E7459">
        <w:t>(</w:t>
      </w:r>
      <w:r w:rsidR="005A42A1" w:rsidRPr="008E7459">
        <w:t>b</w:t>
      </w:r>
      <w:r w:rsidR="006C5061" w:rsidRPr="008E7459">
        <w:t>)</w:t>
      </w:r>
      <w:r w:rsidRPr="008E7459">
        <w:t xml:space="preserve"> —</w:t>
      </w:r>
      <w:r w:rsidR="00F5055F" w:rsidRPr="008E7459">
        <w:t xml:space="preserve"> Percentage of students at or above the national minimum standard in reading, writing and numeracy for years 3, 5, 7, 9</w:t>
      </w:r>
      <w:bookmarkEnd w:id="48"/>
    </w:p>
    <w:p w:rsidR="00847A99" w:rsidRPr="008E7459" w:rsidRDefault="00847A99" w:rsidP="00847A99">
      <w:pPr>
        <w:pStyle w:val="BoxSpace"/>
      </w:pPr>
    </w:p>
    <w:tbl>
      <w:tblPr>
        <w:tblW w:w="8820" w:type="dxa"/>
        <w:tblInd w:w="108" w:type="dxa"/>
        <w:tblLayout w:type="fixed"/>
        <w:tblLook w:val="01E0" w:firstRow="1" w:lastRow="1" w:firstColumn="1" w:lastColumn="1" w:noHBand="0" w:noVBand="0"/>
      </w:tblPr>
      <w:tblGrid>
        <w:gridCol w:w="1869"/>
        <w:gridCol w:w="6951"/>
      </w:tblGrid>
      <w:tr w:rsidR="006C5061" w:rsidRPr="008E7459" w:rsidTr="00E96D26">
        <w:trPr>
          <w:trHeight w:val="567"/>
        </w:trPr>
        <w:tc>
          <w:tcPr>
            <w:tcW w:w="1869" w:type="dxa"/>
          </w:tcPr>
          <w:p w:rsidR="006C5061" w:rsidRPr="008E7459" w:rsidRDefault="006C5061" w:rsidP="00847A99">
            <w:pPr>
              <w:spacing w:after="40" w:line="220" w:lineRule="atLeast"/>
              <w:ind w:left="6" w:right="113"/>
              <w:rPr>
                <w:rFonts w:ascii="Arial" w:hAnsi="Arial"/>
                <w:b/>
                <w:sz w:val="20"/>
                <w:szCs w:val="20"/>
              </w:rPr>
            </w:pPr>
            <w:r w:rsidRPr="008E7459">
              <w:rPr>
                <w:rFonts w:ascii="Arial" w:hAnsi="Arial"/>
                <w:b/>
                <w:sz w:val="20"/>
                <w:szCs w:val="20"/>
              </w:rPr>
              <w:t>Target/Outcome</w:t>
            </w:r>
          </w:p>
        </w:tc>
        <w:tc>
          <w:tcPr>
            <w:tcW w:w="6951" w:type="dxa"/>
          </w:tcPr>
          <w:p w:rsidR="006C5061" w:rsidRPr="008E7459" w:rsidRDefault="006C5061" w:rsidP="00847A99">
            <w:pPr>
              <w:pStyle w:val="TableBodyText"/>
              <w:keepNext w:val="0"/>
              <w:keepLines w:val="0"/>
              <w:jc w:val="both"/>
            </w:pPr>
            <w:r w:rsidRPr="008E7459">
              <w:t>Halve the gap in reading, writing and numeracy achievement for Indigenous children by 2018</w:t>
            </w:r>
          </w:p>
        </w:tc>
      </w:tr>
      <w:tr w:rsidR="006C5061" w:rsidRPr="008E7459" w:rsidTr="00E96D26">
        <w:trPr>
          <w:trHeight w:val="567"/>
        </w:trPr>
        <w:tc>
          <w:tcPr>
            <w:tcW w:w="1869" w:type="dxa"/>
          </w:tcPr>
          <w:p w:rsidR="006C5061" w:rsidRPr="008E7459" w:rsidRDefault="006C5061" w:rsidP="00847A99">
            <w:pPr>
              <w:spacing w:after="40" w:line="220" w:lineRule="atLeast"/>
              <w:ind w:left="6" w:right="113"/>
              <w:rPr>
                <w:rFonts w:ascii="Arial" w:hAnsi="Arial"/>
                <w:b/>
                <w:sz w:val="20"/>
                <w:szCs w:val="20"/>
              </w:rPr>
            </w:pPr>
            <w:r w:rsidRPr="008E7459">
              <w:rPr>
                <w:rFonts w:ascii="Arial" w:hAnsi="Arial"/>
                <w:b/>
                <w:sz w:val="20"/>
                <w:szCs w:val="20"/>
              </w:rPr>
              <w:t>Indicator</w:t>
            </w:r>
          </w:p>
        </w:tc>
        <w:tc>
          <w:tcPr>
            <w:tcW w:w="6951" w:type="dxa"/>
          </w:tcPr>
          <w:p w:rsidR="006C5061" w:rsidRPr="008E7459" w:rsidRDefault="006C5061" w:rsidP="00847A99">
            <w:pPr>
              <w:pStyle w:val="TableBodyText"/>
              <w:keepNext w:val="0"/>
              <w:keepLines w:val="0"/>
              <w:jc w:val="both"/>
            </w:pPr>
            <w:r w:rsidRPr="008E7459">
              <w:t>Percentage of students at or above the national minimum standard in reading, writing and numeracy for years 3, 5, 7 and 9</w:t>
            </w:r>
          </w:p>
        </w:tc>
      </w:tr>
      <w:tr w:rsidR="006C5061" w:rsidRPr="008E7459" w:rsidTr="00E96D26">
        <w:trPr>
          <w:trHeight w:val="4268"/>
        </w:trPr>
        <w:tc>
          <w:tcPr>
            <w:tcW w:w="1869" w:type="dxa"/>
          </w:tcPr>
          <w:p w:rsidR="006C5061" w:rsidRPr="008E7459" w:rsidRDefault="006C5061" w:rsidP="00847A99">
            <w:pPr>
              <w:spacing w:after="40" w:line="220" w:lineRule="atLeast"/>
              <w:ind w:left="6" w:right="113"/>
              <w:rPr>
                <w:rFonts w:ascii="Arial" w:hAnsi="Arial"/>
                <w:b/>
                <w:sz w:val="20"/>
                <w:szCs w:val="20"/>
              </w:rPr>
            </w:pPr>
            <w:r w:rsidRPr="008E7459">
              <w:rPr>
                <w:rFonts w:ascii="Arial" w:hAnsi="Arial"/>
                <w:b/>
                <w:sz w:val="20"/>
                <w:szCs w:val="20"/>
              </w:rPr>
              <w:t>Measure (computation)</w:t>
            </w:r>
          </w:p>
        </w:tc>
        <w:tc>
          <w:tcPr>
            <w:tcW w:w="6951" w:type="dxa"/>
          </w:tcPr>
          <w:p w:rsidR="00164D9A" w:rsidRPr="008E7459" w:rsidRDefault="006C5061" w:rsidP="00847A99">
            <w:pPr>
              <w:pStyle w:val="TableBodyText"/>
              <w:keepNext w:val="0"/>
              <w:keepLines w:val="0"/>
              <w:jc w:val="both"/>
            </w:pPr>
            <w:r w:rsidRPr="008E7459">
              <w:t xml:space="preserve">Measure (a) Proportion at or above the national minimum standard or mean scale score. </w:t>
            </w:r>
          </w:p>
          <w:p w:rsidR="006C5061" w:rsidRPr="008E7459" w:rsidRDefault="006C5061" w:rsidP="00847A99">
            <w:pPr>
              <w:pStyle w:val="TableBodyText"/>
              <w:keepNext w:val="0"/>
              <w:keepLines w:val="0"/>
              <w:jc w:val="both"/>
            </w:pPr>
            <w:r w:rsidRPr="008E7459">
              <w:t>The complex process by which student scores are arrived at and distributed across the national achievement bands (using the Rasch model, a recognised analysis model for educational measurement) are agreed by States, Territories and the Commonwealth and endorsed by the NAPLAN Expert Advisory Group. Due to the complexities of the methodology, it is not possible to give a simple computation of the precise number of students at or above the national minimum standard, which is best reported in the bands designed for that purpose.</w:t>
            </w:r>
          </w:p>
          <w:p w:rsidR="006C5061" w:rsidRPr="008E7459" w:rsidRDefault="006C5061" w:rsidP="00847A99">
            <w:pPr>
              <w:pStyle w:val="TableBodyText"/>
              <w:keepNext w:val="0"/>
              <w:keepLines w:val="0"/>
              <w:jc w:val="both"/>
            </w:pPr>
          </w:p>
          <w:p w:rsidR="006C5061" w:rsidRPr="008E7459" w:rsidRDefault="006C5061" w:rsidP="00847A99">
            <w:pPr>
              <w:pStyle w:val="TableBodyText"/>
              <w:keepNext w:val="0"/>
              <w:keepLines w:val="0"/>
              <w:jc w:val="both"/>
            </w:pPr>
            <w:r w:rsidRPr="008E7459">
              <w:t xml:space="preserve">Measure (b) Rates of participation in NAPLAN reading writing and numeracy tests. </w:t>
            </w:r>
          </w:p>
          <w:p w:rsidR="006C5061" w:rsidRPr="008E7459" w:rsidRDefault="006C5061" w:rsidP="00847A99">
            <w:pPr>
              <w:pStyle w:val="TableBodyText"/>
              <w:keepNext w:val="0"/>
              <w:keepLines w:val="0"/>
              <w:jc w:val="both"/>
            </w:pPr>
            <w:r w:rsidRPr="008E7459">
              <w:t>Numerator – number of assessed and exempt students in years 3, 5, 7 and 9, by Indigenous status</w:t>
            </w:r>
            <w:r w:rsidR="00164D9A" w:rsidRPr="008E7459">
              <w:t>.</w:t>
            </w:r>
            <w:r w:rsidRPr="008E7459">
              <w:t xml:space="preserve"> </w:t>
            </w:r>
          </w:p>
          <w:p w:rsidR="006C5061" w:rsidRPr="008E7459" w:rsidRDefault="006C5061" w:rsidP="00847A99">
            <w:pPr>
              <w:pStyle w:val="TableBodyText"/>
              <w:keepNext w:val="0"/>
              <w:keepLines w:val="0"/>
              <w:jc w:val="both"/>
            </w:pPr>
            <w:r w:rsidRPr="008E7459">
              <w:t>Denominator – total number of students (including those absent and withdrawn) in years 3, 5, 7 and 9 by Indigenous status</w:t>
            </w:r>
            <w:r w:rsidR="00164D9A" w:rsidRPr="008E7459">
              <w:t>.</w:t>
            </w:r>
          </w:p>
        </w:tc>
      </w:tr>
      <w:tr w:rsidR="006C5061" w:rsidRPr="008E7459" w:rsidTr="00E96D26">
        <w:trPr>
          <w:trHeight w:val="567"/>
        </w:trPr>
        <w:tc>
          <w:tcPr>
            <w:tcW w:w="1869" w:type="dxa"/>
          </w:tcPr>
          <w:p w:rsidR="006C5061" w:rsidRPr="008E7459" w:rsidRDefault="006C5061" w:rsidP="00847A99">
            <w:pPr>
              <w:spacing w:after="40" w:line="220" w:lineRule="atLeast"/>
              <w:ind w:left="6" w:right="113"/>
              <w:rPr>
                <w:rFonts w:ascii="Arial" w:hAnsi="Arial"/>
                <w:b/>
                <w:sz w:val="20"/>
                <w:szCs w:val="20"/>
              </w:rPr>
            </w:pPr>
            <w:r w:rsidRPr="008E7459">
              <w:rPr>
                <w:rFonts w:ascii="Arial" w:hAnsi="Arial"/>
                <w:b/>
                <w:sz w:val="20"/>
                <w:szCs w:val="20"/>
              </w:rPr>
              <w:t>Data source/s</w:t>
            </w:r>
          </w:p>
        </w:tc>
        <w:tc>
          <w:tcPr>
            <w:tcW w:w="6951" w:type="dxa"/>
          </w:tcPr>
          <w:p w:rsidR="006C5061" w:rsidRPr="008E7459" w:rsidRDefault="006C5061" w:rsidP="00847A99">
            <w:pPr>
              <w:pStyle w:val="TableBodyText"/>
              <w:keepNext w:val="0"/>
              <w:keepLines w:val="0"/>
              <w:jc w:val="both"/>
            </w:pPr>
            <w:r w:rsidRPr="008E7459">
              <w:t>Specify for each data item (for rate or proportion specify if different for numerator and denominator) including relevant catalogue number if available – 2012 NAPLAN</w:t>
            </w:r>
            <w:r w:rsidR="00164D9A" w:rsidRPr="008E7459">
              <w:t>.</w:t>
            </w:r>
          </w:p>
        </w:tc>
      </w:tr>
      <w:tr w:rsidR="006C5061" w:rsidRPr="008E7459" w:rsidTr="00E96D26">
        <w:trPr>
          <w:trHeight w:val="567"/>
        </w:trPr>
        <w:tc>
          <w:tcPr>
            <w:tcW w:w="1869" w:type="dxa"/>
          </w:tcPr>
          <w:p w:rsidR="006C5061" w:rsidRPr="008E7459" w:rsidRDefault="006C5061" w:rsidP="00847A99">
            <w:pPr>
              <w:spacing w:after="40" w:line="220" w:lineRule="atLeast"/>
              <w:ind w:left="6" w:right="113"/>
              <w:rPr>
                <w:rFonts w:ascii="Arial" w:hAnsi="Arial"/>
                <w:b/>
                <w:sz w:val="20"/>
                <w:szCs w:val="20"/>
              </w:rPr>
            </w:pPr>
            <w:r w:rsidRPr="008E7459">
              <w:rPr>
                <w:rFonts w:ascii="Arial" w:hAnsi="Arial"/>
                <w:b/>
                <w:sz w:val="20"/>
                <w:szCs w:val="20"/>
              </w:rPr>
              <w:t>Institutional environment</w:t>
            </w:r>
          </w:p>
        </w:tc>
        <w:tc>
          <w:tcPr>
            <w:tcW w:w="6951" w:type="dxa"/>
          </w:tcPr>
          <w:p w:rsidR="006C5061" w:rsidRPr="008E7459" w:rsidRDefault="006C5061" w:rsidP="00847A99">
            <w:pPr>
              <w:pStyle w:val="TableBodyText"/>
              <w:keepNext w:val="0"/>
              <w:keepLines w:val="0"/>
              <w:jc w:val="both"/>
            </w:pPr>
            <w:r w:rsidRPr="008E7459">
              <w:t>Data Collector(s): Individual schools send this data under a set of protocols to the Test Administration Authorities for the states and territories</w:t>
            </w:r>
            <w:r w:rsidR="00164D9A" w:rsidRPr="008E7459">
              <w:t>.</w:t>
            </w:r>
          </w:p>
          <w:p w:rsidR="006C5061" w:rsidRPr="008E7459" w:rsidRDefault="006C5061" w:rsidP="00847A99">
            <w:pPr>
              <w:pStyle w:val="TableBodyText"/>
              <w:keepNext w:val="0"/>
              <w:keepLines w:val="0"/>
              <w:jc w:val="both"/>
            </w:pPr>
            <w:r w:rsidRPr="008E7459">
              <w:t>Collection authority: ACARA Act 2008</w:t>
            </w:r>
            <w:r w:rsidR="00164D9A" w:rsidRPr="008E7459">
              <w:t>.</w:t>
            </w:r>
          </w:p>
          <w:p w:rsidR="006C5061" w:rsidRPr="008E7459" w:rsidRDefault="006C5061" w:rsidP="00847A99">
            <w:pPr>
              <w:pStyle w:val="TableBodyText"/>
              <w:keepNext w:val="0"/>
              <w:keepLines w:val="0"/>
              <w:jc w:val="both"/>
            </w:pPr>
            <w:r w:rsidRPr="008E7459">
              <w:t>Data Compiler(s): Australian Council for Educational Research (ACER)</w:t>
            </w:r>
            <w:r w:rsidR="00164D9A" w:rsidRPr="008E7459">
              <w:t>.</w:t>
            </w:r>
          </w:p>
        </w:tc>
      </w:tr>
      <w:tr w:rsidR="006C5061" w:rsidRPr="008E7459" w:rsidTr="00E96D26">
        <w:trPr>
          <w:trHeight w:val="567"/>
        </w:trPr>
        <w:tc>
          <w:tcPr>
            <w:tcW w:w="1869" w:type="dxa"/>
          </w:tcPr>
          <w:p w:rsidR="006C5061" w:rsidRPr="008E7459" w:rsidRDefault="006C5061" w:rsidP="00847A99">
            <w:pPr>
              <w:spacing w:after="40" w:line="220" w:lineRule="atLeast"/>
              <w:ind w:left="6" w:right="113"/>
              <w:rPr>
                <w:rFonts w:ascii="Arial" w:hAnsi="Arial"/>
                <w:b/>
                <w:sz w:val="20"/>
                <w:szCs w:val="20"/>
              </w:rPr>
            </w:pPr>
            <w:r w:rsidRPr="008E7459">
              <w:rPr>
                <w:rFonts w:ascii="Arial" w:hAnsi="Arial"/>
                <w:b/>
                <w:sz w:val="20"/>
                <w:szCs w:val="20"/>
              </w:rPr>
              <w:t>Relevance</w:t>
            </w:r>
          </w:p>
          <w:p w:rsidR="006C5061" w:rsidRPr="008E7459" w:rsidRDefault="006C5061" w:rsidP="00847A99">
            <w:pPr>
              <w:spacing w:after="40" w:line="220" w:lineRule="atLeast"/>
              <w:ind w:left="6" w:right="113"/>
              <w:rPr>
                <w:rFonts w:ascii="Arial" w:hAnsi="Arial"/>
                <w:b/>
                <w:sz w:val="20"/>
                <w:szCs w:val="20"/>
              </w:rPr>
            </w:pPr>
          </w:p>
        </w:tc>
        <w:tc>
          <w:tcPr>
            <w:tcW w:w="6951" w:type="dxa"/>
          </w:tcPr>
          <w:p w:rsidR="006C5061" w:rsidRPr="008E7459" w:rsidRDefault="006C5061" w:rsidP="00847A99">
            <w:pPr>
              <w:pStyle w:val="TableBodyText"/>
              <w:keepNext w:val="0"/>
              <w:keepLines w:val="0"/>
              <w:jc w:val="both"/>
            </w:pPr>
            <w:r w:rsidRPr="008E7459">
              <w:t xml:space="preserve">Level of Geography: </w:t>
            </w:r>
            <w:r w:rsidR="00DF596D" w:rsidRPr="008E7459">
              <w:t>Data are</w:t>
            </w:r>
            <w:r w:rsidRPr="008E7459">
              <w:t xml:space="preserve"> available by National, State and Territory, and geo</w:t>
            </w:r>
            <w:r w:rsidR="00DE694D" w:rsidRPr="008E7459">
              <w:noBreakHyphen/>
            </w:r>
            <w:r w:rsidRPr="008E7459">
              <w:t>location levels</w:t>
            </w:r>
            <w:r w:rsidR="00164D9A" w:rsidRPr="008E7459">
              <w:t>.</w:t>
            </w:r>
          </w:p>
          <w:p w:rsidR="006C5061" w:rsidRPr="008E7459" w:rsidRDefault="00164D9A" w:rsidP="00847A99">
            <w:pPr>
              <w:pStyle w:val="TableBodyText"/>
              <w:keepNext w:val="0"/>
              <w:keepLines w:val="0"/>
              <w:jc w:val="both"/>
            </w:pPr>
            <w:r w:rsidRPr="008E7459">
              <w:t>Data Completeness: Yes.</w:t>
            </w:r>
          </w:p>
          <w:p w:rsidR="006C5061" w:rsidRPr="008E7459" w:rsidRDefault="006C5061" w:rsidP="00847A99">
            <w:pPr>
              <w:pStyle w:val="TableBodyText"/>
              <w:keepNext w:val="0"/>
              <w:keepLines w:val="0"/>
              <w:jc w:val="both"/>
            </w:pPr>
            <w:r w:rsidRPr="008E7459">
              <w:t xml:space="preserve">Indigenous Statistics: All </w:t>
            </w:r>
            <w:r w:rsidR="00DF596D" w:rsidRPr="008E7459">
              <w:t>data are</w:t>
            </w:r>
            <w:r w:rsidRPr="008E7459">
              <w:t xml:space="preserve"> available by Indigenous status by geo location by State and Territory</w:t>
            </w:r>
          </w:p>
          <w:p w:rsidR="006C5061" w:rsidRPr="008E7459" w:rsidRDefault="006C5061" w:rsidP="00847A99">
            <w:pPr>
              <w:pStyle w:val="TableBodyText"/>
              <w:keepNext w:val="0"/>
              <w:keepLines w:val="0"/>
              <w:jc w:val="both"/>
            </w:pPr>
            <w:r w:rsidRPr="008E7459">
              <w:t>Numerator/Denominator Source: The numerator and denominator are compiled from a single source, with the exception of aggregated data for the mean scale scores provided by ACER</w:t>
            </w:r>
          </w:p>
          <w:p w:rsidR="006C5061" w:rsidRPr="008E7459" w:rsidRDefault="006C5061" w:rsidP="00847A99">
            <w:pPr>
              <w:pStyle w:val="TableBodyText"/>
              <w:keepNext w:val="0"/>
              <w:keepLines w:val="0"/>
              <w:jc w:val="both"/>
            </w:pPr>
            <w:r w:rsidRPr="008E7459">
              <w:t>For Education indicators, are all types of schools, universities, technical colleges/TAFEs and correspondence schools included? Schools that sit NAPLAN tests.</w:t>
            </w:r>
          </w:p>
          <w:p w:rsidR="006C5061" w:rsidRPr="008E7459" w:rsidRDefault="006C5061" w:rsidP="00847A99">
            <w:pPr>
              <w:pStyle w:val="TableBodyText"/>
              <w:keepNext w:val="0"/>
              <w:keepLines w:val="0"/>
              <w:jc w:val="both"/>
            </w:pPr>
            <w:r w:rsidRPr="008E7459">
              <w:t>Have standard classifications been used? Yes</w:t>
            </w:r>
          </w:p>
        </w:tc>
      </w:tr>
      <w:tr w:rsidR="006C5061" w:rsidRPr="008E7459" w:rsidTr="00E96D26">
        <w:trPr>
          <w:trHeight w:val="567"/>
        </w:trPr>
        <w:tc>
          <w:tcPr>
            <w:tcW w:w="1869" w:type="dxa"/>
          </w:tcPr>
          <w:p w:rsidR="006C5061" w:rsidRPr="008E7459" w:rsidRDefault="006C5061" w:rsidP="00847A99">
            <w:pPr>
              <w:spacing w:after="40" w:line="220" w:lineRule="atLeast"/>
              <w:ind w:left="6" w:right="113"/>
              <w:rPr>
                <w:rFonts w:ascii="Arial" w:hAnsi="Arial"/>
                <w:b/>
                <w:sz w:val="20"/>
                <w:szCs w:val="20"/>
              </w:rPr>
            </w:pPr>
            <w:r w:rsidRPr="008E7459">
              <w:rPr>
                <w:rFonts w:ascii="Arial" w:hAnsi="Arial"/>
                <w:b/>
                <w:sz w:val="20"/>
                <w:szCs w:val="20"/>
              </w:rPr>
              <w:t>Timeliness</w:t>
            </w:r>
          </w:p>
          <w:p w:rsidR="006C5061" w:rsidRPr="008E7459" w:rsidRDefault="006C5061" w:rsidP="00847A99">
            <w:pPr>
              <w:spacing w:after="40" w:line="220" w:lineRule="atLeast"/>
              <w:ind w:left="6" w:right="113"/>
              <w:rPr>
                <w:rFonts w:ascii="Arial" w:hAnsi="Arial"/>
                <w:b/>
                <w:sz w:val="20"/>
                <w:szCs w:val="20"/>
              </w:rPr>
            </w:pPr>
          </w:p>
        </w:tc>
        <w:tc>
          <w:tcPr>
            <w:tcW w:w="6951" w:type="dxa"/>
          </w:tcPr>
          <w:p w:rsidR="006C5061" w:rsidRPr="008E7459" w:rsidRDefault="006C5061" w:rsidP="00847A99">
            <w:pPr>
              <w:pStyle w:val="TableBodyText"/>
              <w:keepNext w:val="0"/>
              <w:keepLines w:val="0"/>
              <w:jc w:val="both"/>
            </w:pPr>
            <w:r w:rsidRPr="008E7459">
              <w:t>Collection interval/s: The NAPLAN tests are conducted annually.</w:t>
            </w:r>
          </w:p>
          <w:p w:rsidR="006C5061" w:rsidRPr="008E7459" w:rsidRDefault="006C5061" w:rsidP="00847A99">
            <w:pPr>
              <w:pStyle w:val="TableBodyText"/>
              <w:keepNext w:val="0"/>
              <w:keepLines w:val="0"/>
              <w:jc w:val="both"/>
            </w:pPr>
            <w:r w:rsidRPr="008E7459">
              <w:t>Data available: The National Report: Achievement in Reading, Writing, Language Conventions and Numeracy 2012 which is anticipated to be released by ACARA on 18</w:t>
            </w:r>
            <w:r w:rsidR="00DE694D" w:rsidRPr="008E7459">
              <w:t> </w:t>
            </w:r>
            <w:r w:rsidRPr="008E7459">
              <w:t>December 2012 subject to the ministerial council’s approval</w:t>
            </w:r>
          </w:p>
        </w:tc>
      </w:tr>
      <w:tr w:rsidR="006C5061" w:rsidRPr="008E7459" w:rsidTr="00E96D26">
        <w:trPr>
          <w:trHeight w:val="100"/>
        </w:trPr>
        <w:tc>
          <w:tcPr>
            <w:tcW w:w="1869" w:type="dxa"/>
          </w:tcPr>
          <w:p w:rsidR="006C5061" w:rsidRPr="008E7459" w:rsidRDefault="006C5061" w:rsidP="00847A99">
            <w:pPr>
              <w:spacing w:after="40" w:line="220" w:lineRule="atLeast"/>
              <w:ind w:left="6" w:right="113"/>
              <w:rPr>
                <w:rFonts w:ascii="Arial" w:hAnsi="Arial"/>
                <w:b/>
                <w:sz w:val="20"/>
                <w:szCs w:val="20"/>
              </w:rPr>
            </w:pPr>
            <w:r w:rsidRPr="008E7459">
              <w:rPr>
                <w:rFonts w:ascii="Arial" w:hAnsi="Arial"/>
                <w:b/>
                <w:sz w:val="20"/>
                <w:szCs w:val="20"/>
              </w:rPr>
              <w:t>Accuracy</w:t>
            </w:r>
          </w:p>
          <w:p w:rsidR="006C5061" w:rsidRPr="008E7459" w:rsidRDefault="006C5061" w:rsidP="00847A99">
            <w:pPr>
              <w:spacing w:after="40" w:line="220" w:lineRule="atLeast"/>
              <w:ind w:left="6" w:right="113"/>
              <w:rPr>
                <w:rFonts w:ascii="Arial" w:hAnsi="Arial"/>
                <w:b/>
                <w:sz w:val="20"/>
                <w:szCs w:val="20"/>
              </w:rPr>
            </w:pPr>
          </w:p>
        </w:tc>
        <w:tc>
          <w:tcPr>
            <w:tcW w:w="6951" w:type="dxa"/>
          </w:tcPr>
          <w:p w:rsidR="006C5061" w:rsidRPr="008E7459" w:rsidRDefault="006C5061" w:rsidP="00847A99">
            <w:pPr>
              <w:pStyle w:val="TableBodyText"/>
              <w:keepNext w:val="0"/>
              <w:keepLines w:val="0"/>
              <w:jc w:val="both"/>
            </w:pPr>
            <w:r w:rsidRPr="008E7459">
              <w:lastRenderedPageBreak/>
              <w:t xml:space="preserve">Method of Collection: Method of Collection: By Test Administration </w:t>
            </w:r>
            <w:r w:rsidRPr="008E7459">
              <w:lastRenderedPageBreak/>
              <w:t>Authorities and provided to ACER, who provide to ACARA</w:t>
            </w:r>
            <w:r w:rsidR="00164D9A" w:rsidRPr="008E7459">
              <w:t>.</w:t>
            </w:r>
          </w:p>
          <w:p w:rsidR="006C5061" w:rsidRPr="008E7459" w:rsidRDefault="006C5061" w:rsidP="00847A99">
            <w:pPr>
              <w:pStyle w:val="TableBodyText"/>
              <w:keepNext w:val="0"/>
              <w:keepLines w:val="0"/>
              <w:jc w:val="both"/>
            </w:pPr>
            <w:r w:rsidRPr="008E7459">
              <w:t>Data Adjustments: Raw NAPLAN scores are converted to scaled scores</w:t>
            </w:r>
            <w:r w:rsidR="00164D9A" w:rsidRPr="008E7459">
              <w:t>.</w:t>
            </w:r>
          </w:p>
          <w:p w:rsidR="006C5061" w:rsidRPr="008E7459" w:rsidRDefault="006C5061" w:rsidP="00847A99">
            <w:pPr>
              <w:pStyle w:val="TableBodyText"/>
              <w:keepNext w:val="0"/>
              <w:keepLines w:val="0"/>
              <w:jc w:val="both"/>
            </w:pPr>
            <w:r w:rsidRPr="008E7459">
              <w:t xml:space="preserve">Sample/Collection size: The collection size is a </w:t>
            </w:r>
            <w:r w:rsidR="008921A5" w:rsidRPr="008E7459">
              <w:t>Census</w:t>
            </w:r>
            <w:r w:rsidRPr="008E7459">
              <w:t xml:space="preserve"> of NAPLAN participating years (3,5,7,9)</w:t>
            </w:r>
            <w:r w:rsidR="00164D9A" w:rsidRPr="008E7459">
              <w:t>.</w:t>
            </w:r>
          </w:p>
          <w:p w:rsidR="006C5061" w:rsidRPr="008E7459" w:rsidRDefault="006C5061" w:rsidP="00847A99">
            <w:pPr>
              <w:pStyle w:val="TableBodyText"/>
              <w:keepNext w:val="0"/>
              <w:keepLines w:val="0"/>
              <w:jc w:val="both"/>
            </w:pPr>
            <w:r w:rsidRPr="008E7459">
              <w:t xml:space="preserve">Standard Errors: The standard errors have been used to calculate 95 </w:t>
            </w:r>
            <w:r w:rsidR="00781B70" w:rsidRPr="008E7459">
              <w:t>per cent</w:t>
            </w:r>
            <w:r w:rsidRPr="008E7459">
              <w:t xml:space="preserve"> confidence intervals for all the data provided</w:t>
            </w:r>
            <w:r w:rsidR="00164D9A" w:rsidRPr="008E7459">
              <w:t>.</w:t>
            </w:r>
          </w:p>
          <w:p w:rsidR="006C5061" w:rsidRPr="008E7459" w:rsidRDefault="006C5061" w:rsidP="00847A99">
            <w:pPr>
              <w:pStyle w:val="TableBodyText"/>
              <w:keepNext w:val="0"/>
              <w:keepLines w:val="0"/>
              <w:jc w:val="both"/>
            </w:pPr>
            <w:r w:rsidRPr="008E7459">
              <w:t>Known Issues: Confidence intervals should be considered when ranking jurisdictions. The confidence intervals used to compare jurisdictions within a calendar year are not the same confidence intervals used to compare across calendar years</w:t>
            </w:r>
            <w:r w:rsidR="00164D9A" w:rsidRPr="008E7459">
              <w:t>.</w:t>
            </w:r>
          </w:p>
          <w:p w:rsidR="006C5061" w:rsidRPr="008E7459" w:rsidRDefault="006C5061" w:rsidP="00847A99">
            <w:pPr>
              <w:pStyle w:val="TableBodyText"/>
              <w:keepNext w:val="0"/>
              <w:keepLines w:val="0"/>
              <w:jc w:val="both"/>
            </w:pPr>
            <w:r w:rsidRPr="008E7459">
              <w:t xml:space="preserve">Year to year change: Caution should be exercised when using the data to measure small changes from year to year; 95 </w:t>
            </w:r>
            <w:r w:rsidR="00781B70" w:rsidRPr="008E7459">
              <w:t>per cent</w:t>
            </w:r>
            <w:r w:rsidRPr="008E7459">
              <w:t xml:space="preserve"> confidence intervals have been provided to the Steering Committee</w:t>
            </w:r>
            <w:r w:rsidR="00164D9A" w:rsidRPr="008E7459">
              <w:t>.</w:t>
            </w:r>
          </w:p>
          <w:p w:rsidR="006C5061" w:rsidRPr="008E7459" w:rsidRDefault="006C5061" w:rsidP="00847A99">
            <w:pPr>
              <w:pStyle w:val="TableBodyText"/>
              <w:keepNext w:val="0"/>
              <w:keepLines w:val="0"/>
              <w:jc w:val="both"/>
            </w:pPr>
            <w:r w:rsidRPr="008E7459">
              <w:t>Is the data being used attitudinal or data? Data</w:t>
            </w:r>
            <w:r w:rsidR="00164D9A" w:rsidRPr="008E7459">
              <w:t>.</w:t>
            </w:r>
          </w:p>
          <w:p w:rsidR="006C5061" w:rsidRPr="008E7459" w:rsidRDefault="006C5061" w:rsidP="00847A99">
            <w:pPr>
              <w:pStyle w:val="TableBodyText"/>
              <w:keepNext w:val="0"/>
              <w:keepLines w:val="0"/>
              <w:jc w:val="both"/>
            </w:pPr>
            <w:r w:rsidRPr="008E7459">
              <w:t>The abbreviation ‘np’ indicates data not published as there were no students tested or the number of students tested was less than 30.</w:t>
            </w:r>
          </w:p>
          <w:p w:rsidR="006C5061" w:rsidRPr="008E7459" w:rsidRDefault="006C5061" w:rsidP="00847A99">
            <w:pPr>
              <w:pStyle w:val="TableBodyText"/>
              <w:keepNext w:val="0"/>
              <w:keepLines w:val="0"/>
              <w:jc w:val="both"/>
            </w:pPr>
            <w:r w:rsidRPr="008E7459">
              <w:t>‘..’ indicates that the geo</w:t>
            </w:r>
            <w:r w:rsidR="00DE694D" w:rsidRPr="008E7459">
              <w:noBreakHyphen/>
            </w:r>
            <w:r w:rsidRPr="008E7459">
              <w:t>location code does not apply within this state/territory or for this year level.</w:t>
            </w:r>
          </w:p>
          <w:p w:rsidR="006C5061" w:rsidRPr="008E7459" w:rsidRDefault="006C5061" w:rsidP="00847A99">
            <w:pPr>
              <w:pStyle w:val="TableBodyText"/>
              <w:keepNext w:val="0"/>
              <w:keepLines w:val="0"/>
              <w:jc w:val="both"/>
            </w:pPr>
            <w:r w:rsidRPr="008E7459">
              <w:t>‘</w:t>
            </w:r>
            <w:r w:rsidR="00DE694D" w:rsidRPr="008E7459">
              <w:noBreakHyphen/>
            </w:r>
            <w:r w:rsidRPr="008E7459">
              <w:t>’ indicates ‘0’</w:t>
            </w:r>
            <w:r w:rsidR="00164D9A" w:rsidRPr="008E7459">
              <w:t>.</w:t>
            </w:r>
          </w:p>
        </w:tc>
      </w:tr>
      <w:tr w:rsidR="006C5061" w:rsidRPr="008E7459" w:rsidTr="00E96D26">
        <w:trPr>
          <w:trHeight w:val="567"/>
        </w:trPr>
        <w:tc>
          <w:tcPr>
            <w:tcW w:w="1869" w:type="dxa"/>
          </w:tcPr>
          <w:p w:rsidR="006C5061" w:rsidRPr="008E7459" w:rsidRDefault="006C5061" w:rsidP="00847A99">
            <w:pPr>
              <w:spacing w:after="40" w:line="220" w:lineRule="atLeast"/>
              <w:ind w:left="6" w:right="113"/>
              <w:rPr>
                <w:rFonts w:ascii="Arial" w:hAnsi="Arial"/>
                <w:b/>
                <w:sz w:val="20"/>
                <w:szCs w:val="20"/>
              </w:rPr>
            </w:pPr>
            <w:r w:rsidRPr="008E7459">
              <w:rPr>
                <w:rFonts w:ascii="Arial" w:hAnsi="Arial"/>
                <w:b/>
                <w:sz w:val="20"/>
                <w:szCs w:val="20"/>
              </w:rPr>
              <w:lastRenderedPageBreak/>
              <w:t>Coherence</w:t>
            </w:r>
          </w:p>
          <w:p w:rsidR="006C5061" w:rsidRPr="008E7459" w:rsidRDefault="006C5061" w:rsidP="00847A99">
            <w:pPr>
              <w:spacing w:after="40" w:line="220" w:lineRule="atLeast"/>
              <w:ind w:left="6" w:right="113"/>
              <w:rPr>
                <w:rFonts w:ascii="Arial" w:hAnsi="Arial"/>
                <w:b/>
                <w:sz w:val="20"/>
                <w:szCs w:val="20"/>
              </w:rPr>
            </w:pPr>
          </w:p>
        </w:tc>
        <w:tc>
          <w:tcPr>
            <w:tcW w:w="6951" w:type="dxa"/>
          </w:tcPr>
          <w:p w:rsidR="006C5061" w:rsidRPr="008E7459" w:rsidRDefault="006C5061" w:rsidP="00847A99">
            <w:pPr>
              <w:pStyle w:val="TableBodyText"/>
              <w:keepNext w:val="0"/>
              <w:keepLines w:val="0"/>
              <w:jc w:val="both"/>
            </w:pPr>
            <w:r w:rsidRPr="008E7459">
              <w:t>Consistency over time: NAPLAN results are collected in a consistent manner annually</w:t>
            </w:r>
            <w:r w:rsidR="00164D9A" w:rsidRPr="008E7459">
              <w:t>.</w:t>
            </w:r>
          </w:p>
          <w:p w:rsidR="006C5061" w:rsidRPr="008E7459" w:rsidRDefault="006C5061" w:rsidP="00847A99">
            <w:pPr>
              <w:pStyle w:val="TableBodyText"/>
              <w:keepNext w:val="0"/>
              <w:keepLines w:val="0"/>
              <w:jc w:val="both"/>
            </w:pPr>
            <w:r w:rsidRPr="008E7459">
              <w:t>The numerator and denominator are compiled from a single source, with the exception of aggregated data for the mean scale scores provided by ACER</w:t>
            </w:r>
          </w:p>
          <w:p w:rsidR="006C5061" w:rsidRPr="008E7459" w:rsidRDefault="006C5061" w:rsidP="00847A99">
            <w:pPr>
              <w:pStyle w:val="TableBodyText"/>
              <w:keepNext w:val="0"/>
              <w:keepLines w:val="0"/>
              <w:jc w:val="both"/>
            </w:pPr>
            <w:r w:rsidRPr="008E7459">
              <w:t xml:space="preserve">The </w:t>
            </w:r>
            <w:r w:rsidR="00DF596D" w:rsidRPr="008E7459">
              <w:t>data are</w:t>
            </w:r>
            <w:r w:rsidRPr="008E7459">
              <w:t xml:space="preserve"> consistent with data supplied in previous reporting round.</w:t>
            </w:r>
          </w:p>
          <w:p w:rsidR="006C5061" w:rsidRPr="008E7459" w:rsidRDefault="006C5061" w:rsidP="00847A99">
            <w:pPr>
              <w:pStyle w:val="TableBodyText"/>
              <w:keepNext w:val="0"/>
              <w:keepLines w:val="0"/>
              <w:jc w:val="both"/>
            </w:pPr>
            <w:r w:rsidRPr="008E7459">
              <w:t>Jurisdiction estimate calculation: Yes</w:t>
            </w:r>
            <w:r w:rsidR="00164D9A" w:rsidRPr="008E7459">
              <w:t>.</w:t>
            </w:r>
          </w:p>
        </w:tc>
      </w:tr>
      <w:tr w:rsidR="006C5061" w:rsidRPr="008E7459" w:rsidTr="00E96D26">
        <w:trPr>
          <w:trHeight w:val="567"/>
        </w:trPr>
        <w:tc>
          <w:tcPr>
            <w:tcW w:w="1869" w:type="dxa"/>
          </w:tcPr>
          <w:p w:rsidR="006C5061" w:rsidRPr="008E7459" w:rsidRDefault="006C5061" w:rsidP="00847A99">
            <w:pPr>
              <w:spacing w:after="40" w:line="220" w:lineRule="atLeast"/>
              <w:ind w:left="6" w:right="113"/>
              <w:rPr>
                <w:rFonts w:ascii="Arial" w:hAnsi="Arial"/>
                <w:b/>
                <w:sz w:val="20"/>
                <w:szCs w:val="20"/>
              </w:rPr>
            </w:pPr>
            <w:r w:rsidRPr="008E7459">
              <w:rPr>
                <w:rFonts w:ascii="Arial" w:hAnsi="Arial"/>
                <w:b/>
                <w:sz w:val="20"/>
                <w:szCs w:val="20"/>
              </w:rPr>
              <w:t>Accessibility</w:t>
            </w:r>
          </w:p>
          <w:p w:rsidR="006C5061" w:rsidRPr="008E7459" w:rsidRDefault="006C5061" w:rsidP="00847A99">
            <w:pPr>
              <w:spacing w:after="40" w:line="220" w:lineRule="atLeast"/>
              <w:ind w:left="6" w:right="113"/>
              <w:rPr>
                <w:rFonts w:ascii="Arial" w:hAnsi="Arial"/>
                <w:b/>
                <w:sz w:val="20"/>
                <w:szCs w:val="20"/>
              </w:rPr>
            </w:pPr>
          </w:p>
        </w:tc>
        <w:tc>
          <w:tcPr>
            <w:tcW w:w="6951" w:type="dxa"/>
          </w:tcPr>
          <w:p w:rsidR="006C5061" w:rsidRPr="008E7459" w:rsidRDefault="006C5061" w:rsidP="00847A99">
            <w:pPr>
              <w:pStyle w:val="TableBodyText"/>
              <w:keepNext w:val="0"/>
              <w:keepLines w:val="0"/>
              <w:jc w:val="both"/>
              <w:rPr>
                <w:lang w:val="en"/>
              </w:rPr>
            </w:pPr>
            <w:r w:rsidRPr="008E7459">
              <w:rPr>
                <w:lang w:val="en"/>
              </w:rPr>
              <w:t xml:space="preserve">Context: Yes, this is within the context of the </w:t>
            </w:r>
            <w:r w:rsidR="0026685B" w:rsidRPr="008E7459">
              <w:rPr>
                <w:lang w:val="en"/>
              </w:rPr>
              <w:t>NAPLAN</w:t>
            </w:r>
            <w:r w:rsidRPr="008E7459">
              <w:rPr>
                <w:lang w:val="en"/>
              </w:rPr>
              <w:t xml:space="preserve"> testing and reporting environment</w:t>
            </w:r>
            <w:r w:rsidR="00164D9A" w:rsidRPr="008E7459">
              <w:rPr>
                <w:lang w:val="en"/>
              </w:rPr>
              <w:t>.</w:t>
            </w:r>
          </w:p>
          <w:p w:rsidR="006C5061" w:rsidRPr="008E7459" w:rsidRDefault="006C5061" w:rsidP="00847A99">
            <w:pPr>
              <w:pStyle w:val="TableBodyText"/>
              <w:keepNext w:val="0"/>
              <w:keepLines w:val="0"/>
              <w:jc w:val="both"/>
              <w:rPr>
                <w:lang w:val="en"/>
              </w:rPr>
            </w:pPr>
            <w:r w:rsidRPr="008E7459">
              <w:rPr>
                <w:lang w:val="en"/>
              </w:rPr>
              <w:t>Other supporting information: FAQs at www.naplan.edu.au</w:t>
            </w:r>
            <w:r w:rsidR="00164D9A" w:rsidRPr="008E7459">
              <w:rPr>
                <w:lang w:val="en"/>
              </w:rPr>
              <w:t>.</w:t>
            </w:r>
          </w:p>
        </w:tc>
      </w:tr>
      <w:tr w:rsidR="006C5061" w:rsidRPr="008E7459" w:rsidTr="00E96D26">
        <w:trPr>
          <w:trHeight w:val="567"/>
        </w:trPr>
        <w:tc>
          <w:tcPr>
            <w:tcW w:w="1869" w:type="dxa"/>
          </w:tcPr>
          <w:p w:rsidR="006C5061" w:rsidRPr="008E7459" w:rsidRDefault="006C5061" w:rsidP="00847A99">
            <w:pPr>
              <w:spacing w:after="40" w:line="220" w:lineRule="atLeast"/>
              <w:ind w:left="6" w:right="113"/>
              <w:jc w:val="both"/>
              <w:rPr>
                <w:rFonts w:ascii="Arial" w:hAnsi="Arial"/>
                <w:b/>
                <w:sz w:val="20"/>
                <w:szCs w:val="20"/>
              </w:rPr>
            </w:pPr>
            <w:r w:rsidRPr="008E7459">
              <w:rPr>
                <w:rFonts w:ascii="Arial" w:hAnsi="Arial"/>
                <w:b/>
                <w:sz w:val="20"/>
                <w:szCs w:val="20"/>
              </w:rPr>
              <w:t>Interpretability</w:t>
            </w:r>
          </w:p>
        </w:tc>
        <w:tc>
          <w:tcPr>
            <w:tcW w:w="6951" w:type="dxa"/>
          </w:tcPr>
          <w:p w:rsidR="006C5061" w:rsidRPr="008E7459" w:rsidRDefault="006C5061" w:rsidP="00847A99">
            <w:pPr>
              <w:pStyle w:val="TableBodyText"/>
              <w:keepNext w:val="0"/>
              <w:keepLines w:val="0"/>
              <w:jc w:val="both"/>
            </w:pPr>
            <w:r w:rsidRPr="008E7459">
              <w:rPr>
                <w:lang w:val="en"/>
              </w:rPr>
              <w:t xml:space="preserve">Data will be publicly available in PDF format at </w:t>
            </w:r>
            <w:hyperlink r:id="rId94" w:history="1">
              <w:r w:rsidRPr="008E7459">
                <w:rPr>
                  <w:rStyle w:val="Hyperlink"/>
                  <w:color w:val="auto"/>
                  <w:lang w:val="en"/>
                </w:rPr>
                <w:t>www.naplan.edu.au</w:t>
              </w:r>
            </w:hyperlink>
          </w:p>
          <w:p w:rsidR="006C5061" w:rsidRPr="008E7459" w:rsidRDefault="006C5061" w:rsidP="00847A99">
            <w:pPr>
              <w:pStyle w:val="TableBodyText"/>
              <w:keepNext w:val="0"/>
              <w:keepLines w:val="0"/>
              <w:jc w:val="both"/>
            </w:pPr>
            <w:r w:rsidRPr="008E7459">
              <w:rPr>
                <w:lang w:val="en"/>
              </w:rPr>
              <w:t>Data are not available prior to public access</w:t>
            </w:r>
            <w:r w:rsidR="00164D9A" w:rsidRPr="008E7459">
              <w:rPr>
                <w:lang w:val="en"/>
              </w:rPr>
              <w:t>.</w:t>
            </w:r>
          </w:p>
          <w:p w:rsidR="006C5061" w:rsidRPr="008E7459" w:rsidRDefault="006C5061" w:rsidP="00847A99">
            <w:pPr>
              <w:pStyle w:val="TableBodyText"/>
              <w:keepNext w:val="0"/>
              <w:keepLines w:val="0"/>
              <w:jc w:val="both"/>
            </w:pPr>
            <w:r w:rsidRPr="008E7459">
              <w:rPr>
                <w:lang w:val="en"/>
              </w:rPr>
              <w:t>Supplementary data are not available</w:t>
            </w:r>
            <w:r w:rsidR="00164D9A" w:rsidRPr="008E7459">
              <w:rPr>
                <w:lang w:val="en"/>
              </w:rPr>
              <w:t>.</w:t>
            </w:r>
          </w:p>
        </w:tc>
      </w:tr>
    </w:tbl>
    <w:p w:rsidR="00AE5CAA" w:rsidRPr="008E7459" w:rsidRDefault="00AE5CAA" w:rsidP="00AE5CAA">
      <w:pPr>
        <w:pStyle w:val="BodyText"/>
      </w:pPr>
    </w:p>
    <w:p w:rsidR="00EA44F2" w:rsidRPr="008E7459" w:rsidRDefault="00EA44F2" w:rsidP="00847A99">
      <w:pPr>
        <w:pStyle w:val="Heading3"/>
        <w:pageBreakBefore/>
        <w:spacing w:before="0" w:line="240" w:lineRule="auto"/>
      </w:pPr>
      <w:bookmarkStart w:id="49" w:name="_Ref357174290"/>
      <w:r w:rsidRPr="008E7459">
        <w:lastRenderedPageBreak/>
        <w:t xml:space="preserve">Data quality statement — </w:t>
      </w:r>
      <w:r w:rsidR="008921A5" w:rsidRPr="008E7459">
        <w:t>Census</w:t>
      </w:r>
      <w:bookmarkEnd w:id="49"/>
    </w:p>
    <w:p w:rsidR="00847A99" w:rsidRPr="008E7459" w:rsidRDefault="00847A99" w:rsidP="00847A99">
      <w:pPr>
        <w:pStyle w:val="BoxSpace"/>
      </w:pPr>
    </w:p>
    <w:tbl>
      <w:tblPr>
        <w:tblStyle w:val="TableGrid"/>
        <w:tblW w:w="8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6936"/>
      </w:tblGrid>
      <w:tr w:rsidR="00BC05F5" w:rsidRPr="008E7459" w:rsidTr="00BC05F5">
        <w:tc>
          <w:tcPr>
            <w:tcW w:w="1984" w:type="dxa"/>
          </w:tcPr>
          <w:p w:rsidR="00EA44F2" w:rsidRPr="008E7459" w:rsidRDefault="00D3756A" w:rsidP="001A1F26">
            <w:pPr>
              <w:rPr>
                <w:rFonts w:ascii="Arial" w:hAnsi="Arial" w:cs="Arial"/>
                <w:b/>
                <w:sz w:val="20"/>
                <w:szCs w:val="20"/>
              </w:rPr>
            </w:pPr>
            <w:r w:rsidRPr="008E7459">
              <w:rPr>
                <w:rFonts w:ascii="Arial" w:hAnsi="Arial" w:cs="Arial"/>
                <w:b/>
                <w:sz w:val="20"/>
                <w:szCs w:val="20"/>
              </w:rPr>
              <w:t>Institutional e</w:t>
            </w:r>
            <w:r w:rsidR="00EA44F2" w:rsidRPr="008E7459">
              <w:rPr>
                <w:rFonts w:ascii="Arial" w:hAnsi="Arial" w:cs="Arial"/>
                <w:b/>
                <w:sz w:val="20"/>
                <w:szCs w:val="20"/>
              </w:rPr>
              <w:t>nvironment</w:t>
            </w:r>
          </w:p>
        </w:tc>
        <w:tc>
          <w:tcPr>
            <w:tcW w:w="6936" w:type="dxa"/>
          </w:tcPr>
          <w:p w:rsidR="00EA44F2" w:rsidRPr="008E7459" w:rsidRDefault="00EA44F2" w:rsidP="003A3E0B">
            <w:pPr>
              <w:pStyle w:val="TableBodyText"/>
              <w:jc w:val="both"/>
              <w:rPr>
                <w:b/>
                <w:bCs/>
              </w:rPr>
            </w:pPr>
            <w:r w:rsidRPr="008E7459">
              <w:t xml:space="preserve">For information on the institutional environment of the ABS, including the legislative obligations of the ABS, financing and government arrangements, and mechanisms for scrutiny of ABS operations, see </w:t>
            </w:r>
            <w:hyperlink r:id="rId95" w:history="1">
              <w:r w:rsidRPr="008E7459">
                <w:rPr>
                  <w:b/>
                  <w:bCs/>
                  <w:u w:val="single"/>
                </w:rPr>
                <w:t>ABS Institutional Environment</w:t>
              </w:r>
            </w:hyperlink>
            <w:r w:rsidRPr="008E7459">
              <w:rPr>
                <w:b/>
                <w:bCs/>
              </w:rPr>
              <w:t>.</w:t>
            </w:r>
          </w:p>
        </w:tc>
      </w:tr>
      <w:tr w:rsidR="00BC05F5" w:rsidRPr="008E7459" w:rsidTr="00BC05F5">
        <w:tc>
          <w:tcPr>
            <w:tcW w:w="1984" w:type="dxa"/>
          </w:tcPr>
          <w:p w:rsidR="00EA44F2" w:rsidRPr="008E7459" w:rsidRDefault="00EA44F2" w:rsidP="001A1F26">
            <w:pPr>
              <w:rPr>
                <w:rFonts w:ascii="Arial" w:hAnsi="Arial" w:cs="Arial"/>
                <w:b/>
                <w:sz w:val="20"/>
                <w:szCs w:val="20"/>
              </w:rPr>
            </w:pPr>
            <w:r w:rsidRPr="008E7459">
              <w:rPr>
                <w:rFonts w:ascii="Arial" w:hAnsi="Arial" w:cs="Arial"/>
                <w:b/>
                <w:sz w:val="20"/>
                <w:szCs w:val="20"/>
              </w:rPr>
              <w:t>Relevance</w:t>
            </w:r>
          </w:p>
        </w:tc>
        <w:tc>
          <w:tcPr>
            <w:tcW w:w="6936" w:type="dxa"/>
          </w:tcPr>
          <w:p w:rsidR="006A2961" w:rsidRPr="008E7459" w:rsidRDefault="00EA44F2" w:rsidP="003A3E0B">
            <w:pPr>
              <w:pStyle w:val="TableBodyText"/>
              <w:jc w:val="both"/>
            </w:pPr>
            <w:r w:rsidRPr="008E7459">
              <w:t xml:space="preserve">The Australian </w:t>
            </w:r>
            <w:r w:rsidR="008921A5" w:rsidRPr="008E7459">
              <w:t>Census</w:t>
            </w:r>
            <w:r w:rsidRPr="008E7459">
              <w:t xml:space="preserve"> of Population and Housing is the official count of population and dwellings and collects details of age, sex and other characteristics of the population.</w:t>
            </w:r>
          </w:p>
          <w:p w:rsidR="006A2961" w:rsidRPr="008E7459" w:rsidRDefault="00EA44F2" w:rsidP="003A3E0B">
            <w:pPr>
              <w:pStyle w:val="TableBodyText"/>
              <w:jc w:val="both"/>
            </w:pPr>
            <w:r w:rsidRPr="008E7459">
              <w:br/>
              <w:t xml:space="preserve">The </w:t>
            </w:r>
            <w:r w:rsidR="008921A5" w:rsidRPr="008E7459">
              <w:t>Census</w:t>
            </w:r>
            <w:r w:rsidRPr="008E7459">
              <w:t xml:space="preserve"> aims to measure the number and key characteristics of people in Australia on </w:t>
            </w:r>
            <w:r w:rsidR="008921A5" w:rsidRPr="008E7459">
              <w:t>Census</w:t>
            </w:r>
            <w:r w:rsidRPr="008E7459">
              <w:t xml:space="preserve"> Night. All people in Australia on </w:t>
            </w:r>
            <w:r w:rsidR="008921A5" w:rsidRPr="008E7459">
              <w:t>Census</w:t>
            </w:r>
            <w:r w:rsidRPr="008E7459">
              <w:t xml:space="preserve"> Night are in scope, except foreign diplomats and their families. Visitors to Australia are counted regardless of how long they have been in the country or how long they plan to stay. Australian residents not in the country on </w:t>
            </w:r>
            <w:r w:rsidR="008921A5" w:rsidRPr="008E7459">
              <w:t>Census</w:t>
            </w:r>
            <w:r w:rsidRPr="008E7459">
              <w:t xml:space="preserve"> Night are out of scope of the </w:t>
            </w:r>
            <w:r w:rsidR="008921A5" w:rsidRPr="008E7459">
              <w:t>Census</w:t>
            </w:r>
            <w:r w:rsidRPr="008E7459">
              <w:t>.</w:t>
            </w:r>
          </w:p>
          <w:p w:rsidR="00EA44F2" w:rsidRPr="008E7459" w:rsidRDefault="00EA44F2" w:rsidP="003A3E0B">
            <w:pPr>
              <w:pStyle w:val="TableBodyText"/>
              <w:jc w:val="both"/>
              <w:rPr>
                <w:b/>
                <w:bCs/>
              </w:rPr>
            </w:pPr>
            <w:r w:rsidRPr="008E7459">
              <w:br/>
              <w:t xml:space="preserve">Topics collected by the </w:t>
            </w:r>
            <w:r w:rsidR="008921A5" w:rsidRPr="008E7459">
              <w:t>Census</w:t>
            </w:r>
            <w:r w:rsidRPr="008E7459">
              <w:t xml:space="preserve"> change from time to time. There must be a demonstrated national need for </w:t>
            </w:r>
            <w:r w:rsidR="008921A5" w:rsidRPr="008E7459">
              <w:t>Census</w:t>
            </w:r>
            <w:r w:rsidRPr="008E7459">
              <w:t xml:space="preserve"> data for policy development, planning and program monitoring. Details on the changing content of </w:t>
            </w:r>
            <w:r w:rsidR="008921A5" w:rsidRPr="008E7459">
              <w:t>Census</w:t>
            </w:r>
            <w:r w:rsidRPr="008E7459">
              <w:t xml:space="preserve">es from 1911 to 2011 can be found in </w:t>
            </w:r>
            <w:hyperlink r:id="rId96" w:history="1">
              <w:r w:rsidRPr="008E7459">
                <w:rPr>
                  <w:u w:val="single"/>
                </w:rPr>
                <w:t>Appendix 4</w:t>
              </w:r>
            </w:hyperlink>
            <w:r w:rsidRPr="008E7459">
              <w:t xml:space="preserve"> of </w:t>
            </w:r>
            <w:hyperlink r:id="rId97" w:history="1">
              <w:r w:rsidRPr="008E7459">
                <w:rPr>
                  <w:u w:val="single"/>
                </w:rPr>
                <w:t xml:space="preserve">How Australia Takes a </w:t>
              </w:r>
              <w:r w:rsidR="008921A5" w:rsidRPr="008E7459">
                <w:rPr>
                  <w:u w:val="single"/>
                </w:rPr>
                <w:t>Census</w:t>
              </w:r>
            </w:hyperlink>
            <w:r w:rsidRPr="008E7459">
              <w:t xml:space="preserve"> (cat. no. 2903.0). A copy of the 2011 </w:t>
            </w:r>
            <w:r w:rsidR="008921A5" w:rsidRPr="008E7459">
              <w:t>Census</w:t>
            </w:r>
            <w:r w:rsidRPr="008E7459">
              <w:t xml:space="preserve"> Household Form is included in the </w:t>
            </w:r>
            <w:hyperlink r:id="rId98" w:history="1">
              <w:r w:rsidRPr="008E7459">
                <w:rPr>
                  <w:u w:val="single"/>
                </w:rPr>
                <w:t xml:space="preserve">Appendix </w:t>
              </w:r>
            </w:hyperlink>
            <w:r w:rsidRPr="008E7459">
              <w:t>to the</w:t>
            </w:r>
            <w:r w:rsidRPr="008E7459">
              <w:rPr>
                <w:i/>
                <w:iCs/>
              </w:rPr>
              <w:t xml:space="preserve"> 2011 </w:t>
            </w:r>
            <w:r w:rsidR="008921A5" w:rsidRPr="008E7459">
              <w:rPr>
                <w:i/>
                <w:iCs/>
              </w:rPr>
              <w:t>Census</w:t>
            </w:r>
            <w:r w:rsidRPr="008E7459">
              <w:rPr>
                <w:i/>
                <w:iCs/>
              </w:rPr>
              <w:t xml:space="preserve"> Dictionary</w:t>
            </w:r>
            <w:r w:rsidRPr="008E7459">
              <w:t xml:space="preserve"> (cat. no. 2901.0). </w:t>
            </w:r>
            <w:r w:rsidRPr="008E7459">
              <w:br/>
            </w:r>
            <w:r w:rsidRPr="008E7459">
              <w:br/>
              <w:t xml:space="preserve">Minimal changes were made to the 2011 </w:t>
            </w:r>
            <w:r w:rsidR="008921A5" w:rsidRPr="008E7459">
              <w:t>Census</w:t>
            </w:r>
            <w:r w:rsidRPr="008E7459">
              <w:t xml:space="preserve"> questions, however there were some major changes in some of the classifications used. The largest of these is the change around geographical units used to output </w:t>
            </w:r>
            <w:r w:rsidR="008921A5" w:rsidRPr="008E7459">
              <w:t>Census</w:t>
            </w:r>
            <w:r w:rsidRPr="008E7459">
              <w:t xml:space="preserve"> data. The Australian Statistical Geography Standard (ASGS) will be used for the 2011 </w:t>
            </w:r>
            <w:r w:rsidR="008921A5" w:rsidRPr="008E7459">
              <w:t>Census</w:t>
            </w:r>
            <w:r w:rsidRPr="008E7459">
              <w:t xml:space="preserve"> for the first time. Other revised classifications have been used for the coding of occupation, industry, cultural and ethnic groups, language, religion and countries. For more detail see the </w:t>
            </w:r>
            <w:r w:rsidRPr="008E7459">
              <w:rPr>
                <w:i/>
                <w:iCs/>
              </w:rPr>
              <w:t xml:space="preserve">2011 </w:t>
            </w:r>
            <w:r w:rsidR="008921A5" w:rsidRPr="008E7459">
              <w:rPr>
                <w:i/>
                <w:iCs/>
              </w:rPr>
              <w:t>Census</w:t>
            </w:r>
            <w:r w:rsidRPr="008E7459">
              <w:rPr>
                <w:i/>
                <w:iCs/>
              </w:rPr>
              <w:t xml:space="preserve"> Dictionary</w:t>
            </w:r>
            <w:r w:rsidRPr="008E7459">
              <w:t xml:space="preserve"> (cat. no. 2901.0) entry </w:t>
            </w:r>
            <w:hyperlink r:id="rId99" w:history="1">
              <w:r w:rsidRPr="008E7459">
                <w:rPr>
                  <w:u w:val="single"/>
                </w:rPr>
                <w:t>What's new for 2011?</w:t>
              </w:r>
            </w:hyperlink>
          </w:p>
        </w:tc>
      </w:tr>
      <w:tr w:rsidR="00BC05F5" w:rsidRPr="008E7459" w:rsidTr="00BC05F5">
        <w:tc>
          <w:tcPr>
            <w:tcW w:w="1984" w:type="dxa"/>
          </w:tcPr>
          <w:p w:rsidR="00EA44F2" w:rsidRPr="008E7459" w:rsidRDefault="00EA44F2" w:rsidP="001A1F26">
            <w:pPr>
              <w:rPr>
                <w:rFonts w:ascii="Arial" w:hAnsi="Arial" w:cs="Arial"/>
                <w:b/>
                <w:sz w:val="20"/>
                <w:szCs w:val="20"/>
              </w:rPr>
            </w:pPr>
            <w:r w:rsidRPr="008E7459">
              <w:rPr>
                <w:rFonts w:ascii="Arial" w:hAnsi="Arial" w:cs="Arial"/>
                <w:b/>
                <w:sz w:val="20"/>
                <w:szCs w:val="20"/>
              </w:rPr>
              <w:t>Timeliness</w:t>
            </w:r>
          </w:p>
        </w:tc>
        <w:tc>
          <w:tcPr>
            <w:tcW w:w="6936" w:type="dxa"/>
          </w:tcPr>
          <w:p w:rsidR="003A3E0B" w:rsidRPr="008E7459" w:rsidRDefault="00EA44F2" w:rsidP="003A3E0B">
            <w:pPr>
              <w:pStyle w:val="TableBodyText"/>
              <w:jc w:val="both"/>
            </w:pPr>
            <w:r w:rsidRPr="008E7459">
              <w:rPr>
                <w:i/>
                <w:iCs/>
              </w:rPr>
              <w:t xml:space="preserve">The </w:t>
            </w:r>
            <w:r w:rsidR="008921A5" w:rsidRPr="008E7459">
              <w:rPr>
                <w:i/>
                <w:iCs/>
              </w:rPr>
              <w:t>Census</w:t>
            </w:r>
            <w:r w:rsidRPr="008E7459">
              <w:rPr>
                <w:i/>
                <w:iCs/>
              </w:rPr>
              <w:t xml:space="preserve"> and Statistics Act 1905</w:t>
            </w:r>
            <w:r w:rsidRPr="008E7459">
              <w:t xml:space="preserve"> requires the Australian Statistician to conduct a </w:t>
            </w:r>
            <w:r w:rsidR="008921A5" w:rsidRPr="008E7459">
              <w:t>Census</w:t>
            </w:r>
            <w:r w:rsidRPr="008E7459">
              <w:t xml:space="preserve"> on a regular basis. Since 1961, a </w:t>
            </w:r>
            <w:r w:rsidR="008921A5" w:rsidRPr="008E7459">
              <w:t>Census</w:t>
            </w:r>
            <w:r w:rsidRPr="008E7459">
              <w:t xml:space="preserve"> has been held every 5 years. The 2011 </w:t>
            </w:r>
            <w:r w:rsidR="008921A5" w:rsidRPr="008E7459">
              <w:t>Census</w:t>
            </w:r>
            <w:r w:rsidRPr="008E7459">
              <w:t xml:space="preserve"> was the 16th national </w:t>
            </w:r>
            <w:r w:rsidR="008921A5" w:rsidRPr="008E7459">
              <w:t>Census</w:t>
            </w:r>
            <w:r w:rsidRPr="008E7459">
              <w:t xml:space="preserve">, and marked the centenary of national </w:t>
            </w:r>
            <w:r w:rsidR="008921A5" w:rsidRPr="008E7459">
              <w:t>Census</w:t>
            </w:r>
            <w:r w:rsidRPr="008E7459">
              <w:t>es in Australia</w:t>
            </w:r>
            <w:r w:rsidR="003A3E0B" w:rsidRPr="008E7459">
              <w:t>. It was held on 9</w:t>
            </w:r>
            <w:r w:rsidR="00DE694D" w:rsidRPr="008E7459">
              <w:t> </w:t>
            </w:r>
            <w:r w:rsidR="003A3E0B" w:rsidRPr="008E7459">
              <w:t>August 2011.</w:t>
            </w:r>
          </w:p>
          <w:p w:rsidR="00EA44F2" w:rsidRPr="008E7459" w:rsidRDefault="003A3E0B" w:rsidP="003A3E0B">
            <w:pPr>
              <w:pStyle w:val="TableBodyText"/>
              <w:jc w:val="both"/>
              <w:rPr>
                <w:b/>
                <w:bCs/>
              </w:rPr>
            </w:pPr>
            <w:r w:rsidRPr="008E7459">
              <w:br/>
            </w:r>
            <w:r w:rsidR="00EA44F2" w:rsidRPr="008E7459">
              <w:t xml:space="preserve">For the 2011 </w:t>
            </w:r>
            <w:r w:rsidR="008921A5" w:rsidRPr="008E7459">
              <w:t>Census</w:t>
            </w:r>
            <w:r w:rsidR="00EA44F2" w:rsidRPr="008E7459">
              <w:t>, first release data was available on the ABS website on 21</w:t>
            </w:r>
            <w:r w:rsidR="00DE694D" w:rsidRPr="008E7459">
              <w:t> </w:t>
            </w:r>
            <w:r w:rsidR="00EA44F2" w:rsidRPr="008E7459">
              <w:t>June 2012, and second release data on 30</w:t>
            </w:r>
            <w:r w:rsidR="00DE694D" w:rsidRPr="008E7459">
              <w:t> </w:t>
            </w:r>
            <w:r w:rsidR="00EA44F2" w:rsidRPr="008E7459">
              <w:t>October 2012 and third release data on 28</w:t>
            </w:r>
            <w:r w:rsidR="00DE694D" w:rsidRPr="008E7459">
              <w:t> </w:t>
            </w:r>
            <w:r w:rsidR="00EA44F2" w:rsidRPr="008E7459">
              <w:t>March 2013. Products are being released progressively until the end of 2013.</w:t>
            </w:r>
          </w:p>
        </w:tc>
      </w:tr>
      <w:tr w:rsidR="00BC05F5" w:rsidRPr="008E7459" w:rsidTr="00BC05F5">
        <w:tc>
          <w:tcPr>
            <w:tcW w:w="1984" w:type="dxa"/>
          </w:tcPr>
          <w:p w:rsidR="00EA44F2" w:rsidRPr="008E7459" w:rsidRDefault="00EA44F2" w:rsidP="001A1F26">
            <w:pPr>
              <w:rPr>
                <w:rFonts w:ascii="Arial" w:hAnsi="Arial" w:cs="Arial"/>
                <w:b/>
                <w:sz w:val="20"/>
                <w:szCs w:val="20"/>
              </w:rPr>
            </w:pPr>
            <w:r w:rsidRPr="008E7459">
              <w:rPr>
                <w:rFonts w:ascii="Arial" w:hAnsi="Arial" w:cs="Arial"/>
                <w:b/>
                <w:sz w:val="20"/>
                <w:szCs w:val="20"/>
              </w:rPr>
              <w:t>Accuracy</w:t>
            </w:r>
          </w:p>
        </w:tc>
        <w:tc>
          <w:tcPr>
            <w:tcW w:w="6936" w:type="dxa"/>
          </w:tcPr>
          <w:p w:rsidR="003A3E0B" w:rsidRPr="008E7459" w:rsidRDefault="00EA44F2" w:rsidP="003A3E0B">
            <w:pPr>
              <w:pStyle w:val="TableBodyText"/>
              <w:jc w:val="both"/>
            </w:pPr>
            <w:r w:rsidRPr="008E7459">
              <w:t xml:space="preserve">The ABS aims to produce high quality data from the </w:t>
            </w:r>
            <w:r w:rsidR="008921A5" w:rsidRPr="008E7459">
              <w:t>Census</w:t>
            </w:r>
            <w:r w:rsidRPr="008E7459">
              <w:t xml:space="preserve">. To achieve this, extensive effort is put into </w:t>
            </w:r>
            <w:r w:rsidR="008921A5" w:rsidRPr="008E7459">
              <w:t>Census</w:t>
            </w:r>
            <w:r w:rsidRPr="008E7459">
              <w:t xml:space="preserve"> form design, collection procedures and processing. There are four principal sources of error in </w:t>
            </w:r>
            <w:r w:rsidR="008921A5" w:rsidRPr="008E7459">
              <w:t>Census</w:t>
            </w:r>
            <w:r w:rsidRPr="008E7459">
              <w:t xml:space="preserve"> data which quality management aims to reduce as much as possible; they are respondent error, processing error, partial or non</w:t>
            </w:r>
            <w:r w:rsidR="00DE694D" w:rsidRPr="008E7459">
              <w:noBreakHyphen/>
            </w:r>
            <w:r w:rsidRPr="008E7459">
              <w:t xml:space="preserve">response and undercount. For more detail, see </w:t>
            </w:r>
            <w:r w:rsidRPr="008E7459">
              <w:rPr>
                <w:i/>
                <w:iCs/>
              </w:rPr>
              <w:t xml:space="preserve">2011 </w:t>
            </w:r>
            <w:r w:rsidR="008921A5" w:rsidRPr="008E7459">
              <w:rPr>
                <w:i/>
                <w:iCs/>
              </w:rPr>
              <w:t>Census</w:t>
            </w:r>
            <w:r w:rsidRPr="008E7459">
              <w:rPr>
                <w:i/>
                <w:iCs/>
              </w:rPr>
              <w:t xml:space="preserve"> Dictionary</w:t>
            </w:r>
            <w:r w:rsidRPr="008E7459">
              <w:t xml:space="preserve"> (cat. no. 2901.0) entry </w:t>
            </w:r>
            <w:hyperlink r:id="rId100" w:history="1">
              <w:r w:rsidRPr="008E7459">
                <w:rPr>
                  <w:u w:val="single"/>
                </w:rPr>
                <w:t xml:space="preserve">Managing </w:t>
              </w:r>
              <w:r w:rsidR="008921A5" w:rsidRPr="008E7459">
                <w:rPr>
                  <w:u w:val="single"/>
                </w:rPr>
                <w:t>Census</w:t>
              </w:r>
              <w:r w:rsidRPr="008E7459">
                <w:rPr>
                  <w:u w:val="single"/>
                </w:rPr>
                <w:t xml:space="preserve"> Quality</w:t>
              </w:r>
            </w:hyperlink>
            <w:r w:rsidRPr="008E7459">
              <w:t>.</w:t>
            </w:r>
          </w:p>
          <w:p w:rsidR="00EA44F2" w:rsidRPr="008E7459" w:rsidRDefault="00EA44F2" w:rsidP="003A3E0B">
            <w:pPr>
              <w:pStyle w:val="TableBodyText"/>
              <w:jc w:val="both"/>
              <w:rPr>
                <w:b/>
                <w:bCs/>
              </w:rPr>
            </w:pPr>
            <w:r w:rsidRPr="008E7459">
              <w:br/>
              <w:t xml:space="preserve">The </w:t>
            </w:r>
            <w:r w:rsidR="008921A5" w:rsidRPr="008E7459">
              <w:t>Census</w:t>
            </w:r>
            <w:r w:rsidRPr="008E7459">
              <w:t xml:space="preserve"> is self</w:t>
            </w:r>
            <w:r w:rsidR="00DE694D" w:rsidRPr="008E7459">
              <w:noBreakHyphen/>
            </w:r>
            <w:r w:rsidRPr="008E7459">
              <w:t xml:space="preserve">enumerated, and respondents sometimes do not return a </w:t>
            </w:r>
            <w:r w:rsidR="008921A5" w:rsidRPr="008E7459">
              <w:t>Census</w:t>
            </w:r>
            <w:r w:rsidRPr="008E7459">
              <w:t xml:space="preserve"> form or fail to answer every applicable question. Persons are imputed into dwellings for which no form was returned, together with some </w:t>
            </w:r>
            <w:r w:rsidRPr="008E7459">
              <w:lastRenderedPageBreak/>
              <w:t>demographic characteristics for these people. These same demographic characteristics are imputed if not provided by respondents on a returned form. However, the majority of output classifications include a 'Not Stated' category to record the level of non</w:t>
            </w:r>
            <w:r w:rsidR="00DE694D" w:rsidRPr="008E7459">
              <w:noBreakHyphen/>
            </w:r>
            <w:r w:rsidRPr="008E7459">
              <w:t xml:space="preserve">response for that data item. Data quality statements are produced for each </w:t>
            </w:r>
            <w:r w:rsidR="008921A5" w:rsidRPr="008E7459">
              <w:t>Census</w:t>
            </w:r>
            <w:r w:rsidRPr="008E7459">
              <w:t xml:space="preserve"> data item and include the non</w:t>
            </w:r>
            <w:r w:rsidR="00DE694D" w:rsidRPr="008E7459">
              <w:noBreakHyphen/>
            </w:r>
            <w:r w:rsidRPr="008E7459">
              <w:t xml:space="preserve">response rate for each variable and a brief outline of any known data quality problems. These can be accessed through the </w:t>
            </w:r>
            <w:hyperlink r:id="rId101" w:history="1">
              <w:r w:rsidRPr="008E7459">
                <w:rPr>
                  <w:u w:val="single"/>
                </w:rPr>
                <w:t>Data quality statements</w:t>
              </w:r>
            </w:hyperlink>
            <w:r w:rsidRPr="008E7459">
              <w:t>. Fact sheets comparing non</w:t>
            </w:r>
            <w:r w:rsidR="00DE694D" w:rsidRPr="008E7459">
              <w:noBreakHyphen/>
            </w:r>
            <w:r w:rsidRPr="008E7459">
              <w:t xml:space="preserve">response rates over the past two </w:t>
            </w:r>
            <w:r w:rsidR="008921A5" w:rsidRPr="008E7459">
              <w:t>Census</w:t>
            </w:r>
            <w:r w:rsidRPr="008E7459">
              <w:t xml:space="preserve">es are also available, </w:t>
            </w:r>
            <w:r w:rsidRPr="008E7459">
              <w:rPr>
                <w:i/>
                <w:iCs/>
              </w:rPr>
              <w:t xml:space="preserve">see </w:t>
            </w:r>
            <w:hyperlink r:id="rId102" w:history="1">
              <w:r w:rsidRPr="008E7459">
                <w:rPr>
                  <w:u w:val="single"/>
                </w:rPr>
                <w:t>Fact sheets</w:t>
              </w:r>
            </w:hyperlink>
            <w:r w:rsidRPr="008E7459">
              <w:t>.</w:t>
            </w:r>
          </w:p>
        </w:tc>
      </w:tr>
      <w:tr w:rsidR="00BC05F5" w:rsidRPr="008E7459" w:rsidTr="00BC05F5">
        <w:tc>
          <w:tcPr>
            <w:tcW w:w="1984" w:type="dxa"/>
          </w:tcPr>
          <w:p w:rsidR="00EA44F2" w:rsidRPr="008E7459" w:rsidRDefault="00EA44F2" w:rsidP="001A1F26">
            <w:pPr>
              <w:pStyle w:val="NormalWeb"/>
              <w:rPr>
                <w:rFonts w:ascii="Arial" w:hAnsi="Arial" w:cs="Arial"/>
                <w:b/>
                <w:sz w:val="20"/>
                <w:szCs w:val="20"/>
              </w:rPr>
            </w:pPr>
            <w:r w:rsidRPr="008E7459">
              <w:rPr>
                <w:rFonts w:ascii="Arial" w:hAnsi="Arial" w:cs="Arial"/>
                <w:b/>
                <w:bCs/>
                <w:sz w:val="20"/>
                <w:szCs w:val="20"/>
              </w:rPr>
              <w:lastRenderedPageBreak/>
              <w:t>Coherence</w:t>
            </w:r>
          </w:p>
        </w:tc>
        <w:tc>
          <w:tcPr>
            <w:tcW w:w="6936" w:type="dxa"/>
          </w:tcPr>
          <w:p w:rsidR="00EA44F2" w:rsidRPr="008E7459" w:rsidRDefault="00EA44F2" w:rsidP="003A3E0B">
            <w:pPr>
              <w:pStyle w:val="TableBodyText"/>
              <w:jc w:val="both"/>
              <w:rPr>
                <w:b/>
                <w:bCs/>
              </w:rPr>
            </w:pPr>
            <w:r w:rsidRPr="008E7459">
              <w:t xml:space="preserve">It is important for </w:t>
            </w:r>
            <w:r w:rsidR="008921A5" w:rsidRPr="008E7459">
              <w:t>Census</w:t>
            </w:r>
            <w:r w:rsidRPr="008E7459">
              <w:t xml:space="preserve"> data to be comparable and compatible with previous </w:t>
            </w:r>
            <w:r w:rsidR="008921A5" w:rsidRPr="008E7459">
              <w:t>Census</w:t>
            </w:r>
            <w:r w:rsidRPr="008E7459">
              <w:t xml:space="preserve">es and also with other data produced by the ABS and wider community. The ABS, and the </w:t>
            </w:r>
            <w:r w:rsidR="008921A5" w:rsidRPr="008E7459">
              <w:t>Census</w:t>
            </w:r>
            <w:r w:rsidRPr="008E7459">
              <w:t xml:space="preserve">, uses Australian standard classifications, where available and appropriate, to provide data comparability across statistical collections. These include, for example, standards for occupation and geographic areas. For more details regarding classifications used in the </w:t>
            </w:r>
            <w:r w:rsidR="008921A5" w:rsidRPr="008E7459">
              <w:t>Census</w:t>
            </w:r>
            <w:r w:rsidRPr="008E7459">
              <w:t xml:space="preserve">, see the </w:t>
            </w:r>
            <w:r w:rsidRPr="008E7459">
              <w:rPr>
                <w:i/>
                <w:iCs/>
              </w:rPr>
              <w:t xml:space="preserve">2011 </w:t>
            </w:r>
            <w:r w:rsidR="008921A5" w:rsidRPr="008E7459">
              <w:rPr>
                <w:i/>
                <w:iCs/>
              </w:rPr>
              <w:t>Census</w:t>
            </w:r>
            <w:r w:rsidRPr="008E7459">
              <w:rPr>
                <w:i/>
                <w:iCs/>
              </w:rPr>
              <w:t xml:space="preserve"> Dictionary </w:t>
            </w:r>
            <w:r w:rsidRPr="008E7459">
              <w:t xml:space="preserve">(cat. no. 2901.0) entry </w:t>
            </w:r>
            <w:hyperlink r:id="rId103" w:history="1">
              <w:r w:rsidRPr="008E7459">
                <w:rPr>
                  <w:u w:val="single"/>
                </w:rPr>
                <w:t xml:space="preserve">About </w:t>
              </w:r>
              <w:r w:rsidR="008921A5" w:rsidRPr="008E7459">
                <w:rPr>
                  <w:u w:val="single"/>
                </w:rPr>
                <w:t>Census</w:t>
              </w:r>
              <w:r w:rsidRPr="008E7459">
                <w:rPr>
                  <w:u w:val="single"/>
                </w:rPr>
                <w:t xml:space="preserve"> Classifications</w:t>
              </w:r>
            </w:hyperlink>
            <w:r w:rsidRPr="008E7459">
              <w:t>, and the relevant entries for each classification.</w:t>
            </w:r>
          </w:p>
        </w:tc>
      </w:tr>
      <w:tr w:rsidR="00BC05F5" w:rsidRPr="008E7459" w:rsidTr="00BC05F5">
        <w:tc>
          <w:tcPr>
            <w:tcW w:w="1984" w:type="dxa"/>
          </w:tcPr>
          <w:p w:rsidR="00EA44F2" w:rsidRPr="008E7459" w:rsidRDefault="00EA44F2" w:rsidP="001A1F26">
            <w:pPr>
              <w:pStyle w:val="NormalWeb"/>
              <w:rPr>
                <w:rFonts w:ascii="Arial" w:hAnsi="Arial" w:cs="Arial"/>
                <w:b/>
                <w:sz w:val="20"/>
                <w:szCs w:val="20"/>
              </w:rPr>
            </w:pPr>
            <w:r w:rsidRPr="008E7459">
              <w:rPr>
                <w:rFonts w:ascii="Arial" w:hAnsi="Arial" w:cs="Arial"/>
                <w:b/>
                <w:bCs/>
                <w:sz w:val="20"/>
                <w:szCs w:val="20"/>
              </w:rPr>
              <w:t>Interpretability</w:t>
            </w:r>
          </w:p>
        </w:tc>
        <w:tc>
          <w:tcPr>
            <w:tcW w:w="6936" w:type="dxa"/>
          </w:tcPr>
          <w:p w:rsidR="006A2961" w:rsidRPr="008E7459" w:rsidRDefault="00EA44F2" w:rsidP="006A2961">
            <w:pPr>
              <w:pStyle w:val="TableBodyText"/>
              <w:jc w:val="both"/>
            </w:pPr>
            <w:r w:rsidRPr="008E7459">
              <w:t xml:space="preserve">The </w:t>
            </w:r>
            <w:r w:rsidR="008921A5" w:rsidRPr="008E7459">
              <w:t>Census</w:t>
            </w:r>
            <w:r w:rsidRPr="008E7459">
              <w:t xml:space="preserve"> provides a wealth of data about the Australian community through a suite of standard products and data customised for individual requirements. The </w:t>
            </w:r>
            <w:hyperlink r:id="rId104" w:history="1">
              <w:r w:rsidRPr="008E7459">
                <w:rPr>
                  <w:i/>
                  <w:iCs/>
                  <w:u w:val="single"/>
                </w:rPr>
                <w:t xml:space="preserve">2011 </w:t>
              </w:r>
              <w:r w:rsidR="008921A5" w:rsidRPr="008E7459">
                <w:rPr>
                  <w:i/>
                  <w:iCs/>
                  <w:u w:val="single"/>
                </w:rPr>
                <w:t>Census</w:t>
              </w:r>
              <w:r w:rsidRPr="008E7459">
                <w:rPr>
                  <w:i/>
                  <w:iCs/>
                  <w:u w:val="single"/>
                </w:rPr>
                <w:t xml:space="preserve"> Dictionary</w:t>
              </w:r>
            </w:hyperlink>
            <w:r w:rsidRPr="008E7459">
              <w:t xml:space="preserve"> (cat. no. 2901.0) is a comprehensive reference guide designed to assist users to determine and specify their data requirements, and to understand the concepts underlying the data. It provides details of classifications used and a glossary of definitions of </w:t>
            </w:r>
            <w:r w:rsidR="008921A5" w:rsidRPr="008E7459">
              <w:t>Census</w:t>
            </w:r>
            <w:r w:rsidRPr="008E7459">
              <w:t xml:space="preserve"> terms.</w:t>
            </w:r>
          </w:p>
          <w:p w:rsidR="00EA44F2" w:rsidRPr="008E7459" w:rsidRDefault="00EA44F2" w:rsidP="006A2961">
            <w:pPr>
              <w:pStyle w:val="TableBodyText"/>
              <w:jc w:val="both"/>
              <w:rPr>
                <w:b/>
                <w:bCs/>
              </w:rPr>
            </w:pPr>
            <w:r w:rsidRPr="008E7459">
              <w:br/>
              <w:t xml:space="preserve">A number of other resources can be accessed from the </w:t>
            </w:r>
            <w:hyperlink r:id="rId105" w:history="1">
              <w:r w:rsidRPr="008E7459">
                <w:rPr>
                  <w:u w:val="single"/>
                </w:rPr>
                <w:t>Data quality</w:t>
              </w:r>
            </w:hyperlink>
            <w:r w:rsidRPr="008E7459">
              <w:t xml:space="preserve"> page, including Data quality statements, Non</w:t>
            </w:r>
            <w:r w:rsidR="00DE694D" w:rsidRPr="008E7459">
              <w:noBreakHyphen/>
            </w:r>
            <w:r w:rsidRPr="008E7459">
              <w:t>response rates and Fact sheets.</w:t>
            </w:r>
          </w:p>
        </w:tc>
      </w:tr>
      <w:tr w:rsidR="00BC05F5" w:rsidRPr="008E7459" w:rsidTr="00BC05F5">
        <w:tc>
          <w:tcPr>
            <w:tcW w:w="1984" w:type="dxa"/>
          </w:tcPr>
          <w:p w:rsidR="00EA44F2" w:rsidRPr="008E7459" w:rsidRDefault="00EA44F2" w:rsidP="001A1F26">
            <w:pPr>
              <w:pStyle w:val="NormalWeb"/>
              <w:rPr>
                <w:rFonts w:ascii="Arial" w:hAnsi="Arial" w:cs="Arial"/>
                <w:b/>
                <w:sz w:val="20"/>
                <w:szCs w:val="20"/>
              </w:rPr>
            </w:pPr>
            <w:r w:rsidRPr="008E7459">
              <w:rPr>
                <w:rFonts w:ascii="Arial" w:hAnsi="Arial" w:cs="Arial"/>
                <w:b/>
                <w:bCs/>
                <w:sz w:val="20"/>
                <w:szCs w:val="20"/>
              </w:rPr>
              <w:t>Accessibility</w:t>
            </w:r>
          </w:p>
        </w:tc>
        <w:tc>
          <w:tcPr>
            <w:tcW w:w="6936" w:type="dxa"/>
          </w:tcPr>
          <w:p w:rsidR="003A3E0B" w:rsidRPr="008E7459" w:rsidRDefault="00EA44F2" w:rsidP="003A3E0B">
            <w:pPr>
              <w:pStyle w:val="TableBodyText"/>
              <w:jc w:val="both"/>
            </w:pPr>
            <w:r w:rsidRPr="008E7459">
              <w:t xml:space="preserve">An extensive range of online products are available on the </w:t>
            </w:r>
            <w:hyperlink r:id="rId106" w:history="1">
              <w:r w:rsidRPr="008E7459">
                <w:rPr>
                  <w:u w:val="single"/>
                </w:rPr>
                <w:t>Data &amp; Analysis</w:t>
              </w:r>
            </w:hyperlink>
            <w:r w:rsidRPr="008E7459">
              <w:t xml:space="preserve"> page.</w:t>
            </w:r>
          </w:p>
          <w:p w:rsidR="00EA44F2" w:rsidRPr="008E7459" w:rsidRDefault="00EA44F2" w:rsidP="003A3E0B">
            <w:pPr>
              <w:pStyle w:val="TableBodyText"/>
              <w:jc w:val="both"/>
            </w:pPr>
            <w:r w:rsidRPr="008E7459">
              <w:br/>
              <w:t xml:space="preserve">If the </w:t>
            </w:r>
            <w:r w:rsidR="008921A5" w:rsidRPr="008E7459">
              <w:t>Census</w:t>
            </w:r>
            <w:r w:rsidRPr="008E7459">
              <w:t xml:space="preserve"> information you require is not available as a standard product or service, then ABS Consultancy Services can help you with customised services to suit your needs. Contact </w:t>
            </w:r>
            <w:r w:rsidRPr="008E7459">
              <w:rPr>
                <w:b/>
                <w:bCs/>
              </w:rPr>
              <w:t>1300 135 070</w:t>
            </w:r>
            <w:r w:rsidRPr="008E7459">
              <w:t xml:space="preserve"> from within Australia or </w:t>
            </w:r>
            <w:r w:rsidRPr="008E7459">
              <w:rPr>
                <w:b/>
                <w:bCs/>
              </w:rPr>
              <w:t>+61 2 9268 4909</w:t>
            </w:r>
            <w:r w:rsidRPr="008E7459">
              <w:t xml:space="preserve"> from overseas for all your </w:t>
            </w:r>
            <w:r w:rsidR="008921A5" w:rsidRPr="008E7459">
              <w:t>Census</w:t>
            </w:r>
            <w:r w:rsidRPr="008E7459">
              <w:t xml:space="preserve"> and other information needs. Alternatively, please email </w:t>
            </w:r>
            <w:hyperlink r:id="rId107" w:history="1">
              <w:r w:rsidRPr="008E7459">
                <w:rPr>
                  <w:u w:val="single"/>
                </w:rPr>
                <w:t>client.services@abs.gov.au</w:t>
              </w:r>
            </w:hyperlink>
            <w:r w:rsidRPr="008E7459">
              <w:t>.</w:t>
            </w:r>
          </w:p>
        </w:tc>
      </w:tr>
    </w:tbl>
    <w:p w:rsidR="00EA44F2" w:rsidRPr="008E7459" w:rsidRDefault="00EA44F2" w:rsidP="00EA44F2">
      <w:pPr>
        <w:pStyle w:val="BodyText"/>
      </w:pPr>
    </w:p>
    <w:p w:rsidR="00EA44F2" w:rsidRPr="008E7459" w:rsidRDefault="00EA44F2" w:rsidP="00847A99">
      <w:pPr>
        <w:pStyle w:val="Heading3"/>
        <w:pageBreakBefore/>
        <w:spacing w:before="0" w:line="240" w:lineRule="auto"/>
      </w:pPr>
      <w:bookmarkStart w:id="50" w:name="_Ref357174291"/>
      <w:r w:rsidRPr="008E7459">
        <w:lastRenderedPageBreak/>
        <w:t>Data quality statement — Survey of Education and Work (SEW)</w:t>
      </w:r>
      <w:bookmarkEnd w:id="50"/>
    </w:p>
    <w:p w:rsidR="00847A99" w:rsidRPr="008E7459" w:rsidRDefault="00847A99" w:rsidP="00847A99">
      <w:pPr>
        <w:pStyle w:val="BoxSpac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6935"/>
      </w:tblGrid>
      <w:tr w:rsidR="00BC05F5" w:rsidRPr="008E7459" w:rsidTr="00BC05F5">
        <w:tc>
          <w:tcPr>
            <w:tcW w:w="1984" w:type="dxa"/>
          </w:tcPr>
          <w:p w:rsidR="00EA44F2" w:rsidRPr="008E7459" w:rsidRDefault="00D3756A" w:rsidP="001A1F26">
            <w:pPr>
              <w:rPr>
                <w:rFonts w:ascii="Arial" w:hAnsi="Arial" w:cs="Arial"/>
                <w:b/>
                <w:sz w:val="20"/>
                <w:szCs w:val="20"/>
              </w:rPr>
            </w:pPr>
            <w:r w:rsidRPr="008E7459">
              <w:rPr>
                <w:rFonts w:ascii="Arial" w:hAnsi="Arial" w:cs="Arial"/>
                <w:b/>
                <w:sz w:val="20"/>
                <w:szCs w:val="20"/>
              </w:rPr>
              <w:t>Institutional e</w:t>
            </w:r>
            <w:r w:rsidR="00EA44F2" w:rsidRPr="008E7459">
              <w:rPr>
                <w:rFonts w:ascii="Arial" w:hAnsi="Arial" w:cs="Arial"/>
                <w:b/>
                <w:sz w:val="20"/>
                <w:szCs w:val="20"/>
              </w:rPr>
              <w:t>nvironment</w:t>
            </w:r>
          </w:p>
        </w:tc>
        <w:tc>
          <w:tcPr>
            <w:tcW w:w="6935" w:type="dxa"/>
          </w:tcPr>
          <w:p w:rsidR="00EA44F2" w:rsidRPr="008E7459" w:rsidRDefault="00EA44F2" w:rsidP="003A3E0B">
            <w:pPr>
              <w:pStyle w:val="TableBodyText"/>
              <w:jc w:val="both"/>
              <w:rPr>
                <w:b/>
                <w:bCs/>
              </w:rPr>
            </w:pPr>
            <w:r w:rsidRPr="008E7459">
              <w:t xml:space="preserve">For information on the institutional environment of the ABS, including the legislative obligations of the ABS, financing and government arrangements, and mechanisms for scrutiny of ABS operations, see </w:t>
            </w:r>
            <w:hyperlink r:id="rId108" w:history="1">
              <w:r w:rsidRPr="008E7459">
                <w:rPr>
                  <w:b/>
                  <w:bCs/>
                  <w:u w:val="single"/>
                </w:rPr>
                <w:t>ABS Institutional Environment</w:t>
              </w:r>
            </w:hyperlink>
            <w:r w:rsidRPr="008E7459">
              <w:rPr>
                <w:b/>
                <w:bCs/>
              </w:rPr>
              <w:t>.</w:t>
            </w:r>
          </w:p>
        </w:tc>
      </w:tr>
      <w:tr w:rsidR="00BC05F5" w:rsidRPr="008E7459" w:rsidTr="00BC05F5">
        <w:tc>
          <w:tcPr>
            <w:tcW w:w="1984" w:type="dxa"/>
          </w:tcPr>
          <w:p w:rsidR="00EA44F2" w:rsidRPr="008E7459" w:rsidRDefault="00EA44F2" w:rsidP="001A1F26">
            <w:pPr>
              <w:rPr>
                <w:rFonts w:ascii="Arial" w:hAnsi="Arial" w:cs="Arial"/>
                <w:b/>
                <w:sz w:val="20"/>
                <w:szCs w:val="20"/>
              </w:rPr>
            </w:pPr>
            <w:r w:rsidRPr="008E7459">
              <w:rPr>
                <w:rFonts w:ascii="Arial" w:hAnsi="Arial" w:cs="Arial"/>
                <w:b/>
                <w:sz w:val="20"/>
                <w:szCs w:val="20"/>
              </w:rPr>
              <w:t>Relevance</w:t>
            </w:r>
          </w:p>
        </w:tc>
        <w:tc>
          <w:tcPr>
            <w:tcW w:w="6935" w:type="dxa"/>
          </w:tcPr>
          <w:p w:rsidR="00EA44F2" w:rsidRPr="008E7459" w:rsidRDefault="00EA44F2" w:rsidP="003A3E0B">
            <w:pPr>
              <w:pStyle w:val="TableBodyText"/>
              <w:jc w:val="both"/>
            </w:pPr>
            <w:r w:rsidRPr="008E7459">
              <w:t xml:space="preserve">The Education and Work survey provides annual information about a range of key indicators relating to educational participation and attainment along with data on people's transition between education and work for all persons aged 15–64 years and persons aged 65–74 years who are employed or marginally attached to the labour force. </w:t>
            </w:r>
          </w:p>
          <w:p w:rsidR="00EA44F2" w:rsidRPr="008E7459" w:rsidRDefault="00EA44F2" w:rsidP="003A3E0B">
            <w:pPr>
              <w:pStyle w:val="TableBodyText"/>
              <w:jc w:val="both"/>
            </w:pPr>
            <w:r w:rsidRPr="008E7459">
              <w:t xml:space="preserve">Since this survey is supplementary to the Labour Force Survey (LFS), persons excluded from the LFS are also excluded from this survey (see Explanatory Notes of Labour Force, Australia (cat. no. 6202.0) for standard LFS exclusions). Additional exclusions from this survey were persons aged 75 years or older, persons aged 65–74 years who are not intending to work, persons permanently unable to work, institutionalised persons and boarding school pupils. Very remote areas were included for the first time in 2009. </w:t>
            </w:r>
          </w:p>
          <w:p w:rsidR="00EA44F2" w:rsidRPr="008E7459" w:rsidRDefault="00EA44F2" w:rsidP="003A3E0B">
            <w:pPr>
              <w:pStyle w:val="TableBodyText"/>
              <w:jc w:val="both"/>
            </w:pPr>
            <w:r w:rsidRPr="008E7459">
              <w:t>The type of information collected included: participation in education in the year prior to the survey, and in the survey month; labour force characteristics; type of educational institution; level of education of current and previous study; highest year of school completed; level and main field of highest non</w:t>
            </w:r>
            <w:r w:rsidR="00DE694D" w:rsidRPr="008E7459">
              <w:noBreakHyphen/>
            </w:r>
            <w:r w:rsidRPr="008E7459">
              <w:t>school qualification; transition from education to work; unmet demand for education; and selected characteristics of apprentices.</w:t>
            </w:r>
          </w:p>
          <w:p w:rsidR="00EA44F2" w:rsidRPr="008E7459" w:rsidRDefault="00EA44F2" w:rsidP="003A3E0B">
            <w:pPr>
              <w:pStyle w:val="TableBodyText"/>
              <w:jc w:val="both"/>
              <w:rPr>
                <w:b/>
                <w:bCs/>
              </w:rPr>
            </w:pPr>
            <w:r w:rsidRPr="008E7459">
              <w:t>The Australian Classification of Education (ASCED) (cat. no. 1272.0) was used to classify education. The ASCED is a national standard classification which can be applied to all sectors of the Australian education system including schools, vocational education and training and higher education. The ASCED comprises two classifications: Level of Education and Field of Education.</w:t>
            </w:r>
          </w:p>
        </w:tc>
      </w:tr>
      <w:tr w:rsidR="00BC05F5" w:rsidRPr="008E7459" w:rsidTr="00BC05F5">
        <w:tc>
          <w:tcPr>
            <w:tcW w:w="1984" w:type="dxa"/>
          </w:tcPr>
          <w:p w:rsidR="00EA44F2" w:rsidRPr="008E7459" w:rsidRDefault="00EA44F2" w:rsidP="001A1F26">
            <w:pPr>
              <w:rPr>
                <w:rFonts w:ascii="Arial" w:hAnsi="Arial" w:cs="Arial"/>
                <w:b/>
                <w:sz w:val="20"/>
                <w:szCs w:val="20"/>
              </w:rPr>
            </w:pPr>
            <w:r w:rsidRPr="008E7459">
              <w:rPr>
                <w:rFonts w:ascii="Arial" w:hAnsi="Arial" w:cs="Arial"/>
                <w:b/>
                <w:sz w:val="20"/>
                <w:szCs w:val="20"/>
              </w:rPr>
              <w:t>Timeliness</w:t>
            </w:r>
          </w:p>
        </w:tc>
        <w:tc>
          <w:tcPr>
            <w:tcW w:w="6935" w:type="dxa"/>
          </w:tcPr>
          <w:p w:rsidR="00EA44F2" w:rsidRPr="008E7459" w:rsidRDefault="00EA44F2" w:rsidP="003A3E0B">
            <w:pPr>
              <w:pStyle w:val="TableBodyText"/>
              <w:jc w:val="both"/>
              <w:rPr>
                <w:b/>
                <w:bCs/>
              </w:rPr>
            </w:pPr>
            <w:r w:rsidRPr="008E7459">
              <w:t>The most recent Education and Work survey was conducted throughout Australia in May 2012 as a supplement to the monthly LFS. The ABS has been conducting similar surveys since 1964. These surveys were conducted annually from February 1964 to February 1974, in May 1975 and 1976, in August 1977 and 1978 and annually in May since 1979. Data from the survey are released approximately six months after they have been collected.</w:t>
            </w:r>
          </w:p>
        </w:tc>
      </w:tr>
      <w:tr w:rsidR="00BC05F5" w:rsidRPr="008E7459" w:rsidTr="00BC05F5">
        <w:tc>
          <w:tcPr>
            <w:tcW w:w="1984" w:type="dxa"/>
          </w:tcPr>
          <w:p w:rsidR="00EA44F2" w:rsidRPr="008E7459" w:rsidRDefault="00EA44F2" w:rsidP="001A1F26">
            <w:pPr>
              <w:rPr>
                <w:rFonts w:ascii="Arial" w:hAnsi="Arial" w:cs="Arial"/>
                <w:b/>
                <w:sz w:val="20"/>
                <w:szCs w:val="20"/>
              </w:rPr>
            </w:pPr>
            <w:r w:rsidRPr="008E7459">
              <w:rPr>
                <w:rFonts w:ascii="Arial" w:hAnsi="Arial" w:cs="Arial"/>
                <w:b/>
                <w:sz w:val="20"/>
                <w:szCs w:val="20"/>
              </w:rPr>
              <w:t>Accuracy</w:t>
            </w:r>
          </w:p>
        </w:tc>
        <w:tc>
          <w:tcPr>
            <w:tcW w:w="6935" w:type="dxa"/>
          </w:tcPr>
          <w:p w:rsidR="00EA44F2" w:rsidRPr="008E7459" w:rsidRDefault="00EA44F2" w:rsidP="003A3E0B">
            <w:pPr>
              <w:pStyle w:val="TableBodyText"/>
              <w:jc w:val="both"/>
            </w:pPr>
            <w:r w:rsidRPr="008E7459">
              <w:t>The number of completed interviews (after taking into account scope and co</w:t>
            </w:r>
            <w:r w:rsidR="006A2961" w:rsidRPr="008E7459">
              <w:t>verage exclusions) was about 39 </w:t>
            </w:r>
            <w:r w:rsidRPr="008E7459">
              <w:t>500. This sample was achieved by obtaining a response rate of 95</w:t>
            </w:r>
            <w:r w:rsidR="006A2961" w:rsidRPr="008E7459">
              <w:t xml:space="preserve"> </w:t>
            </w:r>
            <w:r w:rsidR="008921A5" w:rsidRPr="008E7459">
              <w:t>per cent</w:t>
            </w:r>
            <w:r w:rsidRPr="008E7459">
              <w:t xml:space="preserve"> from the selected households. </w:t>
            </w:r>
          </w:p>
          <w:p w:rsidR="006A2961" w:rsidRPr="008E7459" w:rsidRDefault="00EA44F2" w:rsidP="003A3E0B">
            <w:pPr>
              <w:pStyle w:val="TableBodyText"/>
              <w:jc w:val="both"/>
            </w:pPr>
            <w:r w:rsidRPr="008E7459">
              <w:t>The Labour Force Survey is designed to primarily provide estimates for the whole of Australia and, second, for each state and territory.</w:t>
            </w:r>
          </w:p>
          <w:p w:rsidR="00EA44F2" w:rsidRPr="008E7459" w:rsidRDefault="00EA44F2" w:rsidP="003A3E0B">
            <w:pPr>
              <w:pStyle w:val="TableBodyText"/>
              <w:jc w:val="both"/>
            </w:pPr>
            <w:r w:rsidRPr="008E7459">
              <w:t>Two types of error are possible in an estimate based on a sample survey: non</w:t>
            </w:r>
            <w:r w:rsidR="00DE694D" w:rsidRPr="008E7459">
              <w:noBreakHyphen/>
            </w:r>
            <w:r w:rsidRPr="008E7459">
              <w:t>sampling error and sampling error.</w:t>
            </w:r>
          </w:p>
          <w:p w:rsidR="00EA44F2" w:rsidRPr="008E7459" w:rsidRDefault="00EA44F2" w:rsidP="003A3E0B">
            <w:pPr>
              <w:pStyle w:val="TableBodyText"/>
              <w:jc w:val="both"/>
            </w:pPr>
            <w:r w:rsidRPr="008E7459">
              <w:t>Non</w:t>
            </w:r>
            <w:r w:rsidR="00DE694D" w:rsidRPr="008E7459">
              <w:noBreakHyphen/>
            </w:r>
            <w:r w:rsidRPr="008E7459">
              <w:t>sampling error arises from inaccuracies in collecting, recording and processing the data. Every effort is made to minimise reporting error by the careful design of questionnaires, intensive training and supervision of interviewers, and efficient data processing procedures. Non</w:t>
            </w:r>
            <w:r w:rsidR="00DE694D" w:rsidRPr="008E7459">
              <w:noBreakHyphen/>
            </w:r>
            <w:r w:rsidRPr="008E7459">
              <w:t>sampling error arises because information cannot be obtained from all persons selected in the survey.</w:t>
            </w:r>
          </w:p>
          <w:p w:rsidR="00EA44F2" w:rsidRPr="008E7459" w:rsidRDefault="00EA44F2" w:rsidP="003A3E0B">
            <w:pPr>
              <w:pStyle w:val="TableBodyText"/>
              <w:jc w:val="both"/>
            </w:pPr>
            <w:r w:rsidRPr="008E7459">
              <w:t xml:space="preserve">Sampling error occurs because a sample, rather than the entire population is surveyed. One measure of the likely difference resulting from not including all dwellings in the survey is given by the standard error. There are about two chances in three that a sample estimate will differ by less </w:t>
            </w:r>
            <w:r w:rsidRPr="008E7459">
              <w:lastRenderedPageBreak/>
              <w:t>than one standard error from the figure that would have been obtained if all dwellings had been included in the survey and about 19 chances in 20 that the difference will be less than two standard errors.</w:t>
            </w:r>
          </w:p>
          <w:p w:rsidR="00EA44F2" w:rsidRPr="008E7459" w:rsidRDefault="00EA44F2" w:rsidP="003A3E0B">
            <w:pPr>
              <w:pStyle w:val="TableBodyText"/>
              <w:jc w:val="both"/>
              <w:rPr>
                <w:b/>
                <w:bCs/>
              </w:rPr>
            </w:pPr>
            <w:r w:rsidRPr="008E7459">
              <w:t xml:space="preserve">Every five years, following the availability of data from the </w:t>
            </w:r>
            <w:r w:rsidR="008921A5" w:rsidRPr="008E7459">
              <w:t>Census</w:t>
            </w:r>
            <w:r w:rsidRPr="008E7459">
              <w:t xml:space="preserve"> of Population and Housing, the ABS reviews the LFS sample design. As a result of the review following the 2006 </w:t>
            </w:r>
            <w:r w:rsidR="008921A5" w:rsidRPr="008E7459">
              <w:t>Census</w:t>
            </w:r>
            <w:r w:rsidRPr="008E7459">
              <w:t>, the new sample design, implemented over the period November 2007 to June 2008, resulted in a smaller sample size from July 2008. For more information see Information Paper: Labour Force Sample Design, Nov 2007 (cat. no. 6269.0)</w:t>
            </w:r>
          </w:p>
        </w:tc>
      </w:tr>
      <w:tr w:rsidR="00BC05F5" w:rsidRPr="008E7459" w:rsidTr="00BC05F5">
        <w:tc>
          <w:tcPr>
            <w:tcW w:w="1984" w:type="dxa"/>
          </w:tcPr>
          <w:p w:rsidR="00EA44F2" w:rsidRPr="008E7459" w:rsidRDefault="00EA44F2" w:rsidP="001A1F26">
            <w:pPr>
              <w:pStyle w:val="NormalWeb"/>
              <w:rPr>
                <w:rFonts w:ascii="Arial" w:hAnsi="Arial" w:cs="Arial"/>
                <w:b/>
                <w:sz w:val="20"/>
                <w:szCs w:val="20"/>
              </w:rPr>
            </w:pPr>
            <w:r w:rsidRPr="008E7459">
              <w:rPr>
                <w:rFonts w:ascii="Arial" w:hAnsi="Arial" w:cs="Arial"/>
                <w:b/>
                <w:bCs/>
                <w:sz w:val="20"/>
                <w:szCs w:val="20"/>
              </w:rPr>
              <w:lastRenderedPageBreak/>
              <w:t>Coherence</w:t>
            </w:r>
          </w:p>
        </w:tc>
        <w:tc>
          <w:tcPr>
            <w:tcW w:w="6935" w:type="dxa"/>
          </w:tcPr>
          <w:p w:rsidR="00EA44F2" w:rsidRPr="008E7459" w:rsidRDefault="00EA44F2" w:rsidP="003A3E0B">
            <w:pPr>
              <w:pStyle w:val="TableBodyText"/>
              <w:jc w:val="both"/>
            </w:pPr>
            <w:r w:rsidRPr="008E7459">
              <w:t xml:space="preserve">The indicators for COAG national agreement reporting that are based on the 2012 SEW are consistent with those supplied from previous cycles of this survey. </w:t>
            </w:r>
          </w:p>
          <w:p w:rsidR="00EA44F2" w:rsidRPr="008E7459" w:rsidRDefault="00EA44F2" w:rsidP="003A3E0B">
            <w:pPr>
              <w:pStyle w:val="TableBodyText"/>
              <w:jc w:val="both"/>
            </w:pPr>
            <w:r w:rsidRPr="008E7459">
              <w:t xml:space="preserve">The ABS seeks to maximise consistency and comparability over time by minimising changes to the survey; sound survey practice requires ongoing development to maintain the integrity of the data. No changes were made to the survey between 2011 and 2012. </w:t>
            </w:r>
          </w:p>
          <w:p w:rsidR="00EA44F2" w:rsidRPr="008E7459" w:rsidRDefault="00EA44F2" w:rsidP="003A3E0B">
            <w:pPr>
              <w:pStyle w:val="TableBodyText"/>
              <w:jc w:val="both"/>
            </w:pPr>
            <w:r w:rsidRPr="008E7459">
              <w:t xml:space="preserve">In 2009 the scope of the survey was extended to include persons aged 65–74 years who are employed or marginally attached to the labour force. Persons are determined to be marginally attached to the labour force if they were not in the labour force in the reference week, wanted to work and: were actively looking for work but did not meet the availability criteria to be classified as unemployed; or were not actively looking for work but were available to start work within four weeks or could start work within four weeks if child care was available. </w:t>
            </w:r>
          </w:p>
          <w:p w:rsidR="00EA44F2" w:rsidRPr="008E7459" w:rsidRDefault="00EA44F2" w:rsidP="003A3E0B">
            <w:pPr>
              <w:pStyle w:val="TableBodyText"/>
              <w:jc w:val="both"/>
              <w:rPr>
                <w:b/>
                <w:bCs/>
              </w:rPr>
            </w:pPr>
            <w:r w:rsidRPr="008E7459">
              <w:t xml:space="preserve">Prior to 2009, all people in very remote areas were excluded from the SEW. Very remote areas represent about two </w:t>
            </w:r>
            <w:r w:rsidR="00781B70" w:rsidRPr="008E7459">
              <w:t>per cent</w:t>
            </w:r>
            <w:r w:rsidRPr="008E7459">
              <w:t xml:space="preserve"> of the total Australian population and </w:t>
            </w:r>
            <w:r w:rsidR="0026685B" w:rsidRPr="008E7459">
              <w:t>20 per</w:t>
            </w:r>
            <w:r w:rsidR="008921A5" w:rsidRPr="008E7459">
              <w:t xml:space="preserve"> cent</w:t>
            </w:r>
            <w:r w:rsidRPr="008E7459">
              <w:t xml:space="preserve">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w:t>
            </w:r>
            <w:r w:rsidR="0026685B" w:rsidRPr="008E7459">
              <w:t>15 per</w:t>
            </w:r>
            <w:r w:rsidR="008921A5" w:rsidRPr="008E7459">
              <w:t xml:space="preserve"> cent</w:t>
            </w:r>
            <w:r w:rsidRPr="008E7459">
              <w:t xml:space="preserve"> of the population. These differences should have only a minor effect on comparisons over time.</w:t>
            </w:r>
          </w:p>
        </w:tc>
      </w:tr>
      <w:tr w:rsidR="00BC05F5" w:rsidRPr="008E7459" w:rsidTr="00BC05F5">
        <w:tc>
          <w:tcPr>
            <w:tcW w:w="1984" w:type="dxa"/>
          </w:tcPr>
          <w:p w:rsidR="00EA44F2" w:rsidRPr="008E7459" w:rsidRDefault="00EA44F2" w:rsidP="001A1F26">
            <w:pPr>
              <w:pStyle w:val="NormalWeb"/>
              <w:rPr>
                <w:rFonts w:ascii="Arial" w:hAnsi="Arial" w:cs="Arial"/>
                <w:b/>
                <w:sz w:val="20"/>
                <w:szCs w:val="20"/>
              </w:rPr>
            </w:pPr>
            <w:r w:rsidRPr="008E7459">
              <w:rPr>
                <w:rFonts w:ascii="Arial" w:hAnsi="Arial" w:cs="Arial"/>
                <w:b/>
                <w:bCs/>
                <w:sz w:val="20"/>
                <w:szCs w:val="20"/>
              </w:rPr>
              <w:t>Interpretability</w:t>
            </w:r>
          </w:p>
        </w:tc>
        <w:tc>
          <w:tcPr>
            <w:tcW w:w="6935" w:type="dxa"/>
          </w:tcPr>
          <w:p w:rsidR="00EA44F2" w:rsidRPr="008E7459" w:rsidRDefault="00EA44F2" w:rsidP="003A3E0B">
            <w:pPr>
              <w:pStyle w:val="TableBodyText"/>
              <w:jc w:val="both"/>
              <w:rPr>
                <w:b/>
                <w:bCs/>
              </w:rPr>
            </w:pPr>
            <w:r w:rsidRPr="008E7459">
              <w:t>Detailed information on the terminology, classifications and other technical aspects associated with the Survey of Education and Work can be found in the relevant web pages included with this release.</w:t>
            </w:r>
          </w:p>
        </w:tc>
      </w:tr>
      <w:tr w:rsidR="00BC05F5" w:rsidRPr="008E7459" w:rsidTr="00BC05F5">
        <w:tc>
          <w:tcPr>
            <w:tcW w:w="1984" w:type="dxa"/>
          </w:tcPr>
          <w:p w:rsidR="00EA44F2" w:rsidRPr="008E7459" w:rsidRDefault="00EA44F2" w:rsidP="001A1F26">
            <w:pPr>
              <w:pStyle w:val="NormalWeb"/>
              <w:rPr>
                <w:rFonts w:ascii="Arial" w:hAnsi="Arial" w:cs="Arial"/>
                <w:b/>
                <w:sz w:val="20"/>
                <w:szCs w:val="20"/>
              </w:rPr>
            </w:pPr>
            <w:r w:rsidRPr="008E7459">
              <w:rPr>
                <w:rFonts w:ascii="Arial" w:hAnsi="Arial" w:cs="Arial"/>
                <w:b/>
                <w:bCs/>
                <w:sz w:val="20"/>
                <w:szCs w:val="20"/>
              </w:rPr>
              <w:t>Accessibility</w:t>
            </w:r>
          </w:p>
        </w:tc>
        <w:tc>
          <w:tcPr>
            <w:tcW w:w="6935" w:type="dxa"/>
          </w:tcPr>
          <w:p w:rsidR="00EA44F2" w:rsidRPr="008E7459" w:rsidRDefault="00EA44F2" w:rsidP="003A3E0B">
            <w:pPr>
              <w:pStyle w:val="TableBodyText"/>
              <w:jc w:val="both"/>
            </w:pPr>
            <w:r w:rsidRPr="008E7459">
              <w:t xml:space="preserve">In addition to the electronic publication, the tables and associated RSEs are available in spreadsheet format on the website. Extra tables not contained in the electronic publication are also included on the website. </w:t>
            </w:r>
          </w:p>
          <w:p w:rsidR="006A2961" w:rsidRPr="008E7459" w:rsidRDefault="00EA44F2" w:rsidP="003A3E0B">
            <w:pPr>
              <w:pStyle w:val="TableBodyText"/>
              <w:jc w:val="both"/>
            </w:pPr>
            <w:r w:rsidRPr="008E7459">
              <w:t xml:space="preserve">A Confidentialised Unit Record File (CURF) containing confidentialised microdata from the Survey of Education and Work has been released biennially since 2001. The CURF facilitates interrogation and analysis of survey data. The most recent CURF for the Survey of Education and Work was released from the 2011 survey. For further details refer to the </w:t>
            </w:r>
            <w:hyperlink r:id="rId109" w:history="1">
              <w:r w:rsidRPr="008E7459">
                <w:rPr>
                  <w:rStyle w:val="Hyperlink"/>
                  <w:color w:val="auto"/>
                </w:rPr>
                <w:t>ABS website</w:t>
              </w:r>
            </w:hyperlink>
            <w:r w:rsidRPr="008E7459">
              <w:t xml:space="preserve"> &lt;http://www.abs.gov.au&gt;. For users who wish to undertake more detailed analysis of the survey data, the survey microdata will be released through the Survey TableBuilder product in 2013. For more details, refer to the Survey TableBuilder information, </w:t>
            </w:r>
            <w:hyperlink r:id="rId110" w:history="1">
              <w:r w:rsidRPr="008E7459">
                <w:rPr>
                  <w:u w:val="single"/>
                </w:rPr>
                <w:t>Microdata: Education and Work, Australia</w:t>
              </w:r>
            </w:hyperlink>
            <w:r w:rsidRPr="008E7459">
              <w:t xml:space="preserve"> (cat. no. 6227.0.30.001).</w:t>
            </w:r>
          </w:p>
          <w:p w:rsidR="00EA44F2" w:rsidRPr="008E7459" w:rsidRDefault="00EA44F2" w:rsidP="003A3E0B">
            <w:pPr>
              <w:pStyle w:val="TableBodyText"/>
              <w:jc w:val="both"/>
            </w:pPr>
            <w:r w:rsidRPr="008E7459">
              <w:t xml:space="preserve">Additional data are available at cost upon request through the </w:t>
            </w:r>
            <w:hyperlink r:id="rId111" w:history="1">
              <w:r w:rsidRPr="008E7459">
                <w:rPr>
                  <w:rStyle w:val="Hyperlink"/>
                  <w:color w:val="auto"/>
                </w:rPr>
                <w:t>National Information Referral Service</w:t>
              </w:r>
            </w:hyperlink>
            <w:r w:rsidRPr="008E7459">
              <w:t xml:space="preserve"> (NIRS). Data are also available on request. Note that detailed data can be subject to high relative standard errors which in some cases may result in data being confidentialised.</w:t>
            </w:r>
          </w:p>
          <w:p w:rsidR="00EA44F2" w:rsidRPr="008E7459" w:rsidRDefault="00EA44F2" w:rsidP="003A3E0B">
            <w:pPr>
              <w:pStyle w:val="TableBodyText"/>
              <w:jc w:val="both"/>
            </w:pPr>
            <w:r w:rsidRPr="008E7459">
              <w:t>For further information about these or related statistics, contact the National Information and Referral Service on 1300 135 070</w:t>
            </w:r>
          </w:p>
        </w:tc>
      </w:tr>
    </w:tbl>
    <w:p w:rsidR="0026369A" w:rsidRPr="008E7459" w:rsidRDefault="0026369A" w:rsidP="00E05305">
      <w:pPr>
        <w:pStyle w:val="Heading2"/>
      </w:pPr>
      <w:r w:rsidRPr="008E7459">
        <w:lastRenderedPageBreak/>
        <w:t>References</w:t>
      </w:r>
    </w:p>
    <w:p w:rsidR="003C06A2" w:rsidRPr="008E7459" w:rsidRDefault="003C06A2" w:rsidP="003C06A2">
      <w:pPr>
        <w:pStyle w:val="Reference"/>
      </w:pPr>
      <w:bookmarkStart w:id="51" w:name="_Toc233786544"/>
      <w:bookmarkStart w:id="52" w:name="_Toc233901779"/>
      <w:r w:rsidRPr="008E7459">
        <w:t>ABS 2013a, Pre</w:t>
      </w:r>
      <w:r w:rsidR="00DE694D" w:rsidRPr="008E7459">
        <w:noBreakHyphen/>
      </w:r>
      <w:r w:rsidRPr="008E7459">
        <w:t>School Education, Australia, 2012, Cat. no. 4240.0, Canberra.</w:t>
      </w:r>
    </w:p>
    <w:p w:rsidR="003C06A2" w:rsidRPr="008E7459" w:rsidRDefault="003C06A2" w:rsidP="003C06A2">
      <w:pPr>
        <w:pStyle w:val="Reference"/>
      </w:pPr>
      <w:r w:rsidRPr="008E7459">
        <w:t>—— 2013b, Schools, Australia, 2012, Cat. no. 4221.0, Canberra.</w:t>
      </w:r>
    </w:p>
    <w:p w:rsidR="003C06A2" w:rsidRPr="008E7459" w:rsidRDefault="003C06A2" w:rsidP="003C06A2">
      <w:pPr>
        <w:pStyle w:val="Reference"/>
      </w:pPr>
      <w:r w:rsidRPr="008E7459">
        <w:t>ACARA (Australian Curriculum and Assessment Reporting Authority) 2011, Technical Paper: Index of Community Socio</w:t>
      </w:r>
      <w:r w:rsidR="00DE694D" w:rsidRPr="008E7459">
        <w:noBreakHyphen/>
      </w:r>
      <w:r w:rsidRPr="008E7459">
        <w:t>Educational Advantage (ICSEA), www.acara.edu.au/verve/_resources/Guide+to+understanding+ICSEA.pdf (accessed 23</w:t>
      </w:r>
      <w:r w:rsidR="00DE694D" w:rsidRPr="008E7459">
        <w:t> </w:t>
      </w:r>
      <w:r w:rsidRPr="008E7459">
        <w:t>May 2011).</w:t>
      </w:r>
    </w:p>
    <w:p w:rsidR="003C06A2" w:rsidRPr="008E7459" w:rsidRDefault="003C06A2" w:rsidP="003C06A2">
      <w:pPr>
        <w:pStyle w:val="Reference"/>
      </w:pPr>
      <w:r w:rsidRPr="008E7459">
        <w:t>ACCI (Australian Chamber of Commerce and Industry) 2007, Skills for a Nation: a Blueprint for Improving Education and Training 2007–2017, Canberra.</w:t>
      </w:r>
    </w:p>
    <w:p w:rsidR="00DE068A" w:rsidRPr="008E7459" w:rsidRDefault="00DE068A" w:rsidP="00DE068A">
      <w:pPr>
        <w:pStyle w:val="Reference"/>
      </w:pPr>
      <w:r w:rsidRPr="008E7459">
        <w:t>COAG (Council of Australian Governments) 2013 Communiqué 19</w:t>
      </w:r>
      <w:r w:rsidR="00DE694D" w:rsidRPr="008E7459">
        <w:t> </w:t>
      </w:r>
      <w:r w:rsidRPr="008E7459">
        <w:t>April 2013, http://www.coag.gov.au/sites/default/files/COAG_Communique_190413.pdf (accessed 26</w:t>
      </w:r>
      <w:r w:rsidR="00DE694D" w:rsidRPr="008E7459">
        <w:t> </w:t>
      </w:r>
      <w:r w:rsidRPr="008E7459">
        <w:t>April 2013).</w:t>
      </w:r>
    </w:p>
    <w:p w:rsidR="00DE068A" w:rsidRPr="008E7459" w:rsidRDefault="00DE068A" w:rsidP="00270088">
      <w:pPr>
        <w:pStyle w:val="Reference"/>
      </w:pPr>
      <w:r w:rsidRPr="008E7459">
        <w:t>—— 2012a, National Education Agreement, www.federalfinancialrelations.gov.au/</w:t>
      </w:r>
      <w:r w:rsidRPr="008E7459">
        <w:br/>
        <w:t>content/npa/education/national</w:t>
      </w:r>
      <w:r w:rsidR="00DE694D" w:rsidRPr="008E7459">
        <w:noBreakHyphen/>
      </w:r>
      <w:r w:rsidRPr="008E7459">
        <w:t>agreement.pdf</w:t>
      </w:r>
      <w:r w:rsidR="00601015" w:rsidRPr="008E7459">
        <w:t xml:space="preserve"> </w:t>
      </w:r>
      <w:r w:rsidRPr="008E7459">
        <w:t>(accessed 24</w:t>
      </w:r>
      <w:r w:rsidR="00DE694D" w:rsidRPr="008E7459">
        <w:t> </w:t>
      </w:r>
      <w:r w:rsidRPr="008E7459">
        <w:t>April 2013).</w:t>
      </w:r>
    </w:p>
    <w:p w:rsidR="00DE068A" w:rsidRPr="008E7459" w:rsidRDefault="00DE068A" w:rsidP="00DE068A">
      <w:pPr>
        <w:pStyle w:val="Reference"/>
      </w:pPr>
      <w:r w:rsidRPr="008E7459">
        <w:t>—— 2012b, National Indigenous Reform Agreement, http://www.federalfinancialrelations.gov.au/content/npa/health_indigenous/indigenous</w:t>
      </w:r>
      <w:r w:rsidR="00DE694D" w:rsidRPr="008E7459">
        <w:noBreakHyphen/>
      </w:r>
      <w:r w:rsidRPr="008E7459">
        <w:t>reform/national</w:t>
      </w:r>
      <w:r w:rsidR="00DE694D" w:rsidRPr="008E7459">
        <w:noBreakHyphen/>
      </w:r>
      <w:r w:rsidRPr="008E7459">
        <w:t>agreement_sept_12.pdf (accessed 24</w:t>
      </w:r>
      <w:r w:rsidR="00DE694D" w:rsidRPr="008E7459">
        <w:t> </w:t>
      </w:r>
      <w:r w:rsidRPr="008E7459">
        <w:t>April 2013).</w:t>
      </w:r>
    </w:p>
    <w:p w:rsidR="00DE068A" w:rsidRPr="008E7459" w:rsidRDefault="00DE068A" w:rsidP="00DE068A">
      <w:pPr>
        <w:pStyle w:val="Reference"/>
      </w:pPr>
      <w:r w:rsidRPr="008E7459">
        <w:t>—— 2012c, Review of the National Education Agreement, http://www.coag.gov.au/sites/default/files/National</w:t>
      </w:r>
      <w:r w:rsidR="0026685B" w:rsidRPr="008E7459">
        <w:t>%</w:t>
      </w:r>
      <w:r w:rsidRPr="008E7459">
        <w:t>20Education</w:t>
      </w:r>
      <w:r w:rsidR="0026685B" w:rsidRPr="008E7459">
        <w:t>%</w:t>
      </w:r>
      <w:r w:rsidRPr="008E7459">
        <w:t>20Agreement</w:t>
      </w:r>
      <w:r w:rsidR="0026685B" w:rsidRPr="008E7459">
        <w:t>%</w:t>
      </w:r>
      <w:r w:rsidRPr="008E7459">
        <w:t>20Review</w:t>
      </w:r>
      <w:r w:rsidR="0026685B" w:rsidRPr="008E7459">
        <w:t>%</w:t>
      </w:r>
      <w:r w:rsidRPr="008E7459">
        <w:t>20Report.pdf (accessed 24</w:t>
      </w:r>
      <w:r w:rsidR="00DE694D" w:rsidRPr="008E7459">
        <w:t> </w:t>
      </w:r>
      <w:r w:rsidRPr="008E7459">
        <w:t>April 2013).</w:t>
      </w:r>
    </w:p>
    <w:p w:rsidR="00DE068A" w:rsidRPr="008E7459" w:rsidRDefault="00DE068A" w:rsidP="00DE068A">
      <w:pPr>
        <w:pStyle w:val="Reference"/>
      </w:pPr>
      <w:r w:rsidRPr="008E7459">
        <w:t>—— 2011a, COAG Communiqué 19</w:t>
      </w:r>
      <w:r w:rsidR="00DE694D" w:rsidRPr="008E7459">
        <w:t> </w:t>
      </w:r>
      <w:r w:rsidRPr="008E7459">
        <w:t>August 2011, www.coag.gov.au/coag_ meeting_outcomes/2011</w:t>
      </w:r>
      <w:r w:rsidR="00DE694D" w:rsidRPr="008E7459">
        <w:noBreakHyphen/>
      </w:r>
      <w:r w:rsidRPr="008E7459">
        <w:t>08</w:t>
      </w:r>
      <w:r w:rsidR="00DE694D" w:rsidRPr="008E7459">
        <w:noBreakHyphen/>
      </w:r>
      <w:r w:rsidRPr="008E7459">
        <w:t>19/docs/COAGCommunique19August2011.pdf (accessed 28</w:t>
      </w:r>
      <w:r w:rsidR="00DE694D" w:rsidRPr="008E7459">
        <w:t> </w:t>
      </w:r>
      <w:r w:rsidRPr="008E7459">
        <w:t>April 2012).</w:t>
      </w:r>
    </w:p>
    <w:p w:rsidR="00DE068A" w:rsidRPr="008E7459" w:rsidRDefault="00DE068A" w:rsidP="00DE068A">
      <w:pPr>
        <w:pStyle w:val="Reference"/>
      </w:pPr>
      <w:r w:rsidRPr="008E7459">
        <w:t>—— 2011b, COAG Communiqué 13</w:t>
      </w:r>
      <w:r w:rsidR="00DE694D" w:rsidRPr="008E7459">
        <w:t> </w:t>
      </w:r>
      <w:r w:rsidRPr="008E7459">
        <w:t>February 2011, www.coag.gov.au/coag_ meeting_outcomes/2011</w:t>
      </w:r>
      <w:r w:rsidR="00DE694D" w:rsidRPr="008E7459">
        <w:noBreakHyphen/>
      </w:r>
      <w:r w:rsidRPr="008E7459">
        <w:t>02</w:t>
      </w:r>
      <w:r w:rsidR="00DE694D" w:rsidRPr="008E7459">
        <w:noBreakHyphen/>
      </w:r>
      <w:r w:rsidRPr="008E7459">
        <w:t>13/docs/communique_20110213.pdf (accessed 24</w:t>
      </w:r>
      <w:r w:rsidR="00DE694D" w:rsidRPr="008E7459">
        <w:t> </w:t>
      </w:r>
      <w:r w:rsidRPr="008E7459">
        <w:t>May 2012).</w:t>
      </w:r>
    </w:p>
    <w:p w:rsidR="003C06A2" w:rsidRPr="008E7459" w:rsidRDefault="00DE068A" w:rsidP="003C06A2">
      <w:pPr>
        <w:pStyle w:val="Reference"/>
      </w:pPr>
      <w:r w:rsidRPr="008E7459">
        <w:t xml:space="preserve">—— </w:t>
      </w:r>
      <w:r w:rsidR="003C06A2" w:rsidRPr="008E7459">
        <w:t>2009a, COAG Communiqué 30</w:t>
      </w:r>
      <w:r w:rsidR="00DE694D" w:rsidRPr="008E7459">
        <w:t> </w:t>
      </w:r>
      <w:r w:rsidR="003C06A2" w:rsidRPr="008E7459">
        <w:t>April 2009, www.coag.gov.au/coag_meeting_outcomes/2009</w:t>
      </w:r>
      <w:r w:rsidR="00DE694D" w:rsidRPr="008E7459">
        <w:noBreakHyphen/>
      </w:r>
      <w:r w:rsidR="003C06A2" w:rsidRPr="008E7459">
        <w:t>04</w:t>
      </w:r>
      <w:r w:rsidR="00DE694D" w:rsidRPr="008E7459">
        <w:noBreakHyphen/>
      </w:r>
      <w:r w:rsidR="003C06A2" w:rsidRPr="008E7459">
        <w:t>30/docs/20090430_</w:t>
      </w:r>
      <w:r w:rsidR="00537654" w:rsidRPr="008E7459">
        <w:br/>
      </w:r>
      <w:r w:rsidR="003C06A2" w:rsidRPr="008E7459">
        <w:t>communique.pdf (accessed 24</w:t>
      </w:r>
      <w:r w:rsidR="00DE694D" w:rsidRPr="008E7459">
        <w:t> </w:t>
      </w:r>
      <w:r w:rsidR="003C06A2" w:rsidRPr="008E7459">
        <w:t>May 2012).</w:t>
      </w:r>
    </w:p>
    <w:p w:rsidR="003C06A2" w:rsidRPr="008E7459" w:rsidRDefault="003C06A2" w:rsidP="003C06A2">
      <w:pPr>
        <w:pStyle w:val="Reference"/>
      </w:pPr>
      <w:r w:rsidRPr="008E7459">
        <w:t>—— 2009b, National Education Agreement (to July 2012), www.federalfinancialrelations.gov.au/content/national_agreements.aspx (accessed 24</w:t>
      </w:r>
      <w:r w:rsidR="00DE694D" w:rsidRPr="008E7459">
        <w:t> </w:t>
      </w:r>
      <w:r w:rsidRPr="008E7459">
        <w:t>April 2013).</w:t>
      </w:r>
    </w:p>
    <w:p w:rsidR="003C06A2" w:rsidRPr="008E7459" w:rsidRDefault="003C06A2" w:rsidP="003C06A2">
      <w:pPr>
        <w:pStyle w:val="Reference"/>
      </w:pPr>
      <w:r w:rsidRPr="008E7459">
        <w:t>—— 2009c, National Partnership Agreement on the Nation Building and Jobs Plan: Building Prosperity for the Future and Supporting Jobs Now, www.federalfinancialrelations.gov.au/content/npa/infrastructure/nation_building_and_jobs_plan/national_partnership.pdf (accessed 24</w:t>
      </w:r>
      <w:r w:rsidR="00DE694D" w:rsidRPr="008E7459">
        <w:t> </w:t>
      </w:r>
      <w:r w:rsidRPr="008E7459">
        <w:t>April 2013).</w:t>
      </w:r>
    </w:p>
    <w:p w:rsidR="003C06A2" w:rsidRPr="008E7459" w:rsidRDefault="003C06A2" w:rsidP="003C06A2">
      <w:pPr>
        <w:pStyle w:val="Reference"/>
      </w:pPr>
      <w:r w:rsidRPr="008E7459">
        <w:lastRenderedPageBreak/>
        <w:t>—— 2009d, National Partnership Agreement on Youth Attainment and Transitions, www.dfeest.sa.gov.au/Portals/1/Documents/policies/COAG</w:t>
      </w:r>
      <w:r w:rsidR="0026685B" w:rsidRPr="008E7459">
        <w:t>%</w:t>
      </w:r>
      <w:r w:rsidRPr="008E7459">
        <w:t>20National</w:t>
      </w:r>
      <w:r w:rsidR="0026685B" w:rsidRPr="008E7459">
        <w:t>%</w:t>
      </w:r>
      <w:r w:rsidRPr="008E7459">
        <w:t>20Partnership</w:t>
      </w:r>
      <w:r w:rsidR="0026685B" w:rsidRPr="008E7459">
        <w:t>%</w:t>
      </w:r>
      <w:r w:rsidRPr="008E7459">
        <w:t>20Agreement</w:t>
      </w:r>
      <w:r w:rsidR="0026685B" w:rsidRPr="008E7459">
        <w:t>%</w:t>
      </w:r>
      <w:r w:rsidRPr="008E7459">
        <w:t>20on</w:t>
      </w:r>
      <w:r w:rsidR="0026685B" w:rsidRPr="008E7459">
        <w:t>%</w:t>
      </w:r>
      <w:r w:rsidRPr="008E7459">
        <w:t>20Youth</w:t>
      </w:r>
      <w:r w:rsidR="0026685B" w:rsidRPr="008E7459">
        <w:t>%</w:t>
      </w:r>
      <w:r w:rsidRPr="008E7459">
        <w:t>20Attainment</w:t>
      </w:r>
      <w:r w:rsidR="0026685B" w:rsidRPr="008E7459">
        <w:t>%</w:t>
      </w:r>
      <w:r w:rsidRPr="008E7459">
        <w:t>20and</w:t>
      </w:r>
      <w:r w:rsidR="0026685B" w:rsidRPr="008E7459">
        <w:t>%</w:t>
      </w:r>
      <w:r w:rsidRPr="008E7459">
        <w:t>20Transitions_2009</w:t>
      </w:r>
      <w:r w:rsidR="00DE694D" w:rsidRPr="008E7459">
        <w:noBreakHyphen/>
      </w:r>
      <w:r w:rsidRPr="008E7459">
        <w:t>10</w:t>
      </w:r>
      <w:r w:rsidR="0026685B" w:rsidRPr="008E7459">
        <w:t>%</w:t>
      </w:r>
      <w:r w:rsidRPr="008E7459">
        <w:t>20to</w:t>
      </w:r>
      <w:r w:rsidR="0026685B" w:rsidRPr="008E7459">
        <w:t>%</w:t>
      </w:r>
      <w:r w:rsidRPr="008E7459">
        <w:t>202013</w:t>
      </w:r>
      <w:r w:rsidR="00DE694D" w:rsidRPr="008E7459">
        <w:noBreakHyphen/>
      </w:r>
      <w:r w:rsidRPr="008E7459">
        <w:t>14.pdf (accessed 24</w:t>
      </w:r>
      <w:r w:rsidR="00DE694D" w:rsidRPr="008E7459">
        <w:t> </w:t>
      </w:r>
      <w:r w:rsidRPr="008E7459">
        <w:t>April 2012).</w:t>
      </w:r>
    </w:p>
    <w:p w:rsidR="00DE068A" w:rsidRPr="008E7459" w:rsidRDefault="00DE068A" w:rsidP="00DE068A">
      <w:pPr>
        <w:pStyle w:val="Reference"/>
      </w:pPr>
      <w:r w:rsidRPr="008E7459">
        <w:t>CRC (COAG Reform Council) 2010, National Education Agreement: Performance Report for 2009, CRC, Sydney.</w:t>
      </w:r>
    </w:p>
    <w:p w:rsidR="003C06A2" w:rsidRPr="008E7459" w:rsidRDefault="00DE068A" w:rsidP="003C06A2">
      <w:pPr>
        <w:pStyle w:val="Reference"/>
      </w:pPr>
      <w:r w:rsidRPr="008E7459">
        <w:t xml:space="preserve">—— </w:t>
      </w:r>
      <w:r w:rsidR="003C06A2" w:rsidRPr="008E7459">
        <w:t>2009, National Education Agreement: Baseline Performance Report for 2008, CRC, Sydney.</w:t>
      </w:r>
    </w:p>
    <w:p w:rsidR="003C06A2" w:rsidRPr="008E7459" w:rsidRDefault="003C06A2" w:rsidP="003C06A2">
      <w:pPr>
        <w:pStyle w:val="Reference"/>
      </w:pPr>
      <w:r w:rsidRPr="008E7459">
        <w:t>DEECD (Victorian Department of Education and Early Childhood Development) 2008, A Research Paper to inform the development of An Early Years Learning Framework for Australia, June 2008, Melbourne.</w:t>
      </w:r>
    </w:p>
    <w:p w:rsidR="003C06A2" w:rsidRPr="008E7459" w:rsidRDefault="003C06A2" w:rsidP="003C06A2">
      <w:pPr>
        <w:pStyle w:val="Reference"/>
      </w:pPr>
      <w:r w:rsidRPr="008E7459">
        <w:t xml:space="preserve">DEEWR (Department of Education, Employment and Workplace Relations) 2009, Supporting the development of young children in Australia: 2009 </w:t>
      </w:r>
      <w:r w:rsidR="00DE694D" w:rsidRPr="008E7459">
        <w:noBreakHyphen/>
      </w:r>
      <w:r w:rsidRPr="008E7459">
        <w:t xml:space="preserve"> A Snapshot, http://foi.deewr.gov.au/documents/supporting</w:t>
      </w:r>
      <w:r w:rsidR="00DE694D" w:rsidRPr="008E7459">
        <w:noBreakHyphen/>
      </w:r>
      <w:r w:rsidRPr="008E7459">
        <w:t>development</w:t>
      </w:r>
      <w:r w:rsidR="00DE694D" w:rsidRPr="008E7459">
        <w:noBreakHyphen/>
      </w:r>
      <w:r w:rsidRPr="008E7459">
        <w:t>young</w:t>
      </w:r>
      <w:r w:rsidR="00DE694D" w:rsidRPr="008E7459">
        <w:noBreakHyphen/>
      </w:r>
      <w:r w:rsidRPr="008E7459">
        <w:t>children</w:t>
      </w:r>
      <w:r w:rsidR="00DE694D" w:rsidRPr="008E7459">
        <w:noBreakHyphen/>
      </w:r>
      <w:r w:rsidRPr="008E7459">
        <w:t>australia</w:t>
      </w:r>
      <w:r w:rsidR="00DE694D" w:rsidRPr="008E7459">
        <w:noBreakHyphen/>
      </w:r>
      <w:r w:rsidRPr="008E7459">
        <w:t>2009</w:t>
      </w:r>
      <w:r w:rsidR="00DE694D" w:rsidRPr="008E7459">
        <w:noBreakHyphen/>
      </w:r>
      <w:r w:rsidRPr="008E7459">
        <w:t>snapshot (accessed 24</w:t>
      </w:r>
      <w:r w:rsidR="00DE694D" w:rsidRPr="008E7459">
        <w:t> </w:t>
      </w:r>
      <w:r w:rsidRPr="008E7459">
        <w:t>April 2013)</w:t>
      </w:r>
    </w:p>
    <w:p w:rsidR="003C06A2" w:rsidRPr="008E7459" w:rsidRDefault="003C06A2" w:rsidP="003C06A2">
      <w:pPr>
        <w:pStyle w:val="Reference"/>
      </w:pPr>
      <w:r w:rsidRPr="008E7459">
        <w:t xml:space="preserve">Eidos 2008, Advantage Through Structured Flexibility Operations of Schooling Review prepared for Queensland Department of Education, Training and the Arts, 2008, </w:t>
      </w:r>
      <w:r w:rsidR="00F12977" w:rsidRPr="008E7459">
        <w:t xml:space="preserve">http://www.eidos.org.au/v2/images/documents/FinalReports </w:t>
      </w:r>
      <w:r w:rsidRPr="008E7459">
        <w:t>/osr_final.pdf (accessed 23</w:t>
      </w:r>
      <w:r w:rsidR="00DE694D" w:rsidRPr="008E7459">
        <w:t> </w:t>
      </w:r>
      <w:r w:rsidRPr="008E7459">
        <w:t>April 2013).</w:t>
      </w:r>
    </w:p>
    <w:p w:rsidR="003C06A2" w:rsidRPr="008E7459" w:rsidRDefault="003C06A2" w:rsidP="003C06A2">
      <w:pPr>
        <w:pStyle w:val="Reference"/>
      </w:pPr>
      <w:r w:rsidRPr="008E7459">
        <w:t>Field, S. Kuczera, M. Pont, B. 2007, No More Failures: Ten Steps to Equity in Education, OECD, Paris.</w:t>
      </w:r>
    </w:p>
    <w:p w:rsidR="003C06A2" w:rsidRPr="008E7459" w:rsidRDefault="003C06A2" w:rsidP="003C06A2">
      <w:pPr>
        <w:pStyle w:val="Reference"/>
      </w:pPr>
      <w:r w:rsidRPr="008E7459">
        <w:t>Gonski, D., Boston, K., Greiner, K., Lawrence, C., Scales, B., Tannock, P. 2012, Review of Funding for Schooling</w:t>
      </w:r>
      <w:r w:rsidR="00DE694D" w:rsidRPr="008E7459">
        <w:t xml:space="preserve"> </w:t>
      </w:r>
      <w:r w:rsidRPr="008E7459">
        <w:t>—</w:t>
      </w:r>
      <w:r w:rsidR="00DE694D" w:rsidRPr="008E7459">
        <w:t xml:space="preserve"> </w:t>
      </w:r>
      <w:r w:rsidRPr="008E7459">
        <w:t>Final Report, DEEWR, Canberra.</w:t>
      </w:r>
    </w:p>
    <w:p w:rsidR="003C06A2" w:rsidRPr="008E7459" w:rsidRDefault="003C06A2" w:rsidP="003C06A2">
      <w:pPr>
        <w:pStyle w:val="Reference"/>
      </w:pPr>
      <w:r w:rsidRPr="008E7459">
        <w:t>Barnett, T., Diallo Roost, F., McEachran, J. 2011, An evaluation of the national rollout of the Home Interaction Program for Parents and Youngsters (HIPPY), http://www.bsl.org.au/pdfs/Investing_in_our_future_HIPPY_National_Rollout_Evaluation_FinalReport_2011.pdf (accessed 24</w:t>
      </w:r>
      <w:r w:rsidR="00DE694D" w:rsidRPr="008E7459">
        <w:t> </w:t>
      </w:r>
      <w:r w:rsidRPr="008E7459">
        <w:t xml:space="preserve">April 2013). </w:t>
      </w:r>
    </w:p>
    <w:p w:rsidR="003C06A2" w:rsidRPr="008E7459" w:rsidRDefault="003C06A2" w:rsidP="003C06A2">
      <w:pPr>
        <w:pStyle w:val="Reference"/>
      </w:pPr>
      <w:r w:rsidRPr="008E7459">
        <w:t>Hattie, J. 1999, Influences on Student Learning, Inaugural Professorial Lecture, University of Auckland, 2</w:t>
      </w:r>
      <w:r w:rsidR="00DE694D" w:rsidRPr="008E7459">
        <w:t> </w:t>
      </w:r>
      <w:r w:rsidRPr="008E7459">
        <w:t>August 1999.</w:t>
      </w:r>
    </w:p>
    <w:p w:rsidR="003C06A2" w:rsidRPr="008E7459" w:rsidRDefault="003C06A2" w:rsidP="003C06A2">
      <w:pPr>
        <w:pStyle w:val="Reference"/>
      </w:pPr>
      <w:r w:rsidRPr="008E7459">
        <w:t>Hattie, J. 2003, Teachers Make a Difference: What is the Research Evidence?, Paper presented at the Australian Council for Education Research Annual Conference: Building Teacher Quality.</w:t>
      </w:r>
    </w:p>
    <w:p w:rsidR="003C06A2" w:rsidRPr="008E7459" w:rsidRDefault="003C06A2" w:rsidP="003C06A2">
      <w:pPr>
        <w:pStyle w:val="Reference"/>
      </w:pPr>
      <w:r w:rsidRPr="008E7459">
        <w:t>OECD (Organisation for Economic Co</w:t>
      </w:r>
      <w:r w:rsidR="00DE694D" w:rsidRPr="008E7459">
        <w:noBreakHyphen/>
      </w:r>
      <w:r w:rsidRPr="008E7459">
        <w:t>Operation and Development) 2011, Education at a Glance 2011, OECD, Paris.</w:t>
      </w:r>
    </w:p>
    <w:p w:rsidR="003C06A2" w:rsidRPr="008E7459" w:rsidRDefault="003C06A2" w:rsidP="003C06A2">
      <w:pPr>
        <w:pStyle w:val="Reference"/>
      </w:pPr>
      <w:r w:rsidRPr="008E7459">
        <w:t>NCVER (National Centre for Vocational Education and Research) 2010, Australian Vocational Education and Training Statistics: VET in Schools 2009, NCVER, Adelaide.</w:t>
      </w:r>
    </w:p>
    <w:p w:rsidR="003C06A2" w:rsidRPr="008E7459" w:rsidRDefault="003C06A2" w:rsidP="003C06A2">
      <w:pPr>
        <w:pStyle w:val="Reference"/>
      </w:pPr>
      <w:r w:rsidRPr="008E7459">
        <w:lastRenderedPageBreak/>
        <w:t>SCRGSP (Steering Committee for the Review of Government Service Provision) 2013, Report on Government Services 2013, Productivity Commission, Canberra.</w:t>
      </w:r>
    </w:p>
    <w:p w:rsidR="003C06A2" w:rsidRPr="008E7459" w:rsidRDefault="003C06A2" w:rsidP="003C06A2">
      <w:pPr>
        <w:pStyle w:val="Reference"/>
      </w:pPr>
      <w:r w:rsidRPr="008E7459">
        <w:t>—— 2011, Overcoming Indigenous Disadvantage: Key Indicators 2011, Productivity Commission, Canberra.</w:t>
      </w:r>
    </w:p>
    <w:p w:rsidR="003C06A2" w:rsidRPr="008E7459" w:rsidRDefault="003C06A2" w:rsidP="003C06A2">
      <w:pPr>
        <w:pStyle w:val="Reference"/>
      </w:pPr>
      <w:r w:rsidRPr="008E7459">
        <w:t>Teese, R., Lamb, S. and Duru</w:t>
      </w:r>
      <w:r w:rsidR="00DE694D" w:rsidRPr="008E7459">
        <w:noBreakHyphen/>
      </w:r>
      <w:r w:rsidRPr="008E7459">
        <w:t xml:space="preserve">Bellat, M. (eds) 2007, International Studies in Educational Inequality, Theory and Policy: Volume Three. Inequality: Educational Theory and Public Policy, Springer, Dordrecht, </w:t>
      </w:r>
      <w:r w:rsidR="00DE694D" w:rsidRPr="008E7459">
        <w:t>c</w:t>
      </w:r>
      <w:r w:rsidRPr="008E7459">
        <w:t>hapter</w:t>
      </w:r>
      <w:r w:rsidR="00DE694D" w:rsidRPr="008E7459">
        <w:t> </w:t>
      </w:r>
      <w:r w:rsidRPr="008E7459">
        <w:t>1.</w:t>
      </w:r>
    </w:p>
    <w:p w:rsidR="003C06A2" w:rsidRPr="008E7459" w:rsidRDefault="003C06A2" w:rsidP="003C06A2">
      <w:pPr>
        <w:pStyle w:val="Reference"/>
      </w:pPr>
      <w:r w:rsidRPr="008E7459">
        <w:t>Teese, R. and Walstab, A. 2011, From Opportunity to Outcomes. The Changing Role of Public Schooling in Australian and National Funding Arrangements, Centre for Research on Education Systems, The University of Melbourne.</w:t>
      </w:r>
    </w:p>
    <w:p w:rsidR="003C06A2" w:rsidRPr="008E7459" w:rsidRDefault="003C06A2" w:rsidP="003C06A2">
      <w:pPr>
        <w:pStyle w:val="Reference"/>
        <w:rPr>
          <w:b/>
        </w:rPr>
      </w:pPr>
      <w:r w:rsidRPr="008E7459">
        <w:t>Watterston, J. 2010, School Size and Student Outcomes in ACT Public Schools: A Catalyst for Further Investigation and Discussion, Centre for Strategic Education Occasional Papers Number 117, September 2010, Melbourne.</w:t>
      </w:r>
    </w:p>
    <w:p w:rsidR="0026369A" w:rsidRPr="008E7459" w:rsidRDefault="0026369A" w:rsidP="003C06A2">
      <w:pPr>
        <w:pStyle w:val="Heading2"/>
        <w:pageBreakBefore/>
      </w:pPr>
      <w:r w:rsidRPr="008E7459">
        <w:lastRenderedPageBreak/>
        <w:t>Acronyms and abbreviations</w:t>
      </w:r>
      <w:bookmarkEnd w:id="51"/>
      <w:bookmarkEnd w:id="52"/>
    </w:p>
    <w:p w:rsidR="0026369A" w:rsidRPr="008E7459" w:rsidRDefault="0026369A" w:rsidP="00EE3827">
      <w:pPr>
        <w:pStyle w:val="Abbreviation"/>
      </w:pPr>
      <w:r w:rsidRPr="008E7459">
        <w:t>AATSIHS</w:t>
      </w:r>
      <w:r w:rsidRPr="008E7459">
        <w:tab/>
        <w:t xml:space="preserve">Australian Aboriginal and Torres Strait Islander </w:t>
      </w:r>
      <w:r w:rsidR="001B1E03" w:rsidRPr="008E7459">
        <w:t>Health</w:t>
      </w:r>
      <w:r w:rsidRPr="008E7459">
        <w:t xml:space="preserve"> Survey</w:t>
      </w:r>
      <w:r w:rsidRPr="008E7459">
        <w:rPr>
          <w:rStyle w:val="FootnoteReference"/>
        </w:rPr>
        <w:footnoteReference w:id="4"/>
      </w:r>
    </w:p>
    <w:p w:rsidR="0026369A" w:rsidRPr="008E7459" w:rsidRDefault="0026369A" w:rsidP="0026369A">
      <w:pPr>
        <w:pStyle w:val="Abbreviation"/>
      </w:pPr>
      <w:r w:rsidRPr="008E7459">
        <w:t>ABS</w:t>
      </w:r>
      <w:r w:rsidRPr="008E7459">
        <w:tab/>
        <w:t>Australian Bureau of Statistics</w:t>
      </w:r>
    </w:p>
    <w:p w:rsidR="0026369A" w:rsidRPr="008E7459" w:rsidRDefault="0026369A" w:rsidP="0026369A">
      <w:pPr>
        <w:pStyle w:val="Abbreviation"/>
      </w:pPr>
      <w:r w:rsidRPr="008E7459">
        <w:t>ACARA</w:t>
      </w:r>
      <w:r w:rsidRPr="008E7459">
        <w:tab/>
        <w:t>Australian Curriculum Assessment and Reporting Authority</w:t>
      </w:r>
    </w:p>
    <w:p w:rsidR="0026369A" w:rsidRPr="008E7459" w:rsidRDefault="0026369A" w:rsidP="0026369A">
      <w:pPr>
        <w:pStyle w:val="Abbreviation"/>
      </w:pPr>
      <w:r w:rsidRPr="008E7459">
        <w:t>ACER</w:t>
      </w:r>
      <w:r w:rsidRPr="008E7459">
        <w:tab/>
        <w:t>Australian Council for Educational Research</w:t>
      </w:r>
    </w:p>
    <w:p w:rsidR="0026369A" w:rsidRPr="008E7459" w:rsidRDefault="0026369A" w:rsidP="0026369A">
      <w:pPr>
        <w:pStyle w:val="Abbreviation"/>
      </w:pPr>
      <w:r w:rsidRPr="008E7459">
        <w:t>ACT</w:t>
      </w:r>
      <w:r w:rsidRPr="008E7459">
        <w:tab/>
        <w:t>Australian Capital Territory</w:t>
      </w:r>
    </w:p>
    <w:p w:rsidR="009E444F" w:rsidRPr="008E7459" w:rsidRDefault="009E444F" w:rsidP="009E444F">
      <w:pPr>
        <w:pStyle w:val="Abbreviation"/>
      </w:pPr>
      <w:r w:rsidRPr="008E7459">
        <w:t>AEEYSOC</w:t>
      </w:r>
      <w:r w:rsidRPr="008E7459">
        <w:tab/>
        <w:t>Australian Education Early Childhood Development and Youth Affairs Senior Officials Committee</w:t>
      </w:r>
    </w:p>
    <w:p w:rsidR="0026369A" w:rsidRPr="008E7459" w:rsidRDefault="0026369A" w:rsidP="0026369A">
      <w:pPr>
        <w:pStyle w:val="Abbreviation"/>
      </w:pPr>
      <w:r w:rsidRPr="008E7459">
        <w:t>AEDI</w:t>
      </w:r>
      <w:r w:rsidRPr="008E7459">
        <w:tab/>
        <w:t>Australian Early Development Index</w:t>
      </w:r>
    </w:p>
    <w:p w:rsidR="0026369A" w:rsidRPr="008E7459" w:rsidRDefault="0026369A" w:rsidP="0026369A">
      <w:pPr>
        <w:pStyle w:val="Abbreviation"/>
      </w:pPr>
      <w:r w:rsidRPr="008E7459">
        <w:t>AIM</w:t>
      </w:r>
      <w:r w:rsidRPr="008E7459">
        <w:tab/>
        <w:t>Achievement Improvement Monitor test</w:t>
      </w:r>
    </w:p>
    <w:p w:rsidR="0026369A" w:rsidRPr="008E7459" w:rsidRDefault="0026369A" w:rsidP="0026369A">
      <w:pPr>
        <w:pStyle w:val="Abbreviation"/>
      </w:pPr>
      <w:r w:rsidRPr="008E7459">
        <w:t>AQF</w:t>
      </w:r>
      <w:r w:rsidRPr="008E7459">
        <w:tab/>
        <w:t>Australian Qualifications Framework</w:t>
      </w:r>
    </w:p>
    <w:p w:rsidR="001B1E03" w:rsidRPr="008E7459" w:rsidRDefault="001B1E03" w:rsidP="00EE3827">
      <w:pPr>
        <w:pStyle w:val="Abbreviation"/>
      </w:pPr>
      <w:r w:rsidRPr="008E7459">
        <w:t>ARA</w:t>
      </w:r>
      <w:r w:rsidRPr="008E7459">
        <w:tab/>
        <w:t>Any Responsible Adult</w:t>
      </w:r>
    </w:p>
    <w:p w:rsidR="0026369A" w:rsidRPr="008E7459" w:rsidRDefault="0026369A" w:rsidP="0026369A">
      <w:pPr>
        <w:pStyle w:val="Abbreviation"/>
      </w:pPr>
      <w:r w:rsidRPr="008E7459">
        <w:t>ARIA</w:t>
      </w:r>
      <w:r w:rsidRPr="008E7459">
        <w:tab/>
        <w:t>Accessibility and Remoteness Index for Australia</w:t>
      </w:r>
    </w:p>
    <w:p w:rsidR="00192BC8" w:rsidRPr="008E7459" w:rsidRDefault="00192BC8" w:rsidP="00EE3827">
      <w:pPr>
        <w:pStyle w:val="Abbreviation"/>
      </w:pPr>
      <w:r w:rsidRPr="008E7459">
        <w:t>ASCED</w:t>
      </w:r>
      <w:r w:rsidRPr="008E7459">
        <w:tab/>
        <w:t>Australian Standard Classification of Education</w:t>
      </w:r>
    </w:p>
    <w:p w:rsidR="0026369A" w:rsidRPr="008E7459" w:rsidRDefault="0026369A" w:rsidP="0026369A">
      <w:pPr>
        <w:pStyle w:val="Abbreviation"/>
      </w:pPr>
      <w:r w:rsidRPr="008E7459">
        <w:t>Aust</w:t>
      </w:r>
      <w:r w:rsidRPr="008E7459">
        <w:tab/>
        <w:t>Australia</w:t>
      </w:r>
    </w:p>
    <w:p w:rsidR="0026369A" w:rsidRPr="008E7459" w:rsidRDefault="008921A5" w:rsidP="0026369A">
      <w:pPr>
        <w:pStyle w:val="Abbreviation"/>
      </w:pPr>
      <w:r w:rsidRPr="008E7459">
        <w:t>Census</w:t>
      </w:r>
      <w:r w:rsidR="0026369A" w:rsidRPr="008E7459">
        <w:tab/>
        <w:t xml:space="preserve">ABS </w:t>
      </w:r>
      <w:r w:rsidRPr="008E7459">
        <w:t>Census</w:t>
      </w:r>
      <w:r w:rsidR="0026369A" w:rsidRPr="008E7459">
        <w:t xml:space="preserve"> of Population and Housing</w:t>
      </w:r>
    </w:p>
    <w:p w:rsidR="0026369A" w:rsidRPr="008E7459" w:rsidRDefault="0026369A" w:rsidP="0026369A">
      <w:pPr>
        <w:pStyle w:val="Abbreviation"/>
      </w:pPr>
      <w:r w:rsidRPr="008E7459">
        <w:t>CI</w:t>
      </w:r>
      <w:r w:rsidRPr="008E7459">
        <w:tab/>
        <w:t>Confidence Interval</w:t>
      </w:r>
    </w:p>
    <w:p w:rsidR="0026369A" w:rsidRPr="008E7459" w:rsidRDefault="0026369A" w:rsidP="0026369A">
      <w:pPr>
        <w:pStyle w:val="Abbreviation"/>
      </w:pPr>
      <w:r w:rsidRPr="008E7459">
        <w:t>COAG</w:t>
      </w:r>
      <w:r w:rsidRPr="008E7459">
        <w:tab/>
        <w:t>Council of Australian Governments</w:t>
      </w:r>
    </w:p>
    <w:p w:rsidR="0026369A" w:rsidRPr="008E7459" w:rsidRDefault="0026369A" w:rsidP="0026369A">
      <w:pPr>
        <w:pStyle w:val="Abbreviation"/>
      </w:pPr>
      <w:r w:rsidRPr="008E7459">
        <w:t>CRC</w:t>
      </w:r>
      <w:r w:rsidRPr="008E7459">
        <w:tab/>
        <w:t>COAG Reform Council</w:t>
      </w:r>
    </w:p>
    <w:p w:rsidR="00192BC8" w:rsidRPr="008E7459" w:rsidRDefault="00192BC8" w:rsidP="00EE3827">
      <w:pPr>
        <w:pStyle w:val="Abbreviation"/>
      </w:pPr>
      <w:r w:rsidRPr="008E7459">
        <w:t>CURF</w:t>
      </w:r>
      <w:r w:rsidRPr="008E7459">
        <w:tab/>
        <w:t>Confidentialised Unit Record File</w:t>
      </w:r>
    </w:p>
    <w:p w:rsidR="0026369A" w:rsidRPr="008E7459" w:rsidRDefault="0026369A" w:rsidP="0026369A">
      <w:pPr>
        <w:pStyle w:val="Abbreviation"/>
      </w:pPr>
      <w:r w:rsidRPr="008E7459">
        <w:t>DEEWR</w:t>
      </w:r>
      <w:r w:rsidRPr="008E7459">
        <w:tab/>
        <w:t>Department of Education, Employment and Workplace Relations</w:t>
      </w:r>
    </w:p>
    <w:p w:rsidR="0026369A" w:rsidRPr="008E7459" w:rsidRDefault="0026369A" w:rsidP="0026369A">
      <w:pPr>
        <w:pStyle w:val="Abbreviation"/>
      </w:pPr>
      <w:r w:rsidRPr="008E7459">
        <w:t>DQS</w:t>
      </w:r>
      <w:r w:rsidRPr="008E7459">
        <w:tab/>
        <w:t>Data Quality Statement</w:t>
      </w:r>
    </w:p>
    <w:p w:rsidR="00811B23" w:rsidRPr="008E7459" w:rsidRDefault="00811B23" w:rsidP="00EE3827">
      <w:pPr>
        <w:pStyle w:val="Abbreviation"/>
      </w:pPr>
      <w:r w:rsidRPr="008E7459">
        <w:t>ERP</w:t>
      </w:r>
      <w:r w:rsidRPr="008E7459">
        <w:tab/>
        <w:t>Estimated Resident Population</w:t>
      </w:r>
    </w:p>
    <w:p w:rsidR="0026369A" w:rsidRPr="008E7459" w:rsidRDefault="0026369A" w:rsidP="0026369A">
      <w:pPr>
        <w:pStyle w:val="Abbreviation"/>
      </w:pPr>
      <w:r w:rsidRPr="008E7459">
        <w:t>FTE</w:t>
      </w:r>
      <w:r w:rsidRPr="008E7459">
        <w:tab/>
        <w:t>full time equivalent</w:t>
      </w:r>
    </w:p>
    <w:p w:rsidR="00192BC8" w:rsidRPr="008E7459" w:rsidRDefault="00192BC8" w:rsidP="0026369A">
      <w:pPr>
        <w:pStyle w:val="Abbreviation"/>
      </w:pPr>
      <w:r w:rsidRPr="008E7459">
        <w:t>ICSEA</w:t>
      </w:r>
      <w:r w:rsidRPr="008E7459">
        <w:tab/>
        <w:t>Index of Community Socio</w:t>
      </w:r>
      <w:r w:rsidRPr="008E7459">
        <w:noBreakHyphen/>
        <w:t>Educational Advantage</w:t>
      </w:r>
    </w:p>
    <w:p w:rsidR="0026369A" w:rsidRPr="008E7459" w:rsidRDefault="0026369A" w:rsidP="0026369A">
      <w:pPr>
        <w:pStyle w:val="Abbreviation"/>
      </w:pPr>
      <w:r w:rsidRPr="008E7459">
        <w:lastRenderedPageBreak/>
        <w:t>IGA</w:t>
      </w:r>
      <w:r w:rsidRPr="008E7459">
        <w:tab/>
        <w:t>Intergovernmental Agreement on Federal Financial Relations</w:t>
      </w:r>
    </w:p>
    <w:p w:rsidR="0026369A" w:rsidRPr="008E7459" w:rsidRDefault="0026369A" w:rsidP="0026369A">
      <w:pPr>
        <w:pStyle w:val="Abbreviation"/>
      </w:pPr>
      <w:r w:rsidRPr="008E7459">
        <w:t>IRSD</w:t>
      </w:r>
      <w:r w:rsidRPr="008E7459">
        <w:tab/>
        <w:t>Index of Relative Socioeconomic Disadvantage</w:t>
      </w:r>
    </w:p>
    <w:p w:rsidR="0026369A" w:rsidRPr="008E7459" w:rsidRDefault="0026369A" w:rsidP="0026369A">
      <w:pPr>
        <w:pStyle w:val="Abbreviation"/>
      </w:pPr>
      <w:r w:rsidRPr="008E7459">
        <w:t>LBOTE</w:t>
      </w:r>
      <w:r w:rsidRPr="008E7459">
        <w:tab/>
        <w:t>Language background other than English</w:t>
      </w:r>
    </w:p>
    <w:p w:rsidR="0026369A" w:rsidRPr="008E7459" w:rsidRDefault="0026369A" w:rsidP="0026369A">
      <w:pPr>
        <w:pStyle w:val="Abbreviation"/>
      </w:pPr>
      <w:r w:rsidRPr="008E7459">
        <w:t>LFS</w:t>
      </w:r>
      <w:r w:rsidRPr="008E7459">
        <w:tab/>
        <w:t>Labour Force Survey</w:t>
      </w:r>
    </w:p>
    <w:p w:rsidR="0026369A" w:rsidRPr="008E7459" w:rsidRDefault="0026369A" w:rsidP="00EE3827">
      <w:pPr>
        <w:pStyle w:val="Abbreviation"/>
      </w:pPr>
      <w:r w:rsidRPr="008E7459">
        <w:t>MCEECDYA</w:t>
      </w:r>
      <w:r w:rsidRPr="008E7459">
        <w:tab/>
        <w:t xml:space="preserve">Ministerial Council </w:t>
      </w:r>
      <w:r w:rsidR="00864D80" w:rsidRPr="008E7459">
        <w:t>for</w:t>
      </w:r>
      <w:r w:rsidRPr="008E7459">
        <w:t xml:space="preserve"> </w:t>
      </w:r>
      <w:r w:rsidR="00751CF2" w:rsidRPr="008E7459">
        <w:t>Education</w:t>
      </w:r>
      <w:r w:rsidRPr="008E7459">
        <w:t>, Early Childhood Development and Youth Affairs</w:t>
      </w:r>
    </w:p>
    <w:p w:rsidR="0026369A" w:rsidRPr="008E7459" w:rsidRDefault="0026369A" w:rsidP="0026369A">
      <w:pPr>
        <w:pStyle w:val="Abbreviation"/>
      </w:pPr>
      <w:r w:rsidRPr="008E7459">
        <w:t>MCEETYA</w:t>
      </w:r>
      <w:r w:rsidRPr="008E7459">
        <w:tab/>
        <w:t>Ministerial Council on Education, Employment, Training and Youth Affairs</w:t>
      </w:r>
    </w:p>
    <w:p w:rsidR="0026369A" w:rsidRPr="008E7459" w:rsidRDefault="0026369A" w:rsidP="0026369A">
      <w:pPr>
        <w:pStyle w:val="Abbreviation"/>
      </w:pPr>
      <w:r w:rsidRPr="008E7459">
        <w:t>NA</w:t>
      </w:r>
      <w:r w:rsidRPr="008E7459">
        <w:tab/>
        <w:t>National Agreement</w:t>
      </w:r>
    </w:p>
    <w:p w:rsidR="0026369A" w:rsidRPr="008E7459" w:rsidRDefault="0026369A" w:rsidP="0026369A">
      <w:pPr>
        <w:pStyle w:val="Abbreviation"/>
      </w:pPr>
      <w:r w:rsidRPr="008E7459">
        <w:t>NAPLAN</w:t>
      </w:r>
      <w:r w:rsidRPr="008E7459">
        <w:tab/>
        <w:t>National Assessment Program – Literacy and Numeracy</w:t>
      </w:r>
    </w:p>
    <w:p w:rsidR="0026369A" w:rsidRPr="008E7459" w:rsidRDefault="0026369A" w:rsidP="0026369A">
      <w:pPr>
        <w:pStyle w:val="Abbreviation"/>
      </w:pPr>
      <w:r w:rsidRPr="008E7459">
        <w:t>NASWD</w:t>
      </w:r>
      <w:r w:rsidRPr="008E7459">
        <w:tab/>
        <w:t>National Agreement for Skills and Workforce Development</w:t>
      </w:r>
    </w:p>
    <w:p w:rsidR="0026369A" w:rsidRPr="008E7459" w:rsidRDefault="0026369A" w:rsidP="0026369A">
      <w:pPr>
        <w:pStyle w:val="Abbreviation"/>
      </w:pPr>
      <w:r w:rsidRPr="008E7459">
        <w:t>NATSIHS</w:t>
      </w:r>
      <w:r w:rsidRPr="008E7459">
        <w:tab/>
        <w:t>National Aboriginal and Torres Strait Islander Health Survey</w:t>
      </w:r>
    </w:p>
    <w:p w:rsidR="0026369A" w:rsidRPr="008E7459" w:rsidRDefault="0026369A" w:rsidP="0026369A">
      <w:pPr>
        <w:pStyle w:val="Abbreviation"/>
      </w:pPr>
      <w:r w:rsidRPr="008E7459">
        <w:t>NATSISS</w:t>
      </w:r>
      <w:r w:rsidRPr="008E7459">
        <w:tab/>
        <w:t>National Aboriginal and Torres Strait Islander Social Survey</w:t>
      </w:r>
    </w:p>
    <w:p w:rsidR="0026369A" w:rsidRPr="008E7459" w:rsidRDefault="0026369A" w:rsidP="0026369A">
      <w:pPr>
        <w:pStyle w:val="Abbreviation"/>
      </w:pPr>
      <w:r w:rsidRPr="008E7459">
        <w:t>NCVER</w:t>
      </w:r>
      <w:r w:rsidRPr="008E7459">
        <w:tab/>
        <w:t>National Centre for Vocational Education Research</w:t>
      </w:r>
    </w:p>
    <w:p w:rsidR="0026369A" w:rsidRPr="008E7459" w:rsidRDefault="0026369A" w:rsidP="0026369A">
      <w:pPr>
        <w:pStyle w:val="Abbreviation"/>
      </w:pPr>
      <w:r w:rsidRPr="008E7459">
        <w:t>NEA</w:t>
      </w:r>
      <w:r w:rsidRPr="008E7459">
        <w:tab/>
        <w:t>National Education Agreement</w:t>
      </w:r>
    </w:p>
    <w:p w:rsidR="0026369A" w:rsidRPr="008E7459" w:rsidRDefault="0026369A" w:rsidP="0026369A">
      <w:pPr>
        <w:pStyle w:val="Abbreviation"/>
      </w:pPr>
      <w:r w:rsidRPr="008E7459">
        <w:t>NIRA</w:t>
      </w:r>
      <w:r w:rsidRPr="008E7459">
        <w:tab/>
        <w:t>National Indigenous Reform Agreement</w:t>
      </w:r>
    </w:p>
    <w:p w:rsidR="0026369A" w:rsidRPr="008E7459" w:rsidRDefault="0026369A" w:rsidP="0026369A">
      <w:pPr>
        <w:pStyle w:val="Abbreviation"/>
      </w:pPr>
      <w:r w:rsidRPr="008E7459">
        <w:t>NP</w:t>
      </w:r>
      <w:r w:rsidRPr="008E7459">
        <w:tab/>
        <w:t xml:space="preserve">National Partnership </w:t>
      </w:r>
    </w:p>
    <w:p w:rsidR="0026369A" w:rsidRPr="008E7459" w:rsidRDefault="0026369A" w:rsidP="0026369A">
      <w:pPr>
        <w:pStyle w:val="Abbreviation"/>
      </w:pPr>
      <w:r w:rsidRPr="008E7459">
        <w:t>NSAC</w:t>
      </w:r>
      <w:r w:rsidRPr="008E7459">
        <w:tab/>
        <w:t xml:space="preserve">National </w:t>
      </w:r>
      <w:r w:rsidR="0059154B" w:rsidRPr="008E7459">
        <w:t>Schools</w:t>
      </w:r>
      <w:r w:rsidRPr="008E7459">
        <w:t xml:space="preserve"> Attendance Collection</w:t>
      </w:r>
    </w:p>
    <w:p w:rsidR="0026369A" w:rsidRPr="008E7459" w:rsidRDefault="0026369A" w:rsidP="0026369A">
      <w:pPr>
        <w:pStyle w:val="Abbreviation"/>
      </w:pPr>
      <w:r w:rsidRPr="008E7459">
        <w:t>NSSC</w:t>
      </w:r>
      <w:r w:rsidRPr="008E7459">
        <w:tab/>
        <w:t>National Schools Statistics Collection</w:t>
      </w:r>
    </w:p>
    <w:p w:rsidR="0026369A" w:rsidRPr="008E7459" w:rsidRDefault="0026369A" w:rsidP="0026369A">
      <w:pPr>
        <w:pStyle w:val="Abbreviation"/>
      </w:pPr>
      <w:r w:rsidRPr="008E7459">
        <w:t>NSW</w:t>
      </w:r>
      <w:r w:rsidRPr="008E7459">
        <w:tab/>
        <w:t>New South Wales</w:t>
      </w:r>
    </w:p>
    <w:p w:rsidR="0026369A" w:rsidRPr="008E7459" w:rsidRDefault="0026369A" w:rsidP="0026369A">
      <w:pPr>
        <w:pStyle w:val="Abbreviation"/>
      </w:pPr>
      <w:r w:rsidRPr="008E7459">
        <w:t>NT</w:t>
      </w:r>
      <w:r w:rsidRPr="008E7459">
        <w:tab/>
        <w:t>Northern Territory</w:t>
      </w:r>
    </w:p>
    <w:p w:rsidR="0026369A" w:rsidRPr="008E7459" w:rsidRDefault="0026369A" w:rsidP="0026369A">
      <w:pPr>
        <w:pStyle w:val="Abbreviation"/>
      </w:pPr>
      <w:r w:rsidRPr="008E7459">
        <w:t>NYPR</w:t>
      </w:r>
      <w:r w:rsidRPr="008E7459">
        <w:tab/>
        <w:t>National Youth Participation Requirement</w:t>
      </w:r>
    </w:p>
    <w:p w:rsidR="0026369A" w:rsidRPr="008E7459" w:rsidRDefault="0026369A" w:rsidP="0026369A">
      <w:pPr>
        <w:pStyle w:val="Abbreviation"/>
      </w:pPr>
      <w:r w:rsidRPr="008E7459">
        <w:t>OECD</w:t>
      </w:r>
      <w:r w:rsidRPr="008E7459">
        <w:tab/>
        <w:t>Organisation for Economic Co</w:t>
      </w:r>
      <w:r w:rsidR="00DE694D" w:rsidRPr="008E7459">
        <w:noBreakHyphen/>
      </w:r>
      <w:r w:rsidRPr="008E7459">
        <w:t>Operation and Development</w:t>
      </w:r>
    </w:p>
    <w:p w:rsidR="00192BC8" w:rsidRPr="008E7459" w:rsidRDefault="00192BC8" w:rsidP="00EE3827">
      <w:pPr>
        <w:pStyle w:val="Abbreviation"/>
      </w:pPr>
      <w:r w:rsidRPr="008E7459">
        <w:t>PI</w:t>
      </w:r>
      <w:r w:rsidRPr="008E7459">
        <w:tab/>
        <w:t>Performance Indicator</w:t>
      </w:r>
    </w:p>
    <w:p w:rsidR="00811B23" w:rsidRPr="008E7459" w:rsidRDefault="00811B23" w:rsidP="00EE3827">
      <w:pPr>
        <w:pStyle w:val="Abbreviation"/>
      </w:pPr>
      <w:r w:rsidRPr="008E7459">
        <w:t>PIF</w:t>
      </w:r>
      <w:r w:rsidRPr="008E7459">
        <w:tab/>
        <w:t>Performance Indicator Framework</w:t>
      </w:r>
    </w:p>
    <w:p w:rsidR="00811B23" w:rsidRPr="008E7459" w:rsidRDefault="00811B23" w:rsidP="00EE3827">
      <w:pPr>
        <w:pStyle w:val="Abbreviation"/>
      </w:pPr>
      <w:r w:rsidRPr="008E7459">
        <w:t>PIRLS</w:t>
      </w:r>
      <w:r w:rsidRPr="008E7459">
        <w:tab/>
        <w:t>Progress in International Reading Literacy Study</w:t>
      </w:r>
    </w:p>
    <w:p w:rsidR="0026369A" w:rsidRPr="008E7459" w:rsidRDefault="0026369A" w:rsidP="0026369A">
      <w:pPr>
        <w:pStyle w:val="Abbreviation"/>
      </w:pPr>
      <w:r w:rsidRPr="008E7459">
        <w:t>PISA</w:t>
      </w:r>
      <w:r w:rsidRPr="008E7459">
        <w:tab/>
        <w:t>Programme for International Student Assessment</w:t>
      </w:r>
    </w:p>
    <w:p w:rsidR="0026369A" w:rsidRPr="008E7459" w:rsidRDefault="0026369A" w:rsidP="0026369A">
      <w:pPr>
        <w:pStyle w:val="Abbreviation"/>
      </w:pPr>
      <w:r w:rsidRPr="008E7459">
        <w:t>Qld</w:t>
      </w:r>
      <w:r w:rsidRPr="008E7459">
        <w:tab/>
        <w:t>Queensland</w:t>
      </w:r>
    </w:p>
    <w:p w:rsidR="0026369A" w:rsidRPr="008E7459" w:rsidRDefault="00E05305" w:rsidP="0026369A">
      <w:pPr>
        <w:pStyle w:val="Abbreviation"/>
      </w:pPr>
      <w:r w:rsidRPr="008E7459">
        <w:t>RSE</w:t>
      </w:r>
      <w:r w:rsidRPr="008E7459">
        <w:tab/>
        <w:t>R</w:t>
      </w:r>
      <w:r w:rsidR="0026369A" w:rsidRPr="008E7459">
        <w:t>elative standard error</w:t>
      </w:r>
    </w:p>
    <w:p w:rsidR="0026369A" w:rsidRPr="008E7459" w:rsidRDefault="0026369A" w:rsidP="0026369A">
      <w:pPr>
        <w:pStyle w:val="Abbreviation"/>
      </w:pPr>
      <w:r w:rsidRPr="008E7459">
        <w:t>SA</w:t>
      </w:r>
      <w:r w:rsidRPr="008E7459">
        <w:tab/>
        <w:t>South Australia</w:t>
      </w:r>
    </w:p>
    <w:p w:rsidR="0026369A" w:rsidRPr="008E7459" w:rsidRDefault="0026369A" w:rsidP="0026369A">
      <w:pPr>
        <w:pStyle w:val="Abbreviation"/>
      </w:pPr>
      <w:r w:rsidRPr="008E7459">
        <w:t>SCFFR</w:t>
      </w:r>
      <w:r w:rsidRPr="008E7459">
        <w:tab/>
        <w:t>Standing Council on Federal Financial Relations</w:t>
      </w:r>
    </w:p>
    <w:p w:rsidR="0026369A" w:rsidRPr="008E7459" w:rsidRDefault="0026369A" w:rsidP="0026369A">
      <w:pPr>
        <w:pStyle w:val="Abbreviation"/>
      </w:pPr>
      <w:r w:rsidRPr="008E7459">
        <w:lastRenderedPageBreak/>
        <w:t>SCRGSP</w:t>
      </w:r>
      <w:r w:rsidRPr="008E7459">
        <w:tab/>
        <w:t>Steering Committee for the Review of Government Service Provision</w:t>
      </w:r>
    </w:p>
    <w:p w:rsidR="009D3B2D" w:rsidRPr="008E7459" w:rsidRDefault="009D3B2D" w:rsidP="00EE3827">
      <w:pPr>
        <w:pStyle w:val="Abbreviation"/>
      </w:pPr>
      <w:r w:rsidRPr="008E7459">
        <w:t>SCSEEC</w:t>
      </w:r>
      <w:r w:rsidRPr="008E7459">
        <w:tab/>
        <w:t>Standing Council on School Education and Early Childhood</w:t>
      </w:r>
    </w:p>
    <w:p w:rsidR="00192BC8" w:rsidRPr="008E7459" w:rsidRDefault="00712F6B" w:rsidP="00EE3827">
      <w:pPr>
        <w:pStyle w:val="Abbreviation"/>
      </w:pPr>
      <w:r w:rsidRPr="008E7459">
        <w:t>SD</w:t>
      </w:r>
      <w:r w:rsidRPr="008E7459">
        <w:tab/>
        <w:t>Statistical Division</w:t>
      </w:r>
    </w:p>
    <w:p w:rsidR="0026369A" w:rsidRPr="008E7459" w:rsidRDefault="0026369A" w:rsidP="0026369A">
      <w:pPr>
        <w:pStyle w:val="Abbreviation"/>
      </w:pPr>
      <w:r w:rsidRPr="008E7459">
        <w:t>SEIFA</w:t>
      </w:r>
      <w:r w:rsidRPr="008E7459">
        <w:tab/>
        <w:t>Socio</w:t>
      </w:r>
      <w:r w:rsidR="00DE694D" w:rsidRPr="008E7459">
        <w:noBreakHyphen/>
      </w:r>
      <w:r w:rsidRPr="008E7459">
        <w:t>economic Indexes for Areas</w:t>
      </w:r>
    </w:p>
    <w:p w:rsidR="0026369A" w:rsidRPr="008E7459" w:rsidRDefault="00E05305" w:rsidP="0026369A">
      <w:pPr>
        <w:pStyle w:val="Abbreviation"/>
      </w:pPr>
      <w:r w:rsidRPr="008E7459">
        <w:t>SES</w:t>
      </w:r>
      <w:r w:rsidRPr="008E7459">
        <w:tab/>
        <w:t>S</w:t>
      </w:r>
      <w:r w:rsidR="0026369A" w:rsidRPr="008E7459">
        <w:t>ocioeconomic status</w:t>
      </w:r>
    </w:p>
    <w:p w:rsidR="0026369A" w:rsidRPr="008E7459" w:rsidRDefault="0026369A" w:rsidP="0026369A">
      <w:pPr>
        <w:pStyle w:val="Abbreviation"/>
      </w:pPr>
      <w:r w:rsidRPr="008E7459">
        <w:t>SEW</w:t>
      </w:r>
      <w:r w:rsidRPr="008E7459">
        <w:tab/>
        <w:t>Survey of Education and Work</w:t>
      </w:r>
    </w:p>
    <w:p w:rsidR="0026369A" w:rsidRPr="008E7459" w:rsidRDefault="0026369A" w:rsidP="0026369A">
      <w:pPr>
        <w:pStyle w:val="Abbreviation"/>
      </w:pPr>
      <w:r w:rsidRPr="008E7459">
        <w:t>SPP</w:t>
      </w:r>
      <w:r w:rsidRPr="008E7459">
        <w:tab/>
        <w:t>Specific Purpose Payment</w:t>
      </w:r>
    </w:p>
    <w:p w:rsidR="0026369A" w:rsidRPr="008E7459" w:rsidRDefault="0026369A" w:rsidP="0026369A">
      <w:pPr>
        <w:pStyle w:val="Abbreviation"/>
      </w:pPr>
      <w:r w:rsidRPr="008E7459">
        <w:t>Tas</w:t>
      </w:r>
      <w:r w:rsidRPr="008E7459">
        <w:tab/>
        <w:t>Tasmania</w:t>
      </w:r>
    </w:p>
    <w:p w:rsidR="0026369A" w:rsidRPr="008E7459" w:rsidRDefault="0026369A" w:rsidP="0026369A">
      <w:pPr>
        <w:pStyle w:val="Abbreviation"/>
      </w:pPr>
      <w:r w:rsidRPr="008E7459">
        <w:t>TIMSS</w:t>
      </w:r>
      <w:r w:rsidRPr="008E7459">
        <w:tab/>
        <w:t>Trends in International Mathematics and Science Study</w:t>
      </w:r>
    </w:p>
    <w:p w:rsidR="0026369A" w:rsidRPr="008E7459" w:rsidRDefault="0026369A" w:rsidP="0026369A">
      <w:pPr>
        <w:pStyle w:val="Abbreviation"/>
      </w:pPr>
      <w:r w:rsidRPr="008E7459">
        <w:t>VCE</w:t>
      </w:r>
      <w:r w:rsidRPr="008E7459">
        <w:tab/>
        <w:t>Victorian Certificate of Education</w:t>
      </w:r>
    </w:p>
    <w:p w:rsidR="0026369A" w:rsidRPr="008E7459" w:rsidRDefault="00E05305" w:rsidP="0026369A">
      <w:pPr>
        <w:pStyle w:val="Abbreviation"/>
      </w:pPr>
      <w:r w:rsidRPr="008E7459">
        <w:t>VET</w:t>
      </w:r>
      <w:r w:rsidRPr="008E7459">
        <w:tab/>
        <w:t>V</w:t>
      </w:r>
      <w:r w:rsidR="0026369A" w:rsidRPr="008E7459">
        <w:t>ocational education and training</w:t>
      </w:r>
    </w:p>
    <w:p w:rsidR="0026369A" w:rsidRPr="008E7459" w:rsidRDefault="0026369A" w:rsidP="0026369A">
      <w:pPr>
        <w:pStyle w:val="Abbreviation"/>
      </w:pPr>
      <w:r w:rsidRPr="008E7459">
        <w:t>Vic</w:t>
      </w:r>
      <w:r w:rsidRPr="008E7459">
        <w:tab/>
        <w:t>Victoria</w:t>
      </w:r>
    </w:p>
    <w:p w:rsidR="0026369A" w:rsidRPr="008E7459" w:rsidRDefault="0026369A" w:rsidP="0026369A">
      <w:pPr>
        <w:pStyle w:val="Abbreviation"/>
      </w:pPr>
      <w:r w:rsidRPr="008E7459">
        <w:t>WA</w:t>
      </w:r>
      <w:r w:rsidRPr="008E7459">
        <w:tab/>
        <w:t>Western Australia</w:t>
      </w:r>
    </w:p>
    <w:p w:rsidR="0026369A" w:rsidRPr="008E7459" w:rsidRDefault="0026369A" w:rsidP="0026369A">
      <w:pPr>
        <w:pStyle w:val="Abbreviation"/>
        <w:tabs>
          <w:tab w:val="left" w:pos="2694"/>
        </w:tabs>
        <w:ind w:left="0" w:firstLine="0"/>
      </w:pPr>
    </w:p>
    <w:p w:rsidR="0026369A" w:rsidRPr="008E7459" w:rsidRDefault="0026369A" w:rsidP="00245EE5">
      <w:pPr>
        <w:pStyle w:val="Heading2"/>
        <w:spacing w:after="100" w:line="320" w:lineRule="atLeast"/>
      </w:pPr>
      <w:r w:rsidRPr="008E7459">
        <w:br w:type="page"/>
      </w:r>
      <w:bookmarkStart w:id="53" w:name="_Toc233786545"/>
      <w:bookmarkStart w:id="54" w:name="_Toc233901780"/>
      <w:r w:rsidRPr="008E7459">
        <w:lastRenderedPageBreak/>
        <w:t>Glossary</w:t>
      </w:r>
      <w:bookmarkEnd w:id="53"/>
      <w:bookmarkEnd w:id="54"/>
    </w:p>
    <w:tbl>
      <w:tblPr>
        <w:tblW w:w="0" w:type="auto"/>
        <w:tblLayout w:type="fixed"/>
        <w:tblCellMar>
          <w:left w:w="0" w:type="dxa"/>
          <w:right w:w="0" w:type="dxa"/>
        </w:tblCellMar>
        <w:tblLook w:val="0000" w:firstRow="0" w:lastRow="0" w:firstColumn="0" w:lastColumn="0" w:noHBand="0" w:noVBand="0"/>
      </w:tblPr>
      <w:tblGrid>
        <w:gridCol w:w="2410"/>
        <w:gridCol w:w="6379"/>
      </w:tblGrid>
      <w:tr w:rsidR="00901CF7" w:rsidRPr="008E7459" w:rsidTr="00192BC8">
        <w:tc>
          <w:tcPr>
            <w:tcW w:w="2410" w:type="dxa"/>
          </w:tcPr>
          <w:p w:rsidR="0026369A" w:rsidRPr="008E7459" w:rsidRDefault="0026369A" w:rsidP="0026369A">
            <w:pPr>
              <w:pStyle w:val="TableBodyText"/>
              <w:spacing w:before="60" w:after="60"/>
              <w:ind w:left="0"/>
              <w:jc w:val="left"/>
              <w:rPr>
                <w:b/>
              </w:rPr>
            </w:pPr>
            <w:r w:rsidRPr="008E7459">
              <w:rPr>
                <w:b/>
              </w:rPr>
              <w:t>Apparent retention rates</w:t>
            </w:r>
          </w:p>
        </w:tc>
        <w:tc>
          <w:tcPr>
            <w:tcW w:w="6379" w:type="dxa"/>
          </w:tcPr>
          <w:p w:rsidR="0026369A" w:rsidRPr="008E7459" w:rsidRDefault="0026369A" w:rsidP="0026369A">
            <w:pPr>
              <w:pStyle w:val="TableBodyText"/>
              <w:spacing w:before="60" w:after="60"/>
              <w:ind w:left="0" w:right="28"/>
              <w:jc w:val="left"/>
            </w:pPr>
            <w:r w:rsidRPr="008E7459">
              <w:t xml:space="preserve">The number of full time students in a designated year of schooling, expressed as a </w:t>
            </w:r>
            <w:r w:rsidR="0026685B" w:rsidRPr="008E7459">
              <w:t>%</w:t>
            </w:r>
            <w:r w:rsidRPr="008E7459">
              <w:t>age of their respective cohort group at an earlier base year. For example, the year 12 retention rate is calculated by dividing the total number of full time students in year 12 in the target year by the total number of full time students in year 10 two years before the target year.</w:t>
            </w:r>
          </w:p>
        </w:tc>
      </w:tr>
      <w:tr w:rsidR="00901CF7" w:rsidRPr="008E7459" w:rsidTr="0026369A">
        <w:tc>
          <w:tcPr>
            <w:tcW w:w="2410" w:type="dxa"/>
          </w:tcPr>
          <w:p w:rsidR="0026369A" w:rsidRPr="008E7459" w:rsidRDefault="0026369A" w:rsidP="0026369A">
            <w:pPr>
              <w:pStyle w:val="TableBodyText"/>
              <w:spacing w:before="60" w:after="60"/>
              <w:ind w:left="0"/>
              <w:jc w:val="left"/>
              <w:rPr>
                <w:b/>
              </w:rPr>
            </w:pPr>
            <w:r w:rsidRPr="008E7459">
              <w:rPr>
                <w:b/>
              </w:rPr>
              <w:t>Full time equivalent student</w:t>
            </w:r>
          </w:p>
        </w:tc>
        <w:tc>
          <w:tcPr>
            <w:tcW w:w="6379" w:type="dxa"/>
          </w:tcPr>
          <w:p w:rsidR="0026369A" w:rsidRPr="008E7459" w:rsidRDefault="0026369A" w:rsidP="0026369A">
            <w:pPr>
              <w:pStyle w:val="TableBodyText"/>
              <w:spacing w:before="60" w:after="60"/>
              <w:ind w:right="28"/>
              <w:jc w:val="left"/>
            </w:pPr>
            <w:r w:rsidRPr="008E7459">
              <w:t xml:space="preserve">This is the addition of those defined as </w:t>
            </w:r>
            <w:r w:rsidR="001B1E03" w:rsidRPr="008E7459">
              <w:t>full time</w:t>
            </w:r>
            <w:r w:rsidRPr="008E7459">
              <w:t xml:space="preserve"> (who have an imputed value of 1.0) with the sum of the imputed values of those defined as </w:t>
            </w:r>
            <w:r w:rsidR="001B1E03" w:rsidRPr="008E7459">
              <w:t>part time</w:t>
            </w:r>
            <w:r w:rsidRPr="008E7459">
              <w:t xml:space="preserve"> (who are assessed as having a value between 0.1 and 0.9). The method of converting part time student numbers into FTEs is based on the student’s workload compared with the workload usually undertaken by a full time student. The FTE of a full time student is 1.0.</w:t>
            </w:r>
          </w:p>
        </w:tc>
      </w:tr>
      <w:tr w:rsidR="00901CF7" w:rsidRPr="008E7459" w:rsidTr="0026369A">
        <w:tc>
          <w:tcPr>
            <w:tcW w:w="2410" w:type="dxa"/>
          </w:tcPr>
          <w:p w:rsidR="0026369A" w:rsidRPr="008E7459" w:rsidRDefault="0026369A" w:rsidP="0026369A">
            <w:pPr>
              <w:pStyle w:val="TableBodyText"/>
              <w:spacing w:before="60" w:after="60"/>
              <w:ind w:left="0"/>
              <w:jc w:val="left"/>
              <w:rPr>
                <w:b/>
              </w:rPr>
            </w:pPr>
            <w:r w:rsidRPr="008E7459">
              <w:rPr>
                <w:b/>
              </w:rPr>
              <w:t>Full time student</w:t>
            </w:r>
          </w:p>
        </w:tc>
        <w:tc>
          <w:tcPr>
            <w:tcW w:w="6379" w:type="dxa"/>
          </w:tcPr>
          <w:p w:rsidR="0026369A" w:rsidRPr="008E7459" w:rsidRDefault="0026369A" w:rsidP="0026369A">
            <w:pPr>
              <w:pStyle w:val="TableBodyText"/>
              <w:spacing w:before="60" w:after="60"/>
              <w:ind w:left="0" w:right="28"/>
              <w:jc w:val="left"/>
            </w:pPr>
            <w:r w:rsidRPr="008E7459">
              <w:t>A person who satisfies the definition of a student and undertakes a workload equivalent to, or greater than, that usually undertaken by a student of that year level. The definition of full time student varies across jurisdictions.</w:t>
            </w:r>
          </w:p>
        </w:tc>
      </w:tr>
      <w:tr w:rsidR="00901CF7" w:rsidRPr="008E7459" w:rsidTr="0026369A">
        <w:tc>
          <w:tcPr>
            <w:tcW w:w="2410" w:type="dxa"/>
          </w:tcPr>
          <w:p w:rsidR="0026369A" w:rsidRPr="008E7459" w:rsidRDefault="0026369A" w:rsidP="0026369A">
            <w:pPr>
              <w:pStyle w:val="TableBodyText"/>
              <w:spacing w:before="60" w:after="60"/>
              <w:ind w:left="0"/>
              <w:jc w:val="left"/>
              <w:rPr>
                <w:b/>
              </w:rPr>
            </w:pPr>
            <w:r w:rsidRPr="008E7459">
              <w:rPr>
                <w:b/>
              </w:rPr>
              <w:t>Geographic location classification</w:t>
            </w:r>
          </w:p>
        </w:tc>
        <w:tc>
          <w:tcPr>
            <w:tcW w:w="6379" w:type="dxa"/>
          </w:tcPr>
          <w:p w:rsidR="0026369A" w:rsidRPr="008E7459" w:rsidRDefault="0026369A" w:rsidP="0026369A">
            <w:pPr>
              <w:pStyle w:val="TableBodyText"/>
              <w:spacing w:before="60" w:after="60"/>
              <w:ind w:left="0"/>
              <w:jc w:val="left"/>
            </w:pPr>
            <w:r w:rsidRPr="008E7459">
              <w:t>Geographic categorisation for non</w:t>
            </w:r>
            <w:r w:rsidR="00DE694D" w:rsidRPr="008E7459">
              <w:noBreakHyphen/>
            </w:r>
            <w:r w:rsidRPr="008E7459">
              <w:t xml:space="preserve">ABS </w:t>
            </w:r>
            <w:r w:rsidR="00DF596D" w:rsidRPr="008E7459">
              <w:t>data are</w:t>
            </w:r>
            <w:r w:rsidRPr="008E7459">
              <w:t xml:space="preserve"> based on the agreed SCSEEC Geographic Location Classification which, at the highest level, divides Australia into three zones (the metropolitan, provincial and remote zones). A further disaggregation comprises five categories: metropolitan and provincial zones each subdivided into two categories, and the remote zone. Further subdivisions of the two provincial zone categories and the remote zone category provide additional, more detailed, classification options. When data permit, a separate very remote zone can be reported along with the metropolitan, provincial and remote zones, as follows.</w:t>
            </w:r>
          </w:p>
          <w:p w:rsidR="0026369A" w:rsidRPr="008E7459" w:rsidRDefault="0026369A" w:rsidP="0026369A">
            <w:pPr>
              <w:pStyle w:val="TableBodyText"/>
              <w:spacing w:before="60" w:after="60"/>
              <w:ind w:left="0"/>
              <w:jc w:val="left"/>
            </w:pPr>
            <w:r w:rsidRPr="008E7459">
              <w:t>A. Metropolitan zone</w:t>
            </w:r>
          </w:p>
          <w:p w:rsidR="0026369A" w:rsidRPr="008E7459" w:rsidRDefault="0026369A" w:rsidP="0026369A">
            <w:pPr>
              <w:pStyle w:val="TableBullet"/>
            </w:pPr>
            <w:r w:rsidRPr="008E7459">
              <w:t>Mainland State capital city regions (Statistical Divisions (SDs)): Sydney, Melbourne, Brisbane, Adelaide and Perth SDs.</w:t>
            </w:r>
          </w:p>
          <w:p w:rsidR="0026369A" w:rsidRPr="008E7459" w:rsidRDefault="0026369A" w:rsidP="0026369A">
            <w:pPr>
              <w:pStyle w:val="TableBullet"/>
            </w:pPr>
            <w:r w:rsidRPr="008E7459">
              <w:t xml:space="preserve">Major urban Statistical Districts (100 000 or more population): </w:t>
            </w:r>
            <w:r w:rsidRPr="008E7459">
              <w:br/>
              <w:t>ACT–Queanbeyan, Cairns, Gold Coast–Tweed, Geelong, Hobart, Newcastle, Sunshine Coast, Townsville, Wollongong.</w:t>
            </w:r>
          </w:p>
          <w:p w:rsidR="0026369A" w:rsidRPr="008E7459" w:rsidRDefault="0026369A" w:rsidP="0026369A">
            <w:pPr>
              <w:pStyle w:val="TableBodyText"/>
              <w:spacing w:before="60" w:after="60"/>
              <w:ind w:left="0"/>
              <w:jc w:val="left"/>
            </w:pPr>
            <w:r w:rsidRPr="008E7459">
              <w:t>B. Provincial zone (non</w:t>
            </w:r>
            <w:r w:rsidR="00DE694D" w:rsidRPr="008E7459">
              <w:noBreakHyphen/>
            </w:r>
            <w:r w:rsidRPr="008E7459">
              <w:t>remote)</w:t>
            </w:r>
          </w:p>
          <w:p w:rsidR="0026369A" w:rsidRPr="008E7459" w:rsidRDefault="0026369A" w:rsidP="0026369A">
            <w:pPr>
              <w:pStyle w:val="TableBullet"/>
            </w:pPr>
            <w:r w:rsidRPr="008E7459">
              <w:t>Provincial city Statis</w:t>
            </w:r>
            <w:r w:rsidR="00712F6B" w:rsidRPr="008E7459">
              <w:t>tical Districts plus Darwin SD.</w:t>
            </w:r>
          </w:p>
          <w:p w:rsidR="0026369A" w:rsidRPr="008E7459" w:rsidRDefault="0026369A" w:rsidP="0026369A">
            <w:pPr>
              <w:pStyle w:val="TableBullet"/>
              <w:tabs>
                <w:tab w:val="left" w:pos="425"/>
              </w:tabs>
              <w:ind w:left="425" w:hanging="283"/>
            </w:pPr>
            <w:r w:rsidRPr="008E7459">
              <w:t>Provincial city statistical districts and Darwin statistical division (50 000–99 999 population): Albury–Wodonga, Ballarat, Bathurst–Orange, Burnie</w:t>
            </w:r>
            <w:r w:rsidR="00DE694D" w:rsidRPr="008E7459">
              <w:noBreakHyphen/>
            </w:r>
            <w:r w:rsidRPr="008E7459">
              <w:t>Devonport, Bundaberg, Bendigo, Darwin, Launceston, La Trobe Valley, Mackay, Rockhampton, Toowoomba, Wagga Wagga.</w:t>
            </w:r>
          </w:p>
          <w:p w:rsidR="0026369A" w:rsidRPr="008E7459" w:rsidRDefault="0026369A" w:rsidP="0026369A">
            <w:pPr>
              <w:pStyle w:val="TableBullet"/>
              <w:tabs>
                <w:tab w:val="left" w:pos="425"/>
              </w:tabs>
              <w:ind w:left="425" w:hanging="283"/>
            </w:pPr>
            <w:r w:rsidRPr="008E7459">
              <w:t>Provincial City Statistical Districts (25 000–49 999 population): Bunbury, Coffs Harbour, Dubbo, Geraldton, Gladstone, Shepparton, Hervey Bay, Kalgoorlie–Boulder, Lismore, Mandurah, Mildura, Nowra–Bomaderry, Port Macquarie, Tamworth, Warrnambool.</w:t>
            </w:r>
          </w:p>
          <w:p w:rsidR="0026369A" w:rsidRPr="008E7459" w:rsidRDefault="0026369A" w:rsidP="0026369A">
            <w:pPr>
              <w:pStyle w:val="TableBullet"/>
            </w:pPr>
            <w:r w:rsidRPr="008E7459">
              <w:t xml:space="preserve">Other provincial areas (CD ARIA Plus score </w:t>
            </w:r>
            <w:r w:rsidRPr="008E7459">
              <w:rPr>
                <w:rFonts w:cs="Arial"/>
              </w:rPr>
              <w:t>≤</w:t>
            </w:r>
            <w:r w:rsidRPr="008E7459">
              <w:t xml:space="preserve"> 5.92)</w:t>
            </w:r>
          </w:p>
          <w:p w:rsidR="0026369A" w:rsidRPr="008E7459" w:rsidRDefault="0026369A" w:rsidP="0026369A">
            <w:pPr>
              <w:pStyle w:val="TableBullet"/>
              <w:tabs>
                <w:tab w:val="left" w:pos="425"/>
              </w:tabs>
              <w:ind w:hanging="28"/>
            </w:pPr>
            <w:r w:rsidRPr="008E7459">
              <w:t xml:space="preserve">Inner provincial areas (CD ARIA Plus score </w:t>
            </w:r>
            <w:r w:rsidRPr="008E7459">
              <w:rPr>
                <w:rFonts w:cs="Arial"/>
              </w:rPr>
              <w:t>≤</w:t>
            </w:r>
            <w:r w:rsidRPr="008E7459">
              <w:t xml:space="preserve"> 2.4)</w:t>
            </w:r>
          </w:p>
          <w:p w:rsidR="0026369A" w:rsidRPr="008E7459" w:rsidRDefault="0026369A" w:rsidP="0026369A">
            <w:pPr>
              <w:pStyle w:val="TableBullet"/>
              <w:tabs>
                <w:tab w:val="left" w:pos="425"/>
              </w:tabs>
              <w:ind w:hanging="28"/>
            </w:pPr>
            <w:r w:rsidRPr="008E7459">
              <w:t xml:space="preserve">Outer provincial areas (CD ARIA Plus score &gt; 2.4 and </w:t>
            </w:r>
            <w:r w:rsidRPr="008E7459">
              <w:rPr>
                <w:rFonts w:cs="Arial"/>
              </w:rPr>
              <w:t>≤</w:t>
            </w:r>
            <w:r w:rsidRPr="008E7459">
              <w:t xml:space="preserve"> 5.92)</w:t>
            </w:r>
          </w:p>
          <w:p w:rsidR="0026369A" w:rsidRPr="008E7459" w:rsidRDefault="0026369A" w:rsidP="0026369A">
            <w:pPr>
              <w:pStyle w:val="TableBodyText"/>
              <w:spacing w:before="60" w:after="60"/>
              <w:ind w:left="0"/>
              <w:jc w:val="left"/>
            </w:pPr>
            <w:r w:rsidRPr="008E7459">
              <w:t>C. Remote zone</w:t>
            </w:r>
          </w:p>
          <w:p w:rsidR="0026369A" w:rsidRPr="008E7459" w:rsidRDefault="0026369A" w:rsidP="0026369A">
            <w:pPr>
              <w:pStyle w:val="TableBullet"/>
            </w:pPr>
            <w:r w:rsidRPr="008E7459">
              <w:lastRenderedPageBreak/>
              <w:t>Remote zone (CD ARIA Plus score &gt; 5.92)</w:t>
            </w:r>
          </w:p>
          <w:p w:rsidR="0026369A" w:rsidRPr="008E7459" w:rsidRDefault="0026369A" w:rsidP="0026369A">
            <w:pPr>
              <w:pStyle w:val="TableBullet"/>
              <w:tabs>
                <w:tab w:val="left" w:pos="425"/>
              </w:tabs>
              <w:ind w:hanging="28"/>
            </w:pPr>
            <w:r w:rsidRPr="008E7459">
              <w:t xml:space="preserve">Remote areas (CD ARIA Plus score &gt; 5.92 and </w:t>
            </w:r>
            <w:r w:rsidRPr="008E7459">
              <w:rPr>
                <w:rFonts w:cs="Arial"/>
              </w:rPr>
              <w:t>≤</w:t>
            </w:r>
            <w:r w:rsidRPr="008E7459">
              <w:t xml:space="preserve"> 10.53)</w:t>
            </w:r>
          </w:p>
          <w:p w:rsidR="0026369A" w:rsidRPr="008E7459" w:rsidRDefault="0026369A" w:rsidP="0026369A">
            <w:pPr>
              <w:pStyle w:val="TableBullet"/>
              <w:tabs>
                <w:tab w:val="left" w:pos="425"/>
              </w:tabs>
              <w:ind w:hanging="28"/>
            </w:pPr>
            <w:r w:rsidRPr="008E7459">
              <w:t>Very remote areas (CD ARIA Plus score &gt; 10.53)</w:t>
            </w:r>
          </w:p>
        </w:tc>
      </w:tr>
      <w:tr w:rsidR="00901CF7" w:rsidRPr="008E7459" w:rsidTr="0026369A">
        <w:tc>
          <w:tcPr>
            <w:tcW w:w="2410" w:type="dxa"/>
          </w:tcPr>
          <w:p w:rsidR="0026369A" w:rsidRPr="008E7459" w:rsidRDefault="0026369A" w:rsidP="0026369A">
            <w:pPr>
              <w:pStyle w:val="TableBodyText"/>
              <w:spacing w:before="60" w:after="60"/>
              <w:ind w:left="0"/>
              <w:jc w:val="left"/>
              <w:rPr>
                <w:b/>
              </w:rPr>
            </w:pPr>
            <w:r w:rsidRPr="008E7459">
              <w:rPr>
                <w:b/>
              </w:rPr>
              <w:lastRenderedPageBreak/>
              <w:t>Indigenous student</w:t>
            </w:r>
          </w:p>
        </w:tc>
        <w:tc>
          <w:tcPr>
            <w:tcW w:w="6379" w:type="dxa"/>
          </w:tcPr>
          <w:p w:rsidR="0026369A" w:rsidRPr="008E7459" w:rsidRDefault="0026369A" w:rsidP="0026369A">
            <w:pPr>
              <w:pStyle w:val="TableBodyText"/>
              <w:spacing w:before="60" w:after="60"/>
              <w:ind w:left="0" w:right="28"/>
              <w:jc w:val="left"/>
            </w:pPr>
            <w:r w:rsidRPr="008E7459">
              <w:t xml:space="preserve">A student of Aboriginal or Torres Strait Islander origin who identifies as being an Aboriginal or Torres Strait Islander or from an Aboriginal and Torres Strait Islander background. Administrative processes for determining Indigenous status vary across jurisdictions. </w:t>
            </w:r>
          </w:p>
        </w:tc>
      </w:tr>
      <w:tr w:rsidR="00901CF7" w:rsidRPr="008E7459" w:rsidTr="0026369A">
        <w:tc>
          <w:tcPr>
            <w:tcW w:w="2410" w:type="dxa"/>
          </w:tcPr>
          <w:p w:rsidR="0026369A" w:rsidRPr="008E7459" w:rsidRDefault="0026369A" w:rsidP="0026369A">
            <w:pPr>
              <w:pStyle w:val="TableBodyText"/>
              <w:spacing w:before="60" w:after="60"/>
              <w:ind w:left="0"/>
              <w:jc w:val="left"/>
              <w:rPr>
                <w:b/>
              </w:rPr>
            </w:pPr>
            <w:r w:rsidRPr="008E7459">
              <w:rPr>
                <w:b/>
              </w:rPr>
              <w:t>Language background other than English (LBOTE) student</w:t>
            </w:r>
          </w:p>
        </w:tc>
        <w:tc>
          <w:tcPr>
            <w:tcW w:w="6379" w:type="dxa"/>
          </w:tcPr>
          <w:p w:rsidR="0026369A" w:rsidRPr="008E7459" w:rsidRDefault="0026369A" w:rsidP="0026369A">
            <w:pPr>
              <w:pStyle w:val="TableBodyText"/>
              <w:spacing w:before="60" w:after="60"/>
              <w:ind w:left="0" w:right="28"/>
              <w:jc w:val="left"/>
            </w:pPr>
            <w:r w:rsidRPr="008E7459">
              <w:t xml:space="preserve">A status that is determined by administrative processes that vary across jurisdictions. </w:t>
            </w:r>
          </w:p>
        </w:tc>
      </w:tr>
      <w:tr w:rsidR="00901CF7" w:rsidRPr="008E7459" w:rsidTr="0026369A">
        <w:tc>
          <w:tcPr>
            <w:tcW w:w="2410" w:type="dxa"/>
          </w:tcPr>
          <w:p w:rsidR="0026369A" w:rsidRPr="008E7459" w:rsidRDefault="0026369A" w:rsidP="0026369A">
            <w:pPr>
              <w:pStyle w:val="TableBodyText"/>
              <w:spacing w:before="60" w:after="60"/>
              <w:ind w:left="0"/>
              <w:jc w:val="left"/>
              <w:rPr>
                <w:b/>
              </w:rPr>
            </w:pPr>
            <w:r w:rsidRPr="008E7459">
              <w:rPr>
                <w:b/>
              </w:rPr>
              <w:t>Part time student</w:t>
            </w:r>
          </w:p>
        </w:tc>
        <w:tc>
          <w:tcPr>
            <w:tcW w:w="6379" w:type="dxa"/>
          </w:tcPr>
          <w:p w:rsidR="0026369A" w:rsidRPr="008E7459" w:rsidRDefault="0026369A" w:rsidP="0026369A">
            <w:pPr>
              <w:pStyle w:val="TableBodyText"/>
              <w:spacing w:before="60" w:after="60"/>
              <w:ind w:left="0" w:right="28"/>
              <w:jc w:val="left"/>
            </w:pPr>
            <w:r w:rsidRPr="008E7459">
              <w:t>A student undertaking a workload that is less than that specified as being full time in the jurisdiction</w:t>
            </w:r>
          </w:p>
        </w:tc>
      </w:tr>
      <w:tr w:rsidR="00901CF7" w:rsidRPr="008E7459" w:rsidTr="0026369A">
        <w:tc>
          <w:tcPr>
            <w:tcW w:w="2410" w:type="dxa"/>
          </w:tcPr>
          <w:p w:rsidR="0026369A" w:rsidRPr="008E7459" w:rsidRDefault="0026369A" w:rsidP="0026369A">
            <w:pPr>
              <w:pStyle w:val="TableBodyText"/>
              <w:spacing w:before="60" w:after="60"/>
              <w:ind w:left="0"/>
              <w:jc w:val="left"/>
              <w:rPr>
                <w:b/>
              </w:rPr>
            </w:pPr>
            <w:r w:rsidRPr="008E7459">
              <w:rPr>
                <w:b/>
              </w:rPr>
              <w:t>Preschool</w:t>
            </w:r>
          </w:p>
        </w:tc>
        <w:tc>
          <w:tcPr>
            <w:tcW w:w="6379" w:type="dxa"/>
          </w:tcPr>
          <w:p w:rsidR="0026369A" w:rsidRPr="008E7459" w:rsidRDefault="0026369A" w:rsidP="0026369A">
            <w:pPr>
              <w:pStyle w:val="TableBodyText"/>
              <w:jc w:val="left"/>
            </w:pPr>
            <w:r w:rsidRPr="008E7459">
              <w:t>A preschool program is a structured, play</w:t>
            </w:r>
            <w:r w:rsidR="00DE694D" w:rsidRPr="008E7459">
              <w:noBreakHyphen/>
            </w:r>
            <w:r w:rsidRPr="008E7459">
              <w:t xml:space="preserve">based learning program usually provided by a qualified teacher on a sessional basis, primarily aimed at children in the year or two before they commence </w:t>
            </w:r>
            <w:r w:rsidR="001B1E03" w:rsidRPr="008E7459">
              <w:t>full time</w:t>
            </w:r>
            <w:r w:rsidRPr="008E7459">
              <w:t xml:space="preserve"> schooling. This is irrespective of the type of institution that provides it or whether it is government funded or privately funded. Alternative terms currently used for preschool in some jurisdictions include ‘kindergarten’, ‘pre</w:t>
            </w:r>
            <w:r w:rsidR="00DE694D" w:rsidRPr="008E7459">
              <w:noBreakHyphen/>
            </w:r>
            <w:r w:rsidRPr="008E7459">
              <w:t>prep’ and ‘reception’.</w:t>
            </w:r>
          </w:p>
        </w:tc>
      </w:tr>
      <w:tr w:rsidR="00901CF7" w:rsidRPr="008E7459" w:rsidTr="0026369A">
        <w:tc>
          <w:tcPr>
            <w:tcW w:w="2410" w:type="dxa"/>
          </w:tcPr>
          <w:p w:rsidR="0026369A" w:rsidRPr="008E7459" w:rsidRDefault="0026369A" w:rsidP="0026369A">
            <w:pPr>
              <w:pStyle w:val="TableBodyText"/>
              <w:spacing w:before="60" w:after="60"/>
              <w:ind w:left="0"/>
              <w:jc w:val="left"/>
              <w:rPr>
                <w:b/>
              </w:rPr>
            </w:pPr>
            <w:r w:rsidRPr="008E7459">
              <w:rPr>
                <w:b/>
              </w:rPr>
              <w:t>Socioeconomic status</w:t>
            </w:r>
          </w:p>
        </w:tc>
        <w:tc>
          <w:tcPr>
            <w:tcW w:w="6379" w:type="dxa"/>
          </w:tcPr>
          <w:p w:rsidR="0026369A" w:rsidRPr="008E7459" w:rsidRDefault="0026369A" w:rsidP="0026369A">
            <w:pPr>
              <w:pStyle w:val="TableBodyText"/>
              <w:spacing w:before="60" w:after="60"/>
              <w:ind w:left="0" w:right="28"/>
              <w:jc w:val="left"/>
            </w:pPr>
            <w:r w:rsidRPr="008E7459">
              <w:t>For the</w:t>
            </w:r>
            <w:r w:rsidR="009605B1" w:rsidRPr="008E7459">
              <w:t xml:space="preserve"> purposes of this report, socio</w:t>
            </w:r>
            <w:r w:rsidRPr="008E7459">
              <w:t>economic status is measured using parental education/parental occupation (for NAPLAN data) or SEIFA IRSD (for all other data).</w:t>
            </w:r>
          </w:p>
          <w:p w:rsidR="0026369A" w:rsidRPr="008E7459" w:rsidRDefault="0026369A" w:rsidP="0026369A">
            <w:pPr>
              <w:pStyle w:val="TableBodyText"/>
              <w:spacing w:before="60" w:after="60"/>
              <w:ind w:left="0" w:right="28"/>
              <w:jc w:val="left"/>
            </w:pPr>
            <w:r w:rsidRPr="008E7459">
              <w:t xml:space="preserve">For SEIFA IRSD, a person can be allocated to one of five quintiles. Quintile 1 indicates that the person resides in the most disadvantaged area in the jurisdiction, whereas quintile 5 indicates that the person resides in the least disadvantaged area in the jurisdiction. </w:t>
            </w:r>
          </w:p>
        </w:tc>
      </w:tr>
      <w:tr w:rsidR="00901CF7" w:rsidRPr="008E7459" w:rsidTr="0026369A">
        <w:tc>
          <w:tcPr>
            <w:tcW w:w="2410" w:type="dxa"/>
          </w:tcPr>
          <w:p w:rsidR="0026369A" w:rsidRPr="008E7459" w:rsidRDefault="0026369A" w:rsidP="0026369A">
            <w:pPr>
              <w:pStyle w:val="TableBodyText"/>
              <w:spacing w:before="60" w:after="60"/>
              <w:ind w:left="0"/>
              <w:jc w:val="left"/>
              <w:rPr>
                <w:b/>
              </w:rPr>
            </w:pPr>
            <w:r w:rsidRPr="008E7459">
              <w:rPr>
                <w:b/>
              </w:rPr>
              <w:t>Student</w:t>
            </w:r>
          </w:p>
        </w:tc>
        <w:tc>
          <w:tcPr>
            <w:tcW w:w="6379" w:type="dxa"/>
          </w:tcPr>
          <w:p w:rsidR="0026369A" w:rsidRPr="008E7459" w:rsidRDefault="0026369A" w:rsidP="0026369A">
            <w:pPr>
              <w:pStyle w:val="TableBodyText"/>
              <w:spacing w:before="60" w:after="60"/>
              <w:ind w:left="0" w:right="28"/>
              <w:jc w:val="left"/>
            </w:pPr>
            <w:r w:rsidRPr="008E7459">
              <w:t>A person who is formally (officially) enrolled or registered at a school, and is also active in a primary, secondary or special education program at that school. Students at special schools are allocated to primary and secondary on the basis of their actual grade (if assigned); whether or not they are receiving primary or secondary curriculum instruction; or, as a last resort, whether they are of primary or secondary school age.</w:t>
            </w:r>
          </w:p>
          <w:p w:rsidR="0026369A" w:rsidRPr="008E7459" w:rsidRDefault="0026369A" w:rsidP="0026369A">
            <w:pPr>
              <w:pStyle w:val="TableBodyText"/>
              <w:spacing w:before="60" w:after="60"/>
              <w:ind w:right="28"/>
              <w:jc w:val="left"/>
            </w:pPr>
            <w:r w:rsidRPr="008E7459">
              <w:t xml:space="preserve">For data sourced from the NSSC, students were excluded if they had left the school or had been absent without explanation for four continuous weeks (excluding school vacations) prior to the school </w:t>
            </w:r>
            <w:r w:rsidR="008921A5" w:rsidRPr="008E7459">
              <w:t>Census</w:t>
            </w:r>
            <w:r w:rsidRPr="008E7459">
              <w:t xml:space="preserve"> date.</w:t>
            </w:r>
          </w:p>
        </w:tc>
      </w:tr>
      <w:tr w:rsidR="00901CF7" w:rsidRPr="008E7459" w:rsidTr="0026369A">
        <w:tc>
          <w:tcPr>
            <w:tcW w:w="2410" w:type="dxa"/>
          </w:tcPr>
          <w:p w:rsidR="0026369A" w:rsidRPr="008E7459" w:rsidRDefault="0026369A" w:rsidP="0026369A">
            <w:pPr>
              <w:pStyle w:val="TableBodyText"/>
              <w:spacing w:before="60" w:after="60"/>
              <w:ind w:left="0"/>
              <w:jc w:val="left"/>
              <w:rPr>
                <w:b/>
              </w:rPr>
            </w:pPr>
            <w:r w:rsidRPr="008E7459">
              <w:rPr>
                <w:b/>
              </w:rPr>
              <w:t>Student, primary</w:t>
            </w:r>
          </w:p>
        </w:tc>
        <w:tc>
          <w:tcPr>
            <w:tcW w:w="6379" w:type="dxa"/>
          </w:tcPr>
          <w:p w:rsidR="0026369A" w:rsidRPr="008E7459" w:rsidRDefault="0026369A" w:rsidP="0026369A">
            <w:pPr>
              <w:pStyle w:val="TableBodyText"/>
              <w:spacing w:before="60" w:after="60"/>
              <w:ind w:left="0" w:right="28"/>
              <w:jc w:val="left"/>
            </w:pPr>
            <w:r w:rsidRPr="008E7459">
              <w:t>A student in primary education, which from 2008 covers pre</w:t>
            </w:r>
            <w:r w:rsidR="00DE694D" w:rsidRPr="008E7459">
              <w:noBreakHyphen/>
            </w:r>
            <w:r w:rsidRPr="008E7459">
              <w:t>year 1 to year 6 in NSW, Victoria, Tasmania, ACT and NT, and pre</w:t>
            </w:r>
            <w:r w:rsidR="00DE694D" w:rsidRPr="008E7459">
              <w:noBreakHyphen/>
            </w:r>
            <w:r w:rsidRPr="008E7459">
              <w:t>year 1 to year 7 in Queensland, WA and SA.</w:t>
            </w:r>
          </w:p>
        </w:tc>
      </w:tr>
      <w:tr w:rsidR="00901CF7" w:rsidRPr="008E7459" w:rsidTr="00192BC8">
        <w:tc>
          <w:tcPr>
            <w:tcW w:w="2410" w:type="dxa"/>
          </w:tcPr>
          <w:p w:rsidR="0026369A" w:rsidRPr="008E7459" w:rsidRDefault="0026369A" w:rsidP="0026369A">
            <w:pPr>
              <w:pStyle w:val="TableBodyText"/>
              <w:spacing w:before="60" w:after="60"/>
              <w:ind w:left="0"/>
              <w:jc w:val="left"/>
              <w:rPr>
                <w:b/>
              </w:rPr>
            </w:pPr>
            <w:r w:rsidRPr="008E7459">
              <w:rPr>
                <w:b/>
              </w:rPr>
              <w:t>Student, secondary</w:t>
            </w:r>
          </w:p>
        </w:tc>
        <w:tc>
          <w:tcPr>
            <w:tcW w:w="6379" w:type="dxa"/>
          </w:tcPr>
          <w:p w:rsidR="0026369A" w:rsidRPr="008E7459" w:rsidRDefault="0026369A" w:rsidP="0026369A">
            <w:pPr>
              <w:pStyle w:val="TableBodyText"/>
              <w:spacing w:before="60" w:after="60"/>
              <w:ind w:left="0" w:right="28"/>
              <w:jc w:val="left"/>
            </w:pPr>
            <w:r w:rsidRPr="008E7459">
              <w:t>A student in secondary education, which from 2008 commences at year 7 in NSW, Victoria, Tasmania, ACT and NT, and at year 8 in Queensland, SA and WA.</w:t>
            </w:r>
          </w:p>
        </w:tc>
      </w:tr>
      <w:tr w:rsidR="0026369A" w:rsidRPr="008E7459" w:rsidTr="00192BC8">
        <w:tc>
          <w:tcPr>
            <w:tcW w:w="2410" w:type="dxa"/>
            <w:shd w:val="clear" w:color="auto" w:fill="auto"/>
          </w:tcPr>
          <w:p w:rsidR="0026369A" w:rsidRPr="008E7459" w:rsidRDefault="0026369A" w:rsidP="0026369A">
            <w:pPr>
              <w:pStyle w:val="TableBodyText"/>
              <w:spacing w:before="60" w:after="60"/>
              <w:ind w:left="0"/>
              <w:jc w:val="left"/>
              <w:rPr>
                <w:b/>
              </w:rPr>
            </w:pPr>
            <w:r w:rsidRPr="008E7459">
              <w:rPr>
                <w:b/>
              </w:rPr>
              <w:t>Ungraded student</w:t>
            </w:r>
          </w:p>
        </w:tc>
        <w:tc>
          <w:tcPr>
            <w:tcW w:w="6379" w:type="dxa"/>
            <w:shd w:val="clear" w:color="auto" w:fill="auto"/>
          </w:tcPr>
          <w:p w:rsidR="0026369A" w:rsidRPr="008E7459" w:rsidRDefault="0026369A" w:rsidP="0026369A">
            <w:pPr>
              <w:pStyle w:val="TableBodyText"/>
              <w:spacing w:before="60" w:after="60"/>
              <w:ind w:left="0" w:right="28"/>
              <w:jc w:val="left"/>
            </w:pPr>
            <w:r w:rsidRPr="008E7459">
              <w:t>A student in ungraded classes who cannot readily be allocated to a year of education. These students are included as either ungraded primary or ungraded secondary, according to the typical age level in each jurisdiction.</w:t>
            </w:r>
          </w:p>
        </w:tc>
      </w:tr>
    </w:tbl>
    <w:p w:rsidR="00137034" w:rsidRPr="008E7459" w:rsidRDefault="00137034" w:rsidP="00DE354D">
      <w:pPr>
        <w:pStyle w:val="BodyText"/>
      </w:pPr>
    </w:p>
    <w:sectPr w:rsidR="00137034" w:rsidRPr="008E7459" w:rsidSect="00C95328">
      <w:pgSz w:w="11907" w:h="16840" w:code="9"/>
      <w:pgMar w:top="1985" w:right="1304" w:bottom="1418" w:left="1814" w:header="1701" w:footer="567" w:gutter="0"/>
      <w:pgNumType w:start="26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CC3" w:rsidRDefault="00356CC3">
      <w:r>
        <w:separator/>
      </w:r>
    </w:p>
  </w:endnote>
  <w:endnote w:type="continuationSeparator" w:id="0">
    <w:p w:rsidR="00356CC3" w:rsidRDefault="00356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C3" w:rsidRDefault="00356CC3" w:rsidP="000966FF">
    <w:pPr>
      <w:pStyle w:val="Footer"/>
      <w:framePr w:wrap="around" w:vAnchor="text" w:hAnchor="margin" w:xAlign="outside" w:y="1"/>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D37923">
      <w:rPr>
        <w:rStyle w:val="PageNumber"/>
        <w:noProof/>
      </w:rPr>
      <w:t>2</w:t>
    </w:r>
    <w:r>
      <w:rPr>
        <w:rStyle w:val="PageNumber"/>
      </w:rPr>
      <w:fldChar w:fldCharType="end"/>
    </w:r>
  </w:p>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56CC3">
      <w:trPr>
        <w:trHeight w:hRule="exact" w:val="740"/>
      </w:trPr>
      <w:tc>
        <w:tcPr>
          <w:tcW w:w="510" w:type="dxa"/>
          <w:tcBorders>
            <w:top w:val="single" w:sz="6" w:space="0" w:color="auto"/>
          </w:tcBorders>
        </w:tcPr>
        <w:p w:rsidR="00356CC3" w:rsidRDefault="00356CC3" w:rsidP="000966FF">
          <w:pPr>
            <w:pStyle w:val="BodyText"/>
            <w:ind w:right="360" w:firstLine="360"/>
            <w:rPr>
              <w:rStyle w:val="PageNumber"/>
            </w:rPr>
          </w:pPr>
        </w:p>
      </w:tc>
      <w:tc>
        <w:tcPr>
          <w:tcW w:w="1644" w:type="dxa"/>
          <w:tcBorders>
            <w:top w:val="single" w:sz="6" w:space="0" w:color="auto"/>
          </w:tcBorders>
        </w:tcPr>
        <w:p w:rsidR="00356CC3" w:rsidRDefault="00356CC3" w:rsidP="0019293B">
          <w:pPr>
            <w:pStyle w:val="Footer"/>
          </w:pPr>
          <w:r>
            <w:t>SCRGSP REPORT TO CRC JUNE 2013</w:t>
          </w:r>
        </w:p>
      </w:tc>
      <w:tc>
        <w:tcPr>
          <w:tcW w:w="6634" w:type="dxa"/>
        </w:tcPr>
        <w:p w:rsidR="00356CC3" w:rsidRDefault="00356CC3" w:rsidP="0019293B">
          <w:pPr>
            <w:pStyle w:val="Footer"/>
          </w:pPr>
        </w:p>
      </w:tc>
    </w:tr>
  </w:tbl>
  <w:p w:rsidR="00356CC3" w:rsidRDefault="00356CC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C3" w:rsidRDefault="00356CC3" w:rsidP="000966FF">
    <w:pPr>
      <w:pStyle w:val="Footer"/>
      <w:framePr w:wrap="around" w:vAnchor="text" w:hAnchor="margin" w:xAlign="outside" w:y="1"/>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D37923">
      <w:rPr>
        <w:rStyle w:val="PageNumber"/>
        <w:noProof/>
      </w:rPr>
      <w:t>1</w:t>
    </w:r>
    <w:r>
      <w:rPr>
        <w:rStyle w:val="PageNumber"/>
      </w:rPr>
      <w:fldChar w:fldCharType="end"/>
    </w:r>
  </w:p>
  <w:tbl>
    <w:tblPr>
      <w:tblW w:w="0" w:type="auto"/>
      <w:tblLayout w:type="fixed"/>
      <w:tblCellMar>
        <w:left w:w="0" w:type="dxa"/>
        <w:right w:w="0" w:type="dxa"/>
      </w:tblCellMar>
      <w:tblLook w:val="0000" w:firstRow="0" w:lastRow="0" w:firstColumn="0" w:lastColumn="0" w:noHBand="0" w:noVBand="0"/>
    </w:tblPr>
    <w:tblGrid>
      <w:gridCol w:w="5940"/>
      <w:gridCol w:w="2338"/>
      <w:gridCol w:w="510"/>
    </w:tblGrid>
    <w:tr w:rsidR="00356CC3">
      <w:trPr>
        <w:trHeight w:hRule="exact" w:val="740"/>
      </w:trPr>
      <w:tc>
        <w:tcPr>
          <w:tcW w:w="5940" w:type="dxa"/>
        </w:tcPr>
        <w:p w:rsidR="00356CC3" w:rsidRDefault="00356CC3">
          <w:pPr>
            <w:pStyle w:val="Footer"/>
            <w:ind w:right="360" w:firstLine="360"/>
          </w:pPr>
        </w:p>
      </w:tc>
      <w:tc>
        <w:tcPr>
          <w:tcW w:w="2338" w:type="dxa"/>
          <w:tcBorders>
            <w:top w:val="single" w:sz="6" w:space="0" w:color="auto"/>
          </w:tcBorders>
        </w:tcPr>
        <w:p w:rsidR="00356CC3" w:rsidRDefault="00356CC3" w:rsidP="0006175B">
          <w:pPr>
            <w:pStyle w:val="Footer"/>
          </w:pPr>
          <w:r>
            <w:t xml:space="preserve">Education </w:t>
          </w:r>
        </w:p>
      </w:tc>
      <w:tc>
        <w:tcPr>
          <w:tcW w:w="510" w:type="dxa"/>
          <w:tcBorders>
            <w:top w:val="single" w:sz="6" w:space="0" w:color="auto"/>
          </w:tcBorders>
        </w:tcPr>
        <w:p w:rsidR="00356CC3" w:rsidRPr="00F225AF" w:rsidRDefault="00356CC3" w:rsidP="00F225AF">
          <w:pPr>
            <w:pStyle w:val="BodyText"/>
            <w:rPr>
              <w:rStyle w:val="PageNumber"/>
            </w:rPr>
          </w:pPr>
        </w:p>
      </w:tc>
    </w:tr>
  </w:tbl>
  <w:p w:rsidR="00356CC3" w:rsidRDefault="00356CC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CC3" w:rsidRDefault="00356CC3">
      <w:r>
        <w:separator/>
      </w:r>
    </w:p>
  </w:footnote>
  <w:footnote w:type="continuationSeparator" w:id="0">
    <w:p w:rsidR="00356CC3" w:rsidRDefault="00356CC3">
      <w:r>
        <w:continuationSeparator/>
      </w:r>
    </w:p>
  </w:footnote>
  <w:footnote w:id="1">
    <w:p w:rsidR="00356CC3" w:rsidRDefault="00356CC3" w:rsidP="008D447F">
      <w:pPr>
        <w:pStyle w:val="FootnoteText"/>
      </w:pPr>
      <w:r w:rsidRPr="009F4E7F">
        <w:rPr>
          <w:rStyle w:val="FootnoteReference"/>
        </w:rPr>
        <w:footnoteRef/>
      </w:r>
      <w:r w:rsidRPr="009F4E7F">
        <w:tab/>
        <w:t>The Standing Council on School Education and Early Childhood (SCSEEC)</w:t>
      </w:r>
      <w:r>
        <w:t xml:space="preserve"> replaced the Ministerial Council for Education, Early Childhood Development and Youth Affairs (MCEECDYA) on 1 July 2011. MCEECDYA was previously known as the Ministerial Council on Education, Employment, Training and Youth Affairs (MCEETYA).</w:t>
      </w:r>
    </w:p>
  </w:footnote>
  <w:footnote w:id="2">
    <w:p w:rsidR="00356CC3" w:rsidRDefault="00356CC3" w:rsidP="0026369A">
      <w:pPr>
        <w:pStyle w:val="FootnoteText"/>
      </w:pPr>
      <w:r>
        <w:rPr>
          <w:rStyle w:val="FootnoteReference"/>
        </w:rPr>
        <w:footnoteRef/>
      </w:r>
      <w:r>
        <w:tab/>
        <w:t>Combined schools are combined primary and secondary schools. Special schools provide special instruction for students with a physical and/or mental disability/impairment, or with social problems.</w:t>
      </w:r>
    </w:p>
  </w:footnote>
  <w:footnote w:id="3">
    <w:p w:rsidR="00356CC3" w:rsidRPr="00B81661" w:rsidRDefault="00356CC3" w:rsidP="0026369A">
      <w:pPr>
        <w:pStyle w:val="FootnoteText"/>
      </w:pPr>
      <w:r>
        <w:rPr>
          <w:rStyle w:val="FootnoteReference"/>
        </w:rPr>
        <w:footnoteRef/>
      </w:r>
      <w:r>
        <w:t xml:space="preserve"> </w:t>
      </w:r>
      <w:r w:rsidRPr="00B81661">
        <w:t xml:space="preserve">To investigate the possibility that these data may understate the proportion of students in remote areas as a result of relying on school location rather than students’ home location, the 2001 </w:t>
      </w:r>
      <w:r>
        <w:t xml:space="preserve">(then) </w:t>
      </w:r>
      <w:r w:rsidRPr="00B81661">
        <w:t xml:space="preserve">MCEETYA data were compared with data derived from the 2001 </w:t>
      </w:r>
      <w:r>
        <w:t>Census</w:t>
      </w:r>
      <w:r w:rsidRPr="00B81661">
        <w:t xml:space="preserve">. The two data sets were found to be similar, except that Tasmania had about one third more remote area students in the </w:t>
      </w:r>
      <w:r>
        <w:t>Census</w:t>
      </w:r>
      <w:r w:rsidRPr="00B81661">
        <w:t xml:space="preserve"> data. This result may be indicative for the data</w:t>
      </w:r>
      <w:r>
        <w:t xml:space="preserve"> in this report</w:t>
      </w:r>
      <w:r w:rsidRPr="00B81661">
        <w:t>.</w:t>
      </w:r>
    </w:p>
  </w:footnote>
  <w:footnote w:id="4">
    <w:p w:rsidR="00356CC3" w:rsidRDefault="00356CC3" w:rsidP="0026369A">
      <w:pPr>
        <w:pStyle w:val="FootnoteText"/>
        <w:spacing w:before="0" w:line="240" w:lineRule="auto"/>
        <w:ind w:left="720" w:hanging="720"/>
      </w:pPr>
      <w:r>
        <w:rPr>
          <w:rStyle w:val="FootnoteReference"/>
        </w:rPr>
        <w:footnoteRef/>
      </w:r>
      <w:r>
        <w:t xml:space="preserve"> </w:t>
      </w:r>
      <w:r>
        <w:tab/>
      </w:r>
      <w:r>
        <w:tab/>
      </w:r>
      <w:r w:rsidRPr="00511AD5">
        <w:rPr>
          <w:sz w:val="20"/>
        </w:rPr>
        <w:t>The 2012-13 Australian Aboriginal and Torres Strait Islander Health Survey (AATSIHS) will collect data previously collected as part of the National Aboriginal and Torres Strait Islander Health Survey (NATSIHS).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56CC3">
      <w:tc>
        <w:tcPr>
          <w:tcW w:w="2155" w:type="dxa"/>
          <w:tcBorders>
            <w:top w:val="single" w:sz="24" w:space="0" w:color="auto"/>
          </w:tcBorders>
        </w:tcPr>
        <w:p w:rsidR="00356CC3" w:rsidRDefault="00356CC3" w:rsidP="007579D2"/>
      </w:tc>
      <w:tc>
        <w:tcPr>
          <w:tcW w:w="6634" w:type="dxa"/>
          <w:tcBorders>
            <w:top w:val="single" w:sz="6" w:space="0" w:color="auto"/>
          </w:tcBorders>
        </w:tcPr>
        <w:p w:rsidR="00356CC3" w:rsidRDefault="00356CC3" w:rsidP="00E25EB5">
          <w:pPr>
            <w:pStyle w:val="Header"/>
            <w:jc w:val="right"/>
          </w:pPr>
        </w:p>
      </w:tc>
    </w:tr>
  </w:tbl>
  <w:p w:rsidR="00356CC3" w:rsidRDefault="00356CC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56CC3">
      <w:tc>
        <w:tcPr>
          <w:tcW w:w="6634" w:type="dxa"/>
          <w:tcBorders>
            <w:top w:val="single" w:sz="6" w:space="0" w:color="auto"/>
          </w:tcBorders>
        </w:tcPr>
        <w:p w:rsidR="00356CC3" w:rsidRDefault="00356CC3" w:rsidP="00834F5F">
          <w:pPr>
            <w:pStyle w:val="Header"/>
          </w:pPr>
        </w:p>
      </w:tc>
      <w:tc>
        <w:tcPr>
          <w:tcW w:w="2155" w:type="dxa"/>
          <w:tcBorders>
            <w:top w:val="single" w:sz="24" w:space="0" w:color="auto"/>
          </w:tcBorders>
        </w:tcPr>
        <w:p w:rsidR="00356CC3" w:rsidRDefault="00356CC3" w:rsidP="00834F5F">
          <w:pPr>
            <w:pStyle w:val="Header"/>
          </w:pPr>
        </w:p>
      </w:tc>
    </w:tr>
  </w:tbl>
  <w:p w:rsidR="00356CC3" w:rsidRDefault="00356CC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6C0843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AA49FD6"/>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59D22276"/>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899EEEA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00002B"/>
    <w:multiLevelType w:val="singleLevel"/>
    <w:tmpl w:val="0000002B"/>
    <w:name w:val="WW8Num43"/>
    <w:lvl w:ilvl="0">
      <w:start w:val="9"/>
      <w:numFmt w:val="decimal"/>
      <w:lvlText w:val="%1."/>
      <w:lvlJc w:val="left"/>
      <w:pPr>
        <w:tabs>
          <w:tab w:val="num" w:pos="360"/>
        </w:tabs>
        <w:ind w:left="360" w:hanging="360"/>
      </w:pPr>
    </w:lvl>
  </w:abstractNum>
  <w:abstractNum w:abstractNumId="5">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7">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8">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134A2FD2"/>
    <w:multiLevelType w:val="hybridMultilevel"/>
    <w:tmpl w:val="ABDE15A4"/>
    <w:lvl w:ilvl="0" w:tplc="0C090001">
      <w:start w:val="1"/>
      <w:numFmt w:val="bullet"/>
      <w:lvlText w:val=""/>
      <w:lvlJc w:val="left"/>
      <w:pPr>
        <w:tabs>
          <w:tab w:val="num" w:pos="340"/>
        </w:tabs>
        <w:ind w:left="340" w:hanging="170"/>
      </w:pPr>
      <w:rPr>
        <w:rFonts w:ascii="Symbol" w:hAnsi="Symbol" w:hint="default"/>
        <w:b w:val="0"/>
        <w:i w:val="0"/>
        <w:sz w:val="18"/>
      </w:rPr>
    </w:lvl>
    <w:lvl w:ilvl="1" w:tplc="2A2C4AFC">
      <w:start w:val="1"/>
      <w:numFmt w:val="bullet"/>
      <w:lvlText w:val="o"/>
      <w:lvlJc w:val="left"/>
      <w:pPr>
        <w:tabs>
          <w:tab w:val="num" w:pos="1610"/>
        </w:tabs>
        <w:ind w:left="1610" w:hanging="360"/>
      </w:pPr>
      <w:rPr>
        <w:rFonts w:ascii="Courier New" w:hAnsi="Courier New" w:cs="Courier New" w:hint="default"/>
      </w:rPr>
    </w:lvl>
    <w:lvl w:ilvl="2" w:tplc="1DFA4692" w:tentative="1">
      <w:start w:val="1"/>
      <w:numFmt w:val="bullet"/>
      <w:lvlText w:val=""/>
      <w:lvlJc w:val="left"/>
      <w:pPr>
        <w:tabs>
          <w:tab w:val="num" w:pos="2330"/>
        </w:tabs>
        <w:ind w:left="2330" w:hanging="360"/>
      </w:pPr>
      <w:rPr>
        <w:rFonts w:ascii="Wingdings" w:hAnsi="Wingdings" w:hint="default"/>
      </w:rPr>
    </w:lvl>
    <w:lvl w:ilvl="3" w:tplc="D4C62746">
      <w:start w:val="1"/>
      <w:numFmt w:val="bullet"/>
      <w:lvlText w:val=""/>
      <w:lvlJc w:val="left"/>
      <w:pPr>
        <w:tabs>
          <w:tab w:val="num" w:pos="3050"/>
        </w:tabs>
        <w:ind w:left="3050" w:hanging="360"/>
      </w:pPr>
      <w:rPr>
        <w:rFonts w:ascii="Symbol" w:hAnsi="Symbol" w:hint="default"/>
      </w:rPr>
    </w:lvl>
    <w:lvl w:ilvl="4" w:tplc="F774AAB8" w:tentative="1">
      <w:start w:val="1"/>
      <w:numFmt w:val="bullet"/>
      <w:lvlText w:val="o"/>
      <w:lvlJc w:val="left"/>
      <w:pPr>
        <w:tabs>
          <w:tab w:val="num" w:pos="3770"/>
        </w:tabs>
        <w:ind w:left="3770" w:hanging="360"/>
      </w:pPr>
      <w:rPr>
        <w:rFonts w:ascii="Courier New" w:hAnsi="Courier New" w:cs="Courier New" w:hint="default"/>
      </w:rPr>
    </w:lvl>
    <w:lvl w:ilvl="5" w:tplc="C22C96D4" w:tentative="1">
      <w:start w:val="1"/>
      <w:numFmt w:val="bullet"/>
      <w:lvlText w:val=""/>
      <w:lvlJc w:val="left"/>
      <w:pPr>
        <w:tabs>
          <w:tab w:val="num" w:pos="4490"/>
        </w:tabs>
        <w:ind w:left="4490" w:hanging="360"/>
      </w:pPr>
      <w:rPr>
        <w:rFonts w:ascii="Wingdings" w:hAnsi="Wingdings" w:hint="default"/>
      </w:rPr>
    </w:lvl>
    <w:lvl w:ilvl="6" w:tplc="DB5A9F7A" w:tentative="1">
      <w:start w:val="1"/>
      <w:numFmt w:val="bullet"/>
      <w:lvlText w:val=""/>
      <w:lvlJc w:val="left"/>
      <w:pPr>
        <w:tabs>
          <w:tab w:val="num" w:pos="5210"/>
        </w:tabs>
        <w:ind w:left="5210" w:hanging="360"/>
      </w:pPr>
      <w:rPr>
        <w:rFonts w:ascii="Symbol" w:hAnsi="Symbol" w:hint="default"/>
      </w:rPr>
    </w:lvl>
    <w:lvl w:ilvl="7" w:tplc="951018B2" w:tentative="1">
      <w:start w:val="1"/>
      <w:numFmt w:val="bullet"/>
      <w:lvlText w:val="o"/>
      <w:lvlJc w:val="left"/>
      <w:pPr>
        <w:tabs>
          <w:tab w:val="num" w:pos="5930"/>
        </w:tabs>
        <w:ind w:left="5930" w:hanging="360"/>
      </w:pPr>
      <w:rPr>
        <w:rFonts w:ascii="Courier New" w:hAnsi="Courier New" w:cs="Courier New" w:hint="default"/>
      </w:rPr>
    </w:lvl>
    <w:lvl w:ilvl="8" w:tplc="EAB839E4" w:tentative="1">
      <w:start w:val="1"/>
      <w:numFmt w:val="bullet"/>
      <w:lvlText w:val=""/>
      <w:lvlJc w:val="left"/>
      <w:pPr>
        <w:tabs>
          <w:tab w:val="num" w:pos="6650"/>
        </w:tabs>
        <w:ind w:left="665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56B2746"/>
    <w:multiLevelType w:val="hybridMultilevel"/>
    <w:tmpl w:val="ACD28F0A"/>
    <w:lvl w:ilvl="0" w:tplc="0C090001">
      <w:start w:val="1"/>
      <w:numFmt w:val="bullet"/>
      <w:lvlText w:val=""/>
      <w:lvlJc w:val="left"/>
      <w:pPr>
        <w:ind w:left="360" w:hanging="360"/>
      </w:pPr>
      <w:rPr>
        <w:rFonts w:ascii="Symbol" w:hAnsi="Symbol" w:hint="default"/>
      </w:rPr>
    </w:lvl>
    <w:lvl w:ilvl="1" w:tplc="6158D4DA">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A745D3A"/>
    <w:multiLevelType w:val="hybridMultilevel"/>
    <w:tmpl w:val="8BF0E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2F045999"/>
    <w:multiLevelType w:val="hybridMultilevel"/>
    <w:tmpl w:val="961C4754"/>
    <w:lvl w:ilvl="0" w:tplc="CBF86D78">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8">
    <w:nsid w:val="39E12323"/>
    <w:multiLevelType w:val="hybridMultilevel"/>
    <w:tmpl w:val="3F9A448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412F6CD8"/>
    <w:multiLevelType w:val="hybridMultilevel"/>
    <w:tmpl w:val="092E77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0B32A80"/>
    <w:multiLevelType w:val="hybridMultilevel"/>
    <w:tmpl w:val="C11028CA"/>
    <w:lvl w:ilvl="0" w:tplc="5992B2F8">
      <w:start w:val="1"/>
      <w:numFmt w:val="decimal"/>
      <w:lvlText w:val="%1."/>
      <w:lvlJc w:val="left"/>
      <w:pPr>
        <w:ind w:left="360" w:hanging="360"/>
      </w:pPr>
      <w:rPr>
        <w:rFonts w:hint="default"/>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7">
    <w:nsid w:val="6E0219EB"/>
    <w:multiLevelType w:val="hybridMultilevel"/>
    <w:tmpl w:val="C4684706"/>
    <w:lvl w:ilvl="0" w:tplc="0C090001">
      <w:start w:val="1"/>
      <w:numFmt w:val="bullet"/>
      <w:lvlText w:val=""/>
      <w:lvlJc w:val="left"/>
      <w:pPr>
        <w:tabs>
          <w:tab w:val="num" w:pos="340"/>
        </w:tabs>
        <w:ind w:left="340" w:hanging="170"/>
      </w:pPr>
      <w:rPr>
        <w:rFonts w:ascii="Symbol" w:hAnsi="Symbol" w:hint="default"/>
        <w:b w:val="0"/>
        <w:i w:val="0"/>
        <w:sz w:val="18"/>
      </w:rPr>
    </w:lvl>
    <w:lvl w:ilvl="1" w:tplc="2A2C4AFC">
      <w:start w:val="1"/>
      <w:numFmt w:val="bullet"/>
      <w:lvlText w:val="o"/>
      <w:lvlJc w:val="left"/>
      <w:pPr>
        <w:tabs>
          <w:tab w:val="num" w:pos="1610"/>
        </w:tabs>
        <w:ind w:left="1610" w:hanging="360"/>
      </w:pPr>
      <w:rPr>
        <w:rFonts w:ascii="Courier New" w:hAnsi="Courier New" w:cs="Courier New" w:hint="default"/>
      </w:rPr>
    </w:lvl>
    <w:lvl w:ilvl="2" w:tplc="1DFA4692" w:tentative="1">
      <w:start w:val="1"/>
      <w:numFmt w:val="bullet"/>
      <w:lvlText w:val=""/>
      <w:lvlJc w:val="left"/>
      <w:pPr>
        <w:tabs>
          <w:tab w:val="num" w:pos="2330"/>
        </w:tabs>
        <w:ind w:left="2330" w:hanging="360"/>
      </w:pPr>
      <w:rPr>
        <w:rFonts w:ascii="Wingdings" w:hAnsi="Wingdings" w:hint="default"/>
      </w:rPr>
    </w:lvl>
    <w:lvl w:ilvl="3" w:tplc="D4C62746">
      <w:start w:val="1"/>
      <w:numFmt w:val="bullet"/>
      <w:lvlText w:val=""/>
      <w:lvlJc w:val="left"/>
      <w:pPr>
        <w:tabs>
          <w:tab w:val="num" w:pos="3050"/>
        </w:tabs>
        <w:ind w:left="3050" w:hanging="360"/>
      </w:pPr>
      <w:rPr>
        <w:rFonts w:ascii="Symbol" w:hAnsi="Symbol" w:hint="default"/>
      </w:rPr>
    </w:lvl>
    <w:lvl w:ilvl="4" w:tplc="F774AAB8" w:tentative="1">
      <w:start w:val="1"/>
      <w:numFmt w:val="bullet"/>
      <w:lvlText w:val="o"/>
      <w:lvlJc w:val="left"/>
      <w:pPr>
        <w:tabs>
          <w:tab w:val="num" w:pos="3770"/>
        </w:tabs>
        <w:ind w:left="3770" w:hanging="360"/>
      </w:pPr>
      <w:rPr>
        <w:rFonts w:ascii="Courier New" w:hAnsi="Courier New" w:cs="Courier New" w:hint="default"/>
      </w:rPr>
    </w:lvl>
    <w:lvl w:ilvl="5" w:tplc="C22C96D4" w:tentative="1">
      <w:start w:val="1"/>
      <w:numFmt w:val="bullet"/>
      <w:lvlText w:val=""/>
      <w:lvlJc w:val="left"/>
      <w:pPr>
        <w:tabs>
          <w:tab w:val="num" w:pos="4490"/>
        </w:tabs>
        <w:ind w:left="4490" w:hanging="360"/>
      </w:pPr>
      <w:rPr>
        <w:rFonts w:ascii="Wingdings" w:hAnsi="Wingdings" w:hint="default"/>
      </w:rPr>
    </w:lvl>
    <w:lvl w:ilvl="6" w:tplc="DB5A9F7A" w:tentative="1">
      <w:start w:val="1"/>
      <w:numFmt w:val="bullet"/>
      <w:lvlText w:val=""/>
      <w:lvlJc w:val="left"/>
      <w:pPr>
        <w:tabs>
          <w:tab w:val="num" w:pos="5210"/>
        </w:tabs>
        <w:ind w:left="5210" w:hanging="360"/>
      </w:pPr>
      <w:rPr>
        <w:rFonts w:ascii="Symbol" w:hAnsi="Symbol" w:hint="default"/>
      </w:rPr>
    </w:lvl>
    <w:lvl w:ilvl="7" w:tplc="951018B2" w:tentative="1">
      <w:start w:val="1"/>
      <w:numFmt w:val="bullet"/>
      <w:lvlText w:val="o"/>
      <w:lvlJc w:val="left"/>
      <w:pPr>
        <w:tabs>
          <w:tab w:val="num" w:pos="5930"/>
        </w:tabs>
        <w:ind w:left="5930" w:hanging="360"/>
      </w:pPr>
      <w:rPr>
        <w:rFonts w:ascii="Courier New" w:hAnsi="Courier New" w:cs="Courier New" w:hint="default"/>
      </w:rPr>
    </w:lvl>
    <w:lvl w:ilvl="8" w:tplc="EAB839E4" w:tentative="1">
      <w:start w:val="1"/>
      <w:numFmt w:val="bullet"/>
      <w:lvlText w:val=""/>
      <w:lvlJc w:val="left"/>
      <w:pPr>
        <w:tabs>
          <w:tab w:val="num" w:pos="6650"/>
        </w:tabs>
        <w:ind w:left="6650" w:hanging="360"/>
      </w:pPr>
      <w:rPr>
        <w:rFonts w:ascii="Wingdings" w:hAnsi="Wingdings" w:hint="default"/>
      </w:rPr>
    </w:lvl>
  </w:abstractNum>
  <w:abstractNum w:abstractNumId="28">
    <w:nsid w:val="784D7C3D"/>
    <w:multiLevelType w:val="singleLevel"/>
    <w:tmpl w:val="D3A85F8C"/>
    <w:lvl w:ilvl="0">
      <w:start w:val="1"/>
      <w:numFmt w:val="bullet"/>
      <w:pStyle w:val="StBodyText"/>
      <w:lvlText w:val=""/>
      <w:lvlJc w:val="left"/>
      <w:pPr>
        <w:tabs>
          <w:tab w:val="num" w:pos="360"/>
        </w:tabs>
        <w:ind w:left="360" w:hanging="360"/>
      </w:pPr>
      <w:rPr>
        <w:rFonts w:ascii="Symbol" w:hAnsi="Symbol" w:hint="default"/>
      </w:rPr>
    </w:lvl>
  </w:abstractNum>
  <w:abstractNum w:abstractNumId="2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0">
    <w:nsid w:val="7A8469EE"/>
    <w:multiLevelType w:val="hybridMultilevel"/>
    <w:tmpl w:val="4C3613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7"/>
  </w:num>
  <w:num w:numId="2">
    <w:abstractNumId w:val="7"/>
  </w:num>
  <w:num w:numId="3">
    <w:abstractNumId w:val="29"/>
  </w:num>
  <w:num w:numId="4">
    <w:abstractNumId w:val="5"/>
  </w:num>
  <w:num w:numId="5">
    <w:abstractNumId w:val="22"/>
  </w:num>
  <w:num w:numId="6">
    <w:abstractNumId w:val="6"/>
  </w:num>
  <w:num w:numId="7">
    <w:abstractNumId w:val="26"/>
  </w:num>
  <w:num w:numId="8">
    <w:abstractNumId w:val="24"/>
  </w:num>
  <w:num w:numId="9">
    <w:abstractNumId w:val="31"/>
  </w:num>
  <w:num w:numId="10">
    <w:abstractNumId w:val="10"/>
  </w:num>
  <w:num w:numId="11">
    <w:abstractNumId w:val="23"/>
  </w:num>
  <w:num w:numId="12">
    <w:abstractNumId w:val="12"/>
  </w:num>
  <w:num w:numId="13">
    <w:abstractNumId w:val="3"/>
  </w:num>
  <w:num w:numId="14">
    <w:abstractNumId w:val="2"/>
  </w:num>
  <w:num w:numId="15">
    <w:abstractNumId w:val="1"/>
  </w:num>
  <w:num w:numId="16">
    <w:abstractNumId w:val="0"/>
  </w:num>
  <w:num w:numId="17">
    <w:abstractNumId w:val="9"/>
  </w:num>
  <w:num w:numId="18">
    <w:abstractNumId w:val="8"/>
  </w:num>
  <w:num w:numId="19">
    <w:abstractNumId w:val="15"/>
  </w:num>
  <w:num w:numId="20">
    <w:abstractNumId w:val="20"/>
  </w:num>
  <w:num w:numId="21">
    <w:abstractNumId w:val="25"/>
  </w:num>
  <w:num w:numId="22">
    <w:abstractNumId w:val="28"/>
  </w:num>
  <w:num w:numId="23">
    <w:abstractNumId w:val="11"/>
  </w:num>
  <w:num w:numId="24">
    <w:abstractNumId w:val="27"/>
  </w:num>
  <w:num w:numId="25">
    <w:abstractNumId w:val="14"/>
  </w:num>
  <w:num w:numId="26">
    <w:abstractNumId w:val="19"/>
  </w:num>
  <w:num w:numId="27">
    <w:abstractNumId w:val="21"/>
  </w:num>
  <w:num w:numId="28">
    <w:abstractNumId w:val="13"/>
  </w:num>
  <w:num w:numId="29">
    <w:abstractNumId w:val="18"/>
  </w:num>
  <w:num w:numId="30">
    <w:abstractNumId w:val="30"/>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ttachedTemplate r:id="rId1"/>
  <w:linkStyles/>
  <w:stylePaneFormatFilter w:val="0005" w:allStyles="1"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Chapter"/>
  <w:evenAndOddHeaders/>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Education"/>
    <w:docVar w:name="ShortReportTitle" w:val="SCRGSP REPORT TO CRC JUNE 2013"/>
  </w:docVars>
  <w:rsids>
    <w:rsidRoot w:val="00BD49B7"/>
    <w:rsid w:val="00001579"/>
    <w:rsid w:val="00001BD2"/>
    <w:rsid w:val="000021C8"/>
    <w:rsid w:val="000048D2"/>
    <w:rsid w:val="0000595E"/>
    <w:rsid w:val="00006558"/>
    <w:rsid w:val="00006ECD"/>
    <w:rsid w:val="00014121"/>
    <w:rsid w:val="00014599"/>
    <w:rsid w:val="0001460C"/>
    <w:rsid w:val="0001499D"/>
    <w:rsid w:val="0001572E"/>
    <w:rsid w:val="00017836"/>
    <w:rsid w:val="00021E90"/>
    <w:rsid w:val="000221C9"/>
    <w:rsid w:val="00022CD8"/>
    <w:rsid w:val="000236DE"/>
    <w:rsid w:val="00023A25"/>
    <w:rsid w:val="00023F6D"/>
    <w:rsid w:val="00025309"/>
    <w:rsid w:val="00025751"/>
    <w:rsid w:val="00025994"/>
    <w:rsid w:val="00026F67"/>
    <w:rsid w:val="000334E2"/>
    <w:rsid w:val="00034769"/>
    <w:rsid w:val="0003664B"/>
    <w:rsid w:val="00037301"/>
    <w:rsid w:val="0004111F"/>
    <w:rsid w:val="00041244"/>
    <w:rsid w:val="00041A4E"/>
    <w:rsid w:val="000454F1"/>
    <w:rsid w:val="00045B78"/>
    <w:rsid w:val="00046DD9"/>
    <w:rsid w:val="00047BBE"/>
    <w:rsid w:val="00052A5B"/>
    <w:rsid w:val="00053AAD"/>
    <w:rsid w:val="00054E8E"/>
    <w:rsid w:val="000573FF"/>
    <w:rsid w:val="0006175B"/>
    <w:rsid w:val="000629F3"/>
    <w:rsid w:val="00064BBE"/>
    <w:rsid w:val="00066101"/>
    <w:rsid w:val="0006622C"/>
    <w:rsid w:val="0007150B"/>
    <w:rsid w:val="00072721"/>
    <w:rsid w:val="00073546"/>
    <w:rsid w:val="0007433E"/>
    <w:rsid w:val="000756A3"/>
    <w:rsid w:val="000805EE"/>
    <w:rsid w:val="00081F69"/>
    <w:rsid w:val="00084AEB"/>
    <w:rsid w:val="00084D0D"/>
    <w:rsid w:val="000855A7"/>
    <w:rsid w:val="000877B2"/>
    <w:rsid w:val="00091107"/>
    <w:rsid w:val="000938F5"/>
    <w:rsid w:val="00093D70"/>
    <w:rsid w:val="000944C7"/>
    <w:rsid w:val="000966FF"/>
    <w:rsid w:val="00097C90"/>
    <w:rsid w:val="000A06C4"/>
    <w:rsid w:val="000A17B1"/>
    <w:rsid w:val="000A2042"/>
    <w:rsid w:val="000A37D3"/>
    <w:rsid w:val="000A54DF"/>
    <w:rsid w:val="000B07C3"/>
    <w:rsid w:val="000B349A"/>
    <w:rsid w:val="000B3960"/>
    <w:rsid w:val="000B3CFD"/>
    <w:rsid w:val="000B4791"/>
    <w:rsid w:val="000B47DE"/>
    <w:rsid w:val="000B5BC8"/>
    <w:rsid w:val="000B601B"/>
    <w:rsid w:val="000C207E"/>
    <w:rsid w:val="000C22CC"/>
    <w:rsid w:val="000C42A3"/>
    <w:rsid w:val="000C4A8F"/>
    <w:rsid w:val="000C5178"/>
    <w:rsid w:val="000C5B62"/>
    <w:rsid w:val="000C6075"/>
    <w:rsid w:val="000C6335"/>
    <w:rsid w:val="000C7171"/>
    <w:rsid w:val="000D003F"/>
    <w:rsid w:val="000D0E19"/>
    <w:rsid w:val="000D2234"/>
    <w:rsid w:val="000D2C0C"/>
    <w:rsid w:val="000D4B3A"/>
    <w:rsid w:val="000D4D82"/>
    <w:rsid w:val="000D52D0"/>
    <w:rsid w:val="000D53C2"/>
    <w:rsid w:val="000D584D"/>
    <w:rsid w:val="000D601B"/>
    <w:rsid w:val="000D6F65"/>
    <w:rsid w:val="000D7750"/>
    <w:rsid w:val="000D7FF2"/>
    <w:rsid w:val="000E1634"/>
    <w:rsid w:val="000E190D"/>
    <w:rsid w:val="000E5001"/>
    <w:rsid w:val="000E7E67"/>
    <w:rsid w:val="000F0B81"/>
    <w:rsid w:val="000F0C9C"/>
    <w:rsid w:val="000F1DA1"/>
    <w:rsid w:val="000F2448"/>
    <w:rsid w:val="000F31B2"/>
    <w:rsid w:val="000F4ACD"/>
    <w:rsid w:val="000F5E6E"/>
    <w:rsid w:val="000F79C2"/>
    <w:rsid w:val="0010519E"/>
    <w:rsid w:val="00107DB7"/>
    <w:rsid w:val="00107F4D"/>
    <w:rsid w:val="00110116"/>
    <w:rsid w:val="001105CF"/>
    <w:rsid w:val="001106C7"/>
    <w:rsid w:val="00110FF3"/>
    <w:rsid w:val="00111650"/>
    <w:rsid w:val="00111C93"/>
    <w:rsid w:val="00112939"/>
    <w:rsid w:val="001134B8"/>
    <w:rsid w:val="00113B72"/>
    <w:rsid w:val="00113C88"/>
    <w:rsid w:val="0011526C"/>
    <w:rsid w:val="00121D87"/>
    <w:rsid w:val="00121FBA"/>
    <w:rsid w:val="00123BC3"/>
    <w:rsid w:val="00124DF8"/>
    <w:rsid w:val="00125F02"/>
    <w:rsid w:val="00126790"/>
    <w:rsid w:val="00126EB8"/>
    <w:rsid w:val="001305FB"/>
    <w:rsid w:val="001325A6"/>
    <w:rsid w:val="001333E1"/>
    <w:rsid w:val="00133615"/>
    <w:rsid w:val="001348FB"/>
    <w:rsid w:val="0013533B"/>
    <w:rsid w:val="001358DA"/>
    <w:rsid w:val="001363AA"/>
    <w:rsid w:val="00137034"/>
    <w:rsid w:val="001371BC"/>
    <w:rsid w:val="001401BF"/>
    <w:rsid w:val="00140AB8"/>
    <w:rsid w:val="00142977"/>
    <w:rsid w:val="001436ED"/>
    <w:rsid w:val="001456CB"/>
    <w:rsid w:val="001457FB"/>
    <w:rsid w:val="00154CB3"/>
    <w:rsid w:val="0015563D"/>
    <w:rsid w:val="00156246"/>
    <w:rsid w:val="001569B9"/>
    <w:rsid w:val="00156A7B"/>
    <w:rsid w:val="00156AA5"/>
    <w:rsid w:val="00156C53"/>
    <w:rsid w:val="00160697"/>
    <w:rsid w:val="00164D9A"/>
    <w:rsid w:val="00172853"/>
    <w:rsid w:val="00173F3E"/>
    <w:rsid w:val="00176734"/>
    <w:rsid w:val="00176CFD"/>
    <w:rsid w:val="00177AB4"/>
    <w:rsid w:val="00181533"/>
    <w:rsid w:val="00181DFC"/>
    <w:rsid w:val="0018345B"/>
    <w:rsid w:val="00187536"/>
    <w:rsid w:val="00190432"/>
    <w:rsid w:val="00190577"/>
    <w:rsid w:val="0019293B"/>
    <w:rsid w:val="00192BC8"/>
    <w:rsid w:val="00194726"/>
    <w:rsid w:val="001965DA"/>
    <w:rsid w:val="001A0660"/>
    <w:rsid w:val="001A1F26"/>
    <w:rsid w:val="001A48CD"/>
    <w:rsid w:val="001A4E93"/>
    <w:rsid w:val="001A5FA3"/>
    <w:rsid w:val="001A6749"/>
    <w:rsid w:val="001A7B8E"/>
    <w:rsid w:val="001B0755"/>
    <w:rsid w:val="001B1E03"/>
    <w:rsid w:val="001B22D7"/>
    <w:rsid w:val="001B6619"/>
    <w:rsid w:val="001B6DBB"/>
    <w:rsid w:val="001B7959"/>
    <w:rsid w:val="001C0865"/>
    <w:rsid w:val="001C09F3"/>
    <w:rsid w:val="001C3ABA"/>
    <w:rsid w:val="001C4417"/>
    <w:rsid w:val="001D0D79"/>
    <w:rsid w:val="001D1AAB"/>
    <w:rsid w:val="001D35B6"/>
    <w:rsid w:val="001D3F77"/>
    <w:rsid w:val="001D5099"/>
    <w:rsid w:val="001D5359"/>
    <w:rsid w:val="001D5B77"/>
    <w:rsid w:val="001D6A1D"/>
    <w:rsid w:val="001D6C46"/>
    <w:rsid w:val="001D7469"/>
    <w:rsid w:val="001D78C2"/>
    <w:rsid w:val="001D7A5C"/>
    <w:rsid w:val="001E063A"/>
    <w:rsid w:val="001E148E"/>
    <w:rsid w:val="001E157C"/>
    <w:rsid w:val="001E2EE3"/>
    <w:rsid w:val="001E36B5"/>
    <w:rsid w:val="001E36DD"/>
    <w:rsid w:val="001E3C2C"/>
    <w:rsid w:val="001E4CCC"/>
    <w:rsid w:val="001E4E5E"/>
    <w:rsid w:val="001E614B"/>
    <w:rsid w:val="001E72F9"/>
    <w:rsid w:val="001E7BE8"/>
    <w:rsid w:val="001F0246"/>
    <w:rsid w:val="001F0248"/>
    <w:rsid w:val="001F04B0"/>
    <w:rsid w:val="001F2F22"/>
    <w:rsid w:val="001F4650"/>
    <w:rsid w:val="001F6EF5"/>
    <w:rsid w:val="0020053E"/>
    <w:rsid w:val="00200689"/>
    <w:rsid w:val="00202C2C"/>
    <w:rsid w:val="00202F22"/>
    <w:rsid w:val="00203162"/>
    <w:rsid w:val="002041E4"/>
    <w:rsid w:val="0020619D"/>
    <w:rsid w:val="00206346"/>
    <w:rsid w:val="002076CC"/>
    <w:rsid w:val="00207CD0"/>
    <w:rsid w:val="00211452"/>
    <w:rsid w:val="002116BD"/>
    <w:rsid w:val="00212F56"/>
    <w:rsid w:val="00224705"/>
    <w:rsid w:val="0022553D"/>
    <w:rsid w:val="002273D7"/>
    <w:rsid w:val="0023040D"/>
    <w:rsid w:val="00231722"/>
    <w:rsid w:val="0023199A"/>
    <w:rsid w:val="00232B9B"/>
    <w:rsid w:val="00233DF2"/>
    <w:rsid w:val="00234100"/>
    <w:rsid w:val="002346B9"/>
    <w:rsid w:val="002359D3"/>
    <w:rsid w:val="00236556"/>
    <w:rsid w:val="00236D37"/>
    <w:rsid w:val="0023765E"/>
    <w:rsid w:val="002379DF"/>
    <w:rsid w:val="00242279"/>
    <w:rsid w:val="0024465A"/>
    <w:rsid w:val="0024492F"/>
    <w:rsid w:val="00244D6F"/>
    <w:rsid w:val="00244E82"/>
    <w:rsid w:val="002455BA"/>
    <w:rsid w:val="00245EE5"/>
    <w:rsid w:val="00246148"/>
    <w:rsid w:val="00247E1B"/>
    <w:rsid w:val="00250A33"/>
    <w:rsid w:val="002514D3"/>
    <w:rsid w:val="0025222D"/>
    <w:rsid w:val="00252F0D"/>
    <w:rsid w:val="0025680F"/>
    <w:rsid w:val="00256C44"/>
    <w:rsid w:val="0025773D"/>
    <w:rsid w:val="00261A7B"/>
    <w:rsid w:val="00263482"/>
    <w:rsid w:val="0026369A"/>
    <w:rsid w:val="002658CF"/>
    <w:rsid w:val="0026685B"/>
    <w:rsid w:val="00270088"/>
    <w:rsid w:val="0027063C"/>
    <w:rsid w:val="00271127"/>
    <w:rsid w:val="002721EE"/>
    <w:rsid w:val="00274712"/>
    <w:rsid w:val="0027583D"/>
    <w:rsid w:val="00276F16"/>
    <w:rsid w:val="00276F77"/>
    <w:rsid w:val="00280D94"/>
    <w:rsid w:val="0028247B"/>
    <w:rsid w:val="00282E7A"/>
    <w:rsid w:val="002835C4"/>
    <w:rsid w:val="00284976"/>
    <w:rsid w:val="00284FC1"/>
    <w:rsid w:val="00286065"/>
    <w:rsid w:val="00286B28"/>
    <w:rsid w:val="00290EEB"/>
    <w:rsid w:val="00291B40"/>
    <w:rsid w:val="00292290"/>
    <w:rsid w:val="002924A4"/>
    <w:rsid w:val="002924EC"/>
    <w:rsid w:val="00292829"/>
    <w:rsid w:val="00294997"/>
    <w:rsid w:val="002949AF"/>
    <w:rsid w:val="00295095"/>
    <w:rsid w:val="00295108"/>
    <w:rsid w:val="002959F4"/>
    <w:rsid w:val="00295F74"/>
    <w:rsid w:val="00297ACF"/>
    <w:rsid w:val="002A05DF"/>
    <w:rsid w:val="002A18CC"/>
    <w:rsid w:val="002A1CCD"/>
    <w:rsid w:val="002A48B7"/>
    <w:rsid w:val="002A5887"/>
    <w:rsid w:val="002A588E"/>
    <w:rsid w:val="002A66B3"/>
    <w:rsid w:val="002B033A"/>
    <w:rsid w:val="002B0DDE"/>
    <w:rsid w:val="002B1EC5"/>
    <w:rsid w:val="002B4008"/>
    <w:rsid w:val="002B5972"/>
    <w:rsid w:val="002B6FDC"/>
    <w:rsid w:val="002B702C"/>
    <w:rsid w:val="002C02DE"/>
    <w:rsid w:val="002C08D2"/>
    <w:rsid w:val="002C0C98"/>
    <w:rsid w:val="002C1F4F"/>
    <w:rsid w:val="002C350F"/>
    <w:rsid w:val="002C5B1C"/>
    <w:rsid w:val="002C65D8"/>
    <w:rsid w:val="002C6C3C"/>
    <w:rsid w:val="002C77B7"/>
    <w:rsid w:val="002D035A"/>
    <w:rsid w:val="002D09C2"/>
    <w:rsid w:val="002D0E8E"/>
    <w:rsid w:val="002D125A"/>
    <w:rsid w:val="002D2FBE"/>
    <w:rsid w:val="002D4077"/>
    <w:rsid w:val="002D529D"/>
    <w:rsid w:val="002D715E"/>
    <w:rsid w:val="002D7555"/>
    <w:rsid w:val="002D7748"/>
    <w:rsid w:val="002D7DFC"/>
    <w:rsid w:val="002E04EC"/>
    <w:rsid w:val="002E08B6"/>
    <w:rsid w:val="002E1B9E"/>
    <w:rsid w:val="002E2351"/>
    <w:rsid w:val="002E388D"/>
    <w:rsid w:val="002E7783"/>
    <w:rsid w:val="002E77DE"/>
    <w:rsid w:val="002F0D11"/>
    <w:rsid w:val="002F19E8"/>
    <w:rsid w:val="002F22D4"/>
    <w:rsid w:val="002F4DCC"/>
    <w:rsid w:val="003001D3"/>
    <w:rsid w:val="00300692"/>
    <w:rsid w:val="00301189"/>
    <w:rsid w:val="003011F6"/>
    <w:rsid w:val="00301CA8"/>
    <w:rsid w:val="00303CE3"/>
    <w:rsid w:val="00303DC7"/>
    <w:rsid w:val="0030524F"/>
    <w:rsid w:val="0030718C"/>
    <w:rsid w:val="00310242"/>
    <w:rsid w:val="00310533"/>
    <w:rsid w:val="00312581"/>
    <w:rsid w:val="00313094"/>
    <w:rsid w:val="00315751"/>
    <w:rsid w:val="00315B2A"/>
    <w:rsid w:val="00315CBD"/>
    <w:rsid w:val="0031647D"/>
    <w:rsid w:val="003168EE"/>
    <w:rsid w:val="00317F11"/>
    <w:rsid w:val="00320AF4"/>
    <w:rsid w:val="003214A4"/>
    <w:rsid w:val="00322A1C"/>
    <w:rsid w:val="00323331"/>
    <w:rsid w:val="00323E09"/>
    <w:rsid w:val="0032498C"/>
    <w:rsid w:val="00325F38"/>
    <w:rsid w:val="003275FC"/>
    <w:rsid w:val="0033110A"/>
    <w:rsid w:val="00332B9B"/>
    <w:rsid w:val="00332F36"/>
    <w:rsid w:val="003331B0"/>
    <w:rsid w:val="00333549"/>
    <w:rsid w:val="00333932"/>
    <w:rsid w:val="0033438E"/>
    <w:rsid w:val="00335559"/>
    <w:rsid w:val="0033691C"/>
    <w:rsid w:val="003373D0"/>
    <w:rsid w:val="00337EC1"/>
    <w:rsid w:val="00340F11"/>
    <w:rsid w:val="00340F2D"/>
    <w:rsid w:val="00340FB6"/>
    <w:rsid w:val="00340FEC"/>
    <w:rsid w:val="00342737"/>
    <w:rsid w:val="0034418F"/>
    <w:rsid w:val="0034459C"/>
    <w:rsid w:val="00344BE6"/>
    <w:rsid w:val="00345207"/>
    <w:rsid w:val="003452C9"/>
    <w:rsid w:val="0034546C"/>
    <w:rsid w:val="00350719"/>
    <w:rsid w:val="003518AA"/>
    <w:rsid w:val="00351AE4"/>
    <w:rsid w:val="00353182"/>
    <w:rsid w:val="003538DA"/>
    <w:rsid w:val="00354BE8"/>
    <w:rsid w:val="0035500D"/>
    <w:rsid w:val="00355B3A"/>
    <w:rsid w:val="00356CC3"/>
    <w:rsid w:val="003602E1"/>
    <w:rsid w:val="00360396"/>
    <w:rsid w:val="0036594B"/>
    <w:rsid w:val="00365E72"/>
    <w:rsid w:val="003706F2"/>
    <w:rsid w:val="00371240"/>
    <w:rsid w:val="003743A5"/>
    <w:rsid w:val="00374731"/>
    <w:rsid w:val="00374ADC"/>
    <w:rsid w:val="00375A36"/>
    <w:rsid w:val="00375E69"/>
    <w:rsid w:val="0037778D"/>
    <w:rsid w:val="0037782F"/>
    <w:rsid w:val="00377CFC"/>
    <w:rsid w:val="00382B02"/>
    <w:rsid w:val="00382DF6"/>
    <w:rsid w:val="00383332"/>
    <w:rsid w:val="00385616"/>
    <w:rsid w:val="00387EF4"/>
    <w:rsid w:val="00391FE7"/>
    <w:rsid w:val="00392436"/>
    <w:rsid w:val="0039484D"/>
    <w:rsid w:val="00395D24"/>
    <w:rsid w:val="003A20D0"/>
    <w:rsid w:val="003A38FB"/>
    <w:rsid w:val="003A3E0B"/>
    <w:rsid w:val="003A4D8F"/>
    <w:rsid w:val="003A50DB"/>
    <w:rsid w:val="003A6231"/>
    <w:rsid w:val="003A67E4"/>
    <w:rsid w:val="003A69AA"/>
    <w:rsid w:val="003A6BA1"/>
    <w:rsid w:val="003A72E7"/>
    <w:rsid w:val="003B07FB"/>
    <w:rsid w:val="003B1E03"/>
    <w:rsid w:val="003B2533"/>
    <w:rsid w:val="003B26E0"/>
    <w:rsid w:val="003B32E7"/>
    <w:rsid w:val="003B4143"/>
    <w:rsid w:val="003B5315"/>
    <w:rsid w:val="003C06A2"/>
    <w:rsid w:val="003C3315"/>
    <w:rsid w:val="003C38B5"/>
    <w:rsid w:val="003C4E32"/>
    <w:rsid w:val="003C59CC"/>
    <w:rsid w:val="003C5D99"/>
    <w:rsid w:val="003C6387"/>
    <w:rsid w:val="003C70E2"/>
    <w:rsid w:val="003C783B"/>
    <w:rsid w:val="003D08FD"/>
    <w:rsid w:val="003D0B9C"/>
    <w:rsid w:val="003D14E8"/>
    <w:rsid w:val="003D1850"/>
    <w:rsid w:val="003D73E3"/>
    <w:rsid w:val="003D7B31"/>
    <w:rsid w:val="003E0AB4"/>
    <w:rsid w:val="003E10F1"/>
    <w:rsid w:val="003E2591"/>
    <w:rsid w:val="003E3452"/>
    <w:rsid w:val="003E409E"/>
    <w:rsid w:val="003E6712"/>
    <w:rsid w:val="003E68BC"/>
    <w:rsid w:val="003E6A4D"/>
    <w:rsid w:val="003F0789"/>
    <w:rsid w:val="003F0DDF"/>
    <w:rsid w:val="003F1271"/>
    <w:rsid w:val="003F3BCC"/>
    <w:rsid w:val="003F4469"/>
    <w:rsid w:val="003F5F95"/>
    <w:rsid w:val="003F61A8"/>
    <w:rsid w:val="003F7055"/>
    <w:rsid w:val="004002F8"/>
    <w:rsid w:val="00400FF8"/>
    <w:rsid w:val="00401882"/>
    <w:rsid w:val="0040191D"/>
    <w:rsid w:val="00401F0D"/>
    <w:rsid w:val="0040233C"/>
    <w:rsid w:val="0040249F"/>
    <w:rsid w:val="004025EE"/>
    <w:rsid w:val="00403829"/>
    <w:rsid w:val="00404485"/>
    <w:rsid w:val="004050C1"/>
    <w:rsid w:val="004100C8"/>
    <w:rsid w:val="004106E3"/>
    <w:rsid w:val="00412ACE"/>
    <w:rsid w:val="00412D0F"/>
    <w:rsid w:val="0041355A"/>
    <w:rsid w:val="00413999"/>
    <w:rsid w:val="00413E33"/>
    <w:rsid w:val="004145C8"/>
    <w:rsid w:val="004176F2"/>
    <w:rsid w:val="004202FB"/>
    <w:rsid w:val="0042095C"/>
    <w:rsid w:val="004209D9"/>
    <w:rsid w:val="00421280"/>
    <w:rsid w:val="00423564"/>
    <w:rsid w:val="00425362"/>
    <w:rsid w:val="00426727"/>
    <w:rsid w:val="00431249"/>
    <w:rsid w:val="004327E4"/>
    <w:rsid w:val="00432CA5"/>
    <w:rsid w:val="00432D83"/>
    <w:rsid w:val="00434779"/>
    <w:rsid w:val="00434BCE"/>
    <w:rsid w:val="00434C19"/>
    <w:rsid w:val="00434D2C"/>
    <w:rsid w:val="00434E3D"/>
    <w:rsid w:val="00440663"/>
    <w:rsid w:val="004407BB"/>
    <w:rsid w:val="00441E02"/>
    <w:rsid w:val="00443494"/>
    <w:rsid w:val="0044433A"/>
    <w:rsid w:val="004506F4"/>
    <w:rsid w:val="00450810"/>
    <w:rsid w:val="00450DDB"/>
    <w:rsid w:val="00452262"/>
    <w:rsid w:val="00452BDA"/>
    <w:rsid w:val="0045575F"/>
    <w:rsid w:val="004561B6"/>
    <w:rsid w:val="00456926"/>
    <w:rsid w:val="00460155"/>
    <w:rsid w:val="00460642"/>
    <w:rsid w:val="00461006"/>
    <w:rsid w:val="00462373"/>
    <w:rsid w:val="00462C2E"/>
    <w:rsid w:val="00462FD6"/>
    <w:rsid w:val="00466A14"/>
    <w:rsid w:val="0047002E"/>
    <w:rsid w:val="00473199"/>
    <w:rsid w:val="00473714"/>
    <w:rsid w:val="00473BF1"/>
    <w:rsid w:val="004766F5"/>
    <w:rsid w:val="00477144"/>
    <w:rsid w:val="00477D78"/>
    <w:rsid w:val="00480FCF"/>
    <w:rsid w:val="00482395"/>
    <w:rsid w:val="00482A22"/>
    <w:rsid w:val="00485C15"/>
    <w:rsid w:val="004860DF"/>
    <w:rsid w:val="00486EF3"/>
    <w:rsid w:val="00490CD4"/>
    <w:rsid w:val="00491F73"/>
    <w:rsid w:val="00493086"/>
    <w:rsid w:val="0049459F"/>
    <w:rsid w:val="00496074"/>
    <w:rsid w:val="00496165"/>
    <w:rsid w:val="004970A8"/>
    <w:rsid w:val="00497B89"/>
    <w:rsid w:val="004A18A0"/>
    <w:rsid w:val="004A311B"/>
    <w:rsid w:val="004A3E0D"/>
    <w:rsid w:val="004A4038"/>
    <w:rsid w:val="004A5161"/>
    <w:rsid w:val="004A5753"/>
    <w:rsid w:val="004A622A"/>
    <w:rsid w:val="004A6499"/>
    <w:rsid w:val="004A654D"/>
    <w:rsid w:val="004A736C"/>
    <w:rsid w:val="004A73FE"/>
    <w:rsid w:val="004A7CDC"/>
    <w:rsid w:val="004B0726"/>
    <w:rsid w:val="004B25F7"/>
    <w:rsid w:val="004B43AE"/>
    <w:rsid w:val="004B441F"/>
    <w:rsid w:val="004B5330"/>
    <w:rsid w:val="004C083E"/>
    <w:rsid w:val="004C218E"/>
    <w:rsid w:val="004C2298"/>
    <w:rsid w:val="004C240D"/>
    <w:rsid w:val="004C30ED"/>
    <w:rsid w:val="004C339D"/>
    <w:rsid w:val="004C34AC"/>
    <w:rsid w:val="004C387A"/>
    <w:rsid w:val="004C44AB"/>
    <w:rsid w:val="004C78DF"/>
    <w:rsid w:val="004C79CB"/>
    <w:rsid w:val="004D0C3A"/>
    <w:rsid w:val="004D2253"/>
    <w:rsid w:val="004D4446"/>
    <w:rsid w:val="004D5497"/>
    <w:rsid w:val="004D5C8D"/>
    <w:rsid w:val="004D6903"/>
    <w:rsid w:val="004E0029"/>
    <w:rsid w:val="004E192C"/>
    <w:rsid w:val="004E2CC4"/>
    <w:rsid w:val="004E35FA"/>
    <w:rsid w:val="004E4503"/>
    <w:rsid w:val="004E4B3D"/>
    <w:rsid w:val="004E6158"/>
    <w:rsid w:val="004F04CC"/>
    <w:rsid w:val="004F090C"/>
    <w:rsid w:val="004F158C"/>
    <w:rsid w:val="004F2346"/>
    <w:rsid w:val="004F3D6A"/>
    <w:rsid w:val="004F3D7F"/>
    <w:rsid w:val="004F5575"/>
    <w:rsid w:val="004F653F"/>
    <w:rsid w:val="005003E8"/>
    <w:rsid w:val="005006D1"/>
    <w:rsid w:val="00500706"/>
    <w:rsid w:val="00500DD8"/>
    <w:rsid w:val="00501723"/>
    <w:rsid w:val="005018A1"/>
    <w:rsid w:val="005019E7"/>
    <w:rsid w:val="00503B24"/>
    <w:rsid w:val="00504475"/>
    <w:rsid w:val="00507279"/>
    <w:rsid w:val="00510519"/>
    <w:rsid w:val="00511130"/>
    <w:rsid w:val="005113F7"/>
    <w:rsid w:val="005118CC"/>
    <w:rsid w:val="00511A28"/>
    <w:rsid w:val="005160C4"/>
    <w:rsid w:val="005177D0"/>
    <w:rsid w:val="0052044E"/>
    <w:rsid w:val="0052077E"/>
    <w:rsid w:val="00521C5D"/>
    <w:rsid w:val="00531D61"/>
    <w:rsid w:val="005322A3"/>
    <w:rsid w:val="00534486"/>
    <w:rsid w:val="00535E1D"/>
    <w:rsid w:val="00536054"/>
    <w:rsid w:val="0053619B"/>
    <w:rsid w:val="00537654"/>
    <w:rsid w:val="00540DB7"/>
    <w:rsid w:val="0054212F"/>
    <w:rsid w:val="0054392C"/>
    <w:rsid w:val="00544CC0"/>
    <w:rsid w:val="00545A66"/>
    <w:rsid w:val="005519B5"/>
    <w:rsid w:val="0055236B"/>
    <w:rsid w:val="00552BD5"/>
    <w:rsid w:val="00552D57"/>
    <w:rsid w:val="00552D69"/>
    <w:rsid w:val="00555575"/>
    <w:rsid w:val="005559E2"/>
    <w:rsid w:val="00556DC0"/>
    <w:rsid w:val="005579BF"/>
    <w:rsid w:val="00560B78"/>
    <w:rsid w:val="00561798"/>
    <w:rsid w:val="0056348B"/>
    <w:rsid w:val="0056368E"/>
    <w:rsid w:val="00564816"/>
    <w:rsid w:val="00565AE6"/>
    <w:rsid w:val="00566708"/>
    <w:rsid w:val="005670C3"/>
    <w:rsid w:val="00570804"/>
    <w:rsid w:val="005718C1"/>
    <w:rsid w:val="005727A3"/>
    <w:rsid w:val="00572AB3"/>
    <w:rsid w:val="0057320F"/>
    <w:rsid w:val="00574138"/>
    <w:rsid w:val="005749EA"/>
    <w:rsid w:val="005757D2"/>
    <w:rsid w:val="00575EA5"/>
    <w:rsid w:val="00576BB9"/>
    <w:rsid w:val="0057724C"/>
    <w:rsid w:val="0058038B"/>
    <w:rsid w:val="00580741"/>
    <w:rsid w:val="00583C39"/>
    <w:rsid w:val="00584399"/>
    <w:rsid w:val="00584757"/>
    <w:rsid w:val="0058573F"/>
    <w:rsid w:val="005864A4"/>
    <w:rsid w:val="00587AEA"/>
    <w:rsid w:val="005909CF"/>
    <w:rsid w:val="0059154B"/>
    <w:rsid w:val="00591E71"/>
    <w:rsid w:val="00591E85"/>
    <w:rsid w:val="005962EA"/>
    <w:rsid w:val="00596F35"/>
    <w:rsid w:val="005A354F"/>
    <w:rsid w:val="005A3728"/>
    <w:rsid w:val="005A3913"/>
    <w:rsid w:val="005A3922"/>
    <w:rsid w:val="005A42A1"/>
    <w:rsid w:val="005A6466"/>
    <w:rsid w:val="005B3486"/>
    <w:rsid w:val="005B3B2E"/>
    <w:rsid w:val="005B5102"/>
    <w:rsid w:val="005B54B3"/>
    <w:rsid w:val="005B5A2C"/>
    <w:rsid w:val="005B5C19"/>
    <w:rsid w:val="005B6852"/>
    <w:rsid w:val="005B77B6"/>
    <w:rsid w:val="005C06C2"/>
    <w:rsid w:val="005C0F10"/>
    <w:rsid w:val="005C6531"/>
    <w:rsid w:val="005C6821"/>
    <w:rsid w:val="005C726C"/>
    <w:rsid w:val="005C7853"/>
    <w:rsid w:val="005D080F"/>
    <w:rsid w:val="005D136F"/>
    <w:rsid w:val="005D194A"/>
    <w:rsid w:val="005D1B67"/>
    <w:rsid w:val="005D2C35"/>
    <w:rsid w:val="005D2E57"/>
    <w:rsid w:val="005D2FA5"/>
    <w:rsid w:val="005D3BAC"/>
    <w:rsid w:val="005D3D31"/>
    <w:rsid w:val="005D4241"/>
    <w:rsid w:val="005D44F3"/>
    <w:rsid w:val="005D4CAA"/>
    <w:rsid w:val="005D5281"/>
    <w:rsid w:val="005D54D8"/>
    <w:rsid w:val="005D7A88"/>
    <w:rsid w:val="005E1E20"/>
    <w:rsid w:val="005E220C"/>
    <w:rsid w:val="005E27B4"/>
    <w:rsid w:val="005E4A30"/>
    <w:rsid w:val="005E4A51"/>
    <w:rsid w:val="005E665F"/>
    <w:rsid w:val="005F143A"/>
    <w:rsid w:val="005F3951"/>
    <w:rsid w:val="005F49AC"/>
    <w:rsid w:val="00600BA7"/>
    <w:rsid w:val="00601015"/>
    <w:rsid w:val="00602167"/>
    <w:rsid w:val="00602A00"/>
    <w:rsid w:val="006039A6"/>
    <w:rsid w:val="00604733"/>
    <w:rsid w:val="00607BF1"/>
    <w:rsid w:val="0061161F"/>
    <w:rsid w:val="00611921"/>
    <w:rsid w:val="00613B23"/>
    <w:rsid w:val="00613B74"/>
    <w:rsid w:val="00614745"/>
    <w:rsid w:val="0061569A"/>
    <w:rsid w:val="00616D2E"/>
    <w:rsid w:val="00620962"/>
    <w:rsid w:val="0062129C"/>
    <w:rsid w:val="00621666"/>
    <w:rsid w:val="00621718"/>
    <w:rsid w:val="00621A40"/>
    <w:rsid w:val="006233FE"/>
    <w:rsid w:val="0062370A"/>
    <w:rsid w:val="00623D64"/>
    <w:rsid w:val="00625963"/>
    <w:rsid w:val="00626605"/>
    <w:rsid w:val="00627B39"/>
    <w:rsid w:val="0063033C"/>
    <w:rsid w:val="00630BE1"/>
    <w:rsid w:val="00630D4D"/>
    <w:rsid w:val="006311F4"/>
    <w:rsid w:val="00632A74"/>
    <w:rsid w:val="00633089"/>
    <w:rsid w:val="0063421E"/>
    <w:rsid w:val="00634688"/>
    <w:rsid w:val="00635083"/>
    <w:rsid w:val="00636554"/>
    <w:rsid w:val="00637C8C"/>
    <w:rsid w:val="00640EE5"/>
    <w:rsid w:val="00641812"/>
    <w:rsid w:val="00641F10"/>
    <w:rsid w:val="0064339D"/>
    <w:rsid w:val="006436EE"/>
    <w:rsid w:val="006449FC"/>
    <w:rsid w:val="00644BCF"/>
    <w:rsid w:val="00646561"/>
    <w:rsid w:val="0064660B"/>
    <w:rsid w:val="006466F5"/>
    <w:rsid w:val="00646AF8"/>
    <w:rsid w:val="0065005A"/>
    <w:rsid w:val="006501A9"/>
    <w:rsid w:val="00653EED"/>
    <w:rsid w:val="00654318"/>
    <w:rsid w:val="0065455E"/>
    <w:rsid w:val="00655CFB"/>
    <w:rsid w:val="006562CB"/>
    <w:rsid w:val="00656B30"/>
    <w:rsid w:val="00656B34"/>
    <w:rsid w:val="006574E1"/>
    <w:rsid w:val="006613A1"/>
    <w:rsid w:val="00661821"/>
    <w:rsid w:val="006624CF"/>
    <w:rsid w:val="006630EA"/>
    <w:rsid w:val="00666D5D"/>
    <w:rsid w:val="00667874"/>
    <w:rsid w:val="00667A08"/>
    <w:rsid w:val="0067055F"/>
    <w:rsid w:val="00672604"/>
    <w:rsid w:val="00673D84"/>
    <w:rsid w:val="00674F86"/>
    <w:rsid w:val="00676226"/>
    <w:rsid w:val="006763C6"/>
    <w:rsid w:val="00677C64"/>
    <w:rsid w:val="00680E60"/>
    <w:rsid w:val="00681314"/>
    <w:rsid w:val="0068420B"/>
    <w:rsid w:val="00685451"/>
    <w:rsid w:val="00685487"/>
    <w:rsid w:val="006867EE"/>
    <w:rsid w:val="00687C64"/>
    <w:rsid w:val="0069119C"/>
    <w:rsid w:val="00691A14"/>
    <w:rsid w:val="006922C4"/>
    <w:rsid w:val="00695582"/>
    <w:rsid w:val="00695D53"/>
    <w:rsid w:val="006969D8"/>
    <w:rsid w:val="00696B77"/>
    <w:rsid w:val="00696FAD"/>
    <w:rsid w:val="006974B8"/>
    <w:rsid w:val="006A1DA8"/>
    <w:rsid w:val="006A2961"/>
    <w:rsid w:val="006A2E23"/>
    <w:rsid w:val="006A4414"/>
    <w:rsid w:val="006A462F"/>
    <w:rsid w:val="006A4645"/>
    <w:rsid w:val="006A4655"/>
    <w:rsid w:val="006A4AF7"/>
    <w:rsid w:val="006A4C31"/>
    <w:rsid w:val="006A5050"/>
    <w:rsid w:val="006A535F"/>
    <w:rsid w:val="006A56AD"/>
    <w:rsid w:val="006A6059"/>
    <w:rsid w:val="006B0AA9"/>
    <w:rsid w:val="006B237D"/>
    <w:rsid w:val="006B2CAC"/>
    <w:rsid w:val="006B3E4C"/>
    <w:rsid w:val="006B450C"/>
    <w:rsid w:val="006B4DC9"/>
    <w:rsid w:val="006B5708"/>
    <w:rsid w:val="006B6D95"/>
    <w:rsid w:val="006C01A0"/>
    <w:rsid w:val="006C0AED"/>
    <w:rsid w:val="006C267B"/>
    <w:rsid w:val="006C2A08"/>
    <w:rsid w:val="006C2E1C"/>
    <w:rsid w:val="006C4301"/>
    <w:rsid w:val="006C4B7A"/>
    <w:rsid w:val="006C4CAD"/>
    <w:rsid w:val="006C5061"/>
    <w:rsid w:val="006C631F"/>
    <w:rsid w:val="006C6396"/>
    <w:rsid w:val="006C7038"/>
    <w:rsid w:val="006C7D3A"/>
    <w:rsid w:val="006D0212"/>
    <w:rsid w:val="006D1C9D"/>
    <w:rsid w:val="006D28CF"/>
    <w:rsid w:val="006D2AE8"/>
    <w:rsid w:val="006D333F"/>
    <w:rsid w:val="006D51FA"/>
    <w:rsid w:val="006D54EA"/>
    <w:rsid w:val="006D63C0"/>
    <w:rsid w:val="006D6871"/>
    <w:rsid w:val="006D6A0E"/>
    <w:rsid w:val="006D6EFF"/>
    <w:rsid w:val="006E2221"/>
    <w:rsid w:val="006E2972"/>
    <w:rsid w:val="006E2C85"/>
    <w:rsid w:val="006E4AC7"/>
    <w:rsid w:val="006E4AEF"/>
    <w:rsid w:val="006E4F7D"/>
    <w:rsid w:val="006E5A6A"/>
    <w:rsid w:val="006E5C2D"/>
    <w:rsid w:val="006E73EF"/>
    <w:rsid w:val="006F3553"/>
    <w:rsid w:val="006F4B1B"/>
    <w:rsid w:val="006F63D9"/>
    <w:rsid w:val="00701075"/>
    <w:rsid w:val="00703B54"/>
    <w:rsid w:val="00704FA9"/>
    <w:rsid w:val="007076BB"/>
    <w:rsid w:val="007078C8"/>
    <w:rsid w:val="00707E6F"/>
    <w:rsid w:val="007111F9"/>
    <w:rsid w:val="00711835"/>
    <w:rsid w:val="00711CF9"/>
    <w:rsid w:val="007122E7"/>
    <w:rsid w:val="00712C02"/>
    <w:rsid w:val="00712F6B"/>
    <w:rsid w:val="00713190"/>
    <w:rsid w:val="0071447F"/>
    <w:rsid w:val="007176B7"/>
    <w:rsid w:val="00721053"/>
    <w:rsid w:val="00722CDA"/>
    <w:rsid w:val="0072653E"/>
    <w:rsid w:val="007300E0"/>
    <w:rsid w:val="00731026"/>
    <w:rsid w:val="00733B7C"/>
    <w:rsid w:val="00734189"/>
    <w:rsid w:val="00734A44"/>
    <w:rsid w:val="00735856"/>
    <w:rsid w:val="007365E1"/>
    <w:rsid w:val="00737079"/>
    <w:rsid w:val="00741305"/>
    <w:rsid w:val="007414E3"/>
    <w:rsid w:val="007415AF"/>
    <w:rsid w:val="007415D7"/>
    <w:rsid w:val="00747659"/>
    <w:rsid w:val="00747EBE"/>
    <w:rsid w:val="007505EF"/>
    <w:rsid w:val="00751179"/>
    <w:rsid w:val="00751CF2"/>
    <w:rsid w:val="00751DFE"/>
    <w:rsid w:val="0075495F"/>
    <w:rsid w:val="00754BB1"/>
    <w:rsid w:val="007579D2"/>
    <w:rsid w:val="007604BB"/>
    <w:rsid w:val="00760C7D"/>
    <w:rsid w:val="00761D52"/>
    <w:rsid w:val="00763A84"/>
    <w:rsid w:val="007655D1"/>
    <w:rsid w:val="007670D7"/>
    <w:rsid w:val="007716AB"/>
    <w:rsid w:val="0077174A"/>
    <w:rsid w:val="00771845"/>
    <w:rsid w:val="0077442B"/>
    <w:rsid w:val="00774F80"/>
    <w:rsid w:val="007772C2"/>
    <w:rsid w:val="0077743F"/>
    <w:rsid w:val="007776E7"/>
    <w:rsid w:val="00781899"/>
    <w:rsid w:val="00781B70"/>
    <w:rsid w:val="00783BF0"/>
    <w:rsid w:val="00784A45"/>
    <w:rsid w:val="00785353"/>
    <w:rsid w:val="00785C6E"/>
    <w:rsid w:val="00785E15"/>
    <w:rsid w:val="00786493"/>
    <w:rsid w:val="00786550"/>
    <w:rsid w:val="00786BCE"/>
    <w:rsid w:val="00790D04"/>
    <w:rsid w:val="0079147E"/>
    <w:rsid w:val="00791519"/>
    <w:rsid w:val="00791B72"/>
    <w:rsid w:val="007945C3"/>
    <w:rsid w:val="007955C8"/>
    <w:rsid w:val="00797960"/>
    <w:rsid w:val="007A0631"/>
    <w:rsid w:val="007A15BD"/>
    <w:rsid w:val="007A1A4C"/>
    <w:rsid w:val="007A2123"/>
    <w:rsid w:val="007A21EB"/>
    <w:rsid w:val="007A3482"/>
    <w:rsid w:val="007A7051"/>
    <w:rsid w:val="007B01A5"/>
    <w:rsid w:val="007B13CE"/>
    <w:rsid w:val="007B2367"/>
    <w:rsid w:val="007B33CA"/>
    <w:rsid w:val="007B43A2"/>
    <w:rsid w:val="007B47B5"/>
    <w:rsid w:val="007B596C"/>
    <w:rsid w:val="007B664B"/>
    <w:rsid w:val="007B762E"/>
    <w:rsid w:val="007B7846"/>
    <w:rsid w:val="007B7CEB"/>
    <w:rsid w:val="007C0148"/>
    <w:rsid w:val="007C0C7B"/>
    <w:rsid w:val="007C0D3B"/>
    <w:rsid w:val="007C1AFE"/>
    <w:rsid w:val="007C36C9"/>
    <w:rsid w:val="007C43C7"/>
    <w:rsid w:val="007C4C3B"/>
    <w:rsid w:val="007C7F1F"/>
    <w:rsid w:val="007D1562"/>
    <w:rsid w:val="007D1CBB"/>
    <w:rsid w:val="007D3CE3"/>
    <w:rsid w:val="007D4B3B"/>
    <w:rsid w:val="007D4E19"/>
    <w:rsid w:val="007D5D0C"/>
    <w:rsid w:val="007D6514"/>
    <w:rsid w:val="007D6FFA"/>
    <w:rsid w:val="007D7802"/>
    <w:rsid w:val="007D7B0D"/>
    <w:rsid w:val="007E01E4"/>
    <w:rsid w:val="007E22F5"/>
    <w:rsid w:val="007E4904"/>
    <w:rsid w:val="007E547A"/>
    <w:rsid w:val="007E6503"/>
    <w:rsid w:val="007E75F9"/>
    <w:rsid w:val="007E7D77"/>
    <w:rsid w:val="007E7FC8"/>
    <w:rsid w:val="007F03A0"/>
    <w:rsid w:val="007F1E20"/>
    <w:rsid w:val="007F46A7"/>
    <w:rsid w:val="007F4FBC"/>
    <w:rsid w:val="007F5FE5"/>
    <w:rsid w:val="007F7107"/>
    <w:rsid w:val="007F7D2E"/>
    <w:rsid w:val="00800886"/>
    <w:rsid w:val="00800FEA"/>
    <w:rsid w:val="00801652"/>
    <w:rsid w:val="00802081"/>
    <w:rsid w:val="0080271E"/>
    <w:rsid w:val="00803F0D"/>
    <w:rsid w:val="00805B48"/>
    <w:rsid w:val="00806B97"/>
    <w:rsid w:val="0081030F"/>
    <w:rsid w:val="00811B23"/>
    <w:rsid w:val="00812B00"/>
    <w:rsid w:val="00812C8A"/>
    <w:rsid w:val="00814A61"/>
    <w:rsid w:val="00815BF5"/>
    <w:rsid w:val="0082087D"/>
    <w:rsid w:val="0082097C"/>
    <w:rsid w:val="0082129A"/>
    <w:rsid w:val="008219B9"/>
    <w:rsid w:val="00821D3B"/>
    <w:rsid w:val="00821E58"/>
    <w:rsid w:val="00822293"/>
    <w:rsid w:val="0082251B"/>
    <w:rsid w:val="00823457"/>
    <w:rsid w:val="00824DD3"/>
    <w:rsid w:val="00825C0F"/>
    <w:rsid w:val="0082603F"/>
    <w:rsid w:val="00827FB9"/>
    <w:rsid w:val="008303C9"/>
    <w:rsid w:val="00830875"/>
    <w:rsid w:val="00830940"/>
    <w:rsid w:val="00830E19"/>
    <w:rsid w:val="00834F5F"/>
    <w:rsid w:val="00834FFD"/>
    <w:rsid w:val="00835A95"/>
    <w:rsid w:val="00835E74"/>
    <w:rsid w:val="008370DE"/>
    <w:rsid w:val="008374B7"/>
    <w:rsid w:val="00840B05"/>
    <w:rsid w:val="00840FA5"/>
    <w:rsid w:val="00841D43"/>
    <w:rsid w:val="00842954"/>
    <w:rsid w:val="00842CA1"/>
    <w:rsid w:val="0084420B"/>
    <w:rsid w:val="00844581"/>
    <w:rsid w:val="0084605E"/>
    <w:rsid w:val="00847A99"/>
    <w:rsid w:val="0085216F"/>
    <w:rsid w:val="00852A68"/>
    <w:rsid w:val="008541C3"/>
    <w:rsid w:val="00856053"/>
    <w:rsid w:val="0085613A"/>
    <w:rsid w:val="00856A43"/>
    <w:rsid w:val="00856A47"/>
    <w:rsid w:val="00857382"/>
    <w:rsid w:val="00857791"/>
    <w:rsid w:val="0086045C"/>
    <w:rsid w:val="0086082C"/>
    <w:rsid w:val="00862009"/>
    <w:rsid w:val="008634B4"/>
    <w:rsid w:val="00863CA2"/>
    <w:rsid w:val="008640DB"/>
    <w:rsid w:val="00864391"/>
    <w:rsid w:val="008643AA"/>
    <w:rsid w:val="00864ADC"/>
    <w:rsid w:val="00864D80"/>
    <w:rsid w:val="008651AB"/>
    <w:rsid w:val="008657A6"/>
    <w:rsid w:val="00870946"/>
    <w:rsid w:val="0087100F"/>
    <w:rsid w:val="00875355"/>
    <w:rsid w:val="00875C16"/>
    <w:rsid w:val="00876B60"/>
    <w:rsid w:val="008770B3"/>
    <w:rsid w:val="00880153"/>
    <w:rsid w:val="00880F97"/>
    <w:rsid w:val="0088133A"/>
    <w:rsid w:val="00881789"/>
    <w:rsid w:val="00881F3B"/>
    <w:rsid w:val="00884632"/>
    <w:rsid w:val="008853C4"/>
    <w:rsid w:val="008859D1"/>
    <w:rsid w:val="008870D7"/>
    <w:rsid w:val="00887B25"/>
    <w:rsid w:val="00890B23"/>
    <w:rsid w:val="00890F3A"/>
    <w:rsid w:val="008921A5"/>
    <w:rsid w:val="008926B8"/>
    <w:rsid w:val="0089285E"/>
    <w:rsid w:val="00892C5E"/>
    <w:rsid w:val="0089436C"/>
    <w:rsid w:val="008966CD"/>
    <w:rsid w:val="00896CBB"/>
    <w:rsid w:val="00896D37"/>
    <w:rsid w:val="008A0F20"/>
    <w:rsid w:val="008A17C1"/>
    <w:rsid w:val="008A341A"/>
    <w:rsid w:val="008A3452"/>
    <w:rsid w:val="008A4590"/>
    <w:rsid w:val="008A5837"/>
    <w:rsid w:val="008A70AC"/>
    <w:rsid w:val="008A72FB"/>
    <w:rsid w:val="008B0F72"/>
    <w:rsid w:val="008B1519"/>
    <w:rsid w:val="008B41B7"/>
    <w:rsid w:val="008B6D9F"/>
    <w:rsid w:val="008B7CA9"/>
    <w:rsid w:val="008C023D"/>
    <w:rsid w:val="008C11A3"/>
    <w:rsid w:val="008C15FE"/>
    <w:rsid w:val="008C5C63"/>
    <w:rsid w:val="008D0002"/>
    <w:rsid w:val="008D1F79"/>
    <w:rsid w:val="008D209A"/>
    <w:rsid w:val="008D261F"/>
    <w:rsid w:val="008D3EC6"/>
    <w:rsid w:val="008D447F"/>
    <w:rsid w:val="008D4C78"/>
    <w:rsid w:val="008D5939"/>
    <w:rsid w:val="008D5F40"/>
    <w:rsid w:val="008E1282"/>
    <w:rsid w:val="008E2D82"/>
    <w:rsid w:val="008E68E3"/>
    <w:rsid w:val="008E7459"/>
    <w:rsid w:val="008E778E"/>
    <w:rsid w:val="008F0C13"/>
    <w:rsid w:val="008F1038"/>
    <w:rsid w:val="008F2886"/>
    <w:rsid w:val="008F3FFB"/>
    <w:rsid w:val="008F5154"/>
    <w:rsid w:val="008F58B2"/>
    <w:rsid w:val="008F60E5"/>
    <w:rsid w:val="009015E2"/>
    <w:rsid w:val="00901CF7"/>
    <w:rsid w:val="009024A3"/>
    <w:rsid w:val="009030BF"/>
    <w:rsid w:val="00905D3C"/>
    <w:rsid w:val="009060A4"/>
    <w:rsid w:val="00913032"/>
    <w:rsid w:val="00913061"/>
    <w:rsid w:val="00914368"/>
    <w:rsid w:val="00914888"/>
    <w:rsid w:val="00914ADB"/>
    <w:rsid w:val="00916A90"/>
    <w:rsid w:val="00916A99"/>
    <w:rsid w:val="00917FBC"/>
    <w:rsid w:val="009207F4"/>
    <w:rsid w:val="00922159"/>
    <w:rsid w:val="00925E0E"/>
    <w:rsid w:val="0092747E"/>
    <w:rsid w:val="009301EA"/>
    <w:rsid w:val="00931076"/>
    <w:rsid w:val="009312EF"/>
    <w:rsid w:val="00933208"/>
    <w:rsid w:val="00934572"/>
    <w:rsid w:val="009345D9"/>
    <w:rsid w:val="00934B15"/>
    <w:rsid w:val="00934C88"/>
    <w:rsid w:val="00935C0A"/>
    <w:rsid w:val="00936B93"/>
    <w:rsid w:val="00937056"/>
    <w:rsid w:val="00937C36"/>
    <w:rsid w:val="0094208B"/>
    <w:rsid w:val="009427DB"/>
    <w:rsid w:val="00942B62"/>
    <w:rsid w:val="00943D5F"/>
    <w:rsid w:val="00944850"/>
    <w:rsid w:val="009451C8"/>
    <w:rsid w:val="0094541E"/>
    <w:rsid w:val="00946153"/>
    <w:rsid w:val="0095104E"/>
    <w:rsid w:val="00952B42"/>
    <w:rsid w:val="009545EE"/>
    <w:rsid w:val="0095567C"/>
    <w:rsid w:val="00955A00"/>
    <w:rsid w:val="00956281"/>
    <w:rsid w:val="00956A0C"/>
    <w:rsid w:val="00956BD9"/>
    <w:rsid w:val="009605B1"/>
    <w:rsid w:val="00961368"/>
    <w:rsid w:val="00962489"/>
    <w:rsid w:val="00963FCB"/>
    <w:rsid w:val="00965891"/>
    <w:rsid w:val="00966D64"/>
    <w:rsid w:val="00970E47"/>
    <w:rsid w:val="009711BE"/>
    <w:rsid w:val="0097201D"/>
    <w:rsid w:val="00974664"/>
    <w:rsid w:val="00975396"/>
    <w:rsid w:val="0097671E"/>
    <w:rsid w:val="009800CB"/>
    <w:rsid w:val="0098091C"/>
    <w:rsid w:val="00980D0D"/>
    <w:rsid w:val="00981169"/>
    <w:rsid w:val="009819F1"/>
    <w:rsid w:val="00981D9D"/>
    <w:rsid w:val="009824BE"/>
    <w:rsid w:val="00984277"/>
    <w:rsid w:val="00984467"/>
    <w:rsid w:val="0098538E"/>
    <w:rsid w:val="009854AE"/>
    <w:rsid w:val="00986829"/>
    <w:rsid w:val="00987890"/>
    <w:rsid w:val="00990058"/>
    <w:rsid w:val="00990401"/>
    <w:rsid w:val="00991436"/>
    <w:rsid w:val="00991F03"/>
    <w:rsid w:val="00992B8F"/>
    <w:rsid w:val="00994D04"/>
    <w:rsid w:val="0099530F"/>
    <w:rsid w:val="00996E7C"/>
    <w:rsid w:val="00997983"/>
    <w:rsid w:val="009A0110"/>
    <w:rsid w:val="009A21AA"/>
    <w:rsid w:val="009A2B0A"/>
    <w:rsid w:val="009A4F9A"/>
    <w:rsid w:val="009A5B67"/>
    <w:rsid w:val="009B0695"/>
    <w:rsid w:val="009B0A82"/>
    <w:rsid w:val="009B0D9F"/>
    <w:rsid w:val="009B265B"/>
    <w:rsid w:val="009B3D39"/>
    <w:rsid w:val="009B4376"/>
    <w:rsid w:val="009B4736"/>
    <w:rsid w:val="009B4C92"/>
    <w:rsid w:val="009B5EE9"/>
    <w:rsid w:val="009B7416"/>
    <w:rsid w:val="009B77B3"/>
    <w:rsid w:val="009B7BAA"/>
    <w:rsid w:val="009C1B57"/>
    <w:rsid w:val="009C1CB2"/>
    <w:rsid w:val="009C2CC2"/>
    <w:rsid w:val="009C5FB0"/>
    <w:rsid w:val="009C731A"/>
    <w:rsid w:val="009D1D5C"/>
    <w:rsid w:val="009D3AC3"/>
    <w:rsid w:val="009D3B2D"/>
    <w:rsid w:val="009D3FF9"/>
    <w:rsid w:val="009D4B06"/>
    <w:rsid w:val="009D5DBB"/>
    <w:rsid w:val="009D71C7"/>
    <w:rsid w:val="009E0240"/>
    <w:rsid w:val="009E1281"/>
    <w:rsid w:val="009E32CF"/>
    <w:rsid w:val="009E444F"/>
    <w:rsid w:val="009E48EF"/>
    <w:rsid w:val="009E4CF4"/>
    <w:rsid w:val="009E4F2F"/>
    <w:rsid w:val="009E6D5B"/>
    <w:rsid w:val="009F0ED9"/>
    <w:rsid w:val="009F24C6"/>
    <w:rsid w:val="009F258A"/>
    <w:rsid w:val="009F3E71"/>
    <w:rsid w:val="009F5E85"/>
    <w:rsid w:val="009F6582"/>
    <w:rsid w:val="009F696D"/>
    <w:rsid w:val="009F6BC6"/>
    <w:rsid w:val="009F7807"/>
    <w:rsid w:val="009F784E"/>
    <w:rsid w:val="00A01248"/>
    <w:rsid w:val="00A01691"/>
    <w:rsid w:val="00A019F0"/>
    <w:rsid w:val="00A0308A"/>
    <w:rsid w:val="00A03136"/>
    <w:rsid w:val="00A05DB8"/>
    <w:rsid w:val="00A076ED"/>
    <w:rsid w:val="00A07865"/>
    <w:rsid w:val="00A10A5E"/>
    <w:rsid w:val="00A10AB0"/>
    <w:rsid w:val="00A11AA9"/>
    <w:rsid w:val="00A12023"/>
    <w:rsid w:val="00A136FB"/>
    <w:rsid w:val="00A138F5"/>
    <w:rsid w:val="00A146B1"/>
    <w:rsid w:val="00A16247"/>
    <w:rsid w:val="00A16501"/>
    <w:rsid w:val="00A166C3"/>
    <w:rsid w:val="00A1684C"/>
    <w:rsid w:val="00A17328"/>
    <w:rsid w:val="00A17808"/>
    <w:rsid w:val="00A20B5F"/>
    <w:rsid w:val="00A222BD"/>
    <w:rsid w:val="00A232A5"/>
    <w:rsid w:val="00A241C7"/>
    <w:rsid w:val="00A24DBE"/>
    <w:rsid w:val="00A24E92"/>
    <w:rsid w:val="00A24F70"/>
    <w:rsid w:val="00A25FEC"/>
    <w:rsid w:val="00A26E6B"/>
    <w:rsid w:val="00A2703A"/>
    <w:rsid w:val="00A2742F"/>
    <w:rsid w:val="00A27EF6"/>
    <w:rsid w:val="00A305E8"/>
    <w:rsid w:val="00A32474"/>
    <w:rsid w:val="00A32A9C"/>
    <w:rsid w:val="00A3340C"/>
    <w:rsid w:val="00A33DFF"/>
    <w:rsid w:val="00A34227"/>
    <w:rsid w:val="00A346D7"/>
    <w:rsid w:val="00A35115"/>
    <w:rsid w:val="00A36124"/>
    <w:rsid w:val="00A37169"/>
    <w:rsid w:val="00A37BCD"/>
    <w:rsid w:val="00A4332B"/>
    <w:rsid w:val="00A45302"/>
    <w:rsid w:val="00A45433"/>
    <w:rsid w:val="00A46A06"/>
    <w:rsid w:val="00A472F4"/>
    <w:rsid w:val="00A50A9B"/>
    <w:rsid w:val="00A50F46"/>
    <w:rsid w:val="00A51385"/>
    <w:rsid w:val="00A52B6E"/>
    <w:rsid w:val="00A537BE"/>
    <w:rsid w:val="00A554AB"/>
    <w:rsid w:val="00A56CAD"/>
    <w:rsid w:val="00A56FE2"/>
    <w:rsid w:val="00A6038D"/>
    <w:rsid w:val="00A6181C"/>
    <w:rsid w:val="00A62E9F"/>
    <w:rsid w:val="00A6418B"/>
    <w:rsid w:val="00A64B2B"/>
    <w:rsid w:val="00A717C2"/>
    <w:rsid w:val="00A72384"/>
    <w:rsid w:val="00A724A6"/>
    <w:rsid w:val="00A72808"/>
    <w:rsid w:val="00A72E1F"/>
    <w:rsid w:val="00A7408B"/>
    <w:rsid w:val="00A76B56"/>
    <w:rsid w:val="00A76DC1"/>
    <w:rsid w:val="00A80200"/>
    <w:rsid w:val="00A81A7E"/>
    <w:rsid w:val="00A81DC6"/>
    <w:rsid w:val="00A8400B"/>
    <w:rsid w:val="00A84D1A"/>
    <w:rsid w:val="00A857B0"/>
    <w:rsid w:val="00A85C31"/>
    <w:rsid w:val="00A87E7F"/>
    <w:rsid w:val="00A90B0A"/>
    <w:rsid w:val="00A90C79"/>
    <w:rsid w:val="00A90EB3"/>
    <w:rsid w:val="00A917E5"/>
    <w:rsid w:val="00A91F14"/>
    <w:rsid w:val="00A94FA6"/>
    <w:rsid w:val="00A95DFC"/>
    <w:rsid w:val="00A96CF5"/>
    <w:rsid w:val="00A9708F"/>
    <w:rsid w:val="00A97140"/>
    <w:rsid w:val="00A97B74"/>
    <w:rsid w:val="00AA0068"/>
    <w:rsid w:val="00AA067A"/>
    <w:rsid w:val="00AA0D95"/>
    <w:rsid w:val="00AA17CA"/>
    <w:rsid w:val="00AA187A"/>
    <w:rsid w:val="00AA1A88"/>
    <w:rsid w:val="00AA2FAE"/>
    <w:rsid w:val="00AA4018"/>
    <w:rsid w:val="00AA6710"/>
    <w:rsid w:val="00AA6B11"/>
    <w:rsid w:val="00AA6BA2"/>
    <w:rsid w:val="00AB0681"/>
    <w:rsid w:val="00AB084B"/>
    <w:rsid w:val="00AB2159"/>
    <w:rsid w:val="00AB25EB"/>
    <w:rsid w:val="00AB2E7B"/>
    <w:rsid w:val="00AB6BD8"/>
    <w:rsid w:val="00AB709A"/>
    <w:rsid w:val="00AB7A6E"/>
    <w:rsid w:val="00AB7B63"/>
    <w:rsid w:val="00AC0245"/>
    <w:rsid w:val="00AC648F"/>
    <w:rsid w:val="00AC676D"/>
    <w:rsid w:val="00AC6F09"/>
    <w:rsid w:val="00AD04EC"/>
    <w:rsid w:val="00AD17B4"/>
    <w:rsid w:val="00AD473E"/>
    <w:rsid w:val="00AD5759"/>
    <w:rsid w:val="00AD687C"/>
    <w:rsid w:val="00AD6F1A"/>
    <w:rsid w:val="00AD7342"/>
    <w:rsid w:val="00AE0FF3"/>
    <w:rsid w:val="00AE20FC"/>
    <w:rsid w:val="00AE21E7"/>
    <w:rsid w:val="00AE3AA1"/>
    <w:rsid w:val="00AE5CAA"/>
    <w:rsid w:val="00AE6E56"/>
    <w:rsid w:val="00AF0A32"/>
    <w:rsid w:val="00AF3880"/>
    <w:rsid w:val="00AF39C0"/>
    <w:rsid w:val="00AF427F"/>
    <w:rsid w:val="00AF442C"/>
    <w:rsid w:val="00AF588E"/>
    <w:rsid w:val="00AF593F"/>
    <w:rsid w:val="00AF659F"/>
    <w:rsid w:val="00AF6D61"/>
    <w:rsid w:val="00AF7009"/>
    <w:rsid w:val="00B013F3"/>
    <w:rsid w:val="00B017DA"/>
    <w:rsid w:val="00B03C60"/>
    <w:rsid w:val="00B04F7F"/>
    <w:rsid w:val="00B06935"/>
    <w:rsid w:val="00B111B3"/>
    <w:rsid w:val="00B112E2"/>
    <w:rsid w:val="00B11B7B"/>
    <w:rsid w:val="00B11BED"/>
    <w:rsid w:val="00B12B0C"/>
    <w:rsid w:val="00B14E67"/>
    <w:rsid w:val="00B1678E"/>
    <w:rsid w:val="00B20CD8"/>
    <w:rsid w:val="00B2186B"/>
    <w:rsid w:val="00B24894"/>
    <w:rsid w:val="00B25226"/>
    <w:rsid w:val="00B259B8"/>
    <w:rsid w:val="00B261FA"/>
    <w:rsid w:val="00B26D0E"/>
    <w:rsid w:val="00B26F74"/>
    <w:rsid w:val="00B27825"/>
    <w:rsid w:val="00B27A31"/>
    <w:rsid w:val="00B30C72"/>
    <w:rsid w:val="00B322F2"/>
    <w:rsid w:val="00B322FD"/>
    <w:rsid w:val="00B326E7"/>
    <w:rsid w:val="00B32FA9"/>
    <w:rsid w:val="00B37E7F"/>
    <w:rsid w:val="00B407BB"/>
    <w:rsid w:val="00B413E7"/>
    <w:rsid w:val="00B42B85"/>
    <w:rsid w:val="00B43484"/>
    <w:rsid w:val="00B4411B"/>
    <w:rsid w:val="00B45840"/>
    <w:rsid w:val="00B461CF"/>
    <w:rsid w:val="00B46860"/>
    <w:rsid w:val="00B501A5"/>
    <w:rsid w:val="00B50627"/>
    <w:rsid w:val="00B50A34"/>
    <w:rsid w:val="00B52EFB"/>
    <w:rsid w:val="00B5308F"/>
    <w:rsid w:val="00B53E7E"/>
    <w:rsid w:val="00B54604"/>
    <w:rsid w:val="00B55BAD"/>
    <w:rsid w:val="00B56C4D"/>
    <w:rsid w:val="00B61F51"/>
    <w:rsid w:val="00B62524"/>
    <w:rsid w:val="00B630D7"/>
    <w:rsid w:val="00B6342E"/>
    <w:rsid w:val="00B66E70"/>
    <w:rsid w:val="00B67272"/>
    <w:rsid w:val="00B6727E"/>
    <w:rsid w:val="00B7113F"/>
    <w:rsid w:val="00B717A8"/>
    <w:rsid w:val="00B71E4D"/>
    <w:rsid w:val="00B720F0"/>
    <w:rsid w:val="00B740ED"/>
    <w:rsid w:val="00B751A1"/>
    <w:rsid w:val="00B774FB"/>
    <w:rsid w:val="00B80C8F"/>
    <w:rsid w:val="00B81E40"/>
    <w:rsid w:val="00B82287"/>
    <w:rsid w:val="00B830B9"/>
    <w:rsid w:val="00B844BC"/>
    <w:rsid w:val="00B84CE1"/>
    <w:rsid w:val="00B85B8D"/>
    <w:rsid w:val="00B86D20"/>
    <w:rsid w:val="00B87BF7"/>
    <w:rsid w:val="00B90962"/>
    <w:rsid w:val="00B943CC"/>
    <w:rsid w:val="00B9591D"/>
    <w:rsid w:val="00BA155F"/>
    <w:rsid w:val="00BA62D5"/>
    <w:rsid w:val="00BA73B6"/>
    <w:rsid w:val="00BB13E6"/>
    <w:rsid w:val="00BB2AD4"/>
    <w:rsid w:val="00BB2D2C"/>
    <w:rsid w:val="00BB4FCD"/>
    <w:rsid w:val="00BB52CD"/>
    <w:rsid w:val="00BB79B4"/>
    <w:rsid w:val="00BC05F5"/>
    <w:rsid w:val="00BC24C8"/>
    <w:rsid w:val="00BC35D9"/>
    <w:rsid w:val="00BC39BE"/>
    <w:rsid w:val="00BC3DCE"/>
    <w:rsid w:val="00BC5282"/>
    <w:rsid w:val="00BC6BD2"/>
    <w:rsid w:val="00BC6D7E"/>
    <w:rsid w:val="00BC78FF"/>
    <w:rsid w:val="00BD0566"/>
    <w:rsid w:val="00BD13EA"/>
    <w:rsid w:val="00BD1EE7"/>
    <w:rsid w:val="00BD2590"/>
    <w:rsid w:val="00BD275C"/>
    <w:rsid w:val="00BD49B7"/>
    <w:rsid w:val="00BD5011"/>
    <w:rsid w:val="00BD549B"/>
    <w:rsid w:val="00BD7029"/>
    <w:rsid w:val="00BE05EA"/>
    <w:rsid w:val="00BE0F1F"/>
    <w:rsid w:val="00BE16C0"/>
    <w:rsid w:val="00BE29E2"/>
    <w:rsid w:val="00BE2B73"/>
    <w:rsid w:val="00BE37AB"/>
    <w:rsid w:val="00BE3808"/>
    <w:rsid w:val="00BE3E7F"/>
    <w:rsid w:val="00BE5140"/>
    <w:rsid w:val="00BE5C4F"/>
    <w:rsid w:val="00BE656C"/>
    <w:rsid w:val="00BE6AFD"/>
    <w:rsid w:val="00BE7106"/>
    <w:rsid w:val="00BF34C6"/>
    <w:rsid w:val="00BF5747"/>
    <w:rsid w:val="00BF5CA9"/>
    <w:rsid w:val="00BF7705"/>
    <w:rsid w:val="00C01566"/>
    <w:rsid w:val="00C042A9"/>
    <w:rsid w:val="00C04859"/>
    <w:rsid w:val="00C05D62"/>
    <w:rsid w:val="00C062E9"/>
    <w:rsid w:val="00C068C6"/>
    <w:rsid w:val="00C06B13"/>
    <w:rsid w:val="00C06B1D"/>
    <w:rsid w:val="00C07912"/>
    <w:rsid w:val="00C07B2C"/>
    <w:rsid w:val="00C109E1"/>
    <w:rsid w:val="00C1123A"/>
    <w:rsid w:val="00C11FC2"/>
    <w:rsid w:val="00C13721"/>
    <w:rsid w:val="00C13F9E"/>
    <w:rsid w:val="00C167EC"/>
    <w:rsid w:val="00C206B5"/>
    <w:rsid w:val="00C20B18"/>
    <w:rsid w:val="00C20B8E"/>
    <w:rsid w:val="00C21869"/>
    <w:rsid w:val="00C24637"/>
    <w:rsid w:val="00C27244"/>
    <w:rsid w:val="00C27F44"/>
    <w:rsid w:val="00C326C8"/>
    <w:rsid w:val="00C33444"/>
    <w:rsid w:val="00C33726"/>
    <w:rsid w:val="00C349AF"/>
    <w:rsid w:val="00C34F79"/>
    <w:rsid w:val="00C41CD3"/>
    <w:rsid w:val="00C41E1E"/>
    <w:rsid w:val="00C43B2A"/>
    <w:rsid w:val="00C4422C"/>
    <w:rsid w:val="00C44E7D"/>
    <w:rsid w:val="00C50F2F"/>
    <w:rsid w:val="00C512B9"/>
    <w:rsid w:val="00C543F4"/>
    <w:rsid w:val="00C5789A"/>
    <w:rsid w:val="00C6034B"/>
    <w:rsid w:val="00C61836"/>
    <w:rsid w:val="00C6291C"/>
    <w:rsid w:val="00C62F5B"/>
    <w:rsid w:val="00C633CB"/>
    <w:rsid w:val="00C634A9"/>
    <w:rsid w:val="00C64E15"/>
    <w:rsid w:val="00C6635E"/>
    <w:rsid w:val="00C664F8"/>
    <w:rsid w:val="00C66C5D"/>
    <w:rsid w:val="00C67226"/>
    <w:rsid w:val="00C67EFB"/>
    <w:rsid w:val="00C714F9"/>
    <w:rsid w:val="00C720A6"/>
    <w:rsid w:val="00C751CD"/>
    <w:rsid w:val="00C85E32"/>
    <w:rsid w:val="00C8681A"/>
    <w:rsid w:val="00C871FB"/>
    <w:rsid w:val="00C87532"/>
    <w:rsid w:val="00C8762C"/>
    <w:rsid w:val="00C9074A"/>
    <w:rsid w:val="00C91752"/>
    <w:rsid w:val="00C91B3A"/>
    <w:rsid w:val="00C93483"/>
    <w:rsid w:val="00C94CC2"/>
    <w:rsid w:val="00C95328"/>
    <w:rsid w:val="00C96C46"/>
    <w:rsid w:val="00C97A49"/>
    <w:rsid w:val="00CA00F9"/>
    <w:rsid w:val="00CA1E67"/>
    <w:rsid w:val="00CA2961"/>
    <w:rsid w:val="00CA3656"/>
    <w:rsid w:val="00CA37B1"/>
    <w:rsid w:val="00CA3822"/>
    <w:rsid w:val="00CA4179"/>
    <w:rsid w:val="00CA48F1"/>
    <w:rsid w:val="00CB0CA8"/>
    <w:rsid w:val="00CB1AC6"/>
    <w:rsid w:val="00CB451E"/>
    <w:rsid w:val="00CB50D7"/>
    <w:rsid w:val="00CB5783"/>
    <w:rsid w:val="00CB7177"/>
    <w:rsid w:val="00CC0F8D"/>
    <w:rsid w:val="00CC1881"/>
    <w:rsid w:val="00CC1998"/>
    <w:rsid w:val="00CC1E30"/>
    <w:rsid w:val="00CC37C4"/>
    <w:rsid w:val="00CC3BBB"/>
    <w:rsid w:val="00CC4946"/>
    <w:rsid w:val="00CC49E7"/>
    <w:rsid w:val="00CC4B8B"/>
    <w:rsid w:val="00CD06CA"/>
    <w:rsid w:val="00CD0969"/>
    <w:rsid w:val="00CD1D6E"/>
    <w:rsid w:val="00CD54AC"/>
    <w:rsid w:val="00CD5E2C"/>
    <w:rsid w:val="00CD678B"/>
    <w:rsid w:val="00CE019A"/>
    <w:rsid w:val="00CE44B1"/>
    <w:rsid w:val="00CE6596"/>
    <w:rsid w:val="00CF0E6E"/>
    <w:rsid w:val="00CF24D5"/>
    <w:rsid w:val="00CF4AAC"/>
    <w:rsid w:val="00CF5BF8"/>
    <w:rsid w:val="00CF5FDC"/>
    <w:rsid w:val="00CF61D9"/>
    <w:rsid w:val="00D010FF"/>
    <w:rsid w:val="00D0205C"/>
    <w:rsid w:val="00D02C96"/>
    <w:rsid w:val="00D0364C"/>
    <w:rsid w:val="00D04520"/>
    <w:rsid w:val="00D05346"/>
    <w:rsid w:val="00D11E31"/>
    <w:rsid w:val="00D124E7"/>
    <w:rsid w:val="00D126CE"/>
    <w:rsid w:val="00D12F46"/>
    <w:rsid w:val="00D12F5A"/>
    <w:rsid w:val="00D14E01"/>
    <w:rsid w:val="00D16835"/>
    <w:rsid w:val="00D206E9"/>
    <w:rsid w:val="00D23E21"/>
    <w:rsid w:val="00D252AB"/>
    <w:rsid w:val="00D270A4"/>
    <w:rsid w:val="00D27322"/>
    <w:rsid w:val="00D31645"/>
    <w:rsid w:val="00D3306B"/>
    <w:rsid w:val="00D336B4"/>
    <w:rsid w:val="00D34E1B"/>
    <w:rsid w:val="00D3530D"/>
    <w:rsid w:val="00D36AE5"/>
    <w:rsid w:val="00D36B60"/>
    <w:rsid w:val="00D37080"/>
    <w:rsid w:val="00D3756A"/>
    <w:rsid w:val="00D37923"/>
    <w:rsid w:val="00D379CE"/>
    <w:rsid w:val="00D41B2F"/>
    <w:rsid w:val="00D42192"/>
    <w:rsid w:val="00D4326A"/>
    <w:rsid w:val="00D4510F"/>
    <w:rsid w:val="00D45167"/>
    <w:rsid w:val="00D4699B"/>
    <w:rsid w:val="00D46A01"/>
    <w:rsid w:val="00D47A39"/>
    <w:rsid w:val="00D51863"/>
    <w:rsid w:val="00D54B9B"/>
    <w:rsid w:val="00D57300"/>
    <w:rsid w:val="00D6109E"/>
    <w:rsid w:val="00D62655"/>
    <w:rsid w:val="00D62BD6"/>
    <w:rsid w:val="00D63659"/>
    <w:rsid w:val="00D63D73"/>
    <w:rsid w:val="00D63FC8"/>
    <w:rsid w:val="00D654DC"/>
    <w:rsid w:val="00D66E1E"/>
    <w:rsid w:val="00D704C1"/>
    <w:rsid w:val="00D71591"/>
    <w:rsid w:val="00D71910"/>
    <w:rsid w:val="00D71B99"/>
    <w:rsid w:val="00D71EE4"/>
    <w:rsid w:val="00D723A1"/>
    <w:rsid w:val="00D730D3"/>
    <w:rsid w:val="00D73998"/>
    <w:rsid w:val="00D7456A"/>
    <w:rsid w:val="00D75722"/>
    <w:rsid w:val="00D77B08"/>
    <w:rsid w:val="00D80057"/>
    <w:rsid w:val="00D80725"/>
    <w:rsid w:val="00D822A4"/>
    <w:rsid w:val="00D82C5E"/>
    <w:rsid w:val="00D85881"/>
    <w:rsid w:val="00D85FF2"/>
    <w:rsid w:val="00D868AC"/>
    <w:rsid w:val="00D868EC"/>
    <w:rsid w:val="00D906E5"/>
    <w:rsid w:val="00D917E1"/>
    <w:rsid w:val="00D92D50"/>
    <w:rsid w:val="00D9360B"/>
    <w:rsid w:val="00D94104"/>
    <w:rsid w:val="00D956C4"/>
    <w:rsid w:val="00D956E6"/>
    <w:rsid w:val="00D95983"/>
    <w:rsid w:val="00D96919"/>
    <w:rsid w:val="00D972AC"/>
    <w:rsid w:val="00DA0786"/>
    <w:rsid w:val="00DA19E3"/>
    <w:rsid w:val="00DA1FD0"/>
    <w:rsid w:val="00DA2AA3"/>
    <w:rsid w:val="00DA4F12"/>
    <w:rsid w:val="00DA5E40"/>
    <w:rsid w:val="00DA5FE1"/>
    <w:rsid w:val="00DA69BA"/>
    <w:rsid w:val="00DB38F1"/>
    <w:rsid w:val="00DB52B4"/>
    <w:rsid w:val="00DB67C9"/>
    <w:rsid w:val="00DB7711"/>
    <w:rsid w:val="00DC0C95"/>
    <w:rsid w:val="00DC59E0"/>
    <w:rsid w:val="00DC7F0A"/>
    <w:rsid w:val="00DD0992"/>
    <w:rsid w:val="00DD0B71"/>
    <w:rsid w:val="00DD0F05"/>
    <w:rsid w:val="00DD0FF7"/>
    <w:rsid w:val="00DD1CE5"/>
    <w:rsid w:val="00DD2790"/>
    <w:rsid w:val="00DD5D23"/>
    <w:rsid w:val="00DD6483"/>
    <w:rsid w:val="00DD6580"/>
    <w:rsid w:val="00DD6B2B"/>
    <w:rsid w:val="00DD75C8"/>
    <w:rsid w:val="00DD7A56"/>
    <w:rsid w:val="00DD7E31"/>
    <w:rsid w:val="00DE068A"/>
    <w:rsid w:val="00DE0734"/>
    <w:rsid w:val="00DE0B8A"/>
    <w:rsid w:val="00DE27F5"/>
    <w:rsid w:val="00DE28EE"/>
    <w:rsid w:val="00DE354D"/>
    <w:rsid w:val="00DE3AF3"/>
    <w:rsid w:val="00DE63C9"/>
    <w:rsid w:val="00DE694D"/>
    <w:rsid w:val="00DE7164"/>
    <w:rsid w:val="00DF58FD"/>
    <w:rsid w:val="00DF596D"/>
    <w:rsid w:val="00DF716C"/>
    <w:rsid w:val="00DF7DB0"/>
    <w:rsid w:val="00E00397"/>
    <w:rsid w:val="00E02217"/>
    <w:rsid w:val="00E02E07"/>
    <w:rsid w:val="00E05305"/>
    <w:rsid w:val="00E06120"/>
    <w:rsid w:val="00E07E68"/>
    <w:rsid w:val="00E109AE"/>
    <w:rsid w:val="00E11CFA"/>
    <w:rsid w:val="00E128F4"/>
    <w:rsid w:val="00E13915"/>
    <w:rsid w:val="00E14A80"/>
    <w:rsid w:val="00E15986"/>
    <w:rsid w:val="00E17C72"/>
    <w:rsid w:val="00E210AE"/>
    <w:rsid w:val="00E243D0"/>
    <w:rsid w:val="00E25EB5"/>
    <w:rsid w:val="00E25FBC"/>
    <w:rsid w:val="00E2612B"/>
    <w:rsid w:val="00E31CBC"/>
    <w:rsid w:val="00E32584"/>
    <w:rsid w:val="00E3406F"/>
    <w:rsid w:val="00E35684"/>
    <w:rsid w:val="00E362F3"/>
    <w:rsid w:val="00E41429"/>
    <w:rsid w:val="00E425B0"/>
    <w:rsid w:val="00E45715"/>
    <w:rsid w:val="00E45B30"/>
    <w:rsid w:val="00E45BAF"/>
    <w:rsid w:val="00E4640B"/>
    <w:rsid w:val="00E465E4"/>
    <w:rsid w:val="00E467FE"/>
    <w:rsid w:val="00E53320"/>
    <w:rsid w:val="00E549F1"/>
    <w:rsid w:val="00E56280"/>
    <w:rsid w:val="00E56442"/>
    <w:rsid w:val="00E5664D"/>
    <w:rsid w:val="00E57407"/>
    <w:rsid w:val="00E61924"/>
    <w:rsid w:val="00E624C1"/>
    <w:rsid w:val="00E63125"/>
    <w:rsid w:val="00E65100"/>
    <w:rsid w:val="00E66386"/>
    <w:rsid w:val="00E66888"/>
    <w:rsid w:val="00E669E2"/>
    <w:rsid w:val="00E67472"/>
    <w:rsid w:val="00E70B10"/>
    <w:rsid w:val="00E7126F"/>
    <w:rsid w:val="00E71941"/>
    <w:rsid w:val="00E74253"/>
    <w:rsid w:val="00E744B0"/>
    <w:rsid w:val="00E74D68"/>
    <w:rsid w:val="00E75547"/>
    <w:rsid w:val="00E76135"/>
    <w:rsid w:val="00E76CD1"/>
    <w:rsid w:val="00E77758"/>
    <w:rsid w:val="00E80495"/>
    <w:rsid w:val="00E808F4"/>
    <w:rsid w:val="00E814F6"/>
    <w:rsid w:val="00E82096"/>
    <w:rsid w:val="00E82DDD"/>
    <w:rsid w:val="00E86F92"/>
    <w:rsid w:val="00E8736C"/>
    <w:rsid w:val="00E91338"/>
    <w:rsid w:val="00E91503"/>
    <w:rsid w:val="00E91BBE"/>
    <w:rsid w:val="00E947FD"/>
    <w:rsid w:val="00E948D0"/>
    <w:rsid w:val="00E949C1"/>
    <w:rsid w:val="00E95DF1"/>
    <w:rsid w:val="00E96A62"/>
    <w:rsid w:val="00E96D26"/>
    <w:rsid w:val="00E9781D"/>
    <w:rsid w:val="00EA045B"/>
    <w:rsid w:val="00EA2071"/>
    <w:rsid w:val="00EA347B"/>
    <w:rsid w:val="00EA44F2"/>
    <w:rsid w:val="00EA4F32"/>
    <w:rsid w:val="00EA5ECE"/>
    <w:rsid w:val="00EA6184"/>
    <w:rsid w:val="00EA6B06"/>
    <w:rsid w:val="00EA6F5F"/>
    <w:rsid w:val="00EB16E9"/>
    <w:rsid w:val="00EB3F0E"/>
    <w:rsid w:val="00EB7742"/>
    <w:rsid w:val="00EC05AB"/>
    <w:rsid w:val="00EC1DD1"/>
    <w:rsid w:val="00EC3261"/>
    <w:rsid w:val="00EC3CFD"/>
    <w:rsid w:val="00EC3ECE"/>
    <w:rsid w:val="00EC4DE5"/>
    <w:rsid w:val="00EC6718"/>
    <w:rsid w:val="00EC6CEA"/>
    <w:rsid w:val="00ED0B39"/>
    <w:rsid w:val="00ED0BFB"/>
    <w:rsid w:val="00ED2E5A"/>
    <w:rsid w:val="00ED3A7E"/>
    <w:rsid w:val="00ED4DF7"/>
    <w:rsid w:val="00EE0C68"/>
    <w:rsid w:val="00EE111D"/>
    <w:rsid w:val="00EE1A33"/>
    <w:rsid w:val="00EE229D"/>
    <w:rsid w:val="00EE2530"/>
    <w:rsid w:val="00EE2607"/>
    <w:rsid w:val="00EE3827"/>
    <w:rsid w:val="00EE4218"/>
    <w:rsid w:val="00EE4812"/>
    <w:rsid w:val="00EE6D1D"/>
    <w:rsid w:val="00EE7C02"/>
    <w:rsid w:val="00EF0EE7"/>
    <w:rsid w:val="00EF117B"/>
    <w:rsid w:val="00EF2B08"/>
    <w:rsid w:val="00EF2D28"/>
    <w:rsid w:val="00EF2D9E"/>
    <w:rsid w:val="00EF301F"/>
    <w:rsid w:val="00EF331A"/>
    <w:rsid w:val="00EF46FA"/>
    <w:rsid w:val="00EF6D1A"/>
    <w:rsid w:val="00EF7F0E"/>
    <w:rsid w:val="00F0058D"/>
    <w:rsid w:val="00F015D4"/>
    <w:rsid w:val="00F018C3"/>
    <w:rsid w:val="00F020D7"/>
    <w:rsid w:val="00F025A7"/>
    <w:rsid w:val="00F03B50"/>
    <w:rsid w:val="00F052CE"/>
    <w:rsid w:val="00F056FC"/>
    <w:rsid w:val="00F064CB"/>
    <w:rsid w:val="00F10E35"/>
    <w:rsid w:val="00F116CC"/>
    <w:rsid w:val="00F12977"/>
    <w:rsid w:val="00F135D8"/>
    <w:rsid w:val="00F13A70"/>
    <w:rsid w:val="00F14211"/>
    <w:rsid w:val="00F1442A"/>
    <w:rsid w:val="00F147C1"/>
    <w:rsid w:val="00F15CF0"/>
    <w:rsid w:val="00F15E52"/>
    <w:rsid w:val="00F16F20"/>
    <w:rsid w:val="00F211D0"/>
    <w:rsid w:val="00F225AF"/>
    <w:rsid w:val="00F23695"/>
    <w:rsid w:val="00F2381B"/>
    <w:rsid w:val="00F24150"/>
    <w:rsid w:val="00F25059"/>
    <w:rsid w:val="00F25EC0"/>
    <w:rsid w:val="00F2638F"/>
    <w:rsid w:val="00F26A75"/>
    <w:rsid w:val="00F308E9"/>
    <w:rsid w:val="00F30D80"/>
    <w:rsid w:val="00F31299"/>
    <w:rsid w:val="00F3346B"/>
    <w:rsid w:val="00F3534A"/>
    <w:rsid w:val="00F35A03"/>
    <w:rsid w:val="00F3693A"/>
    <w:rsid w:val="00F37040"/>
    <w:rsid w:val="00F37641"/>
    <w:rsid w:val="00F40282"/>
    <w:rsid w:val="00F405CF"/>
    <w:rsid w:val="00F40BF7"/>
    <w:rsid w:val="00F417A2"/>
    <w:rsid w:val="00F42EFA"/>
    <w:rsid w:val="00F43300"/>
    <w:rsid w:val="00F435D6"/>
    <w:rsid w:val="00F44DB6"/>
    <w:rsid w:val="00F4594C"/>
    <w:rsid w:val="00F470B2"/>
    <w:rsid w:val="00F5055F"/>
    <w:rsid w:val="00F51F71"/>
    <w:rsid w:val="00F55177"/>
    <w:rsid w:val="00F552FC"/>
    <w:rsid w:val="00F56502"/>
    <w:rsid w:val="00F5681E"/>
    <w:rsid w:val="00F57D0F"/>
    <w:rsid w:val="00F61067"/>
    <w:rsid w:val="00F618A5"/>
    <w:rsid w:val="00F624BB"/>
    <w:rsid w:val="00F66057"/>
    <w:rsid w:val="00F70DBA"/>
    <w:rsid w:val="00F71114"/>
    <w:rsid w:val="00F711D1"/>
    <w:rsid w:val="00F750CF"/>
    <w:rsid w:val="00F76460"/>
    <w:rsid w:val="00F76B95"/>
    <w:rsid w:val="00F8011D"/>
    <w:rsid w:val="00F80C99"/>
    <w:rsid w:val="00F81E4E"/>
    <w:rsid w:val="00F82093"/>
    <w:rsid w:val="00F82D99"/>
    <w:rsid w:val="00F8485D"/>
    <w:rsid w:val="00F85325"/>
    <w:rsid w:val="00F85A2D"/>
    <w:rsid w:val="00F872A1"/>
    <w:rsid w:val="00F9031E"/>
    <w:rsid w:val="00F90D18"/>
    <w:rsid w:val="00F911C4"/>
    <w:rsid w:val="00F9376C"/>
    <w:rsid w:val="00F93B10"/>
    <w:rsid w:val="00F95268"/>
    <w:rsid w:val="00F96FF6"/>
    <w:rsid w:val="00FA02C3"/>
    <w:rsid w:val="00FA0638"/>
    <w:rsid w:val="00FA11D2"/>
    <w:rsid w:val="00FA3C52"/>
    <w:rsid w:val="00FA460E"/>
    <w:rsid w:val="00FA4756"/>
    <w:rsid w:val="00FA4A7A"/>
    <w:rsid w:val="00FA56F2"/>
    <w:rsid w:val="00FA5EE4"/>
    <w:rsid w:val="00FA698F"/>
    <w:rsid w:val="00FA6B17"/>
    <w:rsid w:val="00FB2B53"/>
    <w:rsid w:val="00FB3BE2"/>
    <w:rsid w:val="00FB5A1F"/>
    <w:rsid w:val="00FB6B7D"/>
    <w:rsid w:val="00FB7DFF"/>
    <w:rsid w:val="00FC0949"/>
    <w:rsid w:val="00FC09CE"/>
    <w:rsid w:val="00FC1DE9"/>
    <w:rsid w:val="00FC27BC"/>
    <w:rsid w:val="00FC59B7"/>
    <w:rsid w:val="00FC6504"/>
    <w:rsid w:val="00FC7215"/>
    <w:rsid w:val="00FC728B"/>
    <w:rsid w:val="00FD04C6"/>
    <w:rsid w:val="00FD0A40"/>
    <w:rsid w:val="00FD22B1"/>
    <w:rsid w:val="00FD3002"/>
    <w:rsid w:val="00FD41CF"/>
    <w:rsid w:val="00FD5DB0"/>
    <w:rsid w:val="00FD5EEA"/>
    <w:rsid w:val="00FD68F4"/>
    <w:rsid w:val="00FD6EBC"/>
    <w:rsid w:val="00FD734F"/>
    <w:rsid w:val="00FD7D7E"/>
    <w:rsid w:val="00FE0B9E"/>
    <w:rsid w:val="00FE12FB"/>
    <w:rsid w:val="00FE3793"/>
    <w:rsid w:val="00FE6480"/>
    <w:rsid w:val="00FE75BE"/>
    <w:rsid w:val="00FF3A86"/>
    <w:rsid w:val="00FF3DB9"/>
    <w:rsid w:val="00FF5531"/>
    <w:rsid w:val="00FF5C2B"/>
    <w:rsid w:val="00FF619E"/>
    <w:rsid w:val="00FF67C9"/>
    <w:rsid w:val="00FF7E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92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37923"/>
    <w:rPr>
      <w:sz w:val="26"/>
      <w:szCs w:val="24"/>
    </w:rPr>
  </w:style>
  <w:style w:type="paragraph" w:styleId="Heading1">
    <w:name w:val="heading 1"/>
    <w:basedOn w:val="BodyText"/>
    <w:next w:val="BodyText"/>
    <w:link w:val="Heading1Char"/>
    <w:rsid w:val="00D3792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3792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37923"/>
    <w:pPr>
      <w:spacing w:before="560" w:line="320" w:lineRule="exact"/>
      <w:ind w:left="0" w:firstLine="0"/>
      <w:outlineLvl w:val="2"/>
    </w:pPr>
    <w:rPr>
      <w:sz w:val="26"/>
    </w:rPr>
  </w:style>
  <w:style w:type="paragraph" w:styleId="Heading4">
    <w:name w:val="heading 4"/>
    <w:basedOn w:val="Heading3"/>
    <w:next w:val="BodyText"/>
    <w:link w:val="Heading4Char"/>
    <w:qFormat/>
    <w:rsid w:val="00D37923"/>
    <w:pPr>
      <w:spacing w:before="480"/>
      <w:outlineLvl w:val="3"/>
    </w:pPr>
    <w:rPr>
      <w:b w:val="0"/>
      <w:i/>
      <w:sz w:val="24"/>
    </w:rPr>
  </w:style>
  <w:style w:type="paragraph" w:styleId="Heading5">
    <w:name w:val="heading 5"/>
    <w:basedOn w:val="Heading4"/>
    <w:next w:val="BodyText"/>
    <w:link w:val="Heading5Char"/>
    <w:qFormat/>
    <w:rsid w:val="00D37923"/>
    <w:pPr>
      <w:outlineLvl w:val="4"/>
    </w:pPr>
    <w:rPr>
      <w:rFonts w:ascii="Times New Roman" w:hAnsi="Times New Roman"/>
      <w:sz w:val="26"/>
    </w:rPr>
  </w:style>
  <w:style w:type="paragraph" w:styleId="Heading6">
    <w:name w:val="heading 6"/>
    <w:basedOn w:val="BodyText"/>
    <w:next w:val="BodyText"/>
    <w:link w:val="Heading6Char"/>
    <w:rsid w:val="00D37923"/>
    <w:pPr>
      <w:spacing w:after="60"/>
      <w:jc w:val="left"/>
      <w:outlineLvl w:val="5"/>
    </w:pPr>
    <w:rPr>
      <w:i/>
      <w:sz w:val="22"/>
    </w:rPr>
  </w:style>
  <w:style w:type="paragraph" w:styleId="Heading7">
    <w:name w:val="heading 7"/>
    <w:basedOn w:val="BodyText"/>
    <w:next w:val="BodyText"/>
    <w:link w:val="Heading7Char"/>
    <w:rsid w:val="00D37923"/>
    <w:pPr>
      <w:spacing w:after="60" w:line="240" w:lineRule="auto"/>
      <w:jc w:val="left"/>
      <w:outlineLvl w:val="6"/>
    </w:pPr>
    <w:rPr>
      <w:rFonts w:ascii="Arial" w:hAnsi="Arial"/>
      <w:sz w:val="20"/>
    </w:rPr>
  </w:style>
  <w:style w:type="paragraph" w:styleId="Heading8">
    <w:name w:val="heading 8"/>
    <w:basedOn w:val="BodyText"/>
    <w:next w:val="BodyText"/>
    <w:link w:val="Heading8Char"/>
    <w:rsid w:val="00D37923"/>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D3792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379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7923"/>
  </w:style>
  <w:style w:type="paragraph" w:customStyle="1" w:styleId="Chapter">
    <w:name w:val="Chapter"/>
    <w:basedOn w:val="Heading1"/>
    <w:next w:val="BodyText"/>
    <w:semiHidden/>
    <w:rsid w:val="00D37923"/>
    <w:pPr>
      <w:ind w:left="0" w:firstLine="0"/>
      <w:outlineLvl w:val="9"/>
    </w:pPr>
  </w:style>
  <w:style w:type="character" w:customStyle="1" w:styleId="Heading3Char">
    <w:name w:val="Heading 3 Char"/>
    <w:basedOn w:val="DefaultParagraphFont"/>
    <w:link w:val="Heading3"/>
    <w:locked/>
    <w:rsid w:val="00E5664D"/>
    <w:rPr>
      <w:rFonts w:ascii="Arial" w:hAnsi="Arial"/>
      <w:b/>
      <w:sz w:val="26"/>
    </w:rPr>
  </w:style>
  <w:style w:type="paragraph" w:styleId="BodyText">
    <w:name w:val="Body Text"/>
    <w:link w:val="BodyTextChar"/>
    <w:qFormat/>
    <w:rsid w:val="00D37923"/>
    <w:pPr>
      <w:spacing w:before="240" w:line="320" w:lineRule="atLeast"/>
      <w:jc w:val="both"/>
    </w:pPr>
    <w:rPr>
      <w:sz w:val="26"/>
    </w:rPr>
  </w:style>
  <w:style w:type="character" w:customStyle="1" w:styleId="BodyTextChar">
    <w:name w:val="Body Text Char"/>
    <w:basedOn w:val="DefaultParagraphFont"/>
    <w:link w:val="BodyText"/>
    <w:rsid w:val="00FC09CE"/>
    <w:rPr>
      <w:sz w:val="26"/>
    </w:rPr>
  </w:style>
  <w:style w:type="paragraph" w:styleId="Footer">
    <w:name w:val="footer"/>
    <w:basedOn w:val="BodyText"/>
    <w:link w:val="FooterChar"/>
    <w:rsid w:val="00D37923"/>
    <w:pPr>
      <w:spacing w:before="80" w:line="200" w:lineRule="exact"/>
      <w:ind w:right="6"/>
      <w:jc w:val="left"/>
    </w:pPr>
    <w:rPr>
      <w:caps/>
      <w:spacing w:val="-4"/>
      <w:sz w:val="16"/>
    </w:rPr>
  </w:style>
  <w:style w:type="paragraph" w:customStyle="1" w:styleId="FooterEnd">
    <w:name w:val="Footer End"/>
    <w:basedOn w:val="Footer"/>
    <w:rsid w:val="00D37923"/>
    <w:pPr>
      <w:spacing w:before="0" w:line="20" w:lineRule="exact"/>
    </w:pPr>
  </w:style>
  <w:style w:type="paragraph" w:styleId="Header">
    <w:name w:val="header"/>
    <w:basedOn w:val="BodyText"/>
    <w:link w:val="HeaderChar"/>
    <w:rsid w:val="00D3792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37923"/>
    <w:pPr>
      <w:spacing w:line="20" w:lineRule="exact"/>
    </w:pPr>
    <w:rPr>
      <w:sz w:val="16"/>
    </w:rPr>
  </w:style>
  <w:style w:type="paragraph" w:customStyle="1" w:styleId="HeaderEven">
    <w:name w:val="Header Even"/>
    <w:basedOn w:val="Header"/>
    <w:semiHidden/>
    <w:rsid w:val="00D37923"/>
  </w:style>
  <w:style w:type="paragraph" w:customStyle="1" w:styleId="HeaderOdd">
    <w:name w:val="Header Odd"/>
    <w:basedOn w:val="Header"/>
    <w:semiHidden/>
    <w:rsid w:val="00D37923"/>
  </w:style>
  <w:style w:type="character" w:styleId="PageNumber">
    <w:name w:val="page number"/>
    <w:basedOn w:val="DefaultParagraphFont"/>
    <w:rsid w:val="00D37923"/>
    <w:rPr>
      <w:rFonts w:ascii="Arial" w:hAnsi="Arial"/>
      <w:b/>
      <w:sz w:val="16"/>
    </w:rPr>
  </w:style>
  <w:style w:type="paragraph" w:customStyle="1" w:styleId="Abbreviation">
    <w:name w:val="Abbreviation"/>
    <w:basedOn w:val="BodyText"/>
    <w:rsid w:val="00D37923"/>
    <w:pPr>
      <w:spacing w:before="120"/>
      <w:ind w:left="2381" w:hanging="2381"/>
      <w:jc w:val="left"/>
    </w:pPr>
  </w:style>
  <w:style w:type="paragraph" w:customStyle="1" w:styleId="BoxHeading1">
    <w:name w:val="Box Heading 1"/>
    <w:basedOn w:val="BodyText"/>
    <w:next w:val="Box"/>
    <w:rsid w:val="00D37923"/>
    <w:pPr>
      <w:keepNext/>
      <w:spacing w:before="200" w:line="280" w:lineRule="atLeast"/>
    </w:pPr>
    <w:rPr>
      <w:rFonts w:ascii="Arial" w:hAnsi="Arial"/>
      <w:b/>
      <w:sz w:val="22"/>
    </w:rPr>
  </w:style>
  <w:style w:type="paragraph" w:customStyle="1" w:styleId="BoxHeading2">
    <w:name w:val="Box Heading 2"/>
    <w:basedOn w:val="BoxHeading1"/>
    <w:next w:val="Normal"/>
    <w:rsid w:val="00D37923"/>
    <w:rPr>
      <w:b w:val="0"/>
      <w:i/>
    </w:rPr>
  </w:style>
  <w:style w:type="paragraph" w:customStyle="1" w:styleId="BoxListBullet">
    <w:name w:val="Box List Bullet"/>
    <w:basedOn w:val="BodyText"/>
    <w:link w:val="BoxListBulletChar"/>
    <w:rsid w:val="00D37923"/>
    <w:pPr>
      <w:keepNext/>
      <w:numPr>
        <w:numId w:val="1"/>
      </w:numPr>
      <w:spacing w:before="60" w:line="280" w:lineRule="atLeast"/>
    </w:pPr>
    <w:rPr>
      <w:rFonts w:ascii="Arial" w:hAnsi="Arial"/>
      <w:sz w:val="22"/>
    </w:rPr>
  </w:style>
  <w:style w:type="character" w:customStyle="1" w:styleId="BoxListBulletChar">
    <w:name w:val="Box List Bullet Char"/>
    <w:basedOn w:val="DefaultParagraphFont"/>
    <w:link w:val="BoxListBullet"/>
    <w:rsid w:val="00F71114"/>
    <w:rPr>
      <w:rFonts w:ascii="Arial" w:hAnsi="Arial"/>
      <w:sz w:val="22"/>
    </w:rPr>
  </w:style>
  <w:style w:type="paragraph" w:customStyle="1" w:styleId="BoxListBullet2">
    <w:name w:val="Box List Bullet 2"/>
    <w:basedOn w:val="BodyText"/>
    <w:rsid w:val="00D37923"/>
    <w:pPr>
      <w:keepNext/>
      <w:numPr>
        <w:numId w:val="2"/>
      </w:numPr>
      <w:spacing w:before="60" w:line="280" w:lineRule="atLeast"/>
    </w:pPr>
    <w:rPr>
      <w:rFonts w:ascii="Arial" w:hAnsi="Arial"/>
      <w:sz w:val="22"/>
    </w:rPr>
  </w:style>
  <w:style w:type="paragraph" w:customStyle="1" w:styleId="BoxListNumber">
    <w:name w:val="Box List Number"/>
    <w:basedOn w:val="BodyText"/>
    <w:rsid w:val="00D37923"/>
    <w:pPr>
      <w:keepNext/>
      <w:numPr>
        <w:numId w:val="18"/>
      </w:numPr>
      <w:spacing w:before="60" w:line="280" w:lineRule="atLeast"/>
    </w:pPr>
    <w:rPr>
      <w:rFonts w:ascii="Arial" w:hAnsi="Arial"/>
      <w:sz w:val="22"/>
    </w:rPr>
  </w:style>
  <w:style w:type="paragraph" w:customStyle="1" w:styleId="BoxListNumber2">
    <w:name w:val="Box List Number 2"/>
    <w:basedOn w:val="BoxListNumber"/>
    <w:rsid w:val="00D37923"/>
    <w:pPr>
      <w:numPr>
        <w:ilvl w:val="1"/>
      </w:numPr>
    </w:pPr>
  </w:style>
  <w:style w:type="paragraph" w:customStyle="1" w:styleId="BoxQuote">
    <w:name w:val="Box Quote"/>
    <w:basedOn w:val="BodyText"/>
    <w:next w:val="Box"/>
    <w:rsid w:val="00D37923"/>
    <w:pPr>
      <w:keepNext/>
      <w:spacing w:before="60" w:line="260" w:lineRule="exact"/>
      <w:ind w:left="284"/>
    </w:pPr>
    <w:rPr>
      <w:rFonts w:ascii="Arial" w:hAnsi="Arial"/>
      <w:sz w:val="20"/>
    </w:rPr>
  </w:style>
  <w:style w:type="paragraph" w:customStyle="1" w:styleId="Note">
    <w:name w:val="Note"/>
    <w:basedOn w:val="BodyText"/>
    <w:next w:val="BodyText"/>
    <w:link w:val="NoteChar"/>
    <w:rsid w:val="00D37923"/>
    <w:pPr>
      <w:keepLines/>
      <w:spacing w:before="80" w:line="220" w:lineRule="exact"/>
    </w:pPr>
    <w:rPr>
      <w:rFonts w:ascii="Arial" w:hAnsi="Arial"/>
      <w:sz w:val="18"/>
    </w:rPr>
  </w:style>
  <w:style w:type="character" w:customStyle="1" w:styleId="NoteChar">
    <w:name w:val="Note Char"/>
    <w:basedOn w:val="DefaultParagraphFont"/>
    <w:link w:val="Note"/>
    <w:rsid w:val="004A4038"/>
    <w:rPr>
      <w:rFonts w:ascii="Arial" w:hAnsi="Arial"/>
      <w:sz w:val="18"/>
    </w:rPr>
  </w:style>
  <w:style w:type="paragraph" w:customStyle="1" w:styleId="Source">
    <w:name w:val="Source"/>
    <w:basedOn w:val="Note"/>
    <w:next w:val="BodyText"/>
    <w:link w:val="SourceChar"/>
    <w:rsid w:val="00D37923"/>
    <w:pPr>
      <w:spacing w:after="120"/>
    </w:pPr>
  </w:style>
  <w:style w:type="paragraph" w:customStyle="1" w:styleId="BoxSource">
    <w:name w:val="Box Source"/>
    <w:basedOn w:val="Source"/>
    <w:next w:val="BodyText"/>
    <w:rsid w:val="00D37923"/>
    <w:pPr>
      <w:spacing w:before="180" w:after="0"/>
    </w:pPr>
  </w:style>
  <w:style w:type="paragraph" w:customStyle="1" w:styleId="BoxSpace">
    <w:name w:val="Box Space"/>
    <w:basedOn w:val="Normal"/>
    <w:rsid w:val="007579D2"/>
    <w:pPr>
      <w:keepNext/>
      <w:spacing w:before="360" w:line="80" w:lineRule="exact"/>
    </w:pPr>
    <w:rPr>
      <w:szCs w:val="20"/>
    </w:rPr>
  </w:style>
  <w:style w:type="paragraph" w:styleId="Caption">
    <w:name w:val="caption"/>
    <w:basedOn w:val="Normal"/>
    <w:next w:val="BodyText"/>
    <w:rsid w:val="00D3792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37923"/>
    <w:pPr>
      <w:spacing w:before="120" w:after="0"/>
      <w:ind w:left="1304" w:hanging="1304"/>
    </w:pPr>
    <w:rPr>
      <w:sz w:val="24"/>
    </w:rPr>
  </w:style>
  <w:style w:type="paragraph" w:customStyle="1" w:styleId="BoxSubtitle">
    <w:name w:val="Box Subtitle"/>
    <w:basedOn w:val="BoxTitle"/>
    <w:next w:val="Normal"/>
    <w:rsid w:val="00D37923"/>
    <w:pPr>
      <w:spacing w:after="80" w:line="200" w:lineRule="exact"/>
      <w:ind w:firstLine="0"/>
    </w:pPr>
    <w:rPr>
      <w:b w:val="0"/>
      <w:sz w:val="20"/>
    </w:rPr>
  </w:style>
  <w:style w:type="paragraph" w:customStyle="1" w:styleId="ChapterSummary">
    <w:name w:val="Chapter Summary"/>
    <w:basedOn w:val="BodyText"/>
    <w:rsid w:val="00D37923"/>
    <w:pPr>
      <w:ind w:left="907"/>
    </w:pPr>
    <w:rPr>
      <w:rFonts w:ascii="Arial" w:hAnsi="Arial"/>
      <w:b/>
      <w:sz w:val="22"/>
    </w:rPr>
  </w:style>
  <w:style w:type="character" w:styleId="CommentReference">
    <w:name w:val="annotation reference"/>
    <w:basedOn w:val="DefaultParagraphFont"/>
    <w:semiHidden/>
    <w:rsid w:val="00D37923"/>
    <w:rPr>
      <w:b/>
      <w:vanish/>
      <w:color w:val="FF00FF"/>
      <w:sz w:val="20"/>
    </w:rPr>
  </w:style>
  <w:style w:type="paragraph" w:styleId="CommentText">
    <w:name w:val="annotation text"/>
    <w:basedOn w:val="Normal"/>
    <w:link w:val="CommentTextChar"/>
    <w:semiHidden/>
    <w:rsid w:val="00D37923"/>
    <w:pPr>
      <w:spacing w:before="120" w:line="240" w:lineRule="atLeast"/>
      <w:ind w:left="567" w:hanging="567"/>
    </w:pPr>
    <w:rPr>
      <w:sz w:val="20"/>
    </w:rPr>
  </w:style>
  <w:style w:type="paragraph" w:customStyle="1" w:styleId="Continued">
    <w:name w:val="Continued"/>
    <w:basedOn w:val="BoxContinued"/>
    <w:next w:val="BodyText"/>
    <w:rsid w:val="00D37923"/>
  </w:style>
  <w:style w:type="character" w:customStyle="1" w:styleId="DocumentInfo">
    <w:name w:val="Document Info"/>
    <w:basedOn w:val="DefaultParagraphFont"/>
    <w:semiHidden/>
    <w:rsid w:val="00D37923"/>
    <w:rPr>
      <w:rFonts w:ascii="Arial" w:hAnsi="Arial"/>
      <w:sz w:val="14"/>
    </w:rPr>
  </w:style>
  <w:style w:type="character" w:customStyle="1" w:styleId="DraftingNote">
    <w:name w:val="Drafting Note"/>
    <w:basedOn w:val="DefaultParagraphFont"/>
    <w:rsid w:val="00D37923"/>
    <w:rPr>
      <w:b/>
      <w:color w:val="FF0000"/>
      <w:sz w:val="24"/>
      <w:u w:val="dotted"/>
    </w:rPr>
  </w:style>
  <w:style w:type="paragraph" w:customStyle="1" w:styleId="Figure">
    <w:name w:val="Figure"/>
    <w:basedOn w:val="BodyText"/>
    <w:rsid w:val="00D37923"/>
    <w:pPr>
      <w:keepNext/>
      <w:spacing w:before="120" w:after="120" w:line="240" w:lineRule="atLeast"/>
      <w:jc w:val="center"/>
    </w:pPr>
  </w:style>
  <w:style w:type="paragraph" w:customStyle="1" w:styleId="FigureTitle">
    <w:name w:val="Figure Title"/>
    <w:basedOn w:val="Caption"/>
    <w:next w:val="Subtitle"/>
    <w:rsid w:val="00D37923"/>
    <w:rPr>
      <w:sz w:val="24"/>
    </w:rPr>
  </w:style>
  <w:style w:type="paragraph" w:styleId="Subtitle">
    <w:name w:val="Subtitle"/>
    <w:basedOn w:val="Caption"/>
    <w:link w:val="SubtitleChar"/>
    <w:rsid w:val="00D37923"/>
    <w:pPr>
      <w:spacing w:before="0" w:line="200" w:lineRule="exact"/>
      <w:ind w:firstLine="0"/>
    </w:pPr>
    <w:rPr>
      <w:b w:val="0"/>
      <w:sz w:val="20"/>
    </w:rPr>
  </w:style>
  <w:style w:type="paragraph" w:customStyle="1" w:styleId="Finding">
    <w:name w:val="Finding"/>
    <w:basedOn w:val="BodyText"/>
    <w:rsid w:val="00D37923"/>
    <w:pPr>
      <w:keepLines/>
      <w:spacing w:before="180"/>
    </w:pPr>
    <w:rPr>
      <w:i/>
    </w:rPr>
  </w:style>
  <w:style w:type="paragraph" w:customStyle="1" w:styleId="FindingBullet">
    <w:name w:val="Finding Bullet"/>
    <w:basedOn w:val="Finding"/>
    <w:rsid w:val="00D37923"/>
    <w:pPr>
      <w:numPr>
        <w:numId w:val="3"/>
      </w:numPr>
      <w:spacing w:before="80"/>
    </w:pPr>
  </w:style>
  <w:style w:type="paragraph" w:customStyle="1" w:styleId="FindingNoTitle">
    <w:name w:val="Finding NoTitle"/>
    <w:basedOn w:val="Finding"/>
    <w:rsid w:val="00D37923"/>
    <w:pPr>
      <w:spacing w:before="240"/>
    </w:pPr>
  </w:style>
  <w:style w:type="paragraph" w:customStyle="1" w:styleId="RecTitle">
    <w:name w:val="Rec Title"/>
    <w:basedOn w:val="BodyText"/>
    <w:next w:val="Normal"/>
    <w:rsid w:val="00D37923"/>
    <w:pPr>
      <w:keepNext/>
      <w:keepLines/>
    </w:pPr>
    <w:rPr>
      <w:caps/>
      <w:sz w:val="20"/>
    </w:rPr>
  </w:style>
  <w:style w:type="paragraph" w:customStyle="1" w:styleId="FindingTitle">
    <w:name w:val="Finding Title"/>
    <w:basedOn w:val="RecTitle"/>
    <w:next w:val="Finding"/>
    <w:rsid w:val="00D37923"/>
    <w:pPr>
      <w:framePr w:wrap="notBeside" w:hAnchor="text"/>
    </w:pPr>
  </w:style>
  <w:style w:type="character" w:styleId="FootnoteReference">
    <w:name w:val="footnote reference"/>
    <w:basedOn w:val="DefaultParagraphFont"/>
    <w:semiHidden/>
    <w:rsid w:val="00D37923"/>
    <w:rPr>
      <w:rFonts w:ascii="Times New Roman" w:hAnsi="Times New Roman"/>
      <w:position w:val="6"/>
      <w:sz w:val="22"/>
      <w:vertAlign w:val="baseline"/>
    </w:rPr>
  </w:style>
  <w:style w:type="paragraph" w:styleId="FootnoteText">
    <w:name w:val="footnote text"/>
    <w:basedOn w:val="BodyText"/>
    <w:link w:val="FootnoteTextChar"/>
    <w:rsid w:val="00D37923"/>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37923"/>
    <w:pPr>
      <w:spacing w:before="360" w:after="120"/>
    </w:pPr>
    <w:rPr>
      <w:rFonts w:ascii="Arial" w:hAnsi="Arial"/>
      <w:sz w:val="24"/>
    </w:rPr>
  </w:style>
  <w:style w:type="paragraph" w:customStyle="1" w:styleId="Jurisdictioncommentsbodytext">
    <w:name w:val="Jurisdiction comments body text"/>
    <w:rsid w:val="00D37923"/>
    <w:pPr>
      <w:spacing w:after="140"/>
      <w:jc w:val="both"/>
    </w:pPr>
    <w:rPr>
      <w:rFonts w:ascii="Arial" w:hAnsi="Arial"/>
      <w:sz w:val="24"/>
      <w:lang w:eastAsia="en-US"/>
    </w:rPr>
  </w:style>
  <w:style w:type="paragraph" w:customStyle="1" w:styleId="Jurisdictioncommentsheading">
    <w:name w:val="Jurisdiction comments heading"/>
    <w:rsid w:val="00D3792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37923"/>
    <w:pPr>
      <w:numPr>
        <w:numId w:val="4"/>
      </w:numPr>
      <w:spacing w:after="140"/>
      <w:jc w:val="both"/>
    </w:pPr>
    <w:rPr>
      <w:rFonts w:ascii="Arial" w:hAnsi="Arial"/>
      <w:sz w:val="24"/>
      <w:lang w:eastAsia="en-US"/>
    </w:rPr>
  </w:style>
  <w:style w:type="paragraph" w:styleId="ListBullet">
    <w:name w:val="List Bullet"/>
    <w:aliases w:val="List Bullet1"/>
    <w:basedOn w:val="BodyText"/>
    <w:link w:val="ListBulletChar"/>
    <w:rsid w:val="00D37923"/>
    <w:pPr>
      <w:numPr>
        <w:numId w:val="5"/>
      </w:numPr>
      <w:spacing w:before="120"/>
    </w:pPr>
  </w:style>
  <w:style w:type="character" w:customStyle="1" w:styleId="ListBulletChar">
    <w:name w:val="List Bullet Char"/>
    <w:aliases w:val="List Bullet1 Char"/>
    <w:link w:val="ListBullet"/>
    <w:rsid w:val="0026369A"/>
    <w:rPr>
      <w:sz w:val="26"/>
    </w:rPr>
  </w:style>
  <w:style w:type="paragraph" w:styleId="ListBullet2">
    <w:name w:val="List Bullet 2"/>
    <w:basedOn w:val="BodyText"/>
    <w:rsid w:val="00D37923"/>
    <w:pPr>
      <w:numPr>
        <w:numId w:val="6"/>
      </w:numPr>
      <w:spacing w:before="120"/>
    </w:pPr>
  </w:style>
  <w:style w:type="paragraph" w:styleId="ListBullet3">
    <w:name w:val="List Bullet 3"/>
    <w:basedOn w:val="BodyText"/>
    <w:rsid w:val="00D37923"/>
    <w:pPr>
      <w:numPr>
        <w:numId w:val="7"/>
      </w:numPr>
      <w:spacing w:before="120"/>
    </w:pPr>
  </w:style>
  <w:style w:type="paragraph" w:styleId="ListNumber">
    <w:name w:val="List Number"/>
    <w:basedOn w:val="BodyText"/>
    <w:rsid w:val="00D37923"/>
    <w:pPr>
      <w:numPr>
        <w:numId w:val="17"/>
      </w:numPr>
      <w:spacing w:before="120"/>
    </w:pPr>
  </w:style>
  <w:style w:type="paragraph" w:styleId="ListNumber2">
    <w:name w:val="List Number 2"/>
    <w:basedOn w:val="ListNumber"/>
    <w:rsid w:val="00D37923"/>
    <w:pPr>
      <w:numPr>
        <w:ilvl w:val="1"/>
      </w:numPr>
    </w:pPr>
  </w:style>
  <w:style w:type="paragraph" w:styleId="ListNumber3">
    <w:name w:val="List Number 3"/>
    <w:basedOn w:val="ListNumber2"/>
    <w:rsid w:val="00D37923"/>
    <w:pPr>
      <w:numPr>
        <w:ilvl w:val="2"/>
      </w:numPr>
    </w:pPr>
  </w:style>
  <w:style w:type="character" w:customStyle="1" w:styleId="NoteLabel">
    <w:name w:val="Note Label"/>
    <w:basedOn w:val="DefaultParagraphFont"/>
    <w:rsid w:val="00D37923"/>
    <w:rPr>
      <w:rFonts w:ascii="Arial" w:hAnsi="Arial"/>
      <w:b/>
      <w:position w:val="6"/>
      <w:sz w:val="18"/>
    </w:rPr>
  </w:style>
  <w:style w:type="paragraph" w:customStyle="1" w:styleId="PartDivider">
    <w:name w:val="Part Divider"/>
    <w:basedOn w:val="BodyText"/>
    <w:next w:val="BodyText"/>
    <w:semiHidden/>
    <w:rsid w:val="00D37923"/>
    <w:pPr>
      <w:spacing w:before="0" w:line="40" w:lineRule="exact"/>
      <w:jc w:val="right"/>
    </w:pPr>
    <w:rPr>
      <w:smallCaps/>
      <w:sz w:val="16"/>
    </w:rPr>
  </w:style>
  <w:style w:type="paragraph" w:customStyle="1" w:styleId="PartNumber">
    <w:name w:val="Part Number"/>
    <w:basedOn w:val="BodyText"/>
    <w:next w:val="BodyText"/>
    <w:semiHidden/>
    <w:rsid w:val="00D37923"/>
    <w:pPr>
      <w:spacing w:before="4000" w:line="320" w:lineRule="exact"/>
      <w:ind w:left="6634"/>
      <w:jc w:val="right"/>
    </w:pPr>
    <w:rPr>
      <w:smallCaps/>
      <w:spacing w:val="60"/>
      <w:sz w:val="32"/>
    </w:rPr>
  </w:style>
  <w:style w:type="paragraph" w:customStyle="1" w:styleId="PartTitle">
    <w:name w:val="Part Title"/>
    <w:basedOn w:val="BodyText"/>
    <w:semiHidden/>
    <w:rsid w:val="00D37923"/>
    <w:pPr>
      <w:spacing w:before="160" w:after="1360" w:line="520" w:lineRule="exact"/>
      <w:ind w:right="2381"/>
      <w:jc w:val="right"/>
    </w:pPr>
    <w:rPr>
      <w:smallCaps/>
      <w:sz w:val="52"/>
    </w:rPr>
  </w:style>
  <w:style w:type="paragraph" w:styleId="Quote">
    <w:name w:val="Quote"/>
    <w:basedOn w:val="BodyText"/>
    <w:next w:val="BodyText"/>
    <w:link w:val="QuoteChar"/>
    <w:qFormat/>
    <w:rsid w:val="00D37923"/>
    <w:pPr>
      <w:spacing w:before="120" w:line="280" w:lineRule="exact"/>
      <w:ind w:left="340"/>
    </w:pPr>
    <w:rPr>
      <w:sz w:val="24"/>
    </w:rPr>
  </w:style>
  <w:style w:type="paragraph" w:customStyle="1" w:styleId="QuoteBullet">
    <w:name w:val="Quote Bullet"/>
    <w:basedOn w:val="Quote"/>
    <w:rsid w:val="00D37923"/>
    <w:pPr>
      <w:numPr>
        <w:numId w:val="8"/>
      </w:numPr>
    </w:pPr>
  </w:style>
  <w:style w:type="paragraph" w:customStyle="1" w:styleId="Rec">
    <w:name w:val="Rec"/>
    <w:basedOn w:val="BodyText"/>
    <w:rsid w:val="00D37923"/>
    <w:pPr>
      <w:keepLines/>
      <w:spacing w:before="180"/>
    </w:pPr>
    <w:rPr>
      <w:b/>
      <w:i/>
    </w:rPr>
  </w:style>
  <w:style w:type="paragraph" w:customStyle="1" w:styleId="RecBullet">
    <w:name w:val="Rec Bullet"/>
    <w:basedOn w:val="Rec"/>
    <w:rsid w:val="00D37923"/>
    <w:pPr>
      <w:numPr>
        <w:numId w:val="9"/>
      </w:numPr>
      <w:spacing w:before="80"/>
    </w:pPr>
  </w:style>
  <w:style w:type="paragraph" w:customStyle="1" w:styleId="RecB">
    <w:name w:val="RecB"/>
    <w:basedOn w:val="Normal"/>
    <w:rsid w:val="00D3792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37923"/>
    <w:pPr>
      <w:numPr>
        <w:numId w:val="12"/>
      </w:numPr>
      <w:spacing w:before="80"/>
    </w:pPr>
  </w:style>
  <w:style w:type="paragraph" w:customStyle="1" w:styleId="RecBNoTitle">
    <w:name w:val="RecB NoTitle"/>
    <w:basedOn w:val="RecB"/>
    <w:rsid w:val="00D37923"/>
    <w:pPr>
      <w:spacing w:before="240"/>
    </w:pPr>
  </w:style>
  <w:style w:type="paragraph" w:customStyle="1" w:styleId="Reference">
    <w:name w:val="Reference"/>
    <w:basedOn w:val="BodyText"/>
    <w:link w:val="ReferenceChar"/>
    <w:rsid w:val="00D37923"/>
    <w:pPr>
      <w:spacing w:before="120"/>
      <w:ind w:left="340" w:hanging="340"/>
    </w:pPr>
  </w:style>
  <w:style w:type="character" w:customStyle="1" w:styleId="ReferenceChar">
    <w:name w:val="Reference Char"/>
    <w:basedOn w:val="DefaultParagraphFont"/>
    <w:link w:val="Reference"/>
    <w:rsid w:val="00137034"/>
    <w:rPr>
      <w:sz w:val="26"/>
    </w:rPr>
  </w:style>
  <w:style w:type="paragraph" w:customStyle="1" w:styleId="SequenceInfo">
    <w:name w:val="Sequence Info"/>
    <w:basedOn w:val="BodyText"/>
    <w:semiHidden/>
    <w:rsid w:val="00D37923"/>
    <w:rPr>
      <w:vanish/>
      <w:sz w:val="16"/>
    </w:rPr>
  </w:style>
  <w:style w:type="paragraph" w:customStyle="1" w:styleId="SideNote">
    <w:name w:val="Side Note"/>
    <w:basedOn w:val="BodyText"/>
    <w:next w:val="BodyText"/>
    <w:semiHidden/>
    <w:rsid w:val="00D3792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37923"/>
    <w:pPr>
      <w:framePr w:wrap="around"/>
      <w:numPr>
        <w:numId w:val="10"/>
      </w:numPr>
      <w:tabs>
        <w:tab w:val="left" w:pos="227"/>
      </w:tabs>
    </w:pPr>
  </w:style>
  <w:style w:type="paragraph" w:customStyle="1" w:styleId="SideNoteGraphic">
    <w:name w:val="Side Note Graphic"/>
    <w:basedOn w:val="SideNote"/>
    <w:next w:val="BodyText"/>
    <w:semiHidden/>
    <w:rsid w:val="00D37923"/>
    <w:pPr>
      <w:framePr w:wrap="around"/>
    </w:pPr>
  </w:style>
  <w:style w:type="paragraph" w:customStyle="1" w:styleId="TableBodyText">
    <w:name w:val="Table Body Text"/>
    <w:basedOn w:val="BodyText"/>
    <w:link w:val="TableBodyTextChar"/>
    <w:rsid w:val="00D37923"/>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F225AF"/>
    <w:rPr>
      <w:rFonts w:ascii="Arial" w:hAnsi="Arial"/>
    </w:rPr>
  </w:style>
  <w:style w:type="paragraph" w:customStyle="1" w:styleId="TableBullet">
    <w:name w:val="Table Bullet"/>
    <w:basedOn w:val="TableBodyText"/>
    <w:link w:val="TableBulletChar"/>
    <w:rsid w:val="00D37923"/>
    <w:pPr>
      <w:numPr>
        <w:numId w:val="11"/>
      </w:numPr>
      <w:jc w:val="left"/>
    </w:pPr>
  </w:style>
  <w:style w:type="character" w:customStyle="1" w:styleId="TableBulletChar">
    <w:name w:val="Table Bullet Char"/>
    <w:basedOn w:val="TableBodyTextChar"/>
    <w:link w:val="TableBullet"/>
    <w:locked/>
    <w:rsid w:val="00AB7B63"/>
    <w:rPr>
      <w:rFonts w:ascii="Arial" w:hAnsi="Arial"/>
    </w:rPr>
  </w:style>
  <w:style w:type="paragraph" w:customStyle="1" w:styleId="TableColumnHeading">
    <w:name w:val="Table Column Heading"/>
    <w:basedOn w:val="TableBodyText"/>
    <w:rsid w:val="00D37923"/>
    <w:pPr>
      <w:spacing w:before="80" w:after="80"/>
    </w:pPr>
    <w:rPr>
      <w:i/>
    </w:rPr>
  </w:style>
  <w:style w:type="paragraph" w:styleId="TOC2">
    <w:name w:val="toc 2"/>
    <w:basedOn w:val="BodyText"/>
    <w:semiHidden/>
    <w:rsid w:val="00D37923"/>
    <w:pPr>
      <w:tabs>
        <w:tab w:val="right" w:pos="8789"/>
      </w:tabs>
      <w:ind w:left="510" w:right="851" w:hanging="510"/>
      <w:jc w:val="left"/>
    </w:pPr>
    <w:rPr>
      <w:b/>
    </w:rPr>
  </w:style>
  <w:style w:type="paragraph" w:styleId="TOC3">
    <w:name w:val="toc 3"/>
    <w:basedOn w:val="TOC2"/>
    <w:semiHidden/>
    <w:rsid w:val="00D37923"/>
    <w:pPr>
      <w:spacing w:before="60"/>
      <w:ind w:left="1190" w:hanging="680"/>
    </w:pPr>
    <w:rPr>
      <w:b w:val="0"/>
    </w:rPr>
  </w:style>
  <w:style w:type="paragraph" w:styleId="TableofFigures">
    <w:name w:val="table of figures"/>
    <w:basedOn w:val="TOC3"/>
    <w:next w:val="BodyText"/>
    <w:semiHidden/>
    <w:rsid w:val="00D37923"/>
    <w:pPr>
      <w:ind w:left="737" w:hanging="737"/>
    </w:pPr>
  </w:style>
  <w:style w:type="paragraph" w:customStyle="1" w:styleId="TableTitle">
    <w:name w:val="Table Title"/>
    <w:basedOn w:val="Caption"/>
    <w:next w:val="Subtitle"/>
    <w:rsid w:val="00D37923"/>
    <w:rPr>
      <w:sz w:val="24"/>
    </w:rPr>
  </w:style>
  <w:style w:type="paragraph" w:customStyle="1" w:styleId="TableUnitsRow">
    <w:name w:val="Table Units Row"/>
    <w:basedOn w:val="TableBodyText"/>
    <w:rsid w:val="00D37923"/>
    <w:pPr>
      <w:spacing w:before="80" w:after="80"/>
    </w:pPr>
  </w:style>
  <w:style w:type="paragraph" w:styleId="TOC1">
    <w:name w:val="toc 1"/>
    <w:basedOn w:val="Normal"/>
    <w:next w:val="TOC2"/>
    <w:semiHidden/>
    <w:rsid w:val="00D37923"/>
    <w:pPr>
      <w:tabs>
        <w:tab w:val="right" w:pos="8789"/>
      </w:tabs>
      <w:spacing w:before="480" w:after="60" w:line="320" w:lineRule="exact"/>
      <w:ind w:left="1191" w:right="851" w:hanging="1191"/>
    </w:pPr>
    <w:rPr>
      <w:b/>
      <w:caps/>
    </w:rPr>
  </w:style>
  <w:style w:type="paragraph" w:styleId="TOC4">
    <w:name w:val="toc 4"/>
    <w:basedOn w:val="TOC3"/>
    <w:semiHidden/>
    <w:rsid w:val="00D37923"/>
    <w:pPr>
      <w:ind w:left="1191" w:firstLine="0"/>
    </w:pPr>
  </w:style>
  <w:style w:type="paragraph" w:styleId="NormalWeb">
    <w:name w:val="Normal (Web)"/>
    <w:basedOn w:val="Normal"/>
    <w:rsid w:val="00A7408B"/>
    <w:rPr>
      <w:sz w:val="24"/>
    </w:rPr>
  </w:style>
  <w:style w:type="paragraph" w:styleId="BalloonText">
    <w:name w:val="Balloon Text"/>
    <w:basedOn w:val="Normal"/>
    <w:link w:val="BalloonTextChar"/>
    <w:rsid w:val="00D37923"/>
    <w:rPr>
      <w:rFonts w:ascii="Tahoma" w:hAnsi="Tahoma" w:cs="Tahoma"/>
      <w:sz w:val="16"/>
      <w:szCs w:val="16"/>
    </w:rPr>
  </w:style>
  <w:style w:type="table" w:styleId="TableGrid">
    <w:name w:val="Table Grid"/>
    <w:basedOn w:val="TableNormal"/>
    <w:uiPriority w:val="59"/>
    <w:rsid w:val="000A54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0A54DF"/>
    <w:rPr>
      <w:color w:val="0000FF"/>
      <w:u w:val="single"/>
    </w:rPr>
  </w:style>
  <w:style w:type="paragraph" w:customStyle="1" w:styleId="DocInfo">
    <w:name w:val="Doc Info"/>
    <w:basedOn w:val="Normal"/>
    <w:next w:val="Normal"/>
    <w:rsid w:val="000A54DF"/>
    <w:pPr>
      <w:jc w:val="center"/>
    </w:pPr>
    <w:rPr>
      <w:rFonts w:ascii="Arial" w:hAnsi="Arial"/>
      <w:sz w:val="14"/>
    </w:rPr>
  </w:style>
  <w:style w:type="paragraph" w:customStyle="1" w:styleId="Heading2NotTOC">
    <w:name w:val="Heading 2 Not TOC"/>
    <w:basedOn w:val="Heading2"/>
    <w:next w:val="Normal"/>
    <w:rsid w:val="000A54DF"/>
    <w:pPr>
      <w:outlineLvl w:val="9"/>
    </w:pPr>
  </w:style>
  <w:style w:type="paragraph" w:customStyle="1" w:styleId="SOC">
    <w:name w:val="SOC"/>
    <w:basedOn w:val="Normal"/>
    <w:rsid w:val="00FC6504"/>
    <w:pPr>
      <w:spacing w:after="140"/>
      <w:jc w:val="both"/>
    </w:pPr>
    <w:rPr>
      <w:rFonts w:ascii="Arial" w:hAnsi="Arial"/>
      <w:sz w:val="24"/>
      <w:szCs w:val="20"/>
    </w:rPr>
  </w:style>
  <w:style w:type="paragraph" w:customStyle="1" w:styleId="Pa7">
    <w:name w:val="Pa7"/>
    <w:basedOn w:val="Normal"/>
    <w:next w:val="Normal"/>
    <w:rsid w:val="000A54DF"/>
    <w:pPr>
      <w:autoSpaceDE w:val="0"/>
      <w:autoSpaceDN w:val="0"/>
      <w:adjustRightInd w:val="0"/>
      <w:spacing w:after="160" w:line="181" w:lineRule="atLeast"/>
    </w:pPr>
    <w:rPr>
      <w:rFonts w:ascii="Frutiger 47LightCn" w:hAnsi="Frutiger 47LightCn"/>
    </w:rPr>
  </w:style>
  <w:style w:type="character" w:styleId="FollowedHyperlink">
    <w:name w:val="FollowedHyperlink"/>
    <w:basedOn w:val="DefaultParagraphFont"/>
    <w:rsid w:val="000A54DF"/>
    <w:rPr>
      <w:color w:val="0000FF"/>
      <w:u w:val="single"/>
    </w:rPr>
  </w:style>
  <w:style w:type="paragraph" w:customStyle="1" w:styleId="Box">
    <w:name w:val="Box"/>
    <w:basedOn w:val="BodyText"/>
    <w:link w:val="BoxChar"/>
    <w:qFormat/>
    <w:rsid w:val="00D37923"/>
    <w:pPr>
      <w:keepNext/>
      <w:spacing w:before="120" w:line="280" w:lineRule="atLeast"/>
    </w:pPr>
    <w:rPr>
      <w:rFonts w:ascii="Arial" w:hAnsi="Arial"/>
      <w:sz w:val="22"/>
    </w:rPr>
  </w:style>
  <w:style w:type="character" w:customStyle="1" w:styleId="BoxChar">
    <w:name w:val="Box Char"/>
    <w:basedOn w:val="DefaultParagraphFont"/>
    <w:link w:val="Box"/>
    <w:rsid w:val="00C720A6"/>
    <w:rPr>
      <w:rFonts w:ascii="Arial" w:hAnsi="Arial"/>
      <w:sz w:val="22"/>
    </w:rPr>
  </w:style>
  <w:style w:type="paragraph" w:styleId="CommentSubject">
    <w:name w:val="annotation subject"/>
    <w:basedOn w:val="CommentText"/>
    <w:next w:val="CommentText"/>
    <w:link w:val="CommentSubjectChar"/>
    <w:semiHidden/>
    <w:rsid w:val="00D85881"/>
    <w:pPr>
      <w:spacing w:before="0" w:line="240" w:lineRule="auto"/>
      <w:ind w:left="0" w:firstLine="0"/>
    </w:pPr>
    <w:rPr>
      <w:b/>
      <w:bCs/>
      <w:szCs w:val="20"/>
    </w:rPr>
  </w:style>
  <w:style w:type="paragraph" w:customStyle="1" w:styleId="Signoff">
    <w:name w:val="Signoff"/>
    <w:basedOn w:val="Normal"/>
    <w:autoRedefine/>
    <w:rsid w:val="00BF34C6"/>
    <w:pPr>
      <w:spacing w:before="480" w:after="1000"/>
    </w:pPr>
    <w:rPr>
      <w:sz w:val="24"/>
      <w:szCs w:val="20"/>
    </w:rPr>
  </w:style>
  <w:style w:type="paragraph" w:styleId="BlockText">
    <w:name w:val="Block Text"/>
    <w:basedOn w:val="Normal"/>
    <w:rsid w:val="0071447F"/>
    <w:pPr>
      <w:spacing w:after="120"/>
      <w:ind w:left="1440" w:right="1440"/>
    </w:pPr>
  </w:style>
  <w:style w:type="paragraph" w:styleId="BodyText2">
    <w:name w:val="Body Text 2"/>
    <w:basedOn w:val="Normal"/>
    <w:link w:val="BodyText2Char"/>
    <w:rsid w:val="0071447F"/>
    <w:pPr>
      <w:spacing w:after="120" w:line="480" w:lineRule="auto"/>
    </w:pPr>
  </w:style>
  <w:style w:type="paragraph" w:styleId="BodyText3">
    <w:name w:val="Body Text 3"/>
    <w:basedOn w:val="Normal"/>
    <w:link w:val="BodyText3Char"/>
    <w:rsid w:val="0071447F"/>
    <w:pPr>
      <w:spacing w:after="120"/>
    </w:pPr>
    <w:rPr>
      <w:sz w:val="16"/>
      <w:szCs w:val="16"/>
    </w:rPr>
  </w:style>
  <w:style w:type="paragraph" w:styleId="BodyTextFirstIndent">
    <w:name w:val="Body Text First Indent"/>
    <w:basedOn w:val="BodyText"/>
    <w:link w:val="BodyTextFirstIndentChar"/>
    <w:rsid w:val="0071447F"/>
    <w:pPr>
      <w:spacing w:before="0" w:after="120" w:line="240" w:lineRule="auto"/>
      <w:ind w:firstLine="210"/>
      <w:jc w:val="left"/>
    </w:pPr>
    <w:rPr>
      <w:szCs w:val="24"/>
    </w:rPr>
  </w:style>
  <w:style w:type="paragraph" w:styleId="BodyTextIndent">
    <w:name w:val="Body Text Indent"/>
    <w:basedOn w:val="Normal"/>
    <w:link w:val="BodyTextIndentChar"/>
    <w:rsid w:val="0071447F"/>
    <w:pPr>
      <w:spacing w:after="120"/>
      <w:ind w:left="283"/>
    </w:pPr>
  </w:style>
  <w:style w:type="paragraph" w:styleId="BodyTextFirstIndent2">
    <w:name w:val="Body Text First Indent 2"/>
    <w:basedOn w:val="BodyTextIndent"/>
    <w:link w:val="BodyTextFirstIndent2Char"/>
    <w:rsid w:val="0071447F"/>
    <w:pPr>
      <w:ind w:firstLine="210"/>
    </w:pPr>
  </w:style>
  <w:style w:type="paragraph" w:styleId="BodyTextIndent2">
    <w:name w:val="Body Text Indent 2"/>
    <w:basedOn w:val="Normal"/>
    <w:link w:val="BodyTextIndent2Char"/>
    <w:rsid w:val="0071447F"/>
    <w:pPr>
      <w:spacing w:after="120" w:line="480" w:lineRule="auto"/>
      <w:ind w:left="283"/>
    </w:pPr>
  </w:style>
  <w:style w:type="paragraph" w:styleId="BodyTextIndent3">
    <w:name w:val="Body Text Indent 3"/>
    <w:basedOn w:val="Normal"/>
    <w:link w:val="BodyTextIndent3Char"/>
    <w:rsid w:val="0071447F"/>
    <w:pPr>
      <w:spacing w:after="120"/>
      <w:ind w:left="283"/>
    </w:pPr>
    <w:rPr>
      <w:sz w:val="16"/>
      <w:szCs w:val="16"/>
    </w:rPr>
  </w:style>
  <w:style w:type="paragraph" w:styleId="Closing">
    <w:name w:val="Closing"/>
    <w:basedOn w:val="Normal"/>
    <w:link w:val="ClosingChar"/>
    <w:rsid w:val="0071447F"/>
    <w:pPr>
      <w:ind w:left="4252"/>
    </w:pPr>
  </w:style>
  <w:style w:type="paragraph" w:styleId="Date">
    <w:name w:val="Date"/>
    <w:basedOn w:val="Normal"/>
    <w:next w:val="Normal"/>
    <w:link w:val="DateChar"/>
    <w:rsid w:val="0071447F"/>
  </w:style>
  <w:style w:type="paragraph" w:styleId="DocumentMap">
    <w:name w:val="Document Map"/>
    <w:basedOn w:val="Normal"/>
    <w:link w:val="DocumentMapChar"/>
    <w:rsid w:val="0071447F"/>
    <w:pPr>
      <w:shd w:val="clear" w:color="auto" w:fill="000080"/>
    </w:pPr>
    <w:rPr>
      <w:rFonts w:ascii="Tahoma" w:hAnsi="Tahoma" w:cs="Tahoma"/>
      <w:sz w:val="20"/>
      <w:szCs w:val="20"/>
    </w:rPr>
  </w:style>
  <w:style w:type="paragraph" w:styleId="E-mailSignature">
    <w:name w:val="E-mail Signature"/>
    <w:basedOn w:val="Normal"/>
    <w:link w:val="E-mailSignatureChar"/>
    <w:rsid w:val="0071447F"/>
  </w:style>
  <w:style w:type="paragraph" w:styleId="EndnoteText">
    <w:name w:val="endnote text"/>
    <w:basedOn w:val="Normal"/>
    <w:link w:val="EndnoteTextChar"/>
    <w:rsid w:val="0071447F"/>
    <w:rPr>
      <w:sz w:val="20"/>
      <w:szCs w:val="20"/>
    </w:rPr>
  </w:style>
  <w:style w:type="paragraph" w:styleId="EnvelopeAddress">
    <w:name w:val="envelope address"/>
    <w:basedOn w:val="Normal"/>
    <w:rsid w:val="0071447F"/>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71447F"/>
    <w:rPr>
      <w:rFonts w:ascii="Arial" w:hAnsi="Arial" w:cs="Arial"/>
      <w:sz w:val="20"/>
      <w:szCs w:val="20"/>
    </w:rPr>
  </w:style>
  <w:style w:type="paragraph" w:styleId="HTMLAddress">
    <w:name w:val="HTML Address"/>
    <w:basedOn w:val="Normal"/>
    <w:link w:val="HTMLAddressChar"/>
    <w:rsid w:val="0071447F"/>
    <w:rPr>
      <w:i/>
      <w:iCs/>
    </w:rPr>
  </w:style>
  <w:style w:type="paragraph" w:styleId="HTMLPreformatted">
    <w:name w:val="HTML Preformatted"/>
    <w:basedOn w:val="Normal"/>
    <w:link w:val="HTMLPreformattedChar"/>
    <w:rsid w:val="0071447F"/>
    <w:rPr>
      <w:rFonts w:ascii="Courier New" w:hAnsi="Courier New" w:cs="Courier New"/>
      <w:sz w:val="20"/>
      <w:szCs w:val="20"/>
    </w:rPr>
  </w:style>
  <w:style w:type="paragraph" w:styleId="Index1">
    <w:name w:val="index 1"/>
    <w:basedOn w:val="Normal"/>
    <w:next w:val="Normal"/>
    <w:autoRedefine/>
    <w:rsid w:val="0071447F"/>
    <w:pPr>
      <w:ind w:left="260" w:hanging="260"/>
    </w:pPr>
  </w:style>
  <w:style w:type="paragraph" w:styleId="Index2">
    <w:name w:val="index 2"/>
    <w:basedOn w:val="Normal"/>
    <w:next w:val="Normal"/>
    <w:autoRedefine/>
    <w:rsid w:val="0071447F"/>
    <w:pPr>
      <w:ind w:left="520" w:hanging="260"/>
    </w:pPr>
  </w:style>
  <w:style w:type="paragraph" w:styleId="Index3">
    <w:name w:val="index 3"/>
    <w:basedOn w:val="Normal"/>
    <w:next w:val="Normal"/>
    <w:autoRedefine/>
    <w:rsid w:val="0071447F"/>
    <w:pPr>
      <w:ind w:left="780" w:hanging="260"/>
    </w:pPr>
  </w:style>
  <w:style w:type="paragraph" w:styleId="Index4">
    <w:name w:val="index 4"/>
    <w:basedOn w:val="Normal"/>
    <w:next w:val="Normal"/>
    <w:autoRedefine/>
    <w:rsid w:val="0071447F"/>
    <w:pPr>
      <w:ind w:left="1040" w:hanging="260"/>
    </w:pPr>
  </w:style>
  <w:style w:type="paragraph" w:styleId="Index5">
    <w:name w:val="index 5"/>
    <w:basedOn w:val="Normal"/>
    <w:next w:val="Normal"/>
    <w:autoRedefine/>
    <w:rsid w:val="0071447F"/>
    <w:pPr>
      <w:ind w:left="1300" w:hanging="260"/>
    </w:pPr>
  </w:style>
  <w:style w:type="paragraph" w:styleId="Index6">
    <w:name w:val="index 6"/>
    <w:basedOn w:val="Normal"/>
    <w:next w:val="Normal"/>
    <w:autoRedefine/>
    <w:rsid w:val="0071447F"/>
    <w:pPr>
      <w:ind w:left="1560" w:hanging="260"/>
    </w:pPr>
  </w:style>
  <w:style w:type="paragraph" w:styleId="Index7">
    <w:name w:val="index 7"/>
    <w:basedOn w:val="Normal"/>
    <w:next w:val="Normal"/>
    <w:autoRedefine/>
    <w:rsid w:val="0071447F"/>
    <w:pPr>
      <w:ind w:left="1820" w:hanging="260"/>
    </w:pPr>
  </w:style>
  <w:style w:type="paragraph" w:styleId="Index8">
    <w:name w:val="index 8"/>
    <w:basedOn w:val="Normal"/>
    <w:next w:val="Normal"/>
    <w:autoRedefine/>
    <w:rsid w:val="0071447F"/>
    <w:pPr>
      <w:ind w:left="2080" w:hanging="260"/>
    </w:pPr>
  </w:style>
  <w:style w:type="paragraph" w:styleId="Index9">
    <w:name w:val="index 9"/>
    <w:basedOn w:val="Normal"/>
    <w:next w:val="Normal"/>
    <w:autoRedefine/>
    <w:rsid w:val="0071447F"/>
    <w:pPr>
      <w:ind w:left="2340" w:hanging="260"/>
    </w:pPr>
  </w:style>
  <w:style w:type="paragraph" w:styleId="IndexHeading">
    <w:name w:val="index heading"/>
    <w:basedOn w:val="Normal"/>
    <w:next w:val="Index1"/>
    <w:rsid w:val="0071447F"/>
    <w:rPr>
      <w:rFonts w:ascii="Arial" w:hAnsi="Arial" w:cs="Arial"/>
      <w:b/>
      <w:bCs/>
    </w:rPr>
  </w:style>
  <w:style w:type="paragraph" w:styleId="List">
    <w:name w:val="List"/>
    <w:basedOn w:val="Normal"/>
    <w:rsid w:val="0071447F"/>
    <w:pPr>
      <w:ind w:left="283" w:hanging="283"/>
    </w:pPr>
  </w:style>
  <w:style w:type="paragraph" w:styleId="List2">
    <w:name w:val="List 2"/>
    <w:basedOn w:val="Normal"/>
    <w:rsid w:val="0071447F"/>
    <w:pPr>
      <w:ind w:left="566" w:hanging="283"/>
    </w:pPr>
  </w:style>
  <w:style w:type="paragraph" w:styleId="List3">
    <w:name w:val="List 3"/>
    <w:basedOn w:val="Normal"/>
    <w:rsid w:val="0071447F"/>
    <w:pPr>
      <w:ind w:left="849" w:hanging="283"/>
    </w:pPr>
  </w:style>
  <w:style w:type="paragraph" w:styleId="List4">
    <w:name w:val="List 4"/>
    <w:basedOn w:val="Normal"/>
    <w:rsid w:val="0071447F"/>
    <w:pPr>
      <w:ind w:left="1132" w:hanging="283"/>
    </w:pPr>
  </w:style>
  <w:style w:type="paragraph" w:styleId="List5">
    <w:name w:val="List 5"/>
    <w:basedOn w:val="Normal"/>
    <w:rsid w:val="0071447F"/>
    <w:pPr>
      <w:ind w:left="1415" w:hanging="283"/>
    </w:pPr>
  </w:style>
  <w:style w:type="paragraph" w:styleId="ListBullet4">
    <w:name w:val="List Bullet 4"/>
    <w:basedOn w:val="Normal"/>
    <w:rsid w:val="0071447F"/>
    <w:pPr>
      <w:numPr>
        <w:numId w:val="13"/>
      </w:numPr>
    </w:pPr>
  </w:style>
  <w:style w:type="paragraph" w:styleId="ListBullet5">
    <w:name w:val="List Bullet 5"/>
    <w:basedOn w:val="Normal"/>
    <w:rsid w:val="0071447F"/>
    <w:pPr>
      <w:numPr>
        <w:numId w:val="14"/>
      </w:numPr>
    </w:pPr>
  </w:style>
  <w:style w:type="paragraph" w:styleId="ListContinue">
    <w:name w:val="List Continue"/>
    <w:basedOn w:val="Normal"/>
    <w:rsid w:val="0071447F"/>
    <w:pPr>
      <w:spacing w:after="120"/>
      <w:ind w:left="283"/>
    </w:pPr>
  </w:style>
  <w:style w:type="paragraph" w:styleId="ListContinue2">
    <w:name w:val="List Continue 2"/>
    <w:basedOn w:val="Normal"/>
    <w:rsid w:val="0071447F"/>
    <w:pPr>
      <w:spacing w:after="120"/>
      <w:ind w:left="566"/>
    </w:pPr>
  </w:style>
  <w:style w:type="paragraph" w:styleId="ListContinue3">
    <w:name w:val="List Continue 3"/>
    <w:basedOn w:val="Normal"/>
    <w:rsid w:val="0071447F"/>
    <w:pPr>
      <w:spacing w:after="120"/>
      <w:ind w:left="849"/>
    </w:pPr>
  </w:style>
  <w:style w:type="paragraph" w:styleId="ListContinue4">
    <w:name w:val="List Continue 4"/>
    <w:basedOn w:val="Normal"/>
    <w:rsid w:val="0071447F"/>
    <w:pPr>
      <w:spacing w:after="120"/>
      <w:ind w:left="1132"/>
    </w:pPr>
  </w:style>
  <w:style w:type="paragraph" w:styleId="ListContinue5">
    <w:name w:val="List Continue 5"/>
    <w:basedOn w:val="Normal"/>
    <w:rsid w:val="0071447F"/>
    <w:pPr>
      <w:spacing w:after="120"/>
      <w:ind w:left="1415"/>
    </w:pPr>
  </w:style>
  <w:style w:type="paragraph" w:styleId="ListNumber4">
    <w:name w:val="List Number 4"/>
    <w:basedOn w:val="Normal"/>
    <w:rsid w:val="0071447F"/>
    <w:pPr>
      <w:numPr>
        <w:numId w:val="15"/>
      </w:numPr>
    </w:pPr>
  </w:style>
  <w:style w:type="paragraph" w:styleId="ListNumber5">
    <w:name w:val="List Number 5"/>
    <w:basedOn w:val="Normal"/>
    <w:rsid w:val="0071447F"/>
    <w:pPr>
      <w:numPr>
        <w:numId w:val="16"/>
      </w:numPr>
    </w:pPr>
  </w:style>
  <w:style w:type="paragraph" w:styleId="MacroText">
    <w:name w:val="macro"/>
    <w:link w:val="MacroTextChar"/>
    <w:rsid w:val="0071447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link w:val="MessageHeaderChar"/>
    <w:rsid w:val="0071447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Indent">
    <w:name w:val="Normal Indent"/>
    <w:basedOn w:val="Normal"/>
    <w:rsid w:val="0071447F"/>
    <w:pPr>
      <w:ind w:left="720"/>
    </w:pPr>
  </w:style>
  <w:style w:type="paragraph" w:styleId="NoteHeading">
    <w:name w:val="Note Heading"/>
    <w:basedOn w:val="Normal"/>
    <w:next w:val="Normal"/>
    <w:link w:val="NoteHeadingChar"/>
    <w:rsid w:val="0071447F"/>
  </w:style>
  <w:style w:type="character" w:customStyle="1" w:styleId="NoteHeadingChar">
    <w:name w:val="Note Heading Char"/>
    <w:basedOn w:val="DefaultParagraphFont"/>
    <w:link w:val="NoteHeading"/>
    <w:rsid w:val="00F15CF0"/>
    <w:rPr>
      <w:sz w:val="26"/>
      <w:szCs w:val="24"/>
      <w:lang w:val="en-AU" w:eastAsia="en-AU" w:bidi="ar-SA"/>
    </w:rPr>
  </w:style>
  <w:style w:type="paragraph" w:styleId="PlainText">
    <w:name w:val="Plain Text"/>
    <w:basedOn w:val="Normal"/>
    <w:link w:val="PlainTextChar"/>
    <w:rsid w:val="0071447F"/>
    <w:rPr>
      <w:rFonts w:ascii="Courier New" w:hAnsi="Courier New" w:cs="Courier New"/>
      <w:sz w:val="20"/>
      <w:szCs w:val="20"/>
    </w:rPr>
  </w:style>
  <w:style w:type="paragraph" w:styleId="Salutation">
    <w:name w:val="Salutation"/>
    <w:basedOn w:val="Normal"/>
    <w:next w:val="Normal"/>
    <w:link w:val="SalutationChar"/>
    <w:rsid w:val="0071447F"/>
  </w:style>
  <w:style w:type="paragraph" w:styleId="Signature">
    <w:name w:val="Signature"/>
    <w:basedOn w:val="Normal"/>
    <w:link w:val="SignatureChar"/>
    <w:rsid w:val="0071447F"/>
    <w:pPr>
      <w:ind w:left="4252"/>
    </w:pPr>
  </w:style>
  <w:style w:type="paragraph" w:styleId="TableofAuthorities">
    <w:name w:val="table of authorities"/>
    <w:basedOn w:val="Normal"/>
    <w:next w:val="Normal"/>
    <w:rsid w:val="0071447F"/>
    <w:pPr>
      <w:ind w:left="260" w:hanging="260"/>
    </w:pPr>
  </w:style>
  <w:style w:type="paragraph" w:styleId="Title">
    <w:name w:val="Title"/>
    <w:basedOn w:val="Normal"/>
    <w:link w:val="TitleChar"/>
    <w:qFormat/>
    <w:rsid w:val="0071447F"/>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71447F"/>
    <w:pPr>
      <w:spacing w:before="120"/>
    </w:pPr>
    <w:rPr>
      <w:rFonts w:ascii="Arial" w:hAnsi="Arial" w:cs="Arial"/>
      <w:b/>
      <w:bCs/>
      <w:sz w:val="24"/>
    </w:rPr>
  </w:style>
  <w:style w:type="paragraph" w:styleId="TOC5">
    <w:name w:val="toc 5"/>
    <w:basedOn w:val="Normal"/>
    <w:next w:val="Normal"/>
    <w:autoRedefine/>
    <w:rsid w:val="0071447F"/>
    <w:pPr>
      <w:ind w:left="1040"/>
    </w:pPr>
  </w:style>
  <w:style w:type="paragraph" w:styleId="TOC6">
    <w:name w:val="toc 6"/>
    <w:basedOn w:val="Normal"/>
    <w:next w:val="Normal"/>
    <w:autoRedefine/>
    <w:rsid w:val="0071447F"/>
    <w:pPr>
      <w:ind w:left="1300"/>
    </w:pPr>
  </w:style>
  <w:style w:type="paragraph" w:styleId="TOC7">
    <w:name w:val="toc 7"/>
    <w:basedOn w:val="Normal"/>
    <w:next w:val="Normal"/>
    <w:autoRedefine/>
    <w:rsid w:val="0071447F"/>
    <w:pPr>
      <w:ind w:left="1560"/>
    </w:pPr>
  </w:style>
  <w:style w:type="paragraph" w:styleId="TOC8">
    <w:name w:val="toc 8"/>
    <w:basedOn w:val="Normal"/>
    <w:next w:val="Normal"/>
    <w:autoRedefine/>
    <w:rsid w:val="0071447F"/>
    <w:pPr>
      <w:ind w:left="1820"/>
    </w:pPr>
  </w:style>
  <w:style w:type="paragraph" w:styleId="TOC9">
    <w:name w:val="toc 9"/>
    <w:basedOn w:val="Normal"/>
    <w:next w:val="Normal"/>
    <w:autoRedefine/>
    <w:rsid w:val="0071447F"/>
    <w:pPr>
      <w:ind w:left="2080"/>
    </w:pPr>
  </w:style>
  <w:style w:type="paragraph" w:customStyle="1" w:styleId="Default">
    <w:name w:val="Default"/>
    <w:rsid w:val="00C64E15"/>
    <w:pPr>
      <w:autoSpaceDE w:val="0"/>
      <w:autoSpaceDN w:val="0"/>
      <w:adjustRightInd w:val="0"/>
    </w:pPr>
    <w:rPr>
      <w:rFonts w:ascii="Arial" w:hAnsi="Arial" w:cs="Arial"/>
      <w:color w:val="000000"/>
      <w:sz w:val="24"/>
      <w:szCs w:val="24"/>
      <w:lang w:eastAsia="en-US"/>
    </w:rPr>
  </w:style>
  <w:style w:type="character" w:customStyle="1" w:styleId="apple-style-span">
    <w:name w:val="apple-style-span"/>
    <w:basedOn w:val="DefaultParagraphFont"/>
    <w:rsid w:val="001D6C46"/>
    <w:rPr>
      <w:rFonts w:cs="Times New Roman"/>
    </w:rPr>
  </w:style>
  <w:style w:type="character" w:customStyle="1" w:styleId="apple-converted-space">
    <w:name w:val="apple-converted-space"/>
    <w:basedOn w:val="DefaultParagraphFont"/>
    <w:rsid w:val="001D6C46"/>
    <w:rPr>
      <w:rFonts w:cs="Times New Roman"/>
    </w:rPr>
  </w:style>
  <w:style w:type="character" w:customStyle="1" w:styleId="Heading1Char">
    <w:name w:val="Heading 1 Char"/>
    <w:basedOn w:val="DefaultParagraphFont"/>
    <w:link w:val="Heading1"/>
    <w:rsid w:val="00D11E31"/>
    <w:rPr>
      <w:sz w:val="52"/>
    </w:rPr>
  </w:style>
  <w:style w:type="character" w:customStyle="1" w:styleId="Heading2Char">
    <w:name w:val="Heading 2 Char"/>
    <w:basedOn w:val="DefaultParagraphFont"/>
    <w:link w:val="Heading2"/>
    <w:rsid w:val="00D11E31"/>
    <w:rPr>
      <w:rFonts w:ascii="Arial" w:hAnsi="Arial"/>
      <w:b/>
      <w:sz w:val="32"/>
    </w:rPr>
  </w:style>
  <w:style w:type="character" w:customStyle="1" w:styleId="Heading4Char">
    <w:name w:val="Heading 4 Char"/>
    <w:basedOn w:val="DefaultParagraphFont"/>
    <w:link w:val="Heading4"/>
    <w:rsid w:val="00D11E31"/>
    <w:rPr>
      <w:rFonts w:ascii="Arial" w:hAnsi="Arial"/>
      <w:i/>
      <w:sz w:val="24"/>
    </w:rPr>
  </w:style>
  <w:style w:type="character" w:customStyle="1" w:styleId="Heading5Char">
    <w:name w:val="Heading 5 Char"/>
    <w:basedOn w:val="DefaultParagraphFont"/>
    <w:link w:val="Heading5"/>
    <w:rsid w:val="00D11E31"/>
    <w:rPr>
      <w:i/>
      <w:sz w:val="26"/>
    </w:rPr>
  </w:style>
  <w:style w:type="character" w:customStyle="1" w:styleId="Heading6Char">
    <w:name w:val="Heading 6 Char"/>
    <w:basedOn w:val="DefaultParagraphFont"/>
    <w:link w:val="Heading6"/>
    <w:rsid w:val="00D11E31"/>
    <w:rPr>
      <w:i/>
      <w:sz w:val="22"/>
    </w:rPr>
  </w:style>
  <w:style w:type="character" w:customStyle="1" w:styleId="Heading7Char">
    <w:name w:val="Heading 7 Char"/>
    <w:basedOn w:val="DefaultParagraphFont"/>
    <w:link w:val="Heading7"/>
    <w:rsid w:val="00D11E31"/>
    <w:rPr>
      <w:rFonts w:ascii="Arial" w:hAnsi="Arial"/>
    </w:rPr>
  </w:style>
  <w:style w:type="character" w:customStyle="1" w:styleId="Heading8Char">
    <w:name w:val="Heading 8 Char"/>
    <w:basedOn w:val="DefaultParagraphFont"/>
    <w:link w:val="Heading8"/>
    <w:rsid w:val="00D11E31"/>
    <w:rPr>
      <w:rFonts w:ascii="Arial" w:hAnsi="Arial"/>
      <w:i/>
    </w:rPr>
  </w:style>
  <w:style w:type="character" w:customStyle="1" w:styleId="Heading9Char">
    <w:name w:val="Heading 9 Char"/>
    <w:basedOn w:val="DefaultParagraphFont"/>
    <w:link w:val="Heading9"/>
    <w:rsid w:val="00D11E31"/>
    <w:rPr>
      <w:rFonts w:ascii="Arial" w:hAnsi="Arial"/>
      <w:b/>
      <w:i/>
      <w:sz w:val="18"/>
    </w:rPr>
  </w:style>
  <w:style w:type="character" w:customStyle="1" w:styleId="BalloonTextChar">
    <w:name w:val="Balloon Text Char"/>
    <w:basedOn w:val="DefaultParagraphFont"/>
    <w:link w:val="BalloonText"/>
    <w:rsid w:val="00D37923"/>
    <w:rPr>
      <w:rFonts w:ascii="Tahoma" w:hAnsi="Tahoma" w:cs="Tahoma"/>
      <w:sz w:val="16"/>
      <w:szCs w:val="16"/>
    </w:rPr>
  </w:style>
  <w:style w:type="character" w:customStyle="1" w:styleId="HeaderChar">
    <w:name w:val="Header Char"/>
    <w:basedOn w:val="DefaultParagraphFont"/>
    <w:link w:val="Header"/>
    <w:rsid w:val="00D11E31"/>
    <w:rPr>
      <w:rFonts w:ascii="Arial" w:hAnsi="Arial"/>
      <w:caps/>
      <w:sz w:val="26"/>
    </w:rPr>
  </w:style>
  <w:style w:type="character" w:customStyle="1" w:styleId="FooterChar">
    <w:name w:val="Footer Char"/>
    <w:basedOn w:val="DefaultParagraphFont"/>
    <w:link w:val="Footer"/>
    <w:rsid w:val="00D11E31"/>
    <w:rPr>
      <w:caps/>
      <w:spacing w:val="-4"/>
      <w:sz w:val="16"/>
    </w:rPr>
  </w:style>
  <w:style w:type="character" w:customStyle="1" w:styleId="FootnoteTextChar">
    <w:name w:val="Footnote Text Char"/>
    <w:basedOn w:val="DefaultParagraphFont"/>
    <w:link w:val="FootnoteText"/>
    <w:rsid w:val="00D11E31"/>
    <w:rPr>
      <w:sz w:val="22"/>
    </w:rPr>
  </w:style>
  <w:style w:type="paragraph" w:customStyle="1" w:styleId="BoxContinued">
    <w:name w:val="Box Continued"/>
    <w:basedOn w:val="BodyText"/>
    <w:next w:val="BodyText"/>
    <w:semiHidden/>
    <w:rsid w:val="00D37923"/>
    <w:pPr>
      <w:spacing w:before="180" w:line="220" w:lineRule="exact"/>
      <w:jc w:val="right"/>
    </w:pPr>
    <w:rPr>
      <w:rFonts w:ascii="Arial" w:hAnsi="Arial"/>
      <w:sz w:val="18"/>
    </w:rPr>
  </w:style>
  <w:style w:type="character" w:customStyle="1" w:styleId="QuoteChar">
    <w:name w:val="Quote Char"/>
    <w:basedOn w:val="DefaultParagraphFont"/>
    <w:link w:val="Quote"/>
    <w:rsid w:val="00D11E31"/>
    <w:rPr>
      <w:sz w:val="24"/>
    </w:rPr>
  </w:style>
  <w:style w:type="paragraph" w:customStyle="1" w:styleId="Action">
    <w:name w:val="Action"/>
    <w:basedOn w:val="Normal"/>
    <w:rsid w:val="00D11E31"/>
    <w:pPr>
      <w:tabs>
        <w:tab w:val="num" w:pos="284"/>
        <w:tab w:val="num" w:pos="425"/>
      </w:tabs>
      <w:spacing w:before="120"/>
      <w:ind w:left="425" w:hanging="425"/>
      <w:jc w:val="both"/>
    </w:pPr>
    <w:rPr>
      <w:rFonts w:ascii="Arial" w:hAnsi="Arial"/>
      <w:b/>
      <w:sz w:val="20"/>
    </w:rPr>
  </w:style>
  <w:style w:type="paragraph" w:customStyle="1" w:styleId="SAG">
    <w:name w:val="SAG"/>
    <w:basedOn w:val="Normal"/>
    <w:rsid w:val="00D11E31"/>
    <w:pPr>
      <w:keepNext/>
      <w:spacing w:before="140"/>
    </w:pPr>
    <w:rPr>
      <w:rFonts w:ascii="Arial" w:hAnsi="Arial"/>
      <w:b/>
      <w:smallCaps/>
      <w:sz w:val="20"/>
    </w:rPr>
  </w:style>
  <w:style w:type="paragraph" w:customStyle="1" w:styleId="Actionitem">
    <w:name w:val="Action item"/>
    <w:basedOn w:val="BodyText"/>
    <w:rsid w:val="00D11E31"/>
    <w:pPr>
      <w:spacing w:before="40" w:after="40" w:line="240" w:lineRule="auto"/>
      <w:ind w:left="340"/>
    </w:pPr>
    <w:rPr>
      <w:rFonts w:ascii="Arial" w:hAnsi="Arial"/>
      <w:b/>
      <w:sz w:val="20"/>
    </w:rPr>
  </w:style>
  <w:style w:type="character" w:styleId="Strong">
    <w:name w:val="Strong"/>
    <w:qFormat/>
    <w:rsid w:val="00D11E31"/>
    <w:rPr>
      <w:rFonts w:cs="Times New Roman"/>
      <w:b/>
      <w:bCs/>
    </w:rPr>
  </w:style>
  <w:style w:type="table" w:styleId="TableList4">
    <w:name w:val="Table List 4"/>
    <w:basedOn w:val="TableNormal"/>
    <w:rsid w:val="00D11E3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SingleParagraph">
    <w:name w:val="Single Paragraph"/>
    <w:basedOn w:val="Normal"/>
    <w:rsid w:val="00D11E31"/>
  </w:style>
  <w:style w:type="character" w:customStyle="1" w:styleId="CommentTextChar">
    <w:name w:val="Comment Text Char"/>
    <w:basedOn w:val="DefaultParagraphFont"/>
    <w:link w:val="CommentText"/>
    <w:semiHidden/>
    <w:rsid w:val="00D11E31"/>
    <w:rPr>
      <w:szCs w:val="24"/>
    </w:rPr>
  </w:style>
  <w:style w:type="character" w:customStyle="1" w:styleId="CommentSubjectChar">
    <w:name w:val="Comment Subject Char"/>
    <w:basedOn w:val="CommentTextChar"/>
    <w:link w:val="CommentSubject"/>
    <w:semiHidden/>
    <w:rsid w:val="00D11E31"/>
    <w:rPr>
      <w:b/>
      <w:bCs/>
      <w:szCs w:val="24"/>
    </w:rPr>
  </w:style>
  <w:style w:type="character" w:customStyle="1" w:styleId="SubtitleChar">
    <w:name w:val="Subtitle Char"/>
    <w:basedOn w:val="DefaultParagraphFont"/>
    <w:link w:val="Subtitle"/>
    <w:rsid w:val="00D37923"/>
    <w:rPr>
      <w:rFonts w:ascii="Arial" w:hAnsi="Arial"/>
      <w:szCs w:val="24"/>
    </w:rPr>
  </w:style>
  <w:style w:type="character" w:customStyle="1" w:styleId="BodyText2Char">
    <w:name w:val="Body Text 2 Char"/>
    <w:basedOn w:val="DefaultParagraphFont"/>
    <w:link w:val="BodyText2"/>
    <w:rsid w:val="00D11E31"/>
    <w:rPr>
      <w:sz w:val="26"/>
      <w:szCs w:val="24"/>
    </w:rPr>
  </w:style>
  <w:style w:type="character" w:customStyle="1" w:styleId="BodyText3Char">
    <w:name w:val="Body Text 3 Char"/>
    <w:basedOn w:val="DefaultParagraphFont"/>
    <w:link w:val="BodyText3"/>
    <w:rsid w:val="00D11E31"/>
    <w:rPr>
      <w:sz w:val="16"/>
      <w:szCs w:val="16"/>
    </w:rPr>
  </w:style>
  <w:style w:type="character" w:customStyle="1" w:styleId="BodyTextFirstIndentChar">
    <w:name w:val="Body Text First Indent Char"/>
    <w:basedOn w:val="BodyTextChar"/>
    <w:link w:val="BodyTextFirstIndent"/>
    <w:rsid w:val="00D11E31"/>
    <w:rPr>
      <w:sz w:val="26"/>
      <w:szCs w:val="24"/>
      <w:lang w:val="en-AU" w:eastAsia="en-AU" w:bidi="ar-SA"/>
    </w:rPr>
  </w:style>
  <w:style w:type="character" w:customStyle="1" w:styleId="BodyTextIndentChar">
    <w:name w:val="Body Text Indent Char"/>
    <w:basedOn w:val="DefaultParagraphFont"/>
    <w:link w:val="BodyTextIndent"/>
    <w:rsid w:val="00D11E31"/>
    <w:rPr>
      <w:sz w:val="26"/>
      <w:szCs w:val="24"/>
    </w:rPr>
  </w:style>
  <w:style w:type="character" w:customStyle="1" w:styleId="BodyTextFirstIndent2Char">
    <w:name w:val="Body Text First Indent 2 Char"/>
    <w:basedOn w:val="BodyTextIndentChar"/>
    <w:link w:val="BodyTextFirstIndent2"/>
    <w:rsid w:val="00D11E31"/>
    <w:rPr>
      <w:sz w:val="26"/>
      <w:szCs w:val="24"/>
    </w:rPr>
  </w:style>
  <w:style w:type="character" w:customStyle="1" w:styleId="BodyTextIndent2Char">
    <w:name w:val="Body Text Indent 2 Char"/>
    <w:basedOn w:val="DefaultParagraphFont"/>
    <w:link w:val="BodyTextIndent2"/>
    <w:rsid w:val="00D11E31"/>
    <w:rPr>
      <w:sz w:val="26"/>
      <w:szCs w:val="24"/>
    </w:rPr>
  </w:style>
  <w:style w:type="character" w:customStyle="1" w:styleId="BodyTextIndent3Char">
    <w:name w:val="Body Text Indent 3 Char"/>
    <w:basedOn w:val="DefaultParagraphFont"/>
    <w:link w:val="BodyTextIndent3"/>
    <w:rsid w:val="00D11E31"/>
    <w:rPr>
      <w:sz w:val="16"/>
      <w:szCs w:val="16"/>
    </w:rPr>
  </w:style>
  <w:style w:type="character" w:customStyle="1" w:styleId="ClosingChar">
    <w:name w:val="Closing Char"/>
    <w:basedOn w:val="DefaultParagraphFont"/>
    <w:link w:val="Closing"/>
    <w:rsid w:val="00D11E31"/>
    <w:rPr>
      <w:sz w:val="26"/>
      <w:szCs w:val="24"/>
    </w:rPr>
  </w:style>
  <w:style w:type="character" w:customStyle="1" w:styleId="DateChar">
    <w:name w:val="Date Char"/>
    <w:basedOn w:val="DefaultParagraphFont"/>
    <w:link w:val="Date"/>
    <w:rsid w:val="00D11E31"/>
    <w:rPr>
      <w:sz w:val="26"/>
      <w:szCs w:val="24"/>
    </w:rPr>
  </w:style>
  <w:style w:type="character" w:customStyle="1" w:styleId="DocumentMapChar">
    <w:name w:val="Document Map Char"/>
    <w:basedOn w:val="DefaultParagraphFont"/>
    <w:link w:val="DocumentMap"/>
    <w:rsid w:val="00D11E31"/>
    <w:rPr>
      <w:rFonts w:ascii="Tahoma" w:hAnsi="Tahoma" w:cs="Tahoma"/>
      <w:shd w:val="clear" w:color="auto" w:fill="000080"/>
    </w:rPr>
  </w:style>
  <w:style w:type="character" w:customStyle="1" w:styleId="E-mailSignatureChar">
    <w:name w:val="E-mail Signature Char"/>
    <w:basedOn w:val="DefaultParagraphFont"/>
    <w:link w:val="E-mailSignature"/>
    <w:rsid w:val="00D11E31"/>
    <w:rPr>
      <w:sz w:val="26"/>
      <w:szCs w:val="24"/>
    </w:rPr>
  </w:style>
  <w:style w:type="character" w:customStyle="1" w:styleId="EndnoteTextChar">
    <w:name w:val="Endnote Text Char"/>
    <w:basedOn w:val="DefaultParagraphFont"/>
    <w:link w:val="EndnoteText"/>
    <w:rsid w:val="00D11E31"/>
  </w:style>
  <w:style w:type="character" w:customStyle="1" w:styleId="HTMLAddressChar">
    <w:name w:val="HTML Address Char"/>
    <w:basedOn w:val="DefaultParagraphFont"/>
    <w:link w:val="HTMLAddress"/>
    <w:rsid w:val="00D11E31"/>
    <w:rPr>
      <w:i/>
      <w:iCs/>
      <w:sz w:val="26"/>
      <w:szCs w:val="24"/>
    </w:rPr>
  </w:style>
  <w:style w:type="character" w:customStyle="1" w:styleId="HTMLPreformattedChar">
    <w:name w:val="HTML Preformatted Char"/>
    <w:basedOn w:val="DefaultParagraphFont"/>
    <w:link w:val="HTMLPreformatted"/>
    <w:rsid w:val="00D11E31"/>
    <w:rPr>
      <w:rFonts w:ascii="Courier New" w:hAnsi="Courier New" w:cs="Courier New"/>
    </w:rPr>
  </w:style>
  <w:style w:type="character" w:customStyle="1" w:styleId="MacroTextChar">
    <w:name w:val="Macro Text Char"/>
    <w:basedOn w:val="DefaultParagraphFont"/>
    <w:link w:val="MacroText"/>
    <w:rsid w:val="00D11E31"/>
    <w:rPr>
      <w:rFonts w:ascii="Courier New" w:hAnsi="Courier New" w:cs="Courier New"/>
    </w:rPr>
  </w:style>
  <w:style w:type="character" w:customStyle="1" w:styleId="MessageHeaderChar">
    <w:name w:val="Message Header Char"/>
    <w:basedOn w:val="DefaultParagraphFont"/>
    <w:link w:val="MessageHeader"/>
    <w:rsid w:val="00D11E31"/>
    <w:rPr>
      <w:rFonts w:ascii="Arial" w:hAnsi="Arial" w:cs="Arial"/>
      <w:sz w:val="24"/>
      <w:szCs w:val="24"/>
      <w:shd w:val="pct20" w:color="auto" w:fill="auto"/>
    </w:rPr>
  </w:style>
  <w:style w:type="character" w:customStyle="1" w:styleId="PlainTextChar">
    <w:name w:val="Plain Text Char"/>
    <w:basedOn w:val="DefaultParagraphFont"/>
    <w:link w:val="PlainText"/>
    <w:rsid w:val="00D11E31"/>
    <w:rPr>
      <w:rFonts w:ascii="Courier New" w:hAnsi="Courier New" w:cs="Courier New"/>
    </w:rPr>
  </w:style>
  <w:style w:type="character" w:customStyle="1" w:styleId="SalutationChar">
    <w:name w:val="Salutation Char"/>
    <w:basedOn w:val="DefaultParagraphFont"/>
    <w:link w:val="Salutation"/>
    <w:rsid w:val="00D11E31"/>
    <w:rPr>
      <w:sz w:val="26"/>
      <w:szCs w:val="24"/>
    </w:rPr>
  </w:style>
  <w:style w:type="character" w:customStyle="1" w:styleId="SignatureChar">
    <w:name w:val="Signature Char"/>
    <w:basedOn w:val="DefaultParagraphFont"/>
    <w:link w:val="Signature"/>
    <w:rsid w:val="00D11E31"/>
    <w:rPr>
      <w:sz w:val="26"/>
      <w:szCs w:val="24"/>
    </w:rPr>
  </w:style>
  <w:style w:type="character" w:customStyle="1" w:styleId="TitleChar">
    <w:name w:val="Title Char"/>
    <w:basedOn w:val="DefaultParagraphFont"/>
    <w:link w:val="Title"/>
    <w:rsid w:val="00D11E31"/>
    <w:rPr>
      <w:rFonts w:ascii="Arial" w:hAnsi="Arial" w:cs="Arial"/>
      <w:b/>
      <w:bCs/>
      <w:kern w:val="28"/>
      <w:sz w:val="32"/>
      <w:szCs w:val="32"/>
    </w:rPr>
  </w:style>
  <w:style w:type="paragraph" w:styleId="ListParagraph">
    <w:name w:val="List Paragraph"/>
    <w:basedOn w:val="Normal"/>
    <w:uiPriority w:val="34"/>
    <w:qFormat/>
    <w:rsid w:val="00072721"/>
    <w:pPr>
      <w:ind w:left="720"/>
      <w:contextualSpacing/>
    </w:pPr>
  </w:style>
  <w:style w:type="paragraph" w:styleId="Revision">
    <w:name w:val="Revision"/>
    <w:hidden/>
    <w:uiPriority w:val="99"/>
    <w:semiHidden/>
    <w:rsid w:val="000F31B2"/>
    <w:rPr>
      <w:sz w:val="26"/>
      <w:szCs w:val="24"/>
    </w:rPr>
  </w:style>
  <w:style w:type="paragraph" w:customStyle="1" w:styleId="BoxSpaceAbove">
    <w:name w:val="Box Space Above"/>
    <w:basedOn w:val="BodyText"/>
    <w:rsid w:val="00D37923"/>
    <w:pPr>
      <w:keepNext/>
      <w:spacing w:before="360" w:line="80" w:lineRule="exact"/>
      <w:jc w:val="left"/>
    </w:pPr>
  </w:style>
  <w:style w:type="paragraph" w:customStyle="1" w:styleId="RecBBullet2">
    <w:name w:val="RecB Bullet 2"/>
    <w:basedOn w:val="ListBullet2"/>
    <w:semiHidden/>
    <w:rsid w:val="00D37923"/>
    <w:pPr>
      <w:pBdr>
        <w:left w:val="single" w:sz="24" w:space="29" w:color="C0C0C0"/>
      </w:pBdr>
    </w:pPr>
    <w:rPr>
      <w:b/>
      <w:i/>
    </w:rPr>
  </w:style>
  <w:style w:type="paragraph" w:customStyle="1" w:styleId="BoxListBullet3">
    <w:name w:val="Box List Bullet 3"/>
    <w:basedOn w:val="ListBullet3"/>
    <w:rsid w:val="00D37923"/>
    <w:pPr>
      <w:numPr>
        <w:numId w:val="21"/>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37923"/>
    <w:rPr>
      <w:i/>
      <w:iCs/>
    </w:rPr>
  </w:style>
  <w:style w:type="paragraph" w:customStyle="1" w:styleId="BoxQuoteBullet">
    <w:name w:val="Box Quote Bullet"/>
    <w:basedOn w:val="BoxQuote"/>
    <w:next w:val="Box"/>
    <w:rsid w:val="00D37923"/>
    <w:pPr>
      <w:numPr>
        <w:numId w:val="19"/>
      </w:numPr>
      <w:ind w:left="568" w:hanging="284"/>
    </w:pPr>
  </w:style>
  <w:style w:type="paragraph" w:customStyle="1" w:styleId="InformationRequestBullet">
    <w:name w:val="Information Request Bullet"/>
    <w:basedOn w:val="ListBullet"/>
    <w:next w:val="BodyText"/>
    <w:rsid w:val="00D37923"/>
    <w:pPr>
      <w:numPr>
        <w:numId w:val="20"/>
      </w:numPr>
      <w:ind w:left="340" w:hanging="340"/>
    </w:pPr>
    <w:rPr>
      <w:rFonts w:ascii="Arial" w:hAnsi="Arial"/>
      <w:i/>
      <w:sz w:val="24"/>
    </w:rPr>
  </w:style>
  <w:style w:type="paragraph" w:customStyle="1" w:styleId="BoxSpaceBelow">
    <w:name w:val="Box Space Below"/>
    <w:basedOn w:val="Box"/>
    <w:rsid w:val="00D37923"/>
    <w:pPr>
      <w:keepNext w:val="0"/>
      <w:spacing w:before="60" w:after="60" w:line="80" w:lineRule="exact"/>
    </w:pPr>
    <w:rPr>
      <w:sz w:val="14"/>
    </w:rPr>
  </w:style>
  <w:style w:type="paragraph" w:customStyle="1" w:styleId="StBodyText">
    <w:name w:val="St Body Text"/>
    <w:basedOn w:val="Normal"/>
    <w:rsid w:val="0037782F"/>
    <w:pPr>
      <w:numPr>
        <w:numId w:val="22"/>
      </w:numPr>
      <w:tabs>
        <w:tab w:val="clear" w:pos="360"/>
      </w:tabs>
      <w:spacing w:before="240" w:line="300" w:lineRule="exact"/>
      <w:ind w:left="0" w:firstLine="0"/>
    </w:pPr>
    <w:rPr>
      <w:szCs w:val="20"/>
    </w:rPr>
  </w:style>
  <w:style w:type="character" w:customStyle="1" w:styleId="SourceChar">
    <w:name w:val="Source Char"/>
    <w:basedOn w:val="DefaultParagraphFont"/>
    <w:link w:val="Source"/>
    <w:rsid w:val="00F43300"/>
    <w:rPr>
      <w:rFonts w:ascii="Arial" w:hAnsi="Arial"/>
      <w:sz w:val="18"/>
    </w:rPr>
  </w:style>
  <w:style w:type="character" w:customStyle="1" w:styleId="BoxTitleChar">
    <w:name w:val="Box Title Char"/>
    <w:basedOn w:val="DefaultParagraphFont"/>
    <w:link w:val="BoxTitle"/>
    <w:rsid w:val="007F46A7"/>
    <w:rPr>
      <w:rFonts w:ascii="Arial" w:hAnsi="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37923"/>
    <w:rPr>
      <w:sz w:val="26"/>
      <w:szCs w:val="24"/>
    </w:rPr>
  </w:style>
  <w:style w:type="paragraph" w:styleId="Heading1">
    <w:name w:val="heading 1"/>
    <w:basedOn w:val="BodyText"/>
    <w:next w:val="BodyText"/>
    <w:link w:val="Heading1Char"/>
    <w:rsid w:val="00D3792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3792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37923"/>
    <w:pPr>
      <w:spacing w:before="560" w:line="320" w:lineRule="exact"/>
      <w:ind w:left="0" w:firstLine="0"/>
      <w:outlineLvl w:val="2"/>
    </w:pPr>
    <w:rPr>
      <w:sz w:val="26"/>
    </w:rPr>
  </w:style>
  <w:style w:type="paragraph" w:styleId="Heading4">
    <w:name w:val="heading 4"/>
    <w:basedOn w:val="Heading3"/>
    <w:next w:val="BodyText"/>
    <w:link w:val="Heading4Char"/>
    <w:qFormat/>
    <w:rsid w:val="00D37923"/>
    <w:pPr>
      <w:spacing w:before="480"/>
      <w:outlineLvl w:val="3"/>
    </w:pPr>
    <w:rPr>
      <w:b w:val="0"/>
      <w:i/>
      <w:sz w:val="24"/>
    </w:rPr>
  </w:style>
  <w:style w:type="paragraph" w:styleId="Heading5">
    <w:name w:val="heading 5"/>
    <w:basedOn w:val="Heading4"/>
    <w:next w:val="BodyText"/>
    <w:link w:val="Heading5Char"/>
    <w:qFormat/>
    <w:rsid w:val="00D37923"/>
    <w:pPr>
      <w:outlineLvl w:val="4"/>
    </w:pPr>
    <w:rPr>
      <w:rFonts w:ascii="Times New Roman" w:hAnsi="Times New Roman"/>
      <w:sz w:val="26"/>
    </w:rPr>
  </w:style>
  <w:style w:type="paragraph" w:styleId="Heading6">
    <w:name w:val="heading 6"/>
    <w:basedOn w:val="BodyText"/>
    <w:next w:val="BodyText"/>
    <w:link w:val="Heading6Char"/>
    <w:rsid w:val="00D37923"/>
    <w:pPr>
      <w:spacing w:after="60"/>
      <w:jc w:val="left"/>
      <w:outlineLvl w:val="5"/>
    </w:pPr>
    <w:rPr>
      <w:i/>
      <w:sz w:val="22"/>
    </w:rPr>
  </w:style>
  <w:style w:type="paragraph" w:styleId="Heading7">
    <w:name w:val="heading 7"/>
    <w:basedOn w:val="BodyText"/>
    <w:next w:val="BodyText"/>
    <w:link w:val="Heading7Char"/>
    <w:rsid w:val="00D37923"/>
    <w:pPr>
      <w:spacing w:after="60" w:line="240" w:lineRule="auto"/>
      <w:jc w:val="left"/>
      <w:outlineLvl w:val="6"/>
    </w:pPr>
    <w:rPr>
      <w:rFonts w:ascii="Arial" w:hAnsi="Arial"/>
      <w:sz w:val="20"/>
    </w:rPr>
  </w:style>
  <w:style w:type="paragraph" w:styleId="Heading8">
    <w:name w:val="heading 8"/>
    <w:basedOn w:val="BodyText"/>
    <w:next w:val="BodyText"/>
    <w:link w:val="Heading8Char"/>
    <w:rsid w:val="00D37923"/>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D3792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379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7923"/>
  </w:style>
  <w:style w:type="paragraph" w:customStyle="1" w:styleId="Chapter">
    <w:name w:val="Chapter"/>
    <w:basedOn w:val="Heading1"/>
    <w:next w:val="BodyText"/>
    <w:semiHidden/>
    <w:rsid w:val="00D37923"/>
    <w:pPr>
      <w:ind w:left="0" w:firstLine="0"/>
      <w:outlineLvl w:val="9"/>
    </w:pPr>
  </w:style>
  <w:style w:type="character" w:customStyle="1" w:styleId="Heading3Char">
    <w:name w:val="Heading 3 Char"/>
    <w:basedOn w:val="DefaultParagraphFont"/>
    <w:link w:val="Heading3"/>
    <w:locked/>
    <w:rsid w:val="00E5664D"/>
    <w:rPr>
      <w:rFonts w:ascii="Arial" w:hAnsi="Arial"/>
      <w:b/>
      <w:sz w:val="26"/>
    </w:rPr>
  </w:style>
  <w:style w:type="paragraph" w:styleId="BodyText">
    <w:name w:val="Body Text"/>
    <w:link w:val="BodyTextChar"/>
    <w:qFormat/>
    <w:rsid w:val="00D37923"/>
    <w:pPr>
      <w:spacing w:before="240" w:line="320" w:lineRule="atLeast"/>
      <w:jc w:val="both"/>
    </w:pPr>
    <w:rPr>
      <w:sz w:val="26"/>
    </w:rPr>
  </w:style>
  <w:style w:type="character" w:customStyle="1" w:styleId="BodyTextChar">
    <w:name w:val="Body Text Char"/>
    <w:basedOn w:val="DefaultParagraphFont"/>
    <w:link w:val="BodyText"/>
    <w:rsid w:val="00FC09CE"/>
    <w:rPr>
      <w:sz w:val="26"/>
    </w:rPr>
  </w:style>
  <w:style w:type="paragraph" w:styleId="Footer">
    <w:name w:val="footer"/>
    <w:basedOn w:val="BodyText"/>
    <w:link w:val="FooterChar"/>
    <w:rsid w:val="00D37923"/>
    <w:pPr>
      <w:spacing w:before="80" w:line="200" w:lineRule="exact"/>
      <w:ind w:right="6"/>
      <w:jc w:val="left"/>
    </w:pPr>
    <w:rPr>
      <w:caps/>
      <w:spacing w:val="-4"/>
      <w:sz w:val="16"/>
    </w:rPr>
  </w:style>
  <w:style w:type="paragraph" w:customStyle="1" w:styleId="FooterEnd">
    <w:name w:val="Footer End"/>
    <w:basedOn w:val="Footer"/>
    <w:rsid w:val="00D37923"/>
    <w:pPr>
      <w:spacing w:before="0" w:line="20" w:lineRule="exact"/>
    </w:pPr>
  </w:style>
  <w:style w:type="paragraph" w:styleId="Header">
    <w:name w:val="header"/>
    <w:basedOn w:val="BodyText"/>
    <w:link w:val="HeaderChar"/>
    <w:rsid w:val="00D3792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37923"/>
    <w:pPr>
      <w:spacing w:line="20" w:lineRule="exact"/>
    </w:pPr>
    <w:rPr>
      <w:sz w:val="16"/>
    </w:rPr>
  </w:style>
  <w:style w:type="paragraph" w:customStyle="1" w:styleId="HeaderEven">
    <w:name w:val="Header Even"/>
    <w:basedOn w:val="Header"/>
    <w:semiHidden/>
    <w:rsid w:val="00D37923"/>
  </w:style>
  <w:style w:type="paragraph" w:customStyle="1" w:styleId="HeaderOdd">
    <w:name w:val="Header Odd"/>
    <w:basedOn w:val="Header"/>
    <w:semiHidden/>
    <w:rsid w:val="00D37923"/>
  </w:style>
  <w:style w:type="character" w:styleId="PageNumber">
    <w:name w:val="page number"/>
    <w:basedOn w:val="DefaultParagraphFont"/>
    <w:rsid w:val="00D37923"/>
    <w:rPr>
      <w:rFonts w:ascii="Arial" w:hAnsi="Arial"/>
      <w:b/>
      <w:sz w:val="16"/>
    </w:rPr>
  </w:style>
  <w:style w:type="paragraph" w:customStyle="1" w:styleId="Abbreviation">
    <w:name w:val="Abbreviation"/>
    <w:basedOn w:val="BodyText"/>
    <w:rsid w:val="00D37923"/>
    <w:pPr>
      <w:spacing w:before="120"/>
      <w:ind w:left="2381" w:hanging="2381"/>
      <w:jc w:val="left"/>
    </w:pPr>
  </w:style>
  <w:style w:type="paragraph" w:customStyle="1" w:styleId="BoxHeading1">
    <w:name w:val="Box Heading 1"/>
    <w:basedOn w:val="BodyText"/>
    <w:next w:val="Box"/>
    <w:rsid w:val="00D37923"/>
    <w:pPr>
      <w:keepNext/>
      <w:spacing w:before="200" w:line="280" w:lineRule="atLeast"/>
    </w:pPr>
    <w:rPr>
      <w:rFonts w:ascii="Arial" w:hAnsi="Arial"/>
      <w:b/>
      <w:sz w:val="22"/>
    </w:rPr>
  </w:style>
  <w:style w:type="paragraph" w:customStyle="1" w:styleId="BoxHeading2">
    <w:name w:val="Box Heading 2"/>
    <w:basedOn w:val="BoxHeading1"/>
    <w:next w:val="Normal"/>
    <w:rsid w:val="00D37923"/>
    <w:rPr>
      <w:b w:val="0"/>
      <w:i/>
    </w:rPr>
  </w:style>
  <w:style w:type="paragraph" w:customStyle="1" w:styleId="BoxListBullet">
    <w:name w:val="Box List Bullet"/>
    <w:basedOn w:val="BodyText"/>
    <w:link w:val="BoxListBulletChar"/>
    <w:rsid w:val="00D37923"/>
    <w:pPr>
      <w:keepNext/>
      <w:numPr>
        <w:numId w:val="1"/>
      </w:numPr>
      <w:spacing w:before="60" w:line="280" w:lineRule="atLeast"/>
    </w:pPr>
    <w:rPr>
      <w:rFonts w:ascii="Arial" w:hAnsi="Arial"/>
      <w:sz w:val="22"/>
    </w:rPr>
  </w:style>
  <w:style w:type="character" w:customStyle="1" w:styleId="BoxListBulletChar">
    <w:name w:val="Box List Bullet Char"/>
    <w:basedOn w:val="DefaultParagraphFont"/>
    <w:link w:val="BoxListBullet"/>
    <w:rsid w:val="00F71114"/>
    <w:rPr>
      <w:rFonts w:ascii="Arial" w:hAnsi="Arial"/>
      <w:sz w:val="22"/>
    </w:rPr>
  </w:style>
  <w:style w:type="paragraph" w:customStyle="1" w:styleId="BoxListBullet2">
    <w:name w:val="Box List Bullet 2"/>
    <w:basedOn w:val="BodyText"/>
    <w:rsid w:val="00D37923"/>
    <w:pPr>
      <w:keepNext/>
      <w:numPr>
        <w:numId w:val="2"/>
      </w:numPr>
      <w:spacing w:before="60" w:line="280" w:lineRule="atLeast"/>
    </w:pPr>
    <w:rPr>
      <w:rFonts w:ascii="Arial" w:hAnsi="Arial"/>
      <w:sz w:val="22"/>
    </w:rPr>
  </w:style>
  <w:style w:type="paragraph" w:customStyle="1" w:styleId="BoxListNumber">
    <w:name w:val="Box List Number"/>
    <w:basedOn w:val="BodyText"/>
    <w:rsid w:val="00D37923"/>
    <w:pPr>
      <w:keepNext/>
      <w:numPr>
        <w:numId w:val="18"/>
      </w:numPr>
      <w:spacing w:before="60" w:line="280" w:lineRule="atLeast"/>
    </w:pPr>
    <w:rPr>
      <w:rFonts w:ascii="Arial" w:hAnsi="Arial"/>
      <w:sz w:val="22"/>
    </w:rPr>
  </w:style>
  <w:style w:type="paragraph" w:customStyle="1" w:styleId="BoxListNumber2">
    <w:name w:val="Box List Number 2"/>
    <w:basedOn w:val="BoxListNumber"/>
    <w:rsid w:val="00D37923"/>
    <w:pPr>
      <w:numPr>
        <w:ilvl w:val="1"/>
      </w:numPr>
    </w:pPr>
  </w:style>
  <w:style w:type="paragraph" w:customStyle="1" w:styleId="BoxQuote">
    <w:name w:val="Box Quote"/>
    <w:basedOn w:val="BodyText"/>
    <w:next w:val="Box"/>
    <w:rsid w:val="00D37923"/>
    <w:pPr>
      <w:keepNext/>
      <w:spacing w:before="60" w:line="260" w:lineRule="exact"/>
      <w:ind w:left="284"/>
    </w:pPr>
    <w:rPr>
      <w:rFonts w:ascii="Arial" w:hAnsi="Arial"/>
      <w:sz w:val="20"/>
    </w:rPr>
  </w:style>
  <w:style w:type="paragraph" w:customStyle="1" w:styleId="Note">
    <w:name w:val="Note"/>
    <w:basedOn w:val="BodyText"/>
    <w:next w:val="BodyText"/>
    <w:link w:val="NoteChar"/>
    <w:rsid w:val="00D37923"/>
    <w:pPr>
      <w:keepLines/>
      <w:spacing w:before="80" w:line="220" w:lineRule="exact"/>
    </w:pPr>
    <w:rPr>
      <w:rFonts w:ascii="Arial" w:hAnsi="Arial"/>
      <w:sz w:val="18"/>
    </w:rPr>
  </w:style>
  <w:style w:type="character" w:customStyle="1" w:styleId="NoteChar">
    <w:name w:val="Note Char"/>
    <w:basedOn w:val="DefaultParagraphFont"/>
    <w:link w:val="Note"/>
    <w:rsid w:val="004A4038"/>
    <w:rPr>
      <w:rFonts w:ascii="Arial" w:hAnsi="Arial"/>
      <w:sz w:val="18"/>
    </w:rPr>
  </w:style>
  <w:style w:type="paragraph" w:customStyle="1" w:styleId="Source">
    <w:name w:val="Source"/>
    <w:basedOn w:val="Note"/>
    <w:next w:val="BodyText"/>
    <w:link w:val="SourceChar"/>
    <w:rsid w:val="00D37923"/>
    <w:pPr>
      <w:spacing w:after="120"/>
    </w:pPr>
  </w:style>
  <w:style w:type="paragraph" w:customStyle="1" w:styleId="BoxSource">
    <w:name w:val="Box Source"/>
    <w:basedOn w:val="Source"/>
    <w:next w:val="BodyText"/>
    <w:rsid w:val="00D37923"/>
    <w:pPr>
      <w:spacing w:before="180" w:after="0"/>
    </w:pPr>
  </w:style>
  <w:style w:type="paragraph" w:customStyle="1" w:styleId="BoxSpace">
    <w:name w:val="Box Space"/>
    <w:basedOn w:val="Normal"/>
    <w:rsid w:val="007579D2"/>
    <w:pPr>
      <w:keepNext/>
      <w:spacing w:before="360" w:line="80" w:lineRule="exact"/>
    </w:pPr>
    <w:rPr>
      <w:szCs w:val="20"/>
    </w:rPr>
  </w:style>
  <w:style w:type="paragraph" w:styleId="Caption">
    <w:name w:val="caption"/>
    <w:basedOn w:val="Normal"/>
    <w:next w:val="BodyText"/>
    <w:rsid w:val="00D3792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37923"/>
    <w:pPr>
      <w:spacing w:before="120" w:after="0"/>
      <w:ind w:left="1304" w:hanging="1304"/>
    </w:pPr>
    <w:rPr>
      <w:sz w:val="24"/>
    </w:rPr>
  </w:style>
  <w:style w:type="paragraph" w:customStyle="1" w:styleId="BoxSubtitle">
    <w:name w:val="Box Subtitle"/>
    <w:basedOn w:val="BoxTitle"/>
    <w:next w:val="Normal"/>
    <w:rsid w:val="00D37923"/>
    <w:pPr>
      <w:spacing w:after="80" w:line="200" w:lineRule="exact"/>
      <w:ind w:firstLine="0"/>
    </w:pPr>
    <w:rPr>
      <w:b w:val="0"/>
      <w:sz w:val="20"/>
    </w:rPr>
  </w:style>
  <w:style w:type="paragraph" w:customStyle="1" w:styleId="ChapterSummary">
    <w:name w:val="Chapter Summary"/>
    <w:basedOn w:val="BodyText"/>
    <w:rsid w:val="00D37923"/>
    <w:pPr>
      <w:ind w:left="907"/>
    </w:pPr>
    <w:rPr>
      <w:rFonts w:ascii="Arial" w:hAnsi="Arial"/>
      <w:b/>
      <w:sz w:val="22"/>
    </w:rPr>
  </w:style>
  <w:style w:type="character" w:styleId="CommentReference">
    <w:name w:val="annotation reference"/>
    <w:basedOn w:val="DefaultParagraphFont"/>
    <w:semiHidden/>
    <w:rsid w:val="00D37923"/>
    <w:rPr>
      <w:b/>
      <w:vanish/>
      <w:color w:val="FF00FF"/>
      <w:sz w:val="20"/>
    </w:rPr>
  </w:style>
  <w:style w:type="paragraph" w:styleId="CommentText">
    <w:name w:val="annotation text"/>
    <w:basedOn w:val="Normal"/>
    <w:link w:val="CommentTextChar"/>
    <w:semiHidden/>
    <w:rsid w:val="00D37923"/>
    <w:pPr>
      <w:spacing w:before="120" w:line="240" w:lineRule="atLeast"/>
      <w:ind w:left="567" w:hanging="567"/>
    </w:pPr>
    <w:rPr>
      <w:sz w:val="20"/>
    </w:rPr>
  </w:style>
  <w:style w:type="paragraph" w:customStyle="1" w:styleId="Continued">
    <w:name w:val="Continued"/>
    <w:basedOn w:val="BoxContinued"/>
    <w:next w:val="BodyText"/>
    <w:rsid w:val="00D37923"/>
  </w:style>
  <w:style w:type="character" w:customStyle="1" w:styleId="DocumentInfo">
    <w:name w:val="Document Info"/>
    <w:basedOn w:val="DefaultParagraphFont"/>
    <w:semiHidden/>
    <w:rsid w:val="00D37923"/>
    <w:rPr>
      <w:rFonts w:ascii="Arial" w:hAnsi="Arial"/>
      <w:sz w:val="14"/>
    </w:rPr>
  </w:style>
  <w:style w:type="character" w:customStyle="1" w:styleId="DraftingNote">
    <w:name w:val="Drafting Note"/>
    <w:basedOn w:val="DefaultParagraphFont"/>
    <w:rsid w:val="00D37923"/>
    <w:rPr>
      <w:b/>
      <w:color w:val="FF0000"/>
      <w:sz w:val="24"/>
      <w:u w:val="dotted"/>
    </w:rPr>
  </w:style>
  <w:style w:type="paragraph" w:customStyle="1" w:styleId="Figure">
    <w:name w:val="Figure"/>
    <w:basedOn w:val="BodyText"/>
    <w:rsid w:val="00D37923"/>
    <w:pPr>
      <w:keepNext/>
      <w:spacing w:before="120" w:after="120" w:line="240" w:lineRule="atLeast"/>
      <w:jc w:val="center"/>
    </w:pPr>
  </w:style>
  <w:style w:type="paragraph" w:customStyle="1" w:styleId="FigureTitle">
    <w:name w:val="Figure Title"/>
    <w:basedOn w:val="Caption"/>
    <w:next w:val="Subtitle"/>
    <w:rsid w:val="00D37923"/>
    <w:rPr>
      <w:sz w:val="24"/>
    </w:rPr>
  </w:style>
  <w:style w:type="paragraph" w:styleId="Subtitle">
    <w:name w:val="Subtitle"/>
    <w:basedOn w:val="Caption"/>
    <w:link w:val="SubtitleChar"/>
    <w:rsid w:val="00D37923"/>
    <w:pPr>
      <w:spacing w:before="0" w:line="200" w:lineRule="exact"/>
      <w:ind w:firstLine="0"/>
    </w:pPr>
    <w:rPr>
      <w:b w:val="0"/>
      <w:sz w:val="20"/>
    </w:rPr>
  </w:style>
  <w:style w:type="paragraph" w:customStyle="1" w:styleId="Finding">
    <w:name w:val="Finding"/>
    <w:basedOn w:val="BodyText"/>
    <w:rsid w:val="00D37923"/>
    <w:pPr>
      <w:keepLines/>
      <w:spacing w:before="180"/>
    </w:pPr>
    <w:rPr>
      <w:i/>
    </w:rPr>
  </w:style>
  <w:style w:type="paragraph" w:customStyle="1" w:styleId="FindingBullet">
    <w:name w:val="Finding Bullet"/>
    <w:basedOn w:val="Finding"/>
    <w:rsid w:val="00D37923"/>
    <w:pPr>
      <w:numPr>
        <w:numId w:val="3"/>
      </w:numPr>
      <w:spacing w:before="80"/>
    </w:pPr>
  </w:style>
  <w:style w:type="paragraph" w:customStyle="1" w:styleId="FindingNoTitle">
    <w:name w:val="Finding NoTitle"/>
    <w:basedOn w:val="Finding"/>
    <w:rsid w:val="00D37923"/>
    <w:pPr>
      <w:spacing w:before="240"/>
    </w:pPr>
  </w:style>
  <w:style w:type="paragraph" w:customStyle="1" w:styleId="RecTitle">
    <w:name w:val="Rec Title"/>
    <w:basedOn w:val="BodyText"/>
    <w:next w:val="Normal"/>
    <w:rsid w:val="00D37923"/>
    <w:pPr>
      <w:keepNext/>
      <w:keepLines/>
    </w:pPr>
    <w:rPr>
      <w:caps/>
      <w:sz w:val="20"/>
    </w:rPr>
  </w:style>
  <w:style w:type="paragraph" w:customStyle="1" w:styleId="FindingTitle">
    <w:name w:val="Finding Title"/>
    <w:basedOn w:val="RecTitle"/>
    <w:next w:val="Finding"/>
    <w:rsid w:val="00D37923"/>
    <w:pPr>
      <w:framePr w:wrap="notBeside" w:hAnchor="text"/>
    </w:pPr>
  </w:style>
  <w:style w:type="character" w:styleId="FootnoteReference">
    <w:name w:val="footnote reference"/>
    <w:basedOn w:val="DefaultParagraphFont"/>
    <w:semiHidden/>
    <w:rsid w:val="00D37923"/>
    <w:rPr>
      <w:rFonts w:ascii="Times New Roman" w:hAnsi="Times New Roman"/>
      <w:position w:val="6"/>
      <w:sz w:val="22"/>
      <w:vertAlign w:val="baseline"/>
    </w:rPr>
  </w:style>
  <w:style w:type="paragraph" w:styleId="FootnoteText">
    <w:name w:val="footnote text"/>
    <w:basedOn w:val="BodyText"/>
    <w:link w:val="FootnoteTextChar"/>
    <w:rsid w:val="00D37923"/>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37923"/>
    <w:pPr>
      <w:spacing w:before="360" w:after="120"/>
    </w:pPr>
    <w:rPr>
      <w:rFonts w:ascii="Arial" w:hAnsi="Arial"/>
      <w:sz w:val="24"/>
    </w:rPr>
  </w:style>
  <w:style w:type="paragraph" w:customStyle="1" w:styleId="Jurisdictioncommentsbodytext">
    <w:name w:val="Jurisdiction comments body text"/>
    <w:rsid w:val="00D37923"/>
    <w:pPr>
      <w:spacing w:after="140"/>
      <w:jc w:val="both"/>
    </w:pPr>
    <w:rPr>
      <w:rFonts w:ascii="Arial" w:hAnsi="Arial"/>
      <w:sz w:val="24"/>
      <w:lang w:eastAsia="en-US"/>
    </w:rPr>
  </w:style>
  <w:style w:type="paragraph" w:customStyle="1" w:styleId="Jurisdictioncommentsheading">
    <w:name w:val="Jurisdiction comments heading"/>
    <w:rsid w:val="00D3792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37923"/>
    <w:pPr>
      <w:numPr>
        <w:numId w:val="4"/>
      </w:numPr>
      <w:spacing w:after="140"/>
      <w:jc w:val="both"/>
    </w:pPr>
    <w:rPr>
      <w:rFonts w:ascii="Arial" w:hAnsi="Arial"/>
      <w:sz w:val="24"/>
      <w:lang w:eastAsia="en-US"/>
    </w:rPr>
  </w:style>
  <w:style w:type="paragraph" w:styleId="ListBullet">
    <w:name w:val="List Bullet"/>
    <w:aliases w:val="List Bullet1"/>
    <w:basedOn w:val="BodyText"/>
    <w:link w:val="ListBulletChar"/>
    <w:rsid w:val="00D37923"/>
    <w:pPr>
      <w:numPr>
        <w:numId w:val="5"/>
      </w:numPr>
      <w:spacing w:before="120"/>
    </w:pPr>
  </w:style>
  <w:style w:type="character" w:customStyle="1" w:styleId="ListBulletChar">
    <w:name w:val="List Bullet Char"/>
    <w:aliases w:val="List Bullet1 Char"/>
    <w:link w:val="ListBullet"/>
    <w:rsid w:val="0026369A"/>
    <w:rPr>
      <w:sz w:val="26"/>
    </w:rPr>
  </w:style>
  <w:style w:type="paragraph" w:styleId="ListBullet2">
    <w:name w:val="List Bullet 2"/>
    <w:basedOn w:val="BodyText"/>
    <w:rsid w:val="00D37923"/>
    <w:pPr>
      <w:numPr>
        <w:numId w:val="6"/>
      </w:numPr>
      <w:spacing w:before="120"/>
    </w:pPr>
  </w:style>
  <w:style w:type="paragraph" w:styleId="ListBullet3">
    <w:name w:val="List Bullet 3"/>
    <w:basedOn w:val="BodyText"/>
    <w:rsid w:val="00D37923"/>
    <w:pPr>
      <w:numPr>
        <w:numId w:val="7"/>
      </w:numPr>
      <w:spacing w:before="120"/>
    </w:pPr>
  </w:style>
  <w:style w:type="paragraph" w:styleId="ListNumber">
    <w:name w:val="List Number"/>
    <w:basedOn w:val="BodyText"/>
    <w:rsid w:val="00D37923"/>
    <w:pPr>
      <w:numPr>
        <w:numId w:val="17"/>
      </w:numPr>
      <w:spacing w:before="120"/>
    </w:pPr>
  </w:style>
  <w:style w:type="paragraph" w:styleId="ListNumber2">
    <w:name w:val="List Number 2"/>
    <w:basedOn w:val="ListNumber"/>
    <w:rsid w:val="00D37923"/>
    <w:pPr>
      <w:numPr>
        <w:ilvl w:val="1"/>
      </w:numPr>
    </w:pPr>
  </w:style>
  <w:style w:type="paragraph" w:styleId="ListNumber3">
    <w:name w:val="List Number 3"/>
    <w:basedOn w:val="ListNumber2"/>
    <w:rsid w:val="00D37923"/>
    <w:pPr>
      <w:numPr>
        <w:ilvl w:val="2"/>
      </w:numPr>
    </w:pPr>
  </w:style>
  <w:style w:type="character" w:customStyle="1" w:styleId="NoteLabel">
    <w:name w:val="Note Label"/>
    <w:basedOn w:val="DefaultParagraphFont"/>
    <w:rsid w:val="00D37923"/>
    <w:rPr>
      <w:rFonts w:ascii="Arial" w:hAnsi="Arial"/>
      <w:b/>
      <w:position w:val="6"/>
      <w:sz w:val="18"/>
    </w:rPr>
  </w:style>
  <w:style w:type="paragraph" w:customStyle="1" w:styleId="PartDivider">
    <w:name w:val="Part Divider"/>
    <w:basedOn w:val="BodyText"/>
    <w:next w:val="BodyText"/>
    <w:semiHidden/>
    <w:rsid w:val="00D37923"/>
    <w:pPr>
      <w:spacing w:before="0" w:line="40" w:lineRule="exact"/>
      <w:jc w:val="right"/>
    </w:pPr>
    <w:rPr>
      <w:smallCaps/>
      <w:sz w:val="16"/>
    </w:rPr>
  </w:style>
  <w:style w:type="paragraph" w:customStyle="1" w:styleId="PartNumber">
    <w:name w:val="Part Number"/>
    <w:basedOn w:val="BodyText"/>
    <w:next w:val="BodyText"/>
    <w:semiHidden/>
    <w:rsid w:val="00D37923"/>
    <w:pPr>
      <w:spacing w:before="4000" w:line="320" w:lineRule="exact"/>
      <w:ind w:left="6634"/>
      <w:jc w:val="right"/>
    </w:pPr>
    <w:rPr>
      <w:smallCaps/>
      <w:spacing w:val="60"/>
      <w:sz w:val="32"/>
    </w:rPr>
  </w:style>
  <w:style w:type="paragraph" w:customStyle="1" w:styleId="PartTitle">
    <w:name w:val="Part Title"/>
    <w:basedOn w:val="BodyText"/>
    <w:semiHidden/>
    <w:rsid w:val="00D37923"/>
    <w:pPr>
      <w:spacing w:before="160" w:after="1360" w:line="520" w:lineRule="exact"/>
      <w:ind w:right="2381"/>
      <w:jc w:val="right"/>
    </w:pPr>
    <w:rPr>
      <w:smallCaps/>
      <w:sz w:val="52"/>
    </w:rPr>
  </w:style>
  <w:style w:type="paragraph" w:styleId="Quote">
    <w:name w:val="Quote"/>
    <w:basedOn w:val="BodyText"/>
    <w:next w:val="BodyText"/>
    <w:link w:val="QuoteChar"/>
    <w:qFormat/>
    <w:rsid w:val="00D37923"/>
    <w:pPr>
      <w:spacing w:before="120" w:line="280" w:lineRule="exact"/>
      <w:ind w:left="340"/>
    </w:pPr>
    <w:rPr>
      <w:sz w:val="24"/>
    </w:rPr>
  </w:style>
  <w:style w:type="paragraph" w:customStyle="1" w:styleId="QuoteBullet">
    <w:name w:val="Quote Bullet"/>
    <w:basedOn w:val="Quote"/>
    <w:rsid w:val="00D37923"/>
    <w:pPr>
      <w:numPr>
        <w:numId w:val="8"/>
      </w:numPr>
    </w:pPr>
  </w:style>
  <w:style w:type="paragraph" w:customStyle="1" w:styleId="Rec">
    <w:name w:val="Rec"/>
    <w:basedOn w:val="BodyText"/>
    <w:rsid w:val="00D37923"/>
    <w:pPr>
      <w:keepLines/>
      <w:spacing w:before="180"/>
    </w:pPr>
    <w:rPr>
      <w:b/>
      <w:i/>
    </w:rPr>
  </w:style>
  <w:style w:type="paragraph" w:customStyle="1" w:styleId="RecBullet">
    <w:name w:val="Rec Bullet"/>
    <w:basedOn w:val="Rec"/>
    <w:rsid w:val="00D37923"/>
    <w:pPr>
      <w:numPr>
        <w:numId w:val="9"/>
      </w:numPr>
      <w:spacing w:before="80"/>
    </w:pPr>
  </w:style>
  <w:style w:type="paragraph" w:customStyle="1" w:styleId="RecB">
    <w:name w:val="RecB"/>
    <w:basedOn w:val="Normal"/>
    <w:rsid w:val="00D3792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37923"/>
    <w:pPr>
      <w:numPr>
        <w:numId w:val="12"/>
      </w:numPr>
      <w:spacing w:before="80"/>
    </w:pPr>
  </w:style>
  <w:style w:type="paragraph" w:customStyle="1" w:styleId="RecBNoTitle">
    <w:name w:val="RecB NoTitle"/>
    <w:basedOn w:val="RecB"/>
    <w:rsid w:val="00D37923"/>
    <w:pPr>
      <w:spacing w:before="240"/>
    </w:pPr>
  </w:style>
  <w:style w:type="paragraph" w:customStyle="1" w:styleId="Reference">
    <w:name w:val="Reference"/>
    <w:basedOn w:val="BodyText"/>
    <w:link w:val="ReferenceChar"/>
    <w:rsid w:val="00D37923"/>
    <w:pPr>
      <w:spacing w:before="120"/>
      <w:ind w:left="340" w:hanging="340"/>
    </w:pPr>
  </w:style>
  <w:style w:type="character" w:customStyle="1" w:styleId="ReferenceChar">
    <w:name w:val="Reference Char"/>
    <w:basedOn w:val="DefaultParagraphFont"/>
    <w:link w:val="Reference"/>
    <w:rsid w:val="00137034"/>
    <w:rPr>
      <w:sz w:val="26"/>
    </w:rPr>
  </w:style>
  <w:style w:type="paragraph" w:customStyle="1" w:styleId="SequenceInfo">
    <w:name w:val="Sequence Info"/>
    <w:basedOn w:val="BodyText"/>
    <w:semiHidden/>
    <w:rsid w:val="00D37923"/>
    <w:rPr>
      <w:vanish/>
      <w:sz w:val="16"/>
    </w:rPr>
  </w:style>
  <w:style w:type="paragraph" w:customStyle="1" w:styleId="SideNote">
    <w:name w:val="Side Note"/>
    <w:basedOn w:val="BodyText"/>
    <w:next w:val="BodyText"/>
    <w:semiHidden/>
    <w:rsid w:val="00D3792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37923"/>
    <w:pPr>
      <w:framePr w:wrap="around"/>
      <w:numPr>
        <w:numId w:val="10"/>
      </w:numPr>
      <w:tabs>
        <w:tab w:val="left" w:pos="227"/>
      </w:tabs>
    </w:pPr>
  </w:style>
  <w:style w:type="paragraph" w:customStyle="1" w:styleId="SideNoteGraphic">
    <w:name w:val="Side Note Graphic"/>
    <w:basedOn w:val="SideNote"/>
    <w:next w:val="BodyText"/>
    <w:semiHidden/>
    <w:rsid w:val="00D37923"/>
    <w:pPr>
      <w:framePr w:wrap="around"/>
    </w:pPr>
  </w:style>
  <w:style w:type="paragraph" w:customStyle="1" w:styleId="TableBodyText">
    <w:name w:val="Table Body Text"/>
    <w:basedOn w:val="BodyText"/>
    <w:link w:val="TableBodyTextChar"/>
    <w:rsid w:val="00D37923"/>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F225AF"/>
    <w:rPr>
      <w:rFonts w:ascii="Arial" w:hAnsi="Arial"/>
    </w:rPr>
  </w:style>
  <w:style w:type="paragraph" w:customStyle="1" w:styleId="TableBullet">
    <w:name w:val="Table Bullet"/>
    <w:basedOn w:val="TableBodyText"/>
    <w:link w:val="TableBulletChar"/>
    <w:rsid w:val="00D37923"/>
    <w:pPr>
      <w:numPr>
        <w:numId w:val="11"/>
      </w:numPr>
      <w:jc w:val="left"/>
    </w:pPr>
  </w:style>
  <w:style w:type="character" w:customStyle="1" w:styleId="TableBulletChar">
    <w:name w:val="Table Bullet Char"/>
    <w:basedOn w:val="TableBodyTextChar"/>
    <w:link w:val="TableBullet"/>
    <w:locked/>
    <w:rsid w:val="00AB7B63"/>
    <w:rPr>
      <w:rFonts w:ascii="Arial" w:hAnsi="Arial"/>
    </w:rPr>
  </w:style>
  <w:style w:type="paragraph" w:customStyle="1" w:styleId="TableColumnHeading">
    <w:name w:val="Table Column Heading"/>
    <w:basedOn w:val="TableBodyText"/>
    <w:rsid w:val="00D37923"/>
    <w:pPr>
      <w:spacing w:before="80" w:after="80"/>
    </w:pPr>
    <w:rPr>
      <w:i/>
    </w:rPr>
  </w:style>
  <w:style w:type="paragraph" w:styleId="TOC2">
    <w:name w:val="toc 2"/>
    <w:basedOn w:val="BodyText"/>
    <w:semiHidden/>
    <w:rsid w:val="00D37923"/>
    <w:pPr>
      <w:tabs>
        <w:tab w:val="right" w:pos="8789"/>
      </w:tabs>
      <w:ind w:left="510" w:right="851" w:hanging="510"/>
      <w:jc w:val="left"/>
    </w:pPr>
    <w:rPr>
      <w:b/>
    </w:rPr>
  </w:style>
  <w:style w:type="paragraph" w:styleId="TOC3">
    <w:name w:val="toc 3"/>
    <w:basedOn w:val="TOC2"/>
    <w:semiHidden/>
    <w:rsid w:val="00D37923"/>
    <w:pPr>
      <w:spacing w:before="60"/>
      <w:ind w:left="1190" w:hanging="680"/>
    </w:pPr>
    <w:rPr>
      <w:b w:val="0"/>
    </w:rPr>
  </w:style>
  <w:style w:type="paragraph" w:styleId="TableofFigures">
    <w:name w:val="table of figures"/>
    <w:basedOn w:val="TOC3"/>
    <w:next w:val="BodyText"/>
    <w:semiHidden/>
    <w:rsid w:val="00D37923"/>
    <w:pPr>
      <w:ind w:left="737" w:hanging="737"/>
    </w:pPr>
  </w:style>
  <w:style w:type="paragraph" w:customStyle="1" w:styleId="TableTitle">
    <w:name w:val="Table Title"/>
    <w:basedOn w:val="Caption"/>
    <w:next w:val="Subtitle"/>
    <w:rsid w:val="00D37923"/>
    <w:rPr>
      <w:sz w:val="24"/>
    </w:rPr>
  </w:style>
  <w:style w:type="paragraph" w:customStyle="1" w:styleId="TableUnitsRow">
    <w:name w:val="Table Units Row"/>
    <w:basedOn w:val="TableBodyText"/>
    <w:rsid w:val="00D37923"/>
    <w:pPr>
      <w:spacing w:before="80" w:after="80"/>
    </w:pPr>
  </w:style>
  <w:style w:type="paragraph" w:styleId="TOC1">
    <w:name w:val="toc 1"/>
    <w:basedOn w:val="Normal"/>
    <w:next w:val="TOC2"/>
    <w:semiHidden/>
    <w:rsid w:val="00D37923"/>
    <w:pPr>
      <w:tabs>
        <w:tab w:val="right" w:pos="8789"/>
      </w:tabs>
      <w:spacing w:before="480" w:after="60" w:line="320" w:lineRule="exact"/>
      <w:ind w:left="1191" w:right="851" w:hanging="1191"/>
    </w:pPr>
    <w:rPr>
      <w:b/>
      <w:caps/>
    </w:rPr>
  </w:style>
  <w:style w:type="paragraph" w:styleId="TOC4">
    <w:name w:val="toc 4"/>
    <w:basedOn w:val="TOC3"/>
    <w:semiHidden/>
    <w:rsid w:val="00D37923"/>
    <w:pPr>
      <w:ind w:left="1191" w:firstLine="0"/>
    </w:pPr>
  </w:style>
  <w:style w:type="paragraph" w:styleId="NormalWeb">
    <w:name w:val="Normal (Web)"/>
    <w:basedOn w:val="Normal"/>
    <w:rsid w:val="00A7408B"/>
    <w:rPr>
      <w:sz w:val="24"/>
    </w:rPr>
  </w:style>
  <w:style w:type="paragraph" w:styleId="BalloonText">
    <w:name w:val="Balloon Text"/>
    <w:basedOn w:val="Normal"/>
    <w:link w:val="BalloonTextChar"/>
    <w:rsid w:val="00D37923"/>
    <w:rPr>
      <w:rFonts w:ascii="Tahoma" w:hAnsi="Tahoma" w:cs="Tahoma"/>
      <w:sz w:val="16"/>
      <w:szCs w:val="16"/>
    </w:rPr>
  </w:style>
  <w:style w:type="table" w:styleId="TableGrid">
    <w:name w:val="Table Grid"/>
    <w:basedOn w:val="TableNormal"/>
    <w:uiPriority w:val="59"/>
    <w:rsid w:val="000A54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0A54DF"/>
    <w:rPr>
      <w:color w:val="0000FF"/>
      <w:u w:val="single"/>
    </w:rPr>
  </w:style>
  <w:style w:type="paragraph" w:customStyle="1" w:styleId="DocInfo">
    <w:name w:val="Doc Info"/>
    <w:basedOn w:val="Normal"/>
    <w:next w:val="Normal"/>
    <w:rsid w:val="000A54DF"/>
    <w:pPr>
      <w:jc w:val="center"/>
    </w:pPr>
    <w:rPr>
      <w:rFonts w:ascii="Arial" w:hAnsi="Arial"/>
      <w:sz w:val="14"/>
    </w:rPr>
  </w:style>
  <w:style w:type="paragraph" w:customStyle="1" w:styleId="Heading2NotTOC">
    <w:name w:val="Heading 2 Not TOC"/>
    <w:basedOn w:val="Heading2"/>
    <w:next w:val="Normal"/>
    <w:rsid w:val="000A54DF"/>
    <w:pPr>
      <w:outlineLvl w:val="9"/>
    </w:pPr>
  </w:style>
  <w:style w:type="paragraph" w:customStyle="1" w:styleId="SOC">
    <w:name w:val="SOC"/>
    <w:basedOn w:val="Normal"/>
    <w:rsid w:val="00FC6504"/>
    <w:pPr>
      <w:spacing w:after="140"/>
      <w:jc w:val="both"/>
    </w:pPr>
    <w:rPr>
      <w:rFonts w:ascii="Arial" w:hAnsi="Arial"/>
      <w:sz w:val="24"/>
      <w:szCs w:val="20"/>
    </w:rPr>
  </w:style>
  <w:style w:type="paragraph" w:customStyle="1" w:styleId="Pa7">
    <w:name w:val="Pa7"/>
    <w:basedOn w:val="Normal"/>
    <w:next w:val="Normal"/>
    <w:rsid w:val="000A54DF"/>
    <w:pPr>
      <w:autoSpaceDE w:val="0"/>
      <w:autoSpaceDN w:val="0"/>
      <w:adjustRightInd w:val="0"/>
      <w:spacing w:after="160" w:line="181" w:lineRule="atLeast"/>
    </w:pPr>
    <w:rPr>
      <w:rFonts w:ascii="Frutiger 47LightCn" w:hAnsi="Frutiger 47LightCn"/>
    </w:rPr>
  </w:style>
  <w:style w:type="character" w:styleId="FollowedHyperlink">
    <w:name w:val="FollowedHyperlink"/>
    <w:basedOn w:val="DefaultParagraphFont"/>
    <w:rsid w:val="000A54DF"/>
    <w:rPr>
      <w:color w:val="0000FF"/>
      <w:u w:val="single"/>
    </w:rPr>
  </w:style>
  <w:style w:type="paragraph" w:customStyle="1" w:styleId="Box">
    <w:name w:val="Box"/>
    <w:basedOn w:val="BodyText"/>
    <w:link w:val="BoxChar"/>
    <w:qFormat/>
    <w:rsid w:val="00D37923"/>
    <w:pPr>
      <w:keepNext/>
      <w:spacing w:before="120" w:line="280" w:lineRule="atLeast"/>
    </w:pPr>
    <w:rPr>
      <w:rFonts w:ascii="Arial" w:hAnsi="Arial"/>
      <w:sz w:val="22"/>
    </w:rPr>
  </w:style>
  <w:style w:type="character" w:customStyle="1" w:styleId="BoxChar">
    <w:name w:val="Box Char"/>
    <w:basedOn w:val="DefaultParagraphFont"/>
    <w:link w:val="Box"/>
    <w:rsid w:val="00C720A6"/>
    <w:rPr>
      <w:rFonts w:ascii="Arial" w:hAnsi="Arial"/>
      <w:sz w:val="22"/>
    </w:rPr>
  </w:style>
  <w:style w:type="paragraph" w:styleId="CommentSubject">
    <w:name w:val="annotation subject"/>
    <w:basedOn w:val="CommentText"/>
    <w:next w:val="CommentText"/>
    <w:link w:val="CommentSubjectChar"/>
    <w:semiHidden/>
    <w:rsid w:val="00D85881"/>
    <w:pPr>
      <w:spacing w:before="0" w:line="240" w:lineRule="auto"/>
      <w:ind w:left="0" w:firstLine="0"/>
    </w:pPr>
    <w:rPr>
      <w:b/>
      <w:bCs/>
      <w:szCs w:val="20"/>
    </w:rPr>
  </w:style>
  <w:style w:type="paragraph" w:customStyle="1" w:styleId="Signoff">
    <w:name w:val="Signoff"/>
    <w:basedOn w:val="Normal"/>
    <w:autoRedefine/>
    <w:rsid w:val="00BF34C6"/>
    <w:pPr>
      <w:spacing w:before="480" w:after="1000"/>
    </w:pPr>
    <w:rPr>
      <w:sz w:val="24"/>
      <w:szCs w:val="20"/>
    </w:rPr>
  </w:style>
  <w:style w:type="paragraph" w:styleId="BlockText">
    <w:name w:val="Block Text"/>
    <w:basedOn w:val="Normal"/>
    <w:rsid w:val="0071447F"/>
    <w:pPr>
      <w:spacing w:after="120"/>
      <w:ind w:left="1440" w:right="1440"/>
    </w:pPr>
  </w:style>
  <w:style w:type="paragraph" w:styleId="BodyText2">
    <w:name w:val="Body Text 2"/>
    <w:basedOn w:val="Normal"/>
    <w:link w:val="BodyText2Char"/>
    <w:rsid w:val="0071447F"/>
    <w:pPr>
      <w:spacing w:after="120" w:line="480" w:lineRule="auto"/>
    </w:pPr>
  </w:style>
  <w:style w:type="paragraph" w:styleId="BodyText3">
    <w:name w:val="Body Text 3"/>
    <w:basedOn w:val="Normal"/>
    <w:link w:val="BodyText3Char"/>
    <w:rsid w:val="0071447F"/>
    <w:pPr>
      <w:spacing w:after="120"/>
    </w:pPr>
    <w:rPr>
      <w:sz w:val="16"/>
      <w:szCs w:val="16"/>
    </w:rPr>
  </w:style>
  <w:style w:type="paragraph" w:styleId="BodyTextFirstIndent">
    <w:name w:val="Body Text First Indent"/>
    <w:basedOn w:val="BodyText"/>
    <w:link w:val="BodyTextFirstIndentChar"/>
    <w:rsid w:val="0071447F"/>
    <w:pPr>
      <w:spacing w:before="0" w:after="120" w:line="240" w:lineRule="auto"/>
      <w:ind w:firstLine="210"/>
      <w:jc w:val="left"/>
    </w:pPr>
    <w:rPr>
      <w:szCs w:val="24"/>
    </w:rPr>
  </w:style>
  <w:style w:type="paragraph" w:styleId="BodyTextIndent">
    <w:name w:val="Body Text Indent"/>
    <w:basedOn w:val="Normal"/>
    <w:link w:val="BodyTextIndentChar"/>
    <w:rsid w:val="0071447F"/>
    <w:pPr>
      <w:spacing w:after="120"/>
      <w:ind w:left="283"/>
    </w:pPr>
  </w:style>
  <w:style w:type="paragraph" w:styleId="BodyTextFirstIndent2">
    <w:name w:val="Body Text First Indent 2"/>
    <w:basedOn w:val="BodyTextIndent"/>
    <w:link w:val="BodyTextFirstIndent2Char"/>
    <w:rsid w:val="0071447F"/>
    <w:pPr>
      <w:ind w:firstLine="210"/>
    </w:pPr>
  </w:style>
  <w:style w:type="paragraph" w:styleId="BodyTextIndent2">
    <w:name w:val="Body Text Indent 2"/>
    <w:basedOn w:val="Normal"/>
    <w:link w:val="BodyTextIndent2Char"/>
    <w:rsid w:val="0071447F"/>
    <w:pPr>
      <w:spacing w:after="120" w:line="480" w:lineRule="auto"/>
      <w:ind w:left="283"/>
    </w:pPr>
  </w:style>
  <w:style w:type="paragraph" w:styleId="BodyTextIndent3">
    <w:name w:val="Body Text Indent 3"/>
    <w:basedOn w:val="Normal"/>
    <w:link w:val="BodyTextIndent3Char"/>
    <w:rsid w:val="0071447F"/>
    <w:pPr>
      <w:spacing w:after="120"/>
      <w:ind w:left="283"/>
    </w:pPr>
    <w:rPr>
      <w:sz w:val="16"/>
      <w:szCs w:val="16"/>
    </w:rPr>
  </w:style>
  <w:style w:type="paragraph" w:styleId="Closing">
    <w:name w:val="Closing"/>
    <w:basedOn w:val="Normal"/>
    <w:link w:val="ClosingChar"/>
    <w:rsid w:val="0071447F"/>
    <w:pPr>
      <w:ind w:left="4252"/>
    </w:pPr>
  </w:style>
  <w:style w:type="paragraph" w:styleId="Date">
    <w:name w:val="Date"/>
    <w:basedOn w:val="Normal"/>
    <w:next w:val="Normal"/>
    <w:link w:val="DateChar"/>
    <w:rsid w:val="0071447F"/>
  </w:style>
  <w:style w:type="paragraph" w:styleId="DocumentMap">
    <w:name w:val="Document Map"/>
    <w:basedOn w:val="Normal"/>
    <w:link w:val="DocumentMapChar"/>
    <w:rsid w:val="0071447F"/>
    <w:pPr>
      <w:shd w:val="clear" w:color="auto" w:fill="000080"/>
    </w:pPr>
    <w:rPr>
      <w:rFonts w:ascii="Tahoma" w:hAnsi="Tahoma" w:cs="Tahoma"/>
      <w:sz w:val="20"/>
      <w:szCs w:val="20"/>
    </w:rPr>
  </w:style>
  <w:style w:type="paragraph" w:styleId="E-mailSignature">
    <w:name w:val="E-mail Signature"/>
    <w:basedOn w:val="Normal"/>
    <w:link w:val="E-mailSignatureChar"/>
    <w:rsid w:val="0071447F"/>
  </w:style>
  <w:style w:type="paragraph" w:styleId="EndnoteText">
    <w:name w:val="endnote text"/>
    <w:basedOn w:val="Normal"/>
    <w:link w:val="EndnoteTextChar"/>
    <w:rsid w:val="0071447F"/>
    <w:rPr>
      <w:sz w:val="20"/>
      <w:szCs w:val="20"/>
    </w:rPr>
  </w:style>
  <w:style w:type="paragraph" w:styleId="EnvelopeAddress">
    <w:name w:val="envelope address"/>
    <w:basedOn w:val="Normal"/>
    <w:rsid w:val="0071447F"/>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71447F"/>
    <w:rPr>
      <w:rFonts w:ascii="Arial" w:hAnsi="Arial" w:cs="Arial"/>
      <w:sz w:val="20"/>
      <w:szCs w:val="20"/>
    </w:rPr>
  </w:style>
  <w:style w:type="paragraph" w:styleId="HTMLAddress">
    <w:name w:val="HTML Address"/>
    <w:basedOn w:val="Normal"/>
    <w:link w:val="HTMLAddressChar"/>
    <w:rsid w:val="0071447F"/>
    <w:rPr>
      <w:i/>
      <w:iCs/>
    </w:rPr>
  </w:style>
  <w:style w:type="paragraph" w:styleId="HTMLPreformatted">
    <w:name w:val="HTML Preformatted"/>
    <w:basedOn w:val="Normal"/>
    <w:link w:val="HTMLPreformattedChar"/>
    <w:rsid w:val="0071447F"/>
    <w:rPr>
      <w:rFonts w:ascii="Courier New" w:hAnsi="Courier New" w:cs="Courier New"/>
      <w:sz w:val="20"/>
      <w:szCs w:val="20"/>
    </w:rPr>
  </w:style>
  <w:style w:type="paragraph" w:styleId="Index1">
    <w:name w:val="index 1"/>
    <w:basedOn w:val="Normal"/>
    <w:next w:val="Normal"/>
    <w:autoRedefine/>
    <w:rsid w:val="0071447F"/>
    <w:pPr>
      <w:ind w:left="260" w:hanging="260"/>
    </w:pPr>
  </w:style>
  <w:style w:type="paragraph" w:styleId="Index2">
    <w:name w:val="index 2"/>
    <w:basedOn w:val="Normal"/>
    <w:next w:val="Normal"/>
    <w:autoRedefine/>
    <w:rsid w:val="0071447F"/>
    <w:pPr>
      <w:ind w:left="520" w:hanging="260"/>
    </w:pPr>
  </w:style>
  <w:style w:type="paragraph" w:styleId="Index3">
    <w:name w:val="index 3"/>
    <w:basedOn w:val="Normal"/>
    <w:next w:val="Normal"/>
    <w:autoRedefine/>
    <w:rsid w:val="0071447F"/>
    <w:pPr>
      <w:ind w:left="780" w:hanging="260"/>
    </w:pPr>
  </w:style>
  <w:style w:type="paragraph" w:styleId="Index4">
    <w:name w:val="index 4"/>
    <w:basedOn w:val="Normal"/>
    <w:next w:val="Normal"/>
    <w:autoRedefine/>
    <w:rsid w:val="0071447F"/>
    <w:pPr>
      <w:ind w:left="1040" w:hanging="260"/>
    </w:pPr>
  </w:style>
  <w:style w:type="paragraph" w:styleId="Index5">
    <w:name w:val="index 5"/>
    <w:basedOn w:val="Normal"/>
    <w:next w:val="Normal"/>
    <w:autoRedefine/>
    <w:rsid w:val="0071447F"/>
    <w:pPr>
      <w:ind w:left="1300" w:hanging="260"/>
    </w:pPr>
  </w:style>
  <w:style w:type="paragraph" w:styleId="Index6">
    <w:name w:val="index 6"/>
    <w:basedOn w:val="Normal"/>
    <w:next w:val="Normal"/>
    <w:autoRedefine/>
    <w:rsid w:val="0071447F"/>
    <w:pPr>
      <w:ind w:left="1560" w:hanging="260"/>
    </w:pPr>
  </w:style>
  <w:style w:type="paragraph" w:styleId="Index7">
    <w:name w:val="index 7"/>
    <w:basedOn w:val="Normal"/>
    <w:next w:val="Normal"/>
    <w:autoRedefine/>
    <w:rsid w:val="0071447F"/>
    <w:pPr>
      <w:ind w:left="1820" w:hanging="260"/>
    </w:pPr>
  </w:style>
  <w:style w:type="paragraph" w:styleId="Index8">
    <w:name w:val="index 8"/>
    <w:basedOn w:val="Normal"/>
    <w:next w:val="Normal"/>
    <w:autoRedefine/>
    <w:rsid w:val="0071447F"/>
    <w:pPr>
      <w:ind w:left="2080" w:hanging="260"/>
    </w:pPr>
  </w:style>
  <w:style w:type="paragraph" w:styleId="Index9">
    <w:name w:val="index 9"/>
    <w:basedOn w:val="Normal"/>
    <w:next w:val="Normal"/>
    <w:autoRedefine/>
    <w:rsid w:val="0071447F"/>
    <w:pPr>
      <w:ind w:left="2340" w:hanging="260"/>
    </w:pPr>
  </w:style>
  <w:style w:type="paragraph" w:styleId="IndexHeading">
    <w:name w:val="index heading"/>
    <w:basedOn w:val="Normal"/>
    <w:next w:val="Index1"/>
    <w:rsid w:val="0071447F"/>
    <w:rPr>
      <w:rFonts w:ascii="Arial" w:hAnsi="Arial" w:cs="Arial"/>
      <w:b/>
      <w:bCs/>
    </w:rPr>
  </w:style>
  <w:style w:type="paragraph" w:styleId="List">
    <w:name w:val="List"/>
    <w:basedOn w:val="Normal"/>
    <w:rsid w:val="0071447F"/>
    <w:pPr>
      <w:ind w:left="283" w:hanging="283"/>
    </w:pPr>
  </w:style>
  <w:style w:type="paragraph" w:styleId="List2">
    <w:name w:val="List 2"/>
    <w:basedOn w:val="Normal"/>
    <w:rsid w:val="0071447F"/>
    <w:pPr>
      <w:ind w:left="566" w:hanging="283"/>
    </w:pPr>
  </w:style>
  <w:style w:type="paragraph" w:styleId="List3">
    <w:name w:val="List 3"/>
    <w:basedOn w:val="Normal"/>
    <w:rsid w:val="0071447F"/>
    <w:pPr>
      <w:ind w:left="849" w:hanging="283"/>
    </w:pPr>
  </w:style>
  <w:style w:type="paragraph" w:styleId="List4">
    <w:name w:val="List 4"/>
    <w:basedOn w:val="Normal"/>
    <w:rsid w:val="0071447F"/>
    <w:pPr>
      <w:ind w:left="1132" w:hanging="283"/>
    </w:pPr>
  </w:style>
  <w:style w:type="paragraph" w:styleId="List5">
    <w:name w:val="List 5"/>
    <w:basedOn w:val="Normal"/>
    <w:rsid w:val="0071447F"/>
    <w:pPr>
      <w:ind w:left="1415" w:hanging="283"/>
    </w:pPr>
  </w:style>
  <w:style w:type="paragraph" w:styleId="ListBullet4">
    <w:name w:val="List Bullet 4"/>
    <w:basedOn w:val="Normal"/>
    <w:rsid w:val="0071447F"/>
    <w:pPr>
      <w:numPr>
        <w:numId w:val="13"/>
      </w:numPr>
    </w:pPr>
  </w:style>
  <w:style w:type="paragraph" w:styleId="ListBullet5">
    <w:name w:val="List Bullet 5"/>
    <w:basedOn w:val="Normal"/>
    <w:rsid w:val="0071447F"/>
    <w:pPr>
      <w:numPr>
        <w:numId w:val="14"/>
      </w:numPr>
    </w:pPr>
  </w:style>
  <w:style w:type="paragraph" w:styleId="ListContinue">
    <w:name w:val="List Continue"/>
    <w:basedOn w:val="Normal"/>
    <w:rsid w:val="0071447F"/>
    <w:pPr>
      <w:spacing w:after="120"/>
      <w:ind w:left="283"/>
    </w:pPr>
  </w:style>
  <w:style w:type="paragraph" w:styleId="ListContinue2">
    <w:name w:val="List Continue 2"/>
    <w:basedOn w:val="Normal"/>
    <w:rsid w:val="0071447F"/>
    <w:pPr>
      <w:spacing w:after="120"/>
      <w:ind w:left="566"/>
    </w:pPr>
  </w:style>
  <w:style w:type="paragraph" w:styleId="ListContinue3">
    <w:name w:val="List Continue 3"/>
    <w:basedOn w:val="Normal"/>
    <w:rsid w:val="0071447F"/>
    <w:pPr>
      <w:spacing w:after="120"/>
      <w:ind w:left="849"/>
    </w:pPr>
  </w:style>
  <w:style w:type="paragraph" w:styleId="ListContinue4">
    <w:name w:val="List Continue 4"/>
    <w:basedOn w:val="Normal"/>
    <w:rsid w:val="0071447F"/>
    <w:pPr>
      <w:spacing w:after="120"/>
      <w:ind w:left="1132"/>
    </w:pPr>
  </w:style>
  <w:style w:type="paragraph" w:styleId="ListContinue5">
    <w:name w:val="List Continue 5"/>
    <w:basedOn w:val="Normal"/>
    <w:rsid w:val="0071447F"/>
    <w:pPr>
      <w:spacing w:after="120"/>
      <w:ind w:left="1415"/>
    </w:pPr>
  </w:style>
  <w:style w:type="paragraph" w:styleId="ListNumber4">
    <w:name w:val="List Number 4"/>
    <w:basedOn w:val="Normal"/>
    <w:rsid w:val="0071447F"/>
    <w:pPr>
      <w:numPr>
        <w:numId w:val="15"/>
      </w:numPr>
    </w:pPr>
  </w:style>
  <w:style w:type="paragraph" w:styleId="ListNumber5">
    <w:name w:val="List Number 5"/>
    <w:basedOn w:val="Normal"/>
    <w:rsid w:val="0071447F"/>
    <w:pPr>
      <w:numPr>
        <w:numId w:val="16"/>
      </w:numPr>
    </w:pPr>
  </w:style>
  <w:style w:type="paragraph" w:styleId="MacroText">
    <w:name w:val="macro"/>
    <w:link w:val="MacroTextChar"/>
    <w:rsid w:val="0071447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link w:val="MessageHeaderChar"/>
    <w:rsid w:val="0071447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Indent">
    <w:name w:val="Normal Indent"/>
    <w:basedOn w:val="Normal"/>
    <w:rsid w:val="0071447F"/>
    <w:pPr>
      <w:ind w:left="720"/>
    </w:pPr>
  </w:style>
  <w:style w:type="paragraph" w:styleId="NoteHeading">
    <w:name w:val="Note Heading"/>
    <w:basedOn w:val="Normal"/>
    <w:next w:val="Normal"/>
    <w:link w:val="NoteHeadingChar"/>
    <w:rsid w:val="0071447F"/>
  </w:style>
  <w:style w:type="character" w:customStyle="1" w:styleId="NoteHeadingChar">
    <w:name w:val="Note Heading Char"/>
    <w:basedOn w:val="DefaultParagraphFont"/>
    <w:link w:val="NoteHeading"/>
    <w:rsid w:val="00F15CF0"/>
    <w:rPr>
      <w:sz w:val="26"/>
      <w:szCs w:val="24"/>
      <w:lang w:val="en-AU" w:eastAsia="en-AU" w:bidi="ar-SA"/>
    </w:rPr>
  </w:style>
  <w:style w:type="paragraph" w:styleId="PlainText">
    <w:name w:val="Plain Text"/>
    <w:basedOn w:val="Normal"/>
    <w:link w:val="PlainTextChar"/>
    <w:rsid w:val="0071447F"/>
    <w:rPr>
      <w:rFonts w:ascii="Courier New" w:hAnsi="Courier New" w:cs="Courier New"/>
      <w:sz w:val="20"/>
      <w:szCs w:val="20"/>
    </w:rPr>
  </w:style>
  <w:style w:type="paragraph" w:styleId="Salutation">
    <w:name w:val="Salutation"/>
    <w:basedOn w:val="Normal"/>
    <w:next w:val="Normal"/>
    <w:link w:val="SalutationChar"/>
    <w:rsid w:val="0071447F"/>
  </w:style>
  <w:style w:type="paragraph" w:styleId="Signature">
    <w:name w:val="Signature"/>
    <w:basedOn w:val="Normal"/>
    <w:link w:val="SignatureChar"/>
    <w:rsid w:val="0071447F"/>
    <w:pPr>
      <w:ind w:left="4252"/>
    </w:pPr>
  </w:style>
  <w:style w:type="paragraph" w:styleId="TableofAuthorities">
    <w:name w:val="table of authorities"/>
    <w:basedOn w:val="Normal"/>
    <w:next w:val="Normal"/>
    <w:rsid w:val="0071447F"/>
    <w:pPr>
      <w:ind w:left="260" w:hanging="260"/>
    </w:pPr>
  </w:style>
  <w:style w:type="paragraph" w:styleId="Title">
    <w:name w:val="Title"/>
    <w:basedOn w:val="Normal"/>
    <w:link w:val="TitleChar"/>
    <w:qFormat/>
    <w:rsid w:val="0071447F"/>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71447F"/>
    <w:pPr>
      <w:spacing w:before="120"/>
    </w:pPr>
    <w:rPr>
      <w:rFonts w:ascii="Arial" w:hAnsi="Arial" w:cs="Arial"/>
      <w:b/>
      <w:bCs/>
      <w:sz w:val="24"/>
    </w:rPr>
  </w:style>
  <w:style w:type="paragraph" w:styleId="TOC5">
    <w:name w:val="toc 5"/>
    <w:basedOn w:val="Normal"/>
    <w:next w:val="Normal"/>
    <w:autoRedefine/>
    <w:rsid w:val="0071447F"/>
    <w:pPr>
      <w:ind w:left="1040"/>
    </w:pPr>
  </w:style>
  <w:style w:type="paragraph" w:styleId="TOC6">
    <w:name w:val="toc 6"/>
    <w:basedOn w:val="Normal"/>
    <w:next w:val="Normal"/>
    <w:autoRedefine/>
    <w:rsid w:val="0071447F"/>
    <w:pPr>
      <w:ind w:left="1300"/>
    </w:pPr>
  </w:style>
  <w:style w:type="paragraph" w:styleId="TOC7">
    <w:name w:val="toc 7"/>
    <w:basedOn w:val="Normal"/>
    <w:next w:val="Normal"/>
    <w:autoRedefine/>
    <w:rsid w:val="0071447F"/>
    <w:pPr>
      <w:ind w:left="1560"/>
    </w:pPr>
  </w:style>
  <w:style w:type="paragraph" w:styleId="TOC8">
    <w:name w:val="toc 8"/>
    <w:basedOn w:val="Normal"/>
    <w:next w:val="Normal"/>
    <w:autoRedefine/>
    <w:rsid w:val="0071447F"/>
    <w:pPr>
      <w:ind w:left="1820"/>
    </w:pPr>
  </w:style>
  <w:style w:type="paragraph" w:styleId="TOC9">
    <w:name w:val="toc 9"/>
    <w:basedOn w:val="Normal"/>
    <w:next w:val="Normal"/>
    <w:autoRedefine/>
    <w:rsid w:val="0071447F"/>
    <w:pPr>
      <w:ind w:left="2080"/>
    </w:pPr>
  </w:style>
  <w:style w:type="paragraph" w:customStyle="1" w:styleId="Default">
    <w:name w:val="Default"/>
    <w:rsid w:val="00C64E15"/>
    <w:pPr>
      <w:autoSpaceDE w:val="0"/>
      <w:autoSpaceDN w:val="0"/>
      <w:adjustRightInd w:val="0"/>
    </w:pPr>
    <w:rPr>
      <w:rFonts w:ascii="Arial" w:hAnsi="Arial" w:cs="Arial"/>
      <w:color w:val="000000"/>
      <w:sz w:val="24"/>
      <w:szCs w:val="24"/>
      <w:lang w:eastAsia="en-US"/>
    </w:rPr>
  </w:style>
  <w:style w:type="character" w:customStyle="1" w:styleId="apple-style-span">
    <w:name w:val="apple-style-span"/>
    <w:basedOn w:val="DefaultParagraphFont"/>
    <w:rsid w:val="001D6C46"/>
    <w:rPr>
      <w:rFonts w:cs="Times New Roman"/>
    </w:rPr>
  </w:style>
  <w:style w:type="character" w:customStyle="1" w:styleId="apple-converted-space">
    <w:name w:val="apple-converted-space"/>
    <w:basedOn w:val="DefaultParagraphFont"/>
    <w:rsid w:val="001D6C46"/>
    <w:rPr>
      <w:rFonts w:cs="Times New Roman"/>
    </w:rPr>
  </w:style>
  <w:style w:type="character" w:customStyle="1" w:styleId="Heading1Char">
    <w:name w:val="Heading 1 Char"/>
    <w:basedOn w:val="DefaultParagraphFont"/>
    <w:link w:val="Heading1"/>
    <w:rsid w:val="00D11E31"/>
    <w:rPr>
      <w:sz w:val="52"/>
    </w:rPr>
  </w:style>
  <w:style w:type="character" w:customStyle="1" w:styleId="Heading2Char">
    <w:name w:val="Heading 2 Char"/>
    <w:basedOn w:val="DefaultParagraphFont"/>
    <w:link w:val="Heading2"/>
    <w:rsid w:val="00D11E31"/>
    <w:rPr>
      <w:rFonts w:ascii="Arial" w:hAnsi="Arial"/>
      <w:b/>
      <w:sz w:val="32"/>
    </w:rPr>
  </w:style>
  <w:style w:type="character" w:customStyle="1" w:styleId="Heading4Char">
    <w:name w:val="Heading 4 Char"/>
    <w:basedOn w:val="DefaultParagraphFont"/>
    <w:link w:val="Heading4"/>
    <w:rsid w:val="00D11E31"/>
    <w:rPr>
      <w:rFonts w:ascii="Arial" w:hAnsi="Arial"/>
      <w:i/>
      <w:sz w:val="24"/>
    </w:rPr>
  </w:style>
  <w:style w:type="character" w:customStyle="1" w:styleId="Heading5Char">
    <w:name w:val="Heading 5 Char"/>
    <w:basedOn w:val="DefaultParagraphFont"/>
    <w:link w:val="Heading5"/>
    <w:rsid w:val="00D11E31"/>
    <w:rPr>
      <w:i/>
      <w:sz w:val="26"/>
    </w:rPr>
  </w:style>
  <w:style w:type="character" w:customStyle="1" w:styleId="Heading6Char">
    <w:name w:val="Heading 6 Char"/>
    <w:basedOn w:val="DefaultParagraphFont"/>
    <w:link w:val="Heading6"/>
    <w:rsid w:val="00D11E31"/>
    <w:rPr>
      <w:i/>
      <w:sz w:val="22"/>
    </w:rPr>
  </w:style>
  <w:style w:type="character" w:customStyle="1" w:styleId="Heading7Char">
    <w:name w:val="Heading 7 Char"/>
    <w:basedOn w:val="DefaultParagraphFont"/>
    <w:link w:val="Heading7"/>
    <w:rsid w:val="00D11E31"/>
    <w:rPr>
      <w:rFonts w:ascii="Arial" w:hAnsi="Arial"/>
    </w:rPr>
  </w:style>
  <w:style w:type="character" w:customStyle="1" w:styleId="Heading8Char">
    <w:name w:val="Heading 8 Char"/>
    <w:basedOn w:val="DefaultParagraphFont"/>
    <w:link w:val="Heading8"/>
    <w:rsid w:val="00D11E31"/>
    <w:rPr>
      <w:rFonts w:ascii="Arial" w:hAnsi="Arial"/>
      <w:i/>
    </w:rPr>
  </w:style>
  <w:style w:type="character" w:customStyle="1" w:styleId="Heading9Char">
    <w:name w:val="Heading 9 Char"/>
    <w:basedOn w:val="DefaultParagraphFont"/>
    <w:link w:val="Heading9"/>
    <w:rsid w:val="00D11E31"/>
    <w:rPr>
      <w:rFonts w:ascii="Arial" w:hAnsi="Arial"/>
      <w:b/>
      <w:i/>
      <w:sz w:val="18"/>
    </w:rPr>
  </w:style>
  <w:style w:type="character" w:customStyle="1" w:styleId="BalloonTextChar">
    <w:name w:val="Balloon Text Char"/>
    <w:basedOn w:val="DefaultParagraphFont"/>
    <w:link w:val="BalloonText"/>
    <w:rsid w:val="00D37923"/>
    <w:rPr>
      <w:rFonts w:ascii="Tahoma" w:hAnsi="Tahoma" w:cs="Tahoma"/>
      <w:sz w:val="16"/>
      <w:szCs w:val="16"/>
    </w:rPr>
  </w:style>
  <w:style w:type="character" w:customStyle="1" w:styleId="HeaderChar">
    <w:name w:val="Header Char"/>
    <w:basedOn w:val="DefaultParagraphFont"/>
    <w:link w:val="Header"/>
    <w:rsid w:val="00D11E31"/>
    <w:rPr>
      <w:rFonts w:ascii="Arial" w:hAnsi="Arial"/>
      <w:caps/>
      <w:sz w:val="26"/>
    </w:rPr>
  </w:style>
  <w:style w:type="character" w:customStyle="1" w:styleId="FooterChar">
    <w:name w:val="Footer Char"/>
    <w:basedOn w:val="DefaultParagraphFont"/>
    <w:link w:val="Footer"/>
    <w:rsid w:val="00D11E31"/>
    <w:rPr>
      <w:caps/>
      <w:spacing w:val="-4"/>
      <w:sz w:val="16"/>
    </w:rPr>
  </w:style>
  <w:style w:type="character" w:customStyle="1" w:styleId="FootnoteTextChar">
    <w:name w:val="Footnote Text Char"/>
    <w:basedOn w:val="DefaultParagraphFont"/>
    <w:link w:val="FootnoteText"/>
    <w:rsid w:val="00D11E31"/>
    <w:rPr>
      <w:sz w:val="22"/>
    </w:rPr>
  </w:style>
  <w:style w:type="paragraph" w:customStyle="1" w:styleId="BoxContinued">
    <w:name w:val="Box Continued"/>
    <w:basedOn w:val="BodyText"/>
    <w:next w:val="BodyText"/>
    <w:semiHidden/>
    <w:rsid w:val="00D37923"/>
    <w:pPr>
      <w:spacing w:before="180" w:line="220" w:lineRule="exact"/>
      <w:jc w:val="right"/>
    </w:pPr>
    <w:rPr>
      <w:rFonts w:ascii="Arial" w:hAnsi="Arial"/>
      <w:sz w:val="18"/>
    </w:rPr>
  </w:style>
  <w:style w:type="character" w:customStyle="1" w:styleId="QuoteChar">
    <w:name w:val="Quote Char"/>
    <w:basedOn w:val="DefaultParagraphFont"/>
    <w:link w:val="Quote"/>
    <w:rsid w:val="00D11E31"/>
    <w:rPr>
      <w:sz w:val="24"/>
    </w:rPr>
  </w:style>
  <w:style w:type="paragraph" w:customStyle="1" w:styleId="Action">
    <w:name w:val="Action"/>
    <w:basedOn w:val="Normal"/>
    <w:rsid w:val="00D11E31"/>
    <w:pPr>
      <w:tabs>
        <w:tab w:val="num" w:pos="284"/>
        <w:tab w:val="num" w:pos="425"/>
      </w:tabs>
      <w:spacing w:before="120"/>
      <w:ind w:left="425" w:hanging="425"/>
      <w:jc w:val="both"/>
    </w:pPr>
    <w:rPr>
      <w:rFonts w:ascii="Arial" w:hAnsi="Arial"/>
      <w:b/>
      <w:sz w:val="20"/>
    </w:rPr>
  </w:style>
  <w:style w:type="paragraph" w:customStyle="1" w:styleId="SAG">
    <w:name w:val="SAG"/>
    <w:basedOn w:val="Normal"/>
    <w:rsid w:val="00D11E31"/>
    <w:pPr>
      <w:keepNext/>
      <w:spacing w:before="140"/>
    </w:pPr>
    <w:rPr>
      <w:rFonts w:ascii="Arial" w:hAnsi="Arial"/>
      <w:b/>
      <w:smallCaps/>
      <w:sz w:val="20"/>
    </w:rPr>
  </w:style>
  <w:style w:type="paragraph" w:customStyle="1" w:styleId="Actionitem">
    <w:name w:val="Action item"/>
    <w:basedOn w:val="BodyText"/>
    <w:rsid w:val="00D11E31"/>
    <w:pPr>
      <w:spacing w:before="40" w:after="40" w:line="240" w:lineRule="auto"/>
      <w:ind w:left="340"/>
    </w:pPr>
    <w:rPr>
      <w:rFonts w:ascii="Arial" w:hAnsi="Arial"/>
      <w:b/>
      <w:sz w:val="20"/>
    </w:rPr>
  </w:style>
  <w:style w:type="character" w:styleId="Strong">
    <w:name w:val="Strong"/>
    <w:qFormat/>
    <w:rsid w:val="00D11E31"/>
    <w:rPr>
      <w:rFonts w:cs="Times New Roman"/>
      <w:b/>
      <w:bCs/>
    </w:rPr>
  </w:style>
  <w:style w:type="table" w:styleId="TableList4">
    <w:name w:val="Table List 4"/>
    <w:basedOn w:val="TableNormal"/>
    <w:rsid w:val="00D11E3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SingleParagraph">
    <w:name w:val="Single Paragraph"/>
    <w:basedOn w:val="Normal"/>
    <w:rsid w:val="00D11E31"/>
  </w:style>
  <w:style w:type="character" w:customStyle="1" w:styleId="CommentTextChar">
    <w:name w:val="Comment Text Char"/>
    <w:basedOn w:val="DefaultParagraphFont"/>
    <w:link w:val="CommentText"/>
    <w:semiHidden/>
    <w:rsid w:val="00D11E31"/>
    <w:rPr>
      <w:szCs w:val="24"/>
    </w:rPr>
  </w:style>
  <w:style w:type="character" w:customStyle="1" w:styleId="CommentSubjectChar">
    <w:name w:val="Comment Subject Char"/>
    <w:basedOn w:val="CommentTextChar"/>
    <w:link w:val="CommentSubject"/>
    <w:semiHidden/>
    <w:rsid w:val="00D11E31"/>
    <w:rPr>
      <w:b/>
      <w:bCs/>
      <w:szCs w:val="24"/>
    </w:rPr>
  </w:style>
  <w:style w:type="character" w:customStyle="1" w:styleId="SubtitleChar">
    <w:name w:val="Subtitle Char"/>
    <w:basedOn w:val="DefaultParagraphFont"/>
    <w:link w:val="Subtitle"/>
    <w:rsid w:val="00D37923"/>
    <w:rPr>
      <w:rFonts w:ascii="Arial" w:hAnsi="Arial"/>
      <w:szCs w:val="24"/>
    </w:rPr>
  </w:style>
  <w:style w:type="character" w:customStyle="1" w:styleId="BodyText2Char">
    <w:name w:val="Body Text 2 Char"/>
    <w:basedOn w:val="DefaultParagraphFont"/>
    <w:link w:val="BodyText2"/>
    <w:rsid w:val="00D11E31"/>
    <w:rPr>
      <w:sz w:val="26"/>
      <w:szCs w:val="24"/>
    </w:rPr>
  </w:style>
  <w:style w:type="character" w:customStyle="1" w:styleId="BodyText3Char">
    <w:name w:val="Body Text 3 Char"/>
    <w:basedOn w:val="DefaultParagraphFont"/>
    <w:link w:val="BodyText3"/>
    <w:rsid w:val="00D11E31"/>
    <w:rPr>
      <w:sz w:val="16"/>
      <w:szCs w:val="16"/>
    </w:rPr>
  </w:style>
  <w:style w:type="character" w:customStyle="1" w:styleId="BodyTextFirstIndentChar">
    <w:name w:val="Body Text First Indent Char"/>
    <w:basedOn w:val="BodyTextChar"/>
    <w:link w:val="BodyTextFirstIndent"/>
    <w:rsid w:val="00D11E31"/>
    <w:rPr>
      <w:sz w:val="26"/>
      <w:szCs w:val="24"/>
      <w:lang w:val="en-AU" w:eastAsia="en-AU" w:bidi="ar-SA"/>
    </w:rPr>
  </w:style>
  <w:style w:type="character" w:customStyle="1" w:styleId="BodyTextIndentChar">
    <w:name w:val="Body Text Indent Char"/>
    <w:basedOn w:val="DefaultParagraphFont"/>
    <w:link w:val="BodyTextIndent"/>
    <w:rsid w:val="00D11E31"/>
    <w:rPr>
      <w:sz w:val="26"/>
      <w:szCs w:val="24"/>
    </w:rPr>
  </w:style>
  <w:style w:type="character" w:customStyle="1" w:styleId="BodyTextFirstIndent2Char">
    <w:name w:val="Body Text First Indent 2 Char"/>
    <w:basedOn w:val="BodyTextIndentChar"/>
    <w:link w:val="BodyTextFirstIndent2"/>
    <w:rsid w:val="00D11E31"/>
    <w:rPr>
      <w:sz w:val="26"/>
      <w:szCs w:val="24"/>
    </w:rPr>
  </w:style>
  <w:style w:type="character" w:customStyle="1" w:styleId="BodyTextIndent2Char">
    <w:name w:val="Body Text Indent 2 Char"/>
    <w:basedOn w:val="DefaultParagraphFont"/>
    <w:link w:val="BodyTextIndent2"/>
    <w:rsid w:val="00D11E31"/>
    <w:rPr>
      <w:sz w:val="26"/>
      <w:szCs w:val="24"/>
    </w:rPr>
  </w:style>
  <w:style w:type="character" w:customStyle="1" w:styleId="BodyTextIndent3Char">
    <w:name w:val="Body Text Indent 3 Char"/>
    <w:basedOn w:val="DefaultParagraphFont"/>
    <w:link w:val="BodyTextIndent3"/>
    <w:rsid w:val="00D11E31"/>
    <w:rPr>
      <w:sz w:val="16"/>
      <w:szCs w:val="16"/>
    </w:rPr>
  </w:style>
  <w:style w:type="character" w:customStyle="1" w:styleId="ClosingChar">
    <w:name w:val="Closing Char"/>
    <w:basedOn w:val="DefaultParagraphFont"/>
    <w:link w:val="Closing"/>
    <w:rsid w:val="00D11E31"/>
    <w:rPr>
      <w:sz w:val="26"/>
      <w:szCs w:val="24"/>
    </w:rPr>
  </w:style>
  <w:style w:type="character" w:customStyle="1" w:styleId="DateChar">
    <w:name w:val="Date Char"/>
    <w:basedOn w:val="DefaultParagraphFont"/>
    <w:link w:val="Date"/>
    <w:rsid w:val="00D11E31"/>
    <w:rPr>
      <w:sz w:val="26"/>
      <w:szCs w:val="24"/>
    </w:rPr>
  </w:style>
  <w:style w:type="character" w:customStyle="1" w:styleId="DocumentMapChar">
    <w:name w:val="Document Map Char"/>
    <w:basedOn w:val="DefaultParagraphFont"/>
    <w:link w:val="DocumentMap"/>
    <w:rsid w:val="00D11E31"/>
    <w:rPr>
      <w:rFonts w:ascii="Tahoma" w:hAnsi="Tahoma" w:cs="Tahoma"/>
      <w:shd w:val="clear" w:color="auto" w:fill="000080"/>
    </w:rPr>
  </w:style>
  <w:style w:type="character" w:customStyle="1" w:styleId="E-mailSignatureChar">
    <w:name w:val="E-mail Signature Char"/>
    <w:basedOn w:val="DefaultParagraphFont"/>
    <w:link w:val="E-mailSignature"/>
    <w:rsid w:val="00D11E31"/>
    <w:rPr>
      <w:sz w:val="26"/>
      <w:szCs w:val="24"/>
    </w:rPr>
  </w:style>
  <w:style w:type="character" w:customStyle="1" w:styleId="EndnoteTextChar">
    <w:name w:val="Endnote Text Char"/>
    <w:basedOn w:val="DefaultParagraphFont"/>
    <w:link w:val="EndnoteText"/>
    <w:rsid w:val="00D11E31"/>
  </w:style>
  <w:style w:type="character" w:customStyle="1" w:styleId="HTMLAddressChar">
    <w:name w:val="HTML Address Char"/>
    <w:basedOn w:val="DefaultParagraphFont"/>
    <w:link w:val="HTMLAddress"/>
    <w:rsid w:val="00D11E31"/>
    <w:rPr>
      <w:i/>
      <w:iCs/>
      <w:sz w:val="26"/>
      <w:szCs w:val="24"/>
    </w:rPr>
  </w:style>
  <w:style w:type="character" w:customStyle="1" w:styleId="HTMLPreformattedChar">
    <w:name w:val="HTML Preformatted Char"/>
    <w:basedOn w:val="DefaultParagraphFont"/>
    <w:link w:val="HTMLPreformatted"/>
    <w:rsid w:val="00D11E31"/>
    <w:rPr>
      <w:rFonts w:ascii="Courier New" w:hAnsi="Courier New" w:cs="Courier New"/>
    </w:rPr>
  </w:style>
  <w:style w:type="character" w:customStyle="1" w:styleId="MacroTextChar">
    <w:name w:val="Macro Text Char"/>
    <w:basedOn w:val="DefaultParagraphFont"/>
    <w:link w:val="MacroText"/>
    <w:rsid w:val="00D11E31"/>
    <w:rPr>
      <w:rFonts w:ascii="Courier New" w:hAnsi="Courier New" w:cs="Courier New"/>
    </w:rPr>
  </w:style>
  <w:style w:type="character" w:customStyle="1" w:styleId="MessageHeaderChar">
    <w:name w:val="Message Header Char"/>
    <w:basedOn w:val="DefaultParagraphFont"/>
    <w:link w:val="MessageHeader"/>
    <w:rsid w:val="00D11E31"/>
    <w:rPr>
      <w:rFonts w:ascii="Arial" w:hAnsi="Arial" w:cs="Arial"/>
      <w:sz w:val="24"/>
      <w:szCs w:val="24"/>
      <w:shd w:val="pct20" w:color="auto" w:fill="auto"/>
    </w:rPr>
  </w:style>
  <w:style w:type="character" w:customStyle="1" w:styleId="PlainTextChar">
    <w:name w:val="Plain Text Char"/>
    <w:basedOn w:val="DefaultParagraphFont"/>
    <w:link w:val="PlainText"/>
    <w:rsid w:val="00D11E31"/>
    <w:rPr>
      <w:rFonts w:ascii="Courier New" w:hAnsi="Courier New" w:cs="Courier New"/>
    </w:rPr>
  </w:style>
  <w:style w:type="character" w:customStyle="1" w:styleId="SalutationChar">
    <w:name w:val="Salutation Char"/>
    <w:basedOn w:val="DefaultParagraphFont"/>
    <w:link w:val="Salutation"/>
    <w:rsid w:val="00D11E31"/>
    <w:rPr>
      <w:sz w:val="26"/>
      <w:szCs w:val="24"/>
    </w:rPr>
  </w:style>
  <w:style w:type="character" w:customStyle="1" w:styleId="SignatureChar">
    <w:name w:val="Signature Char"/>
    <w:basedOn w:val="DefaultParagraphFont"/>
    <w:link w:val="Signature"/>
    <w:rsid w:val="00D11E31"/>
    <w:rPr>
      <w:sz w:val="26"/>
      <w:szCs w:val="24"/>
    </w:rPr>
  </w:style>
  <w:style w:type="character" w:customStyle="1" w:styleId="TitleChar">
    <w:name w:val="Title Char"/>
    <w:basedOn w:val="DefaultParagraphFont"/>
    <w:link w:val="Title"/>
    <w:rsid w:val="00D11E31"/>
    <w:rPr>
      <w:rFonts w:ascii="Arial" w:hAnsi="Arial" w:cs="Arial"/>
      <w:b/>
      <w:bCs/>
      <w:kern w:val="28"/>
      <w:sz w:val="32"/>
      <w:szCs w:val="32"/>
    </w:rPr>
  </w:style>
  <w:style w:type="paragraph" w:styleId="ListParagraph">
    <w:name w:val="List Paragraph"/>
    <w:basedOn w:val="Normal"/>
    <w:uiPriority w:val="34"/>
    <w:qFormat/>
    <w:rsid w:val="00072721"/>
    <w:pPr>
      <w:ind w:left="720"/>
      <w:contextualSpacing/>
    </w:pPr>
  </w:style>
  <w:style w:type="paragraph" w:styleId="Revision">
    <w:name w:val="Revision"/>
    <w:hidden/>
    <w:uiPriority w:val="99"/>
    <w:semiHidden/>
    <w:rsid w:val="000F31B2"/>
    <w:rPr>
      <w:sz w:val="26"/>
      <w:szCs w:val="24"/>
    </w:rPr>
  </w:style>
  <w:style w:type="paragraph" w:customStyle="1" w:styleId="BoxSpaceAbove">
    <w:name w:val="Box Space Above"/>
    <w:basedOn w:val="BodyText"/>
    <w:rsid w:val="00D37923"/>
    <w:pPr>
      <w:keepNext/>
      <w:spacing w:before="360" w:line="80" w:lineRule="exact"/>
      <w:jc w:val="left"/>
    </w:pPr>
  </w:style>
  <w:style w:type="paragraph" w:customStyle="1" w:styleId="RecBBullet2">
    <w:name w:val="RecB Bullet 2"/>
    <w:basedOn w:val="ListBullet2"/>
    <w:semiHidden/>
    <w:rsid w:val="00D37923"/>
    <w:pPr>
      <w:pBdr>
        <w:left w:val="single" w:sz="24" w:space="29" w:color="C0C0C0"/>
      </w:pBdr>
    </w:pPr>
    <w:rPr>
      <w:b/>
      <w:i/>
    </w:rPr>
  </w:style>
  <w:style w:type="paragraph" w:customStyle="1" w:styleId="BoxListBullet3">
    <w:name w:val="Box List Bullet 3"/>
    <w:basedOn w:val="ListBullet3"/>
    <w:rsid w:val="00D37923"/>
    <w:pPr>
      <w:numPr>
        <w:numId w:val="21"/>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37923"/>
    <w:rPr>
      <w:i/>
      <w:iCs/>
    </w:rPr>
  </w:style>
  <w:style w:type="paragraph" w:customStyle="1" w:styleId="BoxQuoteBullet">
    <w:name w:val="Box Quote Bullet"/>
    <w:basedOn w:val="BoxQuote"/>
    <w:next w:val="Box"/>
    <w:rsid w:val="00D37923"/>
    <w:pPr>
      <w:numPr>
        <w:numId w:val="19"/>
      </w:numPr>
      <w:ind w:left="568" w:hanging="284"/>
    </w:pPr>
  </w:style>
  <w:style w:type="paragraph" w:customStyle="1" w:styleId="InformationRequestBullet">
    <w:name w:val="Information Request Bullet"/>
    <w:basedOn w:val="ListBullet"/>
    <w:next w:val="BodyText"/>
    <w:rsid w:val="00D37923"/>
    <w:pPr>
      <w:numPr>
        <w:numId w:val="20"/>
      </w:numPr>
      <w:ind w:left="340" w:hanging="340"/>
    </w:pPr>
    <w:rPr>
      <w:rFonts w:ascii="Arial" w:hAnsi="Arial"/>
      <w:i/>
      <w:sz w:val="24"/>
    </w:rPr>
  </w:style>
  <w:style w:type="paragraph" w:customStyle="1" w:styleId="BoxSpaceBelow">
    <w:name w:val="Box Space Below"/>
    <w:basedOn w:val="Box"/>
    <w:rsid w:val="00D37923"/>
    <w:pPr>
      <w:keepNext w:val="0"/>
      <w:spacing w:before="60" w:after="60" w:line="80" w:lineRule="exact"/>
    </w:pPr>
    <w:rPr>
      <w:sz w:val="14"/>
    </w:rPr>
  </w:style>
  <w:style w:type="paragraph" w:customStyle="1" w:styleId="StBodyText">
    <w:name w:val="St Body Text"/>
    <w:basedOn w:val="Normal"/>
    <w:rsid w:val="0037782F"/>
    <w:pPr>
      <w:numPr>
        <w:numId w:val="22"/>
      </w:numPr>
      <w:tabs>
        <w:tab w:val="clear" w:pos="360"/>
      </w:tabs>
      <w:spacing w:before="240" w:line="300" w:lineRule="exact"/>
      <w:ind w:left="0" w:firstLine="0"/>
    </w:pPr>
    <w:rPr>
      <w:szCs w:val="20"/>
    </w:rPr>
  </w:style>
  <w:style w:type="character" w:customStyle="1" w:styleId="SourceChar">
    <w:name w:val="Source Char"/>
    <w:basedOn w:val="DefaultParagraphFont"/>
    <w:link w:val="Source"/>
    <w:rsid w:val="00F43300"/>
    <w:rPr>
      <w:rFonts w:ascii="Arial" w:hAnsi="Arial"/>
      <w:sz w:val="18"/>
    </w:rPr>
  </w:style>
  <w:style w:type="character" w:customStyle="1" w:styleId="BoxTitleChar">
    <w:name w:val="Box Title Char"/>
    <w:basedOn w:val="DefaultParagraphFont"/>
    <w:link w:val="BoxTitle"/>
    <w:rsid w:val="007F46A7"/>
    <w:rPr>
      <w:rFonts w:ascii="Arial"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42393">
      <w:bodyDiv w:val="1"/>
      <w:marLeft w:val="0"/>
      <w:marRight w:val="0"/>
      <w:marTop w:val="0"/>
      <w:marBottom w:val="0"/>
      <w:divBdr>
        <w:top w:val="none" w:sz="0" w:space="0" w:color="auto"/>
        <w:left w:val="none" w:sz="0" w:space="0" w:color="auto"/>
        <w:bottom w:val="none" w:sz="0" w:space="0" w:color="auto"/>
        <w:right w:val="none" w:sz="0" w:space="0" w:color="auto"/>
      </w:divBdr>
    </w:div>
    <w:div w:id="138882959">
      <w:bodyDiv w:val="1"/>
      <w:marLeft w:val="0"/>
      <w:marRight w:val="0"/>
      <w:marTop w:val="0"/>
      <w:marBottom w:val="0"/>
      <w:divBdr>
        <w:top w:val="none" w:sz="0" w:space="0" w:color="auto"/>
        <w:left w:val="none" w:sz="0" w:space="0" w:color="auto"/>
        <w:bottom w:val="none" w:sz="0" w:space="0" w:color="auto"/>
        <w:right w:val="none" w:sz="0" w:space="0" w:color="auto"/>
      </w:divBdr>
    </w:div>
    <w:div w:id="316224906">
      <w:bodyDiv w:val="1"/>
      <w:marLeft w:val="0"/>
      <w:marRight w:val="0"/>
      <w:marTop w:val="0"/>
      <w:marBottom w:val="0"/>
      <w:divBdr>
        <w:top w:val="none" w:sz="0" w:space="0" w:color="auto"/>
        <w:left w:val="none" w:sz="0" w:space="0" w:color="auto"/>
        <w:bottom w:val="none" w:sz="0" w:space="0" w:color="auto"/>
        <w:right w:val="none" w:sz="0" w:space="0" w:color="auto"/>
      </w:divBdr>
    </w:div>
    <w:div w:id="343820591">
      <w:bodyDiv w:val="1"/>
      <w:marLeft w:val="0"/>
      <w:marRight w:val="0"/>
      <w:marTop w:val="0"/>
      <w:marBottom w:val="0"/>
      <w:divBdr>
        <w:top w:val="none" w:sz="0" w:space="0" w:color="auto"/>
        <w:left w:val="none" w:sz="0" w:space="0" w:color="auto"/>
        <w:bottom w:val="none" w:sz="0" w:space="0" w:color="auto"/>
        <w:right w:val="none" w:sz="0" w:space="0" w:color="auto"/>
      </w:divBdr>
    </w:div>
    <w:div w:id="366686573">
      <w:bodyDiv w:val="1"/>
      <w:marLeft w:val="0"/>
      <w:marRight w:val="0"/>
      <w:marTop w:val="0"/>
      <w:marBottom w:val="0"/>
      <w:divBdr>
        <w:top w:val="none" w:sz="0" w:space="0" w:color="auto"/>
        <w:left w:val="none" w:sz="0" w:space="0" w:color="auto"/>
        <w:bottom w:val="none" w:sz="0" w:space="0" w:color="auto"/>
        <w:right w:val="none" w:sz="0" w:space="0" w:color="auto"/>
      </w:divBdr>
    </w:div>
    <w:div w:id="392897358">
      <w:bodyDiv w:val="1"/>
      <w:marLeft w:val="0"/>
      <w:marRight w:val="0"/>
      <w:marTop w:val="0"/>
      <w:marBottom w:val="0"/>
      <w:divBdr>
        <w:top w:val="none" w:sz="0" w:space="0" w:color="auto"/>
        <w:left w:val="none" w:sz="0" w:space="0" w:color="auto"/>
        <w:bottom w:val="none" w:sz="0" w:space="0" w:color="auto"/>
        <w:right w:val="none" w:sz="0" w:space="0" w:color="auto"/>
      </w:divBdr>
    </w:div>
    <w:div w:id="500972532">
      <w:bodyDiv w:val="1"/>
      <w:marLeft w:val="0"/>
      <w:marRight w:val="0"/>
      <w:marTop w:val="0"/>
      <w:marBottom w:val="0"/>
      <w:divBdr>
        <w:top w:val="none" w:sz="0" w:space="0" w:color="auto"/>
        <w:left w:val="none" w:sz="0" w:space="0" w:color="auto"/>
        <w:bottom w:val="none" w:sz="0" w:space="0" w:color="auto"/>
        <w:right w:val="none" w:sz="0" w:space="0" w:color="auto"/>
      </w:divBdr>
      <w:divsChild>
        <w:div w:id="1328360702">
          <w:marLeft w:val="0"/>
          <w:marRight w:val="0"/>
          <w:marTop w:val="0"/>
          <w:marBottom w:val="0"/>
          <w:divBdr>
            <w:top w:val="none" w:sz="0" w:space="0" w:color="auto"/>
            <w:left w:val="none" w:sz="0" w:space="0" w:color="auto"/>
            <w:bottom w:val="none" w:sz="0" w:space="0" w:color="auto"/>
            <w:right w:val="none" w:sz="0" w:space="0" w:color="auto"/>
          </w:divBdr>
          <w:divsChild>
            <w:div w:id="1721247085">
              <w:marLeft w:val="0"/>
              <w:marRight w:val="0"/>
              <w:marTop w:val="0"/>
              <w:marBottom w:val="0"/>
              <w:divBdr>
                <w:top w:val="none" w:sz="0" w:space="0" w:color="auto"/>
                <w:left w:val="none" w:sz="0" w:space="0" w:color="auto"/>
                <w:bottom w:val="none" w:sz="0" w:space="0" w:color="auto"/>
                <w:right w:val="none" w:sz="0" w:space="0" w:color="auto"/>
              </w:divBdr>
              <w:divsChild>
                <w:div w:id="336735024">
                  <w:marLeft w:val="0"/>
                  <w:marRight w:val="0"/>
                  <w:marTop w:val="0"/>
                  <w:marBottom w:val="0"/>
                  <w:divBdr>
                    <w:top w:val="none" w:sz="0" w:space="0" w:color="auto"/>
                    <w:left w:val="none" w:sz="0" w:space="0" w:color="auto"/>
                    <w:bottom w:val="none" w:sz="0" w:space="0" w:color="auto"/>
                    <w:right w:val="none" w:sz="0" w:space="0" w:color="auto"/>
                  </w:divBdr>
                  <w:divsChild>
                    <w:div w:id="168569626">
                      <w:marLeft w:val="0"/>
                      <w:marRight w:val="0"/>
                      <w:marTop w:val="0"/>
                      <w:marBottom w:val="0"/>
                      <w:divBdr>
                        <w:top w:val="none" w:sz="0" w:space="0" w:color="auto"/>
                        <w:left w:val="none" w:sz="0" w:space="0" w:color="auto"/>
                        <w:bottom w:val="none" w:sz="0" w:space="0" w:color="auto"/>
                        <w:right w:val="none" w:sz="0" w:space="0" w:color="auto"/>
                      </w:divBdr>
                      <w:divsChild>
                        <w:div w:id="493568799">
                          <w:marLeft w:val="0"/>
                          <w:marRight w:val="0"/>
                          <w:marTop w:val="0"/>
                          <w:marBottom w:val="0"/>
                          <w:divBdr>
                            <w:top w:val="none" w:sz="0" w:space="0" w:color="auto"/>
                            <w:left w:val="none" w:sz="0" w:space="0" w:color="auto"/>
                            <w:bottom w:val="none" w:sz="0" w:space="0" w:color="auto"/>
                            <w:right w:val="none" w:sz="0" w:space="0" w:color="auto"/>
                          </w:divBdr>
                          <w:divsChild>
                            <w:div w:id="869606693">
                              <w:marLeft w:val="0"/>
                              <w:marRight w:val="0"/>
                              <w:marTop w:val="0"/>
                              <w:marBottom w:val="0"/>
                              <w:divBdr>
                                <w:top w:val="none" w:sz="0" w:space="0" w:color="auto"/>
                                <w:left w:val="none" w:sz="0" w:space="0" w:color="auto"/>
                                <w:bottom w:val="none" w:sz="0" w:space="0" w:color="auto"/>
                                <w:right w:val="none" w:sz="0" w:space="0" w:color="auto"/>
                              </w:divBdr>
                              <w:divsChild>
                                <w:div w:id="1681077196">
                                  <w:marLeft w:val="0"/>
                                  <w:marRight w:val="0"/>
                                  <w:marTop w:val="0"/>
                                  <w:marBottom w:val="0"/>
                                  <w:divBdr>
                                    <w:top w:val="none" w:sz="0" w:space="0" w:color="auto"/>
                                    <w:left w:val="none" w:sz="0" w:space="0" w:color="auto"/>
                                    <w:bottom w:val="none" w:sz="0" w:space="0" w:color="auto"/>
                                    <w:right w:val="none" w:sz="0" w:space="0" w:color="auto"/>
                                  </w:divBdr>
                                  <w:divsChild>
                                    <w:div w:id="103287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9150">
      <w:bodyDiv w:val="1"/>
      <w:marLeft w:val="0"/>
      <w:marRight w:val="0"/>
      <w:marTop w:val="0"/>
      <w:marBottom w:val="0"/>
      <w:divBdr>
        <w:top w:val="none" w:sz="0" w:space="0" w:color="auto"/>
        <w:left w:val="none" w:sz="0" w:space="0" w:color="auto"/>
        <w:bottom w:val="none" w:sz="0" w:space="0" w:color="auto"/>
        <w:right w:val="none" w:sz="0" w:space="0" w:color="auto"/>
      </w:divBdr>
    </w:div>
    <w:div w:id="521014413">
      <w:bodyDiv w:val="1"/>
      <w:marLeft w:val="0"/>
      <w:marRight w:val="0"/>
      <w:marTop w:val="0"/>
      <w:marBottom w:val="0"/>
      <w:divBdr>
        <w:top w:val="none" w:sz="0" w:space="0" w:color="auto"/>
        <w:left w:val="none" w:sz="0" w:space="0" w:color="auto"/>
        <w:bottom w:val="none" w:sz="0" w:space="0" w:color="auto"/>
        <w:right w:val="none" w:sz="0" w:space="0" w:color="auto"/>
      </w:divBdr>
    </w:div>
    <w:div w:id="542668808">
      <w:bodyDiv w:val="1"/>
      <w:marLeft w:val="0"/>
      <w:marRight w:val="0"/>
      <w:marTop w:val="0"/>
      <w:marBottom w:val="0"/>
      <w:divBdr>
        <w:top w:val="none" w:sz="0" w:space="0" w:color="auto"/>
        <w:left w:val="none" w:sz="0" w:space="0" w:color="auto"/>
        <w:bottom w:val="none" w:sz="0" w:space="0" w:color="auto"/>
        <w:right w:val="none" w:sz="0" w:space="0" w:color="auto"/>
      </w:divBdr>
    </w:div>
    <w:div w:id="608632864">
      <w:bodyDiv w:val="1"/>
      <w:marLeft w:val="0"/>
      <w:marRight w:val="0"/>
      <w:marTop w:val="0"/>
      <w:marBottom w:val="0"/>
      <w:divBdr>
        <w:top w:val="none" w:sz="0" w:space="0" w:color="auto"/>
        <w:left w:val="none" w:sz="0" w:space="0" w:color="auto"/>
        <w:bottom w:val="none" w:sz="0" w:space="0" w:color="auto"/>
        <w:right w:val="none" w:sz="0" w:space="0" w:color="auto"/>
      </w:divBdr>
    </w:div>
    <w:div w:id="623538413">
      <w:bodyDiv w:val="1"/>
      <w:marLeft w:val="0"/>
      <w:marRight w:val="0"/>
      <w:marTop w:val="0"/>
      <w:marBottom w:val="0"/>
      <w:divBdr>
        <w:top w:val="none" w:sz="0" w:space="0" w:color="auto"/>
        <w:left w:val="none" w:sz="0" w:space="0" w:color="auto"/>
        <w:bottom w:val="none" w:sz="0" w:space="0" w:color="auto"/>
        <w:right w:val="none" w:sz="0" w:space="0" w:color="auto"/>
      </w:divBdr>
    </w:div>
    <w:div w:id="657734797">
      <w:bodyDiv w:val="1"/>
      <w:marLeft w:val="0"/>
      <w:marRight w:val="0"/>
      <w:marTop w:val="0"/>
      <w:marBottom w:val="0"/>
      <w:divBdr>
        <w:top w:val="none" w:sz="0" w:space="0" w:color="auto"/>
        <w:left w:val="none" w:sz="0" w:space="0" w:color="auto"/>
        <w:bottom w:val="none" w:sz="0" w:space="0" w:color="auto"/>
        <w:right w:val="none" w:sz="0" w:space="0" w:color="auto"/>
      </w:divBdr>
    </w:div>
    <w:div w:id="675156171">
      <w:bodyDiv w:val="1"/>
      <w:marLeft w:val="0"/>
      <w:marRight w:val="0"/>
      <w:marTop w:val="0"/>
      <w:marBottom w:val="0"/>
      <w:divBdr>
        <w:top w:val="none" w:sz="0" w:space="0" w:color="auto"/>
        <w:left w:val="none" w:sz="0" w:space="0" w:color="auto"/>
        <w:bottom w:val="none" w:sz="0" w:space="0" w:color="auto"/>
        <w:right w:val="none" w:sz="0" w:space="0" w:color="auto"/>
      </w:divBdr>
    </w:div>
    <w:div w:id="719861905">
      <w:bodyDiv w:val="1"/>
      <w:marLeft w:val="0"/>
      <w:marRight w:val="0"/>
      <w:marTop w:val="0"/>
      <w:marBottom w:val="0"/>
      <w:divBdr>
        <w:top w:val="none" w:sz="0" w:space="0" w:color="auto"/>
        <w:left w:val="none" w:sz="0" w:space="0" w:color="auto"/>
        <w:bottom w:val="none" w:sz="0" w:space="0" w:color="auto"/>
        <w:right w:val="none" w:sz="0" w:space="0" w:color="auto"/>
      </w:divBdr>
    </w:div>
    <w:div w:id="756556999">
      <w:bodyDiv w:val="1"/>
      <w:marLeft w:val="0"/>
      <w:marRight w:val="0"/>
      <w:marTop w:val="0"/>
      <w:marBottom w:val="0"/>
      <w:divBdr>
        <w:top w:val="none" w:sz="0" w:space="0" w:color="auto"/>
        <w:left w:val="none" w:sz="0" w:space="0" w:color="auto"/>
        <w:bottom w:val="none" w:sz="0" w:space="0" w:color="auto"/>
        <w:right w:val="none" w:sz="0" w:space="0" w:color="auto"/>
      </w:divBdr>
    </w:div>
    <w:div w:id="765460942">
      <w:bodyDiv w:val="1"/>
      <w:marLeft w:val="0"/>
      <w:marRight w:val="0"/>
      <w:marTop w:val="0"/>
      <w:marBottom w:val="0"/>
      <w:divBdr>
        <w:top w:val="none" w:sz="0" w:space="0" w:color="auto"/>
        <w:left w:val="none" w:sz="0" w:space="0" w:color="auto"/>
        <w:bottom w:val="none" w:sz="0" w:space="0" w:color="auto"/>
        <w:right w:val="none" w:sz="0" w:space="0" w:color="auto"/>
      </w:divBdr>
    </w:div>
    <w:div w:id="819688991">
      <w:bodyDiv w:val="1"/>
      <w:marLeft w:val="0"/>
      <w:marRight w:val="0"/>
      <w:marTop w:val="0"/>
      <w:marBottom w:val="0"/>
      <w:divBdr>
        <w:top w:val="none" w:sz="0" w:space="0" w:color="auto"/>
        <w:left w:val="none" w:sz="0" w:space="0" w:color="auto"/>
        <w:bottom w:val="none" w:sz="0" w:space="0" w:color="auto"/>
        <w:right w:val="none" w:sz="0" w:space="0" w:color="auto"/>
      </w:divBdr>
    </w:div>
    <w:div w:id="833187014">
      <w:bodyDiv w:val="1"/>
      <w:marLeft w:val="0"/>
      <w:marRight w:val="0"/>
      <w:marTop w:val="0"/>
      <w:marBottom w:val="0"/>
      <w:divBdr>
        <w:top w:val="none" w:sz="0" w:space="0" w:color="auto"/>
        <w:left w:val="none" w:sz="0" w:space="0" w:color="auto"/>
        <w:bottom w:val="none" w:sz="0" w:space="0" w:color="auto"/>
        <w:right w:val="none" w:sz="0" w:space="0" w:color="auto"/>
      </w:divBdr>
    </w:div>
    <w:div w:id="852721414">
      <w:bodyDiv w:val="1"/>
      <w:marLeft w:val="0"/>
      <w:marRight w:val="0"/>
      <w:marTop w:val="0"/>
      <w:marBottom w:val="0"/>
      <w:divBdr>
        <w:top w:val="none" w:sz="0" w:space="0" w:color="auto"/>
        <w:left w:val="none" w:sz="0" w:space="0" w:color="auto"/>
        <w:bottom w:val="none" w:sz="0" w:space="0" w:color="auto"/>
        <w:right w:val="none" w:sz="0" w:space="0" w:color="auto"/>
      </w:divBdr>
    </w:div>
    <w:div w:id="982857786">
      <w:bodyDiv w:val="1"/>
      <w:marLeft w:val="0"/>
      <w:marRight w:val="0"/>
      <w:marTop w:val="0"/>
      <w:marBottom w:val="0"/>
      <w:divBdr>
        <w:top w:val="none" w:sz="0" w:space="0" w:color="auto"/>
        <w:left w:val="none" w:sz="0" w:space="0" w:color="auto"/>
        <w:bottom w:val="none" w:sz="0" w:space="0" w:color="auto"/>
        <w:right w:val="none" w:sz="0" w:space="0" w:color="auto"/>
      </w:divBdr>
    </w:div>
    <w:div w:id="1086027999">
      <w:bodyDiv w:val="1"/>
      <w:marLeft w:val="0"/>
      <w:marRight w:val="0"/>
      <w:marTop w:val="0"/>
      <w:marBottom w:val="0"/>
      <w:divBdr>
        <w:top w:val="none" w:sz="0" w:space="0" w:color="auto"/>
        <w:left w:val="none" w:sz="0" w:space="0" w:color="auto"/>
        <w:bottom w:val="none" w:sz="0" w:space="0" w:color="auto"/>
        <w:right w:val="none" w:sz="0" w:space="0" w:color="auto"/>
      </w:divBdr>
    </w:div>
    <w:div w:id="1102382584">
      <w:bodyDiv w:val="1"/>
      <w:marLeft w:val="0"/>
      <w:marRight w:val="0"/>
      <w:marTop w:val="0"/>
      <w:marBottom w:val="0"/>
      <w:divBdr>
        <w:top w:val="none" w:sz="0" w:space="0" w:color="auto"/>
        <w:left w:val="none" w:sz="0" w:space="0" w:color="auto"/>
        <w:bottom w:val="none" w:sz="0" w:space="0" w:color="auto"/>
        <w:right w:val="none" w:sz="0" w:space="0" w:color="auto"/>
      </w:divBdr>
    </w:div>
    <w:div w:id="1107194182">
      <w:bodyDiv w:val="1"/>
      <w:marLeft w:val="0"/>
      <w:marRight w:val="0"/>
      <w:marTop w:val="0"/>
      <w:marBottom w:val="0"/>
      <w:divBdr>
        <w:top w:val="none" w:sz="0" w:space="0" w:color="auto"/>
        <w:left w:val="none" w:sz="0" w:space="0" w:color="auto"/>
        <w:bottom w:val="none" w:sz="0" w:space="0" w:color="auto"/>
        <w:right w:val="none" w:sz="0" w:space="0" w:color="auto"/>
      </w:divBdr>
    </w:div>
    <w:div w:id="1209686598">
      <w:bodyDiv w:val="1"/>
      <w:marLeft w:val="0"/>
      <w:marRight w:val="0"/>
      <w:marTop w:val="0"/>
      <w:marBottom w:val="0"/>
      <w:divBdr>
        <w:top w:val="none" w:sz="0" w:space="0" w:color="auto"/>
        <w:left w:val="none" w:sz="0" w:space="0" w:color="auto"/>
        <w:bottom w:val="none" w:sz="0" w:space="0" w:color="auto"/>
        <w:right w:val="none" w:sz="0" w:space="0" w:color="auto"/>
      </w:divBdr>
    </w:div>
    <w:div w:id="1217277220">
      <w:bodyDiv w:val="1"/>
      <w:marLeft w:val="0"/>
      <w:marRight w:val="0"/>
      <w:marTop w:val="0"/>
      <w:marBottom w:val="0"/>
      <w:divBdr>
        <w:top w:val="none" w:sz="0" w:space="0" w:color="auto"/>
        <w:left w:val="none" w:sz="0" w:space="0" w:color="auto"/>
        <w:bottom w:val="none" w:sz="0" w:space="0" w:color="auto"/>
        <w:right w:val="none" w:sz="0" w:space="0" w:color="auto"/>
      </w:divBdr>
    </w:div>
    <w:div w:id="1498375845">
      <w:bodyDiv w:val="1"/>
      <w:marLeft w:val="0"/>
      <w:marRight w:val="0"/>
      <w:marTop w:val="0"/>
      <w:marBottom w:val="0"/>
      <w:divBdr>
        <w:top w:val="none" w:sz="0" w:space="0" w:color="auto"/>
        <w:left w:val="none" w:sz="0" w:space="0" w:color="auto"/>
        <w:bottom w:val="none" w:sz="0" w:space="0" w:color="auto"/>
        <w:right w:val="none" w:sz="0" w:space="0" w:color="auto"/>
      </w:divBdr>
    </w:div>
    <w:div w:id="1560089176">
      <w:bodyDiv w:val="1"/>
      <w:marLeft w:val="0"/>
      <w:marRight w:val="0"/>
      <w:marTop w:val="0"/>
      <w:marBottom w:val="0"/>
      <w:divBdr>
        <w:top w:val="none" w:sz="0" w:space="0" w:color="auto"/>
        <w:left w:val="none" w:sz="0" w:space="0" w:color="auto"/>
        <w:bottom w:val="none" w:sz="0" w:space="0" w:color="auto"/>
        <w:right w:val="none" w:sz="0" w:space="0" w:color="auto"/>
      </w:divBdr>
    </w:div>
    <w:div w:id="1583097571">
      <w:bodyDiv w:val="1"/>
      <w:marLeft w:val="0"/>
      <w:marRight w:val="0"/>
      <w:marTop w:val="0"/>
      <w:marBottom w:val="0"/>
      <w:divBdr>
        <w:top w:val="none" w:sz="0" w:space="0" w:color="auto"/>
        <w:left w:val="none" w:sz="0" w:space="0" w:color="auto"/>
        <w:bottom w:val="none" w:sz="0" w:space="0" w:color="auto"/>
        <w:right w:val="none" w:sz="0" w:space="0" w:color="auto"/>
      </w:divBdr>
    </w:div>
    <w:div w:id="1781098728">
      <w:bodyDiv w:val="1"/>
      <w:marLeft w:val="0"/>
      <w:marRight w:val="0"/>
      <w:marTop w:val="0"/>
      <w:marBottom w:val="0"/>
      <w:divBdr>
        <w:top w:val="none" w:sz="0" w:space="0" w:color="auto"/>
        <w:left w:val="none" w:sz="0" w:space="0" w:color="auto"/>
        <w:bottom w:val="none" w:sz="0" w:space="0" w:color="auto"/>
        <w:right w:val="none" w:sz="0" w:space="0" w:color="auto"/>
      </w:divBdr>
    </w:div>
    <w:div w:id="1929074562">
      <w:bodyDiv w:val="1"/>
      <w:marLeft w:val="0"/>
      <w:marRight w:val="0"/>
      <w:marTop w:val="0"/>
      <w:marBottom w:val="0"/>
      <w:divBdr>
        <w:top w:val="none" w:sz="0" w:space="0" w:color="auto"/>
        <w:left w:val="none" w:sz="0" w:space="0" w:color="auto"/>
        <w:bottom w:val="none" w:sz="0" w:space="0" w:color="auto"/>
        <w:right w:val="none" w:sz="0" w:space="0" w:color="auto"/>
      </w:divBdr>
    </w:div>
    <w:div w:id="1962682219">
      <w:bodyDiv w:val="1"/>
      <w:marLeft w:val="0"/>
      <w:marRight w:val="0"/>
      <w:marTop w:val="0"/>
      <w:marBottom w:val="0"/>
      <w:divBdr>
        <w:top w:val="none" w:sz="0" w:space="0" w:color="auto"/>
        <w:left w:val="none" w:sz="0" w:space="0" w:color="auto"/>
        <w:bottom w:val="none" w:sz="0" w:space="0" w:color="auto"/>
        <w:right w:val="none" w:sz="0" w:space="0" w:color="auto"/>
      </w:divBdr>
    </w:div>
    <w:div w:id="1977950615">
      <w:bodyDiv w:val="1"/>
      <w:marLeft w:val="0"/>
      <w:marRight w:val="0"/>
      <w:marTop w:val="0"/>
      <w:marBottom w:val="0"/>
      <w:divBdr>
        <w:top w:val="none" w:sz="0" w:space="0" w:color="auto"/>
        <w:left w:val="none" w:sz="0" w:space="0" w:color="auto"/>
        <w:bottom w:val="none" w:sz="0" w:space="0" w:color="auto"/>
        <w:right w:val="none" w:sz="0" w:space="0" w:color="auto"/>
      </w:divBdr>
    </w:div>
    <w:div w:id="2043284613">
      <w:bodyDiv w:val="1"/>
      <w:marLeft w:val="0"/>
      <w:marRight w:val="0"/>
      <w:marTop w:val="0"/>
      <w:marBottom w:val="0"/>
      <w:divBdr>
        <w:top w:val="none" w:sz="0" w:space="0" w:color="auto"/>
        <w:left w:val="none" w:sz="0" w:space="0" w:color="auto"/>
        <w:bottom w:val="none" w:sz="0" w:space="0" w:color="auto"/>
        <w:right w:val="none" w:sz="0" w:space="0" w:color="auto"/>
      </w:divBdr>
    </w:div>
    <w:div w:id="211296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ile:///C:\Users\jszukalski\AppData\Local\Microsoft\Windows\Temporary%20Internet%20Files\Content.MSO\5D553CF8.xlsx" TargetMode="External"/><Relationship Id="rId21" Type="http://schemas.openxmlformats.org/officeDocument/2006/relationships/hyperlink" Target="file:///C:\Users\jszukalski\AppData\Local\Microsoft\Windows\Temporary%20Internet%20Files\Content.MSO\5D553CF8.xlsx" TargetMode="External"/><Relationship Id="rId42" Type="http://schemas.openxmlformats.org/officeDocument/2006/relationships/hyperlink" Target="file:///C:\Users\jszukalski\AppData\Local\Microsoft\Windows\Temporary%20Internet%20Files\Content.MSO\5D553CF8.xlsx" TargetMode="External"/><Relationship Id="rId47" Type="http://schemas.openxmlformats.org/officeDocument/2006/relationships/header" Target="header2.xml"/><Relationship Id="rId63" Type="http://schemas.openxmlformats.org/officeDocument/2006/relationships/hyperlink" Target="http://www.abs.gov.au/websitedbs/censushome.nsf/home/dataquality?opendocument&amp;navpos=300" TargetMode="External"/><Relationship Id="rId68" Type="http://schemas.openxmlformats.org/officeDocument/2006/relationships/hyperlink" Target="http://www.abs.gov.au/AUSSTATS/ABS@.NSF/0/F501C031BD9AC9C5CA256AAF001FCA33?opendocument" TargetMode="External"/><Relationship Id="rId84" Type="http://schemas.openxmlformats.org/officeDocument/2006/relationships/hyperlink" Target="http://www.abs.gov.au/websitedbs/censushome.nsf/home/dataquality?opendocument&amp;navpos=300" TargetMode="External"/><Relationship Id="rId89" Type="http://schemas.openxmlformats.org/officeDocument/2006/relationships/hyperlink" Target="http://www.abs.gov.au/ausstats/abs@.nsf/mf/4235.0"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jszukalski\AppData\Local\Microsoft\Windows\Temporary%20Internet%20Files\Content.MSO\5D553CF8.xlsx" TargetMode="External"/><Relationship Id="rId29" Type="http://schemas.openxmlformats.org/officeDocument/2006/relationships/hyperlink" Target="file:///C:\Users\jszukalski\AppData\Local\Microsoft\Windows\Temporary%20Internet%20Files\Content.MSO\5D553CF8.xlsx" TargetMode="External"/><Relationship Id="rId107" Type="http://schemas.openxmlformats.org/officeDocument/2006/relationships/hyperlink" Target="mailto:client.services@abs.gov.au" TargetMode="External"/><Relationship Id="rId11" Type="http://schemas.openxmlformats.org/officeDocument/2006/relationships/hyperlink" Target="file:///C:\Users\jszukalski\AppData\Local\Microsoft\Windows\Temporary%20Internet%20Files\Content.MSO\5D553CF8.xlsx" TargetMode="External"/><Relationship Id="rId24" Type="http://schemas.openxmlformats.org/officeDocument/2006/relationships/hyperlink" Target="file:///C:\Users\jszukalski\AppData\Local\Microsoft\Windows\Temporary%20Internet%20Files\Content.MSO\5D553CF8.xlsx" TargetMode="External"/><Relationship Id="rId32" Type="http://schemas.openxmlformats.org/officeDocument/2006/relationships/hyperlink" Target="file:///C:\Users\jszukalski\AppData\Local\Microsoft\Windows\Temporary%20Internet%20Files\Content.MSO\5D553CF8.xlsx" TargetMode="External"/><Relationship Id="rId37" Type="http://schemas.openxmlformats.org/officeDocument/2006/relationships/hyperlink" Target="file:///C:\Users\jszukalski\AppData\Local\Microsoft\Windows\Temporary%20Internet%20Files\Content.MSO\5D553CF8.xlsx" TargetMode="External"/><Relationship Id="rId40" Type="http://schemas.openxmlformats.org/officeDocument/2006/relationships/hyperlink" Target="file:///C:\Users\jszukalski\AppData\Local\Microsoft\Windows\Temporary%20Internet%20Files\Content.MSO\5D553CF8.xlsx" TargetMode="External"/><Relationship Id="rId45" Type="http://schemas.openxmlformats.org/officeDocument/2006/relationships/hyperlink" Target="file:///C:\Users\jszukalski\AppData\Local\Microsoft\Windows\Temporary%20Internet%20Files\Content.MSO\5D553CF8.xlsx" TargetMode="External"/><Relationship Id="rId53" Type="http://schemas.openxmlformats.org/officeDocument/2006/relationships/hyperlink" Target="http://www.abs.gov.au/websitedbs/d3310114.nsf/4a256353001af3ed4b2562bb00121564/10ca14cb967e5b83ca2573ae00197b65!OpenDocument" TargetMode="External"/><Relationship Id="rId58" Type="http://schemas.openxmlformats.org/officeDocument/2006/relationships/hyperlink" Target="http://www.abs.gov.au/AUSSTATS/abs@.nsf/DetailsPage/1272.02001?OpenDocument" TargetMode="External"/><Relationship Id="rId66" Type="http://schemas.openxmlformats.org/officeDocument/2006/relationships/hyperlink" Target="http://www.abs.gov.au/websitedbs/D3310114.nsf/home/National+Information+and+Referral+Service" TargetMode="External"/><Relationship Id="rId74" Type="http://schemas.openxmlformats.org/officeDocument/2006/relationships/hyperlink" Target="http://www.abs.gov.au/AUSSTATS/abs@.nsf/ProductsbyCatalogue/556A439CD3D7E8A8CA257242007B3F32?OpenDocument" TargetMode="External"/><Relationship Id="rId79" Type="http://schemas.openxmlformats.org/officeDocument/2006/relationships/hyperlink" Target="http://www.abs.gov.au/websitedbs/censushome.nsf/home/nonresponserates?opendocument&amp;navpos=440" TargetMode="External"/><Relationship Id="rId87" Type="http://schemas.openxmlformats.org/officeDocument/2006/relationships/hyperlink" Target="http://www.abs.gov.au/websitedbs/D3310114.nsf/home/National+Information+and+Referral+Service" TargetMode="External"/><Relationship Id="rId102" Type="http://schemas.openxmlformats.org/officeDocument/2006/relationships/hyperlink" Target="http://www.abs.gov.au/websitedbs/censushome.nsf/home/factsheets?opendocument&amp;navpos=450" TargetMode="External"/><Relationship Id="rId110" Type="http://schemas.openxmlformats.org/officeDocument/2006/relationships/hyperlink" Target="http://www.abs.gov.au/ausstats/abs@.nsf/mf/6227.0.30.001" TargetMode="External"/><Relationship Id="rId5" Type="http://schemas.openxmlformats.org/officeDocument/2006/relationships/settings" Target="settings.xml"/><Relationship Id="rId61" Type="http://schemas.openxmlformats.org/officeDocument/2006/relationships/hyperlink" Target="http://www.abs.gov.au/AUSSTATS/abs@.nsf/Lookup/4715.0Main+Features12004-05" TargetMode="External"/><Relationship Id="rId82" Type="http://schemas.openxmlformats.org/officeDocument/2006/relationships/hyperlink" Target="http://www.abs.gov.au/AUSSTATS/abs@.nsf/second+level+view?ReadForm&amp;prodno=4715.0&amp;viewtitle=National%20Aboriginal%20and%20Torres%20Strait%20Islander%20Health%20Survey~2004-05~Latest~11/04/2006&amp;&amp;tabname=Past%20Future%20Issues&amp;prodno=4715.0&amp;issue=2004-05&amp;num=&amp;view=&amp;" TargetMode="External"/><Relationship Id="rId90" Type="http://schemas.openxmlformats.org/officeDocument/2006/relationships/hyperlink" Target="http://www.abs.gov.au/AUSSTATS/abs@.nsf/allprimarymainfeatures/556A439CD3D7E8A8CA257242007B3F32?opendocument" TargetMode="External"/><Relationship Id="rId95" Type="http://schemas.openxmlformats.org/officeDocument/2006/relationships/hyperlink" Target="http://www.abs.gov.au/websitedbs/d3310114.nsf/4a256353001af3ed4b2562bb00121564/10ca14cb967e5b83ca2573ae00197b65!OpenDocument" TargetMode="External"/><Relationship Id="rId19" Type="http://schemas.openxmlformats.org/officeDocument/2006/relationships/hyperlink" Target="file:///C:\Users\jszukalski\AppData\Local\Microsoft\Windows\Temporary%20Internet%20Files\Content.MSO\5D553CF8.xlsx" TargetMode="External"/><Relationship Id="rId14" Type="http://schemas.openxmlformats.org/officeDocument/2006/relationships/hyperlink" Target="file:///C:\Users\jszukalski\AppData\Local\Microsoft\Windows\Temporary%20Internet%20Files\Content.MSO\5D553CF8.xlsx" TargetMode="External"/><Relationship Id="rId22" Type="http://schemas.openxmlformats.org/officeDocument/2006/relationships/hyperlink" Target="file:///C:\Users\jszukalski\AppData\Local\Microsoft\Windows\Temporary%20Internet%20Files\Content.MSO\5D553CF8.xlsx" TargetMode="External"/><Relationship Id="rId27" Type="http://schemas.openxmlformats.org/officeDocument/2006/relationships/hyperlink" Target="file:///C:\Users\jszukalski\AppData\Local\Microsoft\Windows\Temporary%20Internet%20Files\Content.MSO\5D553CF8.xlsx" TargetMode="External"/><Relationship Id="rId30" Type="http://schemas.openxmlformats.org/officeDocument/2006/relationships/hyperlink" Target="file:///C:\Users\jszukalski\AppData\Local\Microsoft\Windows\Temporary%20Internet%20Files\Content.MSO\5D553CF8.xlsx" TargetMode="External"/><Relationship Id="rId35" Type="http://schemas.openxmlformats.org/officeDocument/2006/relationships/hyperlink" Target="file:///C:\Users\jszukalski\AppData\Local\Microsoft\Windows\Temporary%20Internet%20Files\Content.MSO\5D553CF8.xlsx" TargetMode="External"/><Relationship Id="rId43" Type="http://schemas.openxmlformats.org/officeDocument/2006/relationships/hyperlink" Target="file:///C:\Users\jszukalski\AppData\Local\Microsoft\Windows\Temporary%20Internet%20Files\Content.MSO\5D553CF8.xlsx" TargetMode="External"/><Relationship Id="rId48" Type="http://schemas.openxmlformats.org/officeDocument/2006/relationships/footer" Target="footer1.xml"/><Relationship Id="rId56" Type="http://schemas.openxmlformats.org/officeDocument/2006/relationships/hyperlink" Target="http://www.abs.gov.au/websitedbs/censushome.nsf/home/statements?opendocument&amp;navpos=430" TargetMode="External"/><Relationship Id="rId64" Type="http://schemas.openxmlformats.org/officeDocument/2006/relationships/hyperlink" Target="http://www.abs.gov.au" TargetMode="External"/><Relationship Id="rId69" Type="http://schemas.openxmlformats.org/officeDocument/2006/relationships/hyperlink" Target="http://www.abs.gov.au/AUSSTATS/abs@.nsf/DetailsPage/1272.02001?OpenDocument" TargetMode="External"/><Relationship Id="rId77" Type="http://schemas.openxmlformats.org/officeDocument/2006/relationships/hyperlink" Target="http://www.abs.gov.au/websitedbs/d3310114.nsf/4a256353001af3ed4b2562bb00121564/10ca14cb967e5b83ca2573ae00197b65!OpenDocument" TargetMode="External"/><Relationship Id="rId100" Type="http://schemas.openxmlformats.org/officeDocument/2006/relationships/hyperlink" Target="http://www.abs.gov.au/ausstats/abs@.nsf/Latestproducts/2901.0Main%20Features402011?opendocument&amp;tabname=Summary&amp;prodno=2901.0&amp;issue=2011&amp;num=&amp;view=" TargetMode="External"/><Relationship Id="rId105" Type="http://schemas.openxmlformats.org/officeDocument/2006/relationships/hyperlink" Target="http://www.abs.gov.au/websitedbs/censushome.nsf/home/dataquality?opendocument&amp;navpos=300" TargetMode="External"/><Relationship Id="rId113"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naplan.edu.au" TargetMode="External"/><Relationship Id="rId72" Type="http://schemas.openxmlformats.org/officeDocument/2006/relationships/hyperlink" Target="http://www.abs.gov.au/AUSSTATS/abs@.nsf/Lookup/6227.0Explanatory%20Notes1May%202012?OpenDocument" TargetMode="External"/><Relationship Id="rId80" Type="http://schemas.openxmlformats.org/officeDocument/2006/relationships/hyperlink" Target="http://www.abs.gov.au/AUSSTATS/abs@.nsf/allprimarymainfeatures/556A439CD3D7E8A8CA257242007B3F32?opendocument" TargetMode="External"/><Relationship Id="rId85" Type="http://schemas.openxmlformats.org/officeDocument/2006/relationships/hyperlink" Target="http://www.abs.gov.au" TargetMode="External"/><Relationship Id="rId93" Type="http://schemas.openxmlformats.org/officeDocument/2006/relationships/hyperlink" Target="http://www.abs.gov.au/websitedbs/D3310114.nsf/home/National+Information+and+Referral+Service" TargetMode="External"/><Relationship Id="rId98" Type="http://schemas.openxmlformats.org/officeDocument/2006/relationships/hyperlink" Target="http://www.abs.gov.au/ausstats/abs@.nsf/Latestproducts/2901.0Main%20Features802011?opendocument&amp;tabname=Summary&amp;prodno=2901.0&amp;issue=2011&amp;num=&amp;view=" TargetMode="External"/><Relationship Id="rId3" Type="http://schemas.openxmlformats.org/officeDocument/2006/relationships/styles" Target="styles.xml"/><Relationship Id="rId12" Type="http://schemas.openxmlformats.org/officeDocument/2006/relationships/hyperlink" Target="file:///C:\Users\jszukalski\AppData\Local\Microsoft\Windows\Temporary%20Internet%20Files\Content.MSO\5D553CF8.xlsx" TargetMode="External"/><Relationship Id="rId17" Type="http://schemas.openxmlformats.org/officeDocument/2006/relationships/hyperlink" Target="file:///C:\Users\jszukalski\AppData\Local\Microsoft\Windows\Temporary%20Internet%20Files\Content.MSO\5D553CF8.xlsx" TargetMode="External"/><Relationship Id="rId25" Type="http://schemas.openxmlformats.org/officeDocument/2006/relationships/hyperlink" Target="file:///C:\Users\jszukalski\AppData\Local\Microsoft\Windows\Temporary%20Internet%20Files\Content.MSO\5D553CF8.xlsx" TargetMode="External"/><Relationship Id="rId33" Type="http://schemas.openxmlformats.org/officeDocument/2006/relationships/hyperlink" Target="file:///C:\Users\jszukalski\AppData\Local\Microsoft\Windows\Temporary%20Internet%20Files\Content.MSO\5D553CF8.xlsx" TargetMode="External"/><Relationship Id="rId38" Type="http://schemas.openxmlformats.org/officeDocument/2006/relationships/hyperlink" Target="file:///C:\Users\jszukalski\AppData\Local\Microsoft\Windows\Temporary%20Internet%20Files\Content.MSO\5D553CF8.xlsx" TargetMode="External"/><Relationship Id="rId46" Type="http://schemas.openxmlformats.org/officeDocument/2006/relationships/header" Target="header1.xml"/><Relationship Id="rId59" Type="http://schemas.openxmlformats.org/officeDocument/2006/relationships/hyperlink" Target="http://www.abs.gov.au/AUSSTATS/abs@.nsf/allprimarymainfeatures/556A439CD3D7E8A8CA257242007B3F32?opendocument" TargetMode="External"/><Relationship Id="rId67" Type="http://schemas.openxmlformats.org/officeDocument/2006/relationships/hyperlink" Target="http://www.abs.gov.au/websitedbs/d3310114.nsf/4a256353001af3ed4b2562bb00121564/10ca14cb967e5b83ca2573ae00197b65!OpenDocument" TargetMode="External"/><Relationship Id="rId103" Type="http://schemas.openxmlformats.org/officeDocument/2006/relationships/hyperlink" Target="http://www.abs.gov.au/ausstats/abs@.nsf/Latestproducts/2901.0Main%20Features202011?opendocument&amp;tabname=Summary&amp;prodno=2901.0&amp;issue=2011&amp;num=&amp;view=" TargetMode="External"/><Relationship Id="rId108" Type="http://schemas.openxmlformats.org/officeDocument/2006/relationships/hyperlink" Target="http://www.abs.gov.au/websitedbs/d3310114.nsf/4a256353001af3ed4b2562bb00121564/10ca14cb967e5b83ca2573ae00197b65!OpenDocument" TargetMode="External"/><Relationship Id="rId20" Type="http://schemas.openxmlformats.org/officeDocument/2006/relationships/hyperlink" Target="file:///C:\Users\jszukalski\AppData\Local\Microsoft\Windows\Temporary%20Internet%20Files\Content.MSO\5D553CF8.xlsx" TargetMode="External"/><Relationship Id="rId41" Type="http://schemas.openxmlformats.org/officeDocument/2006/relationships/hyperlink" Target="file:///C:\Users\jszukalski\AppData\Local\Microsoft\Windows\Temporary%20Internet%20Files\Content.MSO\5D553CF8.xlsx" TargetMode="External"/><Relationship Id="rId54" Type="http://schemas.openxmlformats.org/officeDocument/2006/relationships/hyperlink" Target="http://www.abs.gov.au/AUSSTATS/ABS@.NSF/0/F501C031BD9AC9C5CA256AAF001FCA33?opendocument" TargetMode="External"/><Relationship Id="rId62" Type="http://schemas.openxmlformats.org/officeDocument/2006/relationships/hyperlink" Target="http://www.abs.gov.au/ausstats/abs@.nsf/mf/2901.0" TargetMode="External"/><Relationship Id="rId70" Type="http://schemas.openxmlformats.org/officeDocument/2006/relationships/hyperlink" Target="http://www.abs.gov.au/websitedbs/censushome.nsf/home/census?opendocument&amp;navpos=10" TargetMode="External"/><Relationship Id="rId75" Type="http://schemas.openxmlformats.org/officeDocument/2006/relationships/hyperlink" Target="http://www.abs.gov.au/websitedbs/D3310114.nsf/home/National+Information+and+Referral+Service" TargetMode="External"/><Relationship Id="rId83" Type="http://schemas.openxmlformats.org/officeDocument/2006/relationships/hyperlink" Target="http://www.abs.gov.au/ausstats/abs@.nsf/mf/2901.0" TargetMode="External"/><Relationship Id="rId88" Type="http://schemas.openxmlformats.org/officeDocument/2006/relationships/hyperlink" Target="http://www.abs.gov.au/websitedbs/d3310114.nsf/4a256353001af3ed4b2562bb00121564/10ca14cb967e5b83ca2573ae00197b65!OpenDocument" TargetMode="External"/><Relationship Id="rId91" Type="http://schemas.openxmlformats.org/officeDocument/2006/relationships/hyperlink" Target="http://www.abs.gov.au" TargetMode="External"/><Relationship Id="rId96" Type="http://schemas.openxmlformats.org/officeDocument/2006/relationships/hyperlink" Target="http://www.abs.gov.au/ausstats/abs@.nsf/Latestproducts/2903.0Main%20Features152011?opendocument&amp;tabname=Summary&amp;prodno=2903.0&amp;issue=2011&amp;num=&amp;view=" TargetMode="External"/><Relationship Id="rId111" Type="http://schemas.openxmlformats.org/officeDocument/2006/relationships/hyperlink" Target="http://www.abs.gov.au/websitedbs/D3310114.nsf/home/National+Information+and+Referral+Servic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C:\Users\jszukalski\AppData\Local\Microsoft\Windows\Temporary%20Internet%20Files\Content.MSO\5D553CF8.xlsx" TargetMode="External"/><Relationship Id="rId23" Type="http://schemas.openxmlformats.org/officeDocument/2006/relationships/hyperlink" Target="file:///C:\Users\jszukalski\AppData\Local\Microsoft\Windows\Temporary%20Internet%20Files\Content.MSO\5D553CF8.xlsx" TargetMode="External"/><Relationship Id="rId28" Type="http://schemas.openxmlformats.org/officeDocument/2006/relationships/hyperlink" Target="file:///C:\Users\jszukalski\AppData\Local\Microsoft\Windows\Temporary%20Internet%20Files\Content.MSO\5D553CF8.xlsx" TargetMode="External"/><Relationship Id="rId36" Type="http://schemas.openxmlformats.org/officeDocument/2006/relationships/hyperlink" Target="file:///C:\Users\jszukalski\AppData\Local\Microsoft\Windows\Temporary%20Internet%20Files\Content.MSO\5D553CF8.xlsx" TargetMode="External"/><Relationship Id="rId49" Type="http://schemas.openxmlformats.org/officeDocument/2006/relationships/footer" Target="footer2.xml"/><Relationship Id="rId57" Type="http://schemas.openxmlformats.org/officeDocument/2006/relationships/hyperlink" Target="http://www.abs.gov.au/websitedbs/censushome.nsf/home/nonresponserates?opendocument&amp;navpos=440" TargetMode="External"/><Relationship Id="rId106" Type="http://schemas.openxmlformats.org/officeDocument/2006/relationships/hyperlink" Target="http://www.abs.gov.au/websitedbs/censushome.nsf/home/data?opendocument&amp;navpos=200" TargetMode="External"/><Relationship Id="rId10" Type="http://schemas.openxmlformats.org/officeDocument/2006/relationships/hyperlink" Target="file:///C:\Users\jszukalski\AppData\Local\Microsoft\Windows\Temporary%20Internet%20Files\Content.MSO\5D553CF8.xlsx" TargetMode="External"/><Relationship Id="rId31" Type="http://schemas.openxmlformats.org/officeDocument/2006/relationships/hyperlink" Target="file:///C:\Users\jszukalski\AppData\Local\Microsoft\Windows\Temporary%20Internet%20Files\Content.MSO\5D553CF8.xlsx" TargetMode="External"/><Relationship Id="rId44" Type="http://schemas.openxmlformats.org/officeDocument/2006/relationships/hyperlink" Target="file:///C:\Users\jszukalski\AppData\Local\Microsoft\Windows\Temporary%20Internet%20Files\Content.MSO\5D553CF8.xlsx" TargetMode="External"/><Relationship Id="rId52" Type="http://schemas.openxmlformats.org/officeDocument/2006/relationships/hyperlink" Target="http://www.acer.edu.au/timss" TargetMode="External"/><Relationship Id="rId60" Type="http://schemas.openxmlformats.org/officeDocument/2006/relationships/hyperlink" Target="http://www.abs.gov.au/AUSSTATS/abs@.nsf/mf/4714.0/" TargetMode="External"/><Relationship Id="rId65" Type="http://schemas.openxmlformats.org/officeDocument/2006/relationships/hyperlink" Target="http://www.abs.gov.au/websitedbs/censushome.nsf/home/data?opendocument&amp;navpos=200" TargetMode="External"/><Relationship Id="rId73" Type="http://schemas.openxmlformats.org/officeDocument/2006/relationships/hyperlink" Target="http://www.abs.gov.au" TargetMode="External"/><Relationship Id="rId78" Type="http://schemas.openxmlformats.org/officeDocument/2006/relationships/hyperlink" Target="http://www.abs.gov.au/websitedbs/censushome.nsf/home/statements?opendocument&amp;navpos=430" TargetMode="External"/><Relationship Id="rId81" Type="http://schemas.openxmlformats.org/officeDocument/2006/relationships/hyperlink" Target="http://www.abs.gov.au/AUSSTATS/abs@.nsf/mf/4714.0/" TargetMode="External"/><Relationship Id="rId86" Type="http://schemas.openxmlformats.org/officeDocument/2006/relationships/hyperlink" Target="http://www.abs.gov.au/websitedbs/censushome.nsf/home/data?opendocument&amp;navpos=200" TargetMode="External"/><Relationship Id="rId94" Type="http://schemas.openxmlformats.org/officeDocument/2006/relationships/hyperlink" Target="http://www.naplan.edu.au" TargetMode="External"/><Relationship Id="rId99" Type="http://schemas.openxmlformats.org/officeDocument/2006/relationships/hyperlink" Target="http://www.abs.gov.au/ausstats/abs@.nsf/Latestproducts/2901.0Main%20Features502011?opendocument&amp;tabname=Summary&amp;prodno=2901.0&amp;issue=2011&amp;num=&amp;view=" TargetMode="External"/><Relationship Id="rId101" Type="http://schemas.openxmlformats.org/officeDocument/2006/relationships/hyperlink" Target="http://www.abs.gov.au/websitedbs/censushome.nsf/home/statements?opendocument&amp;navpos=430" TargetMode="External"/><Relationship Id="rId4" Type="http://schemas.microsoft.com/office/2007/relationships/stylesWithEffects" Target="stylesWithEffects.xml"/><Relationship Id="rId9" Type="http://schemas.openxmlformats.org/officeDocument/2006/relationships/hyperlink" Target="file:///C:\Users\jszukalski\AppData\Local\Microsoft\Windows\Temporary%20Internet%20Files\Content.MSO\5D553CF8.xlsx" TargetMode="External"/><Relationship Id="rId13" Type="http://schemas.openxmlformats.org/officeDocument/2006/relationships/hyperlink" Target="file:///C:\Users\jszukalski\AppData\Local\Microsoft\Windows\Temporary%20Internet%20Files\Content.MSO\5D553CF8.xlsx" TargetMode="External"/><Relationship Id="rId18" Type="http://schemas.openxmlformats.org/officeDocument/2006/relationships/hyperlink" Target="file:///C:\Users\jszukalski\AppData\Local\Microsoft\Windows\Temporary%20Internet%20Files\Content.MSO\5D553CF8.xlsx" TargetMode="External"/><Relationship Id="rId39" Type="http://schemas.openxmlformats.org/officeDocument/2006/relationships/hyperlink" Target="file:///C:\Users\jszukalski\AppData\Local\Microsoft\Windows\Temporary%20Internet%20Files\Content.MSO\5D553CF8.xlsx" TargetMode="External"/><Relationship Id="rId109" Type="http://schemas.openxmlformats.org/officeDocument/2006/relationships/hyperlink" Target="http://www.abs.gov.au/" TargetMode="External"/><Relationship Id="rId34" Type="http://schemas.openxmlformats.org/officeDocument/2006/relationships/hyperlink" Target="file:///C:\Users\jszukalski\AppData\Local\Microsoft\Windows\Temporary%20Internet%20Files\Content.MSO\5D553CF8.xlsx" TargetMode="External"/><Relationship Id="rId50" Type="http://schemas.openxmlformats.org/officeDocument/2006/relationships/hyperlink" Target="http://www.naplan.edu.au" TargetMode="External"/><Relationship Id="rId55" Type="http://schemas.openxmlformats.org/officeDocument/2006/relationships/hyperlink" Target="http://www.abs.gov.au/websitedbs/censushome.nsf/home/statementspersonqallp?opendocument&amp;navpos=430" TargetMode="External"/><Relationship Id="rId76" Type="http://schemas.openxmlformats.org/officeDocument/2006/relationships/hyperlink" Target="http://www.abs.gov.au/ausstats/abs@.nsf/mf/6227.0.30.001" TargetMode="External"/><Relationship Id="rId97" Type="http://schemas.openxmlformats.org/officeDocument/2006/relationships/hyperlink" Target="http://www.abs.gov.au/ausstats/abs@.nsf/mf/2903.0" TargetMode="External"/><Relationship Id="rId104" Type="http://schemas.openxmlformats.org/officeDocument/2006/relationships/hyperlink" Target="http://www.abs.gov.au/ausstats/abs@.nsf/mf/2901.0" TargetMode="External"/><Relationship Id="rId7" Type="http://schemas.openxmlformats.org/officeDocument/2006/relationships/footnotes" Target="footnotes.xml"/><Relationship Id="rId71" Type="http://schemas.openxmlformats.org/officeDocument/2006/relationships/hyperlink" Target="http://www.abs.gov.au/ausstats/abs@.nsf/mf/4235.0" TargetMode="External"/><Relationship Id="rId92" Type="http://schemas.openxmlformats.org/officeDocument/2006/relationships/hyperlink" Target="http://www.abs.gov.au/AUSSTATS/abs@.nsf/ProductsbyCatalogue/556A439CD3D7E8A8CA257242007B3F32?OpenDocu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F1A2D-8108-4CA4-8EBD-72C4F014B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220</TotalTime>
  <Pages>101</Pages>
  <Words>30013</Words>
  <Characters>165355</Characters>
  <Application>Microsoft Office Word</Application>
  <DocSecurity>0</DocSecurity>
  <Lines>5008</Lines>
  <Paragraphs>2573</Paragraphs>
  <ScaleCrop>false</ScaleCrop>
  <HeadingPairs>
    <vt:vector size="2" baseType="variant">
      <vt:variant>
        <vt:lpstr>Title</vt:lpstr>
      </vt:variant>
      <vt:variant>
        <vt:i4>1</vt:i4>
      </vt:variant>
    </vt:vector>
  </HeadingPairs>
  <TitlesOfParts>
    <vt:vector size="1" baseType="lpstr">
      <vt:lpstr>Education</vt:lpstr>
    </vt:vector>
  </TitlesOfParts>
  <Company>Productivity Commission</Company>
  <LinksUpToDate>false</LinksUpToDate>
  <CharactersWithSpaces>193509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dc:title>
  <dc:subject>SCRGSP REPORT TO CRC JUNE 2013</dc:subject>
  <dc:creator>Productivity Commission</dc:creator>
  <dc:description>1.</dc:description>
  <cp:lastModifiedBy>Productivity Commission</cp:lastModifiedBy>
  <cp:revision>42</cp:revision>
  <cp:lastPrinted>2013-06-26T00:41:00Z</cp:lastPrinted>
  <dcterms:created xsi:type="dcterms:W3CDTF">2013-06-14T06:50:00Z</dcterms:created>
  <dcterms:modified xsi:type="dcterms:W3CDTF">2013-10-24T22:10:00Z</dcterms:modified>
  <cp:contentStatus/>
</cp:coreProperties>
</file>