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F3AA3" w:rsidP="00DF3AA3">
      <w:pPr>
        <w:pStyle w:val="Heading1"/>
        <w:spacing w:before="0"/>
      </w:pPr>
      <w:bookmarkStart w:id="0" w:name="ChapterTitle"/>
      <w:bookmarkStart w:id="1" w:name="_GoBack"/>
      <w:bookmarkEnd w:id="1"/>
      <w:r>
        <w:t>National Agreement for Skills and Workforce Development performance reporting</w:t>
      </w:r>
      <w:bookmarkEnd w:id="0"/>
    </w:p>
    <w:p w:rsidR="00DF3AA3" w:rsidRPr="00DF3AA3" w:rsidRDefault="00DF3AA3" w:rsidP="00DF3AA3">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F3AA3" w:rsidTr="00586034">
        <w:tc>
          <w:tcPr>
            <w:tcW w:w="8771" w:type="dxa"/>
            <w:tcBorders>
              <w:top w:val="single" w:sz="6" w:space="0" w:color="auto"/>
              <w:bottom w:val="nil"/>
            </w:tcBorders>
            <w:shd w:val="clear" w:color="auto" w:fill="E6E6E6"/>
          </w:tcPr>
          <w:p w:rsidR="00DF3AA3" w:rsidRDefault="00DF3AA3" w:rsidP="00586034">
            <w:pPr>
              <w:pStyle w:val="BoxTitle"/>
            </w:pPr>
            <w:bookmarkStart w:id="2" w:name="begin"/>
            <w:bookmarkEnd w:id="2"/>
            <w:r>
              <w:t>Attachment tables</w:t>
            </w:r>
          </w:p>
        </w:tc>
      </w:tr>
      <w:tr w:rsidR="00DF3AA3" w:rsidTr="00586034">
        <w:trPr>
          <w:cantSplit/>
        </w:trPr>
        <w:tc>
          <w:tcPr>
            <w:tcW w:w="8771" w:type="dxa"/>
            <w:tcBorders>
              <w:top w:val="nil"/>
              <w:bottom w:val="nil"/>
            </w:tcBorders>
            <w:shd w:val="clear" w:color="auto" w:fill="E6E6E6"/>
          </w:tcPr>
          <w:p w:rsidR="00DF3AA3" w:rsidRPr="00033A21" w:rsidRDefault="00DF3AA3" w:rsidP="008F031B">
            <w:pPr>
              <w:pStyle w:val="Box"/>
            </w:pPr>
            <w:r w:rsidRPr="00033A21">
              <w:t>Data for the performance indicators in this report are presented in a separate set of attachment tables. Attachment tables are identified in references t</w:t>
            </w:r>
            <w:r>
              <w:t>hroughout this report by an ‘SWD</w:t>
            </w:r>
            <w:r w:rsidRPr="00033A21">
              <w:t xml:space="preserve">’ </w:t>
            </w:r>
            <w:r w:rsidR="008F031B">
              <w:t>pre</w:t>
            </w:r>
            <w:r w:rsidRPr="00033A21">
              <w:t xml:space="preserve">fix (for example, </w:t>
            </w:r>
            <w:r>
              <w:t>table SWD</w:t>
            </w:r>
            <w:r w:rsidRPr="00033A21">
              <w:t>.3.1</w:t>
            </w:r>
            <w:r>
              <w:t>)</w:t>
            </w:r>
            <w:r w:rsidRPr="00AF4760">
              <w:t>. Tables beginning with ‘</w:t>
            </w:r>
            <w:r>
              <w:t>SWD’</w:t>
            </w:r>
            <w:r w:rsidRPr="00AF4760">
              <w:t xml:space="preserve"> represent attachment tables for </w:t>
            </w:r>
            <w:r>
              <w:t>NASWD</w:t>
            </w:r>
            <w:r w:rsidRPr="00AF4760">
              <w:t xml:space="preserve"> indicators</w:t>
            </w:r>
            <w:r w:rsidR="001D2206">
              <w:t>.</w:t>
            </w:r>
          </w:p>
        </w:tc>
      </w:tr>
      <w:tr w:rsidR="00DF3AA3" w:rsidTr="00586034">
        <w:trPr>
          <w:cantSplit/>
        </w:trPr>
        <w:tc>
          <w:tcPr>
            <w:tcW w:w="8771" w:type="dxa"/>
            <w:tcBorders>
              <w:top w:val="nil"/>
              <w:bottom w:val="single" w:sz="6" w:space="0" w:color="auto"/>
            </w:tcBorders>
            <w:shd w:val="clear" w:color="auto" w:fill="E6E6E6"/>
          </w:tcPr>
          <w:p w:rsidR="00DF3AA3" w:rsidRDefault="00DF3AA3" w:rsidP="00586034">
            <w:pPr>
              <w:pStyle w:val="Box"/>
              <w:spacing w:before="0" w:line="120" w:lineRule="exact"/>
            </w:pPr>
          </w:p>
        </w:tc>
      </w:tr>
      <w:tr w:rsidR="00DF3AA3" w:rsidTr="00586034">
        <w:tc>
          <w:tcPr>
            <w:tcW w:w="8771" w:type="dxa"/>
            <w:tcBorders>
              <w:top w:val="single" w:sz="6" w:space="0" w:color="auto"/>
              <w:left w:val="nil"/>
              <w:bottom w:val="nil"/>
              <w:right w:val="nil"/>
            </w:tcBorders>
          </w:tcPr>
          <w:p w:rsidR="00DF3AA3" w:rsidRDefault="00DF3AA3" w:rsidP="00586034">
            <w:pPr>
              <w:pStyle w:val="Box"/>
              <w:keepNext w:val="0"/>
              <w:spacing w:before="60" w:after="60" w:line="80" w:lineRule="exact"/>
              <w:rPr>
                <w:b/>
                <w:color w:val="FF00FF"/>
                <w:sz w:val="14"/>
              </w:rPr>
            </w:pPr>
          </w:p>
        </w:tc>
      </w:tr>
    </w:tbl>
    <w:p w:rsidR="00DF3AA3" w:rsidRDefault="00DF3AA3" w:rsidP="00DF3AA3">
      <w:pPr>
        <w:pStyle w:val="Heading2"/>
      </w:pPr>
      <w:r>
        <w:t>About this report</w:t>
      </w:r>
    </w:p>
    <w:p w:rsidR="00DF3AA3" w:rsidRDefault="00DF3AA3" w:rsidP="00DF3AA3">
      <w:pPr>
        <w:pStyle w:val="Heading3"/>
      </w:pPr>
      <w:r>
        <w:t>Background to National Agreement reporting</w:t>
      </w:r>
    </w:p>
    <w:p w:rsidR="00DF3AA3" w:rsidRDefault="00DF3AA3" w:rsidP="00DF3AA3">
      <w:pPr>
        <w:pStyle w:val="BodyText"/>
      </w:pPr>
      <w:r>
        <w:t>In November 2008, the Council of Australian Governments (COAG) endorsed an Intergovernmental Agreement on Federal Financial Relations (IG</w:t>
      </w:r>
      <w:r w:rsidR="00FB6BF4">
        <w:t>A) (COAG </w:t>
      </w:r>
      <w:r w:rsidR="001F558D">
        <w:t xml:space="preserve">2009a). </w:t>
      </w:r>
      <w:r w:rsidR="008A0CB8">
        <w:t xml:space="preserve">COAG reaffirmed its commitment to the IGA in August 2011 (COAG 2011a). </w:t>
      </w:r>
      <w:r w:rsidR="001F558D">
        <w:t>The Standing</w:t>
      </w:r>
      <w:r>
        <w:t xml:space="preserve"> Council fo</w:t>
      </w:r>
      <w:r w:rsidR="001F558D">
        <w:t>r Federal Financial Relations (S</w:t>
      </w:r>
      <w:r>
        <w:t>CFFR) has general oversight of the operations of the IGA</w:t>
      </w:r>
      <w:r w:rsidR="008A0CB8">
        <w:t xml:space="preserve"> on behalf of COAG</w:t>
      </w:r>
      <w:r>
        <w:t>. [para. A4(a)]</w:t>
      </w:r>
    </w:p>
    <w:p w:rsidR="00DF3AA3" w:rsidRDefault="00DF3AA3" w:rsidP="00DF3AA3">
      <w:pPr>
        <w:pStyle w:val="BodyText"/>
      </w:pPr>
      <w:r>
        <w:t>The IGA included six</w:t>
      </w:r>
      <w:r w:rsidR="001D2206">
        <w:t xml:space="preserve"> new National Agreements (NAs):</w:t>
      </w:r>
    </w:p>
    <w:p w:rsidR="00DF3AA3" w:rsidRPr="00DF3AA3" w:rsidRDefault="00DF3AA3" w:rsidP="00DF3AA3">
      <w:pPr>
        <w:pStyle w:val="ListBullet"/>
        <w:rPr>
          <w:i/>
        </w:rPr>
      </w:pPr>
      <w:r w:rsidRPr="00DF3AA3">
        <w:rPr>
          <w:i/>
        </w:rPr>
        <w:t>National Healthcare Agreement</w:t>
      </w:r>
    </w:p>
    <w:p w:rsidR="00DF3AA3" w:rsidRPr="00DF3AA3" w:rsidRDefault="00DF3AA3" w:rsidP="00DF3AA3">
      <w:pPr>
        <w:pStyle w:val="ListBullet"/>
        <w:rPr>
          <w:i/>
        </w:rPr>
      </w:pPr>
      <w:r w:rsidRPr="00DF3AA3">
        <w:rPr>
          <w:i/>
        </w:rPr>
        <w:t>National Education Agreement</w:t>
      </w:r>
    </w:p>
    <w:p w:rsidR="00DF3AA3" w:rsidRPr="00DF3AA3" w:rsidRDefault="00DF3AA3" w:rsidP="00DF3AA3">
      <w:pPr>
        <w:pStyle w:val="ListBullet"/>
        <w:rPr>
          <w:i/>
        </w:rPr>
      </w:pPr>
      <w:r w:rsidRPr="00DF3AA3">
        <w:rPr>
          <w:i/>
        </w:rPr>
        <w:t>National Agreement for Skills and Workforce Development</w:t>
      </w:r>
    </w:p>
    <w:p w:rsidR="00DF3AA3" w:rsidRPr="00DF3AA3" w:rsidRDefault="00DF3AA3" w:rsidP="00DF3AA3">
      <w:pPr>
        <w:pStyle w:val="ListBullet"/>
        <w:rPr>
          <w:i/>
        </w:rPr>
      </w:pPr>
      <w:r w:rsidRPr="00DF3AA3">
        <w:rPr>
          <w:i/>
        </w:rPr>
        <w:t>National Affordable Housing Agreement</w:t>
      </w:r>
    </w:p>
    <w:p w:rsidR="00DF3AA3" w:rsidRPr="00DF3AA3" w:rsidRDefault="00DF3AA3" w:rsidP="00DF3AA3">
      <w:pPr>
        <w:pStyle w:val="ListBullet"/>
        <w:rPr>
          <w:i/>
        </w:rPr>
      </w:pPr>
      <w:r w:rsidRPr="00DF3AA3">
        <w:rPr>
          <w:i/>
        </w:rPr>
        <w:t>National Disability Agreement</w:t>
      </w:r>
    </w:p>
    <w:p w:rsidR="00DF3AA3" w:rsidRPr="00DF3AA3" w:rsidRDefault="00DF3AA3" w:rsidP="00DF3AA3">
      <w:pPr>
        <w:pStyle w:val="ListBullet"/>
        <w:rPr>
          <w:i/>
        </w:rPr>
      </w:pPr>
      <w:r w:rsidRPr="00DF3AA3">
        <w:rPr>
          <w:i/>
        </w:rPr>
        <w:t>Nation</w:t>
      </w:r>
      <w:r w:rsidR="001D2206">
        <w:rPr>
          <w:i/>
        </w:rPr>
        <w:t>al Indigenous Reform Agreement.</w:t>
      </w:r>
    </w:p>
    <w:p w:rsidR="00DF3AA3" w:rsidRDefault="00DF3AA3" w:rsidP="00DF3AA3">
      <w:pPr>
        <w:pStyle w:val="BodyText"/>
      </w:pPr>
      <w:r>
        <w:lastRenderedPageBreak/>
        <w:t>COAG has also agreed to National Partnership (NP) payments — to fund specific projects and to facilitate and/or reward states and territories that deliver on nationally significant reforms.</w:t>
      </w:r>
    </w:p>
    <w:p w:rsidR="00DF3AA3" w:rsidRDefault="00DF3AA3" w:rsidP="00DF3AA3">
      <w:pPr>
        <w:pStyle w:val="BodyText"/>
      </w:pPr>
      <w:r>
        <w:t xml:space="preserve">Five of the NAs are associated with a national Specific Purpose Payment (SPP) that can provide funding to the states and territories for the sector covered by the NA. These five SPPs cover schools, vocational education and training (VET), disability services, healthcare and affordable housing. The </w:t>
      </w:r>
      <w:r w:rsidRPr="00DF3AA3">
        <w:rPr>
          <w:i/>
        </w:rPr>
        <w:t>National Indigenous Reform Agreement</w:t>
      </w:r>
      <w:r>
        <w:t xml:space="preserve"> (NIRA) is not associated with a SPP, but draws together Indigenous elements from the other NAs and is associated with several NP agreements.</w:t>
      </w:r>
    </w:p>
    <w:p w:rsidR="00DF3AA3" w:rsidRDefault="00DF3AA3" w:rsidP="00DF3AA3">
      <w:pPr>
        <w:pStyle w:val="BodyText"/>
      </w:pPr>
      <w:r>
        <w:t xml:space="preserve">Under the reforms, each NA contains the objectives and outcomes for each sector, and clarifies the respective roles and responsibilities of the Commonwealth and the states and territories in the delivery of services. The NAs also contain a range of categories of performance information, variously named ‘outputs’, ‘progress measures’, ‘performance indicators’, ‘performance benchmarks’ and ‘targets’. The performance of all governments in achieving </w:t>
      </w:r>
      <w:r w:rsidR="008A0CB8">
        <w:t>mutually agreed</w:t>
      </w:r>
      <w:r>
        <w:t xml:space="preserve"> outcomes and performance benchmarks specified in </w:t>
      </w:r>
      <w:r w:rsidR="008A0CB8">
        <w:t xml:space="preserve">each </w:t>
      </w:r>
      <w:r>
        <w:t>NA will be monitored and assessed by the COAG Reform Council (CRC).</w:t>
      </w:r>
    </w:p>
    <w:p w:rsidR="00FB6BF4" w:rsidRDefault="00586034" w:rsidP="00586034">
      <w:pPr>
        <w:spacing w:before="240" w:line="320" w:lineRule="atLeast"/>
        <w:jc w:val="both"/>
        <w:rPr>
          <w:szCs w:val="20"/>
        </w:rPr>
      </w:pPr>
      <w:r w:rsidRPr="00586034">
        <w:rPr>
          <w:szCs w:val="20"/>
        </w:rPr>
        <w:t>At its 7 December 2009 meeting, COAG agreed to a high level review of the NAs, NPs and implementation plans (IPs). On 13 February 2011, COAG noted a report on this review and agreed to further reviews of the performance indicator frameworks within each NA (COAG 2011</w:t>
      </w:r>
      <w:r w:rsidR="008A0CB8">
        <w:rPr>
          <w:szCs w:val="20"/>
        </w:rPr>
        <w:t>b</w:t>
      </w:r>
      <w:r w:rsidRPr="00586034">
        <w:rPr>
          <w:szCs w:val="20"/>
        </w:rPr>
        <w:t xml:space="preserve">). In relation to the </w:t>
      </w:r>
      <w:r w:rsidRPr="00586034">
        <w:rPr>
          <w:i/>
          <w:szCs w:val="20"/>
        </w:rPr>
        <w:t xml:space="preserve">National Agreement for Skills and Workforce Development </w:t>
      </w:r>
      <w:r w:rsidRPr="00586034">
        <w:rPr>
          <w:szCs w:val="20"/>
        </w:rPr>
        <w:t>(NASWD)</w:t>
      </w:r>
      <w:r w:rsidR="000B5441">
        <w:rPr>
          <w:szCs w:val="20"/>
        </w:rPr>
        <w:t xml:space="preserve"> (COAG 2009b)</w:t>
      </w:r>
      <w:r w:rsidRPr="00586034">
        <w:rPr>
          <w:szCs w:val="20"/>
        </w:rPr>
        <w:t>, COAG agreed to commission a broader review to ensure the NASWD</w:t>
      </w:r>
      <w:r w:rsidR="00FB6BF4">
        <w:rPr>
          <w:szCs w:val="20"/>
        </w:rPr>
        <w:t>:</w:t>
      </w:r>
    </w:p>
    <w:p w:rsidR="00586034" w:rsidRPr="00586034" w:rsidRDefault="00586034" w:rsidP="00FB6BF4">
      <w:pPr>
        <w:pStyle w:val="Quote"/>
        <w:rPr>
          <w:i/>
        </w:rPr>
      </w:pPr>
      <w:r w:rsidRPr="00586034">
        <w:t>…supports a VET system that:</w:t>
      </w:r>
    </w:p>
    <w:p w:rsidR="00586034" w:rsidRPr="00586034" w:rsidRDefault="00586034" w:rsidP="00C652DF">
      <w:pPr>
        <w:numPr>
          <w:ilvl w:val="0"/>
          <w:numId w:val="15"/>
        </w:numPr>
        <w:spacing w:before="120" w:line="280" w:lineRule="exact"/>
        <w:jc w:val="both"/>
        <w:rPr>
          <w:sz w:val="24"/>
          <w:szCs w:val="20"/>
        </w:rPr>
      </w:pPr>
      <w:r w:rsidRPr="00586034">
        <w:rPr>
          <w:sz w:val="24"/>
          <w:szCs w:val="20"/>
        </w:rPr>
        <w:t>is responsive to contemporary economic conditions; and</w:t>
      </w:r>
    </w:p>
    <w:p w:rsidR="00586034" w:rsidRPr="00586034" w:rsidRDefault="00586034" w:rsidP="00C652DF">
      <w:pPr>
        <w:numPr>
          <w:ilvl w:val="0"/>
          <w:numId w:val="15"/>
        </w:numPr>
        <w:spacing w:before="120" w:line="280" w:lineRule="exact"/>
        <w:jc w:val="both"/>
        <w:rPr>
          <w:sz w:val="24"/>
          <w:szCs w:val="20"/>
        </w:rPr>
      </w:pPr>
      <w:r w:rsidRPr="00586034">
        <w:rPr>
          <w:sz w:val="24"/>
          <w:szCs w:val="20"/>
        </w:rPr>
        <w:t>meets the skills needs of the economy and industry and the preferences of students’</w:t>
      </w:r>
      <w:r w:rsidR="001D2206">
        <w:rPr>
          <w:sz w:val="24"/>
          <w:szCs w:val="20"/>
        </w:rPr>
        <w:t xml:space="preserve"> </w:t>
      </w:r>
      <w:r w:rsidRPr="00586034">
        <w:rPr>
          <w:sz w:val="24"/>
          <w:szCs w:val="20"/>
        </w:rPr>
        <w:t>(COAG 2011</w:t>
      </w:r>
      <w:r w:rsidR="008A0CB8">
        <w:rPr>
          <w:sz w:val="24"/>
          <w:szCs w:val="20"/>
        </w:rPr>
        <w:t>b</w:t>
      </w:r>
      <w:r w:rsidRPr="00586034">
        <w:rPr>
          <w:sz w:val="24"/>
          <w:szCs w:val="20"/>
        </w:rPr>
        <w:t>).</w:t>
      </w:r>
    </w:p>
    <w:p w:rsidR="00D43996" w:rsidRDefault="00D43996" w:rsidP="00D43996">
      <w:pPr>
        <w:pStyle w:val="BodyText"/>
      </w:pPr>
      <w:r>
        <w:t xml:space="preserve">At its 13 April 2012 meeting, COAG agreed to a revised NASWD and a new </w:t>
      </w:r>
      <w:r w:rsidRPr="008231D3">
        <w:rPr>
          <w:i/>
        </w:rPr>
        <w:t>National Partnership Agreement on Skills Reform</w:t>
      </w:r>
      <w:r>
        <w:t xml:space="preserve"> (COAG 2012</w:t>
      </w:r>
      <w:r w:rsidR="00CA6B35">
        <w:t>a,</w:t>
      </w:r>
      <w:r w:rsidR="000B5441">
        <w:t xml:space="preserve"> 2012b and 2012c</w:t>
      </w:r>
      <w:r>
        <w:t>).</w:t>
      </w:r>
      <w:r w:rsidR="008F5813">
        <w:t xml:space="preserve"> The content of this performance report is based on the performance indicator framework in the revised NASWD.</w:t>
      </w:r>
    </w:p>
    <w:p w:rsidR="00DF3AA3" w:rsidRDefault="00DF3AA3" w:rsidP="00DF3AA3">
      <w:pPr>
        <w:pStyle w:val="Heading3"/>
      </w:pPr>
      <w:r>
        <w:t>National Agreement reporting roles and responsibilities</w:t>
      </w:r>
    </w:p>
    <w:p w:rsidR="00586034" w:rsidRPr="00586034" w:rsidRDefault="00586034" w:rsidP="00586034">
      <w:pPr>
        <w:keepNext/>
        <w:spacing w:before="240" w:line="320" w:lineRule="atLeast"/>
        <w:jc w:val="both"/>
        <w:rPr>
          <w:szCs w:val="20"/>
        </w:rPr>
      </w:pPr>
      <w:r w:rsidRPr="00586034">
        <w:rPr>
          <w:szCs w:val="20"/>
        </w:rPr>
        <w:t>The IGA states that:</w:t>
      </w:r>
    </w:p>
    <w:p w:rsidR="00586034" w:rsidRPr="00586034" w:rsidRDefault="00586034" w:rsidP="00586034">
      <w:pPr>
        <w:spacing w:before="120" w:line="280" w:lineRule="exact"/>
        <w:ind w:left="340"/>
        <w:jc w:val="both"/>
        <w:rPr>
          <w:sz w:val="24"/>
          <w:szCs w:val="20"/>
        </w:rPr>
      </w:pPr>
      <w:r w:rsidRPr="00586034">
        <w:rPr>
          <w:sz w:val="24"/>
          <w:szCs w:val="20"/>
        </w:rPr>
        <w:t>para C5 — The performance reporting framework for the National Agreements is based on:</w:t>
      </w:r>
    </w:p>
    <w:p w:rsidR="00586034" w:rsidRPr="00586034" w:rsidRDefault="00586034" w:rsidP="00C652DF">
      <w:pPr>
        <w:numPr>
          <w:ilvl w:val="0"/>
          <w:numId w:val="16"/>
        </w:numPr>
        <w:spacing w:before="120" w:line="280" w:lineRule="exact"/>
        <w:jc w:val="both"/>
        <w:rPr>
          <w:sz w:val="24"/>
          <w:szCs w:val="20"/>
        </w:rPr>
      </w:pPr>
      <w:r w:rsidRPr="00586034">
        <w:rPr>
          <w:sz w:val="24"/>
          <w:szCs w:val="20"/>
        </w:rPr>
        <w:lastRenderedPageBreak/>
        <w:t>high-level performance indicators for each National Agreement;</w:t>
      </w:r>
    </w:p>
    <w:p w:rsidR="00586034" w:rsidRPr="00586034" w:rsidRDefault="00586034" w:rsidP="00C652DF">
      <w:pPr>
        <w:numPr>
          <w:ilvl w:val="0"/>
          <w:numId w:val="16"/>
        </w:numPr>
        <w:spacing w:before="120" w:line="280" w:lineRule="exact"/>
        <w:jc w:val="both"/>
        <w:rPr>
          <w:sz w:val="24"/>
          <w:szCs w:val="20"/>
        </w:rPr>
      </w:pPr>
      <w:r w:rsidRPr="00586034">
        <w:rPr>
          <w:sz w:val="24"/>
          <w:szCs w:val="20"/>
        </w:rPr>
        <w:t>the Steering Committee for the Review of Government Service Provision (the Steering Committee) having overall responsibility for collating the necessary performance data; and</w:t>
      </w:r>
    </w:p>
    <w:p w:rsidR="00586034" w:rsidRPr="00586034" w:rsidRDefault="00586034" w:rsidP="00C652DF">
      <w:pPr>
        <w:numPr>
          <w:ilvl w:val="0"/>
          <w:numId w:val="16"/>
        </w:numPr>
        <w:spacing w:before="120" w:line="280" w:lineRule="exact"/>
        <w:jc w:val="both"/>
        <w:rPr>
          <w:sz w:val="24"/>
          <w:szCs w:val="20"/>
        </w:rPr>
      </w:pPr>
      <w:r w:rsidRPr="00586034">
        <w:rPr>
          <w:sz w:val="24"/>
          <w:szCs w:val="20"/>
        </w:rPr>
        <w:t xml:space="preserve">the </w:t>
      </w:r>
      <w:r w:rsidR="008A0CB8">
        <w:rPr>
          <w:sz w:val="24"/>
          <w:szCs w:val="20"/>
        </w:rPr>
        <w:t>CRC</w:t>
      </w:r>
      <w:r w:rsidRPr="00586034">
        <w:rPr>
          <w:sz w:val="24"/>
          <w:szCs w:val="20"/>
        </w:rPr>
        <w:t xml:space="preserve"> publishing performance data relating to National Agreements, and National Partnerships to the extent that they support the objectives in National Agreements, within three months of receipt from the Steering Committee, along with a comparative analysis of this performance information that:</w:t>
      </w:r>
    </w:p>
    <w:p w:rsidR="00586034" w:rsidRPr="00FB6BF4" w:rsidRDefault="00586034" w:rsidP="008231D3">
      <w:pPr>
        <w:pStyle w:val="ListNumber3"/>
        <w:rPr>
          <w:sz w:val="24"/>
          <w:szCs w:val="24"/>
        </w:rPr>
      </w:pPr>
      <w:r w:rsidRPr="00FB6BF4">
        <w:rPr>
          <w:sz w:val="24"/>
          <w:szCs w:val="24"/>
        </w:rPr>
        <w:t>focuses on the high-level National Agreement performance indicators;</w:t>
      </w:r>
    </w:p>
    <w:p w:rsidR="00586034" w:rsidRPr="00FB6BF4" w:rsidRDefault="00586034" w:rsidP="008231D3">
      <w:pPr>
        <w:pStyle w:val="ListNumber3"/>
        <w:rPr>
          <w:sz w:val="24"/>
          <w:szCs w:val="24"/>
        </w:rPr>
      </w:pPr>
      <w:r w:rsidRPr="00FB6BF4">
        <w:rPr>
          <w:sz w:val="24"/>
          <w:szCs w:val="24"/>
        </w:rPr>
        <w:t>highlights examples of good practice;</w:t>
      </w:r>
    </w:p>
    <w:p w:rsidR="00586034" w:rsidRPr="00FB6BF4" w:rsidRDefault="00586034" w:rsidP="008231D3">
      <w:pPr>
        <w:pStyle w:val="ListNumber3"/>
        <w:rPr>
          <w:sz w:val="24"/>
          <w:szCs w:val="24"/>
        </w:rPr>
      </w:pPr>
      <w:r w:rsidRPr="00FB6BF4">
        <w:rPr>
          <w:sz w:val="24"/>
          <w:szCs w:val="24"/>
        </w:rPr>
        <w:t>highlights contextual differences between jurisdictions which are relevant to interpreting the data; and</w:t>
      </w:r>
    </w:p>
    <w:p w:rsidR="00586034" w:rsidRPr="00586034" w:rsidRDefault="00586034" w:rsidP="008231D3">
      <w:pPr>
        <w:pStyle w:val="ListNumber3"/>
      </w:pPr>
      <w:r w:rsidRPr="00FB6BF4">
        <w:rPr>
          <w:sz w:val="24"/>
          <w:szCs w:val="24"/>
        </w:rPr>
        <w:t>reflects COAG’s intention to outline transparently the contribution of both levels of government to achieving performance benchmarks and to achieving continuous improvement against the outcomes, outputs and performance indicators.</w:t>
      </w:r>
    </w:p>
    <w:p w:rsidR="00DF3AA3" w:rsidRDefault="00DF3AA3" w:rsidP="00DF3AA3">
      <w:pPr>
        <w:pStyle w:val="BodyText"/>
      </w:pPr>
      <w:r>
        <w:t>The CRC is considering the impact of NPs on the achievement of the objectives of the NAs [para. C5 (c)]. At the time of preparing this report, the CRC had not requested the Steering Committee to include any performance data related to NPs</w:t>
      </w:r>
      <w:r w:rsidR="008A0CB8">
        <w:t xml:space="preserve"> in this report</w:t>
      </w:r>
      <w:r w:rsidR="001D2206">
        <w:t>.</w:t>
      </w:r>
    </w:p>
    <w:p w:rsidR="00DF3AA3" w:rsidRDefault="00DF3AA3" w:rsidP="00DF3AA3">
      <w:pPr>
        <w:pStyle w:val="BodyText"/>
      </w:pPr>
      <w:r>
        <w:t>The IGA further specifies that:</w:t>
      </w:r>
    </w:p>
    <w:p w:rsidR="00DF3AA3" w:rsidRDefault="00DF3AA3" w:rsidP="00DF3AA3">
      <w:pPr>
        <w:pStyle w:val="Quote"/>
      </w:pPr>
      <w:r>
        <w:t>The Steering Committee will provide the agreed performance information to the COAG Reform Council, desirably within three months and no later than six months after the reporting period to which the data relates. [para C10]</w:t>
      </w:r>
    </w:p>
    <w:p w:rsidR="00DF3AA3" w:rsidRDefault="00DF3AA3" w:rsidP="00DF3AA3">
      <w:pPr>
        <w:pStyle w:val="Quote"/>
      </w:pPr>
      <w:r>
        <w:t>Performance information in respect of the education and training sectors will be on a calendar year basis, commencing with performance information for 2008, and for all other sectors will be on a financial year basis, commencing with performance information for 2008-09.</w:t>
      </w:r>
      <w:r w:rsidR="008231D3">
        <w:t xml:space="preserve"> The 2008 and 2008-09 reports will establish benchmarks against which progress in reform and improvements in service delivery can be measured.</w:t>
      </w:r>
      <w:r>
        <w:t xml:space="preserve"> [para. C11]</w:t>
      </w:r>
    </w:p>
    <w:p w:rsidR="00DF3AA3" w:rsidRDefault="00DF3AA3" w:rsidP="00DF3AA3">
      <w:pPr>
        <w:pStyle w:val="Quote"/>
      </w:pPr>
      <w:r>
        <w:t>… the Steering Committee will comment on the quality of the performance indicator data using quality statements prepared by the collection agencies which set out the quality attributes of the data using the Australian Bureau of Statistics’ Quality Framework. [para. C12]</w:t>
      </w:r>
    </w:p>
    <w:p w:rsidR="00DF3AA3" w:rsidRDefault="00DF3AA3" w:rsidP="008A3466">
      <w:pPr>
        <w:pStyle w:val="Heading4"/>
      </w:pPr>
      <w:r>
        <w:lastRenderedPageBreak/>
        <w:t>Role of the CRC</w:t>
      </w:r>
    </w:p>
    <w:p w:rsidR="00586034" w:rsidRDefault="001D2206" w:rsidP="008D6E74">
      <w:pPr>
        <w:pStyle w:val="BodyText"/>
        <w:keepNext/>
        <w:rPr>
          <w:sz w:val="24"/>
        </w:rPr>
      </w:pPr>
      <w:r>
        <w:t>The IGA states that:</w:t>
      </w:r>
    </w:p>
    <w:p w:rsidR="00586034" w:rsidRPr="00586034" w:rsidRDefault="00586034" w:rsidP="00586034">
      <w:pPr>
        <w:spacing w:before="120" w:line="280" w:lineRule="exact"/>
        <w:ind w:left="340"/>
        <w:jc w:val="both"/>
        <w:rPr>
          <w:sz w:val="24"/>
          <w:szCs w:val="20"/>
        </w:rPr>
      </w:pPr>
      <w:r w:rsidRPr="00586034">
        <w:rPr>
          <w:sz w:val="24"/>
          <w:szCs w:val="20"/>
        </w:rPr>
        <w:t>… the [CRC] will report to the Prime Minister … on:</w:t>
      </w:r>
    </w:p>
    <w:p w:rsidR="00586034" w:rsidRPr="00586034" w:rsidRDefault="00586034" w:rsidP="00C652DF">
      <w:pPr>
        <w:numPr>
          <w:ilvl w:val="0"/>
          <w:numId w:val="17"/>
        </w:numPr>
        <w:spacing w:before="120" w:line="280" w:lineRule="exact"/>
        <w:jc w:val="both"/>
        <w:rPr>
          <w:sz w:val="24"/>
          <w:szCs w:val="20"/>
        </w:rPr>
      </w:pPr>
      <w:r w:rsidRPr="00586034">
        <w:rPr>
          <w:sz w:val="24"/>
          <w:szCs w:val="20"/>
        </w:rPr>
        <w:tab/>
        <w:t>the publication of performance information for all jurisdictions against National Agreement outcomes and performance benchmarks;</w:t>
      </w:r>
    </w:p>
    <w:p w:rsidR="00586034" w:rsidRPr="00586034" w:rsidRDefault="00586034" w:rsidP="00C652DF">
      <w:pPr>
        <w:numPr>
          <w:ilvl w:val="0"/>
          <w:numId w:val="17"/>
        </w:numPr>
        <w:spacing w:before="120" w:line="280" w:lineRule="exact"/>
        <w:jc w:val="both"/>
        <w:rPr>
          <w:sz w:val="24"/>
          <w:szCs w:val="20"/>
        </w:rPr>
      </w:pPr>
      <w:r w:rsidRPr="00586034">
        <w:rPr>
          <w:sz w:val="24"/>
          <w:szCs w:val="20"/>
        </w:rPr>
        <w:tab/>
        <w:t>production of an analytical overview of performance information for each National Agreement, and National Partnership to the extent it supports the objectives in a National Agreement, noting that the [CRC] would draw on a range of sources, including existing subject experts;</w:t>
      </w:r>
    </w:p>
    <w:p w:rsidR="00586034" w:rsidRPr="00586034" w:rsidRDefault="00586034" w:rsidP="00C652DF">
      <w:pPr>
        <w:numPr>
          <w:ilvl w:val="0"/>
          <w:numId w:val="17"/>
        </w:numPr>
        <w:spacing w:before="120" w:line="280" w:lineRule="exact"/>
        <w:jc w:val="both"/>
        <w:rPr>
          <w:sz w:val="24"/>
          <w:szCs w:val="20"/>
        </w:rPr>
      </w:pPr>
      <w:r w:rsidRPr="00586034">
        <w:rPr>
          <w:sz w:val="24"/>
          <w:szCs w:val="20"/>
        </w:rPr>
        <w:tab/>
        <w:t>independent assessment of whether predetermined performance benchmarks have been achieved before an incentive payment to reward nationally significant reforms under National Partnerships is made;</w:t>
      </w:r>
    </w:p>
    <w:p w:rsidR="00586034" w:rsidRPr="00586034" w:rsidRDefault="00586034" w:rsidP="00C652DF">
      <w:pPr>
        <w:numPr>
          <w:ilvl w:val="0"/>
          <w:numId w:val="17"/>
        </w:numPr>
        <w:spacing w:before="120" w:line="280" w:lineRule="exact"/>
        <w:jc w:val="both"/>
        <w:rPr>
          <w:sz w:val="24"/>
          <w:szCs w:val="20"/>
        </w:rPr>
      </w:pPr>
      <w:r w:rsidRPr="00586034">
        <w:rPr>
          <w:sz w:val="24"/>
          <w:szCs w:val="20"/>
        </w:rPr>
        <w:tab/>
        <w:t>monitoring the aggregate pace of activity in progressing COAG’s agreed reform agenda; and</w:t>
      </w:r>
    </w:p>
    <w:p w:rsidR="00586034" w:rsidRPr="00586034" w:rsidRDefault="00586034" w:rsidP="00C652DF">
      <w:pPr>
        <w:numPr>
          <w:ilvl w:val="0"/>
          <w:numId w:val="17"/>
        </w:numPr>
        <w:spacing w:before="120" w:line="280" w:lineRule="exact"/>
        <w:jc w:val="both"/>
        <w:rPr>
          <w:sz w:val="24"/>
          <w:szCs w:val="20"/>
        </w:rPr>
      </w:pPr>
      <w:r w:rsidRPr="00586034">
        <w:rPr>
          <w:sz w:val="24"/>
          <w:szCs w:val="20"/>
        </w:rPr>
        <w:tab/>
        <w:t>other matters referred by COAG. [para A11]</w:t>
      </w:r>
    </w:p>
    <w:p w:rsidR="00586034" w:rsidRPr="00586034" w:rsidRDefault="00586034" w:rsidP="00586034">
      <w:pPr>
        <w:spacing w:before="240" w:line="320" w:lineRule="atLeast"/>
        <w:jc w:val="both"/>
        <w:rPr>
          <w:szCs w:val="20"/>
        </w:rPr>
      </w:pPr>
      <w:r w:rsidRPr="00586034">
        <w:rPr>
          <w:szCs w:val="20"/>
        </w:rPr>
        <w:t>The IGA further specifies that:</w:t>
      </w:r>
    </w:p>
    <w:p w:rsidR="00586034" w:rsidRPr="00586034" w:rsidRDefault="00586034" w:rsidP="00586034">
      <w:pPr>
        <w:spacing w:before="120" w:line="280" w:lineRule="exact"/>
        <w:ind w:left="340"/>
        <w:jc w:val="both"/>
        <w:rPr>
          <w:sz w:val="24"/>
          <w:szCs w:val="20"/>
        </w:rPr>
      </w:pPr>
      <w:r w:rsidRPr="00586034">
        <w:rPr>
          <w:sz w:val="24"/>
          <w:szCs w:val="20"/>
        </w:rPr>
        <w:t>The [CRC] will provide annual reports to COAG containing the performance data. It will also report its own comparative analysis of the performance of governments in meeting the objectives of the National Agreements. The reports will also highlight examples of good practice and performance so that, over time, innovative reforms or methods of service delivery may be adopted by other jurisdictions. The parties [to the IGA] will provide the [CRC] the information necessary for it to fulfil its role, as directed by COAG. [para. C14]</w:t>
      </w:r>
    </w:p>
    <w:p w:rsidR="00586034" w:rsidRPr="00586034" w:rsidRDefault="00586034" w:rsidP="00586034">
      <w:pPr>
        <w:spacing w:before="120" w:line="280" w:lineRule="exact"/>
        <w:ind w:left="340"/>
        <w:jc w:val="both"/>
        <w:rPr>
          <w:sz w:val="24"/>
          <w:szCs w:val="20"/>
        </w:rPr>
      </w:pPr>
      <w:r w:rsidRPr="00586034">
        <w:rPr>
          <w:sz w:val="24"/>
          <w:szCs w:val="20"/>
        </w:rPr>
        <w:t>The [CRCs] reports should be provided to COAG no later than three months after receiving the performance information from the Steering Committee. [para. C15]</w:t>
      </w:r>
    </w:p>
    <w:p w:rsidR="00586034" w:rsidRDefault="00586034" w:rsidP="00586034">
      <w:pPr>
        <w:spacing w:before="120" w:line="280" w:lineRule="exact"/>
        <w:ind w:left="340"/>
        <w:jc w:val="both"/>
        <w:rPr>
          <w:sz w:val="24"/>
          <w:szCs w:val="20"/>
        </w:rPr>
      </w:pPr>
      <w:r w:rsidRPr="00586034">
        <w:rPr>
          <w:sz w:val="24"/>
          <w:szCs w:val="20"/>
        </w:rPr>
        <w:t>In preparing its performance information reports, the [CRC] may draw upon other data collection agencies and subject experts it considers relevant to its work. [para C16]</w:t>
      </w:r>
    </w:p>
    <w:p w:rsidR="008231D3" w:rsidRPr="00586034" w:rsidRDefault="008231D3" w:rsidP="00586034">
      <w:pPr>
        <w:spacing w:before="120" w:line="280" w:lineRule="exact"/>
        <w:ind w:left="340"/>
        <w:jc w:val="both"/>
        <w:rPr>
          <w:sz w:val="24"/>
          <w:szCs w:val="20"/>
        </w:rPr>
      </w:pPr>
      <w:r>
        <w:rPr>
          <w:sz w:val="24"/>
          <w:szCs w:val="20"/>
        </w:rPr>
        <w:t>The COAG Reform Council may advise on where changes might be made to the performance reporting framework. [para. C30]</w:t>
      </w:r>
    </w:p>
    <w:p w:rsidR="00DF3AA3" w:rsidRDefault="00DF3AA3" w:rsidP="00586034">
      <w:pPr>
        <w:pStyle w:val="Heading4"/>
      </w:pPr>
      <w:r>
        <w:t>Role of the Steering Committee</w:t>
      </w:r>
    </w:p>
    <w:p w:rsidR="00DF3AA3" w:rsidRDefault="00DF3AA3" w:rsidP="00DF3AA3">
      <w:pPr>
        <w:pStyle w:val="BodyText"/>
      </w:pPr>
      <w:r>
        <w:t>The Steering Committee is required to report twice yearly to the CRC on performance under the NAs. Reports from the Steering Committee to the CRC are required:</w:t>
      </w:r>
    </w:p>
    <w:p w:rsidR="00DF3AA3" w:rsidRDefault="00DF3AA3" w:rsidP="00586034">
      <w:pPr>
        <w:pStyle w:val="ListBullet"/>
      </w:pPr>
      <w:r>
        <w:t>by end-June on the education and training sector (</w:t>
      </w:r>
      <w:r w:rsidRPr="00586034">
        <w:rPr>
          <w:i/>
        </w:rPr>
        <w:t>National Education Agreement</w:t>
      </w:r>
      <w:r>
        <w:t xml:space="preserve"> [NEA] and the NASWD, commencing with p</w:t>
      </w:r>
      <w:r w:rsidR="001D2206">
        <w:t>erformance information for 2008</w:t>
      </w:r>
    </w:p>
    <w:p w:rsidR="00DF3AA3" w:rsidRDefault="00DF3AA3" w:rsidP="00586034">
      <w:pPr>
        <w:pStyle w:val="ListBullet"/>
      </w:pPr>
      <w:r>
        <w:lastRenderedPageBreak/>
        <w:t>by end-December on the other sectors (</w:t>
      </w:r>
      <w:r w:rsidRPr="008A0CB8">
        <w:rPr>
          <w:i/>
        </w:rPr>
        <w:t>National Healthcare Agreement</w:t>
      </w:r>
      <w:r>
        <w:t xml:space="preserve">, the </w:t>
      </w:r>
      <w:r w:rsidRPr="008A0CB8">
        <w:rPr>
          <w:i/>
        </w:rPr>
        <w:t>National Affordable Housing Agreement</w:t>
      </w:r>
      <w:r>
        <w:t xml:space="preserve">, the </w:t>
      </w:r>
      <w:r w:rsidRPr="008A0CB8">
        <w:rPr>
          <w:i/>
        </w:rPr>
        <w:t>National Disability Agreement</w:t>
      </w:r>
      <w:r>
        <w:t xml:space="preserve"> and the N</w:t>
      </w:r>
      <w:r w:rsidR="000B5441">
        <w:t>IRA</w:t>
      </w:r>
      <w:r>
        <w:t>), commencing with perf</w:t>
      </w:r>
      <w:r w:rsidR="001D2206">
        <w:t>ormance information for 2008-09</w:t>
      </w:r>
    </w:p>
    <w:p w:rsidR="00DF3AA3" w:rsidRDefault="00DF3AA3" w:rsidP="00586034">
      <w:pPr>
        <w:pStyle w:val="ListBullet"/>
      </w:pPr>
      <w:r>
        <w:t>including the provision of quality statements prepared by the collection agencies (based on the Australian Bureau of Statistics’ [ABS] data quality framework).</w:t>
      </w:r>
    </w:p>
    <w:p w:rsidR="00DF3AA3" w:rsidRDefault="00DF3AA3" w:rsidP="00D87377">
      <w:pPr>
        <w:pStyle w:val="BodyText"/>
      </w:pPr>
      <w:r>
        <w:t>The CRC has also requested the Steering Committee to collate data on the performance benchmarks for the reward components of the following NP agreements:</w:t>
      </w:r>
    </w:p>
    <w:p w:rsidR="00DF3AA3" w:rsidRPr="008231D3" w:rsidRDefault="00DF3AA3" w:rsidP="00586034">
      <w:pPr>
        <w:pStyle w:val="ListBullet"/>
        <w:rPr>
          <w:i/>
        </w:rPr>
      </w:pPr>
      <w:r w:rsidRPr="008231D3">
        <w:rPr>
          <w:i/>
        </w:rPr>
        <w:t>National Partnership Agreement on Youth Attainment and Transitions</w:t>
      </w:r>
    </w:p>
    <w:p w:rsidR="00DF3AA3" w:rsidRPr="008231D3" w:rsidRDefault="00DF3AA3" w:rsidP="00586034">
      <w:pPr>
        <w:pStyle w:val="ListBullet"/>
        <w:rPr>
          <w:i/>
        </w:rPr>
      </w:pPr>
      <w:r w:rsidRPr="008231D3">
        <w:rPr>
          <w:i/>
        </w:rPr>
        <w:t>National Partnership Agreement on Essential Vaccines</w:t>
      </w:r>
    </w:p>
    <w:p w:rsidR="008231D3" w:rsidRDefault="00DF3AA3" w:rsidP="00586034">
      <w:pPr>
        <w:pStyle w:val="ListBullet"/>
      </w:pPr>
      <w:r w:rsidRPr="008231D3">
        <w:rPr>
          <w:i/>
        </w:rPr>
        <w:t>National Partnership Agreement on the Elective Surgery Waiting List Reduction Plan</w:t>
      </w:r>
      <w:r>
        <w:t xml:space="preserve"> (Steering Committee reporting for this NP was completed in May 2011)</w:t>
      </w:r>
    </w:p>
    <w:p w:rsidR="00DF3AA3" w:rsidRDefault="008231D3" w:rsidP="00586034">
      <w:pPr>
        <w:pStyle w:val="ListBullet"/>
      </w:pPr>
      <w:r>
        <w:rPr>
          <w:i/>
        </w:rPr>
        <w:t>National Partnership Agreement on Improving Public Hospital Services</w:t>
      </w:r>
      <w:r w:rsidR="00DF3AA3">
        <w:t>.</w:t>
      </w:r>
    </w:p>
    <w:p w:rsidR="00DF3AA3" w:rsidRDefault="00DF3AA3" w:rsidP="00DF3AA3">
      <w:pPr>
        <w:pStyle w:val="BodyText"/>
      </w:pPr>
      <w:r>
        <w:t>The Steering Committee will report separately to the CRC on these NP agreements.</w:t>
      </w:r>
    </w:p>
    <w:p w:rsidR="00DF3AA3" w:rsidRDefault="00DF3AA3" w:rsidP="00586034">
      <w:pPr>
        <w:pStyle w:val="Heading4"/>
      </w:pPr>
      <w:r>
        <w:t xml:space="preserve">Role of </w:t>
      </w:r>
      <w:r w:rsidR="001F558D">
        <w:t>COAG</w:t>
      </w:r>
      <w:r>
        <w:t xml:space="preserve"> Councils and COAG Working Groups</w:t>
      </w:r>
    </w:p>
    <w:p w:rsidR="0028355C" w:rsidRPr="0028355C" w:rsidRDefault="0028355C" w:rsidP="0028355C">
      <w:pPr>
        <w:spacing w:before="240" w:line="320" w:lineRule="atLeast"/>
        <w:jc w:val="both"/>
        <w:rPr>
          <w:szCs w:val="20"/>
        </w:rPr>
      </w:pPr>
      <w:r w:rsidRPr="0028355C">
        <w:rPr>
          <w:szCs w:val="20"/>
        </w:rPr>
        <w:t>The IGA states that:</w:t>
      </w:r>
    </w:p>
    <w:p w:rsidR="0028355C" w:rsidRPr="0028355C" w:rsidRDefault="0028355C" w:rsidP="0028355C">
      <w:pPr>
        <w:spacing w:before="120" w:line="280" w:lineRule="exact"/>
        <w:ind w:left="340"/>
        <w:jc w:val="both"/>
        <w:rPr>
          <w:sz w:val="24"/>
          <w:szCs w:val="20"/>
        </w:rPr>
      </w:pPr>
      <w:r w:rsidRPr="0028355C">
        <w:rPr>
          <w:sz w:val="24"/>
          <w:szCs w:val="20"/>
        </w:rPr>
        <w:t xml:space="preserve">The role of relevant </w:t>
      </w:r>
      <w:r w:rsidR="001F558D">
        <w:rPr>
          <w:sz w:val="24"/>
          <w:szCs w:val="20"/>
        </w:rPr>
        <w:t>COAG</w:t>
      </w:r>
      <w:r w:rsidRPr="0028355C">
        <w:rPr>
          <w:sz w:val="24"/>
          <w:szCs w:val="20"/>
        </w:rPr>
        <w:t xml:space="preserve"> Councils, other than the </w:t>
      </w:r>
      <w:r w:rsidR="001F558D">
        <w:rPr>
          <w:sz w:val="24"/>
          <w:szCs w:val="20"/>
        </w:rPr>
        <w:t>Standing</w:t>
      </w:r>
      <w:r w:rsidRPr="0028355C">
        <w:rPr>
          <w:sz w:val="24"/>
          <w:szCs w:val="20"/>
        </w:rPr>
        <w:t xml:space="preserve"> Council for Federal Financial Relations, and relevant COAG Working Groups with respect to [the IGA] includes recommending to COAG on:</w:t>
      </w:r>
    </w:p>
    <w:p w:rsidR="0028355C" w:rsidRPr="0028355C" w:rsidRDefault="0028355C" w:rsidP="00C652DF">
      <w:pPr>
        <w:numPr>
          <w:ilvl w:val="0"/>
          <w:numId w:val="18"/>
        </w:numPr>
        <w:spacing w:before="120" w:line="280" w:lineRule="exact"/>
        <w:jc w:val="both"/>
        <w:rPr>
          <w:sz w:val="24"/>
          <w:szCs w:val="20"/>
        </w:rPr>
      </w:pPr>
      <w:r w:rsidRPr="0028355C">
        <w:rPr>
          <w:sz w:val="24"/>
          <w:szCs w:val="20"/>
        </w:rPr>
        <w:t>development of objectives, outcomes, outputs and performance indicators for National Agreements; and</w:t>
      </w:r>
    </w:p>
    <w:p w:rsidR="0028355C" w:rsidRPr="0028355C" w:rsidRDefault="0028355C" w:rsidP="00C652DF">
      <w:pPr>
        <w:numPr>
          <w:ilvl w:val="0"/>
          <w:numId w:val="18"/>
        </w:numPr>
        <w:spacing w:before="120" w:line="280" w:lineRule="exact"/>
        <w:jc w:val="both"/>
        <w:rPr>
          <w:sz w:val="24"/>
          <w:szCs w:val="20"/>
        </w:rPr>
      </w:pPr>
      <w:r w:rsidRPr="0028355C">
        <w:rPr>
          <w:sz w:val="24"/>
          <w:szCs w:val="20"/>
        </w:rPr>
        <w:tab/>
        <w:t>proposing new specific projects and reforms which could be supported by National Partnerships. [para. A9]</w:t>
      </w:r>
    </w:p>
    <w:p w:rsidR="00DF3AA3" w:rsidRDefault="001F558D" w:rsidP="00DF3AA3">
      <w:pPr>
        <w:pStyle w:val="BodyText"/>
      </w:pPr>
      <w:r>
        <w:t>COAG</w:t>
      </w:r>
      <w:r w:rsidR="00DF3AA3">
        <w:t xml:space="preserve"> Council</w:t>
      </w:r>
      <w:r>
        <w:t>s may also be consulted by the S</w:t>
      </w:r>
      <w:r w:rsidR="00DF3AA3">
        <w:t>CFFR, in relation to its roles in:</w:t>
      </w:r>
    </w:p>
    <w:p w:rsidR="00DF3AA3" w:rsidRDefault="00DF3AA3" w:rsidP="0028355C">
      <w:pPr>
        <w:pStyle w:val="ListBullet"/>
      </w:pPr>
      <w:r>
        <w:t>maintaining a register of the national minimum data sets [para. C28]</w:t>
      </w:r>
    </w:p>
    <w:p w:rsidR="00DF3AA3" w:rsidRDefault="00DF3AA3" w:rsidP="0028355C">
      <w:pPr>
        <w:pStyle w:val="ListBullet"/>
      </w:pPr>
      <w:r>
        <w:t>oversighting progress in improving the quality and timeliness of indicator data and the coordination of improvements in data collection processes, data quality and the timeliness of performance reporting for the National Performance Reporting System. [para. C29]</w:t>
      </w:r>
    </w:p>
    <w:p w:rsidR="00DF3AA3" w:rsidRDefault="00DF3AA3" w:rsidP="0028355C">
      <w:pPr>
        <w:pStyle w:val="Heading4"/>
      </w:pPr>
      <w:r>
        <w:lastRenderedPageBreak/>
        <w:t>Role of data collection agencies</w:t>
      </w:r>
    </w:p>
    <w:p w:rsidR="00DF3AA3" w:rsidRDefault="00DF3AA3" w:rsidP="00DF3AA3">
      <w:pPr>
        <w:pStyle w:val="BodyText"/>
      </w:pPr>
      <w:r>
        <w:t>Data collection agencies are responsible for providing the required data to the Steering Committee, and preparing data quality statements ‘… which set out the quality attributes of the data using the ABS’ Quality Framework’. [para. C12]</w:t>
      </w:r>
    </w:p>
    <w:p w:rsidR="00DF3AA3" w:rsidRDefault="00DF3AA3" w:rsidP="00DF3AA3">
      <w:pPr>
        <w:pStyle w:val="BodyText"/>
      </w:pPr>
      <w:r>
        <w:t>As noted above, data collection agencies may also be called upon by the CRC, as the CRC prepares its performance information reports. [para. C16]</w:t>
      </w:r>
    </w:p>
    <w:p w:rsidR="00DF3AA3" w:rsidRDefault="00DF3AA3" w:rsidP="00DF3AA3">
      <w:pPr>
        <w:pStyle w:val="BodyText"/>
      </w:pPr>
      <w:r>
        <w:t>Data collection agencie</w:t>
      </w:r>
      <w:r w:rsidR="00CA6B35">
        <w:t>s may also be consulted by the S</w:t>
      </w:r>
      <w:r>
        <w:t>CFFR, in relation to its roles in:</w:t>
      </w:r>
    </w:p>
    <w:p w:rsidR="00DF3AA3" w:rsidRDefault="00DF3AA3" w:rsidP="0028355C">
      <w:pPr>
        <w:pStyle w:val="ListBullet"/>
      </w:pPr>
      <w:r>
        <w:t>maintaining a register of the national minimum data sets [para. C28]</w:t>
      </w:r>
    </w:p>
    <w:p w:rsidR="00DF3AA3" w:rsidRDefault="00DF3AA3" w:rsidP="0028355C">
      <w:pPr>
        <w:pStyle w:val="ListBullet"/>
      </w:pPr>
      <w:r>
        <w:t>oversighting progress in improving the quality and timeliness of indicator data and the coordination of improvements in data collection processes, data quality and the timeliness of performance reporting for the National Performance Reporting System. [para. C29]</w:t>
      </w:r>
    </w:p>
    <w:p w:rsidR="00DF3AA3" w:rsidRDefault="00DF3AA3" w:rsidP="00DF3AA3">
      <w:pPr>
        <w:pStyle w:val="BodyText"/>
      </w:pPr>
      <w:r>
        <w:t xml:space="preserve"> </w:t>
      </w:r>
    </w:p>
    <w:p w:rsidR="0028355C" w:rsidRDefault="0028355C">
      <w:pPr>
        <w:rPr>
          <w:szCs w:val="20"/>
        </w:rPr>
      </w:pPr>
      <w:r>
        <w:br w:type="page"/>
      </w:r>
    </w:p>
    <w:p w:rsidR="00DF3AA3" w:rsidRDefault="00DF3AA3" w:rsidP="0028355C">
      <w:pPr>
        <w:pStyle w:val="Heading2"/>
      </w:pPr>
      <w:r>
        <w:lastRenderedPageBreak/>
        <w:t>Performance reporting</w:t>
      </w:r>
    </w:p>
    <w:p w:rsidR="00245C82" w:rsidRDefault="00DF3AA3" w:rsidP="00DF3AA3">
      <w:pPr>
        <w:pStyle w:val="BodyText"/>
      </w:pPr>
      <w:r>
        <w:t>The Steering Committee is required to collate performance information for the NASWD and provide it to the CRC no later than 30 June 2012. The CRC has requested the Steering Committee to provide information on all performance categories in the NAs (variously referred to as ‘outputs’, ‘progress measures’, ‘performance indicators’, ‘performance benchmarks’ and ‘targets’).</w:t>
      </w:r>
    </w:p>
    <w:p w:rsidR="0028355C" w:rsidRDefault="0028355C" w:rsidP="0028355C">
      <w:pPr>
        <w:pStyle w:val="BodyText"/>
      </w:pPr>
      <w:r>
        <w:t>The NASWD includes the performance categories of ‘performance indicators’ and ‘targets’. The links between the objective, outcomes and associated performance categories in the NASWD are illustrated in figure </w:t>
      </w:r>
      <w:r w:rsidRPr="00212A4D">
        <w:t>1</w:t>
      </w:r>
      <w:r>
        <w:t>.</w:t>
      </w:r>
    </w:p>
    <w:p w:rsidR="0028355C" w:rsidRPr="00BC7D63" w:rsidRDefault="0028355C" w:rsidP="0028355C">
      <w:pPr>
        <w:pStyle w:val="FigureTitle"/>
      </w:pPr>
      <w:r>
        <w:rPr>
          <w:b w:val="0"/>
        </w:rPr>
        <w:t>Figure </w:t>
      </w:r>
      <w:r w:rsidR="00503759">
        <w:rPr>
          <w:b w:val="0"/>
          <w:noProof/>
        </w:rPr>
        <w:t>1</w:t>
      </w:r>
      <w:r>
        <w:tab/>
        <w:t>NASWD performance reporting</w:t>
      </w:r>
      <w:r w:rsidRPr="00270A0B">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8355C" w:rsidTr="002E767C">
        <w:tc>
          <w:tcPr>
            <w:tcW w:w="8777" w:type="dxa"/>
            <w:tcBorders>
              <w:top w:val="single" w:sz="6" w:space="0" w:color="auto"/>
              <w:bottom w:val="single" w:sz="6" w:space="0" w:color="auto"/>
            </w:tcBorders>
          </w:tcPr>
          <w:p w:rsidR="0028355C" w:rsidRDefault="0028355C" w:rsidP="002E767C">
            <w:pPr>
              <w:pStyle w:val="Figure"/>
            </w:pPr>
            <w:r>
              <w:rPr>
                <w:noProof/>
              </w:rPr>
              <mc:AlternateContent>
                <mc:Choice Requires="wpc">
                  <w:drawing>
                    <wp:inline distT="0" distB="0" distL="0" distR="0" wp14:anchorId="5DEA805B" wp14:editId="084B12DB">
                      <wp:extent cx="5486400" cy="3429000"/>
                      <wp:effectExtent l="0" t="0" r="19050" b="0"/>
                      <wp:docPr id="10" name="Canvas 10" descr="Shows the links between the performance reporting categories in the NASWD."/>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AutoShape 4"/>
                              <wps:cNvSpPr>
                                <a:spLocks noChangeArrowheads="1"/>
                              </wps:cNvSpPr>
                              <wps:spPr bwMode="auto">
                                <a:xfrm>
                                  <a:off x="0" y="530224"/>
                                  <a:ext cx="1943100" cy="2060575"/>
                                </a:xfrm>
                                <a:prstGeom prst="roundRect">
                                  <a:avLst>
                                    <a:gd name="adj" fmla="val 16667"/>
                                  </a:avLst>
                                </a:prstGeom>
                                <a:solidFill>
                                  <a:srgbClr val="FFFFFF"/>
                                </a:solidFill>
                                <a:ln w="9525">
                                  <a:solidFill>
                                    <a:srgbClr val="000000"/>
                                  </a:solidFill>
                                  <a:round/>
                                  <a:headEnd/>
                                  <a:tailEnd/>
                                </a:ln>
                              </wps:spPr>
                              <wps:txbx>
                                <w:txbxContent>
                                  <w:p w:rsidR="001D43BF" w:rsidRDefault="001D43BF" w:rsidP="0028355C">
                                    <w:pPr>
                                      <w:rPr>
                                        <w:rFonts w:ascii="Arial" w:hAnsi="Arial" w:cs="Arial"/>
                                        <w:b/>
                                        <w:sz w:val="16"/>
                                        <w:szCs w:val="16"/>
                                      </w:rPr>
                                    </w:pPr>
                                    <w:r w:rsidRPr="0038241D">
                                      <w:rPr>
                                        <w:rFonts w:ascii="Arial" w:hAnsi="Arial" w:cs="Arial"/>
                                        <w:b/>
                                        <w:sz w:val="16"/>
                                        <w:szCs w:val="16"/>
                                      </w:rPr>
                                      <w:t>Objective</w:t>
                                    </w:r>
                                  </w:p>
                                  <w:p w:rsidR="001D43BF" w:rsidRPr="0038241D" w:rsidRDefault="001D43BF" w:rsidP="0028355C">
                                    <w:pPr>
                                      <w:rPr>
                                        <w:rFonts w:ascii="Arial" w:hAnsi="Arial" w:cs="Arial"/>
                                        <w:b/>
                                        <w:sz w:val="16"/>
                                        <w:szCs w:val="16"/>
                                      </w:rPr>
                                    </w:pPr>
                                  </w:p>
                                  <w:p w:rsidR="001D43BF" w:rsidRPr="0038241D" w:rsidRDefault="001D43BF" w:rsidP="0028355C">
                                    <w:pPr>
                                      <w:rPr>
                                        <w:rFonts w:ascii="Arial" w:hAnsi="Arial" w:cs="Arial"/>
                                        <w:sz w:val="16"/>
                                        <w:szCs w:val="16"/>
                                      </w:rPr>
                                    </w:pPr>
                                    <w:r>
                                      <w:rPr>
                                        <w:rFonts w:ascii="Arial" w:hAnsi="Arial" w:cs="Arial"/>
                                        <w:sz w:val="16"/>
                                        <w:szCs w:val="16"/>
                                      </w:rPr>
                                      <w:t>A vocational education and training (VET) system that delivers a productive and highly skilled workforce, and which enables all working age Australians to  develop the skills and qualifications needed to participate effectively in the labour market and contribute to Australia’s economic future; and supports the achievement of increased rates of  increased rates of workforce participation</w:t>
                                    </w:r>
                                  </w:p>
                                  <w:p w:rsidR="001D43BF" w:rsidRPr="0038241D" w:rsidRDefault="001D43BF" w:rsidP="0028355C">
                                    <w:pPr>
                                      <w:pStyle w:val="BodyText"/>
                                      <w:rPr>
                                        <w:rFonts w:ascii="Arial" w:hAnsi="Arial" w:cs="Arial"/>
                                        <w:sz w:val="16"/>
                                        <w:szCs w:val="16"/>
                                      </w:rPr>
                                    </w:pPr>
                                  </w:p>
                                </w:txbxContent>
                              </wps:txbx>
                              <wps:bodyPr rot="0" vert="horz" wrap="square" lIns="91440" tIns="45720" rIns="91440" bIns="45720" anchor="t" anchorCtr="0" upright="1">
                                <a:noAutofit/>
                              </wps:bodyPr>
                            </wps:wsp>
                            <wps:wsp>
                              <wps:cNvPr id="2" name="AutoShape 5"/>
                              <wps:cNvSpPr>
                                <a:spLocks noChangeArrowheads="1"/>
                              </wps:cNvSpPr>
                              <wps:spPr bwMode="auto">
                                <a:xfrm>
                                  <a:off x="2171700" y="914400"/>
                                  <a:ext cx="1485900" cy="1073150"/>
                                </a:xfrm>
                                <a:prstGeom prst="roundRect">
                                  <a:avLst>
                                    <a:gd name="adj" fmla="val 16667"/>
                                  </a:avLst>
                                </a:prstGeom>
                                <a:solidFill>
                                  <a:srgbClr val="FFFFFF"/>
                                </a:solidFill>
                                <a:ln w="9525">
                                  <a:solidFill>
                                    <a:srgbClr val="000000"/>
                                  </a:solidFill>
                                  <a:round/>
                                  <a:headEnd/>
                                  <a:tailEnd/>
                                </a:ln>
                              </wps:spPr>
                              <wps:txbx>
                                <w:txbxContent>
                                  <w:p w:rsidR="001D43BF" w:rsidRDefault="001D43BF" w:rsidP="0028355C">
                                    <w:pPr>
                                      <w:rPr>
                                        <w:rFonts w:ascii="Arial" w:hAnsi="Arial" w:cs="Arial"/>
                                        <w:b/>
                                        <w:sz w:val="16"/>
                                        <w:szCs w:val="16"/>
                                      </w:rPr>
                                    </w:pPr>
                                    <w:r w:rsidRPr="0038241D">
                                      <w:rPr>
                                        <w:rFonts w:ascii="Arial" w:hAnsi="Arial" w:cs="Arial"/>
                                        <w:b/>
                                        <w:sz w:val="16"/>
                                        <w:szCs w:val="16"/>
                                      </w:rPr>
                                      <w:t>Outcomes</w:t>
                                    </w:r>
                                  </w:p>
                                  <w:p w:rsidR="001D43BF" w:rsidRPr="0038241D" w:rsidRDefault="001D43BF" w:rsidP="0028355C">
                                    <w:pPr>
                                      <w:rPr>
                                        <w:rFonts w:ascii="Arial" w:hAnsi="Arial" w:cs="Arial"/>
                                        <w:b/>
                                        <w:sz w:val="16"/>
                                        <w:szCs w:val="16"/>
                                      </w:rPr>
                                    </w:pPr>
                                  </w:p>
                                  <w:p w:rsidR="001D43BF" w:rsidRPr="0038241D" w:rsidRDefault="001D43BF" w:rsidP="0028355C">
                                    <w:pPr>
                                      <w:rPr>
                                        <w:rFonts w:ascii="Arial" w:hAnsi="Arial" w:cs="Arial"/>
                                        <w:sz w:val="16"/>
                                        <w:szCs w:val="16"/>
                                      </w:rPr>
                                    </w:pPr>
                                    <w:r w:rsidRPr="0038241D">
                                      <w:rPr>
                                        <w:rFonts w:ascii="Arial" w:hAnsi="Arial" w:cs="Arial"/>
                                        <w:sz w:val="16"/>
                                        <w:szCs w:val="16"/>
                                      </w:rPr>
                                      <w:t xml:space="preserve">eg </w:t>
                                    </w:r>
                                    <w:r>
                                      <w:rPr>
                                        <w:rFonts w:ascii="Arial" w:hAnsi="Arial" w:cs="Arial"/>
                                        <w:sz w:val="16"/>
                                        <w:szCs w:val="16"/>
                                      </w:rPr>
                                      <w:t>the skill levels of the working age population are increased to meet the changing needs of the economy</w:t>
                                    </w:r>
                                  </w:p>
                                </w:txbxContent>
                              </wps:txbx>
                              <wps:bodyPr rot="0" vert="horz" wrap="square" lIns="91440" tIns="45720" rIns="91440" bIns="45720" anchor="t" anchorCtr="0" upright="1">
                                <a:noAutofit/>
                              </wps:bodyPr>
                            </wps:wsp>
                            <wps:wsp>
                              <wps:cNvPr id="3" name="AutoShape 6"/>
                              <wps:cNvSpPr>
                                <a:spLocks noChangeArrowheads="1"/>
                              </wps:cNvSpPr>
                              <wps:spPr bwMode="auto">
                                <a:xfrm>
                                  <a:off x="3886200" y="1758950"/>
                                  <a:ext cx="1600200" cy="1143000"/>
                                </a:xfrm>
                                <a:prstGeom prst="roundRect">
                                  <a:avLst>
                                    <a:gd name="adj" fmla="val 16667"/>
                                  </a:avLst>
                                </a:prstGeom>
                                <a:solidFill>
                                  <a:srgbClr val="C0C0C0"/>
                                </a:solidFill>
                                <a:ln w="9525">
                                  <a:solidFill>
                                    <a:srgbClr val="000000"/>
                                  </a:solidFill>
                                  <a:round/>
                                  <a:headEnd/>
                                  <a:tailEnd/>
                                </a:ln>
                              </wps:spPr>
                              <wps:txbx>
                                <w:txbxContent>
                                  <w:p w:rsidR="001D43BF" w:rsidRDefault="001D43BF" w:rsidP="0028355C">
                                    <w:pPr>
                                      <w:rPr>
                                        <w:rFonts w:ascii="Arial" w:hAnsi="Arial" w:cs="Arial"/>
                                        <w:b/>
                                        <w:sz w:val="16"/>
                                        <w:szCs w:val="16"/>
                                      </w:rPr>
                                    </w:pPr>
                                    <w:r>
                                      <w:rPr>
                                        <w:rFonts w:ascii="Arial" w:hAnsi="Arial" w:cs="Arial"/>
                                        <w:b/>
                                        <w:sz w:val="16"/>
                                        <w:szCs w:val="16"/>
                                      </w:rPr>
                                      <w:t>T</w:t>
                                    </w:r>
                                    <w:r w:rsidRPr="0038241D">
                                      <w:rPr>
                                        <w:rFonts w:ascii="Arial" w:hAnsi="Arial" w:cs="Arial"/>
                                        <w:b/>
                                        <w:sz w:val="16"/>
                                        <w:szCs w:val="16"/>
                                      </w:rPr>
                                      <w:t>argets</w:t>
                                    </w:r>
                                  </w:p>
                                  <w:p w:rsidR="001D43BF" w:rsidRPr="0038241D" w:rsidRDefault="001D43BF" w:rsidP="0028355C">
                                    <w:pPr>
                                      <w:rPr>
                                        <w:rFonts w:ascii="Arial" w:hAnsi="Arial" w:cs="Arial"/>
                                        <w:b/>
                                        <w:sz w:val="16"/>
                                        <w:szCs w:val="16"/>
                                      </w:rPr>
                                    </w:pPr>
                                  </w:p>
                                  <w:p w:rsidR="001D43BF" w:rsidRPr="0038241D" w:rsidRDefault="001D43BF" w:rsidP="0028355C">
                                    <w:pPr>
                                      <w:rPr>
                                        <w:rFonts w:ascii="Arial" w:hAnsi="Arial" w:cs="Arial"/>
                                        <w:sz w:val="16"/>
                                        <w:szCs w:val="16"/>
                                      </w:rPr>
                                    </w:pPr>
                                    <w:r w:rsidRPr="0038241D">
                                      <w:rPr>
                                        <w:rFonts w:ascii="Arial" w:hAnsi="Arial" w:cs="Arial"/>
                                        <w:sz w:val="16"/>
                                        <w:szCs w:val="16"/>
                                      </w:rPr>
                                      <w:t>eg Halve the proportion of Australians</w:t>
                                    </w:r>
                                    <w:r>
                                      <w:rPr>
                                        <w:rFonts w:ascii="Arial" w:hAnsi="Arial" w:cs="Arial"/>
                                        <w:sz w:val="16"/>
                                        <w:szCs w:val="16"/>
                                      </w:rPr>
                                      <w:t xml:space="preserve"> nationally</w:t>
                                    </w:r>
                                    <w:r w:rsidRPr="0038241D">
                                      <w:rPr>
                                        <w:rFonts w:ascii="Arial" w:hAnsi="Arial" w:cs="Arial"/>
                                        <w:sz w:val="16"/>
                                        <w:szCs w:val="16"/>
                                      </w:rPr>
                                      <w:t xml:space="preserve"> aged 20–64 without qualifications at Certificate III level and above between 2009 and 2020</w:t>
                                    </w:r>
                                  </w:p>
                                </w:txbxContent>
                              </wps:txbx>
                              <wps:bodyPr rot="0" vert="horz" wrap="square" lIns="91440" tIns="45720" rIns="91440" bIns="45720" anchor="t" anchorCtr="0" upright="1">
                                <a:noAutofit/>
                              </wps:bodyPr>
                            </wps:wsp>
                            <wps:wsp>
                              <wps:cNvPr id="4" name="AutoShape 7"/>
                              <wps:cNvSpPr>
                                <a:spLocks noChangeArrowheads="1"/>
                              </wps:cNvSpPr>
                              <wps:spPr bwMode="auto">
                                <a:xfrm>
                                  <a:off x="3886200" y="301625"/>
                                  <a:ext cx="1600200" cy="1028700"/>
                                </a:xfrm>
                                <a:prstGeom prst="roundRect">
                                  <a:avLst>
                                    <a:gd name="adj" fmla="val 16667"/>
                                  </a:avLst>
                                </a:prstGeom>
                                <a:solidFill>
                                  <a:srgbClr val="C0C0C0"/>
                                </a:solidFill>
                                <a:ln w="9525">
                                  <a:solidFill>
                                    <a:srgbClr val="000000"/>
                                  </a:solidFill>
                                  <a:round/>
                                  <a:headEnd/>
                                  <a:tailEnd/>
                                </a:ln>
                              </wps:spPr>
                              <wps:txbx>
                                <w:txbxContent>
                                  <w:p w:rsidR="001D43BF" w:rsidRDefault="001D43BF" w:rsidP="0028355C">
                                    <w:pPr>
                                      <w:rPr>
                                        <w:rFonts w:ascii="Arial" w:hAnsi="Arial" w:cs="Arial"/>
                                        <w:b/>
                                        <w:sz w:val="16"/>
                                        <w:szCs w:val="16"/>
                                      </w:rPr>
                                    </w:pPr>
                                    <w:r>
                                      <w:rPr>
                                        <w:rFonts w:ascii="Arial" w:hAnsi="Arial" w:cs="Arial"/>
                                        <w:b/>
                                        <w:sz w:val="16"/>
                                        <w:szCs w:val="16"/>
                                      </w:rPr>
                                      <w:t>Performance indicator</w:t>
                                    </w:r>
                                  </w:p>
                                  <w:p w:rsidR="001D43BF" w:rsidRPr="0038241D" w:rsidRDefault="001D43BF" w:rsidP="0028355C">
                                    <w:pPr>
                                      <w:rPr>
                                        <w:rFonts w:ascii="Arial" w:hAnsi="Arial" w:cs="Arial"/>
                                        <w:b/>
                                        <w:sz w:val="16"/>
                                        <w:szCs w:val="16"/>
                                      </w:rPr>
                                    </w:pPr>
                                  </w:p>
                                  <w:p w:rsidR="001D43BF" w:rsidRPr="0038241D" w:rsidRDefault="001D43BF" w:rsidP="0028355C">
                                    <w:pPr>
                                      <w:rPr>
                                        <w:rFonts w:ascii="Arial" w:hAnsi="Arial" w:cs="Arial"/>
                                        <w:sz w:val="16"/>
                                        <w:szCs w:val="16"/>
                                      </w:rPr>
                                    </w:pPr>
                                    <w:r>
                                      <w:rPr>
                                        <w:rFonts w:ascii="Arial" w:hAnsi="Arial" w:cs="Arial"/>
                                        <w:sz w:val="16"/>
                                        <w:szCs w:val="16"/>
                                      </w:rPr>
                                      <w:t>eg Proportion of working age population with higher level qualifications (Certificate III and above)</w:t>
                                    </w:r>
                                  </w:p>
                                </w:txbxContent>
                              </wps:txbx>
                              <wps:bodyPr rot="0" vert="horz" wrap="square" lIns="91440" tIns="45720" rIns="91440" bIns="45720" anchor="t" anchorCtr="0" upright="1">
                                <a:noAutofit/>
                              </wps:bodyPr>
                            </wps:wsp>
                            <wps:wsp>
                              <wps:cNvPr id="5" name="Line 8"/>
                              <wps:cNvCnPr/>
                              <wps:spPr bwMode="auto">
                                <a:xfrm>
                                  <a:off x="1943100" y="1434465"/>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9"/>
                              <wps:cNvCnPr/>
                              <wps:spPr bwMode="auto">
                                <a:xfrm>
                                  <a:off x="3772535" y="2263140"/>
                                  <a:ext cx="1143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10"/>
                              <wps:cNvCnPr/>
                              <wps:spPr bwMode="auto">
                                <a:xfrm>
                                  <a:off x="3771900" y="672465"/>
                                  <a:ext cx="1143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11"/>
                              <wps:cNvCnPr>
                                <a:cxnSpLocks noChangeShapeType="1"/>
                                <a:stCxn id="2" idx="3"/>
                              </wps:cNvCnPr>
                              <wps:spPr bwMode="auto">
                                <a:xfrm>
                                  <a:off x="3657600" y="145097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12"/>
                              <wps:cNvCnPr>
                                <a:cxnSpLocks noChangeShapeType="1"/>
                                <a:stCxn id="7" idx="0"/>
                                <a:endCxn id="6" idx="0"/>
                              </wps:cNvCnPr>
                              <wps:spPr bwMode="auto">
                                <a:xfrm>
                                  <a:off x="3771900" y="672465"/>
                                  <a:ext cx="635" cy="1590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0" o:spid="_x0000_s1026" editas="canvas" alt="Description: Shows the links between the performance reporting categories in the NASWD." style="width:6in;height:270pt;mso-position-horizontal-relative:char;mso-position-vertical-relative:line" coordsize="54864,3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Shows the links between the performance reporting categories in the NASWD." style="position:absolute;width:54864;height:34290;visibility:visible;mso-wrap-style:square">
                        <v:fill o:detectmouseclick="t"/>
                        <v:path o:connecttype="none"/>
                      </v:shape>
                      <v:roundrect id="AutoShape 4" o:spid="_x0000_s1028" style="position:absolute;top:5302;width:19431;height:206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w:txbxContent>
                            <w:p w:rsidR="002D2AD1" w:rsidRDefault="002D2AD1" w:rsidP="0028355C">
                              <w:pPr>
                                <w:rPr>
                                  <w:rFonts w:ascii="Arial" w:hAnsi="Arial" w:cs="Arial"/>
                                  <w:b/>
                                  <w:sz w:val="16"/>
                                  <w:szCs w:val="16"/>
                                </w:rPr>
                              </w:pPr>
                              <w:r w:rsidRPr="0038241D">
                                <w:rPr>
                                  <w:rFonts w:ascii="Arial" w:hAnsi="Arial" w:cs="Arial"/>
                                  <w:b/>
                                  <w:sz w:val="16"/>
                                  <w:szCs w:val="16"/>
                                </w:rPr>
                                <w:t>Objective</w:t>
                              </w:r>
                            </w:p>
                            <w:p w:rsidR="002D2AD1" w:rsidRPr="0038241D" w:rsidRDefault="002D2AD1" w:rsidP="0028355C">
                              <w:pPr>
                                <w:rPr>
                                  <w:rFonts w:ascii="Arial" w:hAnsi="Arial" w:cs="Arial"/>
                                  <w:b/>
                                  <w:sz w:val="16"/>
                                  <w:szCs w:val="16"/>
                                </w:rPr>
                              </w:pPr>
                            </w:p>
                            <w:p w:rsidR="002D2AD1" w:rsidRPr="0038241D" w:rsidRDefault="002D2AD1" w:rsidP="0028355C">
                              <w:pPr>
                                <w:rPr>
                                  <w:rFonts w:ascii="Arial" w:hAnsi="Arial" w:cs="Arial"/>
                                  <w:sz w:val="16"/>
                                  <w:szCs w:val="16"/>
                                </w:rPr>
                              </w:pPr>
                              <w:r>
                                <w:rPr>
                                  <w:rFonts w:ascii="Arial" w:hAnsi="Arial" w:cs="Arial"/>
                                  <w:sz w:val="16"/>
                                  <w:szCs w:val="16"/>
                                </w:rPr>
                                <w:t>A vocational education and training (VET) system that delivers a productive and highly skilled workforce, and which enables all working age Australians to  develop the skills and qualifications needed to participate effectively in the labour market and contribute to Australia’s economic future; and supports the achievement of increased rates of  increased rates of workforce participation</w:t>
                              </w:r>
                            </w:p>
                            <w:p w:rsidR="002D2AD1" w:rsidRPr="0038241D" w:rsidRDefault="002D2AD1" w:rsidP="0028355C">
                              <w:pPr>
                                <w:pStyle w:val="BodyText"/>
                                <w:rPr>
                                  <w:rFonts w:ascii="Arial" w:hAnsi="Arial" w:cs="Arial"/>
                                  <w:sz w:val="16"/>
                                  <w:szCs w:val="16"/>
                                </w:rPr>
                              </w:pPr>
                            </w:p>
                          </w:txbxContent>
                        </v:textbox>
                      </v:roundrect>
                      <v:roundrect id="AutoShape 5" o:spid="_x0000_s1029" style="position:absolute;left:21717;top:9144;width:14859;height:1073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6CgsIA&#10;AADaAAAADwAAAGRycy9kb3ducmV2LnhtbESPQWsCMRSE74L/ITyhN00ULHVrlCIo3opbDx6fm9fd&#10;pZuXNcmu2/56Uyj0OMzMN8x6O9hG9ORD7VjDfKZAEBfO1FxqOH/spy8gQkQ22DgmDd8UYLsZj9aY&#10;GXfnE/V5LEWCcMhQQxVjm0kZiooshplriZP36bzFmKQvpfF4T3DbyIVSz9JizWmhwpZ2FRVfeWc1&#10;FEZ1yl/699V1GfOfvruxPNy0fpoMb68gIg3xP/zXPhoNC/i9km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joKCwgAAANoAAAAPAAAAAAAAAAAAAAAAAJgCAABkcnMvZG93&#10;bnJldi54bWxQSwUGAAAAAAQABAD1AAAAhwMAAAAA&#10;">
                        <v:textbox>
                          <w:txbxContent>
                            <w:p w:rsidR="002D2AD1" w:rsidRDefault="002D2AD1" w:rsidP="0028355C">
                              <w:pPr>
                                <w:rPr>
                                  <w:rFonts w:ascii="Arial" w:hAnsi="Arial" w:cs="Arial"/>
                                  <w:b/>
                                  <w:sz w:val="16"/>
                                  <w:szCs w:val="16"/>
                                </w:rPr>
                              </w:pPr>
                              <w:r w:rsidRPr="0038241D">
                                <w:rPr>
                                  <w:rFonts w:ascii="Arial" w:hAnsi="Arial" w:cs="Arial"/>
                                  <w:b/>
                                  <w:sz w:val="16"/>
                                  <w:szCs w:val="16"/>
                                </w:rPr>
                                <w:t>Outcomes</w:t>
                              </w:r>
                            </w:p>
                            <w:p w:rsidR="002D2AD1" w:rsidRPr="0038241D" w:rsidRDefault="002D2AD1" w:rsidP="0028355C">
                              <w:pPr>
                                <w:rPr>
                                  <w:rFonts w:ascii="Arial" w:hAnsi="Arial" w:cs="Arial"/>
                                  <w:b/>
                                  <w:sz w:val="16"/>
                                  <w:szCs w:val="16"/>
                                </w:rPr>
                              </w:pPr>
                            </w:p>
                            <w:p w:rsidR="002D2AD1" w:rsidRPr="0038241D" w:rsidRDefault="002D2AD1" w:rsidP="0028355C">
                              <w:pPr>
                                <w:rPr>
                                  <w:rFonts w:ascii="Arial" w:hAnsi="Arial" w:cs="Arial"/>
                                  <w:sz w:val="16"/>
                                  <w:szCs w:val="16"/>
                                </w:rPr>
                              </w:pPr>
                              <w:proofErr w:type="spellStart"/>
                              <w:r w:rsidRPr="0038241D">
                                <w:rPr>
                                  <w:rFonts w:ascii="Arial" w:hAnsi="Arial" w:cs="Arial"/>
                                  <w:sz w:val="16"/>
                                  <w:szCs w:val="16"/>
                                </w:rPr>
                                <w:t>eg</w:t>
                              </w:r>
                              <w:proofErr w:type="spellEnd"/>
                              <w:r w:rsidRPr="0038241D">
                                <w:rPr>
                                  <w:rFonts w:ascii="Arial" w:hAnsi="Arial" w:cs="Arial"/>
                                  <w:sz w:val="16"/>
                                  <w:szCs w:val="16"/>
                                </w:rPr>
                                <w:t xml:space="preserve"> </w:t>
                              </w:r>
                              <w:r>
                                <w:rPr>
                                  <w:rFonts w:ascii="Arial" w:hAnsi="Arial" w:cs="Arial"/>
                                  <w:sz w:val="16"/>
                                  <w:szCs w:val="16"/>
                                </w:rPr>
                                <w:t>the skill levels of the working age population are increased to meet the changing needs of the economy</w:t>
                              </w:r>
                            </w:p>
                          </w:txbxContent>
                        </v:textbox>
                      </v:roundrect>
                      <v:roundrect id="AutoShape 6" o:spid="_x0000_s1030" style="position:absolute;left:38862;top:17589;width:16002;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vVcIA&#10;AADaAAAADwAAAGRycy9kb3ducmV2LnhtbESPQWvCQBSE7wX/w/IEb3VTC2LTbKSIQvGksdLrI/ua&#10;hGbfhuzTxH/vFgoeh5n5hsnWo2vVlfrQeDbwMk9AEZfeNlwZ+DrtnleggiBbbD2TgRsFWOeTpwxT&#10;6wc+0rWQSkUIhxQN1CJdqnUoa3IY5r4jjt6P7x1KlH2lbY9DhLtWL5JkqR02HBdq7GhTU/lbXJyB&#10;836/HL5PQxmOh8u5eJOEpNsaM5uOH++ghEZ5hP/bn9bAK/xdiTdA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S9VwgAAANoAAAAPAAAAAAAAAAAAAAAAAJgCAABkcnMvZG93&#10;bnJldi54bWxQSwUGAAAAAAQABAD1AAAAhwMAAAAA&#10;" fillcolor="silver">
                        <v:textbox>
                          <w:txbxContent>
                            <w:p w:rsidR="002D2AD1" w:rsidRDefault="002D2AD1" w:rsidP="0028355C">
                              <w:pPr>
                                <w:rPr>
                                  <w:rFonts w:ascii="Arial" w:hAnsi="Arial" w:cs="Arial"/>
                                  <w:b/>
                                  <w:sz w:val="16"/>
                                  <w:szCs w:val="16"/>
                                </w:rPr>
                              </w:pPr>
                              <w:r>
                                <w:rPr>
                                  <w:rFonts w:ascii="Arial" w:hAnsi="Arial" w:cs="Arial"/>
                                  <w:b/>
                                  <w:sz w:val="16"/>
                                  <w:szCs w:val="16"/>
                                </w:rPr>
                                <w:t>T</w:t>
                              </w:r>
                              <w:r w:rsidRPr="0038241D">
                                <w:rPr>
                                  <w:rFonts w:ascii="Arial" w:hAnsi="Arial" w:cs="Arial"/>
                                  <w:b/>
                                  <w:sz w:val="16"/>
                                  <w:szCs w:val="16"/>
                                </w:rPr>
                                <w:t>argets</w:t>
                              </w:r>
                            </w:p>
                            <w:p w:rsidR="002D2AD1" w:rsidRPr="0038241D" w:rsidRDefault="002D2AD1" w:rsidP="0028355C">
                              <w:pPr>
                                <w:rPr>
                                  <w:rFonts w:ascii="Arial" w:hAnsi="Arial" w:cs="Arial"/>
                                  <w:b/>
                                  <w:sz w:val="16"/>
                                  <w:szCs w:val="16"/>
                                </w:rPr>
                              </w:pPr>
                            </w:p>
                            <w:p w:rsidR="002D2AD1" w:rsidRPr="0038241D" w:rsidRDefault="002D2AD1" w:rsidP="0028355C">
                              <w:pPr>
                                <w:rPr>
                                  <w:rFonts w:ascii="Arial" w:hAnsi="Arial" w:cs="Arial"/>
                                  <w:sz w:val="16"/>
                                  <w:szCs w:val="16"/>
                                </w:rPr>
                              </w:pPr>
                              <w:proofErr w:type="spellStart"/>
                              <w:r w:rsidRPr="0038241D">
                                <w:rPr>
                                  <w:rFonts w:ascii="Arial" w:hAnsi="Arial" w:cs="Arial"/>
                                  <w:sz w:val="16"/>
                                  <w:szCs w:val="16"/>
                                </w:rPr>
                                <w:t>eg</w:t>
                              </w:r>
                              <w:proofErr w:type="spellEnd"/>
                              <w:r w:rsidRPr="0038241D">
                                <w:rPr>
                                  <w:rFonts w:ascii="Arial" w:hAnsi="Arial" w:cs="Arial"/>
                                  <w:sz w:val="16"/>
                                  <w:szCs w:val="16"/>
                                </w:rPr>
                                <w:t xml:space="preserve"> Halve the proportion of Australians</w:t>
                              </w:r>
                              <w:r>
                                <w:rPr>
                                  <w:rFonts w:ascii="Arial" w:hAnsi="Arial" w:cs="Arial"/>
                                  <w:sz w:val="16"/>
                                  <w:szCs w:val="16"/>
                                </w:rPr>
                                <w:t xml:space="preserve"> nationally</w:t>
                              </w:r>
                              <w:r w:rsidRPr="0038241D">
                                <w:rPr>
                                  <w:rFonts w:ascii="Arial" w:hAnsi="Arial" w:cs="Arial"/>
                                  <w:sz w:val="16"/>
                                  <w:szCs w:val="16"/>
                                </w:rPr>
                                <w:t xml:space="preserve"> aged 20–64 without qualifications at Certificate III level and above between 2009 and 2020</w:t>
                              </w:r>
                            </w:p>
                          </w:txbxContent>
                        </v:textbox>
                      </v:roundrect>
                      <v:roundrect id="AutoShape 7" o:spid="_x0000_s1031" style="position:absolute;left:38862;top:3016;width:16002;height:102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y3IcIA&#10;AADaAAAADwAAAGRycy9kb3ducmV2LnhtbESPQWvCQBSE7wX/w/IEb3VTKWLTbKSIQvGksdLrI/ua&#10;hGbfhuzTxH/vFgoeh5n5hsnWo2vVlfrQeDbwMk9AEZfeNlwZ+DrtnleggiBbbD2TgRsFWOeTpwxT&#10;6wc+0rWQSkUIhxQN1CJdqnUoa3IY5r4jjt6P7x1KlH2lbY9DhLtWL5JkqR02HBdq7GhTU/lbXJyB&#10;836/HL5PQxmOh8u5eJOEpNsaM5uOH++ghEZ5hP/bn9bAK/xdiTdA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vLchwgAAANoAAAAPAAAAAAAAAAAAAAAAAJgCAABkcnMvZG93&#10;bnJldi54bWxQSwUGAAAAAAQABAD1AAAAhwMAAAAA&#10;" fillcolor="silver">
                        <v:textbox>
                          <w:txbxContent>
                            <w:p w:rsidR="002D2AD1" w:rsidRDefault="002D2AD1" w:rsidP="0028355C">
                              <w:pPr>
                                <w:rPr>
                                  <w:rFonts w:ascii="Arial" w:hAnsi="Arial" w:cs="Arial"/>
                                  <w:b/>
                                  <w:sz w:val="16"/>
                                  <w:szCs w:val="16"/>
                                </w:rPr>
                              </w:pPr>
                              <w:r>
                                <w:rPr>
                                  <w:rFonts w:ascii="Arial" w:hAnsi="Arial" w:cs="Arial"/>
                                  <w:b/>
                                  <w:sz w:val="16"/>
                                  <w:szCs w:val="16"/>
                                </w:rPr>
                                <w:t>Performance indicator</w:t>
                              </w:r>
                            </w:p>
                            <w:p w:rsidR="002D2AD1" w:rsidRPr="0038241D" w:rsidRDefault="002D2AD1" w:rsidP="0028355C">
                              <w:pPr>
                                <w:rPr>
                                  <w:rFonts w:ascii="Arial" w:hAnsi="Arial" w:cs="Arial"/>
                                  <w:b/>
                                  <w:sz w:val="16"/>
                                  <w:szCs w:val="16"/>
                                </w:rPr>
                              </w:pPr>
                            </w:p>
                            <w:p w:rsidR="002D2AD1" w:rsidRPr="0038241D" w:rsidRDefault="002D2AD1" w:rsidP="0028355C">
                              <w:pPr>
                                <w:rPr>
                                  <w:rFonts w:ascii="Arial" w:hAnsi="Arial" w:cs="Arial"/>
                                  <w:sz w:val="16"/>
                                  <w:szCs w:val="16"/>
                                </w:rPr>
                              </w:pPr>
                              <w:proofErr w:type="spellStart"/>
                              <w:r>
                                <w:rPr>
                                  <w:rFonts w:ascii="Arial" w:hAnsi="Arial" w:cs="Arial"/>
                                  <w:sz w:val="16"/>
                                  <w:szCs w:val="16"/>
                                </w:rPr>
                                <w:t>eg</w:t>
                              </w:r>
                              <w:proofErr w:type="spellEnd"/>
                              <w:r>
                                <w:rPr>
                                  <w:rFonts w:ascii="Arial" w:hAnsi="Arial" w:cs="Arial"/>
                                  <w:sz w:val="16"/>
                                  <w:szCs w:val="16"/>
                                </w:rPr>
                                <w:t xml:space="preserve"> Proportion of working age population with higher level qualifications (Certificate III and above)</w:t>
                              </w:r>
                            </w:p>
                          </w:txbxContent>
                        </v:textbox>
                      </v:roundrect>
                      <v:line id="Line 8" o:spid="_x0000_s1032" style="position:absolute;visibility:visible;mso-wrap-style:square" from="19431,14344" to="21717,14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Line 9" o:spid="_x0000_s1033" style="position:absolute;visibility:visible;mso-wrap-style:square" from="37725,22631" to="38868,22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0" o:spid="_x0000_s1034" style="position:absolute;visibility:visible;mso-wrap-style:square" from="37719,6724" to="38862,6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shapetype id="_x0000_t32" coordsize="21600,21600" o:spt="32" o:oned="t" path="m,l21600,21600e" filled="f">
                        <v:path arrowok="t" fillok="f" o:connecttype="none"/>
                        <o:lock v:ext="edit" shapetype="t"/>
                      </v:shapetype>
                      <v:shape id="AutoShape 11" o:spid="_x0000_s1035" type="#_x0000_t32" style="position:absolute;left:36576;top:14509;width:1143;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12" o:spid="_x0000_s1036" type="#_x0000_t32" style="position:absolute;left:37719;top:6724;width:6;height:159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w10:anchorlock/>
                    </v:group>
                  </w:pict>
                </mc:Fallback>
              </mc:AlternateContent>
            </w:r>
          </w:p>
        </w:tc>
      </w:tr>
    </w:tbl>
    <w:p w:rsidR="0028355C" w:rsidRPr="004C5A4A" w:rsidRDefault="0028355C" w:rsidP="0028355C">
      <w:pPr>
        <w:pStyle w:val="Note"/>
      </w:pPr>
      <w:r>
        <w:rPr>
          <w:rStyle w:val="NoteLabel"/>
        </w:rPr>
        <w:t>a</w:t>
      </w:r>
      <w:r>
        <w:t> </w:t>
      </w:r>
      <w:r w:rsidRPr="004C5A4A">
        <w:t xml:space="preserve">Shaded boxes indicate categories of performance information included in this report. </w:t>
      </w:r>
      <w:r>
        <w:rPr>
          <w:rStyle w:val="NoteLabel"/>
        </w:rPr>
        <w:t>b </w:t>
      </w:r>
      <w:r>
        <w:t>T</w:t>
      </w:r>
      <w:r w:rsidRPr="004C5A4A">
        <w:t xml:space="preserve">he </w:t>
      </w:r>
      <w:r>
        <w:t>NASWD</w:t>
      </w:r>
      <w:r w:rsidRPr="004C5A4A">
        <w:t xml:space="preserve"> has multiple outcomes, </w:t>
      </w:r>
      <w:r>
        <w:t>performance indicators</w:t>
      </w:r>
      <w:r w:rsidRPr="004C5A4A">
        <w:t xml:space="preserve"> and </w:t>
      </w:r>
      <w:r>
        <w:t>targets.</w:t>
      </w:r>
      <w:r w:rsidRPr="004C5A4A">
        <w:t xml:space="preserve"> </w:t>
      </w:r>
      <w:r>
        <w:t>O</w:t>
      </w:r>
      <w:r w:rsidRPr="004C5A4A">
        <w:t>nly one example of each</w:t>
      </w:r>
      <w:r>
        <w:t xml:space="preserve"> is</w:t>
      </w:r>
      <w:r w:rsidRPr="004C5A4A">
        <w:t xml:space="preserve"> included in this </w:t>
      </w:r>
      <w:r>
        <w:t>figure </w:t>
      </w:r>
      <w:r w:rsidRPr="004C5A4A">
        <w:t>for illustrative purposes</w:t>
      </w:r>
      <w:r>
        <w:t>.</w:t>
      </w:r>
    </w:p>
    <w:p w:rsidR="0028355C" w:rsidRDefault="0028355C" w:rsidP="0028355C">
      <w:pPr>
        <w:pStyle w:val="BodyText"/>
      </w:pPr>
      <w:r>
        <w:t>This report includes available data for:</w:t>
      </w:r>
    </w:p>
    <w:p w:rsidR="0028355C" w:rsidRDefault="0028355C" w:rsidP="002E767C">
      <w:pPr>
        <w:pStyle w:val="ListBullet"/>
      </w:pPr>
      <w:r>
        <w:t>NASWD performance indicators</w:t>
      </w:r>
    </w:p>
    <w:p w:rsidR="0028355C" w:rsidRDefault="0028355C" w:rsidP="002E767C">
      <w:pPr>
        <w:pStyle w:val="ListBullet"/>
      </w:pPr>
      <w:r>
        <w:t>NASWD targets (referred to in this report as performance targets).</w:t>
      </w:r>
    </w:p>
    <w:p w:rsidR="00CA6B35" w:rsidRDefault="0028355C" w:rsidP="0028355C">
      <w:pPr>
        <w:pStyle w:val="BodyText"/>
      </w:pPr>
      <w:r>
        <w:t>This is the fourth NASWD report prepared by the Steering Committee.</w:t>
      </w:r>
      <w:r w:rsidR="000B5441">
        <w:t xml:space="preserve"> The previous three reports provided performance information for the previous NASWD</w:t>
      </w:r>
      <w:r w:rsidR="00CA6B35">
        <w:t xml:space="preserve"> (COAG 2009b)</w:t>
      </w:r>
      <w:r w:rsidR="008F5813">
        <w:t>. T</w:t>
      </w:r>
      <w:r w:rsidR="000B5441">
        <w:t xml:space="preserve">his report provides performance information for the revised </w:t>
      </w:r>
      <w:r w:rsidR="000B5441">
        <w:lastRenderedPageBreak/>
        <w:t>NASWD</w:t>
      </w:r>
      <w:r w:rsidR="00CA6B35">
        <w:t xml:space="preserve"> (</w:t>
      </w:r>
      <w:r w:rsidR="00641401">
        <w:t xml:space="preserve">COAG </w:t>
      </w:r>
      <w:r w:rsidR="00CA6B35">
        <w:t>2012b)</w:t>
      </w:r>
      <w:r w:rsidR="000B5441">
        <w:t xml:space="preserve">. </w:t>
      </w:r>
      <w:r>
        <w:t>The CRC has requested</w:t>
      </w:r>
      <w:r w:rsidR="00CA6B35">
        <w:t xml:space="preserve"> the Steering Committee collate data backcast to the baseline NA reporting period (2008 or most recent available data at the time of preparing the baseline NASWD performance report), with the exception of indicators in the </w:t>
      </w:r>
      <w:r w:rsidR="008F5813">
        <w:t xml:space="preserve">revised </w:t>
      </w:r>
      <w:r w:rsidR="00CA6B35">
        <w:t xml:space="preserve">NASWD </w:t>
      </w:r>
      <w:r w:rsidR="008F5813">
        <w:t xml:space="preserve">that </w:t>
      </w:r>
      <w:r w:rsidR="00CA6B35">
        <w:t>are unchanged from the previous NASWD.</w:t>
      </w:r>
    </w:p>
    <w:p w:rsidR="0028355C" w:rsidRDefault="0028355C" w:rsidP="00D87377">
      <w:pPr>
        <w:pStyle w:val="BodyText"/>
      </w:pPr>
      <w:r>
        <w:t>This report contains the original data quality statements (DQSs) completed by relevant data collection agencies, and comments by the Steering Committee on the quality of reported data (based on the data quality statements). This report also includes Steering Committee views on areas for development of NAS</w:t>
      </w:r>
      <w:r w:rsidR="00CA6B35">
        <w:t>WD</w:t>
      </w:r>
      <w:r w:rsidR="00EE1CC6">
        <w:t xml:space="preserve"> </w:t>
      </w:r>
      <w:r w:rsidR="00CA6B35">
        <w:t>‘performance indicators</w:t>
      </w:r>
      <w:r>
        <w:t xml:space="preserve">’ and ‘performance targets’. Box </w:t>
      </w:r>
      <w:r w:rsidR="00CA6B35">
        <w:t>1</w:t>
      </w:r>
      <w:r>
        <w:t xml:space="preserve"> identifies the key issues in reporting on the performance categories in the NASWD.</w:t>
      </w:r>
    </w:p>
    <w:p w:rsidR="002E767C" w:rsidRDefault="002E767C" w:rsidP="00D8737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67C" w:rsidTr="00D87377">
        <w:tc>
          <w:tcPr>
            <w:tcW w:w="8771" w:type="dxa"/>
            <w:tcBorders>
              <w:top w:val="single" w:sz="6" w:space="0" w:color="auto"/>
              <w:left w:val="single" w:sz="4" w:space="0" w:color="auto"/>
              <w:bottom w:val="nil"/>
            </w:tcBorders>
            <w:shd w:val="clear" w:color="auto" w:fill="E6E6E6"/>
          </w:tcPr>
          <w:p w:rsidR="002E767C" w:rsidRDefault="002E767C" w:rsidP="00D87377">
            <w:pPr>
              <w:pStyle w:val="BoxTitle"/>
            </w:pPr>
            <w:r>
              <w:rPr>
                <w:b w:val="0"/>
              </w:rPr>
              <w:t xml:space="preserve">Box </w:t>
            </w:r>
            <w:bookmarkStart w:id="3" w:name="OLE_LINK10"/>
            <w:r w:rsidR="00503759">
              <w:rPr>
                <w:b w:val="0"/>
                <w:noProof/>
              </w:rPr>
              <w:t>1</w:t>
            </w:r>
            <w:bookmarkEnd w:id="3"/>
            <w:r>
              <w:tab/>
              <w:t>Key issues in reporting against the NASWD</w:t>
            </w:r>
          </w:p>
        </w:tc>
      </w:tr>
      <w:tr w:rsidR="002E767C" w:rsidTr="00D87377">
        <w:trPr>
          <w:cantSplit/>
        </w:trPr>
        <w:tc>
          <w:tcPr>
            <w:tcW w:w="8771" w:type="dxa"/>
            <w:tcBorders>
              <w:top w:val="nil"/>
              <w:left w:val="single" w:sz="4" w:space="0" w:color="auto"/>
              <w:bottom w:val="nil"/>
              <w:right w:val="single" w:sz="6" w:space="0" w:color="auto"/>
            </w:tcBorders>
            <w:shd w:val="clear" w:color="auto" w:fill="E6E6E6"/>
          </w:tcPr>
          <w:p w:rsidR="002E767C" w:rsidRDefault="002E767C" w:rsidP="00D87377">
            <w:pPr>
              <w:pStyle w:val="BoxHeading1"/>
            </w:pPr>
            <w:r>
              <w:t>General</w:t>
            </w:r>
          </w:p>
          <w:p w:rsidR="001B133B" w:rsidRDefault="00EE1CC6" w:rsidP="00D87377">
            <w:pPr>
              <w:pStyle w:val="BoxListBullet"/>
            </w:pPr>
            <w:r>
              <w:t xml:space="preserve">This is the first NASWD performance information report for the revised NASWD </w:t>
            </w:r>
            <w:r w:rsidR="0070753D">
              <w:t xml:space="preserve">endorsed by COAG at </w:t>
            </w:r>
            <w:r w:rsidR="009157A4">
              <w:t xml:space="preserve">its </w:t>
            </w:r>
            <w:r w:rsidR="0070753D">
              <w:t xml:space="preserve">13 April 2012 meeting. </w:t>
            </w:r>
            <w:r w:rsidR="002417DC">
              <w:t>The revised NASWD has six performance indicators</w:t>
            </w:r>
            <w:r w:rsidR="001B133B">
              <w:t xml:space="preserve">, two with associated </w:t>
            </w:r>
            <w:r w:rsidR="002417DC">
              <w:t xml:space="preserve">performance </w:t>
            </w:r>
            <w:r w:rsidR="008B07EF">
              <w:t>targets</w:t>
            </w:r>
            <w:r w:rsidR="002417DC">
              <w:t>. This report also includes the related training indicator from the National Indi</w:t>
            </w:r>
            <w:r w:rsidR="001D2206">
              <w:t>genous Reform Agreement (NIRA).</w:t>
            </w:r>
          </w:p>
          <w:p w:rsidR="004D23AB" w:rsidRDefault="0070753D" w:rsidP="00D87377">
            <w:pPr>
              <w:pStyle w:val="BoxListBullet"/>
            </w:pPr>
            <w:r>
              <w:t>At the request of the CRC, data have been backcast to the ba</w:t>
            </w:r>
            <w:r w:rsidR="004F238E">
              <w:t>seline NA reporting period</w:t>
            </w:r>
            <w:r>
              <w:t xml:space="preserve"> </w:t>
            </w:r>
            <w:r w:rsidR="009157A4">
              <w:t xml:space="preserve">of 2008 for new and/or revised indicators </w:t>
            </w:r>
            <w:r w:rsidR="001B133B">
              <w:t>not included in previous reports</w:t>
            </w:r>
            <w:r>
              <w:t>.</w:t>
            </w:r>
          </w:p>
          <w:p w:rsidR="00C01315" w:rsidRDefault="00C01315" w:rsidP="00D87377">
            <w:pPr>
              <w:pStyle w:val="BoxListBullet"/>
            </w:pPr>
            <w:r>
              <w:t xml:space="preserve">The wording of the revised NASWD implies that the working age population should be measured as people aged 20–64 years. However, different definitions of ‘working age population’ are used in other </w:t>
            </w:r>
            <w:r w:rsidR="008A3466">
              <w:t xml:space="preserve">(non-NASWD) </w:t>
            </w:r>
            <w:r w:rsidR="001D2206">
              <w:t>reporting contexts.</w:t>
            </w:r>
          </w:p>
          <w:p w:rsidR="008B07EF" w:rsidRDefault="00A16EAF" w:rsidP="00D87377">
            <w:pPr>
              <w:pStyle w:val="BoxListBullet"/>
            </w:pPr>
            <w:r>
              <w:t xml:space="preserve">Multiple sources have been used to provide data for </w:t>
            </w:r>
            <w:r w:rsidR="001B133B">
              <w:t xml:space="preserve">some </w:t>
            </w:r>
            <w:r>
              <w:t>indicators in this report. Comments on comparability of different data sources within an indicator have been provided where applicable.</w:t>
            </w:r>
          </w:p>
          <w:p w:rsidR="008B07EF" w:rsidRDefault="008B07EF" w:rsidP="00D87377">
            <w:pPr>
              <w:pStyle w:val="BoxHeading1"/>
            </w:pPr>
            <w:r>
              <w:t>Performance targets</w:t>
            </w:r>
          </w:p>
          <w:p w:rsidR="008B07EF" w:rsidRDefault="008B07EF" w:rsidP="00D87377">
            <w:pPr>
              <w:pStyle w:val="BoxListBullet"/>
            </w:pPr>
            <w:r>
              <w:t>The NASWD states that the performance targets are long term (out to 2020), national and aspirational. In its 2010 NASWD performance report (CRC 2011)</w:t>
            </w:r>
            <w:r w:rsidR="001B133B">
              <w:t>,</w:t>
            </w:r>
            <w:r>
              <w:t xml:space="preserve"> the CRC </w:t>
            </w:r>
            <w:r w:rsidR="001B133B">
              <w:t xml:space="preserve">emphasised </w:t>
            </w:r>
            <w:r>
              <w:t xml:space="preserve">the importance of setting trajectories for NASWD targets to allow </w:t>
            </w:r>
            <w:r w:rsidR="001B133B">
              <w:t>informed</w:t>
            </w:r>
            <w:r>
              <w:t xml:space="preserve"> </w:t>
            </w:r>
            <w:r w:rsidR="001B133B">
              <w:t xml:space="preserve">analysis </w:t>
            </w:r>
            <w:r>
              <w:t xml:space="preserve">of progress for each year of the Agreement. </w:t>
            </w:r>
            <w:r w:rsidR="001B133B">
              <w:t>T</w:t>
            </w:r>
            <w:r>
              <w:t xml:space="preserve">rajectories </w:t>
            </w:r>
            <w:r w:rsidR="008A0CB8">
              <w:t>are</w:t>
            </w:r>
            <w:r>
              <w:t xml:space="preserve"> yet to be determined</w:t>
            </w:r>
            <w:r w:rsidR="001B133B">
              <w:t xml:space="preserve"> for the targets in the NASWD.</w:t>
            </w:r>
          </w:p>
          <w:p w:rsidR="009157A4" w:rsidRPr="002E767C" w:rsidRDefault="009157A4" w:rsidP="00617B4A">
            <w:pPr>
              <w:pStyle w:val="Continued"/>
              <w:rPr>
                <w:szCs w:val="24"/>
              </w:rPr>
            </w:pPr>
            <w:r>
              <w:t>Continued next page</w:t>
            </w:r>
          </w:p>
        </w:tc>
      </w:tr>
      <w:tr w:rsidR="002E767C" w:rsidTr="00725CFC">
        <w:trPr>
          <w:cantSplit/>
        </w:trPr>
        <w:tc>
          <w:tcPr>
            <w:tcW w:w="8771" w:type="dxa"/>
            <w:tcBorders>
              <w:top w:val="nil"/>
              <w:left w:val="single" w:sz="4" w:space="0" w:color="auto"/>
              <w:bottom w:val="single" w:sz="6" w:space="0" w:color="auto"/>
              <w:right w:val="single" w:sz="6" w:space="0" w:color="auto"/>
            </w:tcBorders>
            <w:shd w:val="clear" w:color="auto" w:fill="E6E6E6"/>
          </w:tcPr>
          <w:p w:rsidR="002E767C" w:rsidRDefault="002E767C" w:rsidP="00D87377">
            <w:pPr>
              <w:pStyle w:val="Box"/>
              <w:spacing w:before="0" w:line="120" w:lineRule="exact"/>
            </w:pPr>
          </w:p>
        </w:tc>
      </w:tr>
      <w:tr w:rsidR="002E767C" w:rsidTr="00725CFC">
        <w:tc>
          <w:tcPr>
            <w:tcW w:w="8771" w:type="dxa"/>
            <w:tcBorders>
              <w:top w:val="single" w:sz="6" w:space="0" w:color="auto"/>
              <w:left w:val="nil"/>
              <w:bottom w:val="nil"/>
              <w:right w:val="nil"/>
            </w:tcBorders>
          </w:tcPr>
          <w:p w:rsidR="002E767C" w:rsidRDefault="002E767C" w:rsidP="00D87377">
            <w:pPr>
              <w:pStyle w:val="Box"/>
              <w:keepNext w:val="0"/>
              <w:spacing w:before="60" w:after="60" w:line="80" w:lineRule="exact"/>
              <w:rPr>
                <w:b/>
                <w:color w:val="FF00FF"/>
                <w:sz w:val="14"/>
              </w:rPr>
            </w:pPr>
          </w:p>
        </w:tc>
      </w:tr>
    </w:tbl>
    <w:p w:rsidR="00A16EAF" w:rsidRDefault="00A16EAF"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shd w:val="clear" w:color="auto" w:fill="D9D9D9" w:themeFill="background1" w:themeFillShade="D9"/>
        <w:tblLayout w:type="fixed"/>
        <w:tblCellMar>
          <w:left w:w="142" w:type="dxa"/>
          <w:right w:w="142" w:type="dxa"/>
        </w:tblCellMar>
        <w:tblLook w:val="0000" w:firstRow="0" w:lastRow="0" w:firstColumn="0" w:lastColumn="0" w:noHBand="0" w:noVBand="0"/>
      </w:tblPr>
      <w:tblGrid>
        <w:gridCol w:w="8771"/>
      </w:tblGrid>
      <w:tr w:rsidR="00A16EAF" w:rsidTr="00800100">
        <w:tc>
          <w:tcPr>
            <w:tcW w:w="8771" w:type="dxa"/>
            <w:tcBorders>
              <w:top w:val="single" w:sz="6" w:space="0" w:color="auto"/>
              <w:bottom w:val="nil"/>
            </w:tcBorders>
            <w:shd w:val="clear" w:color="auto" w:fill="E6E6E6"/>
          </w:tcPr>
          <w:p w:rsidR="00A16EAF" w:rsidRDefault="00A16EAF" w:rsidP="00D87377">
            <w:pPr>
              <w:pStyle w:val="BoxTitle"/>
            </w:pPr>
            <w:r>
              <w:rPr>
                <w:b w:val="0"/>
              </w:rPr>
              <w:t>Box 1</w:t>
            </w:r>
            <w:r>
              <w:tab/>
            </w:r>
            <w:r w:rsidRPr="00A16EAF">
              <w:rPr>
                <w:sz w:val="20"/>
                <w:szCs w:val="20"/>
              </w:rPr>
              <w:t>(continued)</w:t>
            </w:r>
          </w:p>
        </w:tc>
      </w:tr>
      <w:tr w:rsidR="00A16EAF" w:rsidTr="00800100">
        <w:trPr>
          <w:cantSplit/>
        </w:trPr>
        <w:tc>
          <w:tcPr>
            <w:tcW w:w="8771" w:type="dxa"/>
            <w:tcBorders>
              <w:top w:val="nil"/>
              <w:left w:val="single" w:sz="6" w:space="0" w:color="auto"/>
              <w:bottom w:val="nil"/>
              <w:right w:val="single" w:sz="6" w:space="0" w:color="auto"/>
            </w:tcBorders>
            <w:shd w:val="clear" w:color="auto" w:fill="E6E6E6"/>
          </w:tcPr>
          <w:p w:rsidR="00A16EAF" w:rsidRDefault="00A16EAF" w:rsidP="00D87377">
            <w:pPr>
              <w:pStyle w:val="BoxHeading1"/>
            </w:pPr>
            <w:r>
              <w:t>Performance indicators</w:t>
            </w:r>
          </w:p>
          <w:p w:rsidR="00A16EAF" w:rsidRDefault="005C691A" w:rsidP="00D87377">
            <w:pPr>
              <w:pStyle w:val="BoxListBullet"/>
            </w:pPr>
            <w:r>
              <w:t xml:space="preserve">All seven of the performance indicators included in the report </w:t>
            </w:r>
            <w:r w:rsidR="001B133B">
              <w:t>(6 NASWD and 1</w:t>
            </w:r>
            <w:r w:rsidR="008A3466">
              <w:t> </w:t>
            </w:r>
            <w:r w:rsidR="001B133B">
              <w:t xml:space="preserve">NIRA) </w:t>
            </w:r>
            <w:r>
              <w:t>can be reported against. However new data for this report were not available for two indicators:</w:t>
            </w:r>
          </w:p>
          <w:p w:rsidR="005C691A" w:rsidRPr="005C691A" w:rsidRDefault="005C691A" w:rsidP="00D87377">
            <w:pPr>
              <w:pStyle w:val="BoxListBullet2"/>
            </w:pPr>
            <w:r>
              <w:rPr>
                <w:i/>
              </w:rPr>
              <w:t>Proportion of the working age population with adequate foundation skills (literacy level 3 or above) (5 yearly)</w:t>
            </w:r>
          </w:p>
          <w:p w:rsidR="005C691A" w:rsidRPr="005C691A" w:rsidRDefault="005C691A" w:rsidP="00D87377">
            <w:pPr>
              <w:pStyle w:val="BoxListBullet2"/>
            </w:pPr>
            <w:r>
              <w:rPr>
                <w:i/>
              </w:rPr>
              <w:t>Proportion of Indigenous 20–64 year olds with or working towards post school qualification in AQF Certificate III or above (3 yearly)</w:t>
            </w:r>
            <w:r w:rsidR="002417DC">
              <w:rPr>
                <w:i/>
              </w:rPr>
              <w:t xml:space="preserve"> </w:t>
            </w:r>
            <w:r w:rsidR="002417DC">
              <w:t>(associated NIRA indicator)</w:t>
            </w:r>
            <w:r w:rsidR="008A3466">
              <w:t>.</w:t>
            </w:r>
          </w:p>
          <w:p w:rsidR="005C691A" w:rsidRDefault="00470741" w:rsidP="00D87377">
            <w:pPr>
              <w:pStyle w:val="BoxListBullet"/>
            </w:pPr>
            <w:r>
              <w:t>Three</w:t>
            </w:r>
            <w:r w:rsidR="004D23AB">
              <w:t xml:space="preserve"> </w:t>
            </w:r>
            <w:r w:rsidR="001B133B">
              <w:t xml:space="preserve">new indicators in the revised NASWD </w:t>
            </w:r>
            <w:r w:rsidR="004F238E">
              <w:t>are</w:t>
            </w:r>
            <w:r w:rsidR="004D23AB">
              <w:t xml:space="preserve"> included for the first time in this report</w:t>
            </w:r>
            <w:r>
              <w:t>, with a fourth indicator (VET graduates with improved employment status) having a revised scope from previous reports</w:t>
            </w:r>
            <w:r w:rsidR="004F238E">
              <w:t>. Data have been backcast to the baseline NASWD reporting pe</w:t>
            </w:r>
            <w:r>
              <w:t xml:space="preserve">riod to provide time series for trend </w:t>
            </w:r>
            <w:r w:rsidR="004F238E">
              <w:t>analysis</w:t>
            </w:r>
            <w:r w:rsidR="004D23AB">
              <w:t>:</w:t>
            </w:r>
          </w:p>
          <w:p w:rsidR="004F238E" w:rsidRPr="004F238E" w:rsidRDefault="004F238E" w:rsidP="00D87377">
            <w:pPr>
              <w:pStyle w:val="BoxListBullet2"/>
              <w:rPr>
                <w:i/>
              </w:rPr>
            </w:pPr>
            <w:r w:rsidRPr="004F238E">
              <w:rPr>
                <w:i/>
              </w:rPr>
              <w:t>Proportion of working age population with higher level qualifications (Certificate III and above)</w:t>
            </w:r>
          </w:p>
          <w:p w:rsidR="004F238E" w:rsidRDefault="004F238E" w:rsidP="00D87377">
            <w:pPr>
              <w:pStyle w:val="BoxListBullet2"/>
              <w:rPr>
                <w:i/>
              </w:rPr>
            </w:pPr>
            <w:r w:rsidRPr="004F238E">
              <w:rPr>
                <w:i/>
              </w:rPr>
              <w:t>Proportion of working age population with or working towards a non-school AQF qualification</w:t>
            </w:r>
          </w:p>
          <w:p w:rsidR="00470741" w:rsidRPr="004F238E" w:rsidRDefault="00470741" w:rsidP="00D87377">
            <w:pPr>
              <w:pStyle w:val="BoxListBullet2"/>
              <w:rPr>
                <w:i/>
              </w:rPr>
            </w:pPr>
            <w:r>
              <w:rPr>
                <w:i/>
              </w:rPr>
              <w:t>Proportion of VET graduates with improved employment status after training</w:t>
            </w:r>
          </w:p>
          <w:p w:rsidR="004D23AB" w:rsidRDefault="004D23AB" w:rsidP="00D87377">
            <w:pPr>
              <w:pStyle w:val="BoxListBullet2"/>
            </w:pPr>
            <w:r w:rsidRPr="004D23AB">
              <w:rPr>
                <w:i/>
              </w:rPr>
              <w:t>Proportion of VET graduates with improved education/training status after training</w:t>
            </w:r>
            <w:r>
              <w:t>.</w:t>
            </w:r>
          </w:p>
          <w:p w:rsidR="004F238E" w:rsidRDefault="00366CCF" w:rsidP="00D87377">
            <w:pPr>
              <w:pStyle w:val="BoxListBullet"/>
            </w:pPr>
            <w:r>
              <w:t>Three</w:t>
            </w:r>
            <w:r w:rsidR="007136A7">
              <w:t xml:space="preserve"> </w:t>
            </w:r>
            <w:r w:rsidR="00987A5A">
              <w:t>performance indicators</w:t>
            </w:r>
            <w:r w:rsidR="002417DC">
              <w:t xml:space="preserve"> reported for this cycle </w:t>
            </w:r>
            <w:r w:rsidR="00987A5A">
              <w:t xml:space="preserve">use data sourced from annual sample surveys </w:t>
            </w:r>
            <w:r w:rsidR="00731095">
              <w:t xml:space="preserve">that </w:t>
            </w:r>
            <w:r w:rsidR="00987A5A">
              <w:t>may not be able to assess change over time, due to small annual changes relative to the size of sample errors</w:t>
            </w:r>
            <w:r w:rsidR="00860162">
              <w:t>, particularly where data are disaggregated by Indigenous status and socioeconomic status</w:t>
            </w:r>
            <w:r w:rsidR="00987A5A">
              <w:t>:</w:t>
            </w:r>
          </w:p>
          <w:p w:rsidR="00987A5A" w:rsidRPr="00987A5A" w:rsidRDefault="00987A5A" w:rsidP="00D87377">
            <w:pPr>
              <w:pStyle w:val="BoxListBullet2"/>
              <w:rPr>
                <w:i/>
              </w:rPr>
            </w:pPr>
            <w:r w:rsidRPr="00987A5A">
              <w:rPr>
                <w:i/>
              </w:rPr>
              <w:t>Proportion of working age population with higher level qualifications (Certificate III and above)</w:t>
            </w:r>
            <w:r w:rsidR="002417DC">
              <w:rPr>
                <w:i/>
              </w:rPr>
              <w:t xml:space="preserve"> </w:t>
            </w:r>
            <w:r w:rsidR="002417DC">
              <w:t>(also has associated performance target)</w:t>
            </w:r>
          </w:p>
          <w:p w:rsidR="00987A5A" w:rsidRPr="00987A5A" w:rsidRDefault="00987A5A" w:rsidP="00D87377">
            <w:pPr>
              <w:pStyle w:val="BoxListBullet2"/>
              <w:rPr>
                <w:i/>
              </w:rPr>
            </w:pPr>
            <w:r w:rsidRPr="00987A5A">
              <w:rPr>
                <w:i/>
              </w:rPr>
              <w:t>Proportion of working age population with or working towards a non-school AQF qualification</w:t>
            </w:r>
          </w:p>
          <w:p w:rsidR="004D23AB" w:rsidRDefault="00987A5A" w:rsidP="00D87377">
            <w:pPr>
              <w:pStyle w:val="BoxListBullet2"/>
            </w:pPr>
            <w:r w:rsidRPr="00987A5A">
              <w:rPr>
                <w:i/>
              </w:rPr>
              <w:t>Proportion of VET graduates with improved employment status after training</w:t>
            </w:r>
            <w:r w:rsidR="002417DC">
              <w:rPr>
                <w:i/>
              </w:rPr>
              <w:t>.</w:t>
            </w:r>
          </w:p>
        </w:tc>
      </w:tr>
      <w:tr w:rsidR="00A16EAF" w:rsidTr="00800100">
        <w:trPr>
          <w:cantSplit/>
        </w:trPr>
        <w:tc>
          <w:tcPr>
            <w:tcW w:w="8771" w:type="dxa"/>
            <w:tcBorders>
              <w:top w:val="nil"/>
              <w:left w:val="single" w:sz="6" w:space="0" w:color="auto"/>
              <w:bottom w:val="single" w:sz="6" w:space="0" w:color="auto"/>
              <w:right w:val="single" w:sz="6" w:space="0" w:color="auto"/>
            </w:tcBorders>
            <w:shd w:val="clear" w:color="auto" w:fill="E6E6E6"/>
          </w:tcPr>
          <w:p w:rsidR="00A16EAF" w:rsidRDefault="00A16EAF" w:rsidP="00D87377">
            <w:pPr>
              <w:pStyle w:val="Box"/>
              <w:spacing w:before="0" w:line="120" w:lineRule="exact"/>
            </w:pPr>
          </w:p>
        </w:tc>
      </w:tr>
      <w:tr w:rsidR="00A16EAF" w:rsidTr="00A16EAF">
        <w:tc>
          <w:tcPr>
            <w:tcW w:w="8771" w:type="dxa"/>
            <w:tcBorders>
              <w:top w:val="nil"/>
              <w:left w:val="nil"/>
              <w:bottom w:val="nil"/>
              <w:right w:val="nil"/>
            </w:tcBorders>
            <w:shd w:val="clear" w:color="auto" w:fill="auto"/>
          </w:tcPr>
          <w:p w:rsidR="00A16EAF" w:rsidRDefault="00A16EAF" w:rsidP="00D87377">
            <w:pPr>
              <w:pStyle w:val="Box"/>
              <w:keepNext w:val="0"/>
              <w:spacing w:before="60" w:after="60" w:line="80" w:lineRule="exact"/>
              <w:rPr>
                <w:b/>
                <w:color w:val="FF00FF"/>
                <w:sz w:val="14"/>
              </w:rPr>
            </w:pPr>
          </w:p>
        </w:tc>
      </w:tr>
    </w:tbl>
    <w:p w:rsidR="00140741" w:rsidRDefault="00140741" w:rsidP="00C8294C">
      <w:pPr>
        <w:pStyle w:val="BodyText"/>
        <w:pBdr>
          <w:left w:val="single" w:sz="4" w:space="4" w:color="auto"/>
        </w:pBdr>
      </w:pPr>
      <w:r>
        <w:br w:type="page"/>
      </w:r>
    </w:p>
    <w:p w:rsidR="00140741" w:rsidRDefault="00140741" w:rsidP="00140741">
      <w:pPr>
        <w:pStyle w:val="Heading2"/>
      </w:pPr>
      <w:r>
        <w:lastRenderedPageBreak/>
        <w:t>Changes from the previous National Agreement for Skills and Workforce Development performance report</w:t>
      </w:r>
    </w:p>
    <w:p w:rsidR="00140741" w:rsidRDefault="00140741" w:rsidP="00932359">
      <w:pPr>
        <w:pStyle w:val="Heading3"/>
      </w:pPr>
      <w:r>
        <w:t>CRC advice to the Steering Committee on data requirements</w:t>
      </w:r>
    </w:p>
    <w:p w:rsidR="00140741" w:rsidRDefault="00140741" w:rsidP="00140741">
      <w:pPr>
        <w:pStyle w:val="BodyText"/>
      </w:pPr>
      <w:r>
        <w:t xml:space="preserve">The CRC recommended changes to indicators in its first </w:t>
      </w:r>
      <w:r w:rsidR="000B5441">
        <w:t xml:space="preserve">and second </w:t>
      </w:r>
      <w:r>
        <w:t>NASWD repo</w:t>
      </w:r>
      <w:r w:rsidR="004F35D6">
        <w:t>rt</w:t>
      </w:r>
      <w:r w:rsidR="000B5441">
        <w:t>s</w:t>
      </w:r>
      <w:r w:rsidR="004F35D6">
        <w:t xml:space="preserve"> to COAG (CRC 2009</w:t>
      </w:r>
      <w:r w:rsidR="007A5083">
        <w:t>,</w:t>
      </w:r>
      <w:r w:rsidR="000B5441">
        <w:t xml:space="preserve"> 2010</w:t>
      </w:r>
      <w:r w:rsidR="004F35D6">
        <w:t>).</w:t>
      </w:r>
      <w:r w:rsidR="000B5441">
        <w:t xml:space="preserve"> </w:t>
      </w:r>
      <w:r w:rsidR="004F35D6">
        <w:t>This is c</w:t>
      </w:r>
      <w:r>
        <w:t>onsistent with the CRC’s role under the IGA that ‘the [CRC] may advise on where changes might be made to the performance repo</w:t>
      </w:r>
      <w:r w:rsidR="000B5441">
        <w:t>rting framework’ [IGA para C30]</w:t>
      </w:r>
      <w:r>
        <w:t>. Where practicable, the Steering Committee incorporated the CRC’s recommendations and advice into its reports.</w:t>
      </w:r>
      <w:r w:rsidR="000B5441" w:rsidRPr="000B5441">
        <w:t xml:space="preserve"> </w:t>
      </w:r>
      <w:r w:rsidR="000B5441">
        <w:t xml:space="preserve">In </w:t>
      </w:r>
      <w:r w:rsidR="00CA6B35">
        <w:t>its</w:t>
      </w:r>
      <w:r w:rsidR="000B5441">
        <w:t xml:space="preserve"> third NASWD report the CRC noted that, as revisions were likely to follow the review of the NASWD, they had no further recommend</w:t>
      </w:r>
      <w:r w:rsidR="00CA6B35">
        <w:t>ations</w:t>
      </w:r>
      <w:r w:rsidR="000B5441">
        <w:t xml:space="preserve"> (CRC 2011)</w:t>
      </w:r>
      <w:r w:rsidR="008F5813">
        <w:t>.</w:t>
      </w:r>
    </w:p>
    <w:p w:rsidR="00140741" w:rsidRDefault="00140741" w:rsidP="00932359">
      <w:pPr>
        <w:pStyle w:val="Heading3"/>
      </w:pPr>
      <w:r>
        <w:t>COAG review of the performance indicator frameworks</w:t>
      </w:r>
    </w:p>
    <w:p w:rsidR="00932359" w:rsidRPr="000B5441" w:rsidRDefault="00140741" w:rsidP="00932359">
      <w:pPr>
        <w:pStyle w:val="BodyText"/>
        <w:rPr>
          <w:rStyle w:val="DraftingNote"/>
          <w:color w:val="auto"/>
        </w:rPr>
      </w:pPr>
      <w:r>
        <w:t xml:space="preserve">At its 13 April 2012 meeting, COAG endorsed </w:t>
      </w:r>
      <w:r w:rsidR="008F5813">
        <w:t xml:space="preserve">a </w:t>
      </w:r>
      <w:r>
        <w:t xml:space="preserve">revised NASWD </w:t>
      </w:r>
      <w:r w:rsidR="004F35D6">
        <w:t>(COAG 2012</w:t>
      </w:r>
      <w:r w:rsidR="00CA6B35">
        <w:t>a, 2012b</w:t>
      </w:r>
      <w:r w:rsidR="004F35D6">
        <w:t>)</w:t>
      </w:r>
      <w:r>
        <w:t>. This report provides data for</w:t>
      </w:r>
      <w:r w:rsidR="000B5441">
        <w:t xml:space="preserve"> the</w:t>
      </w:r>
      <w:r w:rsidR="00CA6B35">
        <w:t xml:space="preserve"> performance targets and performance</w:t>
      </w:r>
      <w:r w:rsidR="000B5441">
        <w:t xml:space="preserve"> indicators specified in the revised</w:t>
      </w:r>
      <w:r>
        <w:t xml:space="preserve"> NASWD performance indicator framework</w:t>
      </w:r>
      <w:r w:rsidR="001D2206">
        <w:t>.</w:t>
      </w:r>
    </w:p>
    <w:p w:rsidR="00932359" w:rsidRDefault="00140741" w:rsidP="00932359">
      <w:pPr>
        <w:pStyle w:val="BodyText"/>
        <w:rPr>
          <w:b/>
        </w:rPr>
      </w:pPr>
      <w:r>
        <w:t xml:space="preserve">Table 1 details changes </w:t>
      </w:r>
      <w:r w:rsidR="000B5441">
        <w:t xml:space="preserve">to indicator specifications, measures or data </w:t>
      </w:r>
      <w:r>
        <w:t>from the previous NASWD performance report.</w:t>
      </w:r>
      <w:bookmarkStart w:id="4" w:name="OLE_LINK2"/>
      <w:bookmarkStart w:id="5" w:name="OLE_LINK3"/>
    </w:p>
    <w:p w:rsidR="00932359" w:rsidRDefault="00932359">
      <w:pPr>
        <w:rPr>
          <w:b/>
          <w:szCs w:val="20"/>
        </w:rPr>
      </w:pPr>
      <w:r>
        <w:rPr>
          <w:b/>
        </w:rPr>
        <w:br w:type="page"/>
      </w:r>
    </w:p>
    <w:p w:rsidR="00932359" w:rsidRPr="002821BF" w:rsidRDefault="00932359" w:rsidP="00932359">
      <w:pPr>
        <w:pStyle w:val="Heading3"/>
        <w:rPr>
          <w:color w:val="000000" w:themeColor="text1"/>
          <w:sz w:val="24"/>
          <w:u w:val="dotted"/>
        </w:rPr>
      </w:pPr>
      <w:r w:rsidRPr="007C3A5D">
        <w:rPr>
          <w:b w:val="0"/>
        </w:rPr>
        <w:lastRenderedPageBreak/>
        <w:t>Table </w:t>
      </w:r>
      <w:r w:rsidR="00503759">
        <w:rPr>
          <w:b w:val="0"/>
          <w:noProof/>
        </w:rPr>
        <w:t>1</w:t>
      </w:r>
      <w:r>
        <w:tab/>
        <w:t xml:space="preserve">Changes from the previous NASWD performance report </w:t>
      </w:r>
    </w:p>
    <w:tbl>
      <w:tblPr>
        <w:tblW w:w="5000" w:type="pct"/>
        <w:tblCellMar>
          <w:left w:w="0" w:type="dxa"/>
          <w:right w:w="0" w:type="dxa"/>
        </w:tblCellMar>
        <w:tblLook w:val="0000" w:firstRow="0" w:lastRow="0" w:firstColumn="0" w:lastColumn="0" w:noHBand="0" w:noVBand="0"/>
      </w:tblPr>
      <w:tblGrid>
        <w:gridCol w:w="3828"/>
        <w:gridCol w:w="4961"/>
      </w:tblGrid>
      <w:tr w:rsidR="00932359" w:rsidTr="008D6E74">
        <w:tc>
          <w:tcPr>
            <w:tcW w:w="2178" w:type="pct"/>
            <w:tcBorders>
              <w:top w:val="single" w:sz="6" w:space="0" w:color="auto"/>
              <w:bottom w:val="single" w:sz="4" w:space="0" w:color="auto"/>
            </w:tcBorders>
          </w:tcPr>
          <w:p w:rsidR="00932359" w:rsidRDefault="00932359" w:rsidP="00932359">
            <w:pPr>
              <w:pStyle w:val="TableColumnHeading"/>
              <w:jc w:val="left"/>
            </w:pPr>
            <w:r>
              <w:t>Performance information category</w:t>
            </w:r>
          </w:p>
        </w:tc>
        <w:tc>
          <w:tcPr>
            <w:tcW w:w="2822" w:type="pct"/>
            <w:tcBorders>
              <w:top w:val="single" w:sz="6" w:space="0" w:color="auto"/>
              <w:bottom w:val="single" w:sz="4" w:space="0" w:color="auto"/>
            </w:tcBorders>
          </w:tcPr>
          <w:p w:rsidR="00932359" w:rsidRDefault="00932359" w:rsidP="00932359">
            <w:pPr>
              <w:pStyle w:val="TableColumnHeading"/>
              <w:ind w:right="28"/>
              <w:jc w:val="left"/>
            </w:pPr>
            <w:r>
              <w:t>Change</w:t>
            </w:r>
          </w:p>
        </w:tc>
      </w:tr>
      <w:tr w:rsidR="00932359" w:rsidRPr="00052D15" w:rsidTr="008D6E74">
        <w:tc>
          <w:tcPr>
            <w:tcW w:w="2178" w:type="pct"/>
            <w:tcBorders>
              <w:top w:val="single" w:sz="4" w:space="0" w:color="auto"/>
              <w:bottom w:val="dotted" w:sz="4" w:space="0" w:color="auto"/>
            </w:tcBorders>
          </w:tcPr>
          <w:p w:rsidR="00932359" w:rsidRPr="00052D15" w:rsidRDefault="000132A1" w:rsidP="00932359">
            <w:pPr>
              <w:pStyle w:val="TableBodyText"/>
              <w:spacing w:before="80"/>
              <w:jc w:val="left"/>
            </w:pPr>
            <w:r>
              <w:t xml:space="preserve">[old] </w:t>
            </w:r>
            <w:r w:rsidR="00932359">
              <w:t xml:space="preserve">Performance target (a) </w:t>
            </w:r>
            <w:r w:rsidR="00932359" w:rsidRPr="00675A50">
              <w:t>—</w:t>
            </w:r>
            <w:r w:rsidR="00932359">
              <w:t xml:space="preserve"> halve the proportion of Australians aged 20–64 without qualifications at Certificate III level and above between 2009 and 2020</w:t>
            </w:r>
          </w:p>
        </w:tc>
        <w:tc>
          <w:tcPr>
            <w:tcW w:w="2822" w:type="pct"/>
            <w:tcBorders>
              <w:top w:val="single" w:sz="4" w:space="0" w:color="auto"/>
              <w:bottom w:val="dotted" w:sz="4" w:space="0" w:color="auto"/>
            </w:tcBorders>
          </w:tcPr>
          <w:p w:rsidR="00812CA5" w:rsidRDefault="00CA6B35" w:rsidP="00812CA5">
            <w:pPr>
              <w:pStyle w:val="TableBullet"/>
              <w:spacing w:before="80"/>
            </w:pPr>
            <w:r>
              <w:t xml:space="preserve">[new] NASWD performance target (a) </w:t>
            </w:r>
            <w:r w:rsidRPr="00675A50">
              <w:t>—</w:t>
            </w:r>
            <w:r>
              <w:t xml:space="preserve"> </w:t>
            </w:r>
            <w:r w:rsidR="00932359">
              <w:t>‘nationally’ has been inserted into the wording of the target.</w:t>
            </w:r>
            <w:r>
              <w:t xml:space="preserve"> </w:t>
            </w:r>
          </w:p>
          <w:p w:rsidR="00932359" w:rsidRDefault="00CA6B35" w:rsidP="007A7A5F">
            <w:pPr>
              <w:pStyle w:val="TableBullet"/>
              <w:spacing w:before="80"/>
            </w:pPr>
            <w:r>
              <w:t xml:space="preserve">There is no </w:t>
            </w:r>
            <w:r w:rsidR="00985CA6">
              <w:t xml:space="preserve">general </w:t>
            </w:r>
            <w:r>
              <w:t xml:space="preserve">change </w:t>
            </w:r>
            <w:r w:rsidR="00985CA6">
              <w:t xml:space="preserve">to </w:t>
            </w:r>
            <w:r>
              <w:t>reporting for this target from previous years</w:t>
            </w:r>
            <w:r w:rsidR="008F5813">
              <w:t xml:space="preserve">. </w:t>
            </w:r>
            <w:r w:rsidR="00985CA6">
              <w:t>R</w:t>
            </w:r>
            <w:r>
              <w:t xml:space="preserve">evised data </w:t>
            </w:r>
            <w:r w:rsidR="00193E25">
              <w:t xml:space="preserve">are </w:t>
            </w:r>
            <w:r w:rsidR="00985CA6">
              <w:t xml:space="preserve">provided </w:t>
            </w:r>
            <w:r>
              <w:t xml:space="preserve">for 2010 due to </w:t>
            </w:r>
            <w:r w:rsidR="007A7A5F">
              <w:t>re-weighting of the sample results to incorporate revised population estimates</w:t>
            </w:r>
            <w:r w:rsidR="00193E25">
              <w:t xml:space="preserve">. </w:t>
            </w:r>
          </w:p>
        </w:tc>
      </w:tr>
      <w:tr w:rsidR="00932359" w:rsidRPr="00052D15" w:rsidTr="008D6E74">
        <w:tc>
          <w:tcPr>
            <w:tcW w:w="2178" w:type="pct"/>
            <w:tcBorders>
              <w:top w:val="dotted" w:sz="4" w:space="0" w:color="auto"/>
              <w:bottom w:val="dotted" w:sz="4" w:space="0" w:color="auto"/>
            </w:tcBorders>
          </w:tcPr>
          <w:p w:rsidR="00932359" w:rsidRPr="00052D15" w:rsidRDefault="000132A1" w:rsidP="00932359">
            <w:pPr>
              <w:pStyle w:val="TableBodyText"/>
              <w:spacing w:before="80"/>
              <w:jc w:val="left"/>
            </w:pPr>
            <w:r>
              <w:t xml:space="preserve">[old] </w:t>
            </w:r>
            <w:r w:rsidR="00932359">
              <w:t xml:space="preserve">Performance target (b) </w:t>
            </w:r>
            <w:r w:rsidR="00932359" w:rsidRPr="00675A50">
              <w:t>—</w:t>
            </w:r>
            <w:r w:rsidR="00932359">
              <w:t xml:space="preserve"> double the number of higher level qualification completions (diploma and advanced diploma) between 2009 and 2020</w:t>
            </w:r>
          </w:p>
        </w:tc>
        <w:tc>
          <w:tcPr>
            <w:tcW w:w="2822" w:type="pct"/>
            <w:tcBorders>
              <w:top w:val="dotted" w:sz="4" w:space="0" w:color="auto"/>
              <w:bottom w:val="dotted" w:sz="4" w:space="0" w:color="auto"/>
            </w:tcBorders>
          </w:tcPr>
          <w:p w:rsidR="00812CA5" w:rsidRDefault="00193E25" w:rsidP="00812CA5">
            <w:pPr>
              <w:pStyle w:val="TableBullet"/>
              <w:spacing w:before="80"/>
            </w:pPr>
            <w:r>
              <w:t xml:space="preserve">[new] NASWD performance target (b) </w:t>
            </w:r>
            <w:r w:rsidRPr="00675A50">
              <w:t>—</w:t>
            </w:r>
            <w:r>
              <w:t xml:space="preserve"> </w:t>
            </w:r>
            <w:r w:rsidR="00932359">
              <w:t>‘nationally’ has been inserted into the wording of the target.</w:t>
            </w:r>
            <w:r>
              <w:t xml:space="preserve"> </w:t>
            </w:r>
          </w:p>
          <w:p w:rsidR="00932359" w:rsidRDefault="00193E25" w:rsidP="00985CA6">
            <w:pPr>
              <w:pStyle w:val="TableBullet"/>
              <w:spacing w:before="80"/>
            </w:pPr>
            <w:r>
              <w:t xml:space="preserve">There is no change </w:t>
            </w:r>
            <w:r w:rsidR="00985CA6">
              <w:t xml:space="preserve">to </w:t>
            </w:r>
            <w:r>
              <w:t>reporting for this target from previous years.</w:t>
            </w:r>
          </w:p>
        </w:tc>
      </w:tr>
      <w:tr w:rsidR="00932359" w:rsidRPr="00052D15" w:rsidTr="00812CA5">
        <w:tc>
          <w:tcPr>
            <w:tcW w:w="2178" w:type="pct"/>
            <w:tcBorders>
              <w:top w:val="dotted" w:sz="4" w:space="0" w:color="auto"/>
              <w:bottom w:val="dotted" w:sz="4" w:space="0" w:color="auto"/>
            </w:tcBorders>
          </w:tcPr>
          <w:p w:rsidR="00932359" w:rsidRPr="00052D15" w:rsidRDefault="00932359" w:rsidP="00932359">
            <w:pPr>
              <w:pStyle w:val="TableBodyText"/>
              <w:spacing w:before="80"/>
              <w:jc w:val="left"/>
            </w:pPr>
            <w:r>
              <w:t xml:space="preserve">[old] NASWD Indicator 1 </w:t>
            </w:r>
            <w:r w:rsidRPr="00675A50">
              <w:t>—</w:t>
            </w:r>
            <w:r>
              <w:t xml:space="preserve"> Proportion of the working age population at literacy level 1 and 2</w:t>
            </w:r>
          </w:p>
        </w:tc>
        <w:tc>
          <w:tcPr>
            <w:tcW w:w="2822" w:type="pct"/>
            <w:tcBorders>
              <w:top w:val="dotted" w:sz="4" w:space="0" w:color="auto"/>
              <w:bottom w:val="dotted" w:sz="4" w:space="0" w:color="auto"/>
            </w:tcBorders>
          </w:tcPr>
          <w:p w:rsidR="00932359" w:rsidRDefault="00932359" w:rsidP="00193E25">
            <w:pPr>
              <w:pStyle w:val="TableBullet"/>
              <w:spacing w:before="80"/>
            </w:pPr>
            <w:r>
              <w:t xml:space="preserve">[new] NASWD Indicator 3 </w:t>
            </w:r>
            <w:r w:rsidRPr="00675A50">
              <w:t>—</w:t>
            </w:r>
            <w:r>
              <w:t xml:space="preserve"> the indicator has been changed to report the ‘proportion of working age population with adequate foundation skills (literacy level 3 or above)’.</w:t>
            </w:r>
            <w:r w:rsidR="00193E25">
              <w:t xml:space="preserve"> Whilst the presentation of data for this indicator will change, required data have been provided in previous reports. Therefore, backcast data are not required for this report.</w:t>
            </w:r>
          </w:p>
        </w:tc>
      </w:tr>
      <w:tr w:rsidR="00932359" w:rsidRPr="00052D15" w:rsidTr="00812CA5">
        <w:tc>
          <w:tcPr>
            <w:tcW w:w="2178" w:type="pct"/>
            <w:tcBorders>
              <w:top w:val="dotted" w:sz="4" w:space="0" w:color="auto"/>
              <w:bottom w:val="dotted" w:sz="4" w:space="0" w:color="auto"/>
            </w:tcBorders>
          </w:tcPr>
          <w:p w:rsidR="00932359" w:rsidRPr="00052D15" w:rsidRDefault="00932359" w:rsidP="00932359">
            <w:pPr>
              <w:pStyle w:val="TableBodyText"/>
              <w:spacing w:before="80"/>
              <w:jc w:val="left"/>
            </w:pPr>
            <w:r>
              <w:t xml:space="preserve">[old] NASWD Indicator 2 </w:t>
            </w:r>
            <w:r w:rsidRPr="00675A50">
              <w:t>—</w:t>
            </w:r>
            <w:r>
              <w:t xml:space="preserve"> Proportion of 20–64 year olds who do not have qualifications at or above a Certificate III</w:t>
            </w:r>
          </w:p>
        </w:tc>
        <w:tc>
          <w:tcPr>
            <w:tcW w:w="2822" w:type="pct"/>
            <w:tcBorders>
              <w:top w:val="dotted" w:sz="4" w:space="0" w:color="auto"/>
              <w:bottom w:val="dotted" w:sz="4" w:space="0" w:color="auto"/>
            </w:tcBorders>
          </w:tcPr>
          <w:p w:rsidR="00932359" w:rsidRDefault="00932359" w:rsidP="00932359">
            <w:pPr>
              <w:pStyle w:val="TableBullet"/>
              <w:spacing w:before="80"/>
            </w:pPr>
            <w:r>
              <w:t xml:space="preserve">[new] NASWD Indicator 1 </w:t>
            </w:r>
            <w:r w:rsidRPr="00675A50">
              <w:t>—</w:t>
            </w:r>
            <w:r>
              <w:t xml:space="preserve"> this indicator has been changed to report the ‘proportion of working age population with higher level qualifications (Certificate III and above)’.</w:t>
            </w:r>
          </w:p>
          <w:p w:rsidR="00932359" w:rsidRDefault="00932359" w:rsidP="00932359">
            <w:pPr>
              <w:pStyle w:val="TableBullet"/>
              <w:spacing w:before="80"/>
            </w:pPr>
            <w:r>
              <w:t>Data have been b</w:t>
            </w:r>
            <w:r w:rsidRPr="00E61B69">
              <w:t xml:space="preserve">ackcast </w:t>
            </w:r>
            <w:r>
              <w:t xml:space="preserve">for 2008, 2009 and 2010 </w:t>
            </w:r>
            <w:r w:rsidRPr="00E61B69">
              <w:t xml:space="preserve">to </w:t>
            </w:r>
            <w:r>
              <w:t>ensure comparability over</w:t>
            </w:r>
            <w:r w:rsidRPr="00E61B69">
              <w:t xml:space="preserve"> </w:t>
            </w:r>
            <w:r>
              <w:t>time.</w:t>
            </w:r>
          </w:p>
        </w:tc>
      </w:tr>
      <w:tr w:rsidR="00932359" w:rsidRPr="00052D15" w:rsidTr="008D6E74">
        <w:tc>
          <w:tcPr>
            <w:tcW w:w="2178" w:type="pct"/>
            <w:tcBorders>
              <w:top w:val="dotted" w:sz="4" w:space="0" w:color="auto"/>
              <w:bottom w:val="dotted" w:sz="4" w:space="0" w:color="auto"/>
            </w:tcBorders>
          </w:tcPr>
          <w:p w:rsidR="00932359" w:rsidRPr="00675A50" w:rsidRDefault="00932359" w:rsidP="00932359">
            <w:pPr>
              <w:pStyle w:val="TableBodyText"/>
              <w:spacing w:before="80"/>
              <w:jc w:val="left"/>
            </w:pPr>
            <w:r>
              <w:t xml:space="preserve">[old] </w:t>
            </w:r>
            <w:r w:rsidRPr="00052D15">
              <w:t>NA</w:t>
            </w:r>
            <w:r w:rsidRPr="00675A50">
              <w:t>SWD Indicator 3 — Proportion of graduates employed after completing training, by previous employment status</w:t>
            </w:r>
          </w:p>
        </w:tc>
        <w:tc>
          <w:tcPr>
            <w:tcW w:w="2822" w:type="pct"/>
            <w:tcBorders>
              <w:top w:val="dotted" w:sz="4" w:space="0" w:color="auto"/>
              <w:bottom w:val="dotted" w:sz="4" w:space="0" w:color="auto"/>
            </w:tcBorders>
          </w:tcPr>
          <w:p w:rsidR="00932359" w:rsidRPr="00052D15" w:rsidRDefault="00932359" w:rsidP="00932359">
            <w:pPr>
              <w:pStyle w:val="TableBullet"/>
              <w:spacing w:before="80"/>
            </w:pPr>
            <w:r>
              <w:t>This indicator has been removed from the new NASWD.</w:t>
            </w:r>
          </w:p>
        </w:tc>
      </w:tr>
      <w:tr w:rsidR="00932359" w:rsidTr="008D6E74">
        <w:tc>
          <w:tcPr>
            <w:tcW w:w="2178" w:type="pct"/>
            <w:tcBorders>
              <w:top w:val="dotted" w:sz="4" w:space="0" w:color="auto"/>
              <w:bottom w:val="dotted" w:sz="4" w:space="0" w:color="auto"/>
            </w:tcBorders>
          </w:tcPr>
          <w:p w:rsidR="00932359" w:rsidRPr="00D811A1" w:rsidRDefault="00932359" w:rsidP="00932359">
            <w:pPr>
              <w:pStyle w:val="TableBodyText"/>
              <w:spacing w:before="80"/>
              <w:jc w:val="left"/>
              <w:rPr>
                <w:i/>
              </w:rPr>
            </w:pPr>
            <w:r>
              <w:t>[old] NA</w:t>
            </w:r>
            <w:r w:rsidRPr="00BA27EC">
              <w:t xml:space="preserve">SWD Indicator </w:t>
            </w:r>
            <w:r>
              <w:t>4</w:t>
            </w:r>
            <w:r>
              <w:rPr>
                <w:i/>
              </w:rPr>
              <w:t xml:space="preserve"> </w:t>
            </w:r>
            <w:r w:rsidRPr="00BA27EC">
              <w:t xml:space="preserve">— </w:t>
            </w:r>
            <w:r>
              <w:t xml:space="preserve">The percentage of graduates with improved employment status after training </w:t>
            </w:r>
          </w:p>
        </w:tc>
        <w:tc>
          <w:tcPr>
            <w:tcW w:w="2822" w:type="pct"/>
            <w:tcBorders>
              <w:top w:val="dotted" w:sz="4" w:space="0" w:color="auto"/>
              <w:bottom w:val="dotted" w:sz="4" w:space="0" w:color="auto"/>
            </w:tcBorders>
          </w:tcPr>
          <w:p w:rsidR="00804289" w:rsidRDefault="00932359" w:rsidP="00804289">
            <w:pPr>
              <w:pStyle w:val="TableBullet"/>
              <w:spacing w:before="80"/>
            </w:pPr>
            <w:r>
              <w:t xml:space="preserve">[new] NASWD Indicator 5 </w:t>
            </w:r>
            <w:r w:rsidRPr="00675A50">
              <w:t>—</w:t>
            </w:r>
            <w:r>
              <w:t xml:space="preserve"> </w:t>
            </w:r>
            <w:r w:rsidR="00985CA6">
              <w:t xml:space="preserve">following </w:t>
            </w:r>
            <w:r>
              <w:t>minor amendment to the wording, the indicator now reads ‘proportion of VET graduates with improved employment status after training</w:t>
            </w:r>
            <w:r w:rsidR="00592B2E">
              <w:t>’</w:t>
            </w:r>
            <w:r>
              <w:t>.</w:t>
            </w:r>
            <w:r w:rsidR="00804289">
              <w:t xml:space="preserve"> To align with the objective and outcome, the measure </w:t>
            </w:r>
            <w:r w:rsidR="008A3466">
              <w:t xml:space="preserve">is defined as </w:t>
            </w:r>
            <w:r w:rsidR="00804289">
              <w:t xml:space="preserve">working age graduates (20–64 years). </w:t>
            </w:r>
          </w:p>
          <w:p w:rsidR="00932359" w:rsidRPr="00EC5FF6" w:rsidRDefault="00804289" w:rsidP="00804289">
            <w:pPr>
              <w:pStyle w:val="TableBullet"/>
              <w:spacing w:before="80"/>
            </w:pPr>
            <w:r>
              <w:t>Data have been backcast for 2008, 2009 and 2010 to ensure comparability over time.</w:t>
            </w:r>
            <w:r w:rsidR="00193E25">
              <w:t xml:space="preserve"> </w:t>
            </w:r>
          </w:p>
        </w:tc>
      </w:tr>
      <w:tr w:rsidR="00932359" w:rsidTr="00812CA5">
        <w:tc>
          <w:tcPr>
            <w:tcW w:w="2178" w:type="pct"/>
            <w:tcBorders>
              <w:top w:val="dotted" w:sz="4" w:space="0" w:color="auto"/>
              <w:bottom w:val="dotted" w:sz="4" w:space="0" w:color="auto"/>
            </w:tcBorders>
          </w:tcPr>
          <w:p w:rsidR="00932359" w:rsidRPr="00675A50" w:rsidRDefault="00932359" w:rsidP="00932359">
            <w:pPr>
              <w:pStyle w:val="TableBodyText"/>
              <w:spacing w:before="80"/>
              <w:jc w:val="left"/>
            </w:pPr>
            <w:r>
              <w:t xml:space="preserve">[old] NASWD Indicator 5 </w:t>
            </w:r>
            <w:r w:rsidRPr="00BA27EC">
              <w:t>—</w:t>
            </w:r>
            <w:r>
              <w:t xml:space="preserve"> Employer satisfaction with training as a way of meeting skills needs</w:t>
            </w:r>
          </w:p>
        </w:tc>
        <w:tc>
          <w:tcPr>
            <w:tcW w:w="2822" w:type="pct"/>
            <w:tcBorders>
              <w:top w:val="dotted" w:sz="4" w:space="0" w:color="auto"/>
              <w:bottom w:val="dotted" w:sz="4" w:space="0" w:color="auto"/>
            </w:tcBorders>
          </w:tcPr>
          <w:p w:rsidR="00932359" w:rsidRDefault="00932359" w:rsidP="00985CA6">
            <w:pPr>
              <w:pStyle w:val="TableBullet"/>
              <w:spacing w:before="80"/>
            </w:pPr>
            <w:r>
              <w:t xml:space="preserve">[new] NASWD Indicator 2 </w:t>
            </w:r>
            <w:r w:rsidRPr="00675A50">
              <w:t>—</w:t>
            </w:r>
            <w:r>
              <w:t xml:space="preserve"> </w:t>
            </w:r>
            <w:r w:rsidR="00985CA6">
              <w:t xml:space="preserve">following </w:t>
            </w:r>
            <w:r>
              <w:t>minor amendment to the wording, the indicator now reads ‘proportion of employers satisfied that training meets their needs’</w:t>
            </w:r>
            <w:r w:rsidRPr="00675A50">
              <w:t>.</w:t>
            </w:r>
            <w:r w:rsidR="00193E25">
              <w:t xml:space="preserve"> There is no change </w:t>
            </w:r>
            <w:r w:rsidR="00985CA6">
              <w:t xml:space="preserve">to </w:t>
            </w:r>
            <w:r w:rsidR="00193E25">
              <w:t>reporting for this indicator from previous years</w:t>
            </w:r>
          </w:p>
        </w:tc>
      </w:tr>
      <w:tr w:rsidR="00932359" w:rsidTr="00812CA5">
        <w:tc>
          <w:tcPr>
            <w:tcW w:w="2178" w:type="pct"/>
            <w:tcBorders>
              <w:top w:val="dotted" w:sz="4" w:space="0" w:color="auto"/>
              <w:bottom w:val="dotted" w:sz="4" w:space="0" w:color="auto"/>
            </w:tcBorders>
          </w:tcPr>
          <w:p w:rsidR="00932359" w:rsidRDefault="00932359" w:rsidP="00932359">
            <w:pPr>
              <w:pStyle w:val="TableBodyText"/>
              <w:spacing w:before="80"/>
              <w:jc w:val="left"/>
            </w:pPr>
            <w:r>
              <w:t xml:space="preserve">[new] NASWD indicator 4 </w:t>
            </w:r>
            <w:r w:rsidRPr="00BA27EC">
              <w:t>—</w:t>
            </w:r>
            <w:r>
              <w:t xml:space="preserve"> proportion of working age population with or working towards a non-school AQF qualification</w:t>
            </w:r>
          </w:p>
        </w:tc>
        <w:tc>
          <w:tcPr>
            <w:tcW w:w="2822" w:type="pct"/>
            <w:tcBorders>
              <w:top w:val="dotted" w:sz="4" w:space="0" w:color="auto"/>
              <w:bottom w:val="dotted" w:sz="4" w:space="0" w:color="auto"/>
            </w:tcBorders>
          </w:tcPr>
          <w:p w:rsidR="00932359" w:rsidRDefault="00932359" w:rsidP="00932359">
            <w:pPr>
              <w:pStyle w:val="TableBullet"/>
              <w:spacing w:before="80"/>
            </w:pPr>
            <w:r>
              <w:t>This is a new indicator.</w:t>
            </w:r>
          </w:p>
          <w:p w:rsidR="00932359" w:rsidRDefault="00932359" w:rsidP="00932359">
            <w:pPr>
              <w:pStyle w:val="TableBullet"/>
              <w:spacing w:before="80"/>
            </w:pPr>
            <w:r>
              <w:t>D</w:t>
            </w:r>
            <w:r w:rsidR="005142B9">
              <w:t>ata have been backcast for 2008,</w:t>
            </w:r>
            <w:r>
              <w:t xml:space="preserve"> 2009 and 2010 to ensure comparability over time.</w:t>
            </w:r>
          </w:p>
        </w:tc>
      </w:tr>
      <w:tr w:rsidR="00932359" w:rsidTr="00812CA5">
        <w:tc>
          <w:tcPr>
            <w:tcW w:w="2178" w:type="pct"/>
            <w:tcBorders>
              <w:top w:val="dotted" w:sz="4" w:space="0" w:color="auto"/>
              <w:bottom w:val="dotted" w:sz="4" w:space="0" w:color="auto"/>
            </w:tcBorders>
          </w:tcPr>
          <w:p w:rsidR="00932359" w:rsidRDefault="00932359" w:rsidP="00932359">
            <w:pPr>
              <w:pStyle w:val="TableBodyText"/>
              <w:spacing w:before="80"/>
              <w:jc w:val="left"/>
            </w:pPr>
            <w:r>
              <w:t xml:space="preserve">[new] NASWD indicator 6 </w:t>
            </w:r>
            <w:r w:rsidRPr="00BA27EC">
              <w:t>—</w:t>
            </w:r>
            <w:r>
              <w:t xml:space="preserve"> proportion of VET graduates with improved education/</w:t>
            </w:r>
            <w:r w:rsidR="00812CA5">
              <w:t xml:space="preserve"> </w:t>
            </w:r>
            <w:r>
              <w:t>training status after training</w:t>
            </w:r>
          </w:p>
        </w:tc>
        <w:tc>
          <w:tcPr>
            <w:tcW w:w="2822" w:type="pct"/>
            <w:tcBorders>
              <w:top w:val="dotted" w:sz="4" w:space="0" w:color="auto"/>
              <w:bottom w:val="dotted" w:sz="4" w:space="0" w:color="auto"/>
            </w:tcBorders>
          </w:tcPr>
          <w:p w:rsidR="00932359" w:rsidRDefault="00932359" w:rsidP="00932359">
            <w:pPr>
              <w:pStyle w:val="TableBullet"/>
              <w:spacing w:before="80"/>
            </w:pPr>
            <w:r>
              <w:t>This is a new indicator.</w:t>
            </w:r>
          </w:p>
          <w:p w:rsidR="00932359" w:rsidRDefault="00932359" w:rsidP="00932359">
            <w:pPr>
              <w:pStyle w:val="TableBullet"/>
              <w:spacing w:before="80"/>
            </w:pPr>
            <w:r>
              <w:t>D</w:t>
            </w:r>
            <w:r w:rsidR="00812CA5">
              <w:t>ata have been backcast for 2008,</w:t>
            </w:r>
            <w:r>
              <w:t xml:space="preserve"> 2009 and 2010 to ensure comparability over time.</w:t>
            </w:r>
          </w:p>
        </w:tc>
      </w:tr>
      <w:tr w:rsidR="00932359" w:rsidTr="00812CA5">
        <w:tc>
          <w:tcPr>
            <w:tcW w:w="2178" w:type="pct"/>
            <w:tcBorders>
              <w:top w:val="dotted" w:sz="4" w:space="0" w:color="auto"/>
              <w:bottom w:val="single" w:sz="4" w:space="0" w:color="auto"/>
            </w:tcBorders>
          </w:tcPr>
          <w:p w:rsidR="00932359" w:rsidRDefault="00932359" w:rsidP="00932359">
            <w:pPr>
              <w:pStyle w:val="TableBodyText"/>
              <w:spacing w:before="80"/>
              <w:jc w:val="left"/>
            </w:pPr>
            <w:r>
              <w:t xml:space="preserve">[old] </w:t>
            </w:r>
            <w:r w:rsidR="00C6455F">
              <w:t>NASWD</w:t>
            </w:r>
            <w:r>
              <w:t xml:space="preserve"> Outputs</w:t>
            </w:r>
          </w:p>
        </w:tc>
        <w:tc>
          <w:tcPr>
            <w:tcW w:w="2822" w:type="pct"/>
            <w:tcBorders>
              <w:top w:val="dotted" w:sz="4" w:space="0" w:color="auto"/>
              <w:bottom w:val="single" w:sz="4" w:space="0" w:color="auto"/>
            </w:tcBorders>
          </w:tcPr>
          <w:p w:rsidR="00932359" w:rsidRDefault="00932359" w:rsidP="00932359">
            <w:pPr>
              <w:pStyle w:val="TableBullet"/>
              <w:spacing w:before="80"/>
            </w:pPr>
            <w:r>
              <w:t>Outputs have been removed from the</w:t>
            </w:r>
            <w:r w:rsidR="00812CA5">
              <w:t xml:space="preserve"> performance indicator framework in the</w:t>
            </w:r>
            <w:r>
              <w:t xml:space="preserve"> new NASWD</w:t>
            </w:r>
            <w:r w:rsidR="00985CA6">
              <w:t>.</w:t>
            </w:r>
          </w:p>
        </w:tc>
      </w:tr>
      <w:bookmarkEnd w:id="4"/>
      <w:bookmarkEnd w:id="5"/>
    </w:tbl>
    <w:p w:rsidR="00932359" w:rsidRDefault="00932359" w:rsidP="00932359">
      <w:pPr>
        <w:pStyle w:val="Heading2"/>
      </w:pPr>
      <w:r>
        <w:br w:type="page"/>
      </w:r>
      <w:bookmarkStart w:id="6" w:name="_Toc290470556"/>
      <w:r>
        <w:lastRenderedPageBreak/>
        <w:t>Context for National Agreement for Skills and Workforce Development performance reporting</w:t>
      </w:r>
      <w:bookmarkEnd w:id="6"/>
    </w:p>
    <w:p w:rsidR="00932359" w:rsidRDefault="00932359" w:rsidP="00932359">
      <w:pPr>
        <w:pStyle w:val="BodyText"/>
      </w:pPr>
      <w:r>
        <w:t>The objective of the NASWD is:</w:t>
      </w:r>
    </w:p>
    <w:p w:rsidR="00932359" w:rsidRDefault="00932359" w:rsidP="002821BF">
      <w:pPr>
        <w:pStyle w:val="Quote"/>
      </w:pPr>
      <w:r>
        <w:t>A VET system that delivers a productive and highly skilled workforce and which enables all working age Australians to develop the skills and qualifications needed to participate effectively in the labour market and contribute to Australia’s economic future; and supports the achievement of increased rates of workforce participation. [NASWD para. 18]</w:t>
      </w:r>
    </w:p>
    <w:p w:rsidR="00932359" w:rsidRDefault="00932359" w:rsidP="00932359">
      <w:pPr>
        <w:pStyle w:val="BodyText"/>
      </w:pPr>
      <w:r>
        <w:t xml:space="preserve">The NASWD </w:t>
      </w:r>
      <w:r w:rsidR="00985CA6">
        <w:t xml:space="preserve">is intended to </w:t>
      </w:r>
      <w:r>
        <w:t>contribute to the following outcomes:</w:t>
      </w:r>
    </w:p>
    <w:p w:rsidR="00932359" w:rsidRDefault="00932359" w:rsidP="00932359">
      <w:pPr>
        <w:pStyle w:val="ListBullet"/>
      </w:pPr>
      <w:r>
        <w:t>the skill levels of the working age population are increased to meet the changing needs of the economy</w:t>
      </w:r>
    </w:p>
    <w:p w:rsidR="00F75B7B" w:rsidRDefault="00F75B7B" w:rsidP="00932359">
      <w:pPr>
        <w:pStyle w:val="ListBullet"/>
      </w:pPr>
      <w:r>
        <w:t>all working age Australians have the opportunity to develop skills</w:t>
      </w:r>
    </w:p>
    <w:p w:rsidR="00932359" w:rsidRDefault="00F75B7B" w:rsidP="00932359">
      <w:pPr>
        <w:pStyle w:val="ListBullet"/>
      </w:pPr>
      <w:r>
        <w:t>training delivers the skills and capabilities needed for improved economic participation for working age Australians</w:t>
      </w:r>
      <w:r w:rsidR="00932359">
        <w:t>. [NASWD para. </w:t>
      </w:r>
      <w:r>
        <w:t>1</w:t>
      </w:r>
      <w:r w:rsidR="00932359">
        <w:t>9]</w:t>
      </w:r>
    </w:p>
    <w:p w:rsidR="00932359" w:rsidRDefault="00932359" w:rsidP="00AA3506">
      <w:pPr>
        <w:pStyle w:val="BodyText"/>
      </w:pPr>
      <w:r>
        <w:t xml:space="preserve">Further to this, </w:t>
      </w:r>
      <w:r w:rsidR="001D2206">
        <w:t>the NASWD includes two targets:</w:t>
      </w:r>
    </w:p>
    <w:p w:rsidR="00932359" w:rsidRDefault="00932359" w:rsidP="00AA3506">
      <w:pPr>
        <w:pStyle w:val="ListBullet"/>
      </w:pPr>
      <w:r>
        <w:t xml:space="preserve">halve the proportion of Australians </w:t>
      </w:r>
      <w:r w:rsidR="00366CCF">
        <w:t xml:space="preserve">nationally </w:t>
      </w:r>
      <w:r>
        <w:t>aged 20–64 without qualifications at AQF Certificate III level and above between 2009 and 2020</w:t>
      </w:r>
    </w:p>
    <w:p w:rsidR="00932359" w:rsidRDefault="00932359" w:rsidP="00AA3506">
      <w:pPr>
        <w:pStyle w:val="ListBullet"/>
      </w:pPr>
      <w:r>
        <w:t xml:space="preserve">double the number of higher qualification completions (Diploma and Advanced Diploma) </w:t>
      </w:r>
      <w:r w:rsidR="00366CCF">
        <w:t xml:space="preserve">nationally </w:t>
      </w:r>
      <w:r>
        <w:t>between 2009 and 2020. [NASWD p</w:t>
      </w:r>
      <w:r w:rsidR="00366CCF">
        <w:t>ara</w:t>
      </w:r>
      <w:r>
        <w:t xml:space="preserve">. </w:t>
      </w:r>
      <w:r w:rsidR="00366CCF">
        <w:t>22</w:t>
      </w:r>
      <w:r w:rsidR="001D2206">
        <w:t>]</w:t>
      </w:r>
    </w:p>
    <w:p w:rsidR="00932359" w:rsidRDefault="00932359" w:rsidP="00932359">
      <w:pPr>
        <w:pStyle w:val="BodyText"/>
      </w:pPr>
      <w:r>
        <w:t>This report does not include information on performance against NP indicators, but s</w:t>
      </w:r>
      <w:r w:rsidRPr="002A15C3">
        <w:t xml:space="preserve">everal NP agreements may be relevant to analysing performance </w:t>
      </w:r>
      <w:r>
        <w:t>against</w:t>
      </w:r>
      <w:r w:rsidRPr="002A15C3">
        <w:t xml:space="preserve"> the </w:t>
      </w:r>
      <w:r>
        <w:t>NASWD outcomes</w:t>
      </w:r>
      <w:r w:rsidR="00985CA6">
        <w:t>,</w:t>
      </w:r>
      <w:r>
        <w:t xml:space="preserve"> including:</w:t>
      </w:r>
    </w:p>
    <w:p w:rsidR="00812CA5" w:rsidRDefault="00812CA5" w:rsidP="00932359">
      <w:pPr>
        <w:pStyle w:val="ListBullet"/>
      </w:pPr>
      <w:r>
        <w:t xml:space="preserve">the </w:t>
      </w:r>
      <w:r w:rsidRPr="00812CA5">
        <w:rPr>
          <w:i/>
        </w:rPr>
        <w:t>National Partnership Agreement on Skills Reform</w:t>
      </w:r>
      <w:r>
        <w:t xml:space="preserve"> (COAG 2012c)</w:t>
      </w:r>
    </w:p>
    <w:p w:rsidR="00932359" w:rsidRPr="0059660B" w:rsidRDefault="00932359" w:rsidP="00932359">
      <w:pPr>
        <w:pStyle w:val="ListBullet"/>
      </w:pPr>
      <w:r>
        <w:t>t</w:t>
      </w:r>
      <w:r w:rsidRPr="0059660B">
        <w:t xml:space="preserve">he </w:t>
      </w:r>
      <w:r w:rsidRPr="0059660B">
        <w:rPr>
          <w:i/>
        </w:rPr>
        <w:t>National Partnership Agreement on Productivity Places Program</w:t>
      </w:r>
      <w:r w:rsidRPr="0059660B">
        <w:t xml:space="preserve"> (COAG</w:t>
      </w:r>
      <w:r>
        <w:t> </w:t>
      </w:r>
      <w:r w:rsidRPr="0059660B">
        <w:t>2009</w:t>
      </w:r>
      <w:r w:rsidR="000B5441">
        <w:t>c</w:t>
      </w:r>
      <w:r w:rsidRPr="0059660B">
        <w:t>)</w:t>
      </w:r>
    </w:p>
    <w:p w:rsidR="00932359" w:rsidRDefault="00932359" w:rsidP="00932359">
      <w:pPr>
        <w:pStyle w:val="ListBullet"/>
      </w:pPr>
      <w:r>
        <w:t xml:space="preserve">the Building the Education Revolution component of the </w:t>
      </w:r>
      <w:r w:rsidRPr="00431B04">
        <w:rPr>
          <w:i/>
        </w:rPr>
        <w:t>National Partnership Agreement on the Nation Building and Jobs Plan: Building Prosperity for the Future and Supporting Jobs Now</w:t>
      </w:r>
      <w:r>
        <w:t xml:space="preserve"> </w:t>
      </w:r>
      <w:r w:rsidRPr="0059660B">
        <w:t>(COAG</w:t>
      </w:r>
      <w:r>
        <w:t> </w:t>
      </w:r>
      <w:r w:rsidRPr="0059660B">
        <w:t>2009</w:t>
      </w:r>
      <w:r w:rsidR="000B5441">
        <w:t>d</w:t>
      </w:r>
      <w:r w:rsidRPr="0059660B">
        <w:t>)</w:t>
      </w:r>
    </w:p>
    <w:p w:rsidR="00932359" w:rsidRDefault="00932359" w:rsidP="00932359">
      <w:pPr>
        <w:pStyle w:val="ListBullet"/>
      </w:pPr>
      <w:r w:rsidRPr="00431B04">
        <w:rPr>
          <w:i/>
        </w:rPr>
        <w:t>National Partnership Agreement on Youth Attainment and Transitions</w:t>
      </w:r>
      <w:r>
        <w:t xml:space="preserve"> </w:t>
      </w:r>
      <w:r w:rsidRPr="0059660B">
        <w:t>(COAG</w:t>
      </w:r>
      <w:r>
        <w:t> </w:t>
      </w:r>
      <w:r w:rsidRPr="0059660B">
        <w:t>2009</w:t>
      </w:r>
      <w:r w:rsidR="000B5441">
        <w:t>e</w:t>
      </w:r>
      <w:r w:rsidRPr="0059660B">
        <w:t>)</w:t>
      </w:r>
    </w:p>
    <w:p w:rsidR="00932359" w:rsidRDefault="00932359" w:rsidP="00932359">
      <w:pPr>
        <w:pStyle w:val="ListBullet"/>
      </w:pPr>
      <w:r>
        <w:rPr>
          <w:i/>
        </w:rPr>
        <w:t xml:space="preserve">National Partnership Agreement on Pre-Apprenticeship training </w:t>
      </w:r>
      <w:r w:rsidRPr="0034120F">
        <w:t>(COAG 2010)</w:t>
      </w:r>
      <w:r w:rsidR="00812CA5">
        <w:t xml:space="preserve"> — ceased on 30 June 2011, but relevant to time series comparisons</w:t>
      </w:r>
      <w:r>
        <w:t>.</w:t>
      </w:r>
    </w:p>
    <w:p w:rsidR="00F056FC" w:rsidRDefault="00A33DFF" w:rsidP="00932359">
      <w:pPr>
        <w:pStyle w:val="Heading3"/>
      </w:pPr>
      <w:r>
        <w:br w:type="page"/>
      </w:r>
      <w:r w:rsidR="00932359">
        <w:lastRenderedPageBreak/>
        <w:t>Skills and workforce development</w:t>
      </w:r>
    </w:p>
    <w:p w:rsidR="00932359" w:rsidRDefault="00932359" w:rsidP="00932359">
      <w:pPr>
        <w:pStyle w:val="BodyText"/>
      </w:pPr>
      <w:r>
        <w:t>Skills are important for individuals and the economy, as they increase the capacity of individuals to participate effectively in the workforce over their working life and encourage innovation and development in the way work is done (Buchanan 2008).</w:t>
      </w:r>
      <w:r w:rsidR="00017EB5">
        <w:t xml:space="preserve"> Skill development is central to improving productivity, and in turn, productivity is an important source of improved living standards and growth (International Labour Office 2008).</w:t>
      </w:r>
      <w:r>
        <w:t xml:space="preserve"> A skill is an ability to perform a productive task at a certain level of competence (Shah and Burke 2003). Skills are developed both formally and informally through lifelong educ</w:t>
      </w:r>
      <w:r w:rsidR="001D2206">
        <w:t>ation, training and experience.</w:t>
      </w:r>
    </w:p>
    <w:p w:rsidR="00932359" w:rsidRDefault="00932359" w:rsidP="00932359">
      <w:pPr>
        <w:pStyle w:val="BodyText"/>
      </w:pPr>
      <w:r>
        <w:t>Adult literacy and numeracy programs, VET and higher education play important roles in the formal acquisition of skills and in workforce development. A recent emphasis on the provision of more streamlined educational pathways has led to a revised Australian</w:t>
      </w:r>
      <w:r w:rsidR="00017EB5">
        <w:t xml:space="preserve"> Qualifications Framework (AQF)</w:t>
      </w:r>
      <w:r>
        <w:t>, which acknowledges and strengthens pathways between foundation studies, VET and higher education (Australian Qualific</w:t>
      </w:r>
      <w:r w:rsidR="001D2206">
        <w:t>ations Framework Council 2011).</w:t>
      </w:r>
    </w:p>
    <w:p w:rsidR="00932359" w:rsidRDefault="00932359" w:rsidP="00932359">
      <w:pPr>
        <w:pStyle w:val="BodyText"/>
      </w:pPr>
      <w:r>
        <w:t>People with higher literacy and numeracy skills are more likely to participate in the workforce, be employed in more highly skilled jobs and earn more</w:t>
      </w:r>
      <w:r w:rsidR="00985CA6">
        <w:t>,</w:t>
      </w:r>
      <w:r>
        <w:t xml:space="preserve"> compared with people who have lower skills (Industry Skills Council 2011). </w:t>
      </w:r>
      <w:r w:rsidR="00D63D34">
        <w:t>While there may be costs for individuals in obtaining more education or training, the investment can be worthwhile because life-time earnings can be increase</w:t>
      </w:r>
      <w:r w:rsidR="00812CA5">
        <w:t>d</w:t>
      </w:r>
      <w:r w:rsidR="00D63D34">
        <w:t xml:space="preserve"> through greater earning capacity (Watson 2011). </w:t>
      </w:r>
      <w:r>
        <w:t>ABS data show that employment rates improve with higher levels of qualifications (a proxy for skill levels). Figure 2 shows that</w:t>
      </w:r>
      <w:r w:rsidR="00985CA6">
        <w:t>,</w:t>
      </w:r>
      <w:r>
        <w:t xml:space="preserve"> in 201</w:t>
      </w:r>
      <w:r w:rsidR="00A76B8A">
        <w:t>1</w:t>
      </w:r>
      <w:r w:rsidR="00985CA6">
        <w:t>,</w:t>
      </w:r>
      <w:r>
        <w:t xml:space="preserve"> the proportion of the working age population that were employed increased with higher levels of qualification. In something of a ‘virtuous’ cycle, well-educated individuals are more likely to obtain further education and update their competencies and develop new skills </w:t>
      </w:r>
      <w:r w:rsidR="00017EB5">
        <w:t>over their lifetime (OECD 2010).</w:t>
      </w:r>
    </w:p>
    <w:p w:rsidR="00932359" w:rsidRDefault="00C34B33" w:rsidP="00AA3506">
      <w:pPr>
        <w:pStyle w:val="FigureTitle"/>
      </w:pPr>
      <w:r>
        <w:rPr>
          <w:noProof/>
        </w:rPr>
        <w:lastRenderedPageBreak/>
        <mc:AlternateContent>
          <mc:Choice Requires="wps">
            <w:drawing>
              <wp:anchor distT="0" distB="0" distL="114300" distR="114300" simplePos="0" relativeHeight="251659264" behindDoc="0" locked="0" layoutInCell="1" allowOverlap="1" wp14:anchorId="7FE3C2FB" wp14:editId="5FBC0600">
                <wp:simplePos x="0" y="0"/>
                <wp:positionH relativeFrom="column">
                  <wp:posOffset>-129540</wp:posOffset>
                </wp:positionH>
                <wp:positionV relativeFrom="paragraph">
                  <wp:posOffset>381000</wp:posOffset>
                </wp:positionV>
                <wp:extent cx="120650" cy="3060700"/>
                <wp:effectExtent l="0" t="0" r="12700" b="25400"/>
                <wp:wrapNone/>
                <wp:docPr id="26" name="Rectangle 26"/>
                <wp:cNvGraphicFramePr/>
                <a:graphic xmlns:a="http://schemas.openxmlformats.org/drawingml/2006/main">
                  <a:graphicData uri="http://schemas.microsoft.com/office/word/2010/wordprocessingShape">
                    <wps:wsp>
                      <wps:cNvSpPr/>
                      <wps:spPr>
                        <a:xfrm>
                          <a:off x="0" y="0"/>
                          <a:ext cx="120650" cy="3060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 o:spid="_x0000_s1026" style="position:absolute;margin-left:-10.2pt;margin-top:30pt;width:9.5pt;height:2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" fillcolor="white [3212]" strokecolor="white [3212]" strokeweight="2pt"/>
            </w:pict>
          </mc:Fallback>
        </mc:AlternateContent>
      </w:r>
      <w:r w:rsidR="00932359">
        <w:rPr>
          <w:b w:val="0"/>
        </w:rPr>
        <w:t xml:space="preserve">Figure </w:t>
      </w:r>
      <w:r w:rsidR="00503759">
        <w:rPr>
          <w:b w:val="0"/>
          <w:noProof/>
        </w:rPr>
        <w:t>2</w:t>
      </w:r>
      <w:r w:rsidR="00932359">
        <w:tab/>
        <w:t>Proportion of persons aged 15–64 years that are employed, by level of highest education, 2011</w:t>
      </w:r>
      <w:r w:rsidR="00932359" w:rsidRPr="00932359">
        <w:rPr>
          <w:rStyle w:val="NoteLabel"/>
          <w:b/>
        </w:rPr>
        <w:t>a, b</w:t>
      </w:r>
    </w:p>
    <w:tbl>
      <w:tblPr>
        <w:tblW w:w="0" w:type="auto"/>
        <w:tblInd w:w="119" w:type="dxa"/>
        <w:tblBorders>
          <w:top w:val="single" w:sz="4" w:space="0" w:color="auto"/>
          <w:bottom w:val="single" w:sz="4" w:space="0" w:color="auto"/>
        </w:tblBorders>
        <w:tblLayout w:type="fixed"/>
        <w:tblLook w:val="0000" w:firstRow="0" w:lastRow="0" w:firstColumn="0" w:lastColumn="0" w:noHBand="0" w:noVBand="0"/>
      </w:tblPr>
      <w:tblGrid>
        <w:gridCol w:w="8777"/>
      </w:tblGrid>
      <w:tr w:rsidR="00932359" w:rsidTr="00952059">
        <w:tc>
          <w:tcPr>
            <w:tcW w:w="8777" w:type="dxa"/>
            <w:shd w:val="clear" w:color="auto" w:fill="auto"/>
          </w:tcPr>
          <w:p w:rsidR="00932359" w:rsidRPr="00917561" w:rsidRDefault="000B71E5" w:rsidP="000B71E5">
            <w:pPr>
              <w:pStyle w:val="Figure"/>
              <w:pBdr>
                <w:left w:val="single" w:sz="4" w:space="4" w:color="auto"/>
              </w:pBdr>
              <w:jc w:val="left"/>
              <w:rPr>
                <w:rStyle w:val="DraftingNote"/>
              </w:rPr>
            </w:pPr>
            <w:r>
              <w:rPr>
                <w:noProof/>
              </w:rPr>
              <w:drawing>
                <wp:inline distT="0" distB="0" distL="0" distR="0" wp14:anchorId="2949DC5C" wp14:editId="11977BA2">
                  <wp:extent cx="5400000" cy="2880000"/>
                  <wp:effectExtent l="0" t="0" r="0" b="0"/>
                  <wp:docPr id="23" name="Chart 23" descr="bar chart by State and Territory for employment to population ratio by level of highest education,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641401" w:rsidRPr="00641401" w:rsidRDefault="00641401" w:rsidP="00AA3506">
      <w:pPr>
        <w:pStyle w:val="Source"/>
      </w:pPr>
      <w:r w:rsidRPr="00641401">
        <w:rPr>
          <w:rStyle w:val="NoteLabel"/>
        </w:rPr>
        <w:t>a</w:t>
      </w:r>
      <w:r w:rsidRPr="00641401">
        <w:t xml:space="preserve"> Data for this figure are provided at table SWD.C.1. Table SWD.C.2 provides data for the proportion of persons aged 25 to 44 years that are employed, by highest level of education. </w:t>
      </w:r>
      <w:r w:rsidRPr="00641401">
        <w:rPr>
          <w:rStyle w:val="NoteLabel"/>
        </w:rPr>
        <w:t>b</w:t>
      </w:r>
      <w:r w:rsidRPr="00641401">
        <w:t xml:space="preserve"> Prior to 2009 all persons in very remote areas were excluded from SEW. Very remote areas represent about 2 per cent of the total Australian and 20 per cent of the Northern Territory population. From 2009 onwards SEW has a slightly wider scope, and excludes only persons in Indigenous communities in very remote areas. The current exclusion has only a minor impact on national estimates or estimates by state/territory except for the Northern Territory where such persons account for about 15 per cent of the population.</w:t>
      </w:r>
      <w:r>
        <w:t xml:space="preserve"> </w:t>
      </w:r>
      <w:r w:rsidRPr="00641401">
        <w:rPr>
          <w:rStyle w:val="NoteLabel"/>
        </w:rPr>
        <w:t>c</w:t>
      </w:r>
      <w:r w:rsidRPr="00641401">
        <w:t xml:space="preserve"> Includes people whose highest level of non-school qualification is 'Certificate III', 'Certificate IV', 'Diploma' or 'Advanced Diploma'. d May include people whose highest level of non-school qualification is 'Certificate I', 'Certificate II', 'Certificate I/II not further defined' or 'Certificate not further defined'. </w:t>
      </w:r>
      <w:r w:rsidRPr="00641401">
        <w:rPr>
          <w:rStyle w:val="NoteLabel"/>
        </w:rPr>
        <w:t xml:space="preserve">e </w:t>
      </w:r>
      <w:r w:rsidRPr="00641401">
        <w:t>May include people whose highest level of non-school qualification is 'Certificate I', 'Certificate II', 'Certificate I/II not further defined' or 'Certificate not further defined' and also includes people whose highest level of school attainment could not be determined or who have no educational attainment.</w:t>
      </w:r>
    </w:p>
    <w:p w:rsidR="00932359" w:rsidRDefault="00A76B8A" w:rsidP="00AA3506">
      <w:pPr>
        <w:pStyle w:val="Source"/>
      </w:pPr>
      <w:r>
        <w:rPr>
          <w:i/>
        </w:rPr>
        <w:t>S</w:t>
      </w:r>
      <w:r w:rsidR="00932359">
        <w:rPr>
          <w:i/>
        </w:rPr>
        <w:t>ource</w:t>
      </w:r>
      <w:r w:rsidR="00932359" w:rsidRPr="00167F06">
        <w:t>:</w:t>
      </w:r>
      <w:r>
        <w:t xml:space="preserve"> ABS (unpublished) Survey of Education and Work; table SWD.C.1.</w:t>
      </w:r>
    </w:p>
    <w:p w:rsidR="00A76B8A" w:rsidRDefault="00A76B8A" w:rsidP="00A76B8A">
      <w:pPr>
        <w:pStyle w:val="BodyText"/>
      </w:pPr>
      <w:r>
        <w:t xml:space="preserve">There are limitations </w:t>
      </w:r>
      <w:r w:rsidR="00985CA6">
        <w:t xml:space="preserve">to </w:t>
      </w:r>
      <w:r>
        <w:t>using qualifications as a proxy for skills (Lowry, Molloy and McGlennon 2008</w:t>
      </w:r>
      <w:r w:rsidR="00812CA5">
        <w:t>;</w:t>
      </w:r>
      <w:r>
        <w:t xml:space="preserve"> Scottish Government Social Research 2008). Measuring the ‘output’ of education and training (that is, qualifications) does not identify whether, or to what extent, those qualifications reflect skills that are subsequently utilised in the workplace (Payne 2010). Research into skills utilisation endeavours to look beyond qualifications at how well skills are matched to work an</w:t>
      </w:r>
      <w:r w:rsidR="001D2206">
        <w:t>d how well skills are utilised.</w:t>
      </w:r>
    </w:p>
    <w:p w:rsidR="00932359" w:rsidRDefault="00A76B8A" w:rsidP="00A76B8A">
      <w:pPr>
        <w:pStyle w:val="BodyText"/>
      </w:pPr>
      <w:r>
        <w:t>Research suggests that how skills are utilised within workplaces is crucial to achieving good economic and social outcomes (Watson 2008). When workers</w:t>
      </w:r>
      <w:r w:rsidR="00985CA6">
        <w:t>,</w:t>
      </w:r>
      <w:r>
        <w:t xml:space="preserve"> skills do not match job requirements, a number of negative labour market outcomes can occur, including productivity and efficiency losses, lowered earnings and reduced job satisfaction (Mavromaras, McGuinness and Fok 2010).</w:t>
      </w:r>
    </w:p>
    <w:p w:rsidR="009E0152" w:rsidRDefault="009E0152" w:rsidP="009E0152">
      <w:pPr>
        <w:pStyle w:val="Heading3"/>
      </w:pPr>
      <w:r>
        <w:lastRenderedPageBreak/>
        <w:t>Government roles and responsibilities</w:t>
      </w:r>
    </w:p>
    <w:p w:rsidR="008A3466" w:rsidRDefault="009E0152" w:rsidP="008D6E74">
      <w:pPr>
        <w:pStyle w:val="BodyText"/>
      </w:pPr>
      <w:r>
        <w:t xml:space="preserve">The Australian Government’s </w:t>
      </w:r>
      <w:r w:rsidRPr="002821BF">
        <w:rPr>
          <w:i/>
        </w:rPr>
        <w:t>Review of Australian Higher Education Final Report</w:t>
      </w:r>
      <w:r>
        <w:t xml:space="preserve"> (Bradley </w:t>
      </w:r>
      <w:r w:rsidR="000B71E5">
        <w:t xml:space="preserve">et al </w:t>
      </w:r>
      <w:r>
        <w:t>2008) found that the nation need</w:t>
      </w:r>
      <w:r w:rsidR="00A80978">
        <w:t>s</w:t>
      </w:r>
      <w:r>
        <w:t xml:space="preserve"> more well-qualified people if it is to anticipate and meet the demands of a rapidly moving global economy.</w:t>
      </w:r>
      <w:r w:rsidR="00C25B1D">
        <w:t xml:space="preserve"> Economic modelling of skills demand by Access Economics (2009) found that</w:t>
      </w:r>
      <w:r w:rsidR="008A3466">
        <w:t>,</w:t>
      </w:r>
      <w:r w:rsidR="00C25B1D">
        <w:t xml:space="preserve"> </w:t>
      </w:r>
      <w:r w:rsidR="008A3466">
        <w:t xml:space="preserve">under a high growth scenario, </w:t>
      </w:r>
      <w:r w:rsidR="00C25B1D">
        <w:t>an additional 2.1 million people with VET qualifications will be needed in the workforce by 2015.</w:t>
      </w:r>
      <w:r>
        <w:t xml:space="preserve"> Investment in providing the highly skilled workforce necessary for the future is a shared responsibility across all governments, industry, businesses and communities.</w:t>
      </w:r>
    </w:p>
    <w:p w:rsidR="007E2DC9" w:rsidRDefault="00366CCF" w:rsidP="008D6E74">
      <w:pPr>
        <w:pStyle w:val="BodyText"/>
      </w:pPr>
      <w:r>
        <w:t>The Productivity Commission has projected that a</w:t>
      </w:r>
      <w:r w:rsidR="00FC785C">
        <w:t>ttainment of the COAG VET target</w:t>
      </w:r>
      <w:r w:rsidR="007E2DC9">
        <w:t xml:space="preserve"> of halving the proportion of Australians aged 20 to 64 years without qualifications at Certificate III level or above between 2009 and 2020 </w:t>
      </w:r>
      <w:r>
        <w:t>would raise</w:t>
      </w:r>
      <w:r w:rsidR="007E2DC9">
        <w:t>:</w:t>
      </w:r>
    </w:p>
    <w:p w:rsidR="007E2DC9" w:rsidRDefault="007E2DC9" w:rsidP="00D87377">
      <w:pPr>
        <w:pStyle w:val="ListBullet"/>
      </w:pPr>
      <w:r>
        <w:t>the number of completions by about 1.29 million over the period 2010 to 2020</w:t>
      </w:r>
    </w:p>
    <w:p w:rsidR="007E2DC9" w:rsidRDefault="007E2DC9" w:rsidP="00D87377">
      <w:pPr>
        <w:pStyle w:val="ListBullet"/>
      </w:pPr>
      <w:r>
        <w:t>employment by 1.04 per cent by 2020</w:t>
      </w:r>
    </w:p>
    <w:p w:rsidR="007E2DC9" w:rsidRDefault="007E2DC9" w:rsidP="00D87377">
      <w:pPr>
        <w:pStyle w:val="ListBullet"/>
      </w:pPr>
      <w:r>
        <w:t>labou</w:t>
      </w:r>
      <w:r w:rsidR="001D2206">
        <w:t>r productivity by 0.35 per cent</w:t>
      </w:r>
    </w:p>
    <w:p w:rsidR="009E0152" w:rsidRDefault="007E2DC9" w:rsidP="00D87377">
      <w:pPr>
        <w:pStyle w:val="ListBullet"/>
      </w:pPr>
      <w:r>
        <w:t>GDP by 1.95 per cent (PC 2012).</w:t>
      </w:r>
    </w:p>
    <w:p w:rsidR="009E0152" w:rsidRDefault="009E0152" w:rsidP="009E0152">
      <w:pPr>
        <w:pStyle w:val="BodyText"/>
      </w:pPr>
      <w:r>
        <w:t>The NASWD sets out the commitment of the Commonwealth and the State and Territory governments to work towards increasing the skill levels of all Australians, including Indigenous Australians. The roles of the Australian Government under the NASWD are detailed at para. 26 of the Agreement. The roles of the State and Territory governments are detailed at para. 27. Shared responsibilities are detailed at para. 28.</w:t>
      </w:r>
    </w:p>
    <w:p w:rsidR="00812CA5" w:rsidRDefault="00812CA5" w:rsidP="00812CA5">
      <w:pPr>
        <w:pStyle w:val="BodyText"/>
      </w:pPr>
      <w:r>
        <w:t>The Australian Government:</w:t>
      </w:r>
    </w:p>
    <w:p w:rsidR="00812CA5" w:rsidRDefault="00812CA5" w:rsidP="00812CA5">
      <w:pPr>
        <w:pStyle w:val="ListBullet"/>
      </w:pPr>
      <w:r>
        <w:t>has primary responsibility for public funding of higher education</w:t>
      </w:r>
    </w:p>
    <w:p w:rsidR="00812CA5" w:rsidRDefault="00812CA5" w:rsidP="00812CA5">
      <w:pPr>
        <w:pStyle w:val="ListBullet"/>
      </w:pPr>
      <w:r>
        <w:t>provides funding contributions to states and territories to support their training systems, and provides specific interventions and assistance to support industry investment in training; Australian Apprenticeships; literacy and numeracy; and those seeking to enter the workforce.</w:t>
      </w:r>
    </w:p>
    <w:p w:rsidR="00812CA5" w:rsidRDefault="00812CA5" w:rsidP="00812CA5">
      <w:pPr>
        <w:pStyle w:val="BodyText"/>
      </w:pPr>
      <w:r>
        <w:t>Responsibility for decision making, regulation and governance for higher education is shared among the Australian Government, the State and Territory governments and the institutions themselves.</w:t>
      </w:r>
    </w:p>
    <w:p w:rsidR="00812CA5" w:rsidRDefault="00812CA5" w:rsidP="00812CA5">
      <w:pPr>
        <w:pStyle w:val="BodyText"/>
      </w:pPr>
      <w:r>
        <w:t xml:space="preserve">State and Territory governments oversee the expenditure of public funds for, and delivery of, training within states and territories and determine resource allocation </w:t>
      </w:r>
      <w:r>
        <w:lastRenderedPageBreak/>
        <w:t>within their State and Territory. State and Territory governments also ensure the effective operation of the training market.</w:t>
      </w:r>
    </w:p>
    <w:p w:rsidR="00812CA5" w:rsidRDefault="00812CA5" w:rsidP="00812CA5">
      <w:pPr>
        <w:pStyle w:val="BodyText"/>
      </w:pPr>
      <w:r>
        <w:t>The Australian Government and the State and Territory governments share the responsibility for developing and maintain the national training system.</w:t>
      </w:r>
    </w:p>
    <w:p w:rsidR="00BB0462" w:rsidRDefault="00E46BF2" w:rsidP="009E0152">
      <w:pPr>
        <w:pStyle w:val="BodyText"/>
      </w:pPr>
      <w:r>
        <w:t>T</w:t>
      </w:r>
      <w:r w:rsidR="009E0152">
        <w:t>he Standing Council on Tertiary Education, Skills and Employment (SCOTESE)</w:t>
      </w:r>
      <w:r w:rsidR="009E0152">
        <w:rPr>
          <w:rStyle w:val="FootnoteReference"/>
        </w:rPr>
        <w:footnoteReference w:id="1"/>
      </w:r>
      <w:r>
        <w:t xml:space="preserve">, is the key decision-making body for the national tertiary education and employment system, and reports to COAG. </w:t>
      </w:r>
      <w:r w:rsidR="00BB0462">
        <w:t xml:space="preserve">The purpose of SCOTESE is to ensure that </w:t>
      </w:r>
      <w:r w:rsidR="002D56D0">
        <w:t>Australia’s current and future workforce needs are met through increased participation, educational attainment, skills development and skills use to achieve greater productivity.</w:t>
      </w:r>
    </w:p>
    <w:p w:rsidR="009E0152" w:rsidRDefault="009E0152" w:rsidP="009E0152">
      <w:pPr>
        <w:pStyle w:val="Heading3"/>
      </w:pPr>
      <w:r>
        <w:t>VET and NASWD reporting</w:t>
      </w:r>
    </w:p>
    <w:p w:rsidR="009E0152" w:rsidRDefault="009E0152" w:rsidP="009E0152">
      <w:pPr>
        <w:pStyle w:val="BodyText"/>
      </w:pPr>
      <w:r>
        <w:t>The VET sector plays a key role in skills and workforce development. Its strong links to industry provide opportunities for the working age population to acquire new or improved competencies that are recognised and relevant to the workforce, and which can make them more valued, productive and innovative workers (PC 2011).</w:t>
      </w:r>
    </w:p>
    <w:p w:rsidR="009E0152" w:rsidRDefault="009E0152" w:rsidP="009E0152">
      <w:pPr>
        <w:pStyle w:val="BodyText"/>
      </w:pPr>
      <w:r>
        <w:t>The majority of the indicators in the NASWD currently require reporting on the delivery of qualifications in the education and training environment (and in many cases the delivery of VET qualifications in particular), rather than skills more broadly (which can be acquired through a range of on the job activities, including informal training, and learning by doing). Therefore, the remainder of the context section focuses on VET.</w:t>
      </w:r>
    </w:p>
    <w:p w:rsidR="0060283E" w:rsidRDefault="0060283E" w:rsidP="00F01DD5">
      <w:pPr>
        <w:pStyle w:val="Heading3"/>
      </w:pPr>
      <w:r>
        <w:t>Natio</w:t>
      </w:r>
      <w:r w:rsidR="00F01DD5">
        <w:t>nal Training Environment in 2011</w:t>
      </w:r>
    </w:p>
    <w:p w:rsidR="001B2084" w:rsidRDefault="001B2084" w:rsidP="001B2084">
      <w:pPr>
        <w:pStyle w:val="BodyText"/>
      </w:pPr>
      <w:r>
        <w:t xml:space="preserve">The SCOTESE was established in September 2011 as part of the </w:t>
      </w:r>
      <w:r w:rsidR="00FA4728">
        <w:t xml:space="preserve">new </w:t>
      </w:r>
      <w:r>
        <w:t>COAG Council System, replacing MCTEE, the previous key decision-making body with overall responsibility for the national training environment.</w:t>
      </w:r>
    </w:p>
    <w:p w:rsidR="00355EDE" w:rsidRDefault="001B2084" w:rsidP="001B2084">
      <w:pPr>
        <w:pStyle w:val="BodyText"/>
      </w:pPr>
      <w:r>
        <w:t>Membership of SCOTESE comprises Commonwealth, State, Territory and New Zealand Ministers with responsibility for tertiary education, skills and employment.</w:t>
      </w:r>
    </w:p>
    <w:p w:rsidR="001B2084" w:rsidRDefault="001B2084" w:rsidP="001B2084">
      <w:pPr>
        <w:pStyle w:val="BodyText"/>
      </w:pPr>
      <w:r>
        <w:t>SCOTESE is supported by a number of committees, councils and groups:</w:t>
      </w:r>
    </w:p>
    <w:p w:rsidR="001B2084" w:rsidRDefault="001B2084" w:rsidP="001B2084">
      <w:pPr>
        <w:pStyle w:val="ListBullet"/>
      </w:pPr>
      <w:r>
        <w:lastRenderedPageBreak/>
        <w:t>The National Senior Officials Committee (NSOC</w:t>
      </w:r>
      <w:r w:rsidR="004C6554">
        <w:t>) — the administrative arm of SCOTESE  — is responsible for implementing SCOTESE decisions, driving national collaboration and monitoring the effectiveness of the national tertiary education, skills and employment system.</w:t>
      </w:r>
    </w:p>
    <w:p w:rsidR="004C6554" w:rsidRDefault="00D04382" w:rsidP="001B2084">
      <w:pPr>
        <w:pStyle w:val="ListBullet"/>
      </w:pPr>
      <w:r>
        <w:t xml:space="preserve">The </w:t>
      </w:r>
      <w:r w:rsidR="004C6554">
        <w:t xml:space="preserve">National Skills Standards Council (NSSC) </w:t>
      </w:r>
      <w:r>
        <w:t xml:space="preserve">was </w:t>
      </w:r>
      <w:r w:rsidR="004C6554">
        <w:t>established from 1 July 2011</w:t>
      </w:r>
      <w:r>
        <w:t>,</w:t>
      </w:r>
      <w:r w:rsidR="004C6554">
        <w:t xml:space="preserve"> following the dissolution of the National Quality Council from 30 June 2011. The NSSC provides advice to SCOTESE on national standards for regulation of vocational education and training.</w:t>
      </w:r>
    </w:p>
    <w:p w:rsidR="004C6554" w:rsidRDefault="00D04382" w:rsidP="001B2084">
      <w:pPr>
        <w:pStyle w:val="ListBullet"/>
      </w:pPr>
      <w:r>
        <w:t xml:space="preserve">The </w:t>
      </w:r>
      <w:r w:rsidR="004C6554">
        <w:t>National Advisory for Tertiary Education, Skills and Employment (NATESE) provides policy advice and support services for SCOTESE.</w:t>
      </w:r>
    </w:p>
    <w:p w:rsidR="004C6554" w:rsidRDefault="004C6554" w:rsidP="001B2084">
      <w:pPr>
        <w:pStyle w:val="ListBullet"/>
      </w:pPr>
      <w:r>
        <w:t xml:space="preserve">The Flexible Learning Advisory Group (FLAG) </w:t>
      </w:r>
      <w:r w:rsidR="00D04382">
        <w:t xml:space="preserve">is </w:t>
      </w:r>
      <w:r>
        <w:t>the key policy advisory group on national directions and priorities for information and communication technologies in VET</w:t>
      </w:r>
      <w:r w:rsidR="00D04382">
        <w:t>,</w:t>
      </w:r>
      <w:r>
        <w:t xml:space="preserve"> and</w:t>
      </w:r>
      <w:r w:rsidR="00D04382">
        <w:t xml:space="preserve"> in</w:t>
      </w:r>
      <w:r>
        <w:t xml:space="preserve"> Adult and Community Education (ACE), and is responsible for implementing the National VET E-learning Strategy.</w:t>
      </w:r>
    </w:p>
    <w:p w:rsidR="00355EDE" w:rsidRPr="00355EDE" w:rsidRDefault="00355EDE" w:rsidP="00355EDE">
      <w:pPr>
        <w:pStyle w:val="ListBullet"/>
      </w:pPr>
      <w:r>
        <w:t>The National VET Equity Advisory Council (</w:t>
      </w:r>
      <w:r w:rsidR="004C6554">
        <w:t>NVEAC</w:t>
      </w:r>
      <w:r>
        <w:t xml:space="preserve">) </w:t>
      </w:r>
      <w:r w:rsidRPr="00355EDE">
        <w:t xml:space="preserve">advises </w:t>
      </w:r>
      <w:r>
        <w:t>SCOTESE</w:t>
      </w:r>
      <w:r w:rsidRPr="00355EDE">
        <w:t xml:space="preserve"> on how </w:t>
      </w:r>
      <w:r>
        <w:t>disadvantaged learners can achieve better outcomes from VET</w:t>
      </w:r>
      <w:r w:rsidR="001D2206">
        <w:t>.</w:t>
      </w:r>
    </w:p>
    <w:p w:rsidR="0060283E" w:rsidRDefault="0060283E" w:rsidP="0060283E">
      <w:pPr>
        <w:pStyle w:val="BodyText"/>
      </w:pPr>
      <w:r>
        <w:t>Other bodies that provided advice and input to the national training environment in 201</w:t>
      </w:r>
      <w:r w:rsidR="004C6554">
        <w:t>1</w:t>
      </w:r>
      <w:r>
        <w:t xml:space="preserve"> included:</w:t>
      </w:r>
    </w:p>
    <w:p w:rsidR="0060283E" w:rsidRDefault="0060283E" w:rsidP="004C6554">
      <w:pPr>
        <w:pStyle w:val="ListBullet"/>
      </w:pPr>
      <w:r>
        <w:t>Skills Australia, an independent statutory authority, which provides advice to the Federal Minister on Australia’s current, emerging and future workforce skills needs and workforce development needs</w:t>
      </w:r>
    </w:p>
    <w:p w:rsidR="0060283E" w:rsidRDefault="004C6554" w:rsidP="004C6554">
      <w:pPr>
        <w:pStyle w:val="ListBullet"/>
      </w:pPr>
      <w:r>
        <w:t>t</w:t>
      </w:r>
      <w:r w:rsidR="0060283E">
        <w:t>he Australian Qualifications Framework Council, which oversees the standards and pathways between competency based and academic qualifications.</w:t>
      </w:r>
    </w:p>
    <w:p w:rsidR="0060283E" w:rsidRDefault="0060283E" w:rsidP="004C6554">
      <w:pPr>
        <w:pStyle w:val="Heading3"/>
      </w:pPr>
      <w:r>
        <w:t>Vocational educa</w:t>
      </w:r>
      <w:r w:rsidR="001D2206">
        <w:t>tion and training funding flows</w:t>
      </w:r>
    </w:p>
    <w:p w:rsidR="0060283E" w:rsidRDefault="0060283E" w:rsidP="0060283E">
      <w:pPr>
        <w:pStyle w:val="BodyText"/>
      </w:pPr>
      <w:r>
        <w:t>State and Territory governments provide funding to VET providers (Reg</w:t>
      </w:r>
      <w:r w:rsidR="000B5441">
        <w:t>istered Training Organisations [</w:t>
      </w:r>
      <w:r>
        <w:t>RTOs</w:t>
      </w:r>
      <w:r w:rsidR="000B5441">
        <w:t>]</w:t>
      </w:r>
      <w:r>
        <w:t>), students and employers through State and Territory training authorities, to support the delivery of training, improve student services and provide incentives for employers and apprentices. RTOs also receive revenue from individuals and organisations for fee-for-service programs, ancillary trading revenu</w:t>
      </w:r>
      <w:r w:rsidR="001D2206">
        <w:t>e, and other operating revenue.</w:t>
      </w:r>
    </w:p>
    <w:p w:rsidR="0060283E" w:rsidRDefault="0060283E" w:rsidP="0060283E">
      <w:pPr>
        <w:pStyle w:val="BodyText"/>
      </w:pPr>
      <w:r>
        <w:t xml:space="preserve">The Australian Government provides funding for Australian Apprenticeship Centres and employer incentives for Australian Apprenticeships. The Australian Government also funds the Productivity Places Program (PPP) (the job seeker component of the PPP is fully funded by the Australian Government, whilst the </w:t>
      </w:r>
      <w:r>
        <w:lastRenderedPageBreak/>
        <w:t>existing worker component of the PPP is jointly funded by the Australian and State and Territory gove</w:t>
      </w:r>
      <w:r w:rsidR="001D2206">
        <w:t>rnments).</w:t>
      </w:r>
    </w:p>
    <w:p w:rsidR="0060283E" w:rsidRDefault="0060283E" w:rsidP="0060283E">
      <w:pPr>
        <w:pStyle w:val="BodyText"/>
      </w:pPr>
      <w:r>
        <w:t>Responsibility for the delivery of</w:t>
      </w:r>
      <w:r w:rsidR="004F2160">
        <w:t xml:space="preserve"> the</w:t>
      </w:r>
      <w:r>
        <w:t xml:space="preserve"> PPP is shared between the Australian Government and the states and territories. The Australian Government delivered mainstream PPP from April 2008 until 30 June 2009. From 30 June 2009, the states and territories became primarily responsible for the delivery of mainstream PPP, while the Australian Government retained responsibility for the Structural Adjustment Places sub-program, the New Enterprise Incentive Schem</w:t>
      </w:r>
      <w:r w:rsidR="001D2206">
        <w:t>e and the Enterprise Based PPP.</w:t>
      </w:r>
    </w:p>
    <w:p w:rsidR="0060283E" w:rsidRDefault="0060283E" w:rsidP="0060283E">
      <w:pPr>
        <w:pStyle w:val="BodyText"/>
      </w:pPr>
      <w:r>
        <w:t xml:space="preserve">The main funding flows in the VET system </w:t>
      </w:r>
      <w:r w:rsidR="00E46BF2">
        <w:t xml:space="preserve">in 2011 </w:t>
      </w:r>
      <w:r>
        <w:t>are shown in figure 3.</w:t>
      </w:r>
    </w:p>
    <w:p w:rsidR="0060283E" w:rsidRPr="00420DBB" w:rsidRDefault="0060283E" w:rsidP="0060283E">
      <w:pPr>
        <w:pStyle w:val="FigureTitle"/>
      </w:pPr>
      <w:bookmarkStart w:id="7" w:name="_Hlk292266631"/>
      <w:r>
        <w:rPr>
          <w:b w:val="0"/>
        </w:rPr>
        <w:t>Figure </w:t>
      </w:r>
      <w:r w:rsidR="00503759">
        <w:rPr>
          <w:b w:val="0"/>
          <w:noProof/>
        </w:rPr>
        <w:t>3</w:t>
      </w:r>
      <w:bookmarkEnd w:id="7"/>
      <w:r>
        <w:tab/>
      </w:r>
      <w:r w:rsidRPr="00420DBB">
        <w:t>Major funding flows within the VET system</w:t>
      </w:r>
      <w:r w:rsidR="00E46BF2">
        <w:t>, 2011</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diagram of the major funding flows within the VET system in 2011"/>
      </w:tblPr>
      <w:tblGrid>
        <w:gridCol w:w="8777"/>
      </w:tblGrid>
      <w:tr w:rsidR="0060283E" w:rsidRPr="00420DBB" w:rsidTr="0060283E">
        <w:tc>
          <w:tcPr>
            <w:tcW w:w="8777" w:type="dxa"/>
            <w:tcBorders>
              <w:top w:val="single" w:sz="6" w:space="0" w:color="auto"/>
              <w:bottom w:val="single" w:sz="6" w:space="0" w:color="auto"/>
            </w:tcBorders>
          </w:tcPr>
          <w:p w:rsidR="0060283E" w:rsidRPr="00420DBB" w:rsidRDefault="002D2AD1" w:rsidP="0060283E">
            <w:pPr>
              <w:pStyle w:val="Figure"/>
            </w:pPr>
            <w:r>
              <w:rPr>
                <w:noProof/>
              </w:rPr>
              <w:drawing>
                <wp:inline distT="0" distB="0" distL="0" distR="0">
                  <wp:extent cx="5359400" cy="3967480"/>
                  <wp:effectExtent l="0" t="0" r="0" b="0"/>
                  <wp:docPr id="12" name="Picture 12" descr="Shows the funding flows for the VET system in 2011 at a broad 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9400" cy="3967480"/>
                          </a:xfrm>
                          <a:prstGeom prst="rect">
                            <a:avLst/>
                          </a:prstGeom>
                          <a:noFill/>
                          <a:ln>
                            <a:noFill/>
                          </a:ln>
                        </pic:spPr>
                      </pic:pic>
                    </a:graphicData>
                  </a:graphic>
                </wp:inline>
              </w:drawing>
            </w:r>
          </w:p>
        </w:tc>
      </w:tr>
    </w:tbl>
    <w:p w:rsidR="0060283E" w:rsidRDefault="0060283E" w:rsidP="0060283E">
      <w:pPr>
        <w:pStyle w:val="Source"/>
      </w:pPr>
      <w:r>
        <w:rPr>
          <w:i/>
        </w:rPr>
        <w:t>Source</w:t>
      </w:r>
      <w:r>
        <w:t xml:space="preserve">: SCRGSP (2012) </w:t>
      </w:r>
      <w:r w:rsidRPr="000B42F6">
        <w:rPr>
          <w:i/>
        </w:rPr>
        <w:t>Report on Government Services 201</w:t>
      </w:r>
      <w:r>
        <w:rPr>
          <w:i/>
        </w:rPr>
        <w:t>2</w:t>
      </w:r>
      <w:r>
        <w:t>, Productivity Commission, Canberra.</w:t>
      </w:r>
    </w:p>
    <w:p w:rsidR="0060283E" w:rsidRDefault="0060283E" w:rsidP="0060283E">
      <w:pPr>
        <w:pStyle w:val="BodyText"/>
      </w:pPr>
      <w:r>
        <w:t xml:space="preserve">Data on the funding that flows from the Australian Government to Industry/ Australian Apprentices </w:t>
      </w:r>
      <w:r w:rsidR="003420AD">
        <w:t>can</w:t>
      </w:r>
      <w:r>
        <w:t>not be fully captured for reporting and are therefore likely to be understated in the data tables in this report.</w:t>
      </w:r>
    </w:p>
    <w:p w:rsidR="00F75B7B" w:rsidRPr="00F75B7B" w:rsidRDefault="00017EB5" w:rsidP="00F75B7B">
      <w:pPr>
        <w:pStyle w:val="Heading3"/>
      </w:pPr>
      <w:r>
        <w:br w:type="page"/>
      </w:r>
      <w:r w:rsidR="00F75B7B" w:rsidRPr="00F75B7B">
        <w:lastRenderedPageBreak/>
        <w:t>Profile of VET</w:t>
      </w:r>
    </w:p>
    <w:p w:rsidR="00E46BF2" w:rsidRDefault="00F75B7B" w:rsidP="00F75B7B">
      <w:pPr>
        <w:spacing w:before="240" w:line="320" w:lineRule="atLeast"/>
        <w:jc w:val="both"/>
        <w:rPr>
          <w:szCs w:val="20"/>
        </w:rPr>
      </w:pPr>
      <w:r w:rsidRPr="00F75B7B">
        <w:rPr>
          <w:szCs w:val="20"/>
        </w:rPr>
        <w:t xml:space="preserve">This profile of VET is informed by data from the NCVER </w:t>
      </w:r>
      <w:r w:rsidRPr="00F75B7B">
        <w:rPr>
          <w:i/>
          <w:szCs w:val="20"/>
        </w:rPr>
        <w:t>National VET Provider Collection</w:t>
      </w:r>
      <w:r w:rsidRPr="00F75B7B">
        <w:rPr>
          <w:szCs w:val="20"/>
        </w:rPr>
        <w:t>. Student participation and training activity in this collection does not include information from private or community providers where students are not</w:t>
      </w:r>
      <w:r w:rsidR="00E46BF2">
        <w:rPr>
          <w:szCs w:val="20"/>
        </w:rPr>
        <w:t xml:space="preserve"> currently</w:t>
      </w:r>
      <w:r w:rsidRPr="00F75B7B">
        <w:rPr>
          <w:szCs w:val="20"/>
        </w:rPr>
        <w:t xml:space="preserve"> government funded or where the training is recreational/leisure programs (figure 4).</w:t>
      </w:r>
      <w:r w:rsidR="00E46BF2">
        <w:rPr>
          <w:szCs w:val="20"/>
        </w:rPr>
        <w:t xml:space="preserve"> </w:t>
      </w:r>
    </w:p>
    <w:p w:rsidR="00F75B7B" w:rsidRPr="00F75B7B" w:rsidRDefault="00F75B7B" w:rsidP="00F75B7B">
      <w:pPr>
        <w:spacing w:before="240" w:line="320" w:lineRule="atLeast"/>
        <w:jc w:val="both"/>
        <w:rPr>
          <w:szCs w:val="20"/>
        </w:rPr>
      </w:pPr>
      <w:r w:rsidRPr="00F75B7B">
        <w:rPr>
          <w:rFonts w:ascii="Arial" w:hAnsi="Arial"/>
        </w:rPr>
        <w:t>Figure </w:t>
      </w:r>
      <w:r w:rsidR="00503759">
        <w:rPr>
          <w:rFonts w:ascii="Arial" w:hAnsi="Arial"/>
          <w:noProof/>
        </w:rPr>
        <w:t>4</w:t>
      </w:r>
      <w:r w:rsidRPr="00F75B7B">
        <w:rPr>
          <w:rFonts w:ascii="Arial" w:hAnsi="Arial"/>
          <w:b/>
        </w:rPr>
        <w:tab/>
        <w:t>Scope of VET profile reporting</w:t>
      </w:r>
    </w:p>
    <w:p w:rsidR="00F75B7B" w:rsidRPr="00F75B7B" w:rsidRDefault="00F75B7B" w:rsidP="00F75B7B">
      <w:pPr>
        <w:keepNext/>
        <w:keepLines/>
        <w:spacing w:after="40" w:line="220" w:lineRule="atLeast"/>
        <w:ind w:left="6" w:right="113"/>
        <w:rPr>
          <w:rFonts w:ascii="Arial" w:hAnsi="Arial"/>
          <w:b/>
          <w:sz w:val="20"/>
          <w:szCs w:val="20"/>
        </w:rPr>
      </w:pPr>
    </w:p>
    <w:tbl>
      <w:tblPr>
        <w:tblW w:w="0" w:type="auto"/>
        <w:tblInd w:w="108" w:type="dxa"/>
        <w:tblLayout w:type="fixed"/>
        <w:tblLook w:val="01E0" w:firstRow="1" w:lastRow="1" w:firstColumn="1" w:lastColumn="1" w:noHBand="0" w:noVBand="0"/>
      </w:tblPr>
      <w:tblGrid>
        <w:gridCol w:w="2866"/>
        <w:gridCol w:w="1974"/>
        <w:gridCol w:w="1974"/>
        <w:gridCol w:w="1975"/>
      </w:tblGrid>
      <w:tr w:rsidR="00F75B7B" w:rsidRPr="00F75B7B" w:rsidTr="00F75B7B">
        <w:tc>
          <w:tcPr>
            <w:tcW w:w="2866" w:type="dxa"/>
            <w:tcBorders>
              <w:top w:val="single" w:sz="4" w:space="0" w:color="auto"/>
            </w:tcBorders>
          </w:tcPr>
          <w:p w:rsidR="00F75B7B" w:rsidRPr="00F75B7B" w:rsidRDefault="00F75B7B" w:rsidP="00F75B7B">
            <w:pPr>
              <w:keepNext/>
              <w:keepLines/>
              <w:spacing w:after="40" w:line="220" w:lineRule="atLeast"/>
              <w:ind w:right="113"/>
              <w:jc w:val="center"/>
              <w:rPr>
                <w:rFonts w:ascii="Arial" w:hAnsi="Arial"/>
                <w:b/>
                <w:sz w:val="20"/>
                <w:szCs w:val="20"/>
              </w:rPr>
            </w:pPr>
          </w:p>
        </w:tc>
        <w:tc>
          <w:tcPr>
            <w:tcW w:w="5923" w:type="dxa"/>
            <w:gridSpan w:val="3"/>
            <w:tcBorders>
              <w:top w:val="single" w:sz="4" w:space="0" w:color="auto"/>
              <w:bottom w:val="single" w:sz="4" w:space="0" w:color="auto"/>
            </w:tcBorders>
          </w:tcPr>
          <w:p w:rsidR="00F75B7B" w:rsidRPr="00F75B7B" w:rsidRDefault="00F75B7B" w:rsidP="00F75B7B">
            <w:pPr>
              <w:keepNext/>
              <w:keepLines/>
              <w:ind w:right="113"/>
              <w:jc w:val="center"/>
              <w:rPr>
                <w:rFonts w:ascii="Arial" w:hAnsi="Arial"/>
                <w:b/>
                <w:sz w:val="20"/>
                <w:szCs w:val="20"/>
              </w:rPr>
            </w:pPr>
          </w:p>
          <w:p w:rsidR="00F75B7B" w:rsidRPr="00F75B7B" w:rsidRDefault="00F75B7B" w:rsidP="00F75B7B">
            <w:pPr>
              <w:keepNext/>
              <w:keepLines/>
              <w:spacing w:after="40" w:line="220" w:lineRule="atLeast"/>
              <w:ind w:right="113"/>
              <w:jc w:val="center"/>
              <w:rPr>
                <w:rFonts w:ascii="Arial" w:hAnsi="Arial"/>
                <w:b/>
                <w:sz w:val="20"/>
                <w:szCs w:val="20"/>
              </w:rPr>
            </w:pPr>
            <w:r w:rsidRPr="00F75B7B">
              <w:rPr>
                <w:rFonts w:ascii="Arial" w:hAnsi="Arial"/>
                <w:b/>
                <w:sz w:val="20"/>
                <w:szCs w:val="20"/>
              </w:rPr>
              <w:t>Training Organisations</w:t>
            </w:r>
          </w:p>
        </w:tc>
      </w:tr>
      <w:tr w:rsidR="00F75B7B" w:rsidRPr="00F75B7B" w:rsidTr="00F75B7B">
        <w:trPr>
          <w:trHeight w:val="889"/>
        </w:trPr>
        <w:tc>
          <w:tcPr>
            <w:tcW w:w="2866" w:type="dxa"/>
            <w:tcBorders>
              <w:bottom w:val="single" w:sz="4" w:space="0" w:color="auto"/>
              <w:right w:val="single" w:sz="4" w:space="0" w:color="auto"/>
            </w:tcBorders>
            <w:vAlign w:val="bottom"/>
          </w:tcPr>
          <w:p w:rsidR="00F75B7B" w:rsidRPr="00F75B7B" w:rsidRDefault="00F75B7B" w:rsidP="00F75B7B">
            <w:pPr>
              <w:keepNext/>
              <w:keepLines/>
              <w:spacing w:after="40" w:line="220" w:lineRule="atLeast"/>
              <w:ind w:right="113"/>
              <w:jc w:val="center"/>
              <w:rPr>
                <w:rFonts w:ascii="Arial" w:hAnsi="Arial"/>
                <w:b/>
                <w:sz w:val="20"/>
                <w:szCs w:val="20"/>
              </w:rPr>
            </w:pPr>
            <w:r w:rsidRPr="00F75B7B">
              <w:rPr>
                <w:rFonts w:ascii="Arial" w:hAnsi="Arial"/>
                <w:b/>
                <w:sz w:val="20"/>
                <w:szCs w:val="20"/>
              </w:rPr>
              <w:t>Training Funding Type</w:t>
            </w:r>
          </w:p>
        </w:tc>
        <w:tc>
          <w:tcPr>
            <w:tcW w:w="1974" w:type="dxa"/>
            <w:tcBorders>
              <w:top w:val="single" w:sz="4" w:space="0" w:color="auto"/>
              <w:left w:val="single" w:sz="4" w:space="0" w:color="auto"/>
              <w:bottom w:val="single" w:sz="4" w:space="0" w:color="auto"/>
              <w:right w:val="single" w:sz="4" w:space="0" w:color="auto"/>
            </w:tcBorders>
            <w:vAlign w:val="center"/>
          </w:tcPr>
          <w:p w:rsidR="00F75B7B" w:rsidRPr="00F75B7B" w:rsidRDefault="00F75B7B" w:rsidP="00F75B7B">
            <w:pPr>
              <w:keepNext/>
              <w:keepLines/>
              <w:spacing w:after="40" w:line="220" w:lineRule="atLeast"/>
              <w:ind w:right="113"/>
              <w:jc w:val="center"/>
              <w:rPr>
                <w:rFonts w:ascii="Arial" w:hAnsi="Arial"/>
                <w:sz w:val="20"/>
                <w:szCs w:val="20"/>
              </w:rPr>
            </w:pPr>
            <w:r w:rsidRPr="00F75B7B">
              <w:rPr>
                <w:rFonts w:ascii="Arial" w:hAnsi="Arial"/>
                <w:sz w:val="20"/>
                <w:szCs w:val="20"/>
              </w:rPr>
              <w:t>TAFE and Other Government providers</w:t>
            </w:r>
          </w:p>
        </w:tc>
        <w:tc>
          <w:tcPr>
            <w:tcW w:w="1974" w:type="dxa"/>
            <w:tcBorders>
              <w:top w:val="single" w:sz="4" w:space="0" w:color="auto"/>
              <w:left w:val="single" w:sz="4" w:space="0" w:color="auto"/>
              <w:bottom w:val="single" w:sz="4" w:space="0" w:color="auto"/>
              <w:right w:val="single" w:sz="4" w:space="0" w:color="auto"/>
            </w:tcBorders>
            <w:vAlign w:val="center"/>
          </w:tcPr>
          <w:p w:rsidR="00F75B7B" w:rsidRPr="00F75B7B" w:rsidRDefault="00F75B7B" w:rsidP="00F75B7B">
            <w:pPr>
              <w:keepNext/>
              <w:keepLines/>
              <w:spacing w:after="40" w:line="220" w:lineRule="atLeast"/>
              <w:ind w:right="113"/>
              <w:jc w:val="center"/>
              <w:rPr>
                <w:rFonts w:ascii="Arial" w:hAnsi="Arial"/>
                <w:sz w:val="20"/>
                <w:szCs w:val="20"/>
              </w:rPr>
            </w:pPr>
            <w:r w:rsidRPr="00F75B7B">
              <w:rPr>
                <w:rFonts w:ascii="Arial" w:hAnsi="Arial"/>
                <w:sz w:val="20"/>
                <w:szCs w:val="20"/>
              </w:rPr>
              <w:t>Private providers</w:t>
            </w:r>
          </w:p>
        </w:tc>
        <w:tc>
          <w:tcPr>
            <w:tcW w:w="1975" w:type="dxa"/>
            <w:tcBorders>
              <w:top w:val="single" w:sz="4" w:space="0" w:color="auto"/>
              <w:left w:val="single" w:sz="4" w:space="0" w:color="auto"/>
              <w:bottom w:val="single" w:sz="4" w:space="0" w:color="auto"/>
              <w:right w:val="single" w:sz="4" w:space="0" w:color="auto"/>
            </w:tcBorders>
            <w:vAlign w:val="center"/>
          </w:tcPr>
          <w:p w:rsidR="00F75B7B" w:rsidRPr="00F75B7B" w:rsidRDefault="00F75B7B" w:rsidP="00F75B7B">
            <w:pPr>
              <w:keepNext/>
              <w:keepLines/>
              <w:spacing w:after="40" w:line="220" w:lineRule="atLeast"/>
              <w:ind w:right="113"/>
              <w:jc w:val="center"/>
              <w:rPr>
                <w:rFonts w:ascii="Arial" w:hAnsi="Arial"/>
                <w:b/>
                <w:position w:val="6"/>
                <w:sz w:val="18"/>
                <w:szCs w:val="20"/>
              </w:rPr>
            </w:pPr>
            <w:r w:rsidRPr="00F75B7B">
              <w:rPr>
                <w:rFonts w:ascii="Arial" w:hAnsi="Arial"/>
                <w:sz w:val="20"/>
                <w:szCs w:val="20"/>
              </w:rPr>
              <w:t>Community providers</w:t>
            </w:r>
          </w:p>
        </w:tc>
      </w:tr>
      <w:tr w:rsidR="00F75B7B" w:rsidRPr="00F75B7B" w:rsidTr="00F75B7B">
        <w:trPr>
          <w:trHeight w:val="670"/>
        </w:trPr>
        <w:tc>
          <w:tcPr>
            <w:tcW w:w="2866" w:type="dxa"/>
            <w:tcBorders>
              <w:top w:val="single" w:sz="4" w:space="0" w:color="auto"/>
              <w:left w:val="single" w:sz="4" w:space="0" w:color="auto"/>
              <w:bottom w:val="single" w:sz="4" w:space="0" w:color="auto"/>
              <w:right w:val="single" w:sz="4" w:space="0" w:color="auto"/>
            </w:tcBorders>
            <w:vAlign w:val="center"/>
          </w:tcPr>
          <w:p w:rsidR="00F75B7B" w:rsidRPr="00F75B7B" w:rsidRDefault="00F75B7B" w:rsidP="00F75B7B">
            <w:pPr>
              <w:keepNext/>
              <w:keepLines/>
              <w:spacing w:after="40" w:line="220" w:lineRule="atLeast"/>
              <w:ind w:right="113"/>
              <w:jc w:val="center"/>
              <w:rPr>
                <w:rFonts w:ascii="Arial" w:hAnsi="Arial"/>
                <w:sz w:val="20"/>
                <w:szCs w:val="20"/>
              </w:rPr>
            </w:pPr>
            <w:r w:rsidRPr="00F75B7B">
              <w:rPr>
                <w:rFonts w:ascii="Arial" w:hAnsi="Arial"/>
                <w:sz w:val="20"/>
                <w:szCs w:val="20"/>
              </w:rPr>
              <w:t>Government Funded</w:t>
            </w:r>
          </w:p>
        </w:tc>
        <w:tc>
          <w:tcPr>
            <w:tcW w:w="1974" w:type="dxa"/>
            <w:tcBorders>
              <w:top w:val="single" w:sz="4" w:space="0" w:color="auto"/>
              <w:left w:val="single" w:sz="4" w:space="0" w:color="auto"/>
              <w:bottom w:val="single" w:sz="4" w:space="0" w:color="auto"/>
              <w:right w:val="single" w:sz="4" w:space="0" w:color="auto"/>
            </w:tcBorders>
            <w:shd w:val="pct80" w:color="auto" w:fill="auto"/>
            <w:vAlign w:val="center"/>
          </w:tcPr>
          <w:p w:rsidR="00F75B7B" w:rsidRPr="00F75B7B" w:rsidRDefault="00F75B7B" w:rsidP="00F75B7B">
            <w:pPr>
              <w:keepNext/>
              <w:keepLines/>
              <w:spacing w:after="40" w:line="220" w:lineRule="atLeast"/>
              <w:ind w:right="113"/>
              <w:jc w:val="center"/>
              <w:rPr>
                <w:rFonts w:ascii="Arial" w:hAnsi="Arial"/>
                <w:sz w:val="20"/>
                <w:szCs w:val="20"/>
              </w:rPr>
            </w:pPr>
          </w:p>
        </w:tc>
        <w:tc>
          <w:tcPr>
            <w:tcW w:w="1974" w:type="dxa"/>
            <w:tcBorders>
              <w:top w:val="single" w:sz="4" w:space="0" w:color="auto"/>
              <w:left w:val="single" w:sz="4" w:space="0" w:color="auto"/>
              <w:bottom w:val="single" w:sz="4" w:space="0" w:color="auto"/>
              <w:right w:val="single" w:sz="4" w:space="0" w:color="auto"/>
            </w:tcBorders>
            <w:shd w:val="pct80" w:color="auto" w:fill="auto"/>
            <w:vAlign w:val="center"/>
          </w:tcPr>
          <w:p w:rsidR="00F75B7B" w:rsidRPr="00F75B7B" w:rsidRDefault="00F75B7B" w:rsidP="00F75B7B">
            <w:pPr>
              <w:keepNext/>
              <w:keepLines/>
              <w:spacing w:after="40" w:line="220" w:lineRule="atLeast"/>
              <w:ind w:right="113"/>
              <w:jc w:val="center"/>
              <w:rPr>
                <w:rFonts w:ascii="Arial" w:hAnsi="Arial"/>
                <w:sz w:val="20"/>
                <w:szCs w:val="20"/>
              </w:rPr>
            </w:pPr>
          </w:p>
        </w:tc>
        <w:tc>
          <w:tcPr>
            <w:tcW w:w="1975" w:type="dxa"/>
            <w:tcBorders>
              <w:top w:val="single" w:sz="4" w:space="0" w:color="auto"/>
              <w:left w:val="single" w:sz="4" w:space="0" w:color="auto"/>
              <w:bottom w:val="single" w:sz="4" w:space="0" w:color="auto"/>
              <w:right w:val="single" w:sz="4" w:space="0" w:color="auto"/>
            </w:tcBorders>
            <w:shd w:val="pct80" w:color="auto" w:fill="auto"/>
            <w:vAlign w:val="center"/>
          </w:tcPr>
          <w:p w:rsidR="00F75B7B" w:rsidRPr="00F75B7B" w:rsidRDefault="00F75B7B" w:rsidP="00F75B7B">
            <w:pPr>
              <w:keepNext/>
              <w:keepLines/>
              <w:spacing w:after="40" w:line="220" w:lineRule="atLeast"/>
              <w:ind w:right="113"/>
              <w:jc w:val="center"/>
              <w:rPr>
                <w:rFonts w:ascii="Arial" w:hAnsi="Arial"/>
                <w:sz w:val="20"/>
                <w:szCs w:val="20"/>
              </w:rPr>
            </w:pPr>
          </w:p>
        </w:tc>
      </w:tr>
      <w:tr w:rsidR="00F75B7B" w:rsidRPr="00F75B7B" w:rsidTr="00F75B7B">
        <w:trPr>
          <w:trHeight w:val="670"/>
        </w:trPr>
        <w:tc>
          <w:tcPr>
            <w:tcW w:w="2866" w:type="dxa"/>
            <w:tcBorders>
              <w:top w:val="single" w:sz="4" w:space="0" w:color="auto"/>
              <w:left w:val="single" w:sz="4" w:space="0" w:color="auto"/>
              <w:bottom w:val="single" w:sz="4" w:space="0" w:color="auto"/>
              <w:right w:val="single" w:sz="4" w:space="0" w:color="auto"/>
            </w:tcBorders>
            <w:vAlign w:val="center"/>
          </w:tcPr>
          <w:p w:rsidR="00F75B7B" w:rsidRPr="00F75B7B" w:rsidRDefault="00F75B7B" w:rsidP="00F75B7B">
            <w:pPr>
              <w:keepNext/>
              <w:keepLines/>
              <w:spacing w:after="40" w:line="220" w:lineRule="atLeast"/>
              <w:ind w:right="113"/>
              <w:jc w:val="center"/>
              <w:rPr>
                <w:rFonts w:ascii="Arial" w:hAnsi="Arial"/>
                <w:sz w:val="20"/>
                <w:szCs w:val="20"/>
              </w:rPr>
            </w:pPr>
            <w:r w:rsidRPr="00F75B7B">
              <w:rPr>
                <w:rFonts w:ascii="Arial" w:hAnsi="Arial"/>
                <w:sz w:val="20"/>
                <w:szCs w:val="20"/>
              </w:rPr>
              <w:t>Fee-for-service (domestic and international)</w:t>
            </w:r>
          </w:p>
        </w:tc>
        <w:tc>
          <w:tcPr>
            <w:tcW w:w="1974" w:type="dxa"/>
            <w:tcBorders>
              <w:top w:val="single" w:sz="4" w:space="0" w:color="auto"/>
              <w:left w:val="single" w:sz="4" w:space="0" w:color="auto"/>
              <w:bottom w:val="single" w:sz="4" w:space="0" w:color="auto"/>
              <w:right w:val="single" w:sz="4" w:space="0" w:color="auto"/>
            </w:tcBorders>
            <w:shd w:val="clear" w:color="auto" w:fill="333333"/>
            <w:vAlign w:val="center"/>
          </w:tcPr>
          <w:p w:rsidR="00F75B7B" w:rsidRPr="00F75B7B" w:rsidRDefault="00F75B7B" w:rsidP="00F75B7B">
            <w:pPr>
              <w:keepNext/>
              <w:keepLines/>
              <w:spacing w:after="40" w:line="220" w:lineRule="atLeast"/>
              <w:ind w:right="113"/>
              <w:jc w:val="center"/>
              <w:rPr>
                <w:rFonts w:ascii="Arial" w:hAnsi="Arial"/>
                <w:sz w:val="20"/>
                <w:szCs w:val="20"/>
              </w:rPr>
            </w:pPr>
          </w:p>
        </w:tc>
        <w:tc>
          <w:tcPr>
            <w:tcW w:w="1974" w:type="dxa"/>
            <w:tcBorders>
              <w:top w:val="single" w:sz="4" w:space="0" w:color="auto"/>
              <w:left w:val="single" w:sz="4" w:space="0" w:color="auto"/>
              <w:bottom w:val="single" w:sz="4" w:space="0" w:color="auto"/>
              <w:right w:val="single" w:sz="4" w:space="0" w:color="auto"/>
            </w:tcBorders>
            <w:vAlign w:val="center"/>
          </w:tcPr>
          <w:p w:rsidR="00F75B7B" w:rsidRPr="00F75B7B" w:rsidRDefault="00F75B7B" w:rsidP="00F75B7B">
            <w:pPr>
              <w:keepNext/>
              <w:keepLines/>
              <w:spacing w:after="40" w:line="220" w:lineRule="atLeast"/>
              <w:ind w:right="113"/>
              <w:jc w:val="center"/>
              <w:rPr>
                <w:rFonts w:ascii="Arial" w:hAnsi="Arial"/>
                <w:sz w:val="20"/>
                <w:szCs w:val="20"/>
              </w:rPr>
            </w:pPr>
          </w:p>
        </w:tc>
        <w:tc>
          <w:tcPr>
            <w:tcW w:w="1975" w:type="dxa"/>
            <w:tcBorders>
              <w:top w:val="single" w:sz="4" w:space="0" w:color="auto"/>
              <w:left w:val="single" w:sz="4" w:space="0" w:color="auto"/>
              <w:bottom w:val="single" w:sz="4" w:space="0" w:color="auto"/>
              <w:right w:val="single" w:sz="4" w:space="0" w:color="auto"/>
            </w:tcBorders>
            <w:vAlign w:val="center"/>
          </w:tcPr>
          <w:p w:rsidR="00F75B7B" w:rsidRPr="00F75B7B" w:rsidRDefault="00F75B7B" w:rsidP="00F75B7B">
            <w:pPr>
              <w:keepNext/>
              <w:keepLines/>
              <w:spacing w:after="40" w:line="220" w:lineRule="atLeast"/>
              <w:ind w:right="113"/>
              <w:jc w:val="center"/>
              <w:rPr>
                <w:rFonts w:ascii="Arial" w:hAnsi="Arial"/>
                <w:sz w:val="20"/>
                <w:szCs w:val="20"/>
              </w:rPr>
            </w:pPr>
          </w:p>
        </w:tc>
      </w:tr>
    </w:tbl>
    <w:p w:rsidR="00F75B7B" w:rsidRPr="00F75B7B" w:rsidRDefault="00F75B7B" w:rsidP="00F75B7B">
      <w:pPr>
        <w:keepNext/>
        <w:keepLines/>
        <w:spacing w:before="120" w:after="80" w:line="200" w:lineRule="exact"/>
        <w:ind w:left="1304"/>
        <w:rPr>
          <w:rFonts w:ascii="Arial Bold" w:hAnsi="Arial Bold"/>
          <w:sz w:val="18"/>
          <w:u w:val="dotted"/>
        </w:rPr>
      </w:pPr>
    </w:p>
    <w:tbl>
      <w:tblPr>
        <w:tblW w:w="0" w:type="auto"/>
        <w:tblInd w:w="108" w:type="dxa"/>
        <w:tblLook w:val="00A0" w:firstRow="1" w:lastRow="0" w:firstColumn="1" w:lastColumn="0" w:noHBand="0" w:noVBand="0"/>
      </w:tblPr>
      <w:tblGrid>
        <w:gridCol w:w="706"/>
        <w:gridCol w:w="7380"/>
      </w:tblGrid>
      <w:tr w:rsidR="00F75B7B" w:rsidRPr="00F75B7B" w:rsidTr="00F75B7B">
        <w:trPr>
          <w:trHeight w:val="318"/>
        </w:trPr>
        <w:tc>
          <w:tcPr>
            <w:tcW w:w="706" w:type="dxa"/>
            <w:tcBorders>
              <w:top w:val="single" w:sz="4" w:space="0" w:color="auto"/>
              <w:left w:val="single" w:sz="4" w:space="0" w:color="auto"/>
              <w:bottom w:val="single" w:sz="4" w:space="0" w:color="auto"/>
              <w:right w:val="single" w:sz="4" w:space="0" w:color="auto"/>
            </w:tcBorders>
            <w:shd w:val="clear" w:color="auto" w:fill="333333"/>
          </w:tcPr>
          <w:p w:rsidR="00F75B7B" w:rsidRPr="00F75B7B" w:rsidRDefault="00F75B7B" w:rsidP="00F75B7B">
            <w:pPr>
              <w:keepNext/>
              <w:spacing w:line="320" w:lineRule="exact"/>
              <w:outlineLvl w:val="3"/>
              <w:rPr>
                <w:rFonts w:ascii="Arial Bold" w:hAnsi="Arial Bold"/>
                <w:i/>
                <w:sz w:val="18"/>
                <w:szCs w:val="20"/>
                <w:u w:val="dotted"/>
              </w:rPr>
            </w:pPr>
          </w:p>
        </w:tc>
        <w:tc>
          <w:tcPr>
            <w:tcW w:w="7380" w:type="dxa"/>
            <w:tcBorders>
              <w:left w:val="single" w:sz="4" w:space="0" w:color="auto"/>
            </w:tcBorders>
            <w:vAlign w:val="center"/>
          </w:tcPr>
          <w:p w:rsidR="00F75B7B" w:rsidRPr="00F75B7B" w:rsidRDefault="00F75B7B" w:rsidP="00F75B7B">
            <w:pPr>
              <w:keepNext/>
              <w:keepLines/>
              <w:spacing w:after="40" w:line="220" w:lineRule="atLeast"/>
              <w:ind w:left="6" w:right="113"/>
              <w:rPr>
                <w:rFonts w:ascii="Arial" w:hAnsi="Arial"/>
                <w:sz w:val="20"/>
                <w:szCs w:val="20"/>
              </w:rPr>
            </w:pPr>
            <w:r w:rsidRPr="00F75B7B">
              <w:rPr>
                <w:rFonts w:ascii="Arial" w:hAnsi="Arial"/>
                <w:sz w:val="20"/>
                <w:szCs w:val="20"/>
              </w:rPr>
              <w:t>Data available for reporting and used for performance reporting</w:t>
            </w:r>
          </w:p>
        </w:tc>
      </w:tr>
      <w:tr w:rsidR="00F75B7B" w:rsidRPr="00F75B7B" w:rsidTr="00F75B7B">
        <w:trPr>
          <w:trHeight w:val="318"/>
        </w:trPr>
        <w:tc>
          <w:tcPr>
            <w:tcW w:w="706" w:type="dxa"/>
            <w:tcBorders>
              <w:top w:val="single" w:sz="4" w:space="0" w:color="auto"/>
              <w:left w:val="single" w:sz="4" w:space="0" w:color="auto"/>
              <w:bottom w:val="single" w:sz="4" w:space="0" w:color="auto"/>
              <w:right w:val="single" w:sz="4" w:space="0" w:color="auto"/>
            </w:tcBorders>
          </w:tcPr>
          <w:p w:rsidR="00F75B7B" w:rsidRPr="00F75B7B" w:rsidRDefault="00F75B7B" w:rsidP="00F75B7B">
            <w:pPr>
              <w:keepNext/>
              <w:keepLines/>
              <w:spacing w:after="40" w:line="220" w:lineRule="atLeast"/>
              <w:ind w:right="113"/>
              <w:rPr>
                <w:rFonts w:ascii="Arial" w:hAnsi="Arial"/>
                <w:sz w:val="20"/>
                <w:szCs w:val="20"/>
              </w:rPr>
            </w:pPr>
          </w:p>
        </w:tc>
        <w:tc>
          <w:tcPr>
            <w:tcW w:w="7380" w:type="dxa"/>
            <w:tcBorders>
              <w:left w:val="single" w:sz="4" w:space="0" w:color="auto"/>
            </w:tcBorders>
            <w:vAlign w:val="center"/>
          </w:tcPr>
          <w:p w:rsidR="00F75B7B" w:rsidRPr="00F75B7B" w:rsidRDefault="00F75B7B" w:rsidP="00F75B7B">
            <w:pPr>
              <w:keepNext/>
              <w:keepLines/>
              <w:spacing w:after="40" w:line="220" w:lineRule="atLeast"/>
              <w:ind w:left="6" w:right="113"/>
              <w:rPr>
                <w:rFonts w:ascii="Arial" w:hAnsi="Arial"/>
                <w:sz w:val="20"/>
                <w:szCs w:val="20"/>
              </w:rPr>
            </w:pPr>
            <w:r w:rsidRPr="00F75B7B">
              <w:rPr>
                <w:rFonts w:ascii="Arial" w:hAnsi="Arial"/>
                <w:sz w:val="20"/>
                <w:szCs w:val="20"/>
              </w:rPr>
              <w:t>Data not available for reporting</w:t>
            </w:r>
          </w:p>
        </w:tc>
      </w:tr>
    </w:tbl>
    <w:p w:rsidR="004E7A15" w:rsidRDefault="004E7A15" w:rsidP="004E7A15">
      <w:pPr>
        <w:keepLines/>
        <w:pBdr>
          <w:bottom w:val="single" w:sz="4" w:space="1" w:color="auto"/>
        </w:pBdr>
        <w:spacing w:before="80" w:after="120" w:line="220" w:lineRule="exact"/>
        <w:jc w:val="both"/>
        <w:rPr>
          <w:rFonts w:ascii="Arial" w:hAnsi="Arial"/>
          <w:i/>
          <w:sz w:val="18"/>
          <w:szCs w:val="20"/>
        </w:rPr>
      </w:pPr>
    </w:p>
    <w:p w:rsidR="00F75B7B" w:rsidRDefault="00F75B7B" w:rsidP="00F75B7B">
      <w:pPr>
        <w:keepLines/>
        <w:spacing w:before="80" w:after="120" w:line="220" w:lineRule="exact"/>
        <w:jc w:val="both"/>
        <w:rPr>
          <w:rFonts w:ascii="Arial" w:hAnsi="Arial"/>
          <w:sz w:val="18"/>
          <w:szCs w:val="20"/>
        </w:rPr>
      </w:pPr>
      <w:r w:rsidRPr="00F75B7B">
        <w:rPr>
          <w:rFonts w:ascii="Arial" w:hAnsi="Arial"/>
          <w:i/>
          <w:sz w:val="18"/>
          <w:szCs w:val="20"/>
        </w:rPr>
        <w:t>Source</w:t>
      </w:r>
      <w:r w:rsidRPr="00F75B7B">
        <w:rPr>
          <w:rFonts w:ascii="Arial" w:hAnsi="Arial"/>
          <w:sz w:val="18"/>
          <w:szCs w:val="20"/>
        </w:rPr>
        <w:t>: DEEWR (201</w:t>
      </w:r>
      <w:r w:rsidR="00991C12">
        <w:rPr>
          <w:rFonts w:ascii="Arial" w:hAnsi="Arial"/>
          <w:sz w:val="18"/>
          <w:szCs w:val="20"/>
        </w:rPr>
        <w:t>2</w:t>
      </w:r>
      <w:r w:rsidRPr="00F75B7B">
        <w:rPr>
          <w:rFonts w:ascii="Arial" w:hAnsi="Arial"/>
          <w:sz w:val="18"/>
          <w:szCs w:val="20"/>
        </w:rPr>
        <w:t xml:space="preserve">) </w:t>
      </w:r>
      <w:r w:rsidRPr="00F75B7B">
        <w:rPr>
          <w:rFonts w:ascii="Arial" w:hAnsi="Arial"/>
          <w:i/>
          <w:sz w:val="18"/>
          <w:szCs w:val="20"/>
        </w:rPr>
        <w:t>Annual National Report of the Australian Vocational Education and Training system 20</w:t>
      </w:r>
      <w:r w:rsidR="00F87724">
        <w:rPr>
          <w:rFonts w:ascii="Arial" w:hAnsi="Arial"/>
          <w:i/>
          <w:sz w:val="18"/>
          <w:szCs w:val="20"/>
        </w:rPr>
        <w:t>11</w:t>
      </w:r>
      <w:r w:rsidRPr="00F75B7B">
        <w:rPr>
          <w:rFonts w:ascii="Arial" w:hAnsi="Arial"/>
          <w:sz w:val="18"/>
          <w:szCs w:val="20"/>
        </w:rPr>
        <w:t>, Canberra.</w:t>
      </w:r>
    </w:p>
    <w:p w:rsidR="00771B74" w:rsidRDefault="00771B74" w:rsidP="00771B74">
      <w:pPr>
        <w:spacing w:before="240" w:line="320" w:lineRule="atLeast"/>
        <w:jc w:val="both"/>
        <w:rPr>
          <w:szCs w:val="20"/>
        </w:rPr>
      </w:pPr>
      <w:r>
        <w:rPr>
          <w:szCs w:val="20"/>
        </w:rPr>
        <w:t>The NASWD [para. 21] states that reports will reflect trends in training activity, including by qualifications. The information below is reported in three sections:</w:t>
      </w:r>
    </w:p>
    <w:p w:rsidR="00771B74" w:rsidRDefault="00771B74" w:rsidP="00771B74">
      <w:pPr>
        <w:pStyle w:val="ListBullet"/>
      </w:pPr>
      <w:r>
        <w:t>institutions</w:t>
      </w:r>
    </w:p>
    <w:p w:rsidR="00771B74" w:rsidRDefault="001D2206" w:rsidP="00771B74">
      <w:pPr>
        <w:pStyle w:val="ListBullet"/>
      </w:pPr>
      <w:r>
        <w:t>courses</w:t>
      </w:r>
    </w:p>
    <w:p w:rsidR="00771B74" w:rsidRDefault="001D2206" w:rsidP="00771B74">
      <w:pPr>
        <w:pStyle w:val="ListBullet"/>
      </w:pPr>
      <w:r>
        <w:t>students.</w:t>
      </w:r>
    </w:p>
    <w:p w:rsidR="00017EB5" w:rsidRDefault="00D63AAA" w:rsidP="00D63AAA">
      <w:pPr>
        <w:pStyle w:val="Heading4"/>
      </w:pPr>
      <w:r>
        <w:t>Institutions</w:t>
      </w:r>
    </w:p>
    <w:p w:rsidR="00D63AAA" w:rsidRDefault="004177E0" w:rsidP="00AA3506">
      <w:pPr>
        <w:pStyle w:val="BodyText"/>
      </w:pPr>
      <w:r w:rsidRPr="006045C8">
        <w:t xml:space="preserve">In 2011, 3026 </w:t>
      </w:r>
      <w:r w:rsidR="00D63AAA" w:rsidRPr="006045C8">
        <w:t>VET providers received government funding (that is, T</w:t>
      </w:r>
      <w:r w:rsidR="006045C8" w:rsidRPr="006045C8">
        <w:t>echnical</w:t>
      </w:r>
      <w:r w:rsidR="00D63AAA" w:rsidRPr="006045C8">
        <w:t xml:space="preserve"> and Further Education (TAFE) and other government providers, and registered training organisations that received government recurrent funding for VET delivery). </w:t>
      </w:r>
      <w:r w:rsidR="004F2160" w:rsidRPr="006045C8">
        <w:t>S</w:t>
      </w:r>
      <w:r w:rsidR="00D63AAA" w:rsidRPr="006045C8">
        <w:t xml:space="preserve">ome providers have more than one outlet, </w:t>
      </w:r>
      <w:r w:rsidR="004F2160" w:rsidRPr="006045C8">
        <w:t xml:space="preserve">and </w:t>
      </w:r>
      <w:r w:rsidR="00D63AAA" w:rsidRPr="006045C8">
        <w:t>government fu</w:t>
      </w:r>
      <w:r w:rsidR="00753126" w:rsidRPr="006045C8">
        <w:t xml:space="preserve">nded programs were delivered at 20 203 </w:t>
      </w:r>
      <w:r w:rsidR="00D63AAA" w:rsidRPr="006045C8">
        <w:t>locations around Australia. The numbers of government funded</w:t>
      </w:r>
      <w:r w:rsidR="00D63AAA" w:rsidRPr="00D63AAA">
        <w:t xml:space="preserve"> </w:t>
      </w:r>
      <w:r w:rsidR="00D63AAA" w:rsidRPr="00D63AAA">
        <w:lastRenderedPageBreak/>
        <w:t>VET providers and delivery locations across jurisdictions are shown in table 2 (disaggregation by type of provider is avail</w:t>
      </w:r>
      <w:r w:rsidR="00E2570B">
        <w:t>able in attachment table SWD.C.5</w:t>
      </w:r>
      <w:r w:rsidR="00D63AAA" w:rsidRPr="00D63AAA">
        <w:t>).</w:t>
      </w:r>
    </w:p>
    <w:p w:rsidR="00D63AAA" w:rsidRPr="00D63AAA" w:rsidRDefault="00D63AAA" w:rsidP="00D63AAA">
      <w:pPr>
        <w:pStyle w:val="TableTitle"/>
        <w:rPr>
          <w:position w:val="6"/>
          <w:sz w:val="18"/>
        </w:rPr>
      </w:pPr>
      <w:r>
        <w:rPr>
          <w:b w:val="0"/>
        </w:rPr>
        <w:t xml:space="preserve">Table </w:t>
      </w:r>
      <w:r w:rsidR="00503759">
        <w:rPr>
          <w:b w:val="0"/>
          <w:noProof/>
        </w:rPr>
        <w:t>2</w:t>
      </w:r>
      <w:r>
        <w:tab/>
        <w:t>Number of VET providers and locations (number)</w:t>
      </w:r>
      <w:r w:rsidRPr="00D63AAA">
        <w:rPr>
          <w:rStyle w:val="NoteLabel"/>
          <w:b/>
        </w:rPr>
        <w:t>a, b, c</w:t>
      </w:r>
    </w:p>
    <w:tbl>
      <w:tblPr>
        <w:tblW w:w="5000" w:type="pct"/>
        <w:tblCellMar>
          <w:left w:w="0" w:type="dxa"/>
          <w:right w:w="0" w:type="dxa"/>
        </w:tblCellMar>
        <w:tblLook w:val="0000" w:firstRow="0" w:lastRow="0" w:firstColumn="0" w:lastColumn="0" w:noHBand="0" w:noVBand="0"/>
      </w:tblPr>
      <w:tblGrid>
        <w:gridCol w:w="2506"/>
        <w:gridCol w:w="697"/>
        <w:gridCol w:w="698"/>
        <w:gridCol w:w="700"/>
        <w:gridCol w:w="698"/>
        <w:gridCol w:w="698"/>
        <w:gridCol w:w="700"/>
        <w:gridCol w:w="698"/>
        <w:gridCol w:w="698"/>
        <w:gridCol w:w="696"/>
      </w:tblGrid>
      <w:tr w:rsidR="00B80439" w:rsidRPr="007039E5" w:rsidTr="00B80439">
        <w:tc>
          <w:tcPr>
            <w:tcW w:w="1426" w:type="pct"/>
            <w:tcBorders>
              <w:top w:val="single" w:sz="6" w:space="0" w:color="auto"/>
              <w:bottom w:val="single" w:sz="6" w:space="0" w:color="auto"/>
            </w:tcBorders>
          </w:tcPr>
          <w:p w:rsidR="00B80439" w:rsidRPr="007039E5" w:rsidRDefault="00B80439" w:rsidP="00B80439">
            <w:pPr>
              <w:pStyle w:val="TableColumnHeading"/>
            </w:pPr>
          </w:p>
        </w:tc>
        <w:tc>
          <w:tcPr>
            <w:tcW w:w="397" w:type="pct"/>
            <w:tcBorders>
              <w:top w:val="single" w:sz="6" w:space="0" w:color="auto"/>
              <w:bottom w:val="single" w:sz="6" w:space="0" w:color="auto"/>
            </w:tcBorders>
            <w:vAlign w:val="bottom"/>
          </w:tcPr>
          <w:p w:rsidR="00B80439" w:rsidRPr="007039E5" w:rsidRDefault="00B80439" w:rsidP="00B80439">
            <w:pPr>
              <w:pStyle w:val="TableColumnHeading"/>
            </w:pPr>
            <w:r w:rsidRPr="007039E5">
              <w:t>NSW</w:t>
            </w:r>
          </w:p>
        </w:tc>
        <w:tc>
          <w:tcPr>
            <w:tcW w:w="397" w:type="pct"/>
            <w:tcBorders>
              <w:top w:val="single" w:sz="6" w:space="0" w:color="auto"/>
              <w:bottom w:val="single" w:sz="6" w:space="0" w:color="auto"/>
            </w:tcBorders>
            <w:vAlign w:val="bottom"/>
          </w:tcPr>
          <w:p w:rsidR="00B80439" w:rsidRPr="007039E5" w:rsidRDefault="00B80439" w:rsidP="00B80439">
            <w:pPr>
              <w:pStyle w:val="TableColumnHeading"/>
            </w:pPr>
            <w:r w:rsidRPr="007039E5">
              <w:t>Vic</w:t>
            </w:r>
          </w:p>
        </w:tc>
        <w:tc>
          <w:tcPr>
            <w:tcW w:w="398" w:type="pct"/>
            <w:tcBorders>
              <w:top w:val="single" w:sz="6" w:space="0" w:color="auto"/>
              <w:bottom w:val="single" w:sz="6" w:space="0" w:color="auto"/>
            </w:tcBorders>
            <w:vAlign w:val="bottom"/>
          </w:tcPr>
          <w:p w:rsidR="00B80439" w:rsidRPr="007039E5" w:rsidRDefault="00B80439" w:rsidP="00B80439">
            <w:pPr>
              <w:pStyle w:val="TableColumnHeading"/>
            </w:pPr>
            <w:r w:rsidRPr="007039E5">
              <w:t>Qld</w:t>
            </w:r>
          </w:p>
        </w:tc>
        <w:tc>
          <w:tcPr>
            <w:tcW w:w="397" w:type="pct"/>
            <w:tcBorders>
              <w:top w:val="single" w:sz="6" w:space="0" w:color="auto"/>
              <w:bottom w:val="single" w:sz="6" w:space="0" w:color="auto"/>
            </w:tcBorders>
            <w:vAlign w:val="bottom"/>
          </w:tcPr>
          <w:p w:rsidR="00B80439" w:rsidRPr="007039E5" w:rsidRDefault="00B80439" w:rsidP="00B80439">
            <w:pPr>
              <w:pStyle w:val="TableColumnHeading"/>
            </w:pPr>
            <w:r>
              <w:t>WA</w:t>
            </w:r>
          </w:p>
        </w:tc>
        <w:tc>
          <w:tcPr>
            <w:tcW w:w="397" w:type="pct"/>
            <w:tcBorders>
              <w:top w:val="single" w:sz="6" w:space="0" w:color="auto"/>
              <w:bottom w:val="single" w:sz="6" w:space="0" w:color="auto"/>
            </w:tcBorders>
            <w:vAlign w:val="bottom"/>
          </w:tcPr>
          <w:p w:rsidR="00B80439" w:rsidRPr="007039E5" w:rsidRDefault="00B80439" w:rsidP="00B80439">
            <w:pPr>
              <w:pStyle w:val="TableColumnHeading"/>
            </w:pPr>
            <w:r w:rsidRPr="007039E5">
              <w:t>SA</w:t>
            </w:r>
          </w:p>
        </w:tc>
        <w:tc>
          <w:tcPr>
            <w:tcW w:w="398" w:type="pct"/>
            <w:tcBorders>
              <w:top w:val="single" w:sz="6" w:space="0" w:color="auto"/>
              <w:bottom w:val="single" w:sz="6" w:space="0" w:color="auto"/>
            </w:tcBorders>
            <w:vAlign w:val="bottom"/>
          </w:tcPr>
          <w:p w:rsidR="00B80439" w:rsidRPr="007039E5" w:rsidRDefault="00B80439" w:rsidP="00B80439">
            <w:pPr>
              <w:pStyle w:val="TableColumnHeading"/>
            </w:pPr>
            <w:r w:rsidRPr="007039E5">
              <w:t>Tas</w:t>
            </w:r>
          </w:p>
        </w:tc>
        <w:tc>
          <w:tcPr>
            <w:tcW w:w="397" w:type="pct"/>
            <w:tcBorders>
              <w:top w:val="single" w:sz="6" w:space="0" w:color="auto"/>
              <w:bottom w:val="single" w:sz="6" w:space="0" w:color="auto"/>
            </w:tcBorders>
            <w:vAlign w:val="bottom"/>
          </w:tcPr>
          <w:p w:rsidR="00B80439" w:rsidRPr="007039E5" w:rsidRDefault="00B80439" w:rsidP="00B80439">
            <w:pPr>
              <w:pStyle w:val="TableColumnHeading"/>
            </w:pPr>
            <w:r w:rsidRPr="007039E5">
              <w:t>ACT</w:t>
            </w:r>
          </w:p>
        </w:tc>
        <w:tc>
          <w:tcPr>
            <w:tcW w:w="397" w:type="pct"/>
            <w:tcBorders>
              <w:top w:val="single" w:sz="6" w:space="0" w:color="auto"/>
              <w:bottom w:val="single" w:sz="6" w:space="0" w:color="auto"/>
            </w:tcBorders>
            <w:vAlign w:val="bottom"/>
          </w:tcPr>
          <w:p w:rsidR="00B80439" w:rsidRPr="007039E5" w:rsidRDefault="00B80439" w:rsidP="00B80439">
            <w:pPr>
              <w:pStyle w:val="TableColumnHeading"/>
            </w:pPr>
            <w:r w:rsidRPr="007039E5">
              <w:t>NT</w:t>
            </w:r>
          </w:p>
        </w:tc>
        <w:tc>
          <w:tcPr>
            <w:tcW w:w="396" w:type="pct"/>
            <w:tcBorders>
              <w:top w:val="single" w:sz="6" w:space="0" w:color="auto"/>
              <w:bottom w:val="single" w:sz="6" w:space="0" w:color="auto"/>
            </w:tcBorders>
            <w:vAlign w:val="bottom"/>
          </w:tcPr>
          <w:p w:rsidR="00B80439" w:rsidRPr="007039E5" w:rsidRDefault="00B80439" w:rsidP="00B80439">
            <w:pPr>
              <w:pStyle w:val="TableColumnHeading"/>
              <w:ind w:right="0"/>
            </w:pPr>
            <w:r w:rsidRPr="007039E5">
              <w:t>Aust</w:t>
            </w:r>
          </w:p>
        </w:tc>
      </w:tr>
      <w:tr w:rsidR="00F72EA9" w:rsidRPr="007039E5" w:rsidTr="00404BBA">
        <w:tc>
          <w:tcPr>
            <w:tcW w:w="1426" w:type="pct"/>
            <w:tcBorders>
              <w:top w:val="single" w:sz="6" w:space="0" w:color="auto"/>
            </w:tcBorders>
          </w:tcPr>
          <w:p w:rsidR="00F72EA9" w:rsidRPr="001A194A" w:rsidRDefault="00F72EA9" w:rsidP="008F031B">
            <w:pPr>
              <w:pStyle w:val="TableUnitsRow"/>
              <w:spacing w:after="40" w:line="240" w:lineRule="atLeast"/>
              <w:jc w:val="left"/>
            </w:pPr>
            <w:r w:rsidRPr="00005DB2">
              <w:rPr>
                <w:b/>
              </w:rPr>
              <w:t>2008</w:t>
            </w:r>
          </w:p>
        </w:tc>
        <w:tc>
          <w:tcPr>
            <w:tcW w:w="397" w:type="pct"/>
            <w:tcBorders>
              <w:top w:val="single" w:sz="6" w:space="0" w:color="auto"/>
            </w:tcBorders>
          </w:tcPr>
          <w:p w:rsidR="00F72EA9" w:rsidRPr="007039E5" w:rsidRDefault="00F72EA9" w:rsidP="008F031B">
            <w:pPr>
              <w:pStyle w:val="TableBodyText"/>
            </w:pPr>
          </w:p>
        </w:tc>
        <w:tc>
          <w:tcPr>
            <w:tcW w:w="397" w:type="pct"/>
            <w:tcBorders>
              <w:top w:val="single" w:sz="6" w:space="0" w:color="auto"/>
            </w:tcBorders>
          </w:tcPr>
          <w:p w:rsidR="00F72EA9" w:rsidRPr="007039E5" w:rsidRDefault="00F72EA9" w:rsidP="008F031B">
            <w:pPr>
              <w:pStyle w:val="TableBodyText"/>
            </w:pPr>
          </w:p>
        </w:tc>
        <w:tc>
          <w:tcPr>
            <w:tcW w:w="398" w:type="pct"/>
            <w:tcBorders>
              <w:top w:val="single" w:sz="6" w:space="0" w:color="auto"/>
            </w:tcBorders>
          </w:tcPr>
          <w:p w:rsidR="00F72EA9" w:rsidRPr="007039E5" w:rsidRDefault="00F72EA9" w:rsidP="008F031B">
            <w:pPr>
              <w:pStyle w:val="TableBodyText"/>
            </w:pPr>
          </w:p>
        </w:tc>
        <w:tc>
          <w:tcPr>
            <w:tcW w:w="397" w:type="pct"/>
            <w:tcBorders>
              <w:top w:val="single" w:sz="6" w:space="0" w:color="auto"/>
            </w:tcBorders>
          </w:tcPr>
          <w:p w:rsidR="00F72EA9" w:rsidRPr="007039E5" w:rsidRDefault="00F72EA9" w:rsidP="008F031B">
            <w:pPr>
              <w:pStyle w:val="TableBodyText"/>
            </w:pPr>
          </w:p>
        </w:tc>
        <w:tc>
          <w:tcPr>
            <w:tcW w:w="397" w:type="pct"/>
            <w:tcBorders>
              <w:top w:val="single" w:sz="6" w:space="0" w:color="auto"/>
            </w:tcBorders>
          </w:tcPr>
          <w:p w:rsidR="00F72EA9" w:rsidRPr="007039E5" w:rsidRDefault="00F72EA9" w:rsidP="008F031B">
            <w:pPr>
              <w:pStyle w:val="TableBodyText"/>
            </w:pPr>
          </w:p>
        </w:tc>
        <w:tc>
          <w:tcPr>
            <w:tcW w:w="398" w:type="pct"/>
            <w:tcBorders>
              <w:top w:val="single" w:sz="6" w:space="0" w:color="auto"/>
            </w:tcBorders>
          </w:tcPr>
          <w:p w:rsidR="00F72EA9" w:rsidRPr="007039E5" w:rsidRDefault="00F72EA9" w:rsidP="008F031B">
            <w:pPr>
              <w:pStyle w:val="TableBodyText"/>
            </w:pPr>
          </w:p>
        </w:tc>
        <w:tc>
          <w:tcPr>
            <w:tcW w:w="397" w:type="pct"/>
            <w:tcBorders>
              <w:top w:val="single" w:sz="6" w:space="0" w:color="auto"/>
            </w:tcBorders>
          </w:tcPr>
          <w:p w:rsidR="00F72EA9" w:rsidRPr="007039E5" w:rsidRDefault="00F72EA9" w:rsidP="008F031B">
            <w:pPr>
              <w:pStyle w:val="TableBodyText"/>
            </w:pPr>
          </w:p>
        </w:tc>
        <w:tc>
          <w:tcPr>
            <w:tcW w:w="397" w:type="pct"/>
            <w:tcBorders>
              <w:top w:val="single" w:sz="6" w:space="0" w:color="auto"/>
            </w:tcBorders>
          </w:tcPr>
          <w:p w:rsidR="00F72EA9" w:rsidRPr="007039E5" w:rsidRDefault="00F72EA9" w:rsidP="008F031B">
            <w:pPr>
              <w:pStyle w:val="TableBodyText"/>
            </w:pPr>
          </w:p>
        </w:tc>
        <w:tc>
          <w:tcPr>
            <w:tcW w:w="396" w:type="pct"/>
            <w:tcBorders>
              <w:top w:val="single" w:sz="6" w:space="0" w:color="auto"/>
            </w:tcBorders>
          </w:tcPr>
          <w:p w:rsidR="00F72EA9" w:rsidRPr="007039E5" w:rsidRDefault="00F72EA9" w:rsidP="008F031B">
            <w:pPr>
              <w:pStyle w:val="TableBodyText"/>
              <w:ind w:right="0"/>
            </w:pPr>
          </w:p>
        </w:tc>
      </w:tr>
      <w:tr w:rsidR="00F72EA9" w:rsidRPr="00DD685A" w:rsidTr="00404BBA">
        <w:tc>
          <w:tcPr>
            <w:tcW w:w="1426" w:type="pct"/>
          </w:tcPr>
          <w:p w:rsidR="00F72EA9" w:rsidRPr="00DD685A" w:rsidRDefault="00F72EA9" w:rsidP="008F031B">
            <w:pPr>
              <w:pStyle w:val="TableBodyText"/>
              <w:ind w:left="113"/>
              <w:jc w:val="left"/>
            </w:pPr>
            <w:r w:rsidRPr="00DD685A">
              <w:t>Total providers</w:t>
            </w:r>
          </w:p>
        </w:tc>
        <w:tc>
          <w:tcPr>
            <w:tcW w:w="397" w:type="pct"/>
          </w:tcPr>
          <w:p w:rsidR="00F72EA9" w:rsidRPr="00DD685A" w:rsidRDefault="00F72EA9" w:rsidP="008F031B">
            <w:pPr>
              <w:pStyle w:val="TableBodyText"/>
            </w:pPr>
            <w:r w:rsidRPr="00DD685A">
              <w:t>462</w:t>
            </w:r>
          </w:p>
        </w:tc>
        <w:tc>
          <w:tcPr>
            <w:tcW w:w="397" w:type="pct"/>
          </w:tcPr>
          <w:p w:rsidR="00F72EA9" w:rsidRPr="00DD685A" w:rsidRDefault="00F72EA9" w:rsidP="008F031B">
            <w:pPr>
              <w:pStyle w:val="TableBodyText"/>
            </w:pPr>
            <w:r w:rsidRPr="00DD685A">
              <w:t>229</w:t>
            </w:r>
          </w:p>
        </w:tc>
        <w:tc>
          <w:tcPr>
            <w:tcW w:w="398" w:type="pct"/>
          </w:tcPr>
          <w:p w:rsidR="00F72EA9" w:rsidRPr="00DD685A" w:rsidRDefault="00F72EA9" w:rsidP="008F031B">
            <w:pPr>
              <w:pStyle w:val="TableBodyText"/>
            </w:pPr>
            <w:r w:rsidRPr="00DD685A">
              <w:t>275</w:t>
            </w:r>
          </w:p>
        </w:tc>
        <w:tc>
          <w:tcPr>
            <w:tcW w:w="397" w:type="pct"/>
          </w:tcPr>
          <w:p w:rsidR="00F72EA9" w:rsidRPr="00DD685A" w:rsidRDefault="00F72EA9" w:rsidP="008F031B">
            <w:pPr>
              <w:pStyle w:val="TableBodyText"/>
            </w:pPr>
            <w:r w:rsidRPr="00DD685A">
              <w:t>198</w:t>
            </w:r>
          </w:p>
        </w:tc>
        <w:tc>
          <w:tcPr>
            <w:tcW w:w="397" w:type="pct"/>
          </w:tcPr>
          <w:p w:rsidR="00F72EA9" w:rsidRPr="00DD685A" w:rsidRDefault="00F72EA9" w:rsidP="008F031B">
            <w:pPr>
              <w:pStyle w:val="TableBodyText"/>
            </w:pPr>
            <w:r w:rsidRPr="00DD685A">
              <w:t>192</w:t>
            </w:r>
          </w:p>
        </w:tc>
        <w:tc>
          <w:tcPr>
            <w:tcW w:w="398" w:type="pct"/>
          </w:tcPr>
          <w:p w:rsidR="00F72EA9" w:rsidRPr="00DD685A" w:rsidRDefault="00F72EA9" w:rsidP="008F031B">
            <w:pPr>
              <w:pStyle w:val="TableBodyText"/>
            </w:pPr>
            <w:r w:rsidRPr="00DD685A">
              <w:t>106</w:t>
            </w:r>
          </w:p>
        </w:tc>
        <w:tc>
          <w:tcPr>
            <w:tcW w:w="397" w:type="pct"/>
          </w:tcPr>
          <w:p w:rsidR="00F72EA9" w:rsidRPr="00DD685A" w:rsidRDefault="00F72EA9" w:rsidP="008F031B">
            <w:pPr>
              <w:pStyle w:val="TableBodyText"/>
            </w:pPr>
            <w:r w:rsidRPr="00DD685A">
              <w:t>90</w:t>
            </w:r>
          </w:p>
        </w:tc>
        <w:tc>
          <w:tcPr>
            <w:tcW w:w="397" w:type="pct"/>
          </w:tcPr>
          <w:p w:rsidR="00F72EA9" w:rsidRPr="00DD685A" w:rsidRDefault="00F72EA9" w:rsidP="008F031B">
            <w:pPr>
              <w:pStyle w:val="TableBodyText"/>
            </w:pPr>
            <w:r w:rsidRPr="00DD685A">
              <w:t>68</w:t>
            </w:r>
          </w:p>
        </w:tc>
        <w:tc>
          <w:tcPr>
            <w:tcW w:w="396" w:type="pct"/>
          </w:tcPr>
          <w:p w:rsidR="00F72EA9" w:rsidRPr="00DD685A" w:rsidRDefault="00F72EA9" w:rsidP="008F031B">
            <w:pPr>
              <w:pStyle w:val="TableBodyText"/>
              <w:ind w:left="0" w:right="0"/>
            </w:pPr>
            <w:r w:rsidRPr="00DD685A">
              <w:t>1</w:t>
            </w:r>
            <w:r>
              <w:t xml:space="preserve"> </w:t>
            </w:r>
            <w:r w:rsidRPr="00DD685A">
              <w:t>620</w:t>
            </w:r>
          </w:p>
        </w:tc>
      </w:tr>
      <w:tr w:rsidR="00F72EA9" w:rsidRPr="00DD685A" w:rsidTr="00404BBA">
        <w:tc>
          <w:tcPr>
            <w:tcW w:w="1426" w:type="pct"/>
          </w:tcPr>
          <w:p w:rsidR="00F72EA9" w:rsidRPr="00DD685A" w:rsidRDefault="00F72EA9" w:rsidP="008F031B">
            <w:pPr>
              <w:pStyle w:val="TableBodyText"/>
              <w:ind w:left="113"/>
              <w:jc w:val="left"/>
              <w:rPr>
                <w:rStyle w:val="NoteLabel"/>
                <w:b w:val="0"/>
              </w:rPr>
            </w:pPr>
            <w:r w:rsidRPr="00DD685A">
              <w:t>Total locations</w:t>
            </w:r>
          </w:p>
        </w:tc>
        <w:tc>
          <w:tcPr>
            <w:tcW w:w="397" w:type="pct"/>
          </w:tcPr>
          <w:p w:rsidR="00F72EA9" w:rsidRPr="00DD685A" w:rsidRDefault="00F72EA9" w:rsidP="008F031B">
            <w:pPr>
              <w:pStyle w:val="TableBodyText"/>
            </w:pPr>
            <w:r w:rsidRPr="00DD685A">
              <w:t>2</w:t>
            </w:r>
            <w:r>
              <w:t xml:space="preserve"> </w:t>
            </w:r>
            <w:r w:rsidRPr="00DD685A">
              <w:t>335</w:t>
            </w:r>
          </w:p>
        </w:tc>
        <w:tc>
          <w:tcPr>
            <w:tcW w:w="397" w:type="pct"/>
          </w:tcPr>
          <w:p w:rsidR="00F72EA9" w:rsidRPr="00DD685A" w:rsidRDefault="00F72EA9" w:rsidP="008F031B">
            <w:pPr>
              <w:pStyle w:val="TableBodyText"/>
            </w:pPr>
            <w:r w:rsidRPr="00DD685A">
              <w:t>1</w:t>
            </w:r>
            <w:r>
              <w:t xml:space="preserve"> </w:t>
            </w:r>
            <w:r w:rsidRPr="00DD685A">
              <w:t>121</w:t>
            </w:r>
          </w:p>
        </w:tc>
        <w:tc>
          <w:tcPr>
            <w:tcW w:w="398" w:type="pct"/>
          </w:tcPr>
          <w:p w:rsidR="00F72EA9" w:rsidRPr="00DD685A" w:rsidRDefault="00F72EA9" w:rsidP="008F031B">
            <w:pPr>
              <w:pStyle w:val="TableBodyText"/>
            </w:pPr>
            <w:r w:rsidRPr="00DD685A">
              <w:t>4</w:t>
            </w:r>
            <w:r>
              <w:t xml:space="preserve"> </w:t>
            </w:r>
            <w:r w:rsidRPr="00DD685A">
              <w:t>533</w:t>
            </w:r>
          </w:p>
        </w:tc>
        <w:tc>
          <w:tcPr>
            <w:tcW w:w="397" w:type="pct"/>
          </w:tcPr>
          <w:p w:rsidR="00F72EA9" w:rsidRPr="00DD685A" w:rsidRDefault="00F72EA9" w:rsidP="008F031B">
            <w:pPr>
              <w:pStyle w:val="TableBodyText"/>
            </w:pPr>
            <w:r w:rsidRPr="00DD685A">
              <w:t>1</w:t>
            </w:r>
            <w:r>
              <w:t xml:space="preserve"> </w:t>
            </w:r>
            <w:r w:rsidRPr="00DD685A">
              <w:t>452</w:t>
            </w:r>
          </w:p>
        </w:tc>
        <w:tc>
          <w:tcPr>
            <w:tcW w:w="397" w:type="pct"/>
          </w:tcPr>
          <w:p w:rsidR="00F72EA9" w:rsidRPr="00DD685A" w:rsidRDefault="00F72EA9" w:rsidP="008F031B">
            <w:pPr>
              <w:pStyle w:val="TableBodyText"/>
            </w:pPr>
            <w:r w:rsidRPr="00DD685A">
              <w:t>557</w:t>
            </w:r>
          </w:p>
        </w:tc>
        <w:tc>
          <w:tcPr>
            <w:tcW w:w="398" w:type="pct"/>
          </w:tcPr>
          <w:p w:rsidR="00F72EA9" w:rsidRPr="00DD685A" w:rsidRDefault="00F72EA9" w:rsidP="008F031B">
            <w:pPr>
              <w:pStyle w:val="TableBodyText"/>
            </w:pPr>
            <w:r w:rsidRPr="00DD685A">
              <w:t>339</w:t>
            </w:r>
          </w:p>
        </w:tc>
        <w:tc>
          <w:tcPr>
            <w:tcW w:w="397" w:type="pct"/>
          </w:tcPr>
          <w:p w:rsidR="00F72EA9" w:rsidRPr="00DD685A" w:rsidRDefault="00F72EA9" w:rsidP="008F031B">
            <w:pPr>
              <w:pStyle w:val="TableBodyText"/>
            </w:pPr>
            <w:r w:rsidRPr="00DD685A">
              <w:t>133</w:t>
            </w:r>
          </w:p>
        </w:tc>
        <w:tc>
          <w:tcPr>
            <w:tcW w:w="397" w:type="pct"/>
          </w:tcPr>
          <w:p w:rsidR="00F72EA9" w:rsidRPr="00DD685A" w:rsidRDefault="00F72EA9" w:rsidP="008F031B">
            <w:pPr>
              <w:pStyle w:val="TableBodyText"/>
            </w:pPr>
            <w:r w:rsidRPr="00DD685A">
              <w:t>456</w:t>
            </w:r>
          </w:p>
        </w:tc>
        <w:tc>
          <w:tcPr>
            <w:tcW w:w="396" w:type="pct"/>
          </w:tcPr>
          <w:p w:rsidR="00F72EA9" w:rsidRPr="00DD685A" w:rsidRDefault="00F72EA9" w:rsidP="008F031B">
            <w:pPr>
              <w:pStyle w:val="TableBodyText"/>
              <w:ind w:left="0" w:right="0"/>
            </w:pPr>
            <w:r w:rsidRPr="00DD685A">
              <w:t>10 926</w:t>
            </w:r>
          </w:p>
        </w:tc>
      </w:tr>
      <w:tr w:rsidR="00B80439" w:rsidRPr="007039E5" w:rsidTr="00F72EA9">
        <w:tc>
          <w:tcPr>
            <w:tcW w:w="1426" w:type="pct"/>
          </w:tcPr>
          <w:p w:rsidR="00B80439" w:rsidRPr="001A194A" w:rsidRDefault="00B80439" w:rsidP="00B80439">
            <w:pPr>
              <w:pStyle w:val="TableUnitsRow"/>
              <w:spacing w:after="40" w:line="240" w:lineRule="atLeast"/>
              <w:jc w:val="left"/>
            </w:pPr>
            <w:r>
              <w:rPr>
                <w:b/>
              </w:rPr>
              <w:t>2009</w:t>
            </w:r>
          </w:p>
        </w:tc>
        <w:tc>
          <w:tcPr>
            <w:tcW w:w="397" w:type="pct"/>
          </w:tcPr>
          <w:p w:rsidR="00B80439" w:rsidRPr="007039E5" w:rsidRDefault="00B80439" w:rsidP="00B80439">
            <w:pPr>
              <w:pStyle w:val="TableBodyText"/>
            </w:pPr>
          </w:p>
        </w:tc>
        <w:tc>
          <w:tcPr>
            <w:tcW w:w="397" w:type="pct"/>
          </w:tcPr>
          <w:p w:rsidR="00B80439" w:rsidRPr="007039E5" w:rsidRDefault="00B80439" w:rsidP="00B80439">
            <w:pPr>
              <w:pStyle w:val="TableBodyText"/>
            </w:pPr>
          </w:p>
        </w:tc>
        <w:tc>
          <w:tcPr>
            <w:tcW w:w="398" w:type="pct"/>
          </w:tcPr>
          <w:p w:rsidR="00B80439" w:rsidRPr="007039E5" w:rsidRDefault="00B80439" w:rsidP="00B80439">
            <w:pPr>
              <w:pStyle w:val="TableBodyText"/>
            </w:pPr>
          </w:p>
        </w:tc>
        <w:tc>
          <w:tcPr>
            <w:tcW w:w="397" w:type="pct"/>
          </w:tcPr>
          <w:p w:rsidR="00B80439" w:rsidRPr="007039E5" w:rsidRDefault="00B80439" w:rsidP="00B80439">
            <w:pPr>
              <w:pStyle w:val="TableBodyText"/>
            </w:pPr>
          </w:p>
        </w:tc>
        <w:tc>
          <w:tcPr>
            <w:tcW w:w="397" w:type="pct"/>
          </w:tcPr>
          <w:p w:rsidR="00B80439" w:rsidRPr="007039E5" w:rsidRDefault="00B80439" w:rsidP="00B80439">
            <w:pPr>
              <w:pStyle w:val="TableBodyText"/>
            </w:pPr>
          </w:p>
        </w:tc>
        <w:tc>
          <w:tcPr>
            <w:tcW w:w="398" w:type="pct"/>
          </w:tcPr>
          <w:p w:rsidR="00B80439" w:rsidRPr="007039E5" w:rsidRDefault="00B80439" w:rsidP="00B80439">
            <w:pPr>
              <w:pStyle w:val="TableBodyText"/>
            </w:pPr>
          </w:p>
        </w:tc>
        <w:tc>
          <w:tcPr>
            <w:tcW w:w="397" w:type="pct"/>
          </w:tcPr>
          <w:p w:rsidR="00B80439" w:rsidRPr="007039E5" w:rsidRDefault="00B80439" w:rsidP="00B80439">
            <w:pPr>
              <w:pStyle w:val="TableBodyText"/>
            </w:pPr>
          </w:p>
        </w:tc>
        <w:tc>
          <w:tcPr>
            <w:tcW w:w="397" w:type="pct"/>
          </w:tcPr>
          <w:p w:rsidR="00B80439" w:rsidRPr="007039E5" w:rsidRDefault="00B80439" w:rsidP="00B80439">
            <w:pPr>
              <w:pStyle w:val="TableBodyText"/>
            </w:pPr>
          </w:p>
        </w:tc>
        <w:tc>
          <w:tcPr>
            <w:tcW w:w="396" w:type="pct"/>
          </w:tcPr>
          <w:p w:rsidR="00B80439" w:rsidRPr="007039E5" w:rsidRDefault="00B80439" w:rsidP="00B80439">
            <w:pPr>
              <w:pStyle w:val="TableBodyText"/>
              <w:ind w:right="0"/>
            </w:pPr>
          </w:p>
        </w:tc>
      </w:tr>
      <w:tr w:rsidR="003A0B0A" w:rsidRPr="00DD685A" w:rsidTr="00B80439">
        <w:tc>
          <w:tcPr>
            <w:tcW w:w="1426" w:type="pct"/>
          </w:tcPr>
          <w:p w:rsidR="003A0B0A" w:rsidRPr="00DD685A" w:rsidRDefault="003A0B0A" w:rsidP="00B80439">
            <w:pPr>
              <w:pStyle w:val="TableBodyText"/>
              <w:ind w:left="113"/>
              <w:jc w:val="left"/>
            </w:pPr>
            <w:r w:rsidRPr="00DD685A">
              <w:t>Total providers</w:t>
            </w:r>
          </w:p>
        </w:tc>
        <w:tc>
          <w:tcPr>
            <w:tcW w:w="397" w:type="pct"/>
          </w:tcPr>
          <w:p w:rsidR="003A0B0A" w:rsidRPr="00DD685A" w:rsidRDefault="003A0B0A" w:rsidP="003A0B0A">
            <w:pPr>
              <w:pStyle w:val="TableBodyText"/>
            </w:pPr>
            <w:r w:rsidRPr="00DD685A">
              <w:t>520</w:t>
            </w:r>
          </w:p>
        </w:tc>
        <w:tc>
          <w:tcPr>
            <w:tcW w:w="397" w:type="pct"/>
          </w:tcPr>
          <w:p w:rsidR="003A0B0A" w:rsidRPr="00DD685A" w:rsidRDefault="003A0B0A" w:rsidP="003A0B0A">
            <w:pPr>
              <w:pStyle w:val="TableBodyText"/>
            </w:pPr>
            <w:r w:rsidRPr="00DD685A">
              <w:t>246</w:t>
            </w:r>
          </w:p>
        </w:tc>
        <w:tc>
          <w:tcPr>
            <w:tcW w:w="398" w:type="pct"/>
          </w:tcPr>
          <w:p w:rsidR="003A0B0A" w:rsidRPr="00DD685A" w:rsidRDefault="003A0B0A" w:rsidP="003A0B0A">
            <w:pPr>
              <w:pStyle w:val="TableBodyText"/>
            </w:pPr>
            <w:r w:rsidRPr="00DD685A">
              <w:t>337</w:t>
            </w:r>
          </w:p>
        </w:tc>
        <w:tc>
          <w:tcPr>
            <w:tcW w:w="397" w:type="pct"/>
          </w:tcPr>
          <w:p w:rsidR="003A0B0A" w:rsidRPr="00DD685A" w:rsidRDefault="003A0B0A" w:rsidP="003A0B0A">
            <w:pPr>
              <w:pStyle w:val="TableBodyText"/>
            </w:pPr>
            <w:r w:rsidRPr="00DD685A">
              <w:t>294</w:t>
            </w:r>
          </w:p>
        </w:tc>
        <w:tc>
          <w:tcPr>
            <w:tcW w:w="397" w:type="pct"/>
          </w:tcPr>
          <w:p w:rsidR="003A0B0A" w:rsidRPr="00DD685A" w:rsidRDefault="003A0B0A" w:rsidP="003A0B0A">
            <w:pPr>
              <w:pStyle w:val="TableBodyText"/>
            </w:pPr>
            <w:r w:rsidRPr="00DD685A">
              <w:t>225</w:t>
            </w:r>
          </w:p>
        </w:tc>
        <w:tc>
          <w:tcPr>
            <w:tcW w:w="398" w:type="pct"/>
          </w:tcPr>
          <w:p w:rsidR="003A0B0A" w:rsidRPr="00DD685A" w:rsidRDefault="003A0B0A" w:rsidP="003A0B0A">
            <w:pPr>
              <w:pStyle w:val="TableBodyText"/>
            </w:pPr>
            <w:r w:rsidRPr="00DD685A">
              <w:t>120</w:t>
            </w:r>
          </w:p>
        </w:tc>
        <w:tc>
          <w:tcPr>
            <w:tcW w:w="397" w:type="pct"/>
          </w:tcPr>
          <w:p w:rsidR="003A0B0A" w:rsidRPr="00DD685A" w:rsidRDefault="003A0B0A" w:rsidP="003A0B0A">
            <w:pPr>
              <w:pStyle w:val="TableBodyText"/>
            </w:pPr>
            <w:r w:rsidRPr="00DD685A">
              <w:t>97</w:t>
            </w:r>
          </w:p>
        </w:tc>
        <w:tc>
          <w:tcPr>
            <w:tcW w:w="397" w:type="pct"/>
          </w:tcPr>
          <w:p w:rsidR="003A0B0A" w:rsidRPr="00DD685A" w:rsidRDefault="003A0B0A" w:rsidP="003A0B0A">
            <w:pPr>
              <w:pStyle w:val="TableBodyText"/>
            </w:pPr>
            <w:r w:rsidRPr="00DD685A">
              <w:t>88</w:t>
            </w:r>
          </w:p>
        </w:tc>
        <w:tc>
          <w:tcPr>
            <w:tcW w:w="396" w:type="pct"/>
          </w:tcPr>
          <w:p w:rsidR="003A0B0A" w:rsidRPr="00DD685A" w:rsidRDefault="003A0B0A" w:rsidP="003A0B0A">
            <w:pPr>
              <w:pStyle w:val="TableBodyText"/>
              <w:ind w:right="0"/>
            </w:pPr>
            <w:r w:rsidRPr="00DD685A">
              <w:t>1</w:t>
            </w:r>
            <w:r>
              <w:t xml:space="preserve"> </w:t>
            </w:r>
            <w:r w:rsidRPr="00DD685A">
              <w:t>927</w:t>
            </w:r>
          </w:p>
        </w:tc>
      </w:tr>
      <w:tr w:rsidR="003A0B0A" w:rsidRPr="00DD685A" w:rsidTr="00B80439">
        <w:tc>
          <w:tcPr>
            <w:tcW w:w="1426" w:type="pct"/>
          </w:tcPr>
          <w:p w:rsidR="003A0B0A" w:rsidRPr="00DD685A" w:rsidRDefault="003A0B0A" w:rsidP="00B80439">
            <w:pPr>
              <w:pStyle w:val="TableBodyText"/>
              <w:ind w:left="113"/>
              <w:jc w:val="left"/>
              <w:rPr>
                <w:rStyle w:val="NoteLabel"/>
                <w:b w:val="0"/>
              </w:rPr>
            </w:pPr>
            <w:r w:rsidRPr="00DD685A">
              <w:t>Total locations</w:t>
            </w:r>
          </w:p>
        </w:tc>
        <w:tc>
          <w:tcPr>
            <w:tcW w:w="397" w:type="pct"/>
          </w:tcPr>
          <w:p w:rsidR="003A0B0A" w:rsidRPr="00DD685A" w:rsidRDefault="003A0B0A" w:rsidP="003A0B0A">
            <w:pPr>
              <w:pStyle w:val="TableBodyText"/>
            </w:pPr>
            <w:r w:rsidRPr="00DD685A">
              <w:t>2</w:t>
            </w:r>
            <w:r>
              <w:t xml:space="preserve"> </w:t>
            </w:r>
            <w:r w:rsidRPr="00DD685A">
              <w:t>363</w:t>
            </w:r>
          </w:p>
        </w:tc>
        <w:tc>
          <w:tcPr>
            <w:tcW w:w="397" w:type="pct"/>
          </w:tcPr>
          <w:p w:rsidR="003A0B0A" w:rsidRPr="00DD685A" w:rsidRDefault="003A0B0A" w:rsidP="003A0B0A">
            <w:pPr>
              <w:pStyle w:val="TableBodyText"/>
            </w:pPr>
            <w:r w:rsidRPr="00DD685A">
              <w:t>1</w:t>
            </w:r>
            <w:r>
              <w:t xml:space="preserve"> </w:t>
            </w:r>
            <w:r w:rsidRPr="00DD685A">
              <w:t>555</w:t>
            </w:r>
          </w:p>
        </w:tc>
        <w:tc>
          <w:tcPr>
            <w:tcW w:w="398" w:type="pct"/>
          </w:tcPr>
          <w:p w:rsidR="003A0B0A" w:rsidRPr="00DD685A" w:rsidRDefault="003A0B0A" w:rsidP="003A0B0A">
            <w:pPr>
              <w:pStyle w:val="TableBodyText"/>
            </w:pPr>
            <w:r w:rsidRPr="00DD685A">
              <w:t>5</w:t>
            </w:r>
            <w:r>
              <w:t xml:space="preserve"> </w:t>
            </w:r>
            <w:r w:rsidRPr="00DD685A">
              <w:t>175</w:t>
            </w:r>
          </w:p>
        </w:tc>
        <w:tc>
          <w:tcPr>
            <w:tcW w:w="397" w:type="pct"/>
          </w:tcPr>
          <w:p w:rsidR="003A0B0A" w:rsidRPr="00DD685A" w:rsidRDefault="003A0B0A" w:rsidP="003A0B0A">
            <w:pPr>
              <w:pStyle w:val="TableBodyText"/>
            </w:pPr>
            <w:r w:rsidRPr="00DD685A">
              <w:t>1</w:t>
            </w:r>
            <w:r>
              <w:t xml:space="preserve"> </w:t>
            </w:r>
            <w:r w:rsidRPr="00DD685A">
              <w:t>908</w:t>
            </w:r>
          </w:p>
        </w:tc>
        <w:tc>
          <w:tcPr>
            <w:tcW w:w="397" w:type="pct"/>
          </w:tcPr>
          <w:p w:rsidR="003A0B0A" w:rsidRPr="00DD685A" w:rsidRDefault="003A0B0A" w:rsidP="003A0B0A">
            <w:pPr>
              <w:pStyle w:val="TableBodyText"/>
            </w:pPr>
            <w:r w:rsidRPr="00DD685A">
              <w:t>632</w:t>
            </w:r>
          </w:p>
        </w:tc>
        <w:tc>
          <w:tcPr>
            <w:tcW w:w="398" w:type="pct"/>
          </w:tcPr>
          <w:p w:rsidR="003A0B0A" w:rsidRPr="00DD685A" w:rsidRDefault="003A0B0A" w:rsidP="003A0B0A">
            <w:pPr>
              <w:pStyle w:val="TableBodyText"/>
            </w:pPr>
            <w:r w:rsidRPr="00DD685A">
              <w:t>391</w:t>
            </w:r>
          </w:p>
        </w:tc>
        <w:tc>
          <w:tcPr>
            <w:tcW w:w="397" w:type="pct"/>
          </w:tcPr>
          <w:p w:rsidR="003A0B0A" w:rsidRPr="00DD685A" w:rsidRDefault="003A0B0A" w:rsidP="003A0B0A">
            <w:pPr>
              <w:pStyle w:val="TableBodyText"/>
            </w:pPr>
            <w:r w:rsidRPr="00DD685A">
              <w:t>154</w:t>
            </w:r>
          </w:p>
        </w:tc>
        <w:tc>
          <w:tcPr>
            <w:tcW w:w="397" w:type="pct"/>
          </w:tcPr>
          <w:p w:rsidR="003A0B0A" w:rsidRPr="00DD685A" w:rsidRDefault="003A0B0A" w:rsidP="003A0B0A">
            <w:pPr>
              <w:pStyle w:val="TableBodyText"/>
            </w:pPr>
            <w:r w:rsidRPr="00DD685A">
              <w:t>569</w:t>
            </w:r>
          </w:p>
        </w:tc>
        <w:tc>
          <w:tcPr>
            <w:tcW w:w="396" w:type="pct"/>
          </w:tcPr>
          <w:p w:rsidR="003A0B0A" w:rsidRPr="00DD685A" w:rsidRDefault="003A0B0A" w:rsidP="003A0B0A">
            <w:pPr>
              <w:pStyle w:val="TableBodyText"/>
              <w:ind w:right="0"/>
            </w:pPr>
            <w:r w:rsidRPr="00DD685A">
              <w:t>12 747</w:t>
            </w:r>
          </w:p>
        </w:tc>
      </w:tr>
      <w:tr w:rsidR="003A0B0A" w:rsidRPr="007039E5" w:rsidTr="00B80439">
        <w:tc>
          <w:tcPr>
            <w:tcW w:w="1426" w:type="pct"/>
          </w:tcPr>
          <w:p w:rsidR="003A0B0A" w:rsidRPr="00005DB2" w:rsidRDefault="003A0B0A" w:rsidP="00B80439">
            <w:pPr>
              <w:pStyle w:val="TableUnitsRow"/>
              <w:spacing w:after="40" w:line="240" w:lineRule="atLeast"/>
              <w:jc w:val="left"/>
              <w:rPr>
                <w:b/>
              </w:rPr>
            </w:pPr>
            <w:r>
              <w:rPr>
                <w:b/>
              </w:rPr>
              <w:t>2010</w:t>
            </w:r>
          </w:p>
        </w:tc>
        <w:tc>
          <w:tcPr>
            <w:tcW w:w="397" w:type="pct"/>
          </w:tcPr>
          <w:p w:rsidR="003A0B0A" w:rsidRPr="00DD685A" w:rsidRDefault="003A0B0A" w:rsidP="00B80439">
            <w:pPr>
              <w:pStyle w:val="TableBodyText"/>
            </w:pPr>
          </w:p>
        </w:tc>
        <w:tc>
          <w:tcPr>
            <w:tcW w:w="397" w:type="pct"/>
          </w:tcPr>
          <w:p w:rsidR="003A0B0A" w:rsidRPr="00DD685A" w:rsidRDefault="003A0B0A" w:rsidP="00B80439">
            <w:pPr>
              <w:pStyle w:val="TableBodyText"/>
            </w:pPr>
          </w:p>
        </w:tc>
        <w:tc>
          <w:tcPr>
            <w:tcW w:w="398" w:type="pct"/>
          </w:tcPr>
          <w:p w:rsidR="003A0B0A" w:rsidRPr="00DD685A" w:rsidRDefault="003A0B0A" w:rsidP="00B80439">
            <w:pPr>
              <w:pStyle w:val="TableBodyText"/>
            </w:pPr>
          </w:p>
        </w:tc>
        <w:tc>
          <w:tcPr>
            <w:tcW w:w="397" w:type="pct"/>
          </w:tcPr>
          <w:p w:rsidR="003A0B0A" w:rsidRPr="00DD685A" w:rsidRDefault="003A0B0A" w:rsidP="00B80439">
            <w:pPr>
              <w:pStyle w:val="TableBodyText"/>
            </w:pPr>
          </w:p>
        </w:tc>
        <w:tc>
          <w:tcPr>
            <w:tcW w:w="397" w:type="pct"/>
          </w:tcPr>
          <w:p w:rsidR="003A0B0A" w:rsidRPr="00DD685A" w:rsidRDefault="003A0B0A" w:rsidP="00B80439">
            <w:pPr>
              <w:pStyle w:val="TableBodyText"/>
            </w:pPr>
          </w:p>
        </w:tc>
        <w:tc>
          <w:tcPr>
            <w:tcW w:w="398" w:type="pct"/>
          </w:tcPr>
          <w:p w:rsidR="003A0B0A" w:rsidRPr="00DD685A" w:rsidRDefault="003A0B0A" w:rsidP="00B80439">
            <w:pPr>
              <w:pStyle w:val="TableBodyText"/>
            </w:pPr>
          </w:p>
        </w:tc>
        <w:tc>
          <w:tcPr>
            <w:tcW w:w="397" w:type="pct"/>
          </w:tcPr>
          <w:p w:rsidR="003A0B0A" w:rsidRPr="00DD685A" w:rsidRDefault="003A0B0A" w:rsidP="00B80439">
            <w:pPr>
              <w:pStyle w:val="TableBodyText"/>
            </w:pPr>
          </w:p>
        </w:tc>
        <w:tc>
          <w:tcPr>
            <w:tcW w:w="397" w:type="pct"/>
          </w:tcPr>
          <w:p w:rsidR="003A0B0A" w:rsidRPr="00DD685A" w:rsidRDefault="003A0B0A" w:rsidP="00B80439">
            <w:pPr>
              <w:pStyle w:val="TableBodyText"/>
            </w:pPr>
          </w:p>
        </w:tc>
        <w:tc>
          <w:tcPr>
            <w:tcW w:w="396" w:type="pct"/>
          </w:tcPr>
          <w:p w:rsidR="003A0B0A" w:rsidRPr="00DD685A" w:rsidRDefault="003A0B0A" w:rsidP="00B80439">
            <w:pPr>
              <w:pStyle w:val="TableBodyText"/>
              <w:ind w:right="0"/>
            </w:pPr>
          </w:p>
        </w:tc>
      </w:tr>
      <w:tr w:rsidR="003A0B0A" w:rsidRPr="00DD685A" w:rsidTr="00B80439">
        <w:tc>
          <w:tcPr>
            <w:tcW w:w="1426" w:type="pct"/>
          </w:tcPr>
          <w:p w:rsidR="003A0B0A" w:rsidRPr="00DD685A" w:rsidRDefault="003A0B0A" w:rsidP="00B80439">
            <w:pPr>
              <w:pStyle w:val="TableBodyText"/>
              <w:ind w:left="113"/>
              <w:jc w:val="left"/>
            </w:pPr>
            <w:r w:rsidRPr="00DD685A">
              <w:t>Total providers</w:t>
            </w:r>
          </w:p>
        </w:tc>
        <w:tc>
          <w:tcPr>
            <w:tcW w:w="397" w:type="pct"/>
          </w:tcPr>
          <w:p w:rsidR="003A0B0A" w:rsidRPr="00DD685A" w:rsidRDefault="003A0B0A" w:rsidP="003A0B0A">
            <w:pPr>
              <w:pStyle w:val="TableBodyText"/>
            </w:pPr>
            <w:r>
              <w:t xml:space="preserve"> </w:t>
            </w:r>
            <w:r w:rsidRPr="00F27335">
              <w:t>634</w:t>
            </w:r>
          </w:p>
        </w:tc>
        <w:tc>
          <w:tcPr>
            <w:tcW w:w="397" w:type="pct"/>
          </w:tcPr>
          <w:p w:rsidR="003A0B0A" w:rsidRPr="00DD685A" w:rsidRDefault="003A0B0A" w:rsidP="003A0B0A">
            <w:pPr>
              <w:pStyle w:val="TableBodyText"/>
            </w:pPr>
            <w:r>
              <w:t xml:space="preserve"> </w:t>
            </w:r>
            <w:r w:rsidRPr="00F27335">
              <w:t>680</w:t>
            </w:r>
          </w:p>
        </w:tc>
        <w:tc>
          <w:tcPr>
            <w:tcW w:w="398" w:type="pct"/>
          </w:tcPr>
          <w:p w:rsidR="003A0B0A" w:rsidRPr="00DD685A" w:rsidRDefault="003A0B0A" w:rsidP="003A0B0A">
            <w:pPr>
              <w:pStyle w:val="TableBodyText"/>
            </w:pPr>
            <w:r>
              <w:t xml:space="preserve"> </w:t>
            </w:r>
            <w:r w:rsidRPr="00F27335">
              <w:t>469</w:t>
            </w:r>
          </w:p>
        </w:tc>
        <w:tc>
          <w:tcPr>
            <w:tcW w:w="397" w:type="pct"/>
          </w:tcPr>
          <w:p w:rsidR="003A0B0A" w:rsidRPr="00DD685A" w:rsidRDefault="003A0B0A" w:rsidP="003A0B0A">
            <w:pPr>
              <w:pStyle w:val="TableBodyText"/>
            </w:pPr>
            <w:r>
              <w:t xml:space="preserve"> </w:t>
            </w:r>
            <w:r w:rsidRPr="00F27335">
              <w:t>348</w:t>
            </w:r>
          </w:p>
        </w:tc>
        <w:tc>
          <w:tcPr>
            <w:tcW w:w="397" w:type="pct"/>
          </w:tcPr>
          <w:p w:rsidR="003A0B0A" w:rsidRPr="00DD685A" w:rsidRDefault="003A0B0A" w:rsidP="003A0B0A">
            <w:pPr>
              <w:pStyle w:val="TableBodyText"/>
            </w:pPr>
            <w:r>
              <w:t xml:space="preserve"> </w:t>
            </w:r>
            <w:r w:rsidRPr="00F27335">
              <w:t>328</w:t>
            </w:r>
          </w:p>
        </w:tc>
        <w:tc>
          <w:tcPr>
            <w:tcW w:w="398" w:type="pct"/>
          </w:tcPr>
          <w:p w:rsidR="003A0B0A" w:rsidRPr="00DD685A" w:rsidRDefault="003A0B0A" w:rsidP="003A0B0A">
            <w:pPr>
              <w:pStyle w:val="TableBodyText"/>
            </w:pPr>
            <w:r>
              <w:t xml:space="preserve"> </w:t>
            </w:r>
            <w:r w:rsidRPr="00F27335">
              <w:t>126</w:t>
            </w:r>
          </w:p>
        </w:tc>
        <w:tc>
          <w:tcPr>
            <w:tcW w:w="397" w:type="pct"/>
          </w:tcPr>
          <w:p w:rsidR="003A0B0A" w:rsidRPr="00DD685A" w:rsidRDefault="003A0B0A" w:rsidP="003A0B0A">
            <w:pPr>
              <w:pStyle w:val="TableBodyText"/>
            </w:pPr>
            <w:r>
              <w:t xml:space="preserve"> </w:t>
            </w:r>
            <w:r w:rsidRPr="00F27335">
              <w:t>111</w:t>
            </w:r>
          </w:p>
        </w:tc>
        <w:tc>
          <w:tcPr>
            <w:tcW w:w="397" w:type="pct"/>
          </w:tcPr>
          <w:p w:rsidR="003A0B0A" w:rsidRPr="00DD685A" w:rsidRDefault="003A0B0A" w:rsidP="003A0B0A">
            <w:pPr>
              <w:pStyle w:val="TableBodyText"/>
            </w:pPr>
            <w:r>
              <w:t xml:space="preserve"> </w:t>
            </w:r>
            <w:r w:rsidRPr="00F27335">
              <w:t>98</w:t>
            </w:r>
          </w:p>
        </w:tc>
        <w:tc>
          <w:tcPr>
            <w:tcW w:w="396" w:type="pct"/>
          </w:tcPr>
          <w:p w:rsidR="003A0B0A" w:rsidRPr="00DD685A" w:rsidRDefault="003A0B0A" w:rsidP="003A0B0A">
            <w:pPr>
              <w:pStyle w:val="TableBodyText"/>
              <w:ind w:right="0"/>
            </w:pPr>
            <w:r w:rsidRPr="00F27335">
              <w:t xml:space="preserve"> 2 794</w:t>
            </w:r>
          </w:p>
        </w:tc>
      </w:tr>
      <w:tr w:rsidR="003A0B0A" w:rsidRPr="00DD685A" w:rsidTr="00D87377">
        <w:tc>
          <w:tcPr>
            <w:tcW w:w="1426" w:type="pct"/>
          </w:tcPr>
          <w:p w:rsidR="003A0B0A" w:rsidRPr="00DD685A" w:rsidRDefault="003A0B0A" w:rsidP="00B80439">
            <w:pPr>
              <w:pStyle w:val="TableBodyText"/>
              <w:ind w:left="113"/>
              <w:jc w:val="left"/>
            </w:pPr>
            <w:r w:rsidRPr="00DD685A">
              <w:t>Total locations</w:t>
            </w:r>
          </w:p>
        </w:tc>
        <w:tc>
          <w:tcPr>
            <w:tcW w:w="397" w:type="pct"/>
          </w:tcPr>
          <w:p w:rsidR="003A0B0A" w:rsidRPr="00DD685A" w:rsidRDefault="003A0B0A" w:rsidP="003A0B0A">
            <w:pPr>
              <w:pStyle w:val="TableBodyText"/>
            </w:pPr>
            <w:r w:rsidRPr="003F4358">
              <w:t xml:space="preserve"> 3 472</w:t>
            </w:r>
          </w:p>
        </w:tc>
        <w:tc>
          <w:tcPr>
            <w:tcW w:w="397" w:type="pct"/>
          </w:tcPr>
          <w:p w:rsidR="003A0B0A" w:rsidRPr="00DD685A" w:rsidRDefault="003A0B0A" w:rsidP="003A0B0A">
            <w:pPr>
              <w:pStyle w:val="TableBodyText"/>
            </w:pPr>
            <w:r w:rsidRPr="003F4358">
              <w:t xml:space="preserve"> 2 889</w:t>
            </w:r>
          </w:p>
        </w:tc>
        <w:tc>
          <w:tcPr>
            <w:tcW w:w="398" w:type="pct"/>
          </w:tcPr>
          <w:p w:rsidR="003A0B0A" w:rsidRPr="00DD685A" w:rsidRDefault="003A0B0A" w:rsidP="003A0B0A">
            <w:pPr>
              <w:pStyle w:val="TableBodyText"/>
            </w:pPr>
            <w:r w:rsidRPr="003F4358">
              <w:t xml:space="preserve"> 5 937</w:t>
            </w:r>
          </w:p>
        </w:tc>
        <w:tc>
          <w:tcPr>
            <w:tcW w:w="397" w:type="pct"/>
          </w:tcPr>
          <w:p w:rsidR="003A0B0A" w:rsidRPr="00DD685A" w:rsidRDefault="003A0B0A" w:rsidP="003A0B0A">
            <w:pPr>
              <w:pStyle w:val="TableBodyText"/>
            </w:pPr>
            <w:r w:rsidRPr="003F4358">
              <w:t xml:space="preserve"> 2 265</w:t>
            </w:r>
          </w:p>
        </w:tc>
        <w:tc>
          <w:tcPr>
            <w:tcW w:w="397" w:type="pct"/>
          </w:tcPr>
          <w:p w:rsidR="003A0B0A" w:rsidRPr="00DD685A" w:rsidRDefault="003A0B0A" w:rsidP="003A0B0A">
            <w:pPr>
              <w:pStyle w:val="TableBodyText"/>
            </w:pPr>
            <w:r>
              <w:t xml:space="preserve"> </w:t>
            </w:r>
            <w:r w:rsidRPr="003F4358">
              <w:t>990</w:t>
            </w:r>
          </w:p>
        </w:tc>
        <w:tc>
          <w:tcPr>
            <w:tcW w:w="398" w:type="pct"/>
          </w:tcPr>
          <w:p w:rsidR="003A0B0A" w:rsidRPr="00DD685A" w:rsidRDefault="003A0B0A" w:rsidP="003A0B0A">
            <w:pPr>
              <w:pStyle w:val="TableBodyText"/>
            </w:pPr>
            <w:r>
              <w:t xml:space="preserve"> </w:t>
            </w:r>
            <w:r w:rsidRPr="003F4358">
              <w:t>442</w:t>
            </w:r>
          </w:p>
        </w:tc>
        <w:tc>
          <w:tcPr>
            <w:tcW w:w="397" w:type="pct"/>
          </w:tcPr>
          <w:p w:rsidR="003A0B0A" w:rsidRPr="00DD685A" w:rsidRDefault="003A0B0A" w:rsidP="003A0B0A">
            <w:pPr>
              <w:pStyle w:val="TableBodyText"/>
            </w:pPr>
            <w:r>
              <w:t xml:space="preserve"> </w:t>
            </w:r>
            <w:r w:rsidRPr="003F4358">
              <w:t>168</w:t>
            </w:r>
          </w:p>
        </w:tc>
        <w:tc>
          <w:tcPr>
            <w:tcW w:w="397" w:type="pct"/>
          </w:tcPr>
          <w:p w:rsidR="003A0B0A" w:rsidRPr="00DD685A" w:rsidRDefault="003A0B0A" w:rsidP="003A0B0A">
            <w:pPr>
              <w:pStyle w:val="TableBodyText"/>
            </w:pPr>
            <w:r>
              <w:t xml:space="preserve"> </w:t>
            </w:r>
            <w:r w:rsidRPr="003F4358">
              <w:t>578</w:t>
            </w:r>
          </w:p>
        </w:tc>
        <w:tc>
          <w:tcPr>
            <w:tcW w:w="396" w:type="pct"/>
          </w:tcPr>
          <w:p w:rsidR="003A0B0A" w:rsidRPr="00DD685A" w:rsidRDefault="003A0B0A" w:rsidP="003A0B0A">
            <w:pPr>
              <w:pStyle w:val="TableBodyText"/>
              <w:ind w:right="0"/>
            </w:pPr>
            <w:r w:rsidRPr="003F4358">
              <w:t xml:space="preserve"> 16 741</w:t>
            </w:r>
          </w:p>
        </w:tc>
      </w:tr>
      <w:tr w:rsidR="003A0B0A" w:rsidRPr="00EF4CE6" w:rsidTr="00D87377">
        <w:tc>
          <w:tcPr>
            <w:tcW w:w="1426" w:type="pct"/>
          </w:tcPr>
          <w:p w:rsidR="003A0B0A" w:rsidRPr="00AF1381" w:rsidRDefault="003A0B0A" w:rsidP="00B80439">
            <w:pPr>
              <w:pStyle w:val="TableUnitsRow"/>
              <w:spacing w:after="40" w:line="240" w:lineRule="atLeast"/>
              <w:jc w:val="left"/>
              <w:rPr>
                <w:b/>
              </w:rPr>
            </w:pPr>
            <w:r>
              <w:rPr>
                <w:b/>
              </w:rPr>
              <w:t>2011</w:t>
            </w:r>
          </w:p>
        </w:tc>
        <w:tc>
          <w:tcPr>
            <w:tcW w:w="397" w:type="pct"/>
          </w:tcPr>
          <w:p w:rsidR="003A0B0A" w:rsidRPr="00DD685A" w:rsidRDefault="003A0B0A" w:rsidP="00B80439">
            <w:pPr>
              <w:pStyle w:val="TableUnitsRow"/>
              <w:spacing w:after="40" w:line="240" w:lineRule="atLeast"/>
              <w:jc w:val="left"/>
              <w:rPr>
                <w:b/>
              </w:rPr>
            </w:pPr>
          </w:p>
        </w:tc>
        <w:tc>
          <w:tcPr>
            <w:tcW w:w="397" w:type="pct"/>
          </w:tcPr>
          <w:p w:rsidR="003A0B0A" w:rsidRPr="00DD685A" w:rsidRDefault="003A0B0A" w:rsidP="00B80439">
            <w:pPr>
              <w:pStyle w:val="TableUnitsRow"/>
              <w:spacing w:after="40" w:line="240" w:lineRule="atLeast"/>
              <w:jc w:val="left"/>
              <w:rPr>
                <w:b/>
              </w:rPr>
            </w:pPr>
          </w:p>
        </w:tc>
        <w:tc>
          <w:tcPr>
            <w:tcW w:w="398" w:type="pct"/>
          </w:tcPr>
          <w:p w:rsidR="003A0B0A" w:rsidRPr="00DD685A" w:rsidRDefault="003A0B0A" w:rsidP="00B80439">
            <w:pPr>
              <w:pStyle w:val="TableUnitsRow"/>
              <w:spacing w:after="40" w:line="240" w:lineRule="atLeast"/>
              <w:jc w:val="left"/>
              <w:rPr>
                <w:b/>
              </w:rPr>
            </w:pPr>
          </w:p>
        </w:tc>
        <w:tc>
          <w:tcPr>
            <w:tcW w:w="397" w:type="pct"/>
          </w:tcPr>
          <w:p w:rsidR="003A0B0A" w:rsidRPr="00DD685A" w:rsidRDefault="003A0B0A" w:rsidP="00B80439">
            <w:pPr>
              <w:pStyle w:val="TableUnitsRow"/>
              <w:spacing w:after="40" w:line="240" w:lineRule="atLeast"/>
              <w:jc w:val="left"/>
              <w:rPr>
                <w:b/>
              </w:rPr>
            </w:pPr>
          </w:p>
        </w:tc>
        <w:tc>
          <w:tcPr>
            <w:tcW w:w="397" w:type="pct"/>
          </w:tcPr>
          <w:p w:rsidR="003A0B0A" w:rsidRPr="00DD685A" w:rsidRDefault="003A0B0A" w:rsidP="00B80439">
            <w:pPr>
              <w:pStyle w:val="TableUnitsRow"/>
              <w:spacing w:after="40" w:line="240" w:lineRule="atLeast"/>
              <w:jc w:val="left"/>
              <w:rPr>
                <w:b/>
              </w:rPr>
            </w:pPr>
          </w:p>
        </w:tc>
        <w:tc>
          <w:tcPr>
            <w:tcW w:w="398" w:type="pct"/>
          </w:tcPr>
          <w:p w:rsidR="003A0B0A" w:rsidRPr="00DD685A" w:rsidRDefault="003A0B0A" w:rsidP="00B80439">
            <w:pPr>
              <w:pStyle w:val="TableUnitsRow"/>
              <w:spacing w:after="40" w:line="240" w:lineRule="atLeast"/>
              <w:jc w:val="left"/>
              <w:rPr>
                <w:b/>
              </w:rPr>
            </w:pPr>
          </w:p>
        </w:tc>
        <w:tc>
          <w:tcPr>
            <w:tcW w:w="397" w:type="pct"/>
          </w:tcPr>
          <w:p w:rsidR="003A0B0A" w:rsidRPr="00DD685A" w:rsidRDefault="003A0B0A" w:rsidP="00B80439">
            <w:pPr>
              <w:pStyle w:val="TableUnitsRow"/>
              <w:spacing w:after="40" w:line="240" w:lineRule="atLeast"/>
              <w:jc w:val="left"/>
              <w:rPr>
                <w:b/>
              </w:rPr>
            </w:pPr>
          </w:p>
        </w:tc>
        <w:tc>
          <w:tcPr>
            <w:tcW w:w="397" w:type="pct"/>
          </w:tcPr>
          <w:p w:rsidR="003A0B0A" w:rsidRPr="00DD685A" w:rsidRDefault="003A0B0A" w:rsidP="00B80439">
            <w:pPr>
              <w:pStyle w:val="TableUnitsRow"/>
              <w:spacing w:after="40" w:line="240" w:lineRule="atLeast"/>
              <w:jc w:val="left"/>
              <w:rPr>
                <w:b/>
              </w:rPr>
            </w:pPr>
          </w:p>
        </w:tc>
        <w:tc>
          <w:tcPr>
            <w:tcW w:w="396" w:type="pct"/>
          </w:tcPr>
          <w:p w:rsidR="003A0B0A" w:rsidRPr="00DD685A" w:rsidRDefault="003A0B0A" w:rsidP="00B80439">
            <w:pPr>
              <w:pStyle w:val="TableUnitsRow"/>
              <w:spacing w:after="40" w:line="240" w:lineRule="atLeast"/>
              <w:jc w:val="left"/>
              <w:rPr>
                <w:b/>
              </w:rPr>
            </w:pPr>
          </w:p>
        </w:tc>
      </w:tr>
      <w:tr w:rsidR="00753126" w:rsidRPr="00753126" w:rsidTr="00D87377">
        <w:tc>
          <w:tcPr>
            <w:tcW w:w="1426" w:type="pct"/>
          </w:tcPr>
          <w:p w:rsidR="00753126" w:rsidRPr="00DD685A" w:rsidRDefault="00753126" w:rsidP="00B80439">
            <w:pPr>
              <w:pStyle w:val="TableBodyText"/>
              <w:ind w:left="113"/>
              <w:jc w:val="left"/>
            </w:pPr>
            <w:r w:rsidRPr="00DD685A">
              <w:t>Total providers</w:t>
            </w:r>
          </w:p>
        </w:tc>
        <w:tc>
          <w:tcPr>
            <w:tcW w:w="397" w:type="pct"/>
          </w:tcPr>
          <w:p w:rsidR="00753126" w:rsidRPr="00616026" w:rsidRDefault="00753126" w:rsidP="00753126">
            <w:pPr>
              <w:pStyle w:val="TableBodyText"/>
            </w:pPr>
            <w:r w:rsidRPr="00616026">
              <w:t xml:space="preserve">  632</w:t>
            </w:r>
          </w:p>
        </w:tc>
        <w:tc>
          <w:tcPr>
            <w:tcW w:w="397" w:type="pct"/>
          </w:tcPr>
          <w:p w:rsidR="00753126" w:rsidRPr="00616026" w:rsidRDefault="00753126" w:rsidP="00753126">
            <w:pPr>
              <w:pStyle w:val="TableBodyText"/>
            </w:pPr>
            <w:r w:rsidRPr="00616026">
              <w:t xml:space="preserve">  753</w:t>
            </w:r>
          </w:p>
        </w:tc>
        <w:tc>
          <w:tcPr>
            <w:tcW w:w="398" w:type="pct"/>
          </w:tcPr>
          <w:p w:rsidR="00753126" w:rsidRPr="00616026" w:rsidRDefault="00753126" w:rsidP="00753126">
            <w:pPr>
              <w:pStyle w:val="TableBodyText"/>
            </w:pPr>
            <w:r w:rsidRPr="00616026">
              <w:t xml:space="preserve">  563</w:t>
            </w:r>
          </w:p>
        </w:tc>
        <w:tc>
          <w:tcPr>
            <w:tcW w:w="397" w:type="pct"/>
          </w:tcPr>
          <w:p w:rsidR="00753126" w:rsidRPr="00616026" w:rsidRDefault="00753126" w:rsidP="00753126">
            <w:pPr>
              <w:pStyle w:val="TableBodyText"/>
            </w:pPr>
            <w:r w:rsidRPr="00616026">
              <w:t xml:space="preserve">  368</w:t>
            </w:r>
          </w:p>
        </w:tc>
        <w:tc>
          <w:tcPr>
            <w:tcW w:w="397" w:type="pct"/>
          </w:tcPr>
          <w:p w:rsidR="00753126" w:rsidRPr="00616026" w:rsidRDefault="00753126" w:rsidP="00753126">
            <w:pPr>
              <w:pStyle w:val="TableBodyText"/>
            </w:pPr>
            <w:r w:rsidRPr="00616026">
              <w:t xml:space="preserve">  373</w:t>
            </w:r>
          </w:p>
        </w:tc>
        <w:tc>
          <w:tcPr>
            <w:tcW w:w="398" w:type="pct"/>
          </w:tcPr>
          <w:p w:rsidR="00753126" w:rsidRPr="00616026" w:rsidRDefault="00753126" w:rsidP="00753126">
            <w:pPr>
              <w:pStyle w:val="TableBodyText"/>
            </w:pPr>
            <w:r w:rsidRPr="00616026">
              <w:t xml:space="preserve">  125</w:t>
            </w:r>
          </w:p>
        </w:tc>
        <w:tc>
          <w:tcPr>
            <w:tcW w:w="397" w:type="pct"/>
          </w:tcPr>
          <w:p w:rsidR="00753126" w:rsidRPr="00616026" w:rsidRDefault="00753126" w:rsidP="00753126">
            <w:pPr>
              <w:pStyle w:val="TableBodyText"/>
            </w:pPr>
            <w:r w:rsidRPr="00616026">
              <w:t xml:space="preserve">  105</w:t>
            </w:r>
          </w:p>
        </w:tc>
        <w:tc>
          <w:tcPr>
            <w:tcW w:w="397" w:type="pct"/>
          </w:tcPr>
          <w:p w:rsidR="00753126" w:rsidRPr="00616026" w:rsidRDefault="00753126" w:rsidP="00753126">
            <w:pPr>
              <w:pStyle w:val="TableBodyText"/>
            </w:pPr>
            <w:r w:rsidRPr="00616026">
              <w:t xml:space="preserve">  107</w:t>
            </w:r>
          </w:p>
        </w:tc>
        <w:tc>
          <w:tcPr>
            <w:tcW w:w="396" w:type="pct"/>
          </w:tcPr>
          <w:p w:rsidR="00753126" w:rsidRPr="00753126" w:rsidRDefault="00753126" w:rsidP="00753126">
            <w:pPr>
              <w:pStyle w:val="TableBodyText"/>
              <w:ind w:right="0"/>
            </w:pPr>
            <w:r w:rsidRPr="00753126">
              <w:t xml:space="preserve"> 3 026</w:t>
            </w:r>
          </w:p>
        </w:tc>
      </w:tr>
      <w:tr w:rsidR="00753126" w:rsidRPr="00DD685A" w:rsidTr="00D87377">
        <w:tc>
          <w:tcPr>
            <w:tcW w:w="1426" w:type="pct"/>
            <w:tcBorders>
              <w:bottom w:val="single" w:sz="6" w:space="0" w:color="auto"/>
            </w:tcBorders>
          </w:tcPr>
          <w:p w:rsidR="00753126" w:rsidRPr="00DD685A" w:rsidRDefault="00753126" w:rsidP="00B80439">
            <w:pPr>
              <w:pStyle w:val="TableBodyText"/>
              <w:ind w:left="113"/>
              <w:jc w:val="left"/>
            </w:pPr>
            <w:r w:rsidRPr="00DD685A">
              <w:t>Total locations</w:t>
            </w:r>
          </w:p>
        </w:tc>
        <w:tc>
          <w:tcPr>
            <w:tcW w:w="397" w:type="pct"/>
            <w:tcBorders>
              <w:bottom w:val="single" w:sz="6" w:space="0" w:color="auto"/>
            </w:tcBorders>
            <w:vAlign w:val="center"/>
          </w:tcPr>
          <w:p w:rsidR="00753126" w:rsidRPr="00753126" w:rsidRDefault="00753126" w:rsidP="00753126">
            <w:pPr>
              <w:pStyle w:val="TableBodyText"/>
            </w:pPr>
            <w:r w:rsidRPr="00753126">
              <w:t xml:space="preserve"> 3 783</w:t>
            </w:r>
          </w:p>
        </w:tc>
        <w:tc>
          <w:tcPr>
            <w:tcW w:w="397" w:type="pct"/>
            <w:tcBorders>
              <w:bottom w:val="single" w:sz="6" w:space="0" w:color="auto"/>
            </w:tcBorders>
            <w:vAlign w:val="center"/>
          </w:tcPr>
          <w:p w:rsidR="00753126" w:rsidRPr="00753126" w:rsidRDefault="00753126" w:rsidP="00753126">
            <w:pPr>
              <w:pStyle w:val="TableBodyText"/>
            </w:pPr>
            <w:r w:rsidRPr="00753126">
              <w:t xml:space="preserve"> 4 351</w:t>
            </w:r>
          </w:p>
        </w:tc>
        <w:tc>
          <w:tcPr>
            <w:tcW w:w="398" w:type="pct"/>
            <w:tcBorders>
              <w:bottom w:val="single" w:sz="6" w:space="0" w:color="auto"/>
            </w:tcBorders>
            <w:vAlign w:val="center"/>
          </w:tcPr>
          <w:p w:rsidR="00753126" w:rsidRPr="00753126" w:rsidRDefault="00753126" w:rsidP="00753126">
            <w:pPr>
              <w:pStyle w:val="TableBodyText"/>
            </w:pPr>
            <w:r w:rsidRPr="00753126">
              <w:t xml:space="preserve"> 7 422</w:t>
            </w:r>
          </w:p>
        </w:tc>
        <w:tc>
          <w:tcPr>
            <w:tcW w:w="397" w:type="pct"/>
            <w:tcBorders>
              <w:bottom w:val="single" w:sz="6" w:space="0" w:color="auto"/>
            </w:tcBorders>
            <w:vAlign w:val="center"/>
          </w:tcPr>
          <w:p w:rsidR="00753126" w:rsidRPr="00753126" w:rsidRDefault="00753126" w:rsidP="00753126">
            <w:pPr>
              <w:pStyle w:val="TableBodyText"/>
            </w:pPr>
            <w:r w:rsidRPr="00753126">
              <w:t xml:space="preserve"> 2 293</w:t>
            </w:r>
          </w:p>
        </w:tc>
        <w:tc>
          <w:tcPr>
            <w:tcW w:w="397" w:type="pct"/>
            <w:tcBorders>
              <w:bottom w:val="single" w:sz="6" w:space="0" w:color="auto"/>
            </w:tcBorders>
            <w:vAlign w:val="center"/>
          </w:tcPr>
          <w:p w:rsidR="00753126" w:rsidRPr="00753126" w:rsidRDefault="00753126" w:rsidP="00753126">
            <w:pPr>
              <w:pStyle w:val="TableBodyText"/>
            </w:pPr>
            <w:r w:rsidRPr="00753126">
              <w:t xml:space="preserve"> 1 001</w:t>
            </w:r>
          </w:p>
        </w:tc>
        <w:tc>
          <w:tcPr>
            <w:tcW w:w="398" w:type="pct"/>
            <w:tcBorders>
              <w:bottom w:val="single" w:sz="6" w:space="0" w:color="auto"/>
            </w:tcBorders>
            <w:vAlign w:val="center"/>
          </w:tcPr>
          <w:p w:rsidR="00753126" w:rsidRPr="00753126" w:rsidRDefault="00753126" w:rsidP="00753126">
            <w:pPr>
              <w:pStyle w:val="TableBodyText"/>
            </w:pPr>
            <w:r w:rsidRPr="00753126">
              <w:t xml:space="preserve">  495</w:t>
            </w:r>
          </w:p>
        </w:tc>
        <w:tc>
          <w:tcPr>
            <w:tcW w:w="397" w:type="pct"/>
            <w:tcBorders>
              <w:bottom w:val="single" w:sz="6" w:space="0" w:color="auto"/>
            </w:tcBorders>
            <w:vAlign w:val="center"/>
          </w:tcPr>
          <w:p w:rsidR="00753126" w:rsidRPr="00753126" w:rsidRDefault="00753126" w:rsidP="00753126">
            <w:pPr>
              <w:pStyle w:val="TableBodyText"/>
            </w:pPr>
            <w:r w:rsidRPr="00753126">
              <w:t xml:space="preserve">  204</w:t>
            </w:r>
          </w:p>
        </w:tc>
        <w:tc>
          <w:tcPr>
            <w:tcW w:w="397" w:type="pct"/>
            <w:tcBorders>
              <w:bottom w:val="single" w:sz="6" w:space="0" w:color="auto"/>
            </w:tcBorders>
            <w:vAlign w:val="center"/>
          </w:tcPr>
          <w:p w:rsidR="00753126" w:rsidRPr="00753126" w:rsidRDefault="00753126" w:rsidP="00753126">
            <w:pPr>
              <w:pStyle w:val="TableBodyText"/>
            </w:pPr>
            <w:r w:rsidRPr="00753126">
              <w:t xml:space="preserve">  654</w:t>
            </w:r>
          </w:p>
        </w:tc>
        <w:tc>
          <w:tcPr>
            <w:tcW w:w="396" w:type="pct"/>
            <w:tcBorders>
              <w:bottom w:val="single" w:sz="6" w:space="0" w:color="auto"/>
            </w:tcBorders>
            <w:vAlign w:val="center"/>
          </w:tcPr>
          <w:p w:rsidR="00753126" w:rsidRPr="00753126" w:rsidRDefault="00753126" w:rsidP="00753126">
            <w:pPr>
              <w:pStyle w:val="TableBodyText"/>
              <w:ind w:right="0"/>
            </w:pPr>
            <w:r w:rsidRPr="00753126">
              <w:t xml:space="preserve"> 20 203</w:t>
            </w:r>
          </w:p>
        </w:tc>
      </w:tr>
    </w:tbl>
    <w:p w:rsidR="003A0B0A" w:rsidRDefault="003A0B0A" w:rsidP="003A0B0A">
      <w:pPr>
        <w:pStyle w:val="Note"/>
      </w:pPr>
      <w:r w:rsidRPr="003A0B0A">
        <w:rPr>
          <w:rStyle w:val="NoteLabel"/>
        </w:rPr>
        <w:t>a</w:t>
      </w:r>
      <w:r w:rsidRPr="003A0B0A">
        <w:t xml:space="preserve"> Refer to the National VET Provider Collection Data Quality Statement for information on data quality. </w:t>
      </w:r>
      <w:r w:rsidRPr="003A0B0A">
        <w:rPr>
          <w:rStyle w:val="NoteLabel"/>
        </w:rPr>
        <w:t>b</w:t>
      </w:r>
      <w:r w:rsidR="00771B74">
        <w:rPr>
          <w:rStyle w:val="NoteLabel"/>
        </w:rPr>
        <w:t> </w:t>
      </w:r>
      <w:r w:rsidRPr="003A0B0A">
        <w:t xml:space="preserve">Training organisations submit their data via state training authorities as part of their funding agreement. Consequently, some training organisations may be reported in more than one State/Territory. </w:t>
      </w:r>
      <w:r w:rsidRPr="003A0B0A">
        <w:rPr>
          <w:rStyle w:val="NoteLabel"/>
        </w:rPr>
        <w:t>c</w:t>
      </w:r>
      <w:r w:rsidRPr="003A0B0A">
        <w:t xml:space="preserve"> Totals comprise TAFE and other government provider locations (including adult and community education (ACE), Adult Migrant English Services (AMES), agricultural colleges, colleges, some universities, national art schools and workplace assessment) and other registered provider training locations.</w:t>
      </w:r>
    </w:p>
    <w:p w:rsidR="00D63AAA" w:rsidRPr="00D63AAA" w:rsidRDefault="00D63AAA" w:rsidP="00D87377">
      <w:pPr>
        <w:pStyle w:val="Source"/>
      </w:pPr>
      <w:r>
        <w:rPr>
          <w:i/>
        </w:rPr>
        <w:t>Source</w:t>
      </w:r>
      <w:r>
        <w:t xml:space="preserve">: </w:t>
      </w:r>
      <w:r w:rsidR="00B80439">
        <w:t>NCVER (unpublished) N</w:t>
      </w:r>
      <w:r w:rsidR="00E2570B">
        <w:t>ational VET provider collection; table SWD.C.5.</w:t>
      </w:r>
    </w:p>
    <w:p w:rsidR="003A0B0A" w:rsidRDefault="003A0B0A" w:rsidP="003A0B0A">
      <w:pPr>
        <w:pStyle w:val="Heading4"/>
      </w:pPr>
      <w:r>
        <w:t>Courses</w:t>
      </w:r>
    </w:p>
    <w:p w:rsidR="003A0B0A" w:rsidRDefault="003A0B0A" w:rsidP="00D87377">
      <w:pPr>
        <w:pStyle w:val="BodyText"/>
      </w:pPr>
      <w:r w:rsidRPr="003A0B0A">
        <w:t xml:space="preserve">The VET sector is large and varied. Qualifications vary significantly in length, level and field, and range from non-award courses to AQF Certificates (levels I–IV), Diplomas and Advanced Diplomas and above. Nationally in 2011, </w:t>
      </w:r>
      <w:r w:rsidR="00B12EC5">
        <w:t xml:space="preserve">13.9 </w:t>
      </w:r>
      <w:r w:rsidRPr="003A0B0A">
        <w:t xml:space="preserve">per cent of all VET students were </w:t>
      </w:r>
      <w:r w:rsidR="00B12EC5">
        <w:t>undertaking a Diploma or above, 48.6</w:t>
      </w:r>
      <w:r w:rsidRPr="003A0B0A">
        <w:t xml:space="preserve"> per cent were enrolled in an AQF Certificate level III or IV, </w:t>
      </w:r>
      <w:r w:rsidR="00B12EC5">
        <w:t xml:space="preserve">21.4 </w:t>
      </w:r>
      <w:r w:rsidRPr="003A0B0A">
        <w:t xml:space="preserve">per cent were enrolled in an AQF Certificate level I or II or lower, and </w:t>
      </w:r>
      <w:r w:rsidR="00B12EC5">
        <w:t xml:space="preserve">16.1 </w:t>
      </w:r>
      <w:r w:rsidRPr="003A0B0A">
        <w:t xml:space="preserve">per cent were enrolled in a course that did not lead directly to a qualification. The proportions of VET students, by course level, across jurisdictions, </w:t>
      </w:r>
      <w:r w:rsidR="000159BC">
        <w:t xml:space="preserve">for 2010 and 2011 </w:t>
      </w:r>
      <w:r w:rsidRPr="003A0B0A">
        <w:t>are shown in figure 5 (data are available in table</w:t>
      </w:r>
      <w:r w:rsidR="0044624E">
        <w:t> </w:t>
      </w:r>
      <w:r w:rsidRPr="003A0B0A">
        <w:t>SWD.C.</w:t>
      </w:r>
      <w:r w:rsidR="00E2570B">
        <w:t>6</w:t>
      </w:r>
      <w:r w:rsidR="000159BC">
        <w:t>, including data for 2008 and 2009</w:t>
      </w:r>
      <w:r w:rsidRPr="003A0B0A">
        <w:t>).</w:t>
      </w:r>
    </w:p>
    <w:p w:rsidR="003A0B0A" w:rsidRDefault="003A0B0A" w:rsidP="00D87377">
      <w:pPr>
        <w:pStyle w:val="FigureTitle"/>
      </w:pPr>
      <w:r>
        <w:rPr>
          <w:b w:val="0"/>
        </w:rPr>
        <w:lastRenderedPageBreak/>
        <w:t xml:space="preserve">Figure </w:t>
      </w:r>
      <w:r w:rsidR="00503759">
        <w:rPr>
          <w:b w:val="0"/>
          <w:noProof/>
        </w:rPr>
        <w:t>5</w:t>
      </w:r>
      <w:r>
        <w:tab/>
        <w:t xml:space="preserve">Proportion of VET students, by course </w:t>
      </w:r>
      <w:r w:rsidR="008A0CB8">
        <w:t>leve</w:t>
      </w:r>
      <w:r w:rsidR="00554FEE">
        <w:t>l, 2010 and 2011 (per cent)</w:t>
      </w:r>
      <w:r w:rsidRPr="003A0B0A">
        <w:rPr>
          <w:rStyle w:val="NoteLabel"/>
          <w:b/>
        </w:rPr>
        <w:t>a, b, c, d, 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A0B0A" w:rsidTr="003D14FC">
        <w:tc>
          <w:tcPr>
            <w:tcW w:w="8777" w:type="dxa"/>
          </w:tcPr>
          <w:p w:rsidR="003A0B0A" w:rsidRPr="00917561" w:rsidRDefault="003D14FC" w:rsidP="00D87377">
            <w:pPr>
              <w:pStyle w:val="Figure"/>
              <w:rPr>
                <w:rStyle w:val="DraftingNote"/>
              </w:rPr>
            </w:pPr>
            <w:r>
              <w:rPr>
                <w:noProof/>
              </w:rPr>
              <w:drawing>
                <wp:inline distT="0" distB="0" distL="0" distR="0" wp14:anchorId="1521A781" wp14:editId="4723CF96">
                  <wp:extent cx="5400000" cy="2880000"/>
                  <wp:effectExtent l="0" t="0" r="0" b="0"/>
                  <wp:docPr id="22" name="Chart 22" descr="Stacked bar chart adding to 100 per cent by State and Territory, with two years of data. proportion of VET students at each course level is stacked to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3A0B0A" w:rsidRDefault="003A0B0A" w:rsidP="00D87377">
      <w:pPr>
        <w:pStyle w:val="Note"/>
      </w:pPr>
      <w:r>
        <w:rPr>
          <w:rStyle w:val="NoteLabel"/>
        </w:rPr>
        <w:t>a</w:t>
      </w:r>
      <w:r>
        <w:sym w:font="Symbol" w:char="F020"/>
      </w:r>
      <w:r w:rsidRPr="003A0B0A">
        <w:t xml:space="preserve"> </w:t>
      </w:r>
      <w:r>
        <w:t xml:space="preserve">Refer to the National VET Provider Collection Data Quality Statement for information on data quality. </w:t>
      </w:r>
      <w:r w:rsidRPr="003A0B0A">
        <w:rPr>
          <w:rStyle w:val="NoteLabel"/>
        </w:rPr>
        <w:t>b</w:t>
      </w:r>
      <w:r w:rsidR="00771B74">
        <w:rPr>
          <w:rStyle w:val="NoteLabel"/>
        </w:rPr>
        <w:t> </w:t>
      </w:r>
      <w:r>
        <w:t xml:space="preserve">‘Course level’ denotes the highest qualification attempted by a student in a reporting year. </w:t>
      </w:r>
      <w:r w:rsidRPr="003A0B0A">
        <w:rPr>
          <w:rStyle w:val="NoteLabel"/>
        </w:rPr>
        <w:t>c</w:t>
      </w:r>
      <w:r>
        <w:t xml:space="preserve"> ‘Diploma or above’ qualifications include diploma, associate degree, advanced diploma, bachelor degree, graduate certificate and graduate diploma qualifications. </w:t>
      </w:r>
      <w:r w:rsidRPr="003A0B0A">
        <w:rPr>
          <w:rStyle w:val="NoteLabel"/>
        </w:rPr>
        <w:t>d</w:t>
      </w:r>
      <w:r>
        <w:t xml:space="preserve"> ‘AQF Certificate I, II or lower’ includes Certificate I, II, and years 11 and 12 where students are participating in VET training with a nationally accredited outcome. </w:t>
      </w:r>
      <w:r w:rsidRPr="003A0B0A">
        <w:rPr>
          <w:rStyle w:val="NoteLabel"/>
        </w:rPr>
        <w:t>e</w:t>
      </w:r>
      <w:r w:rsidR="00771B74">
        <w:rPr>
          <w:rStyle w:val="NoteLabel"/>
        </w:rPr>
        <w:t> </w:t>
      </w:r>
      <w:r>
        <w:t>‘Other’ includes training programs that do not directly lead to a qualification</w:t>
      </w:r>
      <w:r w:rsidR="00731095">
        <w:t>; t</w:t>
      </w:r>
      <w:r>
        <w:t>hat is, non-award courses, subject only enrolments, statement of attainment, and bridging and enabling courses.</w:t>
      </w:r>
    </w:p>
    <w:p w:rsidR="003A0B0A" w:rsidRDefault="003A0B0A" w:rsidP="00D87377">
      <w:pPr>
        <w:pStyle w:val="Note"/>
      </w:pPr>
      <w:r w:rsidRPr="003A0B0A">
        <w:rPr>
          <w:i/>
        </w:rPr>
        <w:t>Source:</w:t>
      </w:r>
      <w:r>
        <w:t xml:space="preserve"> NCVER (unpublished) N</w:t>
      </w:r>
      <w:r w:rsidR="00E2570B">
        <w:t>ational VET provider collection; table SWD.C.6.</w:t>
      </w:r>
    </w:p>
    <w:p w:rsidR="00724A07" w:rsidRDefault="00724A07" w:rsidP="00D87377">
      <w:pPr>
        <w:pStyle w:val="Heading5"/>
      </w:pPr>
      <w:r>
        <w:t>Enrolments</w:t>
      </w:r>
    </w:p>
    <w:p w:rsidR="00724A07" w:rsidRDefault="00724A07" w:rsidP="00D87377">
      <w:pPr>
        <w:pStyle w:val="BodyText"/>
      </w:pPr>
      <w:r>
        <w:t xml:space="preserve">Government funded course enrolments in VET for 2011 </w:t>
      </w:r>
      <w:r w:rsidR="00E2570B">
        <w:t xml:space="preserve">by Indigenous status </w:t>
      </w:r>
      <w:r>
        <w:t>are shown in table 3.</w:t>
      </w:r>
      <w:r w:rsidR="00687DCC">
        <w:t xml:space="preserve"> Data for 2010, 2009 and 2008 have been revised and are provided </w:t>
      </w:r>
      <w:r w:rsidR="007249FB">
        <w:t>in tables</w:t>
      </w:r>
      <w:r w:rsidR="00687DCC">
        <w:t xml:space="preserve"> SWD.C.8–</w:t>
      </w:r>
      <w:r w:rsidR="00B07E93">
        <w:t>C.</w:t>
      </w:r>
      <w:r w:rsidR="00687DCC">
        <w:t>10.</w:t>
      </w:r>
    </w:p>
    <w:p w:rsidR="00724A07" w:rsidRDefault="00724A07" w:rsidP="00D87377">
      <w:pPr>
        <w:pStyle w:val="TableTitle"/>
      </w:pPr>
      <w:r>
        <w:rPr>
          <w:b w:val="0"/>
        </w:rPr>
        <w:t xml:space="preserve">Table </w:t>
      </w:r>
      <w:bookmarkStart w:id="8" w:name="OLE_LINK1"/>
      <w:r w:rsidR="00503759">
        <w:rPr>
          <w:b w:val="0"/>
          <w:noProof/>
        </w:rPr>
        <w:t>3</w:t>
      </w:r>
      <w:bookmarkEnd w:id="8"/>
      <w:r>
        <w:tab/>
        <w:t>Number of government funded course enrolments in VET,</w:t>
      </w:r>
      <w:r w:rsidR="00E2570B">
        <w:t xml:space="preserve"> by Indigenous status</w:t>
      </w:r>
      <w:r>
        <w:t xml:space="preserve"> 2011 (number)</w:t>
      </w:r>
      <w:r w:rsidRPr="00D4060A">
        <w:rPr>
          <w:rStyle w:val="NoteLabel"/>
          <w:b/>
        </w:rPr>
        <w:t>a</w:t>
      </w:r>
    </w:p>
    <w:tbl>
      <w:tblPr>
        <w:tblW w:w="5000" w:type="pct"/>
        <w:tblCellMar>
          <w:left w:w="0" w:type="dxa"/>
          <w:right w:w="0" w:type="dxa"/>
        </w:tblCellMar>
        <w:tblLook w:val="0000" w:firstRow="0" w:lastRow="0" w:firstColumn="0" w:lastColumn="0" w:noHBand="0" w:noVBand="0"/>
      </w:tblPr>
      <w:tblGrid>
        <w:gridCol w:w="1276"/>
        <w:gridCol w:w="835"/>
        <w:gridCol w:w="835"/>
        <w:gridCol w:w="835"/>
        <w:gridCol w:w="835"/>
        <w:gridCol w:w="833"/>
        <w:gridCol w:w="835"/>
        <w:gridCol w:w="835"/>
        <w:gridCol w:w="679"/>
        <w:gridCol w:w="991"/>
      </w:tblGrid>
      <w:tr w:rsidR="00724A07" w:rsidTr="00D87377">
        <w:tc>
          <w:tcPr>
            <w:tcW w:w="726" w:type="pct"/>
            <w:tcBorders>
              <w:top w:val="single" w:sz="6" w:space="0" w:color="auto"/>
              <w:bottom w:val="single" w:sz="6" w:space="0" w:color="auto"/>
            </w:tcBorders>
            <w:shd w:val="clear" w:color="auto" w:fill="auto"/>
          </w:tcPr>
          <w:p w:rsidR="00724A07" w:rsidRDefault="00724A07" w:rsidP="00D87377">
            <w:pPr>
              <w:pStyle w:val="TableColumnHeading"/>
              <w:jc w:val="left"/>
            </w:pPr>
          </w:p>
        </w:tc>
        <w:tc>
          <w:tcPr>
            <w:tcW w:w="475" w:type="pct"/>
            <w:tcBorders>
              <w:top w:val="single" w:sz="6" w:space="0" w:color="auto"/>
              <w:bottom w:val="single" w:sz="6" w:space="0" w:color="auto"/>
            </w:tcBorders>
            <w:shd w:val="clear" w:color="auto" w:fill="auto"/>
          </w:tcPr>
          <w:p w:rsidR="00724A07" w:rsidRDefault="00724A07" w:rsidP="00AA3506">
            <w:pPr>
              <w:pStyle w:val="TableColumnHeading"/>
              <w:ind w:right="0"/>
            </w:pPr>
            <w:r>
              <w:t>NSW</w:t>
            </w:r>
          </w:p>
        </w:tc>
        <w:tc>
          <w:tcPr>
            <w:tcW w:w="475" w:type="pct"/>
            <w:tcBorders>
              <w:top w:val="single" w:sz="6" w:space="0" w:color="auto"/>
              <w:bottom w:val="single" w:sz="6" w:space="0" w:color="auto"/>
            </w:tcBorders>
            <w:shd w:val="clear" w:color="auto" w:fill="auto"/>
          </w:tcPr>
          <w:p w:rsidR="00724A07" w:rsidRDefault="00724A07" w:rsidP="00AA3506">
            <w:pPr>
              <w:pStyle w:val="TableColumnHeading"/>
              <w:ind w:right="0"/>
            </w:pPr>
            <w:r>
              <w:t>Vic</w:t>
            </w:r>
          </w:p>
        </w:tc>
        <w:tc>
          <w:tcPr>
            <w:tcW w:w="475" w:type="pct"/>
            <w:tcBorders>
              <w:top w:val="single" w:sz="6" w:space="0" w:color="auto"/>
              <w:bottom w:val="single" w:sz="6" w:space="0" w:color="auto"/>
            </w:tcBorders>
            <w:shd w:val="clear" w:color="auto" w:fill="auto"/>
          </w:tcPr>
          <w:p w:rsidR="00724A07" w:rsidRDefault="00724A07" w:rsidP="00AA3506">
            <w:pPr>
              <w:pStyle w:val="TableColumnHeading"/>
              <w:ind w:right="0"/>
            </w:pPr>
            <w:r>
              <w:t>Qld</w:t>
            </w:r>
          </w:p>
        </w:tc>
        <w:tc>
          <w:tcPr>
            <w:tcW w:w="475" w:type="pct"/>
            <w:tcBorders>
              <w:top w:val="single" w:sz="6" w:space="0" w:color="auto"/>
              <w:bottom w:val="single" w:sz="6" w:space="0" w:color="auto"/>
            </w:tcBorders>
            <w:shd w:val="clear" w:color="auto" w:fill="auto"/>
          </w:tcPr>
          <w:p w:rsidR="00724A07" w:rsidRDefault="00724A07" w:rsidP="00AA3506">
            <w:pPr>
              <w:pStyle w:val="TableColumnHeading"/>
              <w:ind w:right="0"/>
            </w:pPr>
            <w:r>
              <w:t>WA</w:t>
            </w:r>
          </w:p>
        </w:tc>
        <w:tc>
          <w:tcPr>
            <w:tcW w:w="474" w:type="pct"/>
            <w:tcBorders>
              <w:top w:val="single" w:sz="6" w:space="0" w:color="auto"/>
              <w:bottom w:val="single" w:sz="6" w:space="0" w:color="auto"/>
            </w:tcBorders>
            <w:shd w:val="clear" w:color="auto" w:fill="auto"/>
          </w:tcPr>
          <w:p w:rsidR="00724A07" w:rsidRDefault="00724A07" w:rsidP="00AA3506">
            <w:pPr>
              <w:pStyle w:val="TableColumnHeading"/>
              <w:ind w:right="0"/>
            </w:pPr>
            <w:r>
              <w:t>SA</w:t>
            </w:r>
          </w:p>
        </w:tc>
        <w:tc>
          <w:tcPr>
            <w:tcW w:w="475" w:type="pct"/>
            <w:tcBorders>
              <w:top w:val="single" w:sz="6" w:space="0" w:color="auto"/>
              <w:bottom w:val="single" w:sz="6" w:space="0" w:color="auto"/>
            </w:tcBorders>
            <w:shd w:val="clear" w:color="auto" w:fill="auto"/>
          </w:tcPr>
          <w:p w:rsidR="00724A07" w:rsidRDefault="00724A07" w:rsidP="00AA3506">
            <w:pPr>
              <w:pStyle w:val="TableColumnHeading"/>
              <w:ind w:right="0"/>
            </w:pPr>
            <w:r>
              <w:t>Tas</w:t>
            </w:r>
          </w:p>
        </w:tc>
        <w:tc>
          <w:tcPr>
            <w:tcW w:w="475" w:type="pct"/>
            <w:tcBorders>
              <w:top w:val="single" w:sz="6" w:space="0" w:color="auto"/>
              <w:bottom w:val="single" w:sz="6" w:space="0" w:color="auto"/>
            </w:tcBorders>
            <w:shd w:val="clear" w:color="auto" w:fill="auto"/>
          </w:tcPr>
          <w:p w:rsidR="00724A07" w:rsidRDefault="00724A07" w:rsidP="00AA3506">
            <w:pPr>
              <w:pStyle w:val="TableColumnHeading"/>
              <w:ind w:right="0"/>
            </w:pPr>
            <w:r>
              <w:t>ACT</w:t>
            </w:r>
          </w:p>
        </w:tc>
        <w:tc>
          <w:tcPr>
            <w:tcW w:w="386" w:type="pct"/>
            <w:tcBorders>
              <w:top w:val="single" w:sz="6" w:space="0" w:color="auto"/>
              <w:bottom w:val="single" w:sz="6" w:space="0" w:color="auto"/>
            </w:tcBorders>
            <w:shd w:val="clear" w:color="auto" w:fill="auto"/>
          </w:tcPr>
          <w:p w:rsidR="00724A07" w:rsidRDefault="00724A07" w:rsidP="00AA3506">
            <w:pPr>
              <w:pStyle w:val="TableColumnHeading"/>
              <w:ind w:right="0"/>
            </w:pPr>
            <w:r>
              <w:t>NT</w:t>
            </w:r>
          </w:p>
        </w:tc>
        <w:tc>
          <w:tcPr>
            <w:tcW w:w="564" w:type="pct"/>
            <w:tcBorders>
              <w:top w:val="single" w:sz="6" w:space="0" w:color="auto"/>
              <w:bottom w:val="single" w:sz="6" w:space="0" w:color="auto"/>
            </w:tcBorders>
            <w:shd w:val="clear" w:color="auto" w:fill="auto"/>
          </w:tcPr>
          <w:p w:rsidR="00724A07" w:rsidRDefault="00724A07" w:rsidP="00D87377">
            <w:pPr>
              <w:pStyle w:val="TableColumnHeading"/>
              <w:ind w:right="28"/>
            </w:pPr>
            <w:r>
              <w:t>Aust</w:t>
            </w:r>
          </w:p>
        </w:tc>
      </w:tr>
      <w:tr w:rsidR="009A0AA3" w:rsidTr="000B71E5">
        <w:tc>
          <w:tcPr>
            <w:tcW w:w="726" w:type="pct"/>
            <w:tcBorders>
              <w:top w:val="single" w:sz="6" w:space="0" w:color="auto"/>
            </w:tcBorders>
          </w:tcPr>
          <w:p w:rsidR="009A0AA3" w:rsidRDefault="009A0AA3" w:rsidP="00D87377">
            <w:pPr>
              <w:pStyle w:val="TableUnitsRow"/>
              <w:jc w:val="left"/>
            </w:pPr>
            <w:r>
              <w:t>Enrolments</w:t>
            </w:r>
          </w:p>
        </w:tc>
        <w:tc>
          <w:tcPr>
            <w:tcW w:w="475" w:type="pct"/>
            <w:tcBorders>
              <w:top w:val="single" w:sz="6" w:space="0" w:color="auto"/>
            </w:tcBorders>
            <w:vAlign w:val="center"/>
          </w:tcPr>
          <w:p w:rsidR="009A0AA3" w:rsidRPr="00664DC7" w:rsidRDefault="009A0AA3" w:rsidP="00AA3506">
            <w:pPr>
              <w:pStyle w:val="TableBodyText"/>
              <w:ind w:right="0"/>
            </w:pPr>
            <w:r w:rsidRPr="00664DC7">
              <w:t>537 270</w:t>
            </w:r>
          </w:p>
        </w:tc>
        <w:tc>
          <w:tcPr>
            <w:tcW w:w="475" w:type="pct"/>
            <w:tcBorders>
              <w:top w:val="single" w:sz="6" w:space="0" w:color="auto"/>
            </w:tcBorders>
            <w:vAlign w:val="center"/>
          </w:tcPr>
          <w:p w:rsidR="009A0AA3" w:rsidRPr="00664DC7" w:rsidRDefault="009A0AA3" w:rsidP="00AA3506">
            <w:pPr>
              <w:pStyle w:val="TableBodyText"/>
              <w:ind w:right="0"/>
            </w:pPr>
            <w:r w:rsidRPr="00664DC7">
              <w:t>524 988</w:t>
            </w:r>
          </w:p>
        </w:tc>
        <w:tc>
          <w:tcPr>
            <w:tcW w:w="475" w:type="pct"/>
            <w:tcBorders>
              <w:top w:val="single" w:sz="6" w:space="0" w:color="auto"/>
            </w:tcBorders>
            <w:vAlign w:val="center"/>
          </w:tcPr>
          <w:p w:rsidR="009A0AA3" w:rsidRPr="00664DC7" w:rsidRDefault="009A0AA3" w:rsidP="00AA3506">
            <w:pPr>
              <w:pStyle w:val="TableBodyText"/>
              <w:ind w:right="0"/>
            </w:pPr>
            <w:r w:rsidRPr="00664DC7">
              <w:t>355 981</w:t>
            </w:r>
          </w:p>
        </w:tc>
        <w:tc>
          <w:tcPr>
            <w:tcW w:w="475" w:type="pct"/>
            <w:tcBorders>
              <w:top w:val="single" w:sz="6" w:space="0" w:color="auto"/>
            </w:tcBorders>
            <w:vAlign w:val="center"/>
          </w:tcPr>
          <w:p w:rsidR="009A0AA3" w:rsidRPr="00664DC7" w:rsidRDefault="009A0AA3" w:rsidP="00AA3506">
            <w:pPr>
              <w:pStyle w:val="TableBodyText"/>
              <w:ind w:right="0"/>
            </w:pPr>
            <w:r w:rsidRPr="00664DC7">
              <w:t>184 040</w:t>
            </w:r>
          </w:p>
        </w:tc>
        <w:tc>
          <w:tcPr>
            <w:tcW w:w="474" w:type="pct"/>
            <w:tcBorders>
              <w:top w:val="single" w:sz="6" w:space="0" w:color="auto"/>
            </w:tcBorders>
            <w:vAlign w:val="center"/>
          </w:tcPr>
          <w:p w:rsidR="009A0AA3" w:rsidRPr="00664DC7" w:rsidRDefault="009A0AA3" w:rsidP="0091563F">
            <w:pPr>
              <w:pStyle w:val="TableBodyText"/>
              <w:ind w:right="0"/>
            </w:pPr>
            <w:r w:rsidRPr="00664DC7">
              <w:t>112 30</w:t>
            </w:r>
            <w:r w:rsidR="0091563F">
              <w:t>4</w:t>
            </w:r>
          </w:p>
        </w:tc>
        <w:tc>
          <w:tcPr>
            <w:tcW w:w="475" w:type="pct"/>
            <w:tcBorders>
              <w:top w:val="single" w:sz="6" w:space="0" w:color="auto"/>
            </w:tcBorders>
            <w:vAlign w:val="center"/>
          </w:tcPr>
          <w:p w:rsidR="009A0AA3" w:rsidRPr="00664DC7" w:rsidRDefault="009A0AA3" w:rsidP="00AA3506">
            <w:pPr>
              <w:pStyle w:val="TableBodyText"/>
              <w:ind w:right="0"/>
            </w:pPr>
            <w:r w:rsidRPr="00664DC7">
              <w:t>40 040</w:t>
            </w:r>
          </w:p>
        </w:tc>
        <w:tc>
          <w:tcPr>
            <w:tcW w:w="475" w:type="pct"/>
            <w:tcBorders>
              <w:top w:val="single" w:sz="6" w:space="0" w:color="auto"/>
            </w:tcBorders>
            <w:vAlign w:val="center"/>
          </w:tcPr>
          <w:p w:rsidR="009A0AA3" w:rsidRPr="00664DC7" w:rsidRDefault="009A0AA3" w:rsidP="00AA3506">
            <w:pPr>
              <w:pStyle w:val="TableBodyText"/>
              <w:ind w:left="0" w:right="0"/>
            </w:pPr>
            <w:r w:rsidRPr="00664DC7">
              <w:t>32 024</w:t>
            </w:r>
          </w:p>
        </w:tc>
        <w:tc>
          <w:tcPr>
            <w:tcW w:w="386" w:type="pct"/>
            <w:tcBorders>
              <w:top w:val="single" w:sz="6" w:space="0" w:color="auto"/>
            </w:tcBorders>
            <w:vAlign w:val="center"/>
          </w:tcPr>
          <w:p w:rsidR="009A0AA3" w:rsidRPr="00664DC7" w:rsidRDefault="009A0AA3" w:rsidP="00AA3506">
            <w:pPr>
              <w:pStyle w:val="TableBodyText"/>
              <w:ind w:right="0"/>
            </w:pPr>
            <w:r w:rsidRPr="00664DC7">
              <w:t>23 467</w:t>
            </w:r>
          </w:p>
        </w:tc>
        <w:tc>
          <w:tcPr>
            <w:tcW w:w="564" w:type="pct"/>
            <w:tcBorders>
              <w:top w:val="single" w:sz="6" w:space="0" w:color="auto"/>
            </w:tcBorders>
            <w:vAlign w:val="center"/>
          </w:tcPr>
          <w:p w:rsidR="009A0AA3" w:rsidRDefault="009A0AA3" w:rsidP="0091563F">
            <w:pPr>
              <w:pStyle w:val="TableBodyText"/>
              <w:ind w:left="0" w:right="0"/>
            </w:pPr>
            <w:r>
              <w:t xml:space="preserve">1 </w:t>
            </w:r>
            <w:r w:rsidRPr="00664DC7">
              <w:t>810 11</w:t>
            </w:r>
            <w:r w:rsidR="0091563F">
              <w:t>4</w:t>
            </w:r>
          </w:p>
        </w:tc>
      </w:tr>
      <w:tr w:rsidR="009A0AA3" w:rsidTr="000B71E5">
        <w:tc>
          <w:tcPr>
            <w:tcW w:w="726" w:type="pct"/>
            <w:tcBorders>
              <w:bottom w:val="single" w:sz="6" w:space="0" w:color="auto"/>
            </w:tcBorders>
            <w:shd w:val="clear" w:color="auto" w:fill="auto"/>
          </w:tcPr>
          <w:p w:rsidR="009A0AA3" w:rsidRDefault="009A0AA3" w:rsidP="00D87377">
            <w:pPr>
              <w:pStyle w:val="TableBodyText"/>
              <w:ind w:left="119" w:hanging="113"/>
              <w:jc w:val="left"/>
            </w:pPr>
            <w:r>
              <w:t>Indigenous enrolments</w:t>
            </w:r>
          </w:p>
        </w:tc>
        <w:tc>
          <w:tcPr>
            <w:tcW w:w="475" w:type="pct"/>
            <w:tcBorders>
              <w:bottom w:val="single" w:sz="6" w:space="0" w:color="auto"/>
            </w:tcBorders>
            <w:shd w:val="clear" w:color="auto" w:fill="auto"/>
            <w:vAlign w:val="center"/>
          </w:tcPr>
          <w:p w:rsidR="009A0AA3" w:rsidRPr="00B13C3A" w:rsidRDefault="009A0AA3" w:rsidP="00AA3506">
            <w:pPr>
              <w:pStyle w:val="TableBodyText"/>
              <w:ind w:right="0"/>
            </w:pPr>
            <w:r w:rsidRPr="00B13C3A">
              <w:t>36 418</w:t>
            </w:r>
          </w:p>
        </w:tc>
        <w:tc>
          <w:tcPr>
            <w:tcW w:w="475" w:type="pct"/>
            <w:tcBorders>
              <w:bottom w:val="single" w:sz="6" w:space="0" w:color="auto"/>
            </w:tcBorders>
            <w:shd w:val="clear" w:color="auto" w:fill="auto"/>
            <w:vAlign w:val="center"/>
          </w:tcPr>
          <w:p w:rsidR="009A0AA3" w:rsidRPr="00B13C3A" w:rsidRDefault="009A0AA3" w:rsidP="00AA3506">
            <w:pPr>
              <w:pStyle w:val="TableBodyText"/>
              <w:ind w:right="0"/>
            </w:pPr>
            <w:r w:rsidRPr="00B13C3A">
              <w:t>7 213</w:t>
            </w:r>
          </w:p>
        </w:tc>
        <w:tc>
          <w:tcPr>
            <w:tcW w:w="475" w:type="pct"/>
            <w:tcBorders>
              <w:bottom w:val="single" w:sz="6" w:space="0" w:color="auto"/>
            </w:tcBorders>
            <w:shd w:val="clear" w:color="auto" w:fill="auto"/>
            <w:vAlign w:val="center"/>
          </w:tcPr>
          <w:p w:rsidR="009A0AA3" w:rsidRPr="00B13C3A" w:rsidRDefault="009A0AA3" w:rsidP="00AA3506">
            <w:pPr>
              <w:pStyle w:val="TableBodyText"/>
              <w:ind w:right="0"/>
            </w:pPr>
            <w:r w:rsidRPr="00B13C3A">
              <w:t>26 483</w:t>
            </w:r>
          </w:p>
        </w:tc>
        <w:tc>
          <w:tcPr>
            <w:tcW w:w="475" w:type="pct"/>
            <w:tcBorders>
              <w:bottom w:val="single" w:sz="6" w:space="0" w:color="auto"/>
            </w:tcBorders>
            <w:shd w:val="clear" w:color="auto" w:fill="auto"/>
            <w:vAlign w:val="center"/>
          </w:tcPr>
          <w:p w:rsidR="009A0AA3" w:rsidRPr="00B13C3A" w:rsidRDefault="009A0AA3" w:rsidP="00AA3506">
            <w:pPr>
              <w:pStyle w:val="TableBodyText"/>
              <w:ind w:right="0"/>
            </w:pPr>
            <w:r w:rsidRPr="00B13C3A">
              <w:t>18 249</w:t>
            </w:r>
          </w:p>
        </w:tc>
        <w:tc>
          <w:tcPr>
            <w:tcW w:w="474" w:type="pct"/>
            <w:tcBorders>
              <w:bottom w:val="single" w:sz="6" w:space="0" w:color="auto"/>
            </w:tcBorders>
            <w:shd w:val="clear" w:color="auto" w:fill="auto"/>
            <w:vAlign w:val="center"/>
          </w:tcPr>
          <w:p w:rsidR="009A0AA3" w:rsidRPr="00B13C3A" w:rsidRDefault="0091563F" w:rsidP="00AA3506">
            <w:pPr>
              <w:pStyle w:val="TableBodyText"/>
              <w:ind w:right="0"/>
            </w:pPr>
            <w:r>
              <w:t>6 024</w:t>
            </w:r>
          </w:p>
        </w:tc>
        <w:tc>
          <w:tcPr>
            <w:tcW w:w="475" w:type="pct"/>
            <w:tcBorders>
              <w:bottom w:val="single" w:sz="6" w:space="0" w:color="auto"/>
            </w:tcBorders>
            <w:shd w:val="clear" w:color="auto" w:fill="auto"/>
            <w:vAlign w:val="center"/>
          </w:tcPr>
          <w:p w:rsidR="009A0AA3" w:rsidRPr="00B13C3A" w:rsidRDefault="009A0AA3" w:rsidP="00AA3506">
            <w:pPr>
              <w:pStyle w:val="TableBodyText"/>
              <w:ind w:right="0"/>
            </w:pPr>
            <w:r w:rsidRPr="00B13C3A">
              <w:t>2 072</w:t>
            </w:r>
          </w:p>
        </w:tc>
        <w:tc>
          <w:tcPr>
            <w:tcW w:w="475" w:type="pct"/>
            <w:tcBorders>
              <w:bottom w:val="single" w:sz="6" w:space="0" w:color="auto"/>
            </w:tcBorders>
            <w:shd w:val="clear" w:color="auto" w:fill="auto"/>
            <w:vAlign w:val="center"/>
          </w:tcPr>
          <w:p w:rsidR="009A0AA3" w:rsidRPr="00B13C3A" w:rsidRDefault="009A0AA3" w:rsidP="00AA3506">
            <w:pPr>
              <w:pStyle w:val="TableBodyText"/>
              <w:ind w:right="0"/>
            </w:pPr>
            <w:r w:rsidRPr="00B13C3A">
              <w:t xml:space="preserve"> 972</w:t>
            </w:r>
          </w:p>
        </w:tc>
        <w:tc>
          <w:tcPr>
            <w:tcW w:w="386" w:type="pct"/>
            <w:tcBorders>
              <w:bottom w:val="single" w:sz="6" w:space="0" w:color="auto"/>
            </w:tcBorders>
            <w:shd w:val="clear" w:color="auto" w:fill="auto"/>
            <w:vAlign w:val="center"/>
          </w:tcPr>
          <w:p w:rsidR="009A0AA3" w:rsidRPr="00B13C3A" w:rsidRDefault="009A0AA3" w:rsidP="00AA3506">
            <w:pPr>
              <w:pStyle w:val="TableBodyText"/>
              <w:ind w:right="0"/>
            </w:pPr>
            <w:r w:rsidRPr="00B13C3A">
              <w:t>10 530</w:t>
            </w:r>
          </w:p>
        </w:tc>
        <w:tc>
          <w:tcPr>
            <w:tcW w:w="564" w:type="pct"/>
            <w:tcBorders>
              <w:bottom w:val="single" w:sz="6" w:space="0" w:color="auto"/>
            </w:tcBorders>
            <w:shd w:val="clear" w:color="auto" w:fill="auto"/>
            <w:vAlign w:val="center"/>
          </w:tcPr>
          <w:p w:rsidR="009A0AA3" w:rsidRDefault="009A0AA3" w:rsidP="0091563F">
            <w:pPr>
              <w:pStyle w:val="TableBodyText"/>
              <w:ind w:right="0"/>
            </w:pPr>
            <w:r w:rsidRPr="00B13C3A">
              <w:t xml:space="preserve">107 </w:t>
            </w:r>
            <w:r w:rsidR="0091563F">
              <w:t>96</w:t>
            </w:r>
            <w:r w:rsidR="0091563F" w:rsidRPr="00B13C3A">
              <w:t>1</w:t>
            </w:r>
          </w:p>
        </w:tc>
      </w:tr>
    </w:tbl>
    <w:p w:rsidR="00724A07" w:rsidRDefault="00724A07" w:rsidP="00D87377">
      <w:pPr>
        <w:pStyle w:val="Note"/>
      </w:pPr>
      <w:r w:rsidRPr="00D4060A">
        <w:rPr>
          <w:rStyle w:val="NoteLabel"/>
        </w:rPr>
        <w:t>a</w:t>
      </w:r>
      <w:r>
        <w:rPr>
          <w:rFonts w:cs="Arial"/>
        </w:rPr>
        <w:t xml:space="preserve"> </w:t>
      </w:r>
      <w:r>
        <w:t>Refer to the National VET Provider Collection Data Quality Statement for information on data quality.</w:t>
      </w:r>
    </w:p>
    <w:p w:rsidR="00724A07" w:rsidRPr="00D4060A" w:rsidRDefault="00724A07" w:rsidP="00D87377">
      <w:pPr>
        <w:pStyle w:val="Source"/>
      </w:pPr>
      <w:r>
        <w:rPr>
          <w:i/>
        </w:rPr>
        <w:t>Source</w:t>
      </w:r>
      <w:r>
        <w:t>: NCVER (unpublished) National VET p</w:t>
      </w:r>
      <w:r w:rsidR="003319FA">
        <w:t>ro</w:t>
      </w:r>
      <w:r w:rsidR="000A0229">
        <w:t>vider collection; table SWD.C.7.</w:t>
      </w:r>
    </w:p>
    <w:p w:rsidR="00724A07" w:rsidRDefault="00724A07" w:rsidP="00D87377">
      <w:pPr>
        <w:pStyle w:val="Heading5"/>
      </w:pPr>
      <w:r>
        <w:lastRenderedPageBreak/>
        <w:t>Completions</w:t>
      </w:r>
    </w:p>
    <w:p w:rsidR="00724A07" w:rsidRDefault="00724A07" w:rsidP="00724A07">
      <w:pPr>
        <w:pStyle w:val="BodyText"/>
      </w:pPr>
      <w:r>
        <w:t xml:space="preserve">The number of qualifications completed may include some non-government funded VET students. Completion of a qualification may span several years and comprise many units/modules, with funding from different sources. However, funding source information currently is only collected on enrolments. The NCVER is able to identify some completions that were likely to be non-government funded (based on the assumption that if all associated enrolments for the qualification in the completions year were from non-government funding sources the entire qualification could be considered as being non-government funded), and this subset of completions </w:t>
      </w:r>
      <w:r w:rsidR="0044624E">
        <w:t xml:space="preserve">is </w:t>
      </w:r>
      <w:r>
        <w:t>not included in the data provided.</w:t>
      </w:r>
    </w:p>
    <w:p w:rsidR="00724A07" w:rsidRDefault="00724A07" w:rsidP="002560DB">
      <w:pPr>
        <w:pStyle w:val="BodyText"/>
      </w:pPr>
      <w:r>
        <w:t>Number of VET course completions in 2010 are shown in table 4.</w:t>
      </w:r>
    </w:p>
    <w:p w:rsidR="00724A07" w:rsidRDefault="00724A07" w:rsidP="002560DB">
      <w:pPr>
        <w:pStyle w:val="TableTitle"/>
      </w:pPr>
      <w:r>
        <w:rPr>
          <w:b w:val="0"/>
        </w:rPr>
        <w:t xml:space="preserve">Table </w:t>
      </w:r>
      <w:bookmarkStart w:id="9" w:name="OLE_LINK4"/>
      <w:r w:rsidR="00503759">
        <w:rPr>
          <w:b w:val="0"/>
          <w:noProof/>
        </w:rPr>
        <w:t>4</w:t>
      </w:r>
      <w:bookmarkEnd w:id="9"/>
      <w:r>
        <w:tab/>
        <w:t>Number of VET qualifications completed</w:t>
      </w:r>
      <w:r w:rsidR="00774591">
        <w:t xml:space="preserve"> by students</w:t>
      </w:r>
      <w:r>
        <w:t>, by course level, 2010 (number)</w:t>
      </w:r>
      <w:r w:rsidRPr="00CF20C7">
        <w:rPr>
          <w:rStyle w:val="NoteLabel"/>
          <w:b/>
        </w:rPr>
        <w:t>a, b, c</w:t>
      </w:r>
    </w:p>
    <w:tbl>
      <w:tblPr>
        <w:tblW w:w="5000" w:type="pct"/>
        <w:tblCellMar>
          <w:left w:w="0" w:type="dxa"/>
          <w:right w:w="0" w:type="dxa"/>
        </w:tblCellMar>
        <w:tblLook w:val="0000" w:firstRow="0" w:lastRow="0" w:firstColumn="0" w:lastColumn="0" w:noHBand="0" w:noVBand="0"/>
      </w:tblPr>
      <w:tblGrid>
        <w:gridCol w:w="1276"/>
        <w:gridCol w:w="962"/>
        <w:gridCol w:w="881"/>
        <w:gridCol w:w="849"/>
        <w:gridCol w:w="851"/>
        <w:gridCol w:w="851"/>
        <w:gridCol w:w="851"/>
        <w:gridCol w:w="708"/>
        <w:gridCol w:w="744"/>
        <w:gridCol w:w="816"/>
      </w:tblGrid>
      <w:tr w:rsidR="00AA3506" w:rsidTr="00AA3506">
        <w:tc>
          <w:tcPr>
            <w:tcW w:w="726" w:type="pct"/>
            <w:tcBorders>
              <w:top w:val="single" w:sz="6" w:space="0" w:color="auto"/>
              <w:bottom w:val="single" w:sz="6" w:space="0" w:color="auto"/>
            </w:tcBorders>
            <w:shd w:val="clear" w:color="auto" w:fill="auto"/>
          </w:tcPr>
          <w:p w:rsidR="00724A07" w:rsidRDefault="00724A07" w:rsidP="00D87377">
            <w:pPr>
              <w:pStyle w:val="TableColumnHeading"/>
              <w:jc w:val="left"/>
            </w:pPr>
          </w:p>
        </w:tc>
        <w:tc>
          <w:tcPr>
            <w:tcW w:w="547"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NSW</w:t>
            </w:r>
          </w:p>
        </w:tc>
        <w:tc>
          <w:tcPr>
            <w:tcW w:w="501"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Vic</w:t>
            </w:r>
          </w:p>
        </w:tc>
        <w:tc>
          <w:tcPr>
            <w:tcW w:w="483"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Qld</w:t>
            </w:r>
          </w:p>
        </w:tc>
        <w:tc>
          <w:tcPr>
            <w:tcW w:w="484"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WA</w:t>
            </w:r>
          </w:p>
        </w:tc>
        <w:tc>
          <w:tcPr>
            <w:tcW w:w="484"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SA</w:t>
            </w:r>
          </w:p>
        </w:tc>
        <w:tc>
          <w:tcPr>
            <w:tcW w:w="484"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Tas</w:t>
            </w:r>
          </w:p>
        </w:tc>
        <w:tc>
          <w:tcPr>
            <w:tcW w:w="403"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ACT</w:t>
            </w:r>
          </w:p>
        </w:tc>
        <w:tc>
          <w:tcPr>
            <w:tcW w:w="423"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pPr>
            <w:r>
              <w:t>NT</w:t>
            </w:r>
          </w:p>
        </w:tc>
        <w:tc>
          <w:tcPr>
            <w:tcW w:w="464" w:type="pct"/>
            <w:tcBorders>
              <w:top w:val="single" w:sz="6" w:space="0" w:color="auto"/>
              <w:bottom w:val="single" w:sz="6" w:space="0" w:color="auto"/>
            </w:tcBorders>
            <w:shd w:val="clear" w:color="auto" w:fill="auto"/>
          </w:tcPr>
          <w:p w:rsidR="00724A07" w:rsidRDefault="00724A07" w:rsidP="000159BC">
            <w:pPr>
              <w:pStyle w:val="TableColumnHeading"/>
              <w:pBdr>
                <w:left w:val="single" w:sz="4" w:space="1" w:color="auto"/>
              </w:pBdr>
              <w:ind w:right="28"/>
            </w:pPr>
            <w:r>
              <w:t>Aust</w:t>
            </w:r>
          </w:p>
        </w:tc>
      </w:tr>
      <w:tr w:rsidR="00AA3506" w:rsidTr="00AA3506">
        <w:tc>
          <w:tcPr>
            <w:tcW w:w="726" w:type="pct"/>
            <w:tcBorders>
              <w:top w:val="single" w:sz="6" w:space="0" w:color="auto"/>
            </w:tcBorders>
          </w:tcPr>
          <w:p w:rsidR="007249FB" w:rsidRPr="00AA3506" w:rsidRDefault="007249FB" w:rsidP="00867CA1">
            <w:pPr>
              <w:pStyle w:val="TableUnitsRow"/>
              <w:ind w:left="119" w:hanging="113"/>
              <w:jc w:val="left"/>
              <w:rPr>
                <w:sz w:val="18"/>
                <w:szCs w:val="18"/>
              </w:rPr>
            </w:pPr>
            <w:r w:rsidRPr="00AA3506">
              <w:rPr>
                <w:sz w:val="18"/>
                <w:szCs w:val="18"/>
              </w:rPr>
              <w:t>Diploma or above</w:t>
            </w:r>
            <w:r w:rsidRPr="00AA3506">
              <w:rPr>
                <w:rStyle w:val="NoteLabel"/>
                <w:szCs w:val="18"/>
              </w:rPr>
              <w:t>d</w:t>
            </w:r>
          </w:p>
        </w:tc>
        <w:tc>
          <w:tcPr>
            <w:tcW w:w="547" w:type="pct"/>
            <w:tcBorders>
              <w:top w:val="single" w:sz="6" w:space="0" w:color="auto"/>
            </w:tcBorders>
          </w:tcPr>
          <w:p w:rsidR="007249FB" w:rsidRPr="00345CE1" w:rsidRDefault="007249FB" w:rsidP="00D90BC1">
            <w:pPr>
              <w:pStyle w:val="TableBodyText"/>
            </w:pPr>
            <w:r w:rsidRPr="00345CE1">
              <w:t xml:space="preserve"> 20 715</w:t>
            </w:r>
          </w:p>
        </w:tc>
        <w:tc>
          <w:tcPr>
            <w:tcW w:w="501" w:type="pct"/>
            <w:tcBorders>
              <w:top w:val="single" w:sz="6" w:space="0" w:color="auto"/>
            </w:tcBorders>
          </w:tcPr>
          <w:p w:rsidR="007249FB" w:rsidRPr="00345CE1" w:rsidRDefault="007249FB" w:rsidP="00D90BC1">
            <w:pPr>
              <w:pStyle w:val="TableBodyText"/>
            </w:pPr>
            <w:r w:rsidRPr="00345CE1">
              <w:t xml:space="preserve"> 23 321</w:t>
            </w:r>
          </w:p>
        </w:tc>
        <w:tc>
          <w:tcPr>
            <w:tcW w:w="483" w:type="pct"/>
            <w:tcBorders>
              <w:top w:val="single" w:sz="6" w:space="0" w:color="auto"/>
            </w:tcBorders>
          </w:tcPr>
          <w:p w:rsidR="007249FB" w:rsidRPr="00345CE1" w:rsidRDefault="007249FB" w:rsidP="00D90BC1">
            <w:pPr>
              <w:pStyle w:val="TableBodyText"/>
            </w:pPr>
            <w:r w:rsidRPr="00345CE1">
              <w:t xml:space="preserve"> 11 282</w:t>
            </w:r>
          </w:p>
        </w:tc>
        <w:tc>
          <w:tcPr>
            <w:tcW w:w="484" w:type="pct"/>
            <w:tcBorders>
              <w:top w:val="single" w:sz="6" w:space="0" w:color="auto"/>
            </w:tcBorders>
          </w:tcPr>
          <w:p w:rsidR="007249FB" w:rsidRPr="00345CE1" w:rsidRDefault="007249FB" w:rsidP="00D90BC1">
            <w:pPr>
              <w:pStyle w:val="TableBodyText"/>
            </w:pPr>
            <w:r w:rsidRPr="00345CE1">
              <w:t xml:space="preserve"> 6 314</w:t>
            </w:r>
          </w:p>
        </w:tc>
        <w:tc>
          <w:tcPr>
            <w:tcW w:w="484" w:type="pct"/>
            <w:tcBorders>
              <w:top w:val="single" w:sz="6" w:space="0" w:color="auto"/>
            </w:tcBorders>
          </w:tcPr>
          <w:p w:rsidR="007249FB" w:rsidRPr="00345CE1" w:rsidRDefault="007249FB" w:rsidP="0091563F">
            <w:pPr>
              <w:pStyle w:val="TableBodyText"/>
            </w:pPr>
            <w:r w:rsidRPr="00345CE1">
              <w:t xml:space="preserve"> </w:t>
            </w:r>
            <w:r w:rsidR="0091563F">
              <w:t>2 705</w:t>
            </w:r>
          </w:p>
        </w:tc>
        <w:tc>
          <w:tcPr>
            <w:tcW w:w="484" w:type="pct"/>
            <w:tcBorders>
              <w:top w:val="single" w:sz="6" w:space="0" w:color="auto"/>
            </w:tcBorders>
          </w:tcPr>
          <w:p w:rsidR="007249FB" w:rsidRPr="00345CE1" w:rsidRDefault="007249FB" w:rsidP="00D90BC1">
            <w:pPr>
              <w:pStyle w:val="TableBodyText"/>
            </w:pPr>
            <w:r w:rsidRPr="00345CE1">
              <w:t xml:space="preserve"> 1 010</w:t>
            </w:r>
          </w:p>
        </w:tc>
        <w:tc>
          <w:tcPr>
            <w:tcW w:w="403" w:type="pct"/>
            <w:tcBorders>
              <w:top w:val="single" w:sz="6" w:space="0" w:color="auto"/>
            </w:tcBorders>
          </w:tcPr>
          <w:p w:rsidR="007249FB" w:rsidRPr="00345CE1" w:rsidRDefault="007249FB" w:rsidP="00D90BC1">
            <w:pPr>
              <w:pStyle w:val="TableBodyText"/>
            </w:pPr>
            <w:r w:rsidRPr="00345CE1">
              <w:t xml:space="preserve"> 1 924</w:t>
            </w:r>
          </w:p>
        </w:tc>
        <w:tc>
          <w:tcPr>
            <w:tcW w:w="423" w:type="pct"/>
            <w:tcBorders>
              <w:top w:val="single" w:sz="6" w:space="0" w:color="auto"/>
            </w:tcBorders>
          </w:tcPr>
          <w:p w:rsidR="007249FB" w:rsidRPr="00345CE1" w:rsidRDefault="007249FB" w:rsidP="00D90BC1">
            <w:pPr>
              <w:pStyle w:val="TableBodyText"/>
            </w:pPr>
            <w:r w:rsidRPr="00345CE1">
              <w:t xml:space="preserve">  235</w:t>
            </w:r>
          </w:p>
        </w:tc>
        <w:tc>
          <w:tcPr>
            <w:tcW w:w="464" w:type="pct"/>
            <w:tcBorders>
              <w:top w:val="single" w:sz="6" w:space="0" w:color="auto"/>
            </w:tcBorders>
          </w:tcPr>
          <w:p w:rsidR="007249FB" w:rsidRDefault="007249FB" w:rsidP="0091563F">
            <w:pPr>
              <w:pStyle w:val="TableBodyText"/>
              <w:ind w:right="0"/>
            </w:pPr>
            <w:r w:rsidRPr="00345CE1">
              <w:t xml:space="preserve"> </w:t>
            </w:r>
            <w:r w:rsidR="0091563F">
              <w:t>67 506</w:t>
            </w:r>
          </w:p>
        </w:tc>
      </w:tr>
      <w:tr w:rsidR="00AA3506" w:rsidTr="00AA3506">
        <w:tc>
          <w:tcPr>
            <w:tcW w:w="726" w:type="pct"/>
          </w:tcPr>
          <w:p w:rsidR="007249FB" w:rsidRPr="00AA3506" w:rsidRDefault="007249FB" w:rsidP="00867CA1">
            <w:pPr>
              <w:pStyle w:val="TableBodyText"/>
              <w:ind w:left="119" w:hanging="113"/>
              <w:jc w:val="left"/>
              <w:rPr>
                <w:sz w:val="18"/>
                <w:szCs w:val="18"/>
              </w:rPr>
            </w:pPr>
            <w:r w:rsidRPr="00AA3506">
              <w:rPr>
                <w:sz w:val="18"/>
                <w:szCs w:val="18"/>
              </w:rPr>
              <w:t>Certificate III or IV</w:t>
            </w:r>
          </w:p>
        </w:tc>
        <w:tc>
          <w:tcPr>
            <w:tcW w:w="547" w:type="pct"/>
          </w:tcPr>
          <w:p w:rsidR="007249FB" w:rsidRPr="005602A8" w:rsidRDefault="007249FB" w:rsidP="00D90BC1">
            <w:pPr>
              <w:pStyle w:val="TableBodyText"/>
            </w:pPr>
            <w:r w:rsidRPr="005602A8">
              <w:t xml:space="preserve"> 82 454</w:t>
            </w:r>
          </w:p>
        </w:tc>
        <w:tc>
          <w:tcPr>
            <w:tcW w:w="501" w:type="pct"/>
          </w:tcPr>
          <w:p w:rsidR="007249FB" w:rsidRPr="005602A8" w:rsidRDefault="007249FB" w:rsidP="00D90BC1">
            <w:pPr>
              <w:pStyle w:val="TableBodyText"/>
            </w:pPr>
            <w:r w:rsidRPr="005602A8">
              <w:t xml:space="preserve"> 67 646</w:t>
            </w:r>
          </w:p>
        </w:tc>
        <w:tc>
          <w:tcPr>
            <w:tcW w:w="483" w:type="pct"/>
          </w:tcPr>
          <w:p w:rsidR="007249FB" w:rsidRPr="005602A8" w:rsidRDefault="007249FB" w:rsidP="00D90BC1">
            <w:pPr>
              <w:pStyle w:val="TableBodyText"/>
            </w:pPr>
            <w:r w:rsidRPr="005602A8">
              <w:t xml:space="preserve"> 54 078</w:t>
            </w:r>
          </w:p>
        </w:tc>
        <w:tc>
          <w:tcPr>
            <w:tcW w:w="484" w:type="pct"/>
          </w:tcPr>
          <w:p w:rsidR="007249FB" w:rsidRPr="005602A8" w:rsidRDefault="007249FB" w:rsidP="00D90BC1">
            <w:pPr>
              <w:pStyle w:val="TableBodyText"/>
            </w:pPr>
            <w:r w:rsidRPr="005602A8">
              <w:t xml:space="preserve"> 29 865</w:t>
            </w:r>
          </w:p>
        </w:tc>
        <w:tc>
          <w:tcPr>
            <w:tcW w:w="484" w:type="pct"/>
          </w:tcPr>
          <w:p w:rsidR="007249FB" w:rsidRPr="005602A8" w:rsidRDefault="007249FB" w:rsidP="0091563F">
            <w:pPr>
              <w:pStyle w:val="TableBodyText"/>
            </w:pPr>
            <w:r w:rsidRPr="005602A8">
              <w:t xml:space="preserve"> </w:t>
            </w:r>
            <w:r w:rsidR="0091563F">
              <w:t>14 972</w:t>
            </w:r>
          </w:p>
        </w:tc>
        <w:tc>
          <w:tcPr>
            <w:tcW w:w="484" w:type="pct"/>
          </w:tcPr>
          <w:p w:rsidR="007249FB" w:rsidRPr="005602A8" w:rsidRDefault="007249FB" w:rsidP="00D90BC1">
            <w:pPr>
              <w:pStyle w:val="TableBodyText"/>
            </w:pPr>
            <w:r w:rsidRPr="005602A8">
              <w:t xml:space="preserve"> 6 163</w:t>
            </w:r>
          </w:p>
        </w:tc>
        <w:tc>
          <w:tcPr>
            <w:tcW w:w="403" w:type="pct"/>
          </w:tcPr>
          <w:p w:rsidR="007249FB" w:rsidRPr="005602A8" w:rsidRDefault="007249FB" w:rsidP="00D90BC1">
            <w:pPr>
              <w:pStyle w:val="TableBodyText"/>
            </w:pPr>
            <w:r w:rsidRPr="005602A8">
              <w:t xml:space="preserve"> 5 706</w:t>
            </w:r>
          </w:p>
        </w:tc>
        <w:tc>
          <w:tcPr>
            <w:tcW w:w="423" w:type="pct"/>
          </w:tcPr>
          <w:p w:rsidR="007249FB" w:rsidRPr="005602A8" w:rsidRDefault="007249FB" w:rsidP="00D90BC1">
            <w:pPr>
              <w:pStyle w:val="TableBodyText"/>
            </w:pPr>
            <w:r w:rsidRPr="005602A8">
              <w:t xml:space="preserve"> 2 509</w:t>
            </w:r>
          </w:p>
        </w:tc>
        <w:tc>
          <w:tcPr>
            <w:tcW w:w="464" w:type="pct"/>
          </w:tcPr>
          <w:p w:rsidR="007249FB" w:rsidRDefault="007249FB" w:rsidP="0091563F">
            <w:pPr>
              <w:pStyle w:val="TableBodyText"/>
              <w:ind w:right="0"/>
            </w:pPr>
            <w:r w:rsidRPr="005602A8">
              <w:t xml:space="preserve"> </w:t>
            </w:r>
            <w:r w:rsidR="0091563F">
              <w:t>263 393</w:t>
            </w:r>
          </w:p>
        </w:tc>
      </w:tr>
      <w:tr w:rsidR="00AA3506" w:rsidTr="00AA3506">
        <w:tc>
          <w:tcPr>
            <w:tcW w:w="726" w:type="pct"/>
            <w:shd w:val="clear" w:color="auto" w:fill="auto"/>
          </w:tcPr>
          <w:p w:rsidR="007249FB" w:rsidRPr="00AA3506" w:rsidRDefault="007249FB" w:rsidP="00867CA1">
            <w:pPr>
              <w:pStyle w:val="TableBodyText"/>
              <w:ind w:left="119" w:hanging="113"/>
              <w:jc w:val="left"/>
              <w:rPr>
                <w:sz w:val="18"/>
                <w:szCs w:val="18"/>
              </w:rPr>
            </w:pPr>
            <w:r w:rsidRPr="00AA3506">
              <w:rPr>
                <w:sz w:val="18"/>
                <w:szCs w:val="18"/>
              </w:rPr>
              <w:t>Certificate I or II or lower</w:t>
            </w:r>
          </w:p>
        </w:tc>
        <w:tc>
          <w:tcPr>
            <w:tcW w:w="547" w:type="pct"/>
            <w:shd w:val="clear" w:color="auto" w:fill="auto"/>
          </w:tcPr>
          <w:p w:rsidR="007249FB" w:rsidRPr="005C3F65" w:rsidRDefault="007249FB" w:rsidP="00D90BC1">
            <w:pPr>
              <w:pStyle w:val="TableBodyText"/>
            </w:pPr>
            <w:r w:rsidRPr="005C3F65">
              <w:t xml:space="preserve"> 27 659</w:t>
            </w:r>
          </w:p>
        </w:tc>
        <w:tc>
          <w:tcPr>
            <w:tcW w:w="501" w:type="pct"/>
            <w:shd w:val="clear" w:color="auto" w:fill="auto"/>
          </w:tcPr>
          <w:p w:rsidR="007249FB" w:rsidRPr="005C3F65" w:rsidRDefault="007249FB" w:rsidP="00D90BC1">
            <w:pPr>
              <w:pStyle w:val="TableBodyText"/>
            </w:pPr>
            <w:r w:rsidRPr="005C3F65">
              <w:t xml:space="preserve"> 26 862</w:t>
            </w:r>
          </w:p>
        </w:tc>
        <w:tc>
          <w:tcPr>
            <w:tcW w:w="483" w:type="pct"/>
            <w:shd w:val="clear" w:color="auto" w:fill="auto"/>
          </w:tcPr>
          <w:p w:rsidR="007249FB" w:rsidRPr="005C3F65" w:rsidRDefault="007249FB" w:rsidP="00D90BC1">
            <w:pPr>
              <w:pStyle w:val="TableBodyText"/>
            </w:pPr>
            <w:r w:rsidRPr="005C3F65">
              <w:t xml:space="preserve"> 28 210</w:t>
            </w:r>
          </w:p>
        </w:tc>
        <w:tc>
          <w:tcPr>
            <w:tcW w:w="484" w:type="pct"/>
            <w:shd w:val="clear" w:color="auto" w:fill="auto"/>
          </w:tcPr>
          <w:p w:rsidR="007249FB" w:rsidRPr="005C3F65" w:rsidRDefault="007249FB" w:rsidP="00D90BC1">
            <w:pPr>
              <w:pStyle w:val="TableBodyText"/>
            </w:pPr>
            <w:r w:rsidRPr="005C3F65">
              <w:t xml:space="preserve"> 15 481</w:t>
            </w:r>
          </w:p>
        </w:tc>
        <w:tc>
          <w:tcPr>
            <w:tcW w:w="484" w:type="pct"/>
            <w:shd w:val="clear" w:color="auto" w:fill="auto"/>
          </w:tcPr>
          <w:p w:rsidR="007249FB" w:rsidRPr="005C3F65" w:rsidRDefault="0091563F" w:rsidP="00D90BC1">
            <w:pPr>
              <w:pStyle w:val="TableBodyText"/>
            </w:pPr>
            <w:r>
              <w:t>7 744</w:t>
            </w:r>
          </w:p>
        </w:tc>
        <w:tc>
          <w:tcPr>
            <w:tcW w:w="484" w:type="pct"/>
            <w:shd w:val="clear" w:color="auto" w:fill="auto"/>
          </w:tcPr>
          <w:p w:rsidR="007249FB" w:rsidRPr="005C3F65" w:rsidRDefault="007249FB" w:rsidP="00D90BC1">
            <w:pPr>
              <w:pStyle w:val="TableBodyText"/>
            </w:pPr>
            <w:r w:rsidRPr="005C3F65">
              <w:t xml:space="preserve"> 3 020</w:t>
            </w:r>
          </w:p>
        </w:tc>
        <w:tc>
          <w:tcPr>
            <w:tcW w:w="403" w:type="pct"/>
            <w:shd w:val="clear" w:color="auto" w:fill="auto"/>
          </w:tcPr>
          <w:p w:rsidR="007249FB" w:rsidRPr="005C3F65" w:rsidRDefault="007249FB" w:rsidP="00D90BC1">
            <w:pPr>
              <w:pStyle w:val="TableBodyText"/>
            </w:pPr>
            <w:r w:rsidRPr="005C3F65">
              <w:t xml:space="preserve"> 1 618</w:t>
            </w:r>
          </w:p>
        </w:tc>
        <w:tc>
          <w:tcPr>
            <w:tcW w:w="423" w:type="pct"/>
            <w:shd w:val="clear" w:color="auto" w:fill="auto"/>
          </w:tcPr>
          <w:p w:rsidR="007249FB" w:rsidRPr="005C3F65" w:rsidRDefault="007249FB" w:rsidP="00D90BC1">
            <w:pPr>
              <w:pStyle w:val="TableBodyText"/>
            </w:pPr>
            <w:r w:rsidRPr="005C3F65">
              <w:t xml:space="preserve"> 2 110</w:t>
            </w:r>
          </w:p>
        </w:tc>
        <w:tc>
          <w:tcPr>
            <w:tcW w:w="464" w:type="pct"/>
            <w:shd w:val="clear" w:color="auto" w:fill="auto"/>
          </w:tcPr>
          <w:p w:rsidR="007249FB" w:rsidRDefault="007249FB" w:rsidP="0091563F">
            <w:pPr>
              <w:pStyle w:val="TableBodyText"/>
              <w:ind w:right="0"/>
            </w:pPr>
            <w:r w:rsidRPr="005C3F65">
              <w:t xml:space="preserve"> </w:t>
            </w:r>
            <w:r w:rsidR="0091563F">
              <w:t>112 704</w:t>
            </w:r>
          </w:p>
        </w:tc>
      </w:tr>
      <w:tr w:rsidR="00AA3506" w:rsidTr="00AA3506">
        <w:tc>
          <w:tcPr>
            <w:tcW w:w="726" w:type="pct"/>
            <w:tcBorders>
              <w:bottom w:val="single" w:sz="6" w:space="0" w:color="auto"/>
            </w:tcBorders>
            <w:shd w:val="clear" w:color="auto" w:fill="auto"/>
          </w:tcPr>
          <w:p w:rsidR="007249FB" w:rsidRPr="00AA3506" w:rsidRDefault="007249FB" w:rsidP="00867CA1">
            <w:pPr>
              <w:pStyle w:val="TableBodyText"/>
              <w:ind w:left="119" w:hanging="113"/>
              <w:jc w:val="left"/>
              <w:rPr>
                <w:sz w:val="18"/>
                <w:szCs w:val="18"/>
              </w:rPr>
            </w:pPr>
            <w:r w:rsidRPr="00AA3506">
              <w:rPr>
                <w:sz w:val="18"/>
                <w:szCs w:val="18"/>
              </w:rPr>
              <w:t xml:space="preserve">All qualifications </w:t>
            </w:r>
          </w:p>
        </w:tc>
        <w:tc>
          <w:tcPr>
            <w:tcW w:w="547" w:type="pct"/>
            <w:tcBorders>
              <w:bottom w:val="single" w:sz="6" w:space="0" w:color="auto"/>
            </w:tcBorders>
            <w:shd w:val="clear" w:color="auto" w:fill="auto"/>
          </w:tcPr>
          <w:p w:rsidR="007249FB" w:rsidRPr="00AA3506" w:rsidRDefault="007249FB" w:rsidP="00AA3506">
            <w:pPr>
              <w:pStyle w:val="TableBodyText"/>
              <w:ind w:right="57"/>
            </w:pPr>
            <w:r w:rsidRPr="00AA3506">
              <w:t xml:space="preserve"> 130 828</w:t>
            </w:r>
          </w:p>
        </w:tc>
        <w:tc>
          <w:tcPr>
            <w:tcW w:w="501" w:type="pct"/>
            <w:tcBorders>
              <w:bottom w:val="single" w:sz="6" w:space="0" w:color="auto"/>
            </w:tcBorders>
            <w:shd w:val="clear" w:color="auto" w:fill="auto"/>
          </w:tcPr>
          <w:p w:rsidR="007249FB" w:rsidRPr="00AA3506" w:rsidRDefault="007249FB" w:rsidP="00AA3506">
            <w:pPr>
              <w:pStyle w:val="TableBodyText"/>
              <w:ind w:right="57"/>
            </w:pPr>
            <w:r w:rsidRPr="00AA3506">
              <w:t xml:space="preserve"> 117 829</w:t>
            </w:r>
          </w:p>
        </w:tc>
        <w:tc>
          <w:tcPr>
            <w:tcW w:w="483" w:type="pct"/>
            <w:tcBorders>
              <w:bottom w:val="single" w:sz="6" w:space="0" w:color="auto"/>
            </w:tcBorders>
            <w:shd w:val="clear" w:color="auto" w:fill="auto"/>
          </w:tcPr>
          <w:p w:rsidR="007249FB" w:rsidRPr="00AA3506" w:rsidRDefault="007249FB" w:rsidP="00D90BC1">
            <w:pPr>
              <w:pStyle w:val="TableBodyText"/>
            </w:pPr>
            <w:r w:rsidRPr="00AA3506">
              <w:t xml:space="preserve"> 93 570</w:t>
            </w:r>
          </w:p>
        </w:tc>
        <w:tc>
          <w:tcPr>
            <w:tcW w:w="484" w:type="pct"/>
            <w:tcBorders>
              <w:bottom w:val="single" w:sz="6" w:space="0" w:color="auto"/>
            </w:tcBorders>
            <w:shd w:val="clear" w:color="auto" w:fill="auto"/>
          </w:tcPr>
          <w:p w:rsidR="007249FB" w:rsidRPr="00AA3506" w:rsidRDefault="007249FB" w:rsidP="00D90BC1">
            <w:pPr>
              <w:pStyle w:val="TableBodyText"/>
            </w:pPr>
            <w:r w:rsidRPr="00AA3506">
              <w:t xml:space="preserve"> 51 660</w:t>
            </w:r>
          </w:p>
        </w:tc>
        <w:tc>
          <w:tcPr>
            <w:tcW w:w="484" w:type="pct"/>
            <w:tcBorders>
              <w:bottom w:val="single" w:sz="6" w:space="0" w:color="auto"/>
            </w:tcBorders>
            <w:shd w:val="clear" w:color="auto" w:fill="auto"/>
          </w:tcPr>
          <w:p w:rsidR="007249FB" w:rsidRPr="00AA3506" w:rsidRDefault="0091563F" w:rsidP="00D90BC1">
            <w:pPr>
              <w:pStyle w:val="TableBodyText"/>
            </w:pPr>
            <w:r>
              <w:t>25 421</w:t>
            </w:r>
          </w:p>
        </w:tc>
        <w:tc>
          <w:tcPr>
            <w:tcW w:w="484" w:type="pct"/>
            <w:tcBorders>
              <w:bottom w:val="single" w:sz="6" w:space="0" w:color="auto"/>
            </w:tcBorders>
            <w:shd w:val="clear" w:color="auto" w:fill="auto"/>
          </w:tcPr>
          <w:p w:rsidR="007249FB" w:rsidRPr="00AA3506" w:rsidRDefault="007249FB" w:rsidP="00D90BC1">
            <w:pPr>
              <w:pStyle w:val="TableBodyText"/>
            </w:pPr>
            <w:r w:rsidRPr="00AA3506">
              <w:t xml:space="preserve"> 10 193</w:t>
            </w:r>
          </w:p>
        </w:tc>
        <w:tc>
          <w:tcPr>
            <w:tcW w:w="403" w:type="pct"/>
            <w:tcBorders>
              <w:bottom w:val="single" w:sz="6" w:space="0" w:color="auto"/>
            </w:tcBorders>
            <w:shd w:val="clear" w:color="auto" w:fill="auto"/>
          </w:tcPr>
          <w:p w:rsidR="007249FB" w:rsidRPr="00AA3506" w:rsidRDefault="007249FB" w:rsidP="00D90BC1">
            <w:pPr>
              <w:pStyle w:val="TableBodyText"/>
            </w:pPr>
            <w:r w:rsidRPr="00AA3506">
              <w:t xml:space="preserve"> 9 248</w:t>
            </w:r>
          </w:p>
        </w:tc>
        <w:tc>
          <w:tcPr>
            <w:tcW w:w="423" w:type="pct"/>
            <w:tcBorders>
              <w:bottom w:val="single" w:sz="6" w:space="0" w:color="auto"/>
            </w:tcBorders>
            <w:shd w:val="clear" w:color="auto" w:fill="auto"/>
          </w:tcPr>
          <w:p w:rsidR="007249FB" w:rsidRPr="00AA3506" w:rsidRDefault="007249FB" w:rsidP="00D90BC1">
            <w:pPr>
              <w:pStyle w:val="TableBodyText"/>
            </w:pPr>
            <w:r w:rsidRPr="00AA3506">
              <w:t xml:space="preserve"> 4 854</w:t>
            </w:r>
          </w:p>
        </w:tc>
        <w:tc>
          <w:tcPr>
            <w:tcW w:w="464" w:type="pct"/>
            <w:tcBorders>
              <w:bottom w:val="single" w:sz="6" w:space="0" w:color="auto"/>
            </w:tcBorders>
            <w:shd w:val="clear" w:color="auto" w:fill="auto"/>
          </w:tcPr>
          <w:p w:rsidR="007249FB" w:rsidRPr="00AA3506" w:rsidRDefault="007249FB" w:rsidP="0091563F">
            <w:pPr>
              <w:pStyle w:val="TableBodyText"/>
              <w:ind w:right="0"/>
            </w:pPr>
            <w:r w:rsidRPr="00AA3506">
              <w:t xml:space="preserve"> 43</w:t>
            </w:r>
            <w:r w:rsidR="0091563F">
              <w:t>3</w:t>
            </w:r>
            <w:r w:rsidRPr="00AA3506">
              <w:t xml:space="preserve"> </w:t>
            </w:r>
            <w:r w:rsidR="0091563F">
              <w:t>6</w:t>
            </w:r>
            <w:r w:rsidRPr="00AA3506">
              <w:t>0</w:t>
            </w:r>
            <w:r w:rsidR="0091563F">
              <w:t>3</w:t>
            </w:r>
          </w:p>
        </w:tc>
      </w:tr>
    </w:tbl>
    <w:p w:rsidR="00724A07" w:rsidRPr="001D2206" w:rsidRDefault="00724A07" w:rsidP="00867CA1">
      <w:pPr>
        <w:pStyle w:val="Note"/>
        <w:rPr>
          <w:rStyle w:val="DraftingNote"/>
          <w:b w:val="0"/>
          <w:color w:val="auto"/>
          <w:sz w:val="18"/>
          <w:szCs w:val="18"/>
        </w:rPr>
      </w:pPr>
      <w:r w:rsidRPr="00CF20C7">
        <w:rPr>
          <w:rStyle w:val="NoteLabel"/>
        </w:rPr>
        <w:t>a</w:t>
      </w:r>
      <w:r>
        <w:rPr>
          <w:rFonts w:cs="Arial"/>
        </w:rPr>
        <w:t xml:space="preserve"> </w:t>
      </w:r>
      <w:r w:rsidRPr="00CB008C">
        <w:t>Refer to the National VET Provider Collection Data Quality Statement for information on data quality.</w:t>
      </w:r>
      <w:r w:rsidRPr="00CB008C">
        <w:rPr>
          <w:rFonts w:ascii="Times New Roman" w:hAnsi="Times New Roman"/>
          <w:sz w:val="26"/>
          <w:szCs w:val="24"/>
        </w:rPr>
        <w:t xml:space="preserve"> </w:t>
      </w:r>
      <w:r w:rsidRPr="00CB008C">
        <w:rPr>
          <w:b/>
          <w:position w:val="6"/>
          <w:szCs w:val="24"/>
        </w:rPr>
        <w:t>b</w:t>
      </w:r>
      <w:r w:rsidRPr="00CB008C">
        <w:rPr>
          <w:rFonts w:ascii="Times New Roman" w:hAnsi="Times New Roman"/>
          <w:sz w:val="26"/>
          <w:szCs w:val="24"/>
        </w:rPr>
        <w:t> </w:t>
      </w:r>
      <w:r w:rsidRPr="00CB008C">
        <w:t>‘Certificate I, II or lower’ includes Certificate I, II, and years 11 and 12.</w:t>
      </w:r>
      <w:r w:rsidRPr="00CB008C">
        <w:rPr>
          <w:rFonts w:ascii="Times New Roman" w:hAnsi="Times New Roman"/>
          <w:sz w:val="26"/>
          <w:szCs w:val="24"/>
        </w:rPr>
        <w:t xml:space="preserve"> </w:t>
      </w:r>
      <w:r w:rsidRPr="00CB008C">
        <w:rPr>
          <w:b/>
          <w:position w:val="6"/>
          <w:szCs w:val="24"/>
        </w:rPr>
        <w:t>c </w:t>
      </w:r>
      <w:r w:rsidRPr="00CB008C">
        <w:t>’Qualifications completed’ includes courses accredited or approved by a local State/Territory authority and represents students eligible to be awarded a qualification.</w:t>
      </w:r>
      <w:r w:rsidRPr="00CB008C">
        <w:rPr>
          <w:rFonts w:ascii="Times New Roman" w:hAnsi="Times New Roman"/>
          <w:sz w:val="26"/>
          <w:szCs w:val="24"/>
        </w:rPr>
        <w:t xml:space="preserve"> </w:t>
      </w:r>
      <w:r w:rsidRPr="00CB008C">
        <w:rPr>
          <w:b/>
          <w:position w:val="6"/>
          <w:szCs w:val="24"/>
        </w:rPr>
        <w:t>d</w:t>
      </w:r>
      <w:r w:rsidRPr="00CB008C">
        <w:rPr>
          <w:rFonts w:ascii="Times New Roman" w:hAnsi="Times New Roman"/>
          <w:sz w:val="26"/>
          <w:szCs w:val="24"/>
        </w:rPr>
        <w:t> </w:t>
      </w:r>
      <w:r w:rsidRPr="00CB008C">
        <w:t>‘Diploma or above’ qualifications include diploma, associate degree, advanced diploma, bachelor degree, graduate certificate and graduate diploma qualifications.</w:t>
      </w:r>
    </w:p>
    <w:p w:rsidR="00724A07" w:rsidRPr="00CF20C7" w:rsidRDefault="00724A07" w:rsidP="00867CA1">
      <w:pPr>
        <w:pStyle w:val="Source"/>
      </w:pPr>
      <w:r>
        <w:rPr>
          <w:i/>
        </w:rPr>
        <w:t>Source</w:t>
      </w:r>
      <w:r>
        <w:t xml:space="preserve">: NCVER (unpublished) National </w:t>
      </w:r>
      <w:r w:rsidR="000A0229">
        <w:t>VET pr</w:t>
      </w:r>
      <w:r w:rsidR="00687DCC">
        <w:t>ovider collection; table SWD.C.11</w:t>
      </w:r>
      <w:r>
        <w:t>.</w:t>
      </w:r>
    </w:p>
    <w:p w:rsidR="00724A07" w:rsidRDefault="00724A07" w:rsidP="00724A07">
      <w:pPr>
        <w:pStyle w:val="BodyText"/>
      </w:pPr>
      <w:r>
        <w:t>The numbers of government funded unit/module completions in VET for 2011 are show in table 5.</w:t>
      </w:r>
    </w:p>
    <w:p w:rsidR="00724A07" w:rsidRDefault="00724A07" w:rsidP="00867CA1">
      <w:pPr>
        <w:pStyle w:val="BodyText"/>
      </w:pPr>
      <w:r>
        <w:t xml:space="preserve">Module/unit completions are based on a student’s major funding source, rather than the funding source for a specific module/unit (this is the counting method used in the </w:t>
      </w:r>
      <w:r w:rsidRPr="002821BF">
        <w:rPr>
          <w:i/>
        </w:rPr>
        <w:t>Annual National Report on VET</w:t>
      </w:r>
      <w:r>
        <w:t>).</w:t>
      </w:r>
    </w:p>
    <w:p w:rsidR="00724A07" w:rsidRDefault="00724A07" w:rsidP="00774591">
      <w:pPr>
        <w:pStyle w:val="TableTitle"/>
      </w:pPr>
      <w:r>
        <w:rPr>
          <w:b w:val="0"/>
        </w:rPr>
        <w:lastRenderedPageBreak/>
        <w:t xml:space="preserve">Table </w:t>
      </w:r>
      <w:bookmarkStart w:id="10" w:name="OLE_LINK5"/>
      <w:r w:rsidR="00503759">
        <w:rPr>
          <w:b w:val="0"/>
          <w:noProof/>
        </w:rPr>
        <w:t>5</w:t>
      </w:r>
      <w:bookmarkEnd w:id="10"/>
      <w:r>
        <w:tab/>
        <w:t>Government funded unit/module completions in VET, 2011 (</w:t>
      </w:r>
      <w:r w:rsidR="008A0CB8">
        <w:rPr>
          <w:rFonts w:cs="Arial"/>
        </w:rPr>
        <w:t>number</w:t>
      </w:r>
      <w:r>
        <w:t>)</w:t>
      </w:r>
      <w:r w:rsidRPr="00CB008C">
        <w:rPr>
          <w:rStyle w:val="NoteLabel"/>
          <w:b/>
        </w:rPr>
        <w:t>a, b, c</w:t>
      </w:r>
    </w:p>
    <w:tbl>
      <w:tblPr>
        <w:tblW w:w="5000" w:type="pct"/>
        <w:tblBorders>
          <w:top w:val="single" w:sz="6" w:space="0" w:color="auto"/>
          <w:left w:val="single" w:sz="4" w:space="0" w:color="auto"/>
          <w:bottom w:val="single" w:sz="4" w:space="0" w:color="auto"/>
          <w:insideH w:val="single" w:sz="6" w:space="0" w:color="auto"/>
        </w:tblBorders>
        <w:tblCellMar>
          <w:left w:w="0" w:type="dxa"/>
          <w:right w:w="0" w:type="dxa"/>
        </w:tblCellMar>
        <w:tblLook w:val="0000" w:firstRow="0" w:lastRow="0" w:firstColumn="0" w:lastColumn="0" w:noHBand="0" w:noVBand="0"/>
      </w:tblPr>
      <w:tblGrid>
        <w:gridCol w:w="1276"/>
        <w:gridCol w:w="833"/>
        <w:gridCol w:w="835"/>
        <w:gridCol w:w="835"/>
        <w:gridCol w:w="835"/>
        <w:gridCol w:w="835"/>
        <w:gridCol w:w="835"/>
        <w:gridCol w:w="835"/>
        <w:gridCol w:w="835"/>
        <w:gridCol w:w="835"/>
      </w:tblGrid>
      <w:tr w:rsidR="00724A07" w:rsidTr="00867CA1">
        <w:tc>
          <w:tcPr>
            <w:tcW w:w="726" w:type="pct"/>
            <w:tcBorders>
              <w:left w:val="nil"/>
              <w:bottom w:val="single" w:sz="6" w:space="0" w:color="auto"/>
            </w:tcBorders>
            <w:shd w:val="clear" w:color="auto" w:fill="auto"/>
          </w:tcPr>
          <w:p w:rsidR="00724A07" w:rsidRDefault="00724A07" w:rsidP="00774591">
            <w:pPr>
              <w:pStyle w:val="TableColumnHeading"/>
              <w:jc w:val="left"/>
            </w:pPr>
          </w:p>
        </w:tc>
        <w:tc>
          <w:tcPr>
            <w:tcW w:w="474" w:type="pct"/>
            <w:shd w:val="clear" w:color="auto" w:fill="auto"/>
          </w:tcPr>
          <w:p w:rsidR="00724A07" w:rsidRDefault="00724A07" w:rsidP="00774591">
            <w:pPr>
              <w:pStyle w:val="TableColumnHeading"/>
            </w:pPr>
            <w:r>
              <w:t>NSW</w:t>
            </w:r>
          </w:p>
        </w:tc>
        <w:tc>
          <w:tcPr>
            <w:tcW w:w="475" w:type="pct"/>
            <w:shd w:val="clear" w:color="auto" w:fill="auto"/>
          </w:tcPr>
          <w:p w:rsidR="00724A07" w:rsidRDefault="00724A07" w:rsidP="00774591">
            <w:pPr>
              <w:pStyle w:val="TableColumnHeading"/>
            </w:pPr>
            <w:r>
              <w:t>Vic</w:t>
            </w:r>
          </w:p>
        </w:tc>
        <w:tc>
          <w:tcPr>
            <w:tcW w:w="475" w:type="pct"/>
            <w:shd w:val="clear" w:color="auto" w:fill="auto"/>
          </w:tcPr>
          <w:p w:rsidR="00724A07" w:rsidRDefault="00724A07" w:rsidP="00774591">
            <w:pPr>
              <w:pStyle w:val="TableColumnHeading"/>
            </w:pPr>
            <w:r>
              <w:t>Qld</w:t>
            </w:r>
          </w:p>
        </w:tc>
        <w:tc>
          <w:tcPr>
            <w:tcW w:w="475" w:type="pct"/>
            <w:shd w:val="clear" w:color="auto" w:fill="auto"/>
          </w:tcPr>
          <w:p w:rsidR="00724A07" w:rsidRDefault="00724A07" w:rsidP="00774591">
            <w:pPr>
              <w:pStyle w:val="TableColumnHeading"/>
            </w:pPr>
            <w:r>
              <w:t>WA</w:t>
            </w:r>
          </w:p>
        </w:tc>
        <w:tc>
          <w:tcPr>
            <w:tcW w:w="475" w:type="pct"/>
            <w:shd w:val="clear" w:color="auto" w:fill="auto"/>
          </w:tcPr>
          <w:p w:rsidR="00724A07" w:rsidRDefault="00724A07" w:rsidP="00774591">
            <w:pPr>
              <w:pStyle w:val="TableColumnHeading"/>
            </w:pPr>
            <w:r>
              <w:t>SA</w:t>
            </w:r>
          </w:p>
        </w:tc>
        <w:tc>
          <w:tcPr>
            <w:tcW w:w="475" w:type="pct"/>
            <w:shd w:val="clear" w:color="auto" w:fill="auto"/>
          </w:tcPr>
          <w:p w:rsidR="00724A07" w:rsidRDefault="00724A07" w:rsidP="00774591">
            <w:pPr>
              <w:pStyle w:val="TableColumnHeading"/>
            </w:pPr>
            <w:r>
              <w:t>Tas</w:t>
            </w:r>
          </w:p>
        </w:tc>
        <w:tc>
          <w:tcPr>
            <w:tcW w:w="475" w:type="pct"/>
            <w:shd w:val="clear" w:color="auto" w:fill="auto"/>
          </w:tcPr>
          <w:p w:rsidR="00724A07" w:rsidRDefault="00724A07" w:rsidP="00774591">
            <w:pPr>
              <w:pStyle w:val="TableColumnHeading"/>
            </w:pPr>
            <w:r>
              <w:t>ACT</w:t>
            </w:r>
          </w:p>
        </w:tc>
        <w:tc>
          <w:tcPr>
            <w:tcW w:w="475" w:type="pct"/>
            <w:shd w:val="clear" w:color="auto" w:fill="auto"/>
          </w:tcPr>
          <w:p w:rsidR="00724A07" w:rsidRDefault="00724A07" w:rsidP="00774591">
            <w:pPr>
              <w:pStyle w:val="TableColumnHeading"/>
            </w:pPr>
            <w:r>
              <w:t>NT</w:t>
            </w:r>
          </w:p>
        </w:tc>
        <w:tc>
          <w:tcPr>
            <w:tcW w:w="475" w:type="pct"/>
            <w:shd w:val="clear" w:color="auto" w:fill="auto"/>
          </w:tcPr>
          <w:p w:rsidR="00724A07" w:rsidRDefault="00724A07" w:rsidP="00774591">
            <w:pPr>
              <w:pStyle w:val="TableColumnHeading"/>
              <w:ind w:right="28"/>
            </w:pPr>
            <w:r>
              <w:t>Aust</w:t>
            </w:r>
          </w:p>
        </w:tc>
      </w:tr>
      <w:tr w:rsidR="00D90BC1" w:rsidTr="00867CA1">
        <w:tc>
          <w:tcPr>
            <w:tcW w:w="726" w:type="pct"/>
            <w:tcBorders>
              <w:top w:val="single" w:sz="6" w:space="0" w:color="auto"/>
              <w:left w:val="nil"/>
              <w:bottom w:val="single" w:sz="4" w:space="0" w:color="auto"/>
            </w:tcBorders>
          </w:tcPr>
          <w:p w:rsidR="00D90BC1" w:rsidRDefault="00D90BC1" w:rsidP="00774591">
            <w:pPr>
              <w:pStyle w:val="TableUnitsRow"/>
              <w:ind w:left="63" w:hanging="57"/>
              <w:jc w:val="left"/>
            </w:pPr>
            <w:r>
              <w:t>Unit/module completions</w:t>
            </w:r>
          </w:p>
        </w:tc>
        <w:tc>
          <w:tcPr>
            <w:tcW w:w="474"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2 936 688</w:t>
            </w:r>
          </w:p>
        </w:tc>
        <w:tc>
          <w:tcPr>
            <w:tcW w:w="475"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3 325 030</w:t>
            </w:r>
          </w:p>
        </w:tc>
        <w:tc>
          <w:tcPr>
            <w:tcW w:w="475"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1 773 108</w:t>
            </w:r>
          </w:p>
        </w:tc>
        <w:tc>
          <w:tcPr>
            <w:tcW w:w="475"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 xml:space="preserve"> 967 906</w:t>
            </w:r>
          </w:p>
        </w:tc>
        <w:tc>
          <w:tcPr>
            <w:tcW w:w="475"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 xml:space="preserve"> 633 5</w:t>
            </w:r>
            <w:r w:rsidR="00CC70C2">
              <w:rPr>
                <w:rFonts w:ascii="Arial Narrow" w:hAnsi="Arial Narrow"/>
              </w:rPr>
              <w:t>07</w:t>
            </w:r>
          </w:p>
        </w:tc>
        <w:tc>
          <w:tcPr>
            <w:tcW w:w="475"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 xml:space="preserve"> 199 534</w:t>
            </w:r>
          </w:p>
        </w:tc>
        <w:tc>
          <w:tcPr>
            <w:tcW w:w="475"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 xml:space="preserve"> 146 662</w:t>
            </w:r>
          </w:p>
        </w:tc>
        <w:tc>
          <w:tcPr>
            <w:tcW w:w="475" w:type="pct"/>
            <w:vAlign w:val="center"/>
          </w:tcPr>
          <w:p w:rsidR="00D90BC1" w:rsidRPr="00D90BC1" w:rsidRDefault="00D90BC1" w:rsidP="00774591">
            <w:pPr>
              <w:pStyle w:val="TableBodyText"/>
              <w:spacing w:before="80"/>
              <w:ind w:right="57"/>
              <w:rPr>
                <w:rFonts w:ascii="Arial Narrow" w:hAnsi="Arial Narrow"/>
              </w:rPr>
            </w:pPr>
            <w:r w:rsidRPr="00D90BC1">
              <w:rPr>
                <w:rFonts w:ascii="Arial Narrow" w:hAnsi="Arial Narrow"/>
              </w:rPr>
              <w:t xml:space="preserve"> 100 239</w:t>
            </w:r>
          </w:p>
        </w:tc>
        <w:tc>
          <w:tcPr>
            <w:tcW w:w="475" w:type="pct"/>
            <w:vAlign w:val="center"/>
          </w:tcPr>
          <w:p w:rsidR="00D90BC1" w:rsidRPr="00D90BC1" w:rsidRDefault="00D90BC1" w:rsidP="00CC70C2">
            <w:pPr>
              <w:pStyle w:val="TableBodyText"/>
              <w:spacing w:before="80"/>
              <w:ind w:right="0"/>
              <w:rPr>
                <w:rFonts w:ascii="Arial Narrow" w:hAnsi="Arial Narrow"/>
              </w:rPr>
            </w:pPr>
            <w:r w:rsidRPr="00D90BC1">
              <w:rPr>
                <w:rFonts w:ascii="Arial Narrow" w:hAnsi="Arial Narrow"/>
              </w:rPr>
              <w:t>10 082 67</w:t>
            </w:r>
            <w:r w:rsidR="00CC70C2">
              <w:rPr>
                <w:rFonts w:ascii="Arial Narrow" w:hAnsi="Arial Narrow"/>
              </w:rPr>
              <w:t>4</w:t>
            </w:r>
          </w:p>
        </w:tc>
      </w:tr>
    </w:tbl>
    <w:p w:rsidR="00724A07" w:rsidRDefault="00724A07" w:rsidP="002560DB">
      <w:pPr>
        <w:pStyle w:val="Note"/>
      </w:pPr>
      <w:r w:rsidRPr="00CB008C">
        <w:rPr>
          <w:rStyle w:val="NoteLabel"/>
        </w:rPr>
        <w:t>a</w:t>
      </w:r>
      <w:r>
        <w:rPr>
          <w:rFonts w:cs="Arial"/>
        </w:rPr>
        <w:t xml:space="preserve"> </w:t>
      </w:r>
      <w:r>
        <w:t xml:space="preserve">Refer to the National VET Provider Collection Data Quality Statement for information on data quality. </w:t>
      </w:r>
      <w:r w:rsidRPr="00CB008C">
        <w:rPr>
          <w:rStyle w:val="NoteLabel"/>
        </w:rPr>
        <w:t>b</w:t>
      </w:r>
      <w:r w:rsidR="007852FB">
        <w:rPr>
          <w:rStyle w:val="NoteLabel"/>
        </w:rPr>
        <w:t> </w:t>
      </w:r>
      <w:r>
        <w:t xml:space="preserve">Unit/module completions </w:t>
      </w:r>
      <w:r w:rsidR="00774591">
        <w:t>are based on a student’s major</w:t>
      </w:r>
      <w:r>
        <w:t xml:space="preserve"> funding source. </w:t>
      </w:r>
      <w:r w:rsidRPr="00D90BC1">
        <w:rPr>
          <w:rStyle w:val="NoteLabel"/>
        </w:rPr>
        <w:t>c</w:t>
      </w:r>
      <w:r w:rsidRPr="00D90BC1">
        <w:t xml:space="preserve"> Includes enrolments funded from all government sources due to the different classification of the PPP revenue.</w:t>
      </w:r>
    </w:p>
    <w:p w:rsidR="00724A07" w:rsidRPr="00CB008C" w:rsidRDefault="00724A07" w:rsidP="00774591">
      <w:pPr>
        <w:pStyle w:val="Source"/>
      </w:pPr>
      <w:r>
        <w:rPr>
          <w:i/>
        </w:rPr>
        <w:t>Source</w:t>
      </w:r>
      <w:r>
        <w:t>: NCVER (unpublished) National</w:t>
      </w:r>
      <w:r w:rsidR="000A0229">
        <w:t xml:space="preserve"> VET pr</w:t>
      </w:r>
      <w:r w:rsidR="00D90BC1">
        <w:t>ovider collection; table SWD.C.12</w:t>
      </w:r>
      <w:r>
        <w:t>.</w:t>
      </w:r>
    </w:p>
    <w:p w:rsidR="00724A07" w:rsidRDefault="00724A07" w:rsidP="00725CFC">
      <w:pPr>
        <w:pStyle w:val="Heading5"/>
      </w:pPr>
      <w:r>
        <w:t>Indigenous enrolments and completions</w:t>
      </w:r>
    </w:p>
    <w:p w:rsidR="00724A07" w:rsidRDefault="00724A07" w:rsidP="002560DB">
      <w:pPr>
        <w:pStyle w:val="BodyText"/>
      </w:pPr>
      <w:r>
        <w:t>As noted under ‘completions’ above, the number of qualifications completed</w:t>
      </w:r>
      <w:r w:rsidR="00C5471F">
        <w:t xml:space="preserve"> by Indigenous students</w:t>
      </w:r>
      <w:r>
        <w:t xml:space="preserve"> may include some non-government funded VET students. Numbers of VET course completions by Indigenous </w:t>
      </w:r>
      <w:r w:rsidR="00774591">
        <w:t>students</w:t>
      </w:r>
      <w:r>
        <w:t xml:space="preserve"> for 201</w:t>
      </w:r>
      <w:r w:rsidR="009A4A72">
        <w:t>0</w:t>
      </w:r>
      <w:r>
        <w:t xml:space="preserve"> are shown in table 6.</w:t>
      </w:r>
    </w:p>
    <w:p w:rsidR="00724A07" w:rsidRDefault="00724A07" w:rsidP="002560DB">
      <w:pPr>
        <w:pStyle w:val="TableTitle"/>
      </w:pPr>
      <w:r>
        <w:rPr>
          <w:b w:val="0"/>
        </w:rPr>
        <w:t xml:space="preserve">Table </w:t>
      </w:r>
      <w:bookmarkStart w:id="11" w:name="OLE_LINK6"/>
      <w:r w:rsidR="00503759">
        <w:rPr>
          <w:b w:val="0"/>
          <w:noProof/>
        </w:rPr>
        <w:t>6</w:t>
      </w:r>
      <w:bookmarkEnd w:id="11"/>
      <w:r>
        <w:tab/>
        <w:t xml:space="preserve">Number of </w:t>
      </w:r>
      <w:r w:rsidR="00774591">
        <w:t>VET qualifications completed by</w:t>
      </w:r>
      <w:r>
        <w:t xml:space="preserve"> Indigenous</w:t>
      </w:r>
      <w:r w:rsidR="00774591">
        <w:t xml:space="preserve"> students</w:t>
      </w:r>
      <w:r>
        <w:t>, 201</w:t>
      </w:r>
      <w:r w:rsidR="009A4A72">
        <w:t>0</w:t>
      </w:r>
      <w:r>
        <w:t xml:space="preserve"> (number)</w:t>
      </w:r>
      <w:r w:rsidRPr="00592B2E">
        <w:rPr>
          <w:rStyle w:val="NoteLabel"/>
          <w:b/>
        </w:rPr>
        <w:t>a</w:t>
      </w:r>
    </w:p>
    <w:tbl>
      <w:tblPr>
        <w:tblW w:w="5000" w:type="pct"/>
        <w:tblBorders>
          <w:top w:val="single" w:sz="6" w:space="0" w:color="auto"/>
          <w:left w:val="single" w:sz="4" w:space="0" w:color="auto"/>
          <w:bottom w:val="single" w:sz="4" w:space="0" w:color="auto"/>
          <w:insideH w:val="single" w:sz="6" w:space="0" w:color="auto"/>
        </w:tblBorders>
        <w:tblCellMar>
          <w:left w:w="0" w:type="dxa"/>
          <w:right w:w="0" w:type="dxa"/>
        </w:tblCellMar>
        <w:tblLook w:val="0000" w:firstRow="0" w:lastRow="0" w:firstColumn="0" w:lastColumn="0" w:noHBand="0" w:noVBand="0"/>
      </w:tblPr>
      <w:tblGrid>
        <w:gridCol w:w="1985"/>
        <w:gridCol w:w="756"/>
        <w:gridCol w:w="756"/>
        <w:gridCol w:w="756"/>
        <w:gridCol w:w="756"/>
        <w:gridCol w:w="756"/>
        <w:gridCol w:w="756"/>
        <w:gridCol w:w="756"/>
        <w:gridCol w:w="756"/>
        <w:gridCol w:w="756"/>
      </w:tblGrid>
      <w:tr w:rsidR="00724A07" w:rsidTr="006045C8">
        <w:tc>
          <w:tcPr>
            <w:tcW w:w="1129" w:type="pct"/>
            <w:tcBorders>
              <w:left w:val="nil"/>
              <w:bottom w:val="single" w:sz="6" w:space="0" w:color="auto"/>
            </w:tcBorders>
            <w:shd w:val="clear" w:color="auto" w:fill="auto"/>
          </w:tcPr>
          <w:p w:rsidR="00724A07" w:rsidRDefault="00724A07" w:rsidP="00241EE2">
            <w:pPr>
              <w:pStyle w:val="TableColumnHeading"/>
              <w:pBdr>
                <w:left w:val="single" w:sz="4" w:space="1" w:color="auto"/>
              </w:pBdr>
              <w:jc w:val="left"/>
            </w:pPr>
          </w:p>
        </w:tc>
        <w:tc>
          <w:tcPr>
            <w:tcW w:w="430" w:type="pct"/>
            <w:shd w:val="clear" w:color="auto" w:fill="auto"/>
          </w:tcPr>
          <w:p w:rsidR="00724A07" w:rsidRDefault="00724A07" w:rsidP="00241EE2">
            <w:pPr>
              <w:pStyle w:val="TableColumnHeading"/>
              <w:pBdr>
                <w:left w:val="single" w:sz="4" w:space="1" w:color="auto"/>
              </w:pBdr>
            </w:pPr>
            <w:r>
              <w:t>NSW</w:t>
            </w:r>
          </w:p>
        </w:tc>
        <w:tc>
          <w:tcPr>
            <w:tcW w:w="430" w:type="pct"/>
            <w:shd w:val="clear" w:color="auto" w:fill="auto"/>
          </w:tcPr>
          <w:p w:rsidR="00724A07" w:rsidRDefault="00724A07" w:rsidP="00241EE2">
            <w:pPr>
              <w:pStyle w:val="TableColumnHeading"/>
              <w:pBdr>
                <w:left w:val="single" w:sz="4" w:space="1" w:color="auto"/>
              </w:pBdr>
            </w:pPr>
            <w:r>
              <w:t>Vic</w:t>
            </w:r>
          </w:p>
        </w:tc>
        <w:tc>
          <w:tcPr>
            <w:tcW w:w="430" w:type="pct"/>
            <w:shd w:val="clear" w:color="auto" w:fill="auto"/>
          </w:tcPr>
          <w:p w:rsidR="00724A07" w:rsidRDefault="00724A07" w:rsidP="00241EE2">
            <w:pPr>
              <w:pStyle w:val="TableColumnHeading"/>
              <w:pBdr>
                <w:left w:val="single" w:sz="4" w:space="1" w:color="auto"/>
              </w:pBdr>
            </w:pPr>
            <w:r>
              <w:t>Qld</w:t>
            </w:r>
          </w:p>
        </w:tc>
        <w:tc>
          <w:tcPr>
            <w:tcW w:w="430" w:type="pct"/>
            <w:shd w:val="clear" w:color="auto" w:fill="auto"/>
          </w:tcPr>
          <w:p w:rsidR="00724A07" w:rsidRDefault="00724A07" w:rsidP="00241EE2">
            <w:pPr>
              <w:pStyle w:val="TableColumnHeading"/>
              <w:pBdr>
                <w:left w:val="single" w:sz="4" w:space="1" w:color="auto"/>
              </w:pBdr>
            </w:pPr>
            <w:r>
              <w:t>WA</w:t>
            </w:r>
          </w:p>
        </w:tc>
        <w:tc>
          <w:tcPr>
            <w:tcW w:w="430" w:type="pct"/>
            <w:shd w:val="clear" w:color="auto" w:fill="auto"/>
          </w:tcPr>
          <w:p w:rsidR="00724A07" w:rsidRDefault="00724A07" w:rsidP="00241EE2">
            <w:pPr>
              <w:pStyle w:val="TableColumnHeading"/>
              <w:pBdr>
                <w:left w:val="single" w:sz="4" w:space="1" w:color="auto"/>
              </w:pBdr>
            </w:pPr>
            <w:r>
              <w:t>SA</w:t>
            </w:r>
          </w:p>
        </w:tc>
        <w:tc>
          <w:tcPr>
            <w:tcW w:w="430" w:type="pct"/>
            <w:shd w:val="clear" w:color="auto" w:fill="auto"/>
          </w:tcPr>
          <w:p w:rsidR="00724A07" w:rsidRDefault="00724A07" w:rsidP="00241EE2">
            <w:pPr>
              <w:pStyle w:val="TableColumnHeading"/>
              <w:pBdr>
                <w:left w:val="single" w:sz="4" w:space="1" w:color="auto"/>
              </w:pBdr>
            </w:pPr>
            <w:r>
              <w:t>Tas</w:t>
            </w:r>
          </w:p>
        </w:tc>
        <w:tc>
          <w:tcPr>
            <w:tcW w:w="430" w:type="pct"/>
            <w:shd w:val="clear" w:color="auto" w:fill="auto"/>
          </w:tcPr>
          <w:p w:rsidR="00724A07" w:rsidRDefault="00724A07" w:rsidP="00241EE2">
            <w:pPr>
              <w:pStyle w:val="TableColumnHeading"/>
              <w:pBdr>
                <w:left w:val="single" w:sz="4" w:space="1" w:color="auto"/>
              </w:pBdr>
            </w:pPr>
            <w:r>
              <w:t>ACT</w:t>
            </w:r>
          </w:p>
        </w:tc>
        <w:tc>
          <w:tcPr>
            <w:tcW w:w="430" w:type="pct"/>
            <w:shd w:val="clear" w:color="auto" w:fill="auto"/>
          </w:tcPr>
          <w:p w:rsidR="00724A07" w:rsidRDefault="00724A07" w:rsidP="00241EE2">
            <w:pPr>
              <w:pStyle w:val="TableColumnHeading"/>
              <w:pBdr>
                <w:left w:val="single" w:sz="4" w:space="1" w:color="auto"/>
              </w:pBdr>
            </w:pPr>
            <w:r>
              <w:t>NT</w:t>
            </w:r>
          </w:p>
        </w:tc>
        <w:tc>
          <w:tcPr>
            <w:tcW w:w="430" w:type="pct"/>
            <w:shd w:val="clear" w:color="auto" w:fill="auto"/>
          </w:tcPr>
          <w:p w:rsidR="00724A07" w:rsidRDefault="00724A07" w:rsidP="00241EE2">
            <w:pPr>
              <w:pStyle w:val="TableColumnHeading"/>
              <w:pBdr>
                <w:left w:val="single" w:sz="4" w:space="1" w:color="auto"/>
              </w:pBdr>
              <w:ind w:right="28"/>
            </w:pPr>
            <w:r>
              <w:t>Aust</w:t>
            </w:r>
          </w:p>
        </w:tc>
      </w:tr>
      <w:tr w:rsidR="00D90BC1" w:rsidTr="006045C8">
        <w:tc>
          <w:tcPr>
            <w:tcW w:w="1129" w:type="pct"/>
            <w:tcBorders>
              <w:top w:val="single" w:sz="6" w:space="0" w:color="auto"/>
              <w:left w:val="nil"/>
              <w:bottom w:val="single" w:sz="4" w:space="0" w:color="auto"/>
            </w:tcBorders>
          </w:tcPr>
          <w:p w:rsidR="00D90BC1" w:rsidRDefault="006045C8" w:rsidP="00AA3506">
            <w:pPr>
              <w:pStyle w:val="TableUnitsRow"/>
              <w:pBdr>
                <w:left w:val="single" w:sz="4" w:space="1" w:color="auto"/>
              </w:pBdr>
              <w:ind w:left="142" w:hanging="136"/>
              <w:jc w:val="left"/>
            </w:pPr>
            <w:r>
              <w:t>C</w:t>
            </w:r>
            <w:r w:rsidR="00D90BC1">
              <w:t>ourse completions</w:t>
            </w:r>
            <w:r>
              <w:t xml:space="preserve"> by Indigenous students</w:t>
            </w:r>
          </w:p>
        </w:tc>
        <w:tc>
          <w:tcPr>
            <w:tcW w:w="430" w:type="pct"/>
            <w:vAlign w:val="center"/>
          </w:tcPr>
          <w:p w:rsidR="00D90BC1" w:rsidRDefault="00D90BC1" w:rsidP="00241EE2">
            <w:pPr>
              <w:pStyle w:val="TableBodyText"/>
              <w:pBdr>
                <w:left w:val="single" w:sz="4" w:space="1" w:color="auto"/>
              </w:pBdr>
            </w:pPr>
            <w:r>
              <w:t xml:space="preserve"> 4 592</w:t>
            </w:r>
          </w:p>
        </w:tc>
        <w:tc>
          <w:tcPr>
            <w:tcW w:w="430" w:type="pct"/>
            <w:vAlign w:val="center"/>
          </w:tcPr>
          <w:p w:rsidR="00D90BC1" w:rsidRDefault="00D90BC1" w:rsidP="00241EE2">
            <w:pPr>
              <w:pStyle w:val="TableBodyText"/>
              <w:pBdr>
                <w:left w:val="single" w:sz="4" w:space="1" w:color="auto"/>
              </w:pBdr>
            </w:pPr>
            <w:r>
              <w:t xml:space="preserve">  963</w:t>
            </w:r>
          </w:p>
        </w:tc>
        <w:tc>
          <w:tcPr>
            <w:tcW w:w="430" w:type="pct"/>
            <w:vAlign w:val="center"/>
          </w:tcPr>
          <w:p w:rsidR="00D90BC1" w:rsidRDefault="00D90BC1" w:rsidP="00241EE2">
            <w:pPr>
              <w:pStyle w:val="TableBodyText"/>
              <w:pBdr>
                <w:left w:val="single" w:sz="4" w:space="1" w:color="auto"/>
              </w:pBdr>
            </w:pPr>
            <w:r>
              <w:t xml:space="preserve"> 4 706</w:t>
            </w:r>
          </w:p>
        </w:tc>
        <w:tc>
          <w:tcPr>
            <w:tcW w:w="430" w:type="pct"/>
            <w:vAlign w:val="center"/>
          </w:tcPr>
          <w:p w:rsidR="00D90BC1" w:rsidRDefault="00D90BC1" w:rsidP="00241EE2">
            <w:pPr>
              <w:pStyle w:val="TableBodyText"/>
              <w:pBdr>
                <w:left w:val="single" w:sz="4" w:space="1" w:color="auto"/>
              </w:pBdr>
            </w:pPr>
            <w:r>
              <w:t xml:space="preserve"> 2 122</w:t>
            </w:r>
          </w:p>
        </w:tc>
        <w:tc>
          <w:tcPr>
            <w:tcW w:w="430" w:type="pct"/>
            <w:vAlign w:val="center"/>
          </w:tcPr>
          <w:p w:rsidR="00D90BC1" w:rsidRDefault="00D90BC1" w:rsidP="00CC70C2">
            <w:pPr>
              <w:pStyle w:val="TableBodyText"/>
              <w:pBdr>
                <w:left w:val="single" w:sz="4" w:space="1" w:color="auto"/>
              </w:pBdr>
            </w:pPr>
            <w:r>
              <w:t xml:space="preserve">  </w:t>
            </w:r>
            <w:r w:rsidR="00CC70C2">
              <w:t>1 137</w:t>
            </w:r>
          </w:p>
        </w:tc>
        <w:tc>
          <w:tcPr>
            <w:tcW w:w="430" w:type="pct"/>
            <w:vAlign w:val="center"/>
          </w:tcPr>
          <w:p w:rsidR="00D90BC1" w:rsidRDefault="00D90BC1" w:rsidP="00241EE2">
            <w:pPr>
              <w:pStyle w:val="TableBodyText"/>
              <w:pBdr>
                <w:left w:val="single" w:sz="4" w:space="1" w:color="auto"/>
              </w:pBdr>
            </w:pPr>
            <w:r>
              <w:t xml:space="preserve">  377</w:t>
            </w:r>
          </w:p>
        </w:tc>
        <w:tc>
          <w:tcPr>
            <w:tcW w:w="430" w:type="pct"/>
            <w:vAlign w:val="center"/>
          </w:tcPr>
          <w:p w:rsidR="00D90BC1" w:rsidRDefault="00D90BC1" w:rsidP="00241EE2">
            <w:pPr>
              <w:pStyle w:val="TableBodyText"/>
              <w:pBdr>
                <w:left w:val="single" w:sz="4" w:space="1" w:color="auto"/>
              </w:pBdr>
            </w:pPr>
            <w:r>
              <w:t xml:space="preserve">  235</w:t>
            </w:r>
          </w:p>
        </w:tc>
        <w:tc>
          <w:tcPr>
            <w:tcW w:w="430" w:type="pct"/>
            <w:vAlign w:val="center"/>
          </w:tcPr>
          <w:p w:rsidR="00D90BC1" w:rsidRDefault="00D90BC1" w:rsidP="00241EE2">
            <w:pPr>
              <w:pStyle w:val="TableBodyText"/>
              <w:pBdr>
                <w:left w:val="single" w:sz="4" w:space="1" w:color="auto"/>
              </w:pBdr>
            </w:pPr>
            <w:r>
              <w:t xml:space="preserve"> 1 481</w:t>
            </w:r>
          </w:p>
        </w:tc>
        <w:tc>
          <w:tcPr>
            <w:tcW w:w="430" w:type="pct"/>
            <w:vAlign w:val="center"/>
          </w:tcPr>
          <w:p w:rsidR="00D90BC1" w:rsidRDefault="00D90BC1" w:rsidP="00CC70C2">
            <w:pPr>
              <w:pStyle w:val="TableBodyText"/>
              <w:pBdr>
                <w:left w:val="single" w:sz="4" w:space="1" w:color="auto"/>
              </w:pBdr>
              <w:ind w:right="0"/>
            </w:pPr>
            <w:r>
              <w:t xml:space="preserve"> 15 </w:t>
            </w:r>
            <w:r w:rsidR="00CC70C2">
              <w:t>613</w:t>
            </w:r>
          </w:p>
        </w:tc>
      </w:tr>
    </w:tbl>
    <w:p w:rsidR="00724A07" w:rsidRDefault="00724A07" w:rsidP="002560DB">
      <w:pPr>
        <w:pStyle w:val="Note"/>
      </w:pPr>
      <w:r w:rsidRPr="00592B2E">
        <w:rPr>
          <w:rStyle w:val="NoteLabel"/>
        </w:rPr>
        <w:t>a</w:t>
      </w:r>
      <w:r>
        <w:rPr>
          <w:rFonts w:cs="Arial"/>
        </w:rPr>
        <w:t xml:space="preserve"> </w:t>
      </w:r>
      <w:r>
        <w:t>Refer to the National VET Provider Collection Data Quality Statement for information on data quality.</w:t>
      </w:r>
    </w:p>
    <w:p w:rsidR="00724A07" w:rsidRDefault="00724A07" w:rsidP="002560DB">
      <w:pPr>
        <w:pStyle w:val="Source"/>
      </w:pPr>
      <w:r>
        <w:rPr>
          <w:i/>
        </w:rPr>
        <w:t>Source</w:t>
      </w:r>
      <w:r>
        <w:t xml:space="preserve">: NCVER (unpublished) National VET provider collection; table </w:t>
      </w:r>
      <w:r w:rsidR="000A0229">
        <w:t>SWD.</w:t>
      </w:r>
      <w:r w:rsidR="00D90BC1">
        <w:t>C.13</w:t>
      </w:r>
      <w:r w:rsidRPr="000A0229">
        <w:t>.</w:t>
      </w:r>
    </w:p>
    <w:p w:rsidR="00724A07" w:rsidRDefault="00724A07" w:rsidP="002560DB">
      <w:pPr>
        <w:pStyle w:val="BodyText"/>
      </w:pPr>
      <w:r>
        <w:t>The numbers of government funded course enrolments by Indigenous students in higher level VET qualifications (AQF Certificate III level or above) for 201</w:t>
      </w:r>
      <w:r w:rsidR="00404BBA">
        <w:t>1</w:t>
      </w:r>
      <w:r>
        <w:t xml:space="preserve"> are shown in table 7.</w:t>
      </w:r>
      <w:r w:rsidR="000F0DB7">
        <w:t xml:space="preserve"> Data for 2010, 2009 and 2008 have been revised and are provid</w:t>
      </w:r>
      <w:r w:rsidR="00774591">
        <w:t>ed</w:t>
      </w:r>
      <w:r w:rsidR="000F0DB7">
        <w:t xml:space="preserve"> in tables SWD.C.15–C.17.</w:t>
      </w:r>
    </w:p>
    <w:p w:rsidR="00724A07" w:rsidRDefault="00724A07" w:rsidP="00725CFC">
      <w:pPr>
        <w:pStyle w:val="TableTitle"/>
      </w:pPr>
      <w:r>
        <w:rPr>
          <w:b w:val="0"/>
        </w:rPr>
        <w:t xml:space="preserve">Table </w:t>
      </w:r>
      <w:bookmarkStart w:id="12" w:name="OLE_LINK7"/>
      <w:r w:rsidR="00503759">
        <w:rPr>
          <w:b w:val="0"/>
          <w:noProof/>
        </w:rPr>
        <w:t>7</w:t>
      </w:r>
      <w:bookmarkEnd w:id="12"/>
      <w:r>
        <w:tab/>
        <w:t>Number of government funded course enrolments by Indigenous students in higher level VET qualifications, 2011 (number)</w:t>
      </w:r>
      <w:r w:rsidRPr="00C8162A">
        <w:rPr>
          <w:rStyle w:val="NoteLabel"/>
          <w:b/>
        </w:rPr>
        <w:t>a, b, c</w:t>
      </w:r>
    </w:p>
    <w:tbl>
      <w:tblPr>
        <w:tblW w:w="5000" w:type="pct"/>
        <w:tblBorders>
          <w:top w:val="single" w:sz="6" w:space="0" w:color="auto"/>
          <w:left w:val="single" w:sz="4" w:space="0" w:color="auto"/>
          <w:bottom w:val="single" w:sz="4" w:space="0" w:color="auto"/>
          <w:insideH w:val="single" w:sz="6" w:space="0" w:color="auto"/>
        </w:tblBorders>
        <w:tblCellMar>
          <w:left w:w="0" w:type="dxa"/>
          <w:right w:w="0" w:type="dxa"/>
        </w:tblCellMar>
        <w:tblLook w:val="0000" w:firstRow="0" w:lastRow="0" w:firstColumn="0" w:lastColumn="0" w:noHBand="0" w:noVBand="0"/>
      </w:tblPr>
      <w:tblGrid>
        <w:gridCol w:w="1841"/>
        <w:gridCol w:w="772"/>
        <w:gridCol w:w="772"/>
        <w:gridCol w:w="772"/>
        <w:gridCol w:w="772"/>
        <w:gridCol w:w="772"/>
        <w:gridCol w:w="772"/>
        <w:gridCol w:w="772"/>
        <w:gridCol w:w="772"/>
        <w:gridCol w:w="772"/>
      </w:tblGrid>
      <w:tr w:rsidR="00724A07" w:rsidTr="00725CFC">
        <w:tc>
          <w:tcPr>
            <w:tcW w:w="1047" w:type="pct"/>
            <w:tcBorders>
              <w:left w:val="nil"/>
              <w:bottom w:val="single" w:sz="6" w:space="0" w:color="auto"/>
            </w:tcBorders>
            <w:shd w:val="clear" w:color="auto" w:fill="auto"/>
          </w:tcPr>
          <w:p w:rsidR="00724A07" w:rsidRDefault="00724A07" w:rsidP="00725CFC">
            <w:pPr>
              <w:pStyle w:val="TableColumnHeading"/>
              <w:jc w:val="left"/>
            </w:pPr>
          </w:p>
        </w:tc>
        <w:tc>
          <w:tcPr>
            <w:tcW w:w="439" w:type="pct"/>
            <w:shd w:val="clear" w:color="auto" w:fill="auto"/>
          </w:tcPr>
          <w:p w:rsidR="00724A07" w:rsidRDefault="00724A07" w:rsidP="00867CA1">
            <w:pPr>
              <w:pStyle w:val="TableColumnHeading"/>
              <w:pBdr>
                <w:left w:val="single" w:sz="4" w:space="1" w:color="auto"/>
              </w:pBdr>
            </w:pPr>
            <w:r>
              <w:t>NSW</w:t>
            </w:r>
          </w:p>
        </w:tc>
        <w:tc>
          <w:tcPr>
            <w:tcW w:w="439" w:type="pct"/>
            <w:shd w:val="clear" w:color="auto" w:fill="auto"/>
          </w:tcPr>
          <w:p w:rsidR="00724A07" w:rsidRDefault="00724A07" w:rsidP="00867CA1">
            <w:pPr>
              <w:pStyle w:val="TableColumnHeading"/>
              <w:pBdr>
                <w:left w:val="single" w:sz="4" w:space="1" w:color="auto"/>
              </w:pBdr>
            </w:pPr>
            <w:r>
              <w:t>Vic</w:t>
            </w:r>
          </w:p>
        </w:tc>
        <w:tc>
          <w:tcPr>
            <w:tcW w:w="439" w:type="pct"/>
            <w:shd w:val="clear" w:color="auto" w:fill="auto"/>
          </w:tcPr>
          <w:p w:rsidR="00724A07" w:rsidRDefault="00724A07" w:rsidP="00867CA1">
            <w:pPr>
              <w:pStyle w:val="TableColumnHeading"/>
              <w:pBdr>
                <w:left w:val="single" w:sz="4" w:space="1" w:color="auto"/>
              </w:pBdr>
            </w:pPr>
            <w:r>
              <w:t>Qld</w:t>
            </w:r>
          </w:p>
        </w:tc>
        <w:tc>
          <w:tcPr>
            <w:tcW w:w="439" w:type="pct"/>
            <w:shd w:val="clear" w:color="auto" w:fill="auto"/>
          </w:tcPr>
          <w:p w:rsidR="00724A07" w:rsidRDefault="00724A07" w:rsidP="00867CA1">
            <w:pPr>
              <w:pStyle w:val="TableColumnHeading"/>
              <w:pBdr>
                <w:left w:val="single" w:sz="4" w:space="1" w:color="auto"/>
              </w:pBdr>
            </w:pPr>
            <w:r>
              <w:t>WA</w:t>
            </w:r>
          </w:p>
        </w:tc>
        <w:tc>
          <w:tcPr>
            <w:tcW w:w="439" w:type="pct"/>
            <w:shd w:val="clear" w:color="auto" w:fill="auto"/>
          </w:tcPr>
          <w:p w:rsidR="00724A07" w:rsidRDefault="00724A07" w:rsidP="00867CA1">
            <w:pPr>
              <w:pStyle w:val="TableColumnHeading"/>
              <w:pBdr>
                <w:left w:val="single" w:sz="4" w:space="1" w:color="auto"/>
              </w:pBdr>
            </w:pPr>
            <w:r>
              <w:t>SA</w:t>
            </w:r>
          </w:p>
        </w:tc>
        <w:tc>
          <w:tcPr>
            <w:tcW w:w="439" w:type="pct"/>
            <w:shd w:val="clear" w:color="auto" w:fill="auto"/>
          </w:tcPr>
          <w:p w:rsidR="00724A07" w:rsidRDefault="00724A07" w:rsidP="00867CA1">
            <w:pPr>
              <w:pStyle w:val="TableColumnHeading"/>
              <w:pBdr>
                <w:left w:val="single" w:sz="4" w:space="1" w:color="auto"/>
              </w:pBdr>
            </w:pPr>
            <w:r>
              <w:t>Tas</w:t>
            </w:r>
          </w:p>
        </w:tc>
        <w:tc>
          <w:tcPr>
            <w:tcW w:w="439" w:type="pct"/>
            <w:shd w:val="clear" w:color="auto" w:fill="auto"/>
          </w:tcPr>
          <w:p w:rsidR="00724A07" w:rsidRDefault="00724A07" w:rsidP="00867CA1">
            <w:pPr>
              <w:pStyle w:val="TableColumnHeading"/>
              <w:pBdr>
                <w:left w:val="single" w:sz="4" w:space="1" w:color="auto"/>
              </w:pBdr>
            </w:pPr>
            <w:r>
              <w:t>ACT</w:t>
            </w:r>
          </w:p>
        </w:tc>
        <w:tc>
          <w:tcPr>
            <w:tcW w:w="439" w:type="pct"/>
            <w:shd w:val="clear" w:color="auto" w:fill="auto"/>
          </w:tcPr>
          <w:p w:rsidR="00724A07" w:rsidRDefault="00724A07" w:rsidP="00867CA1">
            <w:pPr>
              <w:pStyle w:val="TableColumnHeading"/>
              <w:pBdr>
                <w:left w:val="single" w:sz="4" w:space="1" w:color="auto"/>
              </w:pBdr>
            </w:pPr>
            <w:r>
              <w:t>NT</w:t>
            </w:r>
          </w:p>
        </w:tc>
        <w:tc>
          <w:tcPr>
            <w:tcW w:w="439" w:type="pct"/>
            <w:shd w:val="clear" w:color="auto" w:fill="auto"/>
          </w:tcPr>
          <w:p w:rsidR="00724A07" w:rsidRDefault="00724A07" w:rsidP="00867CA1">
            <w:pPr>
              <w:pStyle w:val="TableColumnHeading"/>
              <w:pBdr>
                <w:left w:val="single" w:sz="4" w:space="1" w:color="auto"/>
              </w:pBdr>
              <w:ind w:right="28"/>
            </w:pPr>
            <w:r>
              <w:t>Aust</w:t>
            </w:r>
          </w:p>
        </w:tc>
      </w:tr>
      <w:tr w:rsidR="00D90BC1" w:rsidTr="00725CFC">
        <w:tc>
          <w:tcPr>
            <w:tcW w:w="1047" w:type="pct"/>
            <w:tcBorders>
              <w:top w:val="single" w:sz="6" w:space="0" w:color="auto"/>
              <w:left w:val="nil"/>
              <w:bottom w:val="single" w:sz="4" w:space="0" w:color="auto"/>
            </w:tcBorders>
          </w:tcPr>
          <w:p w:rsidR="00D90BC1" w:rsidRDefault="00D90BC1" w:rsidP="00AA3506">
            <w:pPr>
              <w:pStyle w:val="TableUnitsRow"/>
              <w:ind w:left="142" w:hanging="136"/>
              <w:jc w:val="left"/>
            </w:pPr>
            <w:r>
              <w:t>Indigenous course enrolments</w:t>
            </w:r>
          </w:p>
        </w:tc>
        <w:tc>
          <w:tcPr>
            <w:tcW w:w="439" w:type="pct"/>
            <w:vAlign w:val="center"/>
          </w:tcPr>
          <w:p w:rsidR="00D90BC1" w:rsidRPr="00F010B2" w:rsidRDefault="00D90BC1" w:rsidP="00867CA1">
            <w:pPr>
              <w:pStyle w:val="TableBodyText"/>
              <w:pBdr>
                <w:left w:val="single" w:sz="4" w:space="1" w:color="auto"/>
              </w:pBdr>
              <w:ind w:right="28"/>
            </w:pPr>
            <w:r w:rsidRPr="00F010B2">
              <w:t xml:space="preserve"> 13 614</w:t>
            </w:r>
          </w:p>
        </w:tc>
        <w:tc>
          <w:tcPr>
            <w:tcW w:w="439" w:type="pct"/>
            <w:vAlign w:val="center"/>
          </w:tcPr>
          <w:p w:rsidR="00D90BC1" w:rsidRPr="00F010B2" w:rsidRDefault="00D90BC1" w:rsidP="00867CA1">
            <w:pPr>
              <w:pStyle w:val="TableBodyText"/>
              <w:pBdr>
                <w:left w:val="single" w:sz="4" w:space="1" w:color="auto"/>
              </w:pBdr>
            </w:pPr>
            <w:r w:rsidRPr="00F010B2">
              <w:t xml:space="preserve"> 3 593</w:t>
            </w:r>
          </w:p>
        </w:tc>
        <w:tc>
          <w:tcPr>
            <w:tcW w:w="439" w:type="pct"/>
            <w:vAlign w:val="center"/>
          </w:tcPr>
          <w:p w:rsidR="00D90BC1" w:rsidRPr="00F010B2" w:rsidRDefault="00D90BC1" w:rsidP="00867CA1">
            <w:pPr>
              <w:pStyle w:val="TableBodyText"/>
              <w:pBdr>
                <w:left w:val="single" w:sz="4" w:space="1" w:color="auto"/>
              </w:pBdr>
              <w:ind w:right="28"/>
            </w:pPr>
            <w:r w:rsidRPr="00F010B2">
              <w:t xml:space="preserve"> 11 955</w:t>
            </w:r>
          </w:p>
        </w:tc>
        <w:tc>
          <w:tcPr>
            <w:tcW w:w="439" w:type="pct"/>
            <w:vAlign w:val="center"/>
          </w:tcPr>
          <w:p w:rsidR="00D90BC1" w:rsidRPr="00F010B2" w:rsidRDefault="00D90BC1" w:rsidP="00867CA1">
            <w:pPr>
              <w:pStyle w:val="TableBodyText"/>
              <w:pBdr>
                <w:left w:val="single" w:sz="4" w:space="1" w:color="auto"/>
              </w:pBdr>
            </w:pPr>
            <w:r w:rsidRPr="00F010B2">
              <w:t xml:space="preserve"> 4 397</w:t>
            </w:r>
          </w:p>
        </w:tc>
        <w:tc>
          <w:tcPr>
            <w:tcW w:w="439" w:type="pct"/>
            <w:vAlign w:val="center"/>
          </w:tcPr>
          <w:p w:rsidR="00D90BC1" w:rsidRPr="00F010B2" w:rsidRDefault="00EC0CB2" w:rsidP="00867CA1">
            <w:pPr>
              <w:pStyle w:val="TableBodyText"/>
              <w:pBdr>
                <w:left w:val="single" w:sz="4" w:space="1" w:color="auto"/>
              </w:pBdr>
            </w:pPr>
            <w:r>
              <w:t xml:space="preserve"> 2 129</w:t>
            </w:r>
          </w:p>
        </w:tc>
        <w:tc>
          <w:tcPr>
            <w:tcW w:w="439" w:type="pct"/>
            <w:vAlign w:val="center"/>
          </w:tcPr>
          <w:p w:rsidR="00D90BC1" w:rsidRPr="00F010B2" w:rsidRDefault="00D90BC1" w:rsidP="00867CA1">
            <w:pPr>
              <w:pStyle w:val="TableBodyText"/>
              <w:pBdr>
                <w:left w:val="single" w:sz="4" w:space="1" w:color="auto"/>
              </w:pBdr>
            </w:pPr>
            <w:r w:rsidRPr="00F010B2">
              <w:t xml:space="preserve">  972</w:t>
            </w:r>
          </w:p>
        </w:tc>
        <w:tc>
          <w:tcPr>
            <w:tcW w:w="439" w:type="pct"/>
            <w:vAlign w:val="center"/>
          </w:tcPr>
          <w:p w:rsidR="00D90BC1" w:rsidRPr="00F010B2" w:rsidRDefault="00D90BC1" w:rsidP="00867CA1">
            <w:pPr>
              <w:pStyle w:val="TableBodyText"/>
              <w:pBdr>
                <w:left w:val="single" w:sz="4" w:space="1" w:color="auto"/>
              </w:pBdr>
            </w:pPr>
            <w:r w:rsidRPr="00F010B2">
              <w:t xml:space="preserve">  416</w:t>
            </w:r>
          </w:p>
        </w:tc>
        <w:tc>
          <w:tcPr>
            <w:tcW w:w="439" w:type="pct"/>
            <w:vAlign w:val="center"/>
          </w:tcPr>
          <w:p w:rsidR="00D90BC1" w:rsidRPr="00F010B2" w:rsidRDefault="00D90BC1" w:rsidP="00867CA1">
            <w:pPr>
              <w:pStyle w:val="TableBodyText"/>
              <w:pBdr>
                <w:left w:val="single" w:sz="4" w:space="1" w:color="auto"/>
              </w:pBdr>
            </w:pPr>
            <w:r w:rsidRPr="00F010B2">
              <w:t xml:space="preserve"> 3 028</w:t>
            </w:r>
          </w:p>
        </w:tc>
        <w:tc>
          <w:tcPr>
            <w:tcW w:w="439" w:type="pct"/>
            <w:vAlign w:val="center"/>
          </w:tcPr>
          <w:p w:rsidR="00D90BC1" w:rsidRDefault="00D90BC1" w:rsidP="00EC0CB2">
            <w:pPr>
              <w:pStyle w:val="TableBodyText"/>
              <w:pBdr>
                <w:left w:val="single" w:sz="4" w:space="1" w:color="auto"/>
              </w:pBdr>
              <w:ind w:right="0"/>
            </w:pPr>
            <w:r w:rsidRPr="00F010B2">
              <w:t xml:space="preserve"> 40 </w:t>
            </w:r>
            <w:r w:rsidR="00EC0CB2">
              <w:t>104</w:t>
            </w:r>
          </w:p>
        </w:tc>
      </w:tr>
    </w:tbl>
    <w:p w:rsidR="00724A07" w:rsidRDefault="00724A07" w:rsidP="00725CFC">
      <w:pPr>
        <w:pStyle w:val="Note"/>
      </w:pPr>
      <w:r w:rsidRPr="00C8162A">
        <w:rPr>
          <w:rStyle w:val="NoteLabel"/>
        </w:rPr>
        <w:t>a</w:t>
      </w:r>
      <w:r>
        <w:rPr>
          <w:rFonts w:cs="Arial"/>
        </w:rPr>
        <w:t xml:space="preserve"> </w:t>
      </w:r>
      <w:r>
        <w:t xml:space="preserve">Refer to the National VET Provider Collection Data Quality Statement for information on data quality. </w:t>
      </w:r>
      <w:r w:rsidRPr="00C8162A">
        <w:rPr>
          <w:rStyle w:val="NoteLabel"/>
        </w:rPr>
        <w:t>b</w:t>
      </w:r>
      <w:r>
        <w:t xml:space="preserve"> ‘Higher level VET qualifications’ refers to AQF Certificate III level or above. </w:t>
      </w:r>
      <w:r w:rsidRPr="00C8162A">
        <w:rPr>
          <w:rStyle w:val="NoteLabel"/>
        </w:rPr>
        <w:t>c</w:t>
      </w:r>
      <w:r>
        <w:t xml:space="preserve"> </w:t>
      </w:r>
      <w:r w:rsidRPr="00D90BC1">
        <w:t>Includes enrolments funded from all government sources due to the different classification of the PPP revenue.</w:t>
      </w:r>
    </w:p>
    <w:p w:rsidR="00724A07" w:rsidRPr="00C8162A" w:rsidRDefault="00724A07" w:rsidP="00725CFC">
      <w:pPr>
        <w:pStyle w:val="Source"/>
      </w:pPr>
      <w:r>
        <w:rPr>
          <w:i/>
        </w:rPr>
        <w:t>Source</w:t>
      </w:r>
      <w:r>
        <w:t>: NCVER (unpublished) National</w:t>
      </w:r>
      <w:r w:rsidR="000A0229">
        <w:t xml:space="preserve"> VET provider collection; table SWD.C.1</w:t>
      </w:r>
      <w:r w:rsidR="00D90BC1">
        <w:t>4</w:t>
      </w:r>
      <w:r w:rsidR="000A0229">
        <w:t>.</w:t>
      </w:r>
    </w:p>
    <w:p w:rsidR="003A0B0A" w:rsidRDefault="00771B74" w:rsidP="0095384E">
      <w:pPr>
        <w:pStyle w:val="Heading4"/>
      </w:pPr>
      <w:r>
        <w:lastRenderedPageBreak/>
        <w:t>S</w:t>
      </w:r>
      <w:r w:rsidR="003A0B0A">
        <w:t>tudents</w:t>
      </w:r>
    </w:p>
    <w:p w:rsidR="003A0B0A" w:rsidRDefault="003A0B0A" w:rsidP="003A0B0A">
      <w:pPr>
        <w:pStyle w:val="BodyText"/>
      </w:pPr>
      <w:r>
        <w:t xml:space="preserve">This section provides some brief contextual information on VET students, including data </w:t>
      </w:r>
      <w:r w:rsidR="002E41C5">
        <w:t xml:space="preserve">for </w:t>
      </w:r>
      <w:r w:rsidR="00E77A31">
        <w:t xml:space="preserve">selected </w:t>
      </w:r>
      <w:r w:rsidR="002E41C5">
        <w:t>equity groups</w:t>
      </w:r>
      <w:r>
        <w:t>.</w:t>
      </w:r>
    </w:p>
    <w:p w:rsidR="0095384E" w:rsidRDefault="0095384E" w:rsidP="00771B74">
      <w:pPr>
        <w:pStyle w:val="Heading5"/>
      </w:pPr>
      <w:r>
        <w:t xml:space="preserve">Target age groups </w:t>
      </w:r>
    </w:p>
    <w:p w:rsidR="004F35D6" w:rsidRPr="004F35D6" w:rsidRDefault="004F35D6" w:rsidP="004F35D6">
      <w:pPr>
        <w:pStyle w:val="BodyText"/>
      </w:pPr>
      <w:r w:rsidRPr="004F35D6">
        <w:t>Recent research suggests that the economic downturn experienced in Australia in 2008-09 contributed to a decline in employment opportunities for young people because of their relatively lower levels of skill and experience (Anlezark 2011</w:t>
      </w:r>
      <w:r w:rsidR="00771B74">
        <w:t>;</w:t>
      </w:r>
      <w:r w:rsidRPr="004F35D6">
        <w:t xml:space="preserve"> ABS 2010a, 2010b). VET can play an important role in preparing young people for work, developing the skills of adults and responding to labour market ne</w:t>
      </w:r>
      <w:r w:rsidR="001D2206">
        <w:t>eds of the economy (OECD 2010).</w:t>
      </w:r>
    </w:p>
    <w:p w:rsidR="0095384E" w:rsidRPr="004F35D6" w:rsidRDefault="004F35D6" w:rsidP="00725CFC">
      <w:pPr>
        <w:pStyle w:val="BodyText"/>
      </w:pPr>
      <w:r w:rsidRPr="004F35D6">
        <w:t>Figure 6 shows VET participation rates in 201</w:t>
      </w:r>
      <w:r>
        <w:t>1</w:t>
      </w:r>
      <w:r w:rsidRPr="004F35D6">
        <w:t xml:space="preserve"> by target age groups.</w:t>
      </w:r>
    </w:p>
    <w:p w:rsidR="004F35D6" w:rsidRPr="004F35D6" w:rsidRDefault="004F35D6" w:rsidP="00725CFC">
      <w:pPr>
        <w:pStyle w:val="FigureTitle"/>
        <w:rPr>
          <w:rStyle w:val="NoteLabel"/>
          <w:b/>
        </w:rPr>
      </w:pPr>
      <w:r>
        <w:rPr>
          <w:b w:val="0"/>
        </w:rPr>
        <w:t xml:space="preserve">Figure </w:t>
      </w:r>
      <w:r w:rsidR="00503759">
        <w:rPr>
          <w:b w:val="0"/>
          <w:noProof/>
        </w:rPr>
        <w:t>6</w:t>
      </w:r>
      <w:r>
        <w:tab/>
        <w:t>VET participation rates by target age group, 201</w:t>
      </w:r>
      <w:r w:rsidR="00771B74">
        <w:t>1</w:t>
      </w:r>
      <w:r w:rsidR="008A0CB8">
        <w:t xml:space="preserve"> (per </w:t>
      </w:r>
      <w:r>
        <w:t>cent)</w:t>
      </w:r>
      <w:r w:rsidRPr="004F35D6">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F35D6" w:rsidTr="00725CFC">
        <w:tc>
          <w:tcPr>
            <w:tcW w:w="8777" w:type="dxa"/>
          </w:tcPr>
          <w:p w:rsidR="004F35D6" w:rsidRDefault="000F0DB7" w:rsidP="00725CFC">
            <w:pPr>
              <w:pStyle w:val="Figure"/>
            </w:pPr>
            <w:r>
              <w:rPr>
                <w:noProof/>
              </w:rPr>
              <w:drawing>
                <wp:inline distT="0" distB="0" distL="0" distR="0" wp14:anchorId="43DF9186" wp14:editId="72DE87F6">
                  <wp:extent cx="5400000" cy="2880000"/>
                  <wp:effectExtent l="0" t="0" r="0" b="0"/>
                  <wp:docPr id="25" name="Chart 25" descr="three bars for each State/Territory, each bar is the VET participation rate for a target age group (20-64 years; 15-64 years and 18-24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4F35D6" w:rsidRDefault="004F35D6" w:rsidP="00725CFC">
      <w:pPr>
        <w:pStyle w:val="Note"/>
      </w:pPr>
      <w:r>
        <w:rPr>
          <w:rStyle w:val="NoteLabel"/>
        </w:rPr>
        <w:t>a</w:t>
      </w:r>
      <w:r>
        <w:sym w:font="Symbol" w:char="F020"/>
      </w:r>
      <w:r w:rsidRPr="004F35D6">
        <w:t xml:space="preserve"> Refer to the National VET Provider Collection Data Quality Statement for information on data quality. </w:t>
      </w:r>
      <w:r w:rsidRPr="004F35D6">
        <w:rPr>
          <w:rStyle w:val="NoteLabel"/>
        </w:rPr>
        <w:t>b</w:t>
      </w:r>
      <w:r w:rsidRPr="004F35D6">
        <w:t xml:space="preserve"> The participation rate for the various age groups is the number of students participating in VET in a given age group expressed as a proportion of the population of that age group</w:t>
      </w:r>
      <w:r>
        <w:t>.</w:t>
      </w:r>
    </w:p>
    <w:p w:rsidR="004F35D6" w:rsidRDefault="004F35D6" w:rsidP="00725CFC">
      <w:pPr>
        <w:pStyle w:val="Source"/>
      </w:pPr>
      <w:r>
        <w:rPr>
          <w:i/>
        </w:rPr>
        <w:t>Source</w:t>
      </w:r>
      <w:r w:rsidRPr="00167F06">
        <w:t xml:space="preserve">: </w:t>
      </w:r>
      <w:r w:rsidRPr="004F35D6">
        <w:t>NCVER (unpublished) National VET provider collection; ABS (201</w:t>
      </w:r>
      <w:r>
        <w:t>1</w:t>
      </w:r>
      <w:r w:rsidRPr="004F35D6">
        <w:t xml:space="preserve">) </w:t>
      </w:r>
      <w:r w:rsidRPr="004F35D6">
        <w:rPr>
          <w:i/>
        </w:rPr>
        <w:t>Population by Age and Sex, Australian States and Territories</w:t>
      </w:r>
      <w:r w:rsidRPr="004F35D6">
        <w:t>, (30 June data), Cat. no. 3201.0</w:t>
      </w:r>
      <w:r w:rsidR="007249FB">
        <w:t>; table SWD.C.18</w:t>
      </w:r>
      <w:r w:rsidRPr="004F35D6">
        <w:t>.</w:t>
      </w:r>
    </w:p>
    <w:p w:rsidR="004F35D6" w:rsidRDefault="004F35D6" w:rsidP="00C8294C">
      <w:pPr>
        <w:pStyle w:val="BodyText"/>
      </w:pPr>
      <w:r>
        <w:t>Data on VET participation by target age groups for 200</w:t>
      </w:r>
      <w:r w:rsidR="00771B74">
        <w:t>8</w:t>
      </w:r>
      <w:r>
        <w:t>, 200</w:t>
      </w:r>
      <w:r w:rsidR="00771B74">
        <w:t>9</w:t>
      </w:r>
      <w:r>
        <w:t xml:space="preserve"> and 201</w:t>
      </w:r>
      <w:r w:rsidR="00771B74">
        <w:t>0</w:t>
      </w:r>
      <w:r>
        <w:t xml:space="preserve"> are available in table SWD.C.</w:t>
      </w:r>
      <w:r w:rsidR="007249FB">
        <w:t>18</w:t>
      </w:r>
      <w:r w:rsidR="001D2206">
        <w:t>.</w:t>
      </w:r>
    </w:p>
    <w:p w:rsidR="004F35D6" w:rsidRDefault="004F35D6" w:rsidP="00724A07">
      <w:pPr>
        <w:pStyle w:val="Heading5"/>
      </w:pPr>
      <w:r>
        <w:lastRenderedPageBreak/>
        <w:t>Equity target groups</w:t>
      </w:r>
    </w:p>
    <w:p w:rsidR="002E41C5" w:rsidRDefault="004F35D6" w:rsidP="004F35D6">
      <w:pPr>
        <w:pStyle w:val="BodyText"/>
      </w:pPr>
      <w:r>
        <w:t>The NASWD explicitly states that governments have a commitment to address issues of social inclusion and Indigenous disadvantage</w:t>
      </w:r>
      <w:r w:rsidR="0088487B">
        <w:t xml:space="preserve">. The </w:t>
      </w:r>
      <w:r w:rsidR="00E77A31">
        <w:t xml:space="preserve">parties </w:t>
      </w:r>
      <w:r w:rsidR="0088487B">
        <w:t>to the NASWD have committed to providing the support an individual experiencing disadvantage or disengagement may need towards gaining skills that lead to employment or other meaningful engagement in society</w:t>
      </w:r>
      <w:r>
        <w:t xml:space="preserve"> (COAG 2012</w:t>
      </w:r>
      <w:r w:rsidR="00771B74">
        <w:t>b</w:t>
      </w:r>
      <w:r w:rsidR="001D2206">
        <w:t>).</w:t>
      </w:r>
    </w:p>
    <w:p w:rsidR="004F35D6" w:rsidRDefault="004F35D6" w:rsidP="004F35D6">
      <w:pPr>
        <w:pStyle w:val="BodyText"/>
      </w:pPr>
      <w:r>
        <w:t>Some groups experience barriers to education and work more acutely than others. Regul</w:t>
      </w:r>
      <w:r w:rsidR="001D2206">
        <w:t>arly identified groups include:</w:t>
      </w:r>
    </w:p>
    <w:p w:rsidR="004F35D6" w:rsidRDefault="004F35D6" w:rsidP="004F35D6">
      <w:pPr>
        <w:pStyle w:val="ListBullet"/>
      </w:pPr>
      <w:r>
        <w:t>Indigenous Australians</w:t>
      </w:r>
    </w:p>
    <w:p w:rsidR="004F35D6" w:rsidRDefault="004F35D6" w:rsidP="004F35D6">
      <w:pPr>
        <w:pStyle w:val="ListBullet"/>
      </w:pPr>
      <w:r>
        <w:t>people from remote and very remote areas</w:t>
      </w:r>
    </w:p>
    <w:p w:rsidR="004F35D6" w:rsidRDefault="004F35D6" w:rsidP="004F35D6">
      <w:pPr>
        <w:pStyle w:val="ListBullet"/>
      </w:pPr>
      <w:r>
        <w:t>people with disability</w:t>
      </w:r>
    </w:p>
    <w:p w:rsidR="003A0B0A" w:rsidRDefault="004F35D6" w:rsidP="004F35D6">
      <w:pPr>
        <w:pStyle w:val="ListBullet"/>
      </w:pPr>
      <w:r>
        <w:t>people speaking a language other than English (LOTE) at home (SCRGSP 2012).</w:t>
      </w:r>
    </w:p>
    <w:p w:rsidR="00435A39" w:rsidRDefault="00435A39" w:rsidP="00435A39">
      <w:pPr>
        <w:pStyle w:val="BodyText"/>
      </w:pPr>
      <w:r>
        <w:t>Research shows that multiple disadvantages may interact to compound the difficulties faced by people in equity</w:t>
      </w:r>
      <w:r w:rsidR="00241EE2">
        <w:t xml:space="preserve"> target groups (Considine, Watson and Hall</w:t>
      </w:r>
      <w:r w:rsidR="001D2206">
        <w:t xml:space="preserve"> 2005).</w:t>
      </w:r>
    </w:p>
    <w:p w:rsidR="00435A39" w:rsidRDefault="00435A39" w:rsidP="00435A39">
      <w:pPr>
        <w:pStyle w:val="BodyText"/>
      </w:pPr>
      <w:r>
        <w:t>This section provides some information and data on each of these equity target groups and their interaction with VET.</w:t>
      </w:r>
    </w:p>
    <w:p w:rsidR="004F35D6" w:rsidRPr="003A0B0A" w:rsidRDefault="00435A39" w:rsidP="00435A39">
      <w:pPr>
        <w:pStyle w:val="BodyText"/>
      </w:pPr>
      <w:r>
        <w:t xml:space="preserve">Care needs to be taken in interpreting VET data for Indigenous Australians, people with disability and people speaking LOTE at home, as data depend on </w:t>
      </w:r>
      <w:r w:rsidR="00791F17">
        <w:t>self</w:t>
      </w:r>
      <w:r w:rsidR="00791F17">
        <w:noBreakHyphen/>
        <w:t>identification</w:t>
      </w:r>
      <w:r>
        <w:t xml:space="preserve"> at the time of enrolment and there are varying proportions of ‘not known’ responses across states and territories.</w:t>
      </w:r>
    </w:p>
    <w:p w:rsidR="00791F17" w:rsidRDefault="00791F17" w:rsidP="00724A07">
      <w:pPr>
        <w:pStyle w:val="Heading5"/>
      </w:pPr>
      <w:r>
        <w:t>Indigenous students</w:t>
      </w:r>
    </w:p>
    <w:p w:rsidR="00791F17" w:rsidRDefault="00791F17" w:rsidP="00725CFC">
      <w:pPr>
        <w:pStyle w:val="BodyText"/>
      </w:pPr>
      <w:r>
        <w:t xml:space="preserve">Nationally, </w:t>
      </w:r>
      <w:r w:rsidR="000F0DB7">
        <w:t xml:space="preserve">4.7 </w:t>
      </w:r>
      <w:r>
        <w:t xml:space="preserve">per cent of VET students identified as being Indigenous in 2011 (table </w:t>
      </w:r>
      <w:r w:rsidR="00724A07">
        <w:t>8</w:t>
      </w:r>
      <w:r>
        <w:t xml:space="preserve">). In comparison, </w:t>
      </w:r>
      <w:r w:rsidR="00FE4D28">
        <w:t>2.5</w:t>
      </w:r>
      <w:r>
        <w:t xml:space="preserve"> per cent of the Australian population were projected as being Indigenous in 2011. </w:t>
      </w:r>
      <w:r w:rsidR="00320E5D">
        <w:t xml:space="preserve">(Indigenous population estimates </w:t>
      </w:r>
      <w:r w:rsidR="00A75CDB">
        <w:t>for June</w:t>
      </w:r>
      <w:r w:rsidR="00320E5D">
        <w:t xml:space="preserve"> 2011</w:t>
      </w:r>
      <w:r w:rsidR="00A75CDB">
        <w:t xml:space="preserve"> </w:t>
      </w:r>
      <w:r w:rsidR="00320E5D">
        <w:t>are anti</w:t>
      </w:r>
      <w:r w:rsidR="00A75CDB">
        <w:t xml:space="preserve">cipated to be available for the </w:t>
      </w:r>
      <w:r w:rsidR="002821BF">
        <w:t>2013</w:t>
      </w:r>
      <w:r w:rsidR="00A75CDB">
        <w:t xml:space="preserve"> NASWD performance information report. Updated Indigenous population projections based on the 2011 Census are anticipated to be available in the first half of 2014</w:t>
      </w:r>
      <w:r w:rsidR="00320E5D">
        <w:t>)</w:t>
      </w:r>
      <w:r w:rsidR="002821BF">
        <w:t>.</w:t>
      </w:r>
    </w:p>
    <w:p w:rsidR="00791F17" w:rsidRDefault="00791F17" w:rsidP="00725CFC">
      <w:pPr>
        <w:pStyle w:val="TableTitle"/>
      </w:pPr>
      <w:r>
        <w:rPr>
          <w:b w:val="0"/>
        </w:rPr>
        <w:lastRenderedPageBreak/>
        <w:t xml:space="preserve">Table </w:t>
      </w:r>
      <w:bookmarkStart w:id="13" w:name="OLE_LINK11"/>
      <w:r w:rsidR="00503759">
        <w:rPr>
          <w:b w:val="0"/>
          <w:noProof/>
        </w:rPr>
        <w:t>8</w:t>
      </w:r>
      <w:bookmarkEnd w:id="13"/>
      <w:r>
        <w:tab/>
        <w:t xml:space="preserve">Proportion of VET students reported as </w:t>
      </w:r>
      <w:r w:rsidR="00EF482D">
        <w:t xml:space="preserve">Indigenous, </w:t>
      </w:r>
      <w:r w:rsidR="00771B74">
        <w:t xml:space="preserve">2008, </w:t>
      </w:r>
      <w:r w:rsidR="00EF482D">
        <w:t>2009, 2010 and 2011</w:t>
      </w:r>
      <w:r w:rsidR="00EF482D" w:rsidRPr="00EF482D">
        <w:rPr>
          <w:rStyle w:val="NoteLabel"/>
          <w:b/>
        </w:rPr>
        <w:t>a, b</w:t>
      </w:r>
    </w:p>
    <w:tbl>
      <w:tblPr>
        <w:tblW w:w="5000" w:type="pct"/>
        <w:tblCellMar>
          <w:left w:w="0" w:type="dxa"/>
          <w:right w:w="0" w:type="dxa"/>
        </w:tblCellMar>
        <w:tblLook w:val="0000" w:firstRow="0" w:lastRow="0" w:firstColumn="0" w:lastColumn="0" w:noHBand="0" w:noVBand="0"/>
      </w:tblPr>
      <w:tblGrid>
        <w:gridCol w:w="2639"/>
        <w:gridCol w:w="621"/>
        <w:gridCol w:w="621"/>
        <w:gridCol w:w="701"/>
        <w:gridCol w:w="703"/>
        <w:gridCol w:w="701"/>
        <w:gridCol w:w="703"/>
        <w:gridCol w:w="701"/>
        <w:gridCol w:w="703"/>
        <w:gridCol w:w="696"/>
      </w:tblGrid>
      <w:tr w:rsidR="00791F17" w:rsidTr="00791F17">
        <w:tc>
          <w:tcPr>
            <w:tcW w:w="1501" w:type="pct"/>
            <w:tcBorders>
              <w:top w:val="single" w:sz="6" w:space="0" w:color="auto"/>
              <w:bottom w:val="single" w:sz="6" w:space="0" w:color="auto"/>
            </w:tcBorders>
          </w:tcPr>
          <w:p w:rsidR="00791F17" w:rsidRDefault="00791F17" w:rsidP="00B07E93">
            <w:pPr>
              <w:pStyle w:val="TableColumnHeading"/>
              <w:pBdr>
                <w:left w:val="single" w:sz="4" w:space="1" w:color="auto"/>
              </w:pBdr>
              <w:jc w:val="left"/>
            </w:pPr>
          </w:p>
        </w:tc>
        <w:tc>
          <w:tcPr>
            <w:tcW w:w="353"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pPr>
            <w:r>
              <w:t>NSW</w:t>
            </w:r>
          </w:p>
        </w:tc>
        <w:tc>
          <w:tcPr>
            <w:tcW w:w="353"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pPr>
            <w:r>
              <w:t>Vic</w:t>
            </w:r>
          </w:p>
        </w:tc>
        <w:tc>
          <w:tcPr>
            <w:tcW w:w="399"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pPr>
            <w:r>
              <w:t>Qld</w:t>
            </w:r>
          </w:p>
        </w:tc>
        <w:tc>
          <w:tcPr>
            <w:tcW w:w="400"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pPr>
            <w:r>
              <w:t>WA</w:t>
            </w:r>
          </w:p>
        </w:tc>
        <w:tc>
          <w:tcPr>
            <w:tcW w:w="399" w:type="pct"/>
            <w:tcBorders>
              <w:top w:val="single" w:sz="6" w:space="0" w:color="auto"/>
              <w:bottom w:val="single" w:sz="6" w:space="0" w:color="auto"/>
            </w:tcBorders>
            <w:vAlign w:val="bottom"/>
          </w:tcPr>
          <w:p w:rsidR="00791F17" w:rsidRPr="00925CA5" w:rsidRDefault="00791F17" w:rsidP="00B07E93">
            <w:pPr>
              <w:pStyle w:val="TableColumnHeading"/>
              <w:pBdr>
                <w:left w:val="single" w:sz="4" w:space="1" w:color="auto"/>
              </w:pBdr>
              <w:rPr>
                <w:rStyle w:val="NoteLabel"/>
              </w:rPr>
            </w:pPr>
            <w:r>
              <w:t>SA</w:t>
            </w:r>
          </w:p>
        </w:tc>
        <w:tc>
          <w:tcPr>
            <w:tcW w:w="400"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pPr>
            <w:r>
              <w:t>Tas</w:t>
            </w:r>
          </w:p>
        </w:tc>
        <w:tc>
          <w:tcPr>
            <w:tcW w:w="399"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pPr>
            <w:r>
              <w:t>ACT</w:t>
            </w:r>
          </w:p>
        </w:tc>
        <w:tc>
          <w:tcPr>
            <w:tcW w:w="400"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pPr>
            <w:r>
              <w:t>NT</w:t>
            </w:r>
          </w:p>
        </w:tc>
        <w:tc>
          <w:tcPr>
            <w:tcW w:w="396" w:type="pct"/>
            <w:tcBorders>
              <w:top w:val="single" w:sz="6" w:space="0" w:color="auto"/>
              <w:bottom w:val="single" w:sz="6" w:space="0" w:color="auto"/>
            </w:tcBorders>
            <w:vAlign w:val="bottom"/>
          </w:tcPr>
          <w:p w:rsidR="00791F17" w:rsidRPr="009277A8" w:rsidRDefault="00791F17" w:rsidP="00B07E93">
            <w:pPr>
              <w:pStyle w:val="TableColumnHeading"/>
              <w:pBdr>
                <w:left w:val="single" w:sz="4" w:space="1" w:color="auto"/>
              </w:pBdr>
              <w:ind w:right="0"/>
            </w:pPr>
            <w:r>
              <w:t>Aust</w:t>
            </w:r>
          </w:p>
        </w:tc>
      </w:tr>
      <w:tr w:rsidR="00F72EA9" w:rsidTr="00B07E93">
        <w:tc>
          <w:tcPr>
            <w:tcW w:w="1501" w:type="pct"/>
            <w:tcBorders>
              <w:top w:val="single" w:sz="6" w:space="0" w:color="auto"/>
            </w:tcBorders>
          </w:tcPr>
          <w:p w:rsidR="00F72EA9" w:rsidRPr="009277A8" w:rsidRDefault="00F72EA9" w:rsidP="00B07E93">
            <w:pPr>
              <w:pStyle w:val="TableUnitsRow"/>
              <w:pBdr>
                <w:left w:val="single" w:sz="4" w:space="1" w:color="auto"/>
              </w:pBdr>
              <w:spacing w:after="40" w:line="240" w:lineRule="atLeast"/>
              <w:jc w:val="left"/>
            </w:pPr>
            <w:r w:rsidRPr="004B61D5">
              <w:rPr>
                <w:b/>
              </w:rPr>
              <w:t>2008</w:t>
            </w:r>
          </w:p>
        </w:tc>
        <w:tc>
          <w:tcPr>
            <w:tcW w:w="353" w:type="pct"/>
            <w:tcBorders>
              <w:top w:val="single" w:sz="6" w:space="0" w:color="auto"/>
            </w:tcBorders>
          </w:tcPr>
          <w:p w:rsidR="00F72EA9" w:rsidRDefault="00F72EA9" w:rsidP="00B07E93">
            <w:pPr>
              <w:pStyle w:val="TableUnitsRow"/>
              <w:pBdr>
                <w:left w:val="single" w:sz="4" w:space="1" w:color="auto"/>
              </w:pBdr>
            </w:pPr>
          </w:p>
        </w:tc>
        <w:tc>
          <w:tcPr>
            <w:tcW w:w="353" w:type="pct"/>
            <w:tcBorders>
              <w:top w:val="single" w:sz="6" w:space="0" w:color="auto"/>
            </w:tcBorders>
          </w:tcPr>
          <w:p w:rsidR="00F72EA9" w:rsidRDefault="00F72EA9" w:rsidP="00B07E93">
            <w:pPr>
              <w:pStyle w:val="TableUnitsRow"/>
              <w:pBdr>
                <w:left w:val="single" w:sz="4" w:space="1" w:color="auto"/>
              </w:pBdr>
            </w:pPr>
          </w:p>
        </w:tc>
        <w:tc>
          <w:tcPr>
            <w:tcW w:w="399" w:type="pct"/>
            <w:tcBorders>
              <w:top w:val="single" w:sz="6" w:space="0" w:color="auto"/>
            </w:tcBorders>
          </w:tcPr>
          <w:p w:rsidR="00F72EA9" w:rsidRDefault="00F72EA9" w:rsidP="00B07E93">
            <w:pPr>
              <w:pStyle w:val="TableUnitsRow"/>
              <w:pBdr>
                <w:left w:val="single" w:sz="4" w:space="1" w:color="auto"/>
              </w:pBdr>
            </w:pPr>
          </w:p>
        </w:tc>
        <w:tc>
          <w:tcPr>
            <w:tcW w:w="400" w:type="pct"/>
            <w:tcBorders>
              <w:top w:val="single" w:sz="6" w:space="0" w:color="auto"/>
            </w:tcBorders>
          </w:tcPr>
          <w:p w:rsidR="00F72EA9" w:rsidRDefault="00F72EA9" w:rsidP="00B07E93">
            <w:pPr>
              <w:pStyle w:val="TableUnitsRow"/>
              <w:pBdr>
                <w:left w:val="single" w:sz="4" w:space="1" w:color="auto"/>
              </w:pBdr>
            </w:pPr>
          </w:p>
        </w:tc>
        <w:tc>
          <w:tcPr>
            <w:tcW w:w="399" w:type="pct"/>
            <w:tcBorders>
              <w:top w:val="single" w:sz="6" w:space="0" w:color="auto"/>
            </w:tcBorders>
          </w:tcPr>
          <w:p w:rsidR="00F72EA9" w:rsidRDefault="00F72EA9" w:rsidP="00B07E93">
            <w:pPr>
              <w:pStyle w:val="TableUnitsRow"/>
              <w:pBdr>
                <w:left w:val="single" w:sz="4" w:space="1" w:color="auto"/>
              </w:pBdr>
            </w:pPr>
          </w:p>
        </w:tc>
        <w:tc>
          <w:tcPr>
            <w:tcW w:w="400" w:type="pct"/>
            <w:tcBorders>
              <w:top w:val="single" w:sz="6" w:space="0" w:color="auto"/>
            </w:tcBorders>
          </w:tcPr>
          <w:p w:rsidR="00F72EA9" w:rsidRDefault="00F72EA9" w:rsidP="00B07E93">
            <w:pPr>
              <w:pStyle w:val="TableUnitsRow"/>
              <w:pBdr>
                <w:left w:val="single" w:sz="4" w:space="1" w:color="auto"/>
              </w:pBdr>
            </w:pPr>
          </w:p>
        </w:tc>
        <w:tc>
          <w:tcPr>
            <w:tcW w:w="399" w:type="pct"/>
            <w:tcBorders>
              <w:top w:val="single" w:sz="6" w:space="0" w:color="auto"/>
            </w:tcBorders>
          </w:tcPr>
          <w:p w:rsidR="00F72EA9" w:rsidRDefault="00F72EA9" w:rsidP="00B07E93">
            <w:pPr>
              <w:pStyle w:val="TableUnitsRow"/>
              <w:pBdr>
                <w:left w:val="single" w:sz="4" w:space="1" w:color="auto"/>
              </w:pBdr>
            </w:pPr>
          </w:p>
        </w:tc>
        <w:tc>
          <w:tcPr>
            <w:tcW w:w="400" w:type="pct"/>
            <w:tcBorders>
              <w:top w:val="single" w:sz="6" w:space="0" w:color="auto"/>
            </w:tcBorders>
          </w:tcPr>
          <w:p w:rsidR="00F72EA9" w:rsidRDefault="00F72EA9" w:rsidP="00B07E93">
            <w:pPr>
              <w:pStyle w:val="TableUnitsRow"/>
              <w:pBdr>
                <w:left w:val="single" w:sz="4" w:space="1" w:color="auto"/>
              </w:pBdr>
            </w:pPr>
          </w:p>
        </w:tc>
        <w:tc>
          <w:tcPr>
            <w:tcW w:w="396" w:type="pct"/>
            <w:tcBorders>
              <w:top w:val="single" w:sz="6" w:space="0" w:color="auto"/>
            </w:tcBorders>
          </w:tcPr>
          <w:p w:rsidR="00F72EA9" w:rsidRDefault="00F72EA9" w:rsidP="00B07E93">
            <w:pPr>
              <w:pStyle w:val="TableUnitsRow"/>
              <w:pBdr>
                <w:left w:val="single" w:sz="4" w:space="1" w:color="auto"/>
              </w:pBdr>
              <w:ind w:right="0"/>
            </w:pPr>
          </w:p>
        </w:tc>
      </w:tr>
      <w:tr w:rsidR="00F72EA9" w:rsidTr="008F031B">
        <w:tc>
          <w:tcPr>
            <w:tcW w:w="1501" w:type="pct"/>
          </w:tcPr>
          <w:p w:rsidR="00F72EA9" w:rsidRPr="008B2F3D" w:rsidRDefault="00F72EA9" w:rsidP="00AA3506">
            <w:pPr>
              <w:pStyle w:val="TableBodyText"/>
              <w:ind w:left="284" w:hanging="171"/>
              <w:jc w:val="left"/>
            </w:pPr>
            <w:r>
              <w:t>Proportion of VET students r</w:t>
            </w:r>
            <w:r w:rsidRPr="008B2F3D">
              <w:t>eported as Indigenous</w:t>
            </w:r>
          </w:p>
        </w:tc>
        <w:tc>
          <w:tcPr>
            <w:tcW w:w="353" w:type="pct"/>
          </w:tcPr>
          <w:p w:rsidR="00F72EA9" w:rsidRPr="00DD685A" w:rsidRDefault="00F72EA9" w:rsidP="00B07E93">
            <w:pPr>
              <w:pStyle w:val="TableBodyText"/>
              <w:pBdr>
                <w:left w:val="single" w:sz="4" w:space="1" w:color="auto"/>
              </w:pBdr>
            </w:pPr>
            <w:r w:rsidRPr="00DD685A">
              <w:t>4.9</w:t>
            </w:r>
          </w:p>
        </w:tc>
        <w:tc>
          <w:tcPr>
            <w:tcW w:w="353" w:type="pct"/>
          </w:tcPr>
          <w:p w:rsidR="00F72EA9" w:rsidRPr="00DD685A" w:rsidRDefault="00F72EA9" w:rsidP="00B07E93">
            <w:pPr>
              <w:pStyle w:val="TableBodyText"/>
              <w:pBdr>
                <w:left w:val="single" w:sz="4" w:space="1" w:color="auto"/>
              </w:pBdr>
            </w:pPr>
            <w:r w:rsidRPr="00DD685A">
              <w:t>1.1</w:t>
            </w:r>
          </w:p>
        </w:tc>
        <w:tc>
          <w:tcPr>
            <w:tcW w:w="399" w:type="pct"/>
          </w:tcPr>
          <w:p w:rsidR="00F72EA9" w:rsidRPr="00DD685A" w:rsidRDefault="00F72EA9" w:rsidP="00B07E93">
            <w:pPr>
              <w:pStyle w:val="TableBodyText"/>
              <w:pBdr>
                <w:left w:val="single" w:sz="4" w:space="1" w:color="auto"/>
              </w:pBdr>
            </w:pPr>
            <w:r w:rsidRPr="00DD685A">
              <w:t>5.1</w:t>
            </w:r>
          </w:p>
        </w:tc>
        <w:tc>
          <w:tcPr>
            <w:tcW w:w="400" w:type="pct"/>
          </w:tcPr>
          <w:p w:rsidR="00F72EA9" w:rsidRPr="00DD685A" w:rsidRDefault="00F72EA9" w:rsidP="00B07E93">
            <w:pPr>
              <w:pStyle w:val="TableBodyText"/>
              <w:pBdr>
                <w:left w:val="single" w:sz="4" w:space="1" w:color="auto"/>
              </w:pBdr>
            </w:pPr>
            <w:r w:rsidRPr="00DD685A">
              <w:t>6.7</w:t>
            </w:r>
          </w:p>
        </w:tc>
        <w:tc>
          <w:tcPr>
            <w:tcW w:w="399" w:type="pct"/>
          </w:tcPr>
          <w:p w:rsidR="00F72EA9" w:rsidRPr="00DD685A" w:rsidRDefault="00F72EA9" w:rsidP="00B07E93">
            <w:pPr>
              <w:pStyle w:val="TableBodyText"/>
              <w:pBdr>
                <w:left w:val="single" w:sz="4" w:space="1" w:color="auto"/>
              </w:pBdr>
            </w:pPr>
            <w:r w:rsidRPr="00DD685A">
              <w:t>3.8</w:t>
            </w:r>
          </w:p>
        </w:tc>
        <w:tc>
          <w:tcPr>
            <w:tcW w:w="400" w:type="pct"/>
          </w:tcPr>
          <w:p w:rsidR="00F72EA9" w:rsidRPr="00DD685A" w:rsidRDefault="00F72EA9" w:rsidP="00B07E93">
            <w:pPr>
              <w:pStyle w:val="TableBodyText"/>
              <w:pBdr>
                <w:left w:val="single" w:sz="4" w:space="1" w:color="auto"/>
              </w:pBdr>
            </w:pPr>
            <w:r w:rsidRPr="00DD685A">
              <w:t>3.3</w:t>
            </w:r>
          </w:p>
        </w:tc>
        <w:tc>
          <w:tcPr>
            <w:tcW w:w="399" w:type="pct"/>
          </w:tcPr>
          <w:p w:rsidR="00F72EA9" w:rsidRPr="00DD685A" w:rsidRDefault="00F72EA9" w:rsidP="00B07E93">
            <w:pPr>
              <w:pStyle w:val="TableBodyText"/>
              <w:pBdr>
                <w:left w:val="single" w:sz="4" w:space="1" w:color="auto"/>
              </w:pBdr>
            </w:pPr>
            <w:r w:rsidRPr="00DD685A">
              <w:t>1.8</w:t>
            </w:r>
          </w:p>
        </w:tc>
        <w:tc>
          <w:tcPr>
            <w:tcW w:w="400" w:type="pct"/>
          </w:tcPr>
          <w:p w:rsidR="00F72EA9" w:rsidRPr="00DD685A" w:rsidRDefault="00F72EA9" w:rsidP="00B07E93">
            <w:pPr>
              <w:pStyle w:val="TableBodyText"/>
              <w:pBdr>
                <w:left w:val="single" w:sz="4" w:space="1" w:color="auto"/>
              </w:pBdr>
            </w:pPr>
            <w:r w:rsidRPr="00DD685A">
              <w:t>45.0</w:t>
            </w:r>
          </w:p>
        </w:tc>
        <w:tc>
          <w:tcPr>
            <w:tcW w:w="396" w:type="pct"/>
          </w:tcPr>
          <w:p w:rsidR="00F72EA9" w:rsidRPr="00DD685A" w:rsidRDefault="00F72EA9" w:rsidP="00B07E93">
            <w:pPr>
              <w:pStyle w:val="TableBodyText"/>
              <w:pBdr>
                <w:left w:val="single" w:sz="4" w:space="1" w:color="auto"/>
              </w:pBdr>
              <w:ind w:right="0"/>
            </w:pPr>
            <w:r w:rsidRPr="00DD685A">
              <w:t>4.3</w:t>
            </w:r>
          </w:p>
        </w:tc>
      </w:tr>
      <w:tr w:rsidR="00F72EA9" w:rsidTr="00F72EA9">
        <w:tc>
          <w:tcPr>
            <w:tcW w:w="1501" w:type="pct"/>
          </w:tcPr>
          <w:p w:rsidR="00F72EA9" w:rsidRPr="00925CA5" w:rsidRDefault="00F72EA9" w:rsidP="00B07E93">
            <w:pPr>
              <w:pStyle w:val="TableBodyText"/>
              <w:ind w:left="226" w:hanging="113"/>
              <w:jc w:val="left"/>
              <w:rPr>
                <w:rStyle w:val="NoteLabel"/>
              </w:rPr>
            </w:pPr>
            <w:r w:rsidRPr="00AF1381">
              <w:t xml:space="preserve">Proportion of population </w:t>
            </w:r>
            <w:r>
              <w:t>projected</w:t>
            </w:r>
            <w:r w:rsidRPr="00AF1381">
              <w:t xml:space="preserve"> as Indigenous</w:t>
            </w:r>
          </w:p>
        </w:tc>
        <w:tc>
          <w:tcPr>
            <w:tcW w:w="353" w:type="pct"/>
          </w:tcPr>
          <w:p w:rsidR="00F72EA9" w:rsidRPr="00DD685A" w:rsidRDefault="00F72EA9" w:rsidP="00B07E93">
            <w:pPr>
              <w:pStyle w:val="TableBodyText"/>
              <w:pBdr>
                <w:left w:val="single" w:sz="4" w:space="1" w:color="auto"/>
              </w:pBdr>
            </w:pPr>
            <w:r w:rsidRPr="00DD685A">
              <w:t>2.3</w:t>
            </w:r>
          </w:p>
        </w:tc>
        <w:tc>
          <w:tcPr>
            <w:tcW w:w="353" w:type="pct"/>
          </w:tcPr>
          <w:p w:rsidR="00F72EA9" w:rsidRPr="00DD685A" w:rsidRDefault="00F72EA9" w:rsidP="00B07E93">
            <w:pPr>
              <w:pStyle w:val="TableBodyText"/>
              <w:pBdr>
                <w:left w:val="single" w:sz="4" w:space="1" w:color="auto"/>
              </w:pBdr>
            </w:pPr>
            <w:r w:rsidRPr="00DD685A">
              <w:t>0.7</w:t>
            </w:r>
          </w:p>
        </w:tc>
        <w:tc>
          <w:tcPr>
            <w:tcW w:w="399" w:type="pct"/>
          </w:tcPr>
          <w:p w:rsidR="00F72EA9" w:rsidRPr="00DD685A" w:rsidRDefault="00F72EA9" w:rsidP="00B07E93">
            <w:pPr>
              <w:pStyle w:val="TableBodyText"/>
              <w:pBdr>
                <w:left w:val="single" w:sz="4" w:space="1" w:color="auto"/>
              </w:pBdr>
            </w:pPr>
            <w:r w:rsidRPr="00DD685A">
              <w:t>3.6</w:t>
            </w:r>
          </w:p>
        </w:tc>
        <w:tc>
          <w:tcPr>
            <w:tcW w:w="400" w:type="pct"/>
          </w:tcPr>
          <w:p w:rsidR="00F72EA9" w:rsidRPr="00DD685A" w:rsidRDefault="00F72EA9" w:rsidP="00B07E93">
            <w:pPr>
              <w:pStyle w:val="TableBodyText"/>
              <w:pBdr>
                <w:left w:val="single" w:sz="4" w:space="1" w:color="auto"/>
              </w:pBdr>
            </w:pPr>
            <w:r w:rsidRPr="00DD685A">
              <w:t>3.4</w:t>
            </w:r>
          </w:p>
        </w:tc>
        <w:tc>
          <w:tcPr>
            <w:tcW w:w="399" w:type="pct"/>
          </w:tcPr>
          <w:p w:rsidR="00F72EA9" w:rsidRPr="00DD685A" w:rsidRDefault="00F72EA9" w:rsidP="00B07E93">
            <w:pPr>
              <w:pStyle w:val="TableBodyText"/>
              <w:pBdr>
                <w:left w:val="single" w:sz="4" w:space="1" w:color="auto"/>
              </w:pBdr>
            </w:pPr>
            <w:r w:rsidRPr="00DD685A">
              <w:t>1.8</w:t>
            </w:r>
          </w:p>
        </w:tc>
        <w:tc>
          <w:tcPr>
            <w:tcW w:w="400" w:type="pct"/>
          </w:tcPr>
          <w:p w:rsidR="00F72EA9" w:rsidRPr="00DD685A" w:rsidRDefault="00F72EA9" w:rsidP="00B07E93">
            <w:pPr>
              <w:pStyle w:val="TableBodyText"/>
              <w:pBdr>
                <w:left w:val="single" w:sz="4" w:space="1" w:color="auto"/>
              </w:pBdr>
            </w:pPr>
            <w:r w:rsidRPr="00DD685A">
              <w:t>3.7</w:t>
            </w:r>
          </w:p>
        </w:tc>
        <w:tc>
          <w:tcPr>
            <w:tcW w:w="399" w:type="pct"/>
          </w:tcPr>
          <w:p w:rsidR="00F72EA9" w:rsidRPr="00DD685A" w:rsidRDefault="00F72EA9" w:rsidP="00B07E93">
            <w:pPr>
              <w:pStyle w:val="TableBodyText"/>
              <w:pBdr>
                <w:left w:val="single" w:sz="4" w:space="1" w:color="auto"/>
              </w:pBdr>
            </w:pPr>
            <w:r w:rsidRPr="00DD685A">
              <w:t>1.3</w:t>
            </w:r>
          </w:p>
        </w:tc>
        <w:tc>
          <w:tcPr>
            <w:tcW w:w="400" w:type="pct"/>
          </w:tcPr>
          <w:p w:rsidR="00F72EA9" w:rsidRPr="00DD685A" w:rsidRDefault="00F72EA9" w:rsidP="008A0CB8">
            <w:pPr>
              <w:pStyle w:val="TableBodyText"/>
              <w:pBdr>
                <w:left w:val="single" w:sz="4" w:space="1" w:color="auto"/>
              </w:pBdr>
            </w:pPr>
            <w:r w:rsidRPr="00DD685A">
              <w:t>30.</w:t>
            </w:r>
            <w:r w:rsidR="008A0CB8">
              <w:t>1</w:t>
            </w:r>
          </w:p>
        </w:tc>
        <w:tc>
          <w:tcPr>
            <w:tcW w:w="396" w:type="pct"/>
          </w:tcPr>
          <w:p w:rsidR="00F72EA9" w:rsidRPr="00DD685A" w:rsidRDefault="00F72EA9" w:rsidP="00B07E93">
            <w:pPr>
              <w:pStyle w:val="TableBodyText"/>
              <w:pBdr>
                <w:left w:val="single" w:sz="4" w:space="1" w:color="auto"/>
              </w:pBdr>
              <w:ind w:right="0"/>
            </w:pPr>
            <w:r w:rsidRPr="00DD685A">
              <w:t>2.5</w:t>
            </w:r>
          </w:p>
        </w:tc>
      </w:tr>
      <w:tr w:rsidR="00791F17" w:rsidTr="00F72EA9">
        <w:tc>
          <w:tcPr>
            <w:tcW w:w="1501" w:type="pct"/>
          </w:tcPr>
          <w:p w:rsidR="00791F17" w:rsidRPr="009277A8" w:rsidRDefault="00791F17" w:rsidP="00B07E93">
            <w:pPr>
              <w:pStyle w:val="TableUnitsRow"/>
              <w:pBdr>
                <w:left w:val="single" w:sz="4" w:space="1" w:color="auto"/>
              </w:pBdr>
              <w:spacing w:after="40" w:line="240" w:lineRule="atLeast"/>
              <w:jc w:val="left"/>
            </w:pPr>
            <w:r>
              <w:rPr>
                <w:b/>
              </w:rPr>
              <w:t>2009</w:t>
            </w:r>
          </w:p>
        </w:tc>
        <w:tc>
          <w:tcPr>
            <w:tcW w:w="353" w:type="pct"/>
          </w:tcPr>
          <w:p w:rsidR="00791F17" w:rsidRDefault="00791F17" w:rsidP="00B07E93">
            <w:pPr>
              <w:pStyle w:val="TableUnitsRow"/>
              <w:pBdr>
                <w:left w:val="single" w:sz="4" w:space="1" w:color="auto"/>
              </w:pBdr>
            </w:pPr>
          </w:p>
        </w:tc>
        <w:tc>
          <w:tcPr>
            <w:tcW w:w="353" w:type="pct"/>
          </w:tcPr>
          <w:p w:rsidR="00791F17" w:rsidRDefault="00791F17" w:rsidP="00B07E93">
            <w:pPr>
              <w:pStyle w:val="TableUnitsRow"/>
              <w:pBdr>
                <w:left w:val="single" w:sz="4" w:space="1" w:color="auto"/>
              </w:pBdr>
            </w:pPr>
          </w:p>
        </w:tc>
        <w:tc>
          <w:tcPr>
            <w:tcW w:w="399" w:type="pct"/>
          </w:tcPr>
          <w:p w:rsidR="00791F17" w:rsidRDefault="00791F17" w:rsidP="00B07E93">
            <w:pPr>
              <w:pStyle w:val="TableUnitsRow"/>
              <w:pBdr>
                <w:left w:val="single" w:sz="4" w:space="1" w:color="auto"/>
              </w:pBdr>
            </w:pPr>
          </w:p>
        </w:tc>
        <w:tc>
          <w:tcPr>
            <w:tcW w:w="400" w:type="pct"/>
          </w:tcPr>
          <w:p w:rsidR="00791F17" w:rsidRDefault="00791F17" w:rsidP="00B07E93">
            <w:pPr>
              <w:pStyle w:val="TableUnitsRow"/>
              <w:pBdr>
                <w:left w:val="single" w:sz="4" w:space="1" w:color="auto"/>
              </w:pBdr>
            </w:pPr>
          </w:p>
        </w:tc>
        <w:tc>
          <w:tcPr>
            <w:tcW w:w="399" w:type="pct"/>
          </w:tcPr>
          <w:p w:rsidR="00791F17" w:rsidRDefault="00791F17" w:rsidP="00B07E93">
            <w:pPr>
              <w:pStyle w:val="TableUnitsRow"/>
              <w:pBdr>
                <w:left w:val="single" w:sz="4" w:space="1" w:color="auto"/>
              </w:pBdr>
            </w:pPr>
          </w:p>
        </w:tc>
        <w:tc>
          <w:tcPr>
            <w:tcW w:w="400" w:type="pct"/>
          </w:tcPr>
          <w:p w:rsidR="00791F17" w:rsidRDefault="00791F17" w:rsidP="00B07E93">
            <w:pPr>
              <w:pStyle w:val="TableUnitsRow"/>
              <w:pBdr>
                <w:left w:val="single" w:sz="4" w:space="1" w:color="auto"/>
              </w:pBdr>
            </w:pPr>
          </w:p>
        </w:tc>
        <w:tc>
          <w:tcPr>
            <w:tcW w:w="399" w:type="pct"/>
          </w:tcPr>
          <w:p w:rsidR="00791F17" w:rsidRDefault="00791F17" w:rsidP="00B07E93">
            <w:pPr>
              <w:pStyle w:val="TableUnitsRow"/>
              <w:pBdr>
                <w:left w:val="single" w:sz="4" w:space="1" w:color="auto"/>
              </w:pBdr>
            </w:pPr>
          </w:p>
        </w:tc>
        <w:tc>
          <w:tcPr>
            <w:tcW w:w="400" w:type="pct"/>
          </w:tcPr>
          <w:p w:rsidR="00791F17" w:rsidRDefault="00791F17" w:rsidP="00B07E93">
            <w:pPr>
              <w:pStyle w:val="TableUnitsRow"/>
              <w:pBdr>
                <w:left w:val="single" w:sz="4" w:space="1" w:color="auto"/>
              </w:pBdr>
            </w:pPr>
          </w:p>
        </w:tc>
        <w:tc>
          <w:tcPr>
            <w:tcW w:w="396" w:type="pct"/>
          </w:tcPr>
          <w:p w:rsidR="00791F17" w:rsidRDefault="00791F17" w:rsidP="00B07E93">
            <w:pPr>
              <w:pStyle w:val="TableUnitsRow"/>
              <w:pBdr>
                <w:left w:val="single" w:sz="4" w:space="1" w:color="auto"/>
              </w:pBdr>
              <w:ind w:right="0"/>
            </w:pPr>
          </w:p>
        </w:tc>
      </w:tr>
      <w:tr w:rsidR="00791F17" w:rsidTr="00791F17">
        <w:tc>
          <w:tcPr>
            <w:tcW w:w="1501" w:type="pct"/>
          </w:tcPr>
          <w:p w:rsidR="00791F17" w:rsidRPr="008B2F3D" w:rsidRDefault="00791F17" w:rsidP="00AA3506">
            <w:pPr>
              <w:pStyle w:val="TableBodyText"/>
              <w:ind w:left="284" w:hanging="171"/>
              <w:jc w:val="left"/>
            </w:pPr>
            <w:r>
              <w:t>Proportion of VET students r</w:t>
            </w:r>
            <w:r w:rsidRPr="008B2F3D">
              <w:t>eported as Indigenous</w:t>
            </w:r>
          </w:p>
        </w:tc>
        <w:tc>
          <w:tcPr>
            <w:tcW w:w="353" w:type="pct"/>
          </w:tcPr>
          <w:p w:rsidR="00791F17" w:rsidRPr="00DD685A" w:rsidRDefault="00791F17" w:rsidP="00B07E93">
            <w:pPr>
              <w:pStyle w:val="TableBodyText"/>
              <w:pBdr>
                <w:left w:val="single" w:sz="4" w:space="1" w:color="auto"/>
              </w:pBdr>
            </w:pPr>
            <w:r w:rsidRPr="00DD685A">
              <w:t>4.9</w:t>
            </w:r>
          </w:p>
        </w:tc>
        <w:tc>
          <w:tcPr>
            <w:tcW w:w="353" w:type="pct"/>
          </w:tcPr>
          <w:p w:rsidR="00791F17" w:rsidRPr="00DD685A" w:rsidRDefault="00791F17" w:rsidP="00B07E93">
            <w:pPr>
              <w:pStyle w:val="TableBodyText"/>
              <w:pBdr>
                <w:left w:val="single" w:sz="4" w:space="1" w:color="auto"/>
              </w:pBdr>
            </w:pPr>
            <w:r w:rsidRPr="00DD685A">
              <w:t>1.1</w:t>
            </w:r>
          </w:p>
        </w:tc>
        <w:tc>
          <w:tcPr>
            <w:tcW w:w="399" w:type="pct"/>
          </w:tcPr>
          <w:p w:rsidR="00791F17" w:rsidRPr="00DD685A" w:rsidRDefault="00791F17" w:rsidP="00B07E93">
            <w:pPr>
              <w:pStyle w:val="TableBodyText"/>
              <w:pBdr>
                <w:left w:val="single" w:sz="4" w:space="1" w:color="auto"/>
              </w:pBdr>
            </w:pPr>
            <w:r w:rsidRPr="00DD685A">
              <w:t>5.2</w:t>
            </w:r>
          </w:p>
        </w:tc>
        <w:tc>
          <w:tcPr>
            <w:tcW w:w="400" w:type="pct"/>
          </w:tcPr>
          <w:p w:rsidR="00791F17" w:rsidRPr="00DD685A" w:rsidRDefault="00791F17" w:rsidP="00B07E93">
            <w:pPr>
              <w:pStyle w:val="TableBodyText"/>
              <w:pBdr>
                <w:left w:val="single" w:sz="4" w:space="1" w:color="auto"/>
              </w:pBdr>
            </w:pPr>
            <w:r w:rsidRPr="00DD685A">
              <w:t>6.9</w:t>
            </w:r>
          </w:p>
        </w:tc>
        <w:tc>
          <w:tcPr>
            <w:tcW w:w="399" w:type="pct"/>
          </w:tcPr>
          <w:p w:rsidR="00791F17" w:rsidRPr="00DD685A" w:rsidRDefault="00791F17" w:rsidP="00B07E93">
            <w:pPr>
              <w:pStyle w:val="TableBodyText"/>
              <w:pBdr>
                <w:left w:val="single" w:sz="4" w:space="1" w:color="auto"/>
              </w:pBdr>
            </w:pPr>
            <w:r w:rsidRPr="00DD685A">
              <w:t>3.6</w:t>
            </w:r>
          </w:p>
        </w:tc>
        <w:tc>
          <w:tcPr>
            <w:tcW w:w="400" w:type="pct"/>
          </w:tcPr>
          <w:p w:rsidR="00791F17" w:rsidRPr="00DD685A" w:rsidRDefault="00791F17" w:rsidP="00B07E93">
            <w:pPr>
              <w:pStyle w:val="TableBodyText"/>
              <w:pBdr>
                <w:left w:val="single" w:sz="4" w:space="1" w:color="auto"/>
              </w:pBdr>
            </w:pPr>
            <w:r w:rsidRPr="00DD685A">
              <w:t>3.4</w:t>
            </w:r>
          </w:p>
        </w:tc>
        <w:tc>
          <w:tcPr>
            <w:tcW w:w="399" w:type="pct"/>
          </w:tcPr>
          <w:p w:rsidR="00791F17" w:rsidRPr="00DD685A" w:rsidRDefault="00791F17" w:rsidP="00B07E93">
            <w:pPr>
              <w:pStyle w:val="TableBodyText"/>
              <w:pBdr>
                <w:left w:val="single" w:sz="4" w:space="1" w:color="auto"/>
              </w:pBdr>
            </w:pPr>
            <w:r w:rsidRPr="00DD685A">
              <w:t>2.0</w:t>
            </w:r>
          </w:p>
        </w:tc>
        <w:tc>
          <w:tcPr>
            <w:tcW w:w="400" w:type="pct"/>
          </w:tcPr>
          <w:p w:rsidR="00791F17" w:rsidRPr="00DD685A" w:rsidRDefault="00791F17" w:rsidP="00B07E93">
            <w:pPr>
              <w:pStyle w:val="TableBodyText"/>
              <w:pBdr>
                <w:left w:val="single" w:sz="4" w:space="1" w:color="auto"/>
              </w:pBdr>
            </w:pPr>
            <w:r w:rsidRPr="00DD685A">
              <w:t>41.6</w:t>
            </w:r>
          </w:p>
        </w:tc>
        <w:tc>
          <w:tcPr>
            <w:tcW w:w="396" w:type="pct"/>
          </w:tcPr>
          <w:p w:rsidR="00791F17" w:rsidRPr="00DD685A" w:rsidRDefault="00791F17" w:rsidP="00B07E93">
            <w:pPr>
              <w:pStyle w:val="TableBodyText"/>
              <w:pBdr>
                <w:left w:val="single" w:sz="4" w:space="1" w:color="auto"/>
              </w:pBdr>
              <w:ind w:right="0"/>
            </w:pPr>
            <w:r w:rsidRPr="00DD685A">
              <w:t>4.4</w:t>
            </w:r>
          </w:p>
        </w:tc>
      </w:tr>
      <w:tr w:rsidR="00791F17" w:rsidTr="00791F17">
        <w:tc>
          <w:tcPr>
            <w:tcW w:w="1501" w:type="pct"/>
          </w:tcPr>
          <w:p w:rsidR="00791F17" w:rsidRPr="00925CA5" w:rsidRDefault="00791F17" w:rsidP="00B07E93">
            <w:pPr>
              <w:pStyle w:val="TableBodyText"/>
              <w:ind w:left="226" w:hanging="113"/>
              <w:jc w:val="left"/>
              <w:rPr>
                <w:rStyle w:val="NoteLabel"/>
              </w:rPr>
            </w:pPr>
            <w:r w:rsidRPr="00AF1381">
              <w:t xml:space="preserve">Proportion of population </w:t>
            </w:r>
            <w:r>
              <w:t>projected</w:t>
            </w:r>
            <w:r w:rsidRPr="00AF1381">
              <w:t xml:space="preserve"> as Indigenous</w:t>
            </w:r>
          </w:p>
        </w:tc>
        <w:tc>
          <w:tcPr>
            <w:tcW w:w="353" w:type="pct"/>
          </w:tcPr>
          <w:p w:rsidR="00791F17" w:rsidRPr="00DD685A" w:rsidRDefault="00791F17" w:rsidP="00B07E93">
            <w:pPr>
              <w:pStyle w:val="TableBodyText"/>
              <w:pBdr>
                <w:left w:val="single" w:sz="4" w:space="1" w:color="auto"/>
              </w:pBdr>
            </w:pPr>
            <w:r w:rsidRPr="00DD685A">
              <w:t>2.3</w:t>
            </w:r>
          </w:p>
        </w:tc>
        <w:tc>
          <w:tcPr>
            <w:tcW w:w="353" w:type="pct"/>
          </w:tcPr>
          <w:p w:rsidR="00791F17" w:rsidRPr="00DD685A" w:rsidRDefault="00791F17" w:rsidP="00B07E93">
            <w:pPr>
              <w:pStyle w:val="TableBodyText"/>
              <w:pBdr>
                <w:left w:val="single" w:sz="4" w:space="1" w:color="auto"/>
              </w:pBdr>
            </w:pPr>
            <w:r w:rsidRPr="00DD685A">
              <w:t>0.7</w:t>
            </w:r>
          </w:p>
        </w:tc>
        <w:tc>
          <w:tcPr>
            <w:tcW w:w="399" w:type="pct"/>
          </w:tcPr>
          <w:p w:rsidR="00791F17" w:rsidRPr="00DD685A" w:rsidRDefault="00791F17" w:rsidP="00B07E93">
            <w:pPr>
              <w:pStyle w:val="TableBodyText"/>
              <w:pBdr>
                <w:left w:val="single" w:sz="4" w:space="1" w:color="auto"/>
              </w:pBdr>
            </w:pPr>
            <w:r w:rsidRPr="00DD685A">
              <w:t>3.5</w:t>
            </w:r>
          </w:p>
        </w:tc>
        <w:tc>
          <w:tcPr>
            <w:tcW w:w="400" w:type="pct"/>
          </w:tcPr>
          <w:p w:rsidR="00791F17" w:rsidRPr="00DD685A" w:rsidRDefault="00791F17" w:rsidP="00B07E93">
            <w:pPr>
              <w:pStyle w:val="TableBodyText"/>
              <w:pBdr>
                <w:left w:val="single" w:sz="4" w:space="1" w:color="auto"/>
              </w:pBdr>
            </w:pPr>
            <w:r w:rsidRPr="00DD685A">
              <w:t>3.3</w:t>
            </w:r>
          </w:p>
        </w:tc>
        <w:tc>
          <w:tcPr>
            <w:tcW w:w="399" w:type="pct"/>
          </w:tcPr>
          <w:p w:rsidR="00791F17" w:rsidRPr="00DD685A" w:rsidRDefault="00791F17" w:rsidP="00B07E93">
            <w:pPr>
              <w:pStyle w:val="TableBodyText"/>
              <w:pBdr>
                <w:left w:val="single" w:sz="4" w:space="1" w:color="auto"/>
              </w:pBdr>
            </w:pPr>
            <w:r w:rsidRPr="00DD685A">
              <w:t>1.8</w:t>
            </w:r>
          </w:p>
        </w:tc>
        <w:tc>
          <w:tcPr>
            <w:tcW w:w="400" w:type="pct"/>
          </w:tcPr>
          <w:p w:rsidR="00791F17" w:rsidRPr="00DD685A" w:rsidRDefault="00791F17" w:rsidP="00B07E93">
            <w:pPr>
              <w:pStyle w:val="TableBodyText"/>
              <w:pBdr>
                <w:left w:val="single" w:sz="4" w:space="1" w:color="auto"/>
              </w:pBdr>
            </w:pPr>
            <w:r w:rsidRPr="00DD685A">
              <w:t>3.9</w:t>
            </w:r>
          </w:p>
        </w:tc>
        <w:tc>
          <w:tcPr>
            <w:tcW w:w="399" w:type="pct"/>
          </w:tcPr>
          <w:p w:rsidR="00791F17" w:rsidRPr="00DD685A" w:rsidRDefault="00791F17" w:rsidP="00B07E93">
            <w:pPr>
              <w:pStyle w:val="TableBodyText"/>
              <w:pBdr>
                <w:left w:val="single" w:sz="4" w:space="1" w:color="auto"/>
              </w:pBdr>
            </w:pPr>
            <w:r w:rsidRPr="00DD685A">
              <w:t>1.3</w:t>
            </w:r>
          </w:p>
        </w:tc>
        <w:tc>
          <w:tcPr>
            <w:tcW w:w="400" w:type="pct"/>
          </w:tcPr>
          <w:p w:rsidR="00791F17" w:rsidRPr="00DD685A" w:rsidRDefault="008A0CB8" w:rsidP="00B07E93">
            <w:pPr>
              <w:pStyle w:val="TableBodyText"/>
              <w:pBdr>
                <w:left w:val="single" w:sz="4" w:space="1" w:color="auto"/>
              </w:pBdr>
            </w:pPr>
            <w:r>
              <w:t>30.0</w:t>
            </w:r>
          </w:p>
        </w:tc>
        <w:tc>
          <w:tcPr>
            <w:tcW w:w="396" w:type="pct"/>
          </w:tcPr>
          <w:p w:rsidR="00791F17" w:rsidRPr="00DD685A" w:rsidRDefault="00791F17" w:rsidP="00B07E93">
            <w:pPr>
              <w:pStyle w:val="TableBodyText"/>
              <w:pBdr>
                <w:left w:val="single" w:sz="4" w:space="1" w:color="auto"/>
              </w:pBdr>
              <w:ind w:right="0"/>
            </w:pPr>
            <w:r w:rsidRPr="00DD685A">
              <w:t>2.5</w:t>
            </w:r>
          </w:p>
        </w:tc>
      </w:tr>
      <w:tr w:rsidR="00791F17" w:rsidTr="00791F17">
        <w:tc>
          <w:tcPr>
            <w:tcW w:w="1501" w:type="pct"/>
          </w:tcPr>
          <w:p w:rsidR="00791F17" w:rsidRPr="009277A8" w:rsidRDefault="00791F17" w:rsidP="00B07E93">
            <w:pPr>
              <w:pStyle w:val="TableUnitsRow"/>
              <w:pBdr>
                <w:left w:val="single" w:sz="4" w:space="1" w:color="auto"/>
              </w:pBdr>
              <w:spacing w:after="40" w:line="240" w:lineRule="atLeast"/>
              <w:jc w:val="left"/>
              <w:rPr>
                <w:b/>
              </w:rPr>
            </w:pPr>
            <w:r>
              <w:rPr>
                <w:b/>
              </w:rPr>
              <w:t>2010</w:t>
            </w:r>
          </w:p>
        </w:tc>
        <w:tc>
          <w:tcPr>
            <w:tcW w:w="353" w:type="pct"/>
          </w:tcPr>
          <w:p w:rsidR="00791F17" w:rsidRPr="00DD685A" w:rsidRDefault="00791F17" w:rsidP="00B07E93">
            <w:pPr>
              <w:pStyle w:val="TableBodyText"/>
              <w:pBdr>
                <w:left w:val="single" w:sz="4" w:space="1" w:color="auto"/>
              </w:pBdr>
            </w:pPr>
          </w:p>
        </w:tc>
        <w:tc>
          <w:tcPr>
            <w:tcW w:w="353" w:type="pct"/>
          </w:tcPr>
          <w:p w:rsidR="00791F17" w:rsidRPr="00DD685A" w:rsidRDefault="00791F17" w:rsidP="00B07E93">
            <w:pPr>
              <w:pStyle w:val="TableBodyText"/>
              <w:pBdr>
                <w:left w:val="single" w:sz="4" w:space="1" w:color="auto"/>
              </w:pBdr>
            </w:pPr>
          </w:p>
        </w:tc>
        <w:tc>
          <w:tcPr>
            <w:tcW w:w="399" w:type="pct"/>
          </w:tcPr>
          <w:p w:rsidR="00791F17" w:rsidRPr="00DD685A" w:rsidRDefault="00791F17" w:rsidP="00B07E93">
            <w:pPr>
              <w:pStyle w:val="TableBodyText"/>
              <w:pBdr>
                <w:left w:val="single" w:sz="4" w:space="1" w:color="auto"/>
              </w:pBdr>
            </w:pPr>
          </w:p>
        </w:tc>
        <w:tc>
          <w:tcPr>
            <w:tcW w:w="400" w:type="pct"/>
          </w:tcPr>
          <w:p w:rsidR="00791F17" w:rsidRPr="00DD685A" w:rsidRDefault="00791F17" w:rsidP="00B07E93">
            <w:pPr>
              <w:pStyle w:val="TableBodyText"/>
              <w:pBdr>
                <w:left w:val="single" w:sz="4" w:space="1" w:color="auto"/>
              </w:pBdr>
            </w:pPr>
          </w:p>
        </w:tc>
        <w:tc>
          <w:tcPr>
            <w:tcW w:w="399" w:type="pct"/>
          </w:tcPr>
          <w:p w:rsidR="00791F17" w:rsidRPr="00DD685A" w:rsidRDefault="00791F17" w:rsidP="00B07E93">
            <w:pPr>
              <w:pStyle w:val="TableBodyText"/>
              <w:pBdr>
                <w:left w:val="single" w:sz="4" w:space="1" w:color="auto"/>
              </w:pBdr>
            </w:pPr>
          </w:p>
        </w:tc>
        <w:tc>
          <w:tcPr>
            <w:tcW w:w="400" w:type="pct"/>
          </w:tcPr>
          <w:p w:rsidR="00791F17" w:rsidRPr="00DD685A" w:rsidRDefault="00791F17" w:rsidP="00B07E93">
            <w:pPr>
              <w:pStyle w:val="TableBodyText"/>
              <w:pBdr>
                <w:left w:val="single" w:sz="4" w:space="1" w:color="auto"/>
              </w:pBdr>
            </w:pPr>
          </w:p>
        </w:tc>
        <w:tc>
          <w:tcPr>
            <w:tcW w:w="399" w:type="pct"/>
          </w:tcPr>
          <w:p w:rsidR="00791F17" w:rsidRPr="00DD685A" w:rsidRDefault="00791F17" w:rsidP="00B07E93">
            <w:pPr>
              <w:pStyle w:val="TableBodyText"/>
              <w:pBdr>
                <w:left w:val="single" w:sz="4" w:space="1" w:color="auto"/>
              </w:pBdr>
            </w:pPr>
          </w:p>
        </w:tc>
        <w:tc>
          <w:tcPr>
            <w:tcW w:w="400" w:type="pct"/>
          </w:tcPr>
          <w:p w:rsidR="00791F17" w:rsidRPr="00DD685A" w:rsidRDefault="00791F17" w:rsidP="00B07E93">
            <w:pPr>
              <w:pStyle w:val="TableBodyText"/>
              <w:pBdr>
                <w:left w:val="single" w:sz="4" w:space="1" w:color="auto"/>
              </w:pBdr>
            </w:pPr>
          </w:p>
        </w:tc>
        <w:tc>
          <w:tcPr>
            <w:tcW w:w="396" w:type="pct"/>
          </w:tcPr>
          <w:p w:rsidR="00791F17" w:rsidRPr="00DD685A" w:rsidRDefault="00791F17" w:rsidP="00B07E93">
            <w:pPr>
              <w:pStyle w:val="TableBodyText"/>
              <w:pBdr>
                <w:left w:val="single" w:sz="4" w:space="1" w:color="auto"/>
              </w:pBdr>
              <w:ind w:right="0"/>
            </w:pPr>
          </w:p>
        </w:tc>
      </w:tr>
      <w:tr w:rsidR="00791F17" w:rsidTr="00791F17">
        <w:tc>
          <w:tcPr>
            <w:tcW w:w="1501" w:type="pct"/>
          </w:tcPr>
          <w:p w:rsidR="00791F17" w:rsidRPr="008B2F3D" w:rsidRDefault="00791F17" w:rsidP="00AA3506">
            <w:pPr>
              <w:pStyle w:val="TableBodyText"/>
              <w:ind w:left="284" w:hanging="171"/>
              <w:jc w:val="left"/>
            </w:pPr>
            <w:r>
              <w:t>Proportion of VET students r</w:t>
            </w:r>
            <w:r w:rsidRPr="008B2F3D">
              <w:t>eported as Indigenous</w:t>
            </w:r>
          </w:p>
        </w:tc>
        <w:tc>
          <w:tcPr>
            <w:tcW w:w="353" w:type="pct"/>
          </w:tcPr>
          <w:p w:rsidR="00791F17" w:rsidRPr="00DD685A" w:rsidRDefault="00791F17" w:rsidP="00B07E93">
            <w:pPr>
              <w:pStyle w:val="TableBodyText"/>
              <w:pBdr>
                <w:left w:val="single" w:sz="4" w:space="1" w:color="auto"/>
              </w:pBdr>
            </w:pPr>
            <w:r w:rsidRPr="00A773C0">
              <w:t>5.3</w:t>
            </w:r>
          </w:p>
        </w:tc>
        <w:tc>
          <w:tcPr>
            <w:tcW w:w="353" w:type="pct"/>
          </w:tcPr>
          <w:p w:rsidR="00791F17" w:rsidRPr="00DD685A" w:rsidRDefault="00791F17" w:rsidP="00B07E93">
            <w:pPr>
              <w:pStyle w:val="TableBodyText"/>
              <w:pBdr>
                <w:left w:val="single" w:sz="4" w:space="1" w:color="auto"/>
              </w:pBdr>
            </w:pPr>
            <w:r w:rsidRPr="00A773C0">
              <w:t>1.2</w:t>
            </w:r>
          </w:p>
        </w:tc>
        <w:tc>
          <w:tcPr>
            <w:tcW w:w="399" w:type="pct"/>
          </w:tcPr>
          <w:p w:rsidR="00791F17" w:rsidRPr="00DD685A" w:rsidRDefault="00791F17" w:rsidP="00B07E93">
            <w:pPr>
              <w:pStyle w:val="TableBodyText"/>
              <w:pBdr>
                <w:left w:val="single" w:sz="4" w:space="1" w:color="auto"/>
              </w:pBdr>
            </w:pPr>
            <w:r w:rsidRPr="00A773C0">
              <w:t>5.5</w:t>
            </w:r>
          </w:p>
        </w:tc>
        <w:tc>
          <w:tcPr>
            <w:tcW w:w="400" w:type="pct"/>
          </w:tcPr>
          <w:p w:rsidR="00791F17" w:rsidRPr="00DD685A" w:rsidRDefault="00791F17" w:rsidP="00B07E93">
            <w:pPr>
              <w:pStyle w:val="TableBodyText"/>
              <w:pBdr>
                <w:left w:val="single" w:sz="4" w:space="1" w:color="auto"/>
              </w:pBdr>
            </w:pPr>
            <w:r w:rsidRPr="00A773C0">
              <w:t>7.3</w:t>
            </w:r>
          </w:p>
        </w:tc>
        <w:tc>
          <w:tcPr>
            <w:tcW w:w="399" w:type="pct"/>
          </w:tcPr>
          <w:p w:rsidR="00791F17" w:rsidRPr="00DD685A" w:rsidRDefault="00791F17" w:rsidP="00B07E93">
            <w:pPr>
              <w:pStyle w:val="TableBodyText"/>
              <w:pBdr>
                <w:left w:val="single" w:sz="4" w:space="1" w:color="auto"/>
              </w:pBdr>
            </w:pPr>
            <w:r w:rsidRPr="00A773C0">
              <w:t>4.2</w:t>
            </w:r>
          </w:p>
        </w:tc>
        <w:tc>
          <w:tcPr>
            <w:tcW w:w="400" w:type="pct"/>
          </w:tcPr>
          <w:p w:rsidR="00791F17" w:rsidRPr="00DD685A" w:rsidRDefault="00791F17" w:rsidP="00B07E93">
            <w:pPr>
              <w:pStyle w:val="TableBodyText"/>
              <w:pBdr>
                <w:left w:val="single" w:sz="4" w:space="1" w:color="auto"/>
              </w:pBdr>
            </w:pPr>
            <w:r w:rsidRPr="00A773C0">
              <w:t>3.7</w:t>
            </w:r>
          </w:p>
        </w:tc>
        <w:tc>
          <w:tcPr>
            <w:tcW w:w="399" w:type="pct"/>
          </w:tcPr>
          <w:p w:rsidR="00791F17" w:rsidRPr="00DD685A" w:rsidRDefault="00791F17" w:rsidP="00B07E93">
            <w:pPr>
              <w:pStyle w:val="TableBodyText"/>
              <w:pBdr>
                <w:left w:val="single" w:sz="4" w:space="1" w:color="auto"/>
              </w:pBdr>
            </w:pPr>
            <w:r w:rsidRPr="00A773C0">
              <w:t>2.4</w:t>
            </w:r>
          </w:p>
        </w:tc>
        <w:tc>
          <w:tcPr>
            <w:tcW w:w="400" w:type="pct"/>
          </w:tcPr>
          <w:p w:rsidR="00791F17" w:rsidRPr="00DD685A" w:rsidRDefault="00791F17" w:rsidP="00B07E93">
            <w:pPr>
              <w:pStyle w:val="TableBodyText"/>
              <w:pBdr>
                <w:left w:val="single" w:sz="4" w:space="1" w:color="auto"/>
              </w:pBdr>
            </w:pPr>
            <w:r w:rsidRPr="00A773C0">
              <w:t>40.8</w:t>
            </w:r>
          </w:p>
        </w:tc>
        <w:tc>
          <w:tcPr>
            <w:tcW w:w="396" w:type="pct"/>
          </w:tcPr>
          <w:p w:rsidR="00791F17" w:rsidRPr="00DD685A" w:rsidRDefault="00791F17" w:rsidP="00B07E93">
            <w:pPr>
              <w:pStyle w:val="TableBodyText"/>
              <w:pBdr>
                <w:left w:val="single" w:sz="4" w:space="1" w:color="auto"/>
              </w:pBdr>
              <w:ind w:right="0"/>
            </w:pPr>
            <w:r w:rsidRPr="00A773C0">
              <w:t>4.6</w:t>
            </w:r>
          </w:p>
        </w:tc>
      </w:tr>
      <w:tr w:rsidR="00791F17" w:rsidTr="00791F17">
        <w:tc>
          <w:tcPr>
            <w:tcW w:w="1501" w:type="pct"/>
          </w:tcPr>
          <w:p w:rsidR="00791F17" w:rsidRPr="002732D3" w:rsidRDefault="00791F17" w:rsidP="00B07E93">
            <w:pPr>
              <w:pStyle w:val="TableBodyText"/>
              <w:ind w:left="226" w:hanging="113"/>
              <w:jc w:val="left"/>
              <w:rPr>
                <w:rStyle w:val="NoteLabel"/>
                <w:b w:val="0"/>
              </w:rPr>
            </w:pPr>
            <w:r w:rsidRPr="00AF1381">
              <w:t xml:space="preserve">Proportion of population </w:t>
            </w:r>
            <w:r>
              <w:t>projected</w:t>
            </w:r>
            <w:r w:rsidRPr="00AF1381">
              <w:t xml:space="preserve"> as Indigenous</w:t>
            </w:r>
          </w:p>
        </w:tc>
        <w:tc>
          <w:tcPr>
            <w:tcW w:w="353" w:type="pct"/>
          </w:tcPr>
          <w:p w:rsidR="00791F17" w:rsidRPr="00DD685A" w:rsidRDefault="00791F17" w:rsidP="00B07E93">
            <w:pPr>
              <w:pStyle w:val="TableBodyText"/>
              <w:pBdr>
                <w:left w:val="single" w:sz="4" w:space="1" w:color="auto"/>
              </w:pBdr>
            </w:pPr>
            <w:r w:rsidRPr="007F606C">
              <w:t>2.3</w:t>
            </w:r>
          </w:p>
        </w:tc>
        <w:tc>
          <w:tcPr>
            <w:tcW w:w="353" w:type="pct"/>
          </w:tcPr>
          <w:p w:rsidR="00791F17" w:rsidRPr="00DD685A" w:rsidRDefault="00791F17" w:rsidP="00B07E93">
            <w:pPr>
              <w:pStyle w:val="TableBodyText"/>
              <w:pBdr>
                <w:left w:val="single" w:sz="4" w:space="1" w:color="auto"/>
              </w:pBdr>
            </w:pPr>
            <w:r w:rsidRPr="007F606C">
              <w:t>0.7</w:t>
            </w:r>
          </w:p>
        </w:tc>
        <w:tc>
          <w:tcPr>
            <w:tcW w:w="399" w:type="pct"/>
          </w:tcPr>
          <w:p w:rsidR="00791F17" w:rsidRPr="00DD685A" w:rsidRDefault="00791F17" w:rsidP="00B07E93">
            <w:pPr>
              <w:pStyle w:val="TableBodyText"/>
              <w:pBdr>
                <w:left w:val="single" w:sz="4" w:space="1" w:color="auto"/>
              </w:pBdr>
            </w:pPr>
            <w:r w:rsidRPr="007F606C">
              <w:t>3.6</w:t>
            </w:r>
          </w:p>
        </w:tc>
        <w:tc>
          <w:tcPr>
            <w:tcW w:w="400" w:type="pct"/>
          </w:tcPr>
          <w:p w:rsidR="00791F17" w:rsidRPr="00DD685A" w:rsidRDefault="00791F17" w:rsidP="00B07E93">
            <w:pPr>
              <w:pStyle w:val="TableBodyText"/>
              <w:pBdr>
                <w:left w:val="single" w:sz="4" w:space="1" w:color="auto"/>
              </w:pBdr>
            </w:pPr>
            <w:r w:rsidRPr="007F606C">
              <w:t>3.3</w:t>
            </w:r>
          </w:p>
        </w:tc>
        <w:tc>
          <w:tcPr>
            <w:tcW w:w="399" w:type="pct"/>
          </w:tcPr>
          <w:p w:rsidR="00791F17" w:rsidRPr="00DD685A" w:rsidRDefault="00791F17" w:rsidP="00B07E93">
            <w:pPr>
              <w:pStyle w:val="TableBodyText"/>
              <w:pBdr>
                <w:left w:val="single" w:sz="4" w:space="1" w:color="auto"/>
              </w:pBdr>
            </w:pPr>
            <w:r w:rsidRPr="007F606C">
              <w:t>1.8</w:t>
            </w:r>
          </w:p>
        </w:tc>
        <w:tc>
          <w:tcPr>
            <w:tcW w:w="400" w:type="pct"/>
          </w:tcPr>
          <w:p w:rsidR="00791F17" w:rsidRPr="00DD685A" w:rsidRDefault="00791F17" w:rsidP="00B07E93">
            <w:pPr>
              <w:pStyle w:val="TableBodyText"/>
              <w:pBdr>
                <w:left w:val="single" w:sz="4" w:space="1" w:color="auto"/>
              </w:pBdr>
            </w:pPr>
            <w:r w:rsidRPr="007F606C">
              <w:t>4.0</w:t>
            </w:r>
          </w:p>
        </w:tc>
        <w:tc>
          <w:tcPr>
            <w:tcW w:w="399" w:type="pct"/>
          </w:tcPr>
          <w:p w:rsidR="00791F17" w:rsidRPr="00DD685A" w:rsidRDefault="00791F17" w:rsidP="00B07E93">
            <w:pPr>
              <w:pStyle w:val="TableBodyText"/>
              <w:pBdr>
                <w:left w:val="single" w:sz="4" w:space="1" w:color="auto"/>
              </w:pBdr>
            </w:pPr>
            <w:r w:rsidRPr="007F606C">
              <w:t>1.3</w:t>
            </w:r>
          </w:p>
        </w:tc>
        <w:tc>
          <w:tcPr>
            <w:tcW w:w="400" w:type="pct"/>
          </w:tcPr>
          <w:p w:rsidR="00791F17" w:rsidRPr="00DD685A" w:rsidRDefault="00791F17" w:rsidP="00B07E93">
            <w:pPr>
              <w:pStyle w:val="TableBodyText"/>
              <w:pBdr>
                <w:left w:val="single" w:sz="4" w:space="1" w:color="auto"/>
              </w:pBdr>
            </w:pPr>
            <w:r w:rsidRPr="007F606C">
              <w:t>29.9</w:t>
            </w:r>
          </w:p>
        </w:tc>
        <w:tc>
          <w:tcPr>
            <w:tcW w:w="396" w:type="pct"/>
          </w:tcPr>
          <w:p w:rsidR="00791F17" w:rsidRPr="00DD685A" w:rsidRDefault="00791F17" w:rsidP="00B07E93">
            <w:pPr>
              <w:pStyle w:val="TableBodyText"/>
              <w:pBdr>
                <w:left w:val="single" w:sz="4" w:space="1" w:color="auto"/>
              </w:pBdr>
              <w:ind w:right="0"/>
            </w:pPr>
            <w:r w:rsidRPr="007F606C">
              <w:t>2.5</w:t>
            </w:r>
          </w:p>
        </w:tc>
      </w:tr>
      <w:tr w:rsidR="00791F17" w:rsidTr="00791F17">
        <w:tc>
          <w:tcPr>
            <w:tcW w:w="1501" w:type="pct"/>
          </w:tcPr>
          <w:p w:rsidR="00791F17" w:rsidRPr="009277A8" w:rsidRDefault="00791F17" w:rsidP="00B07E93">
            <w:pPr>
              <w:pStyle w:val="TableUnitsRow"/>
              <w:pBdr>
                <w:left w:val="single" w:sz="4" w:space="1" w:color="auto"/>
              </w:pBdr>
              <w:spacing w:after="40" w:line="240" w:lineRule="atLeast"/>
              <w:jc w:val="left"/>
              <w:rPr>
                <w:b/>
              </w:rPr>
            </w:pPr>
            <w:r w:rsidRPr="009277A8">
              <w:rPr>
                <w:b/>
              </w:rPr>
              <w:t>20</w:t>
            </w:r>
            <w:r>
              <w:rPr>
                <w:b/>
              </w:rPr>
              <w:t>11</w:t>
            </w:r>
          </w:p>
        </w:tc>
        <w:tc>
          <w:tcPr>
            <w:tcW w:w="353" w:type="pct"/>
          </w:tcPr>
          <w:p w:rsidR="00791F17" w:rsidRPr="00DD685A" w:rsidRDefault="00791F17" w:rsidP="00B07E93">
            <w:pPr>
              <w:pStyle w:val="TableBodyText"/>
              <w:pBdr>
                <w:left w:val="single" w:sz="4" w:space="1" w:color="auto"/>
              </w:pBdr>
            </w:pPr>
          </w:p>
        </w:tc>
        <w:tc>
          <w:tcPr>
            <w:tcW w:w="353" w:type="pct"/>
          </w:tcPr>
          <w:p w:rsidR="00791F17" w:rsidRPr="00DD685A" w:rsidRDefault="00791F17" w:rsidP="00B07E93">
            <w:pPr>
              <w:pStyle w:val="TableBodyText"/>
              <w:pBdr>
                <w:left w:val="single" w:sz="4" w:space="1" w:color="auto"/>
              </w:pBdr>
            </w:pPr>
          </w:p>
        </w:tc>
        <w:tc>
          <w:tcPr>
            <w:tcW w:w="399" w:type="pct"/>
          </w:tcPr>
          <w:p w:rsidR="00791F17" w:rsidRPr="00DD685A" w:rsidRDefault="00791F17" w:rsidP="00B07E93">
            <w:pPr>
              <w:pStyle w:val="TableBodyText"/>
              <w:pBdr>
                <w:left w:val="single" w:sz="4" w:space="1" w:color="auto"/>
              </w:pBdr>
            </w:pPr>
          </w:p>
        </w:tc>
        <w:tc>
          <w:tcPr>
            <w:tcW w:w="400" w:type="pct"/>
          </w:tcPr>
          <w:p w:rsidR="00791F17" w:rsidRPr="00DD685A" w:rsidRDefault="00791F17" w:rsidP="00B07E93">
            <w:pPr>
              <w:pStyle w:val="TableBodyText"/>
              <w:pBdr>
                <w:left w:val="single" w:sz="4" w:space="1" w:color="auto"/>
              </w:pBdr>
            </w:pPr>
          </w:p>
        </w:tc>
        <w:tc>
          <w:tcPr>
            <w:tcW w:w="399" w:type="pct"/>
          </w:tcPr>
          <w:p w:rsidR="00791F17" w:rsidRPr="00DD685A" w:rsidRDefault="00791F17" w:rsidP="00B07E93">
            <w:pPr>
              <w:pStyle w:val="TableBodyText"/>
              <w:pBdr>
                <w:left w:val="single" w:sz="4" w:space="1" w:color="auto"/>
              </w:pBdr>
            </w:pPr>
          </w:p>
        </w:tc>
        <w:tc>
          <w:tcPr>
            <w:tcW w:w="400" w:type="pct"/>
          </w:tcPr>
          <w:p w:rsidR="00791F17" w:rsidRPr="00DD685A" w:rsidRDefault="00791F17" w:rsidP="00B07E93">
            <w:pPr>
              <w:pStyle w:val="TableBodyText"/>
              <w:pBdr>
                <w:left w:val="single" w:sz="4" w:space="1" w:color="auto"/>
              </w:pBdr>
            </w:pPr>
          </w:p>
        </w:tc>
        <w:tc>
          <w:tcPr>
            <w:tcW w:w="399" w:type="pct"/>
          </w:tcPr>
          <w:p w:rsidR="00791F17" w:rsidRPr="00DD685A" w:rsidRDefault="00791F17" w:rsidP="00B07E93">
            <w:pPr>
              <w:pStyle w:val="TableBodyText"/>
              <w:pBdr>
                <w:left w:val="single" w:sz="4" w:space="1" w:color="auto"/>
              </w:pBdr>
            </w:pPr>
          </w:p>
        </w:tc>
        <w:tc>
          <w:tcPr>
            <w:tcW w:w="400" w:type="pct"/>
          </w:tcPr>
          <w:p w:rsidR="00791F17" w:rsidRPr="00DD685A" w:rsidRDefault="00791F17" w:rsidP="00B07E93">
            <w:pPr>
              <w:pStyle w:val="TableBodyText"/>
              <w:pBdr>
                <w:left w:val="single" w:sz="4" w:space="1" w:color="auto"/>
              </w:pBdr>
            </w:pPr>
          </w:p>
        </w:tc>
        <w:tc>
          <w:tcPr>
            <w:tcW w:w="396" w:type="pct"/>
          </w:tcPr>
          <w:p w:rsidR="00791F17" w:rsidRPr="00DD685A" w:rsidRDefault="00791F17" w:rsidP="00B07E93">
            <w:pPr>
              <w:pStyle w:val="TableBodyText"/>
              <w:pBdr>
                <w:left w:val="single" w:sz="4" w:space="1" w:color="auto"/>
              </w:pBdr>
              <w:ind w:right="0"/>
            </w:pPr>
          </w:p>
        </w:tc>
      </w:tr>
      <w:tr w:rsidR="000F0DB7" w:rsidTr="00791F17">
        <w:tc>
          <w:tcPr>
            <w:tcW w:w="1501" w:type="pct"/>
          </w:tcPr>
          <w:p w:rsidR="000F0DB7" w:rsidRPr="00AF1381" w:rsidRDefault="000F0DB7" w:rsidP="00725CFC">
            <w:pPr>
              <w:pStyle w:val="TableBodyText"/>
              <w:ind w:left="226" w:hanging="113"/>
              <w:jc w:val="left"/>
            </w:pPr>
            <w:r>
              <w:t>Proportion of VET students r</w:t>
            </w:r>
            <w:r w:rsidRPr="008B2F3D">
              <w:t>eported as Indigenous</w:t>
            </w:r>
          </w:p>
        </w:tc>
        <w:tc>
          <w:tcPr>
            <w:tcW w:w="353" w:type="pct"/>
          </w:tcPr>
          <w:p w:rsidR="000F0DB7" w:rsidRPr="007B0F24" w:rsidRDefault="000F0DB7" w:rsidP="00B07E93">
            <w:pPr>
              <w:pStyle w:val="TableBodyText"/>
              <w:pBdr>
                <w:left w:val="single" w:sz="4" w:space="1" w:color="auto"/>
              </w:pBdr>
            </w:pPr>
            <w:r w:rsidRPr="007B0F24">
              <w:t>5.4</w:t>
            </w:r>
          </w:p>
        </w:tc>
        <w:tc>
          <w:tcPr>
            <w:tcW w:w="353" w:type="pct"/>
          </w:tcPr>
          <w:p w:rsidR="000F0DB7" w:rsidRPr="007B0F24" w:rsidRDefault="000F0DB7" w:rsidP="00B07E93">
            <w:pPr>
              <w:pStyle w:val="TableBodyText"/>
              <w:pBdr>
                <w:left w:val="single" w:sz="4" w:space="1" w:color="auto"/>
              </w:pBdr>
            </w:pPr>
            <w:r w:rsidRPr="007B0F24">
              <w:t>1.1</w:t>
            </w:r>
          </w:p>
        </w:tc>
        <w:tc>
          <w:tcPr>
            <w:tcW w:w="399" w:type="pct"/>
          </w:tcPr>
          <w:p w:rsidR="000F0DB7" w:rsidRPr="007B0F24" w:rsidRDefault="000F0DB7" w:rsidP="00B07E93">
            <w:pPr>
              <w:pStyle w:val="TableBodyText"/>
              <w:pBdr>
                <w:left w:val="single" w:sz="4" w:space="1" w:color="auto"/>
              </w:pBdr>
            </w:pPr>
            <w:r w:rsidRPr="007B0F24">
              <w:t>5.9</w:t>
            </w:r>
          </w:p>
        </w:tc>
        <w:tc>
          <w:tcPr>
            <w:tcW w:w="400" w:type="pct"/>
          </w:tcPr>
          <w:p w:rsidR="000F0DB7" w:rsidRPr="007B0F24" w:rsidRDefault="000F0DB7" w:rsidP="00B07E93">
            <w:pPr>
              <w:pStyle w:val="TableBodyText"/>
              <w:pBdr>
                <w:left w:val="single" w:sz="4" w:space="1" w:color="auto"/>
              </w:pBdr>
            </w:pPr>
            <w:r w:rsidRPr="007B0F24">
              <w:t>7.6</w:t>
            </w:r>
          </w:p>
        </w:tc>
        <w:tc>
          <w:tcPr>
            <w:tcW w:w="399" w:type="pct"/>
          </w:tcPr>
          <w:p w:rsidR="000F0DB7" w:rsidRPr="007B0F24" w:rsidRDefault="000F0DB7" w:rsidP="00B07E93">
            <w:pPr>
              <w:pStyle w:val="TableBodyText"/>
              <w:pBdr>
                <w:left w:val="single" w:sz="4" w:space="1" w:color="auto"/>
              </w:pBdr>
            </w:pPr>
            <w:r w:rsidRPr="007B0F24">
              <w:t>4.3</w:t>
            </w:r>
          </w:p>
        </w:tc>
        <w:tc>
          <w:tcPr>
            <w:tcW w:w="400" w:type="pct"/>
          </w:tcPr>
          <w:p w:rsidR="000F0DB7" w:rsidRPr="007B0F24" w:rsidRDefault="000F0DB7" w:rsidP="00B07E93">
            <w:pPr>
              <w:pStyle w:val="TableBodyText"/>
              <w:pBdr>
                <w:left w:val="single" w:sz="4" w:space="1" w:color="auto"/>
              </w:pBdr>
            </w:pPr>
            <w:r w:rsidRPr="007B0F24">
              <w:t>4.2</w:t>
            </w:r>
          </w:p>
        </w:tc>
        <w:tc>
          <w:tcPr>
            <w:tcW w:w="399" w:type="pct"/>
          </w:tcPr>
          <w:p w:rsidR="000F0DB7" w:rsidRPr="007B0F24" w:rsidRDefault="000F0DB7" w:rsidP="00B07E93">
            <w:pPr>
              <w:pStyle w:val="TableBodyText"/>
              <w:pBdr>
                <w:left w:val="single" w:sz="4" w:space="1" w:color="auto"/>
              </w:pBdr>
            </w:pPr>
            <w:r w:rsidRPr="007B0F24">
              <w:t>2.5</w:t>
            </w:r>
          </w:p>
        </w:tc>
        <w:tc>
          <w:tcPr>
            <w:tcW w:w="400" w:type="pct"/>
          </w:tcPr>
          <w:p w:rsidR="000F0DB7" w:rsidRPr="007B0F24" w:rsidRDefault="000F0DB7" w:rsidP="00B07E93">
            <w:pPr>
              <w:pStyle w:val="TableBodyText"/>
              <w:pBdr>
                <w:left w:val="single" w:sz="4" w:space="1" w:color="auto"/>
              </w:pBdr>
            </w:pPr>
            <w:r w:rsidRPr="007B0F24">
              <w:t>42.9</w:t>
            </w:r>
          </w:p>
        </w:tc>
        <w:tc>
          <w:tcPr>
            <w:tcW w:w="396" w:type="pct"/>
          </w:tcPr>
          <w:p w:rsidR="000F0DB7" w:rsidRDefault="000F0DB7" w:rsidP="00B07E93">
            <w:pPr>
              <w:pStyle w:val="TableBodyText"/>
              <w:pBdr>
                <w:left w:val="single" w:sz="4" w:space="1" w:color="auto"/>
              </w:pBdr>
              <w:ind w:right="0"/>
            </w:pPr>
            <w:r w:rsidRPr="007B0F24">
              <w:t>4.7</w:t>
            </w:r>
          </w:p>
        </w:tc>
      </w:tr>
      <w:tr w:rsidR="00791F17" w:rsidTr="00791F17">
        <w:tc>
          <w:tcPr>
            <w:tcW w:w="1501" w:type="pct"/>
            <w:tcBorders>
              <w:bottom w:val="single" w:sz="4" w:space="0" w:color="auto"/>
            </w:tcBorders>
          </w:tcPr>
          <w:p w:rsidR="00791F17" w:rsidRPr="00AF1381" w:rsidRDefault="00791F17" w:rsidP="00725CFC">
            <w:pPr>
              <w:pStyle w:val="TableBodyText"/>
              <w:ind w:left="226" w:hanging="113"/>
              <w:jc w:val="left"/>
            </w:pPr>
            <w:r w:rsidRPr="00AF1381">
              <w:t xml:space="preserve">Proportion of population </w:t>
            </w:r>
            <w:r>
              <w:t>projected</w:t>
            </w:r>
            <w:r w:rsidRPr="00AF1381">
              <w:t xml:space="preserve"> as Indigenous</w:t>
            </w:r>
          </w:p>
        </w:tc>
        <w:tc>
          <w:tcPr>
            <w:tcW w:w="353" w:type="pct"/>
            <w:tcBorders>
              <w:bottom w:val="single" w:sz="4" w:space="0" w:color="auto"/>
            </w:tcBorders>
          </w:tcPr>
          <w:p w:rsidR="00791F17" w:rsidRPr="00DD685A" w:rsidRDefault="00FE4D28" w:rsidP="00B07E93">
            <w:pPr>
              <w:pStyle w:val="TableBodyText"/>
              <w:pBdr>
                <w:left w:val="single" w:sz="4" w:space="1" w:color="auto"/>
              </w:pBdr>
            </w:pPr>
            <w:r>
              <w:t>2.3</w:t>
            </w:r>
          </w:p>
        </w:tc>
        <w:tc>
          <w:tcPr>
            <w:tcW w:w="353" w:type="pct"/>
            <w:tcBorders>
              <w:bottom w:val="single" w:sz="4" w:space="0" w:color="auto"/>
            </w:tcBorders>
          </w:tcPr>
          <w:p w:rsidR="00791F17" w:rsidRPr="00DD685A" w:rsidRDefault="00FE4D28" w:rsidP="00B07E93">
            <w:pPr>
              <w:pStyle w:val="TableBodyText"/>
              <w:pBdr>
                <w:left w:val="single" w:sz="4" w:space="1" w:color="auto"/>
              </w:pBdr>
            </w:pPr>
            <w:r>
              <w:t>0.7</w:t>
            </w:r>
          </w:p>
        </w:tc>
        <w:tc>
          <w:tcPr>
            <w:tcW w:w="399" w:type="pct"/>
            <w:tcBorders>
              <w:bottom w:val="single" w:sz="4" w:space="0" w:color="auto"/>
            </w:tcBorders>
          </w:tcPr>
          <w:p w:rsidR="00791F17" w:rsidRPr="00DD685A" w:rsidRDefault="00FE4D28" w:rsidP="00B07E93">
            <w:pPr>
              <w:pStyle w:val="TableBodyText"/>
              <w:pBdr>
                <w:left w:val="single" w:sz="4" w:space="1" w:color="auto"/>
              </w:pBdr>
            </w:pPr>
            <w:r>
              <w:t>3.6</w:t>
            </w:r>
          </w:p>
        </w:tc>
        <w:tc>
          <w:tcPr>
            <w:tcW w:w="400" w:type="pct"/>
            <w:tcBorders>
              <w:bottom w:val="single" w:sz="4" w:space="0" w:color="auto"/>
            </w:tcBorders>
          </w:tcPr>
          <w:p w:rsidR="00791F17" w:rsidRPr="00DD685A" w:rsidRDefault="00FE4D28" w:rsidP="00B07E93">
            <w:pPr>
              <w:pStyle w:val="TableBodyText"/>
              <w:pBdr>
                <w:left w:val="single" w:sz="4" w:space="1" w:color="auto"/>
              </w:pBdr>
            </w:pPr>
            <w:r>
              <w:t>3.3</w:t>
            </w:r>
          </w:p>
        </w:tc>
        <w:tc>
          <w:tcPr>
            <w:tcW w:w="399" w:type="pct"/>
            <w:tcBorders>
              <w:bottom w:val="single" w:sz="4" w:space="0" w:color="auto"/>
            </w:tcBorders>
          </w:tcPr>
          <w:p w:rsidR="00791F17" w:rsidRPr="00DD685A" w:rsidRDefault="00FE4D28" w:rsidP="00B07E93">
            <w:pPr>
              <w:pStyle w:val="TableBodyText"/>
              <w:pBdr>
                <w:left w:val="single" w:sz="4" w:space="1" w:color="auto"/>
              </w:pBdr>
            </w:pPr>
            <w:r>
              <w:t>1.9</w:t>
            </w:r>
          </w:p>
        </w:tc>
        <w:tc>
          <w:tcPr>
            <w:tcW w:w="400" w:type="pct"/>
            <w:tcBorders>
              <w:bottom w:val="single" w:sz="4" w:space="0" w:color="auto"/>
            </w:tcBorders>
          </w:tcPr>
          <w:p w:rsidR="00791F17" w:rsidRPr="00DD685A" w:rsidRDefault="00FE4D28" w:rsidP="00B07E93">
            <w:pPr>
              <w:pStyle w:val="TableBodyText"/>
              <w:pBdr>
                <w:left w:val="single" w:sz="4" w:space="1" w:color="auto"/>
              </w:pBdr>
            </w:pPr>
            <w:r>
              <w:t>4.0</w:t>
            </w:r>
          </w:p>
        </w:tc>
        <w:tc>
          <w:tcPr>
            <w:tcW w:w="399" w:type="pct"/>
            <w:tcBorders>
              <w:bottom w:val="single" w:sz="4" w:space="0" w:color="auto"/>
            </w:tcBorders>
          </w:tcPr>
          <w:p w:rsidR="00791F17" w:rsidRPr="00DD685A" w:rsidRDefault="00FE4D28" w:rsidP="00B07E93">
            <w:pPr>
              <w:pStyle w:val="TableBodyText"/>
              <w:pBdr>
                <w:left w:val="single" w:sz="4" w:space="1" w:color="auto"/>
              </w:pBdr>
            </w:pPr>
            <w:r>
              <w:t>1.3</w:t>
            </w:r>
          </w:p>
        </w:tc>
        <w:tc>
          <w:tcPr>
            <w:tcW w:w="400" w:type="pct"/>
            <w:tcBorders>
              <w:bottom w:val="single" w:sz="4" w:space="0" w:color="auto"/>
            </w:tcBorders>
          </w:tcPr>
          <w:p w:rsidR="00791F17" w:rsidRPr="00DD685A" w:rsidRDefault="00FE4D28" w:rsidP="00B07E93">
            <w:pPr>
              <w:pStyle w:val="TableBodyText"/>
              <w:pBdr>
                <w:left w:val="single" w:sz="4" w:space="1" w:color="auto"/>
              </w:pBdr>
            </w:pPr>
            <w:r>
              <w:t>30.3</w:t>
            </w:r>
          </w:p>
        </w:tc>
        <w:tc>
          <w:tcPr>
            <w:tcW w:w="396" w:type="pct"/>
            <w:tcBorders>
              <w:bottom w:val="single" w:sz="4" w:space="0" w:color="auto"/>
            </w:tcBorders>
          </w:tcPr>
          <w:p w:rsidR="00791F17" w:rsidRPr="00DD685A" w:rsidRDefault="00FE4D28" w:rsidP="00B07E93">
            <w:pPr>
              <w:pStyle w:val="TableBodyText"/>
              <w:pBdr>
                <w:left w:val="single" w:sz="4" w:space="1" w:color="auto"/>
              </w:pBdr>
              <w:ind w:right="0"/>
            </w:pPr>
            <w:r>
              <w:t>2.5</w:t>
            </w:r>
          </w:p>
        </w:tc>
      </w:tr>
    </w:tbl>
    <w:p w:rsidR="00EF482D" w:rsidRPr="00EF482D" w:rsidRDefault="00791F17" w:rsidP="00725CFC">
      <w:pPr>
        <w:pStyle w:val="Note"/>
        <w:rPr>
          <w:rFonts w:cs="Arial"/>
        </w:rPr>
      </w:pPr>
      <w:r w:rsidRPr="00791F17">
        <w:rPr>
          <w:rStyle w:val="NoteLabel"/>
        </w:rPr>
        <w:t>a</w:t>
      </w:r>
      <w:r>
        <w:rPr>
          <w:rFonts w:cs="Arial"/>
        </w:rPr>
        <w:t xml:space="preserve"> </w:t>
      </w:r>
      <w:r w:rsidR="00EF482D" w:rsidRPr="00EF482D">
        <w:rPr>
          <w:rFonts w:cs="Arial"/>
        </w:rPr>
        <w:t xml:space="preserve">Refer to the National VET Provider Collection Data Quality Statement for information on data quality. </w:t>
      </w:r>
      <w:r w:rsidR="00EF482D" w:rsidRPr="00EF482D">
        <w:rPr>
          <w:rStyle w:val="NoteLabel"/>
        </w:rPr>
        <w:t>b</w:t>
      </w:r>
      <w:r w:rsidR="00771B74">
        <w:rPr>
          <w:rStyle w:val="NoteLabel"/>
        </w:rPr>
        <w:t> </w:t>
      </w:r>
      <w:r w:rsidR="00EF482D" w:rsidRPr="00EF482D">
        <w:rPr>
          <w:rFonts w:cs="Arial"/>
        </w:rPr>
        <w:t xml:space="preserve">People reported </w:t>
      </w:r>
      <w:r w:rsidR="00320E5D">
        <w:rPr>
          <w:rFonts w:cs="Arial"/>
        </w:rPr>
        <w:t xml:space="preserve">as </w:t>
      </w:r>
      <w:r w:rsidR="00EF482D" w:rsidRPr="00EF482D">
        <w:rPr>
          <w:rFonts w:cs="Arial"/>
        </w:rPr>
        <w:t xml:space="preserve">Indigenous are defined as those who self-identify on enrolment forms that </w:t>
      </w:r>
      <w:r w:rsidR="00320E5D">
        <w:rPr>
          <w:rFonts w:cs="Arial"/>
        </w:rPr>
        <w:t xml:space="preserve">they </w:t>
      </w:r>
      <w:r w:rsidR="00EF482D" w:rsidRPr="00EF482D">
        <w:rPr>
          <w:rFonts w:cs="Arial"/>
        </w:rPr>
        <w:t>are of Aboriginal and/or Torres Strait Islander background. Not all students respond to the relevant question on the enrolment form.</w:t>
      </w:r>
    </w:p>
    <w:p w:rsidR="00791F17" w:rsidRDefault="00EF482D" w:rsidP="00725CFC">
      <w:pPr>
        <w:pStyle w:val="Note"/>
        <w:rPr>
          <w:rFonts w:cs="Arial"/>
        </w:rPr>
      </w:pPr>
      <w:r w:rsidRPr="00EF482D">
        <w:rPr>
          <w:rFonts w:cs="Arial"/>
          <w:i/>
        </w:rPr>
        <w:t>Source</w:t>
      </w:r>
      <w:r w:rsidRPr="00EF482D">
        <w:rPr>
          <w:rFonts w:cs="Arial"/>
        </w:rPr>
        <w:t>: NCVER (unpublished) National VET provider collection; ABS (</w:t>
      </w:r>
      <w:r w:rsidR="008A0CB8">
        <w:rPr>
          <w:rFonts w:cs="Arial"/>
        </w:rPr>
        <w:t>unpublished</w:t>
      </w:r>
      <w:r w:rsidRPr="00EF482D">
        <w:rPr>
          <w:rFonts w:cs="Arial"/>
        </w:rPr>
        <w:t xml:space="preserve">) Experimental Estimates </w:t>
      </w:r>
      <w:r w:rsidR="008A0CB8">
        <w:rPr>
          <w:rFonts w:cs="Arial"/>
        </w:rPr>
        <w:t>of</w:t>
      </w:r>
      <w:r w:rsidRPr="00EF482D">
        <w:rPr>
          <w:rFonts w:cs="Arial"/>
        </w:rPr>
        <w:t xml:space="preserve"> Aboriginal and Torres Strait Islander Australian</w:t>
      </w:r>
      <w:r w:rsidR="008A0CB8">
        <w:rPr>
          <w:rFonts w:cs="Arial"/>
        </w:rPr>
        <w:t>s, 1991 to 2021</w:t>
      </w:r>
      <w:r w:rsidR="00156D16">
        <w:rPr>
          <w:rFonts w:cs="Arial"/>
        </w:rPr>
        <w:t>; table SWD.C.1</w:t>
      </w:r>
      <w:r w:rsidR="000F0DB7">
        <w:rPr>
          <w:rFonts w:cs="Arial"/>
        </w:rPr>
        <w:t>9</w:t>
      </w:r>
      <w:r w:rsidRPr="00EF482D">
        <w:rPr>
          <w:rFonts w:cs="Arial"/>
        </w:rPr>
        <w:t>.</w:t>
      </w:r>
    </w:p>
    <w:p w:rsidR="00EF482D" w:rsidRDefault="00EF482D" w:rsidP="00EF482D">
      <w:pPr>
        <w:pStyle w:val="BodyText"/>
      </w:pPr>
      <w:r>
        <w:t>Data on the numbers and proportions of VET students identifying as Indigenous for 200</w:t>
      </w:r>
      <w:r w:rsidR="00F72EA9">
        <w:t>8, 2009</w:t>
      </w:r>
      <w:r>
        <w:t>, 2010 and 2011 are available in table SWD.C.</w:t>
      </w:r>
      <w:r w:rsidR="00156D16">
        <w:t>1</w:t>
      </w:r>
      <w:r w:rsidR="000F0DB7">
        <w:t>9</w:t>
      </w:r>
      <w:r>
        <w:t>.</w:t>
      </w:r>
    </w:p>
    <w:p w:rsidR="00EF482D" w:rsidRDefault="00EF482D" w:rsidP="00EF482D">
      <w:pPr>
        <w:pStyle w:val="BodyText"/>
      </w:pPr>
      <w:r>
        <w:t xml:space="preserve">Figure </w:t>
      </w:r>
      <w:r w:rsidR="00724A07">
        <w:t>7</w:t>
      </w:r>
      <w:r>
        <w:t xml:space="preserve"> shows VET participation rates in 2011 by Indigenous status for 18 to 24</w:t>
      </w:r>
      <w:r w:rsidR="00320E5D">
        <w:t> </w:t>
      </w:r>
      <w:r>
        <w:t>year olds.</w:t>
      </w:r>
    </w:p>
    <w:p w:rsidR="00EF482D" w:rsidRDefault="00EF482D" w:rsidP="00725CFC">
      <w:pPr>
        <w:pStyle w:val="FigureTitle"/>
      </w:pPr>
      <w:r w:rsidRPr="00725CFC">
        <w:rPr>
          <w:b w:val="0"/>
        </w:rPr>
        <w:lastRenderedPageBreak/>
        <w:t xml:space="preserve">Figure </w:t>
      </w:r>
      <w:bookmarkStart w:id="14" w:name="OLE_LINK12"/>
      <w:r w:rsidR="00503759">
        <w:rPr>
          <w:b w:val="0"/>
          <w:noProof/>
        </w:rPr>
        <w:t>7</w:t>
      </w:r>
      <w:bookmarkEnd w:id="14"/>
      <w:r w:rsidRPr="00725CFC">
        <w:tab/>
        <w:t>VET participation rates by Indigenous status for the 18–24</w:t>
      </w:r>
      <w:r>
        <w:t xml:space="preserve"> year old age group, 201</w:t>
      </w:r>
      <w:r w:rsidR="00B07E93">
        <w:t>1</w:t>
      </w:r>
      <w:r>
        <w:t xml:space="preserve"> (per cent)</w:t>
      </w:r>
      <w:r w:rsidRPr="00EF482D">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F482D" w:rsidTr="000F0DB7">
        <w:tc>
          <w:tcPr>
            <w:tcW w:w="8777" w:type="dxa"/>
          </w:tcPr>
          <w:p w:rsidR="00EF482D" w:rsidRDefault="000F0DB7" w:rsidP="00725CFC">
            <w:pPr>
              <w:pStyle w:val="Figure"/>
            </w:pPr>
            <w:r>
              <w:rPr>
                <w:noProof/>
              </w:rPr>
              <w:drawing>
                <wp:inline distT="0" distB="0" distL="0" distR="0" wp14:anchorId="5E12D0BE" wp14:editId="12DEE3EA">
                  <wp:extent cx="5400000" cy="2880000"/>
                  <wp:effectExtent l="0" t="0" r="0" b="0"/>
                  <wp:docPr id="24" name="Chart 24" descr="two bars for each State/Territory for VET participation for 18-24 year olds - one for Indigenous students and one for all stud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EF482D" w:rsidRDefault="00EF482D" w:rsidP="00725CFC">
      <w:pPr>
        <w:pStyle w:val="Note"/>
      </w:pPr>
      <w:r>
        <w:rPr>
          <w:rStyle w:val="NoteLabel"/>
        </w:rPr>
        <w:t>a</w:t>
      </w:r>
      <w:r>
        <w:sym w:font="Symbol" w:char="F020"/>
      </w:r>
      <w:r w:rsidRPr="00EF482D">
        <w:t xml:space="preserve"> </w:t>
      </w:r>
      <w:r>
        <w:t xml:space="preserve">Refer to the National VET Provider Collection Data Quality Statement for information on data quality. </w:t>
      </w:r>
      <w:r w:rsidRPr="00EF482D">
        <w:rPr>
          <w:rStyle w:val="NoteLabel"/>
        </w:rPr>
        <w:t>b</w:t>
      </w:r>
      <w:r>
        <w:t xml:space="preserve"> The participation rate for 18–24 year olds is the number of students participating in VET aged 18–24 years expressed as a proportion of the population aged 18–24 years. Population projections for Indigenous people are for 30 June 201</w:t>
      </w:r>
      <w:r w:rsidR="00B07E93">
        <w:t>1</w:t>
      </w:r>
      <w:r>
        <w:t xml:space="preserve">. Series B data for the Indigenous population have been used. As population projections for Indigenous people are based on assumptions, caution should be exercised in comparing </w:t>
      </w:r>
      <w:r w:rsidR="00731095">
        <w:t xml:space="preserve">Indigenous </w:t>
      </w:r>
      <w:r w:rsidR="001D2206">
        <w:t>participation rates.</w:t>
      </w:r>
    </w:p>
    <w:p w:rsidR="00EF482D" w:rsidRDefault="00EF482D" w:rsidP="00725CFC">
      <w:pPr>
        <w:pStyle w:val="Source"/>
      </w:pPr>
      <w:r w:rsidRPr="00EF482D">
        <w:rPr>
          <w:i/>
        </w:rPr>
        <w:t>Source</w:t>
      </w:r>
      <w:r>
        <w:t xml:space="preserve">: NCVER (unpublished) National VET provider collection; ABS (2009) </w:t>
      </w:r>
      <w:r w:rsidRPr="008A0CB8">
        <w:rPr>
          <w:i/>
        </w:rPr>
        <w:t>Population by Age and Sex, Australian States and Territories</w:t>
      </w:r>
      <w:r>
        <w:t xml:space="preserve">, (30 June data), Cat. no. 3201.0; ABS (2008) </w:t>
      </w:r>
      <w:r w:rsidRPr="008A0CB8">
        <w:rPr>
          <w:i/>
        </w:rPr>
        <w:t>Experimental Estimates and projections, Indigenous Australians, 1991 to 2021</w:t>
      </w:r>
      <w:r>
        <w:t>, Cat. no. 3238.0; Data cube– Projected population, Aboriginal and Torres Strait Islander Australians, Australia, states and territories, 2006–2021</w:t>
      </w:r>
      <w:r w:rsidR="00156D16">
        <w:t>; table SWD.C.1</w:t>
      </w:r>
      <w:r w:rsidR="000F0DB7">
        <w:t>8</w:t>
      </w:r>
      <w:r>
        <w:t>.</w:t>
      </w:r>
    </w:p>
    <w:p w:rsidR="00C46E14" w:rsidRDefault="00EF482D" w:rsidP="00EF482D">
      <w:pPr>
        <w:pStyle w:val="BodyText"/>
      </w:pPr>
      <w:r>
        <w:t>NCVER data show that</w:t>
      </w:r>
      <w:r w:rsidR="00320E5D">
        <w:t>,</w:t>
      </w:r>
      <w:r>
        <w:t xml:space="preserve"> in recent years</w:t>
      </w:r>
      <w:r w:rsidR="00320E5D">
        <w:t>,</w:t>
      </w:r>
      <w:r>
        <w:t xml:space="preserve"> Indigenous people have participated in </w:t>
      </w:r>
      <w:r w:rsidR="00C46E14">
        <w:t xml:space="preserve">VET study </w:t>
      </w:r>
      <w:r>
        <w:t>at a higher rate than their representation in the Australian population</w:t>
      </w:r>
      <w:r w:rsidR="00C46E14">
        <w:t xml:space="preserve"> (</w:t>
      </w:r>
      <w:r w:rsidR="00C46E14" w:rsidRPr="00C46E14">
        <w:t>t</w:t>
      </w:r>
      <w:r w:rsidR="00C46E14">
        <w:t>able </w:t>
      </w:r>
      <w:r w:rsidR="00C46E14" w:rsidRPr="00C46E14">
        <w:t>SWD.C.</w:t>
      </w:r>
      <w:r w:rsidR="00B9608B">
        <w:t>18</w:t>
      </w:r>
      <w:r w:rsidR="00C46E14">
        <w:t>). However, Indigenous people have lower rates of participation in higher education degree courses than non-Indigenous people (Universities Australia 2008).</w:t>
      </w:r>
    </w:p>
    <w:p w:rsidR="00C46E14" w:rsidRDefault="00C46E14" w:rsidP="00EF482D">
      <w:pPr>
        <w:pStyle w:val="BodyText"/>
      </w:pPr>
      <w:r>
        <w:t>At least part of this difference may be due to the higher proportion of Indigenous people living in rural and remote areas. As noted in the discussion on remoteness (below), y</w:t>
      </w:r>
      <w:r w:rsidRPr="00C46E14">
        <w:t xml:space="preserve">oung people living in rural areas have higher rates of participation in VET than those in more urban settings. </w:t>
      </w:r>
      <w:r>
        <w:t>In 2010, 26.9 per cent of Indigenous VET students lived in remote and very r</w:t>
      </w:r>
      <w:r w:rsidR="00AA3506">
        <w:t xml:space="preserve">emote regions, compared to 3.8 </w:t>
      </w:r>
      <w:r>
        <w:t>per cent of non</w:t>
      </w:r>
      <w:r>
        <w:noBreakHyphen/>
        <w:t>Indigenous VET students (NCVER 2010).</w:t>
      </w:r>
    </w:p>
    <w:p w:rsidR="00EF482D" w:rsidRDefault="00C46E14" w:rsidP="00EF482D">
      <w:pPr>
        <w:pStyle w:val="BodyText"/>
      </w:pPr>
      <w:r>
        <w:t>Indigenous VET students tend to undertake study</w:t>
      </w:r>
      <w:r w:rsidR="00EF482D">
        <w:t xml:space="preserve"> at lower qualification levels </w:t>
      </w:r>
      <w:r w:rsidR="00320E5D">
        <w:t xml:space="preserve">than non-Indigenous VET students </w:t>
      </w:r>
      <w:r w:rsidR="00AA3506">
        <w:t>(NCVER 2012;</w:t>
      </w:r>
      <w:r w:rsidR="00EF482D">
        <w:t xml:space="preserve"> Saunders et al. 2003)</w:t>
      </w:r>
      <w:r>
        <w:t xml:space="preserve">, and </w:t>
      </w:r>
      <w:r w:rsidR="00EF482D">
        <w:t>have higher rates of non</w:t>
      </w:r>
      <w:r w:rsidR="00715E2D">
        <w:t>-</w:t>
      </w:r>
      <w:r w:rsidR="00EF482D">
        <w:t xml:space="preserve">completion </w:t>
      </w:r>
      <w:r w:rsidR="00320E5D">
        <w:t xml:space="preserve">than non-Indigenous students </w:t>
      </w:r>
      <w:r w:rsidR="001D2206">
        <w:t>(Hunter 2010).</w:t>
      </w:r>
    </w:p>
    <w:p w:rsidR="00EF482D" w:rsidRDefault="00EF482D" w:rsidP="00EF482D">
      <w:pPr>
        <w:pStyle w:val="BodyText"/>
      </w:pPr>
      <w:r>
        <w:lastRenderedPageBreak/>
        <w:t xml:space="preserve">Data on </w:t>
      </w:r>
      <w:r w:rsidR="00320E5D">
        <w:t xml:space="preserve">VET </w:t>
      </w:r>
      <w:r>
        <w:t xml:space="preserve">participation by target age groups and Indigenous status for </w:t>
      </w:r>
      <w:r w:rsidR="002E41C5">
        <w:t xml:space="preserve">2008, </w:t>
      </w:r>
      <w:r>
        <w:t>200</w:t>
      </w:r>
      <w:r w:rsidR="003C65CC">
        <w:t>9</w:t>
      </w:r>
      <w:r>
        <w:t>, 20</w:t>
      </w:r>
      <w:r w:rsidR="003C65CC">
        <w:t>10</w:t>
      </w:r>
      <w:r>
        <w:t xml:space="preserve"> and 201</w:t>
      </w:r>
      <w:r w:rsidR="003C65CC">
        <w:t>1</w:t>
      </w:r>
      <w:r>
        <w:t xml:space="preserve"> are available in table SWD.C.</w:t>
      </w:r>
      <w:r w:rsidR="00156D16">
        <w:t>1</w:t>
      </w:r>
      <w:r w:rsidR="00554FEE">
        <w:t>8</w:t>
      </w:r>
      <w:r>
        <w:t>.</w:t>
      </w:r>
    </w:p>
    <w:p w:rsidR="003C65CC" w:rsidRDefault="003C65CC" w:rsidP="00725CFC">
      <w:pPr>
        <w:pStyle w:val="Heading5"/>
      </w:pPr>
      <w:r>
        <w:t>Language other than English (LOTE)</w:t>
      </w:r>
    </w:p>
    <w:p w:rsidR="003C65CC" w:rsidRDefault="003C65CC" w:rsidP="00725CFC">
      <w:pPr>
        <w:pStyle w:val="BodyText"/>
      </w:pPr>
      <w:r>
        <w:t xml:space="preserve">Nationally in 2011, </w:t>
      </w:r>
      <w:r w:rsidR="00B9608B">
        <w:t xml:space="preserve">15.3 </w:t>
      </w:r>
      <w:r>
        <w:t xml:space="preserve">per cent of VET students </w:t>
      </w:r>
      <w:r w:rsidRPr="003C65CC">
        <w:t xml:space="preserve">reported speaking a language other than English at home (table </w:t>
      </w:r>
      <w:r w:rsidR="000049B8">
        <w:t>9</w:t>
      </w:r>
      <w:r w:rsidRPr="003C65CC">
        <w:t xml:space="preserve">). In comparison, 15.8 per cent of the Australian population reported speaking a language other than English at home </w:t>
      </w:r>
      <w:r w:rsidR="00731095">
        <w:t xml:space="preserve">in 2006 </w:t>
      </w:r>
      <w:r w:rsidRPr="003C65CC">
        <w:t>(</w:t>
      </w:r>
      <w:r w:rsidR="00771B74">
        <w:t>2011 Census data were not available at the time of preparing this report</w:t>
      </w:r>
      <w:r w:rsidRPr="003C65CC">
        <w:t>).</w:t>
      </w:r>
    </w:p>
    <w:p w:rsidR="003C65CC" w:rsidRDefault="003C65CC" w:rsidP="00725CFC">
      <w:pPr>
        <w:pStyle w:val="TableTitle"/>
      </w:pPr>
      <w:r>
        <w:rPr>
          <w:b w:val="0"/>
        </w:rPr>
        <w:t xml:space="preserve">Table </w:t>
      </w:r>
      <w:bookmarkStart w:id="15" w:name="OLE_LINK13"/>
      <w:r w:rsidR="00503759">
        <w:rPr>
          <w:b w:val="0"/>
          <w:noProof/>
        </w:rPr>
        <w:t>9</w:t>
      </w:r>
      <w:bookmarkEnd w:id="15"/>
      <w:r>
        <w:tab/>
        <w:t xml:space="preserve">VET students, by language spoken at home, </w:t>
      </w:r>
      <w:r w:rsidR="000E3781">
        <w:t xml:space="preserve">2008, </w:t>
      </w:r>
      <w:r>
        <w:t>2009, 2010 and 2011 (per cent)</w:t>
      </w:r>
      <w:r w:rsidRPr="003C65CC">
        <w:rPr>
          <w:rStyle w:val="NoteLabel"/>
          <w:b/>
        </w:rPr>
        <w:t>a, b</w:t>
      </w:r>
    </w:p>
    <w:tbl>
      <w:tblPr>
        <w:tblW w:w="5000" w:type="pct"/>
        <w:tblCellMar>
          <w:left w:w="0" w:type="dxa"/>
          <w:right w:w="0" w:type="dxa"/>
        </w:tblCellMar>
        <w:tblLook w:val="0000" w:firstRow="0" w:lastRow="0" w:firstColumn="0" w:lastColumn="0" w:noHBand="0" w:noVBand="0"/>
      </w:tblPr>
      <w:tblGrid>
        <w:gridCol w:w="3014"/>
        <w:gridCol w:w="641"/>
        <w:gridCol w:w="641"/>
        <w:gridCol w:w="641"/>
        <w:gridCol w:w="642"/>
        <w:gridCol w:w="642"/>
        <w:gridCol w:w="642"/>
        <w:gridCol w:w="642"/>
        <w:gridCol w:w="642"/>
        <w:gridCol w:w="642"/>
      </w:tblGrid>
      <w:tr w:rsidR="003C65CC" w:rsidTr="00B9608B">
        <w:tc>
          <w:tcPr>
            <w:tcW w:w="1715" w:type="pct"/>
            <w:tcBorders>
              <w:top w:val="single" w:sz="6" w:space="0" w:color="auto"/>
              <w:bottom w:val="single" w:sz="6" w:space="0" w:color="auto"/>
            </w:tcBorders>
          </w:tcPr>
          <w:p w:rsidR="003C65CC" w:rsidRDefault="003C65CC" w:rsidP="000159BC">
            <w:pPr>
              <w:pStyle w:val="TableColumnHeading"/>
              <w:pBdr>
                <w:left w:val="single" w:sz="4" w:space="1" w:color="auto"/>
              </w:pBdr>
              <w:jc w:val="left"/>
            </w:pPr>
          </w:p>
        </w:tc>
        <w:tc>
          <w:tcPr>
            <w:tcW w:w="365" w:type="pct"/>
            <w:tcBorders>
              <w:top w:val="single" w:sz="6" w:space="0" w:color="auto"/>
              <w:bottom w:val="single" w:sz="6" w:space="0" w:color="auto"/>
            </w:tcBorders>
          </w:tcPr>
          <w:p w:rsidR="003C65CC" w:rsidRPr="009277A8" w:rsidRDefault="003C65CC" w:rsidP="000159BC">
            <w:pPr>
              <w:pStyle w:val="TableColumnHeading"/>
              <w:pBdr>
                <w:left w:val="single" w:sz="4" w:space="1" w:color="auto"/>
              </w:pBdr>
            </w:pPr>
            <w:r>
              <w:t>NSW</w:t>
            </w:r>
          </w:p>
        </w:tc>
        <w:tc>
          <w:tcPr>
            <w:tcW w:w="365" w:type="pct"/>
            <w:tcBorders>
              <w:top w:val="single" w:sz="6" w:space="0" w:color="auto"/>
              <w:bottom w:val="single" w:sz="6" w:space="0" w:color="auto"/>
            </w:tcBorders>
          </w:tcPr>
          <w:p w:rsidR="003C65CC" w:rsidRPr="009277A8" w:rsidRDefault="003C65CC" w:rsidP="000159BC">
            <w:pPr>
              <w:pStyle w:val="TableColumnHeading"/>
              <w:pBdr>
                <w:left w:val="single" w:sz="4" w:space="1" w:color="auto"/>
              </w:pBdr>
            </w:pPr>
            <w:r>
              <w:t>Vic</w:t>
            </w:r>
          </w:p>
        </w:tc>
        <w:tc>
          <w:tcPr>
            <w:tcW w:w="365" w:type="pct"/>
            <w:tcBorders>
              <w:top w:val="single" w:sz="6" w:space="0" w:color="auto"/>
              <w:bottom w:val="single" w:sz="6" w:space="0" w:color="auto"/>
            </w:tcBorders>
          </w:tcPr>
          <w:p w:rsidR="003C65CC" w:rsidRPr="009277A8" w:rsidRDefault="003C65CC" w:rsidP="000159BC">
            <w:pPr>
              <w:pStyle w:val="TableColumnHeading"/>
              <w:pBdr>
                <w:left w:val="single" w:sz="4" w:space="1" w:color="auto"/>
              </w:pBdr>
            </w:pPr>
            <w:r>
              <w:t>Qld</w:t>
            </w:r>
          </w:p>
        </w:tc>
        <w:tc>
          <w:tcPr>
            <w:tcW w:w="365" w:type="pct"/>
            <w:tcBorders>
              <w:top w:val="single" w:sz="6" w:space="0" w:color="auto"/>
              <w:bottom w:val="single" w:sz="6" w:space="0" w:color="auto"/>
            </w:tcBorders>
          </w:tcPr>
          <w:p w:rsidR="003C65CC" w:rsidRPr="009277A8" w:rsidRDefault="003C65CC" w:rsidP="000159BC">
            <w:pPr>
              <w:pStyle w:val="TableColumnHeading"/>
              <w:pBdr>
                <w:left w:val="single" w:sz="4" w:space="1" w:color="auto"/>
              </w:pBdr>
            </w:pPr>
            <w:r>
              <w:t>WA</w:t>
            </w:r>
          </w:p>
        </w:tc>
        <w:tc>
          <w:tcPr>
            <w:tcW w:w="365" w:type="pct"/>
            <w:tcBorders>
              <w:top w:val="single" w:sz="6" w:space="0" w:color="auto"/>
              <w:bottom w:val="single" w:sz="6" w:space="0" w:color="auto"/>
            </w:tcBorders>
          </w:tcPr>
          <w:p w:rsidR="003C65CC" w:rsidRPr="00DA2959" w:rsidRDefault="003C65CC" w:rsidP="000159BC">
            <w:pPr>
              <w:pStyle w:val="TableColumnHeading"/>
              <w:pBdr>
                <w:left w:val="single" w:sz="4" w:space="1" w:color="auto"/>
              </w:pBdr>
              <w:rPr>
                <w:rStyle w:val="NoteLabel"/>
                <w:b w:val="0"/>
              </w:rPr>
            </w:pPr>
            <w:r>
              <w:t>SA</w:t>
            </w:r>
          </w:p>
        </w:tc>
        <w:tc>
          <w:tcPr>
            <w:tcW w:w="365" w:type="pct"/>
            <w:tcBorders>
              <w:top w:val="single" w:sz="6" w:space="0" w:color="auto"/>
              <w:bottom w:val="single" w:sz="6" w:space="0" w:color="auto"/>
            </w:tcBorders>
          </w:tcPr>
          <w:p w:rsidR="003C65CC" w:rsidRPr="009277A8" w:rsidRDefault="003C65CC" w:rsidP="000159BC">
            <w:pPr>
              <w:pStyle w:val="TableColumnHeading"/>
              <w:pBdr>
                <w:left w:val="single" w:sz="4" w:space="1" w:color="auto"/>
              </w:pBdr>
            </w:pPr>
            <w:r>
              <w:t>Tas</w:t>
            </w:r>
          </w:p>
        </w:tc>
        <w:tc>
          <w:tcPr>
            <w:tcW w:w="365" w:type="pct"/>
            <w:tcBorders>
              <w:top w:val="single" w:sz="6" w:space="0" w:color="auto"/>
              <w:bottom w:val="single" w:sz="6" w:space="0" w:color="auto"/>
            </w:tcBorders>
          </w:tcPr>
          <w:p w:rsidR="003C65CC" w:rsidRPr="009277A8" w:rsidRDefault="003C65CC" w:rsidP="003F436C">
            <w:pPr>
              <w:pStyle w:val="TableColumnHeading"/>
              <w:pBdr>
                <w:left w:val="single" w:sz="4" w:space="1" w:color="auto"/>
              </w:pBdr>
            </w:pPr>
            <w:r>
              <w:t>ACT</w:t>
            </w:r>
          </w:p>
        </w:tc>
        <w:tc>
          <w:tcPr>
            <w:tcW w:w="365" w:type="pct"/>
            <w:tcBorders>
              <w:top w:val="single" w:sz="6" w:space="0" w:color="auto"/>
              <w:bottom w:val="single" w:sz="6" w:space="0" w:color="auto"/>
            </w:tcBorders>
          </w:tcPr>
          <w:p w:rsidR="003C65CC" w:rsidRPr="009277A8" w:rsidRDefault="003C65CC" w:rsidP="000159BC">
            <w:pPr>
              <w:pStyle w:val="TableColumnHeading"/>
              <w:pBdr>
                <w:left w:val="single" w:sz="4" w:space="1" w:color="auto"/>
              </w:pBdr>
            </w:pPr>
            <w:r>
              <w:t>NT</w:t>
            </w:r>
          </w:p>
        </w:tc>
        <w:tc>
          <w:tcPr>
            <w:tcW w:w="365" w:type="pct"/>
            <w:tcBorders>
              <w:top w:val="single" w:sz="6" w:space="0" w:color="auto"/>
              <w:bottom w:val="single" w:sz="6" w:space="0" w:color="auto"/>
            </w:tcBorders>
          </w:tcPr>
          <w:p w:rsidR="003C65CC" w:rsidRPr="009277A8" w:rsidRDefault="003C65CC" w:rsidP="000159BC">
            <w:pPr>
              <w:pStyle w:val="TableColumnHeading"/>
              <w:pBdr>
                <w:left w:val="single" w:sz="4" w:space="1" w:color="auto"/>
              </w:pBdr>
              <w:ind w:right="0"/>
            </w:pPr>
            <w:r>
              <w:t>Aust</w:t>
            </w:r>
          </w:p>
        </w:tc>
      </w:tr>
      <w:tr w:rsidR="00F72EA9" w:rsidTr="008F031B">
        <w:tc>
          <w:tcPr>
            <w:tcW w:w="1715" w:type="pct"/>
          </w:tcPr>
          <w:p w:rsidR="00F72EA9" w:rsidRPr="009277A8" w:rsidRDefault="00F72EA9" w:rsidP="000159BC">
            <w:pPr>
              <w:pStyle w:val="TableUnitsRow"/>
              <w:pBdr>
                <w:left w:val="single" w:sz="4" w:space="1" w:color="auto"/>
              </w:pBdr>
              <w:spacing w:after="40" w:line="240" w:lineRule="atLeast"/>
              <w:jc w:val="left"/>
              <w:rPr>
                <w:b/>
              </w:rPr>
            </w:pPr>
            <w:r w:rsidRPr="009277A8">
              <w:rPr>
                <w:b/>
              </w:rPr>
              <w:t>2008</w:t>
            </w: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pPr>
          </w:p>
        </w:tc>
        <w:tc>
          <w:tcPr>
            <w:tcW w:w="365" w:type="pct"/>
          </w:tcPr>
          <w:p w:rsidR="00F72EA9" w:rsidRPr="00281918" w:rsidRDefault="00F72EA9" w:rsidP="000159BC">
            <w:pPr>
              <w:pStyle w:val="TableUnitsRow"/>
              <w:pBdr>
                <w:left w:val="single" w:sz="4" w:space="1" w:color="auto"/>
              </w:pBdr>
              <w:ind w:right="0"/>
            </w:pPr>
          </w:p>
        </w:tc>
      </w:tr>
      <w:tr w:rsidR="00F72EA9" w:rsidTr="008F031B">
        <w:tc>
          <w:tcPr>
            <w:tcW w:w="1715" w:type="pct"/>
          </w:tcPr>
          <w:p w:rsidR="00F72EA9" w:rsidRPr="004A04C0" w:rsidRDefault="00F72EA9" w:rsidP="00B07E93">
            <w:pPr>
              <w:pStyle w:val="TableBodyText"/>
              <w:ind w:left="226" w:hanging="113"/>
              <w:jc w:val="left"/>
            </w:pPr>
            <w:r w:rsidRPr="004A04C0">
              <w:t>Speak</w:t>
            </w:r>
            <w:r>
              <w:t>s</w:t>
            </w:r>
            <w:r w:rsidRPr="004A04C0">
              <w:t xml:space="preserve"> </w:t>
            </w:r>
            <w:r>
              <w:t>LOTE at home</w:t>
            </w:r>
          </w:p>
        </w:tc>
        <w:tc>
          <w:tcPr>
            <w:tcW w:w="365" w:type="pct"/>
            <w:vAlign w:val="center"/>
          </w:tcPr>
          <w:p w:rsidR="00F72EA9" w:rsidRPr="00281918" w:rsidRDefault="00F72EA9" w:rsidP="000159BC">
            <w:pPr>
              <w:pStyle w:val="TableBodyText"/>
              <w:pBdr>
                <w:left w:val="single" w:sz="4" w:space="1" w:color="auto"/>
              </w:pBdr>
            </w:pPr>
            <w:r>
              <w:rPr>
                <w:rFonts w:cs="Arial"/>
              </w:rPr>
              <w:t xml:space="preserve"> 17.5</w:t>
            </w:r>
          </w:p>
        </w:tc>
        <w:tc>
          <w:tcPr>
            <w:tcW w:w="365" w:type="pct"/>
            <w:vAlign w:val="center"/>
          </w:tcPr>
          <w:p w:rsidR="00F72EA9" w:rsidRPr="00281918" w:rsidRDefault="00F72EA9" w:rsidP="000159BC">
            <w:pPr>
              <w:pStyle w:val="TableBodyText"/>
              <w:pBdr>
                <w:left w:val="single" w:sz="4" w:space="1" w:color="auto"/>
              </w:pBdr>
            </w:pPr>
            <w:r>
              <w:rPr>
                <w:rFonts w:cs="Arial"/>
              </w:rPr>
              <w:t xml:space="preserve"> 16.1</w:t>
            </w:r>
          </w:p>
        </w:tc>
        <w:tc>
          <w:tcPr>
            <w:tcW w:w="365" w:type="pct"/>
            <w:vAlign w:val="center"/>
          </w:tcPr>
          <w:p w:rsidR="00F72EA9" w:rsidRPr="00281918" w:rsidRDefault="00F72EA9" w:rsidP="000159BC">
            <w:pPr>
              <w:pStyle w:val="TableBodyText"/>
              <w:pBdr>
                <w:left w:val="single" w:sz="4" w:space="1" w:color="auto"/>
              </w:pBdr>
            </w:pPr>
            <w:r>
              <w:rPr>
                <w:rFonts w:cs="Arial"/>
              </w:rPr>
              <w:t xml:space="preserve"> 8.2</w:t>
            </w:r>
          </w:p>
        </w:tc>
        <w:tc>
          <w:tcPr>
            <w:tcW w:w="365" w:type="pct"/>
            <w:vAlign w:val="center"/>
          </w:tcPr>
          <w:p w:rsidR="00F72EA9" w:rsidRPr="00281918" w:rsidRDefault="00F72EA9" w:rsidP="000159BC">
            <w:pPr>
              <w:pStyle w:val="TableBodyText"/>
              <w:pBdr>
                <w:left w:val="single" w:sz="4" w:space="1" w:color="auto"/>
              </w:pBdr>
            </w:pPr>
            <w:r>
              <w:rPr>
                <w:rFonts w:cs="Arial"/>
              </w:rPr>
              <w:t xml:space="preserve"> 15.6</w:t>
            </w:r>
          </w:p>
        </w:tc>
        <w:tc>
          <w:tcPr>
            <w:tcW w:w="365" w:type="pct"/>
            <w:vAlign w:val="center"/>
          </w:tcPr>
          <w:p w:rsidR="00F72EA9" w:rsidRPr="00281918" w:rsidRDefault="00F72EA9" w:rsidP="000159BC">
            <w:pPr>
              <w:pStyle w:val="TableBodyText"/>
              <w:pBdr>
                <w:left w:val="single" w:sz="4" w:space="1" w:color="auto"/>
              </w:pBdr>
            </w:pPr>
            <w:r>
              <w:rPr>
                <w:rFonts w:cs="Arial"/>
              </w:rPr>
              <w:t xml:space="preserve"> 11.9</w:t>
            </w:r>
          </w:p>
        </w:tc>
        <w:tc>
          <w:tcPr>
            <w:tcW w:w="365" w:type="pct"/>
            <w:vAlign w:val="center"/>
          </w:tcPr>
          <w:p w:rsidR="00F72EA9" w:rsidRPr="00281918" w:rsidRDefault="00F72EA9" w:rsidP="000159BC">
            <w:pPr>
              <w:pStyle w:val="TableBodyText"/>
              <w:pBdr>
                <w:left w:val="single" w:sz="4" w:space="1" w:color="auto"/>
              </w:pBdr>
            </w:pPr>
            <w:r>
              <w:rPr>
                <w:rFonts w:cs="Arial"/>
              </w:rPr>
              <w:t xml:space="preserve"> 4.3</w:t>
            </w:r>
          </w:p>
        </w:tc>
        <w:tc>
          <w:tcPr>
            <w:tcW w:w="365" w:type="pct"/>
            <w:vAlign w:val="center"/>
          </w:tcPr>
          <w:p w:rsidR="00F72EA9" w:rsidRPr="00281918" w:rsidRDefault="00F72EA9" w:rsidP="000159BC">
            <w:pPr>
              <w:pStyle w:val="TableBodyText"/>
              <w:pBdr>
                <w:left w:val="single" w:sz="4" w:space="1" w:color="auto"/>
              </w:pBdr>
            </w:pPr>
            <w:r>
              <w:rPr>
                <w:rFonts w:cs="Arial"/>
              </w:rPr>
              <w:t xml:space="preserve"> 7.3</w:t>
            </w:r>
          </w:p>
        </w:tc>
        <w:tc>
          <w:tcPr>
            <w:tcW w:w="365" w:type="pct"/>
            <w:vAlign w:val="center"/>
          </w:tcPr>
          <w:p w:rsidR="00F72EA9" w:rsidRPr="00281918" w:rsidRDefault="00F72EA9" w:rsidP="000159BC">
            <w:pPr>
              <w:pStyle w:val="TableBodyText"/>
              <w:pBdr>
                <w:left w:val="single" w:sz="4" w:space="1" w:color="auto"/>
              </w:pBdr>
            </w:pPr>
            <w:r>
              <w:rPr>
                <w:rFonts w:cs="Arial"/>
              </w:rPr>
              <w:t xml:space="preserve"> 31.2</w:t>
            </w:r>
          </w:p>
        </w:tc>
        <w:tc>
          <w:tcPr>
            <w:tcW w:w="365" w:type="pct"/>
            <w:vAlign w:val="center"/>
          </w:tcPr>
          <w:p w:rsidR="00F72EA9" w:rsidRPr="00281918" w:rsidRDefault="00F72EA9" w:rsidP="000159BC">
            <w:pPr>
              <w:pStyle w:val="TableBodyText"/>
              <w:pBdr>
                <w:left w:val="single" w:sz="4" w:space="1" w:color="auto"/>
              </w:pBdr>
              <w:ind w:right="0"/>
            </w:pPr>
            <w:r>
              <w:rPr>
                <w:rFonts w:cs="Arial"/>
              </w:rPr>
              <w:t xml:space="preserve"> 14.6</w:t>
            </w:r>
          </w:p>
        </w:tc>
      </w:tr>
      <w:tr w:rsidR="00F72EA9" w:rsidTr="008F031B">
        <w:tc>
          <w:tcPr>
            <w:tcW w:w="1715" w:type="pct"/>
          </w:tcPr>
          <w:p w:rsidR="00F72EA9" w:rsidRPr="004A04C0" w:rsidRDefault="00F72EA9" w:rsidP="00B07E93">
            <w:pPr>
              <w:pStyle w:val="TableBodyText"/>
              <w:ind w:left="113"/>
              <w:jc w:val="left"/>
            </w:pPr>
            <w:r w:rsidRPr="004A04C0">
              <w:t>Speak</w:t>
            </w:r>
            <w:r>
              <w:t>s</w:t>
            </w:r>
            <w:r w:rsidRPr="004A04C0">
              <w:t xml:space="preserve"> English at home</w:t>
            </w:r>
          </w:p>
        </w:tc>
        <w:tc>
          <w:tcPr>
            <w:tcW w:w="365" w:type="pct"/>
            <w:vAlign w:val="center"/>
          </w:tcPr>
          <w:p w:rsidR="00F72EA9" w:rsidRPr="00281918" w:rsidRDefault="00F72EA9" w:rsidP="000159BC">
            <w:pPr>
              <w:pStyle w:val="TableBodyText"/>
              <w:pBdr>
                <w:left w:val="single" w:sz="4" w:space="1" w:color="auto"/>
              </w:pBdr>
            </w:pPr>
            <w:r>
              <w:rPr>
                <w:rFonts w:cs="Arial"/>
              </w:rPr>
              <w:t xml:space="preserve"> 69.4</w:t>
            </w:r>
          </w:p>
        </w:tc>
        <w:tc>
          <w:tcPr>
            <w:tcW w:w="365" w:type="pct"/>
            <w:vAlign w:val="center"/>
          </w:tcPr>
          <w:p w:rsidR="00F72EA9" w:rsidRPr="00281918" w:rsidRDefault="00F72EA9" w:rsidP="000159BC">
            <w:pPr>
              <w:pStyle w:val="TableBodyText"/>
              <w:pBdr>
                <w:left w:val="single" w:sz="4" w:space="1" w:color="auto"/>
              </w:pBdr>
            </w:pPr>
            <w:r>
              <w:rPr>
                <w:rFonts w:cs="Arial"/>
              </w:rPr>
              <w:t xml:space="preserve"> 75.4</w:t>
            </w:r>
          </w:p>
        </w:tc>
        <w:tc>
          <w:tcPr>
            <w:tcW w:w="365" w:type="pct"/>
            <w:vAlign w:val="center"/>
          </w:tcPr>
          <w:p w:rsidR="00F72EA9" w:rsidRPr="00281918" w:rsidRDefault="00F72EA9" w:rsidP="000159BC">
            <w:pPr>
              <w:pStyle w:val="TableBodyText"/>
              <w:pBdr>
                <w:left w:val="single" w:sz="4" w:space="1" w:color="auto"/>
              </w:pBdr>
            </w:pPr>
            <w:r>
              <w:rPr>
                <w:rFonts w:cs="Arial"/>
              </w:rPr>
              <w:t xml:space="preserve"> 86.1</w:t>
            </w:r>
          </w:p>
        </w:tc>
        <w:tc>
          <w:tcPr>
            <w:tcW w:w="365" w:type="pct"/>
            <w:vAlign w:val="center"/>
          </w:tcPr>
          <w:p w:rsidR="00F72EA9" w:rsidRPr="00281918" w:rsidRDefault="00F72EA9" w:rsidP="000159BC">
            <w:pPr>
              <w:pStyle w:val="TableBodyText"/>
              <w:pBdr>
                <w:left w:val="single" w:sz="4" w:space="1" w:color="auto"/>
              </w:pBdr>
            </w:pPr>
            <w:r>
              <w:rPr>
                <w:rFonts w:cs="Arial"/>
              </w:rPr>
              <w:t xml:space="preserve"> 59.4</w:t>
            </w:r>
          </w:p>
        </w:tc>
        <w:tc>
          <w:tcPr>
            <w:tcW w:w="365" w:type="pct"/>
            <w:vAlign w:val="center"/>
          </w:tcPr>
          <w:p w:rsidR="00F72EA9" w:rsidRPr="00281918" w:rsidRDefault="00F72EA9" w:rsidP="000159BC">
            <w:pPr>
              <w:pStyle w:val="TableBodyText"/>
              <w:pBdr>
                <w:left w:val="single" w:sz="4" w:space="1" w:color="auto"/>
              </w:pBdr>
            </w:pPr>
            <w:r>
              <w:rPr>
                <w:rFonts w:cs="Arial"/>
              </w:rPr>
              <w:t xml:space="preserve"> 79.8</w:t>
            </w:r>
          </w:p>
        </w:tc>
        <w:tc>
          <w:tcPr>
            <w:tcW w:w="365" w:type="pct"/>
            <w:vAlign w:val="center"/>
          </w:tcPr>
          <w:p w:rsidR="00F72EA9" w:rsidRPr="00281918" w:rsidRDefault="00F72EA9" w:rsidP="000159BC">
            <w:pPr>
              <w:pStyle w:val="TableBodyText"/>
              <w:pBdr>
                <w:left w:val="single" w:sz="4" w:space="1" w:color="auto"/>
              </w:pBdr>
            </w:pPr>
            <w:r>
              <w:rPr>
                <w:rFonts w:cs="Arial"/>
              </w:rPr>
              <w:t xml:space="preserve"> 92.5</w:t>
            </w:r>
          </w:p>
        </w:tc>
        <w:tc>
          <w:tcPr>
            <w:tcW w:w="365" w:type="pct"/>
            <w:vAlign w:val="center"/>
          </w:tcPr>
          <w:p w:rsidR="00F72EA9" w:rsidRPr="00281918" w:rsidRDefault="00F72EA9" w:rsidP="000159BC">
            <w:pPr>
              <w:pStyle w:val="TableBodyText"/>
              <w:pBdr>
                <w:left w:val="single" w:sz="4" w:space="1" w:color="auto"/>
              </w:pBdr>
            </w:pPr>
            <w:r>
              <w:rPr>
                <w:rFonts w:cs="Arial"/>
              </w:rPr>
              <w:t xml:space="preserve"> 84.9</w:t>
            </w:r>
          </w:p>
        </w:tc>
        <w:tc>
          <w:tcPr>
            <w:tcW w:w="365" w:type="pct"/>
            <w:vAlign w:val="center"/>
          </w:tcPr>
          <w:p w:rsidR="00F72EA9" w:rsidRPr="00281918" w:rsidRDefault="00F72EA9" w:rsidP="000159BC">
            <w:pPr>
              <w:pStyle w:val="TableBodyText"/>
              <w:pBdr>
                <w:left w:val="single" w:sz="4" w:space="1" w:color="auto"/>
              </w:pBdr>
            </w:pPr>
            <w:r>
              <w:rPr>
                <w:rFonts w:cs="Arial"/>
              </w:rPr>
              <w:t xml:space="preserve"> 65.2</w:t>
            </w:r>
          </w:p>
        </w:tc>
        <w:tc>
          <w:tcPr>
            <w:tcW w:w="365" w:type="pct"/>
            <w:vAlign w:val="center"/>
          </w:tcPr>
          <w:p w:rsidR="00F72EA9" w:rsidRPr="00281918" w:rsidRDefault="00F72EA9" w:rsidP="000159BC">
            <w:pPr>
              <w:pStyle w:val="TableBodyText"/>
              <w:pBdr>
                <w:left w:val="single" w:sz="4" w:space="1" w:color="auto"/>
              </w:pBdr>
              <w:ind w:right="0"/>
            </w:pPr>
            <w:r>
              <w:rPr>
                <w:rFonts w:cs="Arial"/>
              </w:rPr>
              <w:t xml:space="preserve"> 74.7</w:t>
            </w:r>
          </w:p>
        </w:tc>
      </w:tr>
      <w:tr w:rsidR="003C65CC" w:rsidTr="00B9608B">
        <w:tc>
          <w:tcPr>
            <w:tcW w:w="1715" w:type="pct"/>
          </w:tcPr>
          <w:p w:rsidR="003C65CC" w:rsidRPr="009277A8" w:rsidRDefault="003C65CC" w:rsidP="000159BC">
            <w:pPr>
              <w:pStyle w:val="TableUnitsRow"/>
              <w:pBdr>
                <w:left w:val="single" w:sz="4" w:space="1" w:color="auto"/>
              </w:pBdr>
              <w:spacing w:after="40" w:line="240" w:lineRule="atLeast"/>
              <w:jc w:val="left"/>
              <w:rPr>
                <w:b/>
              </w:rPr>
            </w:pPr>
            <w:r w:rsidRPr="009277A8">
              <w:rPr>
                <w:b/>
              </w:rPr>
              <w:t>20</w:t>
            </w:r>
            <w:r>
              <w:rPr>
                <w:b/>
              </w:rPr>
              <w:t>09</w:t>
            </w: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pPr>
          </w:p>
        </w:tc>
        <w:tc>
          <w:tcPr>
            <w:tcW w:w="365" w:type="pct"/>
          </w:tcPr>
          <w:p w:rsidR="003C65CC" w:rsidRPr="00281918" w:rsidRDefault="003C65CC" w:rsidP="000159BC">
            <w:pPr>
              <w:pStyle w:val="TableUnitsRow"/>
              <w:pBdr>
                <w:left w:val="single" w:sz="4" w:space="1" w:color="auto"/>
              </w:pBdr>
              <w:ind w:right="0"/>
            </w:pPr>
          </w:p>
        </w:tc>
      </w:tr>
      <w:tr w:rsidR="003C65CC" w:rsidTr="00B9608B">
        <w:tc>
          <w:tcPr>
            <w:tcW w:w="1715" w:type="pct"/>
          </w:tcPr>
          <w:p w:rsidR="003C65CC" w:rsidRPr="004A04C0" w:rsidRDefault="003C65CC" w:rsidP="00B07E93">
            <w:pPr>
              <w:pStyle w:val="TableBodyText"/>
              <w:ind w:left="226" w:hanging="113"/>
              <w:jc w:val="left"/>
            </w:pPr>
            <w:r w:rsidRPr="004A04C0">
              <w:t>Speak</w:t>
            </w:r>
            <w:r>
              <w:t>s</w:t>
            </w:r>
            <w:r w:rsidRPr="004A04C0">
              <w:t xml:space="preserve"> </w:t>
            </w:r>
            <w:r>
              <w:t>LOTE at home</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17.9</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17.4</w:t>
            </w:r>
          </w:p>
        </w:tc>
        <w:tc>
          <w:tcPr>
            <w:tcW w:w="365" w:type="pct"/>
            <w:vAlign w:val="center"/>
          </w:tcPr>
          <w:p w:rsidR="003C65CC" w:rsidRPr="00281918" w:rsidRDefault="003C65CC" w:rsidP="000159BC">
            <w:pPr>
              <w:pStyle w:val="TableBodyText"/>
              <w:pBdr>
                <w:left w:val="single" w:sz="4" w:space="1" w:color="auto"/>
              </w:pBdr>
            </w:pPr>
            <w:r>
              <w:rPr>
                <w:rFonts w:cs="Arial"/>
              </w:rPr>
              <w:t xml:space="preserve"> 8.9</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11.7</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12.3</w:t>
            </w:r>
          </w:p>
        </w:tc>
        <w:tc>
          <w:tcPr>
            <w:tcW w:w="365" w:type="pct"/>
            <w:vAlign w:val="center"/>
          </w:tcPr>
          <w:p w:rsidR="003C65CC" w:rsidRPr="00281918" w:rsidRDefault="003C65CC" w:rsidP="000159BC">
            <w:pPr>
              <w:pStyle w:val="TableBodyText"/>
              <w:pBdr>
                <w:left w:val="single" w:sz="4" w:space="1" w:color="auto"/>
              </w:pBdr>
            </w:pPr>
            <w:r>
              <w:rPr>
                <w:rFonts w:cs="Arial"/>
              </w:rPr>
              <w:t xml:space="preserve"> 4.2</w:t>
            </w:r>
          </w:p>
        </w:tc>
        <w:tc>
          <w:tcPr>
            <w:tcW w:w="365" w:type="pct"/>
            <w:vAlign w:val="center"/>
          </w:tcPr>
          <w:p w:rsidR="003C65CC" w:rsidRPr="00281918" w:rsidRDefault="003C65CC" w:rsidP="000159BC">
            <w:pPr>
              <w:pStyle w:val="TableBodyText"/>
              <w:pBdr>
                <w:left w:val="single" w:sz="4" w:space="1" w:color="auto"/>
              </w:pBdr>
            </w:pPr>
            <w:r>
              <w:rPr>
                <w:rFonts w:cs="Arial"/>
              </w:rPr>
              <w:t xml:space="preserve"> 7.4</w:t>
            </w:r>
          </w:p>
        </w:tc>
        <w:tc>
          <w:tcPr>
            <w:tcW w:w="365" w:type="pct"/>
            <w:vAlign w:val="center"/>
          </w:tcPr>
          <w:p w:rsidR="003C65CC" w:rsidRPr="00281918" w:rsidRDefault="003C65CC" w:rsidP="000159BC">
            <w:pPr>
              <w:pStyle w:val="TableBodyText"/>
              <w:pBdr>
                <w:left w:val="single" w:sz="4" w:space="1" w:color="auto"/>
              </w:pBdr>
            </w:pPr>
            <w:r>
              <w:rPr>
                <w:rFonts w:cs="Arial"/>
              </w:rPr>
              <w:t xml:space="preserve"> 29.2</w:t>
            </w:r>
          </w:p>
        </w:tc>
        <w:tc>
          <w:tcPr>
            <w:tcW w:w="365" w:type="pct"/>
            <w:vAlign w:val="center"/>
          </w:tcPr>
          <w:p w:rsidR="003C65CC" w:rsidRPr="00281918" w:rsidRDefault="003C65CC" w:rsidP="000159BC">
            <w:pPr>
              <w:pStyle w:val="TableBodyText"/>
              <w:pBdr>
                <w:left w:val="single" w:sz="4" w:space="1" w:color="auto"/>
              </w:pBdr>
              <w:ind w:right="0"/>
            </w:pPr>
            <w:r>
              <w:rPr>
                <w:rFonts w:cs="Arial"/>
              </w:rPr>
              <w:t xml:space="preserve"> 14.9</w:t>
            </w:r>
          </w:p>
        </w:tc>
      </w:tr>
      <w:tr w:rsidR="003C65CC" w:rsidTr="00B9608B">
        <w:tc>
          <w:tcPr>
            <w:tcW w:w="1715" w:type="pct"/>
          </w:tcPr>
          <w:p w:rsidR="003C65CC" w:rsidRPr="004A04C0" w:rsidRDefault="003C65CC" w:rsidP="00B07E93">
            <w:pPr>
              <w:pStyle w:val="TableBodyText"/>
              <w:ind w:left="113"/>
              <w:jc w:val="left"/>
            </w:pPr>
            <w:r w:rsidRPr="004A04C0">
              <w:t>Speak</w:t>
            </w:r>
            <w:r>
              <w:t>s</w:t>
            </w:r>
            <w:r w:rsidRPr="004A04C0">
              <w:t xml:space="preserve"> English at home</w:t>
            </w:r>
          </w:p>
        </w:tc>
        <w:tc>
          <w:tcPr>
            <w:tcW w:w="365" w:type="pct"/>
            <w:vAlign w:val="center"/>
          </w:tcPr>
          <w:p w:rsidR="003C65CC" w:rsidRPr="00281918" w:rsidRDefault="003C65CC" w:rsidP="000159BC">
            <w:pPr>
              <w:pStyle w:val="TableBodyText"/>
              <w:pBdr>
                <w:left w:val="single" w:sz="4" w:space="1" w:color="auto"/>
              </w:pBdr>
            </w:pPr>
            <w:r>
              <w:rPr>
                <w:rFonts w:cs="Arial"/>
              </w:rPr>
              <w:t xml:space="preserve"> 71.0</w:t>
            </w:r>
          </w:p>
        </w:tc>
        <w:tc>
          <w:tcPr>
            <w:tcW w:w="365" w:type="pct"/>
            <w:vAlign w:val="center"/>
          </w:tcPr>
          <w:p w:rsidR="003C65CC" w:rsidRPr="00281918" w:rsidRDefault="003C65CC" w:rsidP="000159BC">
            <w:pPr>
              <w:pStyle w:val="TableBodyText"/>
              <w:pBdr>
                <w:left w:val="single" w:sz="4" w:space="1" w:color="auto"/>
              </w:pBdr>
            </w:pPr>
            <w:r>
              <w:rPr>
                <w:rFonts w:cs="Arial"/>
              </w:rPr>
              <w:t xml:space="preserve"> 74.3</w:t>
            </w:r>
          </w:p>
        </w:tc>
        <w:tc>
          <w:tcPr>
            <w:tcW w:w="365" w:type="pct"/>
            <w:vAlign w:val="center"/>
          </w:tcPr>
          <w:p w:rsidR="003C65CC" w:rsidRPr="00281918" w:rsidRDefault="003C65CC" w:rsidP="000159BC">
            <w:pPr>
              <w:pStyle w:val="TableBodyText"/>
              <w:pBdr>
                <w:left w:val="single" w:sz="4" w:space="1" w:color="auto"/>
              </w:pBdr>
            </w:pPr>
            <w:r>
              <w:rPr>
                <w:rFonts w:cs="Arial"/>
              </w:rPr>
              <w:t xml:space="preserve"> 84.8</w:t>
            </w:r>
          </w:p>
        </w:tc>
        <w:tc>
          <w:tcPr>
            <w:tcW w:w="365" w:type="pct"/>
            <w:vAlign w:val="center"/>
          </w:tcPr>
          <w:p w:rsidR="003C65CC" w:rsidRPr="00281918" w:rsidRDefault="003C65CC" w:rsidP="000159BC">
            <w:pPr>
              <w:pStyle w:val="TableBodyText"/>
              <w:pBdr>
                <w:left w:val="single" w:sz="4" w:space="1" w:color="auto"/>
              </w:pBdr>
            </w:pPr>
            <w:r>
              <w:rPr>
                <w:rFonts w:cs="Arial"/>
              </w:rPr>
              <w:t xml:space="preserve"> 64.8</w:t>
            </w:r>
          </w:p>
        </w:tc>
        <w:tc>
          <w:tcPr>
            <w:tcW w:w="365" w:type="pct"/>
            <w:vAlign w:val="center"/>
          </w:tcPr>
          <w:p w:rsidR="003C65CC" w:rsidRPr="00281918" w:rsidRDefault="003C65CC" w:rsidP="000159BC">
            <w:pPr>
              <w:pStyle w:val="TableBodyText"/>
              <w:pBdr>
                <w:left w:val="single" w:sz="4" w:space="1" w:color="auto"/>
              </w:pBdr>
            </w:pPr>
            <w:r>
              <w:rPr>
                <w:rFonts w:cs="Arial"/>
              </w:rPr>
              <w:t xml:space="preserve"> 73.4</w:t>
            </w:r>
          </w:p>
        </w:tc>
        <w:tc>
          <w:tcPr>
            <w:tcW w:w="365" w:type="pct"/>
            <w:vAlign w:val="center"/>
          </w:tcPr>
          <w:p w:rsidR="003C65CC" w:rsidRPr="00281918" w:rsidRDefault="003C65CC" w:rsidP="000159BC">
            <w:pPr>
              <w:pStyle w:val="TableBodyText"/>
              <w:pBdr>
                <w:left w:val="single" w:sz="4" w:space="1" w:color="auto"/>
              </w:pBdr>
            </w:pPr>
            <w:r>
              <w:rPr>
                <w:rFonts w:cs="Arial"/>
              </w:rPr>
              <w:t xml:space="preserve"> 92.1</w:t>
            </w:r>
          </w:p>
        </w:tc>
        <w:tc>
          <w:tcPr>
            <w:tcW w:w="365" w:type="pct"/>
            <w:vAlign w:val="center"/>
          </w:tcPr>
          <w:p w:rsidR="003C65CC" w:rsidRPr="00281918" w:rsidRDefault="003C65CC" w:rsidP="000159BC">
            <w:pPr>
              <w:pStyle w:val="TableBodyText"/>
              <w:pBdr>
                <w:left w:val="single" w:sz="4" w:space="1" w:color="auto"/>
              </w:pBdr>
            </w:pPr>
            <w:r>
              <w:rPr>
                <w:rFonts w:cs="Arial"/>
              </w:rPr>
              <w:t xml:space="preserve"> 85.4</w:t>
            </w:r>
          </w:p>
        </w:tc>
        <w:tc>
          <w:tcPr>
            <w:tcW w:w="365" w:type="pct"/>
            <w:vAlign w:val="center"/>
          </w:tcPr>
          <w:p w:rsidR="003C65CC" w:rsidRPr="00281918" w:rsidRDefault="003C65CC" w:rsidP="000159BC">
            <w:pPr>
              <w:pStyle w:val="TableBodyText"/>
              <w:pBdr>
                <w:left w:val="single" w:sz="4" w:space="1" w:color="auto"/>
              </w:pBdr>
            </w:pPr>
            <w:r>
              <w:rPr>
                <w:rFonts w:cs="Arial"/>
              </w:rPr>
              <w:t xml:space="preserve"> 65.9</w:t>
            </w:r>
          </w:p>
        </w:tc>
        <w:tc>
          <w:tcPr>
            <w:tcW w:w="365" w:type="pct"/>
            <w:vAlign w:val="center"/>
          </w:tcPr>
          <w:p w:rsidR="003C65CC" w:rsidRPr="00281918" w:rsidRDefault="003C65CC" w:rsidP="000159BC">
            <w:pPr>
              <w:pStyle w:val="TableBodyText"/>
              <w:pBdr>
                <w:left w:val="single" w:sz="4" w:space="1" w:color="auto"/>
              </w:pBdr>
              <w:ind w:right="0"/>
            </w:pPr>
            <w:r>
              <w:rPr>
                <w:rFonts w:cs="Arial"/>
              </w:rPr>
              <w:t xml:space="preserve"> 74.6</w:t>
            </w:r>
          </w:p>
        </w:tc>
      </w:tr>
      <w:tr w:rsidR="003C65CC" w:rsidTr="00B9608B">
        <w:tc>
          <w:tcPr>
            <w:tcW w:w="1715" w:type="pct"/>
          </w:tcPr>
          <w:p w:rsidR="003C65CC" w:rsidRPr="009A2CB5" w:rsidRDefault="003C65CC" w:rsidP="000159BC">
            <w:pPr>
              <w:pStyle w:val="TableUnitsRow"/>
              <w:pBdr>
                <w:left w:val="single" w:sz="4" w:space="1" w:color="auto"/>
              </w:pBdr>
              <w:spacing w:after="40" w:line="240" w:lineRule="atLeast"/>
              <w:jc w:val="left"/>
            </w:pPr>
            <w:r>
              <w:rPr>
                <w:b/>
              </w:rPr>
              <w:t>2010</w:t>
            </w: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pPr>
          </w:p>
        </w:tc>
        <w:tc>
          <w:tcPr>
            <w:tcW w:w="365" w:type="pct"/>
          </w:tcPr>
          <w:p w:rsidR="003C65CC" w:rsidRPr="00281918" w:rsidRDefault="003C65CC" w:rsidP="000159BC">
            <w:pPr>
              <w:pStyle w:val="TableBodyText"/>
              <w:pBdr>
                <w:left w:val="single" w:sz="4" w:space="1" w:color="auto"/>
              </w:pBdr>
              <w:ind w:right="0"/>
            </w:pPr>
          </w:p>
        </w:tc>
      </w:tr>
      <w:tr w:rsidR="003C65CC" w:rsidTr="00B9608B">
        <w:tc>
          <w:tcPr>
            <w:tcW w:w="1715" w:type="pct"/>
          </w:tcPr>
          <w:p w:rsidR="003C65CC" w:rsidRPr="004A04C0" w:rsidRDefault="003C65CC" w:rsidP="00B07E93">
            <w:pPr>
              <w:pStyle w:val="TableBodyText"/>
              <w:ind w:left="226" w:hanging="113"/>
              <w:jc w:val="left"/>
            </w:pPr>
            <w:r w:rsidRPr="004A04C0">
              <w:t>Speak</w:t>
            </w:r>
            <w:r>
              <w:t>s</w:t>
            </w:r>
            <w:r w:rsidRPr="004A04C0">
              <w:t xml:space="preserve"> a </w:t>
            </w:r>
            <w:r>
              <w:t>LOTE at home</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18.2</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17.4</w:t>
            </w:r>
          </w:p>
        </w:tc>
        <w:tc>
          <w:tcPr>
            <w:tcW w:w="365" w:type="pct"/>
            <w:vAlign w:val="center"/>
          </w:tcPr>
          <w:p w:rsidR="003C65CC" w:rsidRPr="00281918" w:rsidRDefault="003C65CC" w:rsidP="000159BC">
            <w:pPr>
              <w:pStyle w:val="TableBodyText"/>
              <w:pBdr>
                <w:left w:val="single" w:sz="4" w:space="1" w:color="auto"/>
              </w:pBdr>
            </w:pPr>
            <w:r>
              <w:rPr>
                <w:rFonts w:cs="Arial"/>
              </w:rPr>
              <w:t xml:space="preserve"> 8.5</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11.9</w:t>
            </w:r>
          </w:p>
        </w:tc>
        <w:tc>
          <w:tcPr>
            <w:tcW w:w="365" w:type="pct"/>
            <w:vAlign w:val="center"/>
          </w:tcPr>
          <w:p w:rsidR="003C65CC" w:rsidRPr="00281918" w:rsidRDefault="003C65CC" w:rsidP="000159BC">
            <w:pPr>
              <w:pStyle w:val="TableBodyText"/>
              <w:pBdr>
                <w:left w:val="single" w:sz="4" w:space="1" w:color="auto"/>
              </w:pBdr>
            </w:pPr>
            <w:r>
              <w:rPr>
                <w:rFonts w:cs="Arial"/>
              </w:rPr>
              <w:t xml:space="preserve"> 14.1</w:t>
            </w:r>
          </w:p>
        </w:tc>
        <w:tc>
          <w:tcPr>
            <w:tcW w:w="365" w:type="pct"/>
            <w:vAlign w:val="center"/>
          </w:tcPr>
          <w:p w:rsidR="003C65CC" w:rsidRPr="00281918" w:rsidRDefault="003C65CC" w:rsidP="000159BC">
            <w:pPr>
              <w:pStyle w:val="TableBodyText"/>
              <w:pBdr>
                <w:left w:val="single" w:sz="4" w:space="1" w:color="auto"/>
              </w:pBdr>
            </w:pPr>
            <w:r>
              <w:rPr>
                <w:rFonts w:cs="Arial"/>
              </w:rPr>
              <w:t xml:space="preserve"> 4.4</w:t>
            </w:r>
          </w:p>
        </w:tc>
        <w:tc>
          <w:tcPr>
            <w:tcW w:w="365" w:type="pct"/>
            <w:vAlign w:val="center"/>
          </w:tcPr>
          <w:p w:rsidR="003C65CC" w:rsidRPr="00281918" w:rsidRDefault="003C65CC" w:rsidP="000159BC">
            <w:pPr>
              <w:pStyle w:val="TableBodyText"/>
              <w:pBdr>
                <w:left w:val="single" w:sz="4" w:space="1" w:color="auto"/>
              </w:pBdr>
            </w:pPr>
            <w:r>
              <w:rPr>
                <w:rFonts w:cs="Arial"/>
              </w:rPr>
              <w:t xml:space="preserve"> 6.9</w:t>
            </w:r>
          </w:p>
        </w:tc>
        <w:tc>
          <w:tcPr>
            <w:tcW w:w="365" w:type="pct"/>
            <w:vAlign w:val="center"/>
          </w:tcPr>
          <w:p w:rsidR="003C65CC" w:rsidRPr="00281918" w:rsidRDefault="003C65CC" w:rsidP="000159BC">
            <w:pPr>
              <w:pStyle w:val="TableBodyText"/>
              <w:pBdr>
                <w:left w:val="single" w:sz="4" w:space="1" w:color="auto"/>
              </w:pBdr>
            </w:pPr>
            <w:r>
              <w:rPr>
                <w:rFonts w:cs="Arial"/>
              </w:rPr>
              <w:t xml:space="preserve"> 31.0</w:t>
            </w:r>
          </w:p>
        </w:tc>
        <w:tc>
          <w:tcPr>
            <w:tcW w:w="365" w:type="pct"/>
            <w:vAlign w:val="center"/>
          </w:tcPr>
          <w:p w:rsidR="003C65CC" w:rsidRPr="00281918" w:rsidRDefault="003C65CC" w:rsidP="000159BC">
            <w:pPr>
              <w:pStyle w:val="TableBodyText"/>
              <w:pBdr>
                <w:left w:val="single" w:sz="4" w:space="1" w:color="auto"/>
              </w:pBdr>
              <w:ind w:right="0"/>
            </w:pPr>
            <w:r>
              <w:rPr>
                <w:rFonts w:cs="Arial"/>
              </w:rPr>
              <w:t xml:space="preserve"> 15.1</w:t>
            </w:r>
          </w:p>
        </w:tc>
      </w:tr>
      <w:tr w:rsidR="003C65CC" w:rsidTr="00B9608B">
        <w:tc>
          <w:tcPr>
            <w:tcW w:w="1715" w:type="pct"/>
          </w:tcPr>
          <w:p w:rsidR="003C65CC" w:rsidRPr="004A04C0" w:rsidRDefault="003C65CC" w:rsidP="00B07E93">
            <w:pPr>
              <w:pStyle w:val="TableBodyText"/>
              <w:ind w:left="113"/>
              <w:jc w:val="left"/>
            </w:pPr>
            <w:r w:rsidRPr="004A04C0">
              <w:t>Speak</w:t>
            </w:r>
            <w:r>
              <w:t>s</w:t>
            </w:r>
            <w:r w:rsidRPr="004A04C0">
              <w:t xml:space="preserve"> English at home</w:t>
            </w:r>
          </w:p>
        </w:tc>
        <w:tc>
          <w:tcPr>
            <w:tcW w:w="365" w:type="pct"/>
            <w:vAlign w:val="center"/>
          </w:tcPr>
          <w:p w:rsidR="003C65CC" w:rsidRPr="00A7574C" w:rsidRDefault="003C65CC" w:rsidP="000159BC">
            <w:pPr>
              <w:pStyle w:val="TableBodyText"/>
              <w:pBdr>
                <w:left w:val="single" w:sz="4" w:space="1" w:color="auto"/>
              </w:pBdr>
            </w:pPr>
            <w:r>
              <w:rPr>
                <w:rFonts w:cs="Arial"/>
              </w:rPr>
              <w:t xml:space="preserve"> 75.0</w:t>
            </w:r>
          </w:p>
        </w:tc>
        <w:tc>
          <w:tcPr>
            <w:tcW w:w="365" w:type="pct"/>
            <w:vAlign w:val="center"/>
          </w:tcPr>
          <w:p w:rsidR="003C65CC" w:rsidRPr="00A7574C" w:rsidRDefault="003C65CC" w:rsidP="000159BC">
            <w:pPr>
              <w:pStyle w:val="TableBodyText"/>
              <w:pBdr>
                <w:left w:val="single" w:sz="4" w:space="1" w:color="auto"/>
              </w:pBdr>
            </w:pPr>
            <w:r>
              <w:rPr>
                <w:rFonts w:cs="Arial"/>
              </w:rPr>
              <w:t xml:space="preserve"> 76.5</w:t>
            </w:r>
          </w:p>
        </w:tc>
        <w:tc>
          <w:tcPr>
            <w:tcW w:w="365" w:type="pct"/>
            <w:vAlign w:val="center"/>
          </w:tcPr>
          <w:p w:rsidR="003C65CC" w:rsidRPr="00A7574C" w:rsidRDefault="003C65CC" w:rsidP="000159BC">
            <w:pPr>
              <w:pStyle w:val="TableBodyText"/>
              <w:pBdr>
                <w:left w:val="single" w:sz="4" w:space="1" w:color="auto"/>
              </w:pBdr>
            </w:pPr>
            <w:r>
              <w:rPr>
                <w:rFonts w:cs="Arial"/>
              </w:rPr>
              <w:t xml:space="preserve"> 84.0</w:t>
            </w:r>
          </w:p>
        </w:tc>
        <w:tc>
          <w:tcPr>
            <w:tcW w:w="365" w:type="pct"/>
            <w:vAlign w:val="center"/>
          </w:tcPr>
          <w:p w:rsidR="003C65CC" w:rsidRPr="00A7574C" w:rsidRDefault="003C65CC" w:rsidP="000159BC">
            <w:pPr>
              <w:pStyle w:val="TableBodyText"/>
              <w:pBdr>
                <w:left w:val="single" w:sz="4" w:space="1" w:color="auto"/>
              </w:pBdr>
            </w:pPr>
            <w:r>
              <w:rPr>
                <w:rFonts w:cs="Arial"/>
              </w:rPr>
              <w:t xml:space="preserve"> 65.6</w:t>
            </w:r>
          </w:p>
        </w:tc>
        <w:tc>
          <w:tcPr>
            <w:tcW w:w="365" w:type="pct"/>
            <w:vAlign w:val="center"/>
          </w:tcPr>
          <w:p w:rsidR="003C65CC" w:rsidRPr="00A7574C" w:rsidRDefault="003C65CC" w:rsidP="000159BC">
            <w:pPr>
              <w:pStyle w:val="TableBodyText"/>
              <w:pBdr>
                <w:left w:val="single" w:sz="4" w:space="1" w:color="auto"/>
              </w:pBdr>
            </w:pPr>
            <w:r>
              <w:rPr>
                <w:rFonts w:cs="Arial"/>
              </w:rPr>
              <w:t xml:space="preserve"> 78.8</w:t>
            </w:r>
          </w:p>
        </w:tc>
        <w:tc>
          <w:tcPr>
            <w:tcW w:w="365" w:type="pct"/>
            <w:vAlign w:val="center"/>
          </w:tcPr>
          <w:p w:rsidR="003C65CC" w:rsidRPr="00A7574C" w:rsidRDefault="003C65CC" w:rsidP="000159BC">
            <w:pPr>
              <w:pStyle w:val="TableBodyText"/>
              <w:pBdr>
                <w:left w:val="single" w:sz="4" w:space="1" w:color="auto"/>
              </w:pBdr>
            </w:pPr>
            <w:r>
              <w:rPr>
                <w:rFonts w:cs="Arial"/>
              </w:rPr>
              <w:t xml:space="preserve"> 91.6</w:t>
            </w:r>
          </w:p>
        </w:tc>
        <w:tc>
          <w:tcPr>
            <w:tcW w:w="365" w:type="pct"/>
            <w:vAlign w:val="center"/>
          </w:tcPr>
          <w:p w:rsidR="003C65CC" w:rsidRPr="00A7574C" w:rsidRDefault="003C65CC" w:rsidP="00B9608B">
            <w:pPr>
              <w:pStyle w:val="TableBodyText"/>
              <w:pBdr>
                <w:left w:val="single" w:sz="4" w:space="1" w:color="auto"/>
              </w:pBdr>
            </w:pPr>
            <w:r>
              <w:rPr>
                <w:rFonts w:cs="Arial"/>
              </w:rPr>
              <w:t xml:space="preserve"> 78.</w:t>
            </w:r>
            <w:r w:rsidR="00B9608B">
              <w:rPr>
                <w:rFonts w:cs="Arial"/>
              </w:rPr>
              <w:t>7</w:t>
            </w:r>
          </w:p>
        </w:tc>
        <w:tc>
          <w:tcPr>
            <w:tcW w:w="365" w:type="pct"/>
            <w:vAlign w:val="center"/>
          </w:tcPr>
          <w:p w:rsidR="003C65CC" w:rsidRPr="00A7574C" w:rsidRDefault="003C65CC" w:rsidP="000159BC">
            <w:pPr>
              <w:pStyle w:val="TableBodyText"/>
              <w:pBdr>
                <w:left w:val="single" w:sz="4" w:space="1" w:color="auto"/>
              </w:pBdr>
            </w:pPr>
            <w:r>
              <w:rPr>
                <w:rFonts w:cs="Arial"/>
              </w:rPr>
              <w:t xml:space="preserve"> 64.7</w:t>
            </w:r>
          </w:p>
        </w:tc>
        <w:tc>
          <w:tcPr>
            <w:tcW w:w="365" w:type="pct"/>
            <w:vAlign w:val="center"/>
          </w:tcPr>
          <w:p w:rsidR="003C65CC" w:rsidRPr="00A7574C" w:rsidRDefault="003C65CC" w:rsidP="000159BC">
            <w:pPr>
              <w:pStyle w:val="TableBodyText"/>
              <w:pBdr>
                <w:left w:val="single" w:sz="4" w:space="1" w:color="auto"/>
              </w:pBdr>
              <w:ind w:right="0"/>
            </w:pPr>
            <w:r>
              <w:rPr>
                <w:rFonts w:cs="Arial"/>
              </w:rPr>
              <w:t xml:space="preserve"> 76.7</w:t>
            </w:r>
          </w:p>
        </w:tc>
      </w:tr>
      <w:tr w:rsidR="003C65CC" w:rsidRPr="00F60204" w:rsidTr="00B9608B">
        <w:tc>
          <w:tcPr>
            <w:tcW w:w="1715" w:type="pct"/>
          </w:tcPr>
          <w:p w:rsidR="003C65CC" w:rsidRPr="00F60204" w:rsidRDefault="003C65CC" w:rsidP="000159BC">
            <w:pPr>
              <w:pStyle w:val="TableUnitsRow"/>
              <w:pBdr>
                <w:left w:val="single" w:sz="4" w:space="1" w:color="auto"/>
              </w:pBdr>
              <w:spacing w:after="40" w:line="240" w:lineRule="atLeast"/>
              <w:jc w:val="left"/>
              <w:rPr>
                <w:b/>
              </w:rPr>
            </w:pPr>
            <w:r w:rsidRPr="009277A8">
              <w:rPr>
                <w:b/>
              </w:rPr>
              <w:t>20</w:t>
            </w:r>
            <w:r>
              <w:rPr>
                <w:b/>
              </w:rPr>
              <w:t>11</w:t>
            </w: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c>
          <w:tcPr>
            <w:tcW w:w="365" w:type="pct"/>
          </w:tcPr>
          <w:p w:rsidR="003C65CC" w:rsidRPr="00281918" w:rsidRDefault="003C65CC" w:rsidP="000159BC">
            <w:pPr>
              <w:pStyle w:val="TableUnitsRow"/>
              <w:pBdr>
                <w:left w:val="single" w:sz="4" w:space="1" w:color="auto"/>
              </w:pBdr>
              <w:spacing w:after="40" w:line="240" w:lineRule="atLeast"/>
              <w:jc w:val="left"/>
              <w:rPr>
                <w:b/>
              </w:rPr>
            </w:pPr>
          </w:p>
        </w:tc>
      </w:tr>
      <w:tr w:rsidR="00B9608B" w:rsidTr="00B9608B">
        <w:tc>
          <w:tcPr>
            <w:tcW w:w="1715" w:type="pct"/>
          </w:tcPr>
          <w:p w:rsidR="00B9608B" w:rsidRDefault="00B9608B" w:rsidP="00725CFC">
            <w:pPr>
              <w:pStyle w:val="TableBodyText"/>
              <w:ind w:left="113"/>
              <w:jc w:val="left"/>
            </w:pPr>
            <w:r w:rsidRPr="004A04C0">
              <w:t>Speak</w:t>
            </w:r>
            <w:r>
              <w:t>s</w:t>
            </w:r>
            <w:r w:rsidRPr="004A04C0">
              <w:t xml:space="preserve"> a </w:t>
            </w:r>
            <w:r>
              <w:t>LOTE at home</w:t>
            </w:r>
          </w:p>
        </w:tc>
        <w:tc>
          <w:tcPr>
            <w:tcW w:w="365" w:type="pct"/>
          </w:tcPr>
          <w:p w:rsidR="00B9608B" w:rsidRPr="00B9608B" w:rsidRDefault="00B9608B" w:rsidP="00B9608B">
            <w:pPr>
              <w:pStyle w:val="TableBodyText"/>
              <w:rPr>
                <w:rFonts w:cs="Arial"/>
              </w:rPr>
            </w:pPr>
            <w:r w:rsidRPr="00B9608B">
              <w:rPr>
                <w:rFonts w:cs="Arial"/>
              </w:rPr>
              <w:t xml:space="preserve">  18.0</w:t>
            </w:r>
          </w:p>
        </w:tc>
        <w:tc>
          <w:tcPr>
            <w:tcW w:w="365" w:type="pct"/>
          </w:tcPr>
          <w:p w:rsidR="00B9608B" w:rsidRPr="00B9608B" w:rsidRDefault="00B9608B" w:rsidP="00B9608B">
            <w:pPr>
              <w:pStyle w:val="TableBodyText"/>
              <w:rPr>
                <w:rFonts w:cs="Arial"/>
              </w:rPr>
            </w:pPr>
            <w:r w:rsidRPr="00B9608B">
              <w:rPr>
                <w:rFonts w:cs="Arial"/>
              </w:rPr>
              <w:t xml:space="preserve">  18.1</w:t>
            </w:r>
          </w:p>
        </w:tc>
        <w:tc>
          <w:tcPr>
            <w:tcW w:w="365" w:type="pct"/>
          </w:tcPr>
          <w:p w:rsidR="00B9608B" w:rsidRPr="00B9608B" w:rsidRDefault="00B9608B" w:rsidP="00B9608B">
            <w:pPr>
              <w:pStyle w:val="TableBodyText"/>
              <w:rPr>
                <w:rFonts w:cs="Arial"/>
              </w:rPr>
            </w:pPr>
            <w:r w:rsidRPr="00B9608B">
              <w:rPr>
                <w:rFonts w:cs="Arial"/>
              </w:rPr>
              <w:t xml:space="preserve">  8.1</w:t>
            </w:r>
          </w:p>
        </w:tc>
        <w:tc>
          <w:tcPr>
            <w:tcW w:w="365" w:type="pct"/>
          </w:tcPr>
          <w:p w:rsidR="00B9608B" w:rsidRPr="00B9608B" w:rsidRDefault="00B9608B" w:rsidP="00B9608B">
            <w:pPr>
              <w:pStyle w:val="TableBodyText"/>
              <w:rPr>
                <w:rFonts w:cs="Arial"/>
              </w:rPr>
            </w:pPr>
            <w:r w:rsidRPr="00B9608B">
              <w:rPr>
                <w:rFonts w:cs="Arial"/>
              </w:rPr>
              <w:t xml:space="preserve">  12.6</w:t>
            </w:r>
          </w:p>
        </w:tc>
        <w:tc>
          <w:tcPr>
            <w:tcW w:w="365" w:type="pct"/>
          </w:tcPr>
          <w:p w:rsidR="00B9608B" w:rsidRPr="00B9608B" w:rsidRDefault="00B9608B" w:rsidP="00B9608B">
            <w:pPr>
              <w:pStyle w:val="TableBodyText"/>
              <w:rPr>
                <w:rFonts w:cs="Arial"/>
              </w:rPr>
            </w:pPr>
            <w:r w:rsidRPr="00B9608B">
              <w:rPr>
                <w:rFonts w:cs="Arial"/>
              </w:rPr>
              <w:t xml:space="preserve">  12.9</w:t>
            </w:r>
          </w:p>
        </w:tc>
        <w:tc>
          <w:tcPr>
            <w:tcW w:w="365" w:type="pct"/>
          </w:tcPr>
          <w:p w:rsidR="00B9608B" w:rsidRPr="00B9608B" w:rsidRDefault="00B9608B" w:rsidP="00B9608B">
            <w:pPr>
              <w:pStyle w:val="TableBodyText"/>
              <w:rPr>
                <w:rFonts w:cs="Arial"/>
              </w:rPr>
            </w:pPr>
            <w:r w:rsidRPr="00B9608B">
              <w:rPr>
                <w:rFonts w:cs="Arial"/>
              </w:rPr>
              <w:t xml:space="preserve">  4.5</w:t>
            </w:r>
          </w:p>
        </w:tc>
        <w:tc>
          <w:tcPr>
            <w:tcW w:w="365" w:type="pct"/>
          </w:tcPr>
          <w:p w:rsidR="00B9608B" w:rsidRPr="00B9608B" w:rsidRDefault="00B9608B" w:rsidP="00B9608B">
            <w:pPr>
              <w:pStyle w:val="TableBodyText"/>
              <w:rPr>
                <w:rFonts w:cs="Arial"/>
              </w:rPr>
            </w:pPr>
            <w:r w:rsidRPr="00B9608B">
              <w:rPr>
                <w:rFonts w:cs="Arial"/>
              </w:rPr>
              <w:t xml:space="preserve">  8.4</w:t>
            </w:r>
          </w:p>
        </w:tc>
        <w:tc>
          <w:tcPr>
            <w:tcW w:w="365" w:type="pct"/>
          </w:tcPr>
          <w:p w:rsidR="00B9608B" w:rsidRPr="00B9608B" w:rsidRDefault="00B9608B" w:rsidP="00B9608B">
            <w:pPr>
              <w:pStyle w:val="TableBodyText"/>
              <w:rPr>
                <w:rFonts w:cs="Arial"/>
              </w:rPr>
            </w:pPr>
            <w:r w:rsidRPr="00B9608B">
              <w:rPr>
                <w:rFonts w:cs="Arial"/>
              </w:rPr>
              <w:t xml:space="preserve">  31.6</w:t>
            </w:r>
          </w:p>
        </w:tc>
        <w:tc>
          <w:tcPr>
            <w:tcW w:w="365" w:type="pct"/>
          </w:tcPr>
          <w:p w:rsidR="00B9608B" w:rsidRPr="00B9608B" w:rsidRDefault="00B9608B" w:rsidP="00B9608B">
            <w:pPr>
              <w:pStyle w:val="TableBodyText"/>
              <w:ind w:right="0"/>
              <w:rPr>
                <w:rFonts w:cs="Arial"/>
              </w:rPr>
            </w:pPr>
            <w:r w:rsidRPr="00B9608B">
              <w:rPr>
                <w:rFonts w:cs="Arial"/>
              </w:rPr>
              <w:t xml:space="preserve">  15.3</w:t>
            </w:r>
          </w:p>
        </w:tc>
      </w:tr>
      <w:tr w:rsidR="00B9608B" w:rsidRPr="00A7574C" w:rsidTr="00B07E93">
        <w:tc>
          <w:tcPr>
            <w:tcW w:w="1715" w:type="pct"/>
          </w:tcPr>
          <w:p w:rsidR="00B9608B" w:rsidRDefault="00B9608B" w:rsidP="00725CFC">
            <w:pPr>
              <w:pStyle w:val="TableBodyText"/>
              <w:ind w:left="226" w:hanging="113"/>
              <w:jc w:val="left"/>
            </w:pPr>
            <w:r w:rsidRPr="004A04C0">
              <w:t>Speak</w:t>
            </w:r>
            <w:r>
              <w:t>s</w:t>
            </w:r>
            <w:r w:rsidRPr="004A04C0">
              <w:t xml:space="preserve"> English at home</w:t>
            </w:r>
          </w:p>
        </w:tc>
        <w:tc>
          <w:tcPr>
            <w:tcW w:w="365" w:type="pct"/>
          </w:tcPr>
          <w:p w:rsidR="00B9608B" w:rsidRPr="00B9608B" w:rsidRDefault="00B9608B" w:rsidP="00B9608B">
            <w:pPr>
              <w:pStyle w:val="TableBodyText"/>
              <w:rPr>
                <w:rFonts w:cs="Arial"/>
              </w:rPr>
            </w:pPr>
            <w:r w:rsidRPr="00B9608B">
              <w:rPr>
                <w:rFonts w:cs="Arial"/>
              </w:rPr>
              <w:t xml:space="preserve">  76.4</w:t>
            </w:r>
          </w:p>
        </w:tc>
        <w:tc>
          <w:tcPr>
            <w:tcW w:w="365" w:type="pct"/>
          </w:tcPr>
          <w:p w:rsidR="00B9608B" w:rsidRPr="00B9608B" w:rsidRDefault="00B9608B" w:rsidP="00B9608B">
            <w:pPr>
              <w:pStyle w:val="TableBodyText"/>
              <w:rPr>
                <w:rFonts w:cs="Arial"/>
              </w:rPr>
            </w:pPr>
            <w:r w:rsidRPr="00B9608B">
              <w:rPr>
                <w:rFonts w:cs="Arial"/>
              </w:rPr>
              <w:t xml:space="preserve">  78.1</w:t>
            </w:r>
          </w:p>
        </w:tc>
        <w:tc>
          <w:tcPr>
            <w:tcW w:w="365" w:type="pct"/>
          </w:tcPr>
          <w:p w:rsidR="00B9608B" w:rsidRPr="00B9608B" w:rsidRDefault="00B9608B" w:rsidP="00B9608B">
            <w:pPr>
              <w:pStyle w:val="TableBodyText"/>
              <w:rPr>
                <w:rFonts w:cs="Arial"/>
              </w:rPr>
            </w:pPr>
            <w:r w:rsidRPr="00B9608B">
              <w:rPr>
                <w:rFonts w:cs="Arial"/>
              </w:rPr>
              <w:t xml:space="preserve">  85.1</w:t>
            </w:r>
          </w:p>
        </w:tc>
        <w:tc>
          <w:tcPr>
            <w:tcW w:w="365" w:type="pct"/>
          </w:tcPr>
          <w:p w:rsidR="00B9608B" w:rsidRPr="00B9608B" w:rsidRDefault="00B9608B" w:rsidP="00B9608B">
            <w:pPr>
              <w:pStyle w:val="TableBodyText"/>
              <w:rPr>
                <w:rFonts w:cs="Arial"/>
              </w:rPr>
            </w:pPr>
            <w:r w:rsidRPr="00B9608B">
              <w:rPr>
                <w:rFonts w:cs="Arial"/>
              </w:rPr>
              <w:t xml:space="preserve">  65.1</w:t>
            </w:r>
          </w:p>
        </w:tc>
        <w:tc>
          <w:tcPr>
            <w:tcW w:w="365" w:type="pct"/>
          </w:tcPr>
          <w:p w:rsidR="00B9608B" w:rsidRPr="00B9608B" w:rsidRDefault="00B9608B" w:rsidP="00B9608B">
            <w:pPr>
              <w:pStyle w:val="TableBodyText"/>
              <w:rPr>
                <w:rFonts w:cs="Arial"/>
              </w:rPr>
            </w:pPr>
            <w:r w:rsidRPr="00B9608B">
              <w:rPr>
                <w:rFonts w:cs="Arial"/>
              </w:rPr>
              <w:t xml:space="preserve">  71.6</w:t>
            </w:r>
          </w:p>
        </w:tc>
        <w:tc>
          <w:tcPr>
            <w:tcW w:w="365" w:type="pct"/>
          </w:tcPr>
          <w:p w:rsidR="00B9608B" w:rsidRPr="00B9608B" w:rsidRDefault="00B9608B" w:rsidP="00B9608B">
            <w:pPr>
              <w:pStyle w:val="TableBodyText"/>
              <w:rPr>
                <w:rFonts w:cs="Arial"/>
              </w:rPr>
            </w:pPr>
            <w:r w:rsidRPr="00B9608B">
              <w:rPr>
                <w:rFonts w:cs="Arial"/>
              </w:rPr>
              <w:t xml:space="preserve">  92.6</w:t>
            </w:r>
          </w:p>
        </w:tc>
        <w:tc>
          <w:tcPr>
            <w:tcW w:w="365" w:type="pct"/>
          </w:tcPr>
          <w:p w:rsidR="00B9608B" w:rsidRPr="00B9608B" w:rsidRDefault="00B9608B" w:rsidP="00B9608B">
            <w:pPr>
              <w:pStyle w:val="TableBodyText"/>
              <w:rPr>
                <w:rFonts w:cs="Arial"/>
              </w:rPr>
            </w:pPr>
            <w:r w:rsidRPr="00B9608B">
              <w:rPr>
                <w:rFonts w:cs="Arial"/>
              </w:rPr>
              <w:t xml:space="preserve">  75.0</w:t>
            </w:r>
          </w:p>
        </w:tc>
        <w:tc>
          <w:tcPr>
            <w:tcW w:w="365" w:type="pct"/>
          </w:tcPr>
          <w:p w:rsidR="00B9608B" w:rsidRPr="00B9608B" w:rsidRDefault="00B9608B" w:rsidP="00B9608B">
            <w:pPr>
              <w:pStyle w:val="TableBodyText"/>
              <w:rPr>
                <w:rFonts w:cs="Arial"/>
              </w:rPr>
            </w:pPr>
            <w:r w:rsidRPr="00B9608B">
              <w:rPr>
                <w:rFonts w:cs="Arial"/>
              </w:rPr>
              <w:t xml:space="preserve">  64.1</w:t>
            </w:r>
          </w:p>
        </w:tc>
        <w:tc>
          <w:tcPr>
            <w:tcW w:w="365" w:type="pct"/>
          </w:tcPr>
          <w:p w:rsidR="00B9608B" w:rsidRPr="00B9608B" w:rsidRDefault="00B9608B" w:rsidP="00B9608B">
            <w:pPr>
              <w:pStyle w:val="TableBodyText"/>
              <w:ind w:right="0"/>
              <w:rPr>
                <w:rFonts w:cs="Arial"/>
              </w:rPr>
            </w:pPr>
            <w:r w:rsidRPr="00B9608B">
              <w:rPr>
                <w:rFonts w:cs="Arial"/>
              </w:rPr>
              <w:t xml:space="preserve">  77.3</w:t>
            </w:r>
          </w:p>
        </w:tc>
      </w:tr>
      <w:tr w:rsidR="003C65CC" w:rsidRPr="00A7574C" w:rsidTr="00B07E93">
        <w:tc>
          <w:tcPr>
            <w:tcW w:w="1715" w:type="pct"/>
          </w:tcPr>
          <w:p w:rsidR="003C65CC" w:rsidRPr="003A75BA" w:rsidRDefault="003C65CC" w:rsidP="00B07E93">
            <w:pPr>
              <w:pStyle w:val="TableBodyText"/>
              <w:spacing w:before="80"/>
              <w:ind w:left="0"/>
              <w:jc w:val="left"/>
              <w:rPr>
                <w:b/>
              </w:rPr>
            </w:pPr>
            <w:r w:rsidRPr="003A75BA">
              <w:rPr>
                <w:b/>
              </w:rPr>
              <w:t>Total population, 2006</w:t>
            </w:r>
            <w:r w:rsidR="003F436C" w:rsidRPr="003F436C">
              <w:rPr>
                <w:rStyle w:val="NoteLabel"/>
              </w:rPr>
              <w:t>c</w:t>
            </w:r>
            <w:r>
              <w:rPr>
                <w:b/>
              </w:rPr>
              <w:t xml:space="preserve"> </w:t>
            </w: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c>
          <w:tcPr>
            <w:tcW w:w="365" w:type="pct"/>
          </w:tcPr>
          <w:p w:rsidR="003C65CC" w:rsidRPr="00A7574C" w:rsidRDefault="003C65CC" w:rsidP="00B07E93">
            <w:pPr>
              <w:pStyle w:val="TableBodyText"/>
              <w:ind w:left="226" w:hanging="113"/>
              <w:jc w:val="left"/>
            </w:pPr>
          </w:p>
        </w:tc>
      </w:tr>
      <w:tr w:rsidR="003C65CC" w:rsidRPr="00236066" w:rsidTr="00B9608B">
        <w:tc>
          <w:tcPr>
            <w:tcW w:w="1715" w:type="pct"/>
            <w:tcBorders>
              <w:bottom w:val="single" w:sz="4" w:space="0" w:color="auto"/>
            </w:tcBorders>
          </w:tcPr>
          <w:p w:rsidR="003C65CC" w:rsidRPr="007E4F67" w:rsidRDefault="003C65CC" w:rsidP="00B07E93">
            <w:pPr>
              <w:pStyle w:val="TableBodyText"/>
              <w:ind w:left="226" w:hanging="113"/>
              <w:jc w:val="left"/>
            </w:pPr>
            <w:r w:rsidRPr="007E4F67">
              <w:t>Proportion of total population speaking LOTE at home</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20.1</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20.4</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7.8</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11.6</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12.2</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3.5</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14.6</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rPr>
                <w:rFonts w:cs="Arial"/>
              </w:rPr>
            </w:pPr>
            <w:r>
              <w:rPr>
                <w:rFonts w:cs="Arial"/>
                <w:color w:val="333333"/>
              </w:rPr>
              <w:t xml:space="preserve"> 23.2</w:t>
            </w:r>
          </w:p>
        </w:tc>
        <w:tc>
          <w:tcPr>
            <w:tcW w:w="365" w:type="pct"/>
            <w:tcBorders>
              <w:bottom w:val="single" w:sz="4" w:space="0" w:color="auto"/>
            </w:tcBorders>
            <w:vAlign w:val="center"/>
          </w:tcPr>
          <w:p w:rsidR="003C65CC" w:rsidRPr="007E4F67" w:rsidRDefault="003C65CC" w:rsidP="000159BC">
            <w:pPr>
              <w:pStyle w:val="TableBodyText"/>
              <w:pBdr>
                <w:left w:val="single" w:sz="4" w:space="1" w:color="auto"/>
              </w:pBdr>
              <w:ind w:right="0"/>
              <w:rPr>
                <w:rFonts w:cs="Arial"/>
              </w:rPr>
            </w:pPr>
            <w:r>
              <w:rPr>
                <w:rFonts w:cs="Arial"/>
              </w:rPr>
              <w:t xml:space="preserve"> </w:t>
            </w:r>
            <w:r w:rsidRPr="00236066">
              <w:rPr>
                <w:rFonts w:cs="Arial"/>
              </w:rPr>
              <w:t>15.8</w:t>
            </w:r>
          </w:p>
        </w:tc>
      </w:tr>
    </w:tbl>
    <w:p w:rsidR="003C65CC" w:rsidRPr="007B1024" w:rsidRDefault="003C65CC" w:rsidP="00725CFC">
      <w:pPr>
        <w:pStyle w:val="Note"/>
        <w:rPr>
          <w:rStyle w:val="NoteLabel"/>
          <w:b w:val="0"/>
        </w:rPr>
      </w:pPr>
      <w:r w:rsidRPr="007B1024">
        <w:rPr>
          <w:rStyle w:val="NoteLabel"/>
          <w:b w:val="0"/>
        </w:rPr>
        <w:t>LOTE = language other than English</w:t>
      </w:r>
    </w:p>
    <w:p w:rsidR="003C65CC" w:rsidRPr="00876D97" w:rsidRDefault="003C65CC" w:rsidP="00725CFC">
      <w:pPr>
        <w:pStyle w:val="Note"/>
      </w:pPr>
      <w:r w:rsidRPr="009277A8">
        <w:rPr>
          <w:rStyle w:val="NoteLabel"/>
        </w:rPr>
        <w:t>a</w:t>
      </w:r>
      <w:r>
        <w:rPr>
          <w:szCs w:val="18"/>
        </w:rPr>
        <w:sym w:font="Symbol" w:char="F020"/>
      </w:r>
      <w:r w:rsidRPr="00D87873">
        <w:t xml:space="preserve">Refer to the </w:t>
      </w:r>
      <w:r>
        <w:t xml:space="preserve">National </w:t>
      </w:r>
      <w:r w:rsidRPr="00D87873">
        <w:t xml:space="preserve">VET Provider Collection Data Quality Statement for information on </w:t>
      </w:r>
      <w:r>
        <w:t>data quality</w:t>
      </w:r>
      <w:r w:rsidRPr="00D87873">
        <w:t xml:space="preserve">. </w:t>
      </w:r>
      <w:r>
        <w:rPr>
          <w:rStyle w:val="NoteLabel"/>
        </w:rPr>
        <w:t>b </w:t>
      </w:r>
      <w:r w:rsidRPr="00456B88">
        <w:t>People</w:t>
      </w:r>
      <w:r>
        <w:t xml:space="preserve"> reported as speaking LOTE at home</w:t>
      </w:r>
      <w:r w:rsidRPr="00456B88">
        <w:t xml:space="preserve"> are defined as those who self-identify on enrolment forms that they </w:t>
      </w:r>
      <w:r>
        <w:t>speak LOTE at home</w:t>
      </w:r>
      <w:r w:rsidRPr="00456B88">
        <w:t>. Not all students respond to the relevant question on the enrolment form</w:t>
      </w:r>
      <w:r>
        <w:t>.</w:t>
      </w:r>
      <w:r w:rsidR="003F436C">
        <w:t xml:space="preserve"> </w:t>
      </w:r>
      <w:r w:rsidR="003F436C">
        <w:rPr>
          <w:rStyle w:val="NoteLabel"/>
        </w:rPr>
        <w:t>c</w:t>
      </w:r>
      <w:r>
        <w:rPr>
          <w:rStyle w:val="NoteLabel"/>
        </w:rPr>
        <w:t> </w:t>
      </w:r>
      <w:r>
        <w:t>Proportion of population speaking LOTE at home based on 2006 Ce</w:t>
      </w:r>
      <w:r w:rsidR="001D2206">
        <w:t>nsus of Population and Housing.</w:t>
      </w:r>
    </w:p>
    <w:p w:rsidR="003C65CC" w:rsidRPr="00876D97" w:rsidRDefault="003C65CC" w:rsidP="00725CFC">
      <w:pPr>
        <w:pStyle w:val="Source"/>
      </w:pPr>
      <w:r>
        <w:rPr>
          <w:i/>
        </w:rPr>
        <w:t>Source</w:t>
      </w:r>
      <w:r>
        <w:t xml:space="preserve">: </w:t>
      </w:r>
      <w:r w:rsidRPr="00876D97">
        <w:t xml:space="preserve">NCVER (unpublished) </w:t>
      </w:r>
      <w:r w:rsidRPr="007A19CE">
        <w:t>National VET provider collection</w:t>
      </w:r>
      <w:r w:rsidRPr="00876D97">
        <w:t xml:space="preserve">; ABS (2007) 2006 </w:t>
      </w:r>
      <w:r w:rsidRPr="00876D97">
        <w:rPr>
          <w:i/>
        </w:rPr>
        <w:t>Census of Population and Housing</w:t>
      </w:r>
      <w:r w:rsidR="000270CE">
        <w:t>, Cat. no. 2068.0; table SWD.C.</w:t>
      </w:r>
      <w:r w:rsidR="00B9608B">
        <w:t>20</w:t>
      </w:r>
      <w:r w:rsidR="000270CE">
        <w:t>.</w:t>
      </w:r>
    </w:p>
    <w:p w:rsidR="003C65CC" w:rsidRPr="00E523E0" w:rsidRDefault="003C65CC" w:rsidP="003C65CC">
      <w:pPr>
        <w:pStyle w:val="BodyText"/>
      </w:pPr>
      <w:r>
        <w:t xml:space="preserve">Data on the numbers and proportions of VET students identifying as speaking LOTE at home for </w:t>
      </w:r>
      <w:r w:rsidR="000E3781">
        <w:t xml:space="preserve">2008, </w:t>
      </w:r>
      <w:r>
        <w:t>2009, 2010 and 201</w:t>
      </w:r>
      <w:r w:rsidR="000270CE">
        <w:t>1 are available in table SWD.C.</w:t>
      </w:r>
      <w:r w:rsidR="00554FEE">
        <w:t>20</w:t>
      </w:r>
      <w:r>
        <w:t>.</w:t>
      </w:r>
    </w:p>
    <w:p w:rsidR="00AF32BA" w:rsidRDefault="00AF32BA" w:rsidP="00724A07">
      <w:pPr>
        <w:pStyle w:val="Heading5"/>
      </w:pPr>
      <w:r>
        <w:t>Disability</w:t>
      </w:r>
    </w:p>
    <w:p w:rsidR="00AF32BA" w:rsidRDefault="00AF32BA" w:rsidP="00AF32BA">
      <w:pPr>
        <w:pStyle w:val="BodyText"/>
      </w:pPr>
      <w:r>
        <w:t>Participation in VET is particularly important for people with disability. This cohort is seriously disadvantaged when seeking employment, and completion of a vocational education qualification has been shown to have a strong and long lasting effect on improving the probability of gaining or retaining employment</w:t>
      </w:r>
      <w:r w:rsidR="0078312C">
        <w:t xml:space="preserve"> </w:t>
      </w:r>
      <w:r w:rsidR="001D2206">
        <w:t>(Mavromaras and Polidano 2011).</w:t>
      </w:r>
    </w:p>
    <w:p w:rsidR="003C65CC" w:rsidRDefault="00AF32BA" w:rsidP="00725CFC">
      <w:pPr>
        <w:pStyle w:val="BodyText"/>
      </w:pPr>
      <w:r>
        <w:t xml:space="preserve">Nationally in 2011, </w:t>
      </w:r>
      <w:r w:rsidR="003F436C">
        <w:t xml:space="preserve">6.6 </w:t>
      </w:r>
      <w:r>
        <w:t xml:space="preserve">per cent of VET students identified as having disability (table </w:t>
      </w:r>
      <w:r w:rsidR="000049B8">
        <w:t>10</w:t>
      </w:r>
      <w:r>
        <w:t>). Differences in definitions and collection methods mean that available disability rates for the general population cannot be compared to data derived from VET enrolment forms.</w:t>
      </w:r>
    </w:p>
    <w:p w:rsidR="00AF32BA" w:rsidRPr="00AF32BA" w:rsidRDefault="00AF32BA" w:rsidP="00725CFC">
      <w:pPr>
        <w:pStyle w:val="TableTitle"/>
        <w:rPr>
          <w:position w:val="6"/>
          <w:sz w:val="18"/>
        </w:rPr>
      </w:pPr>
      <w:r>
        <w:rPr>
          <w:b w:val="0"/>
        </w:rPr>
        <w:t xml:space="preserve">Table </w:t>
      </w:r>
      <w:bookmarkStart w:id="16" w:name="OLE_LINK14"/>
      <w:r w:rsidR="00503759">
        <w:rPr>
          <w:b w:val="0"/>
          <w:noProof/>
        </w:rPr>
        <w:t>10</w:t>
      </w:r>
      <w:bookmarkEnd w:id="16"/>
      <w:r>
        <w:tab/>
        <w:t xml:space="preserve">VET students, by disability status, </w:t>
      </w:r>
      <w:r w:rsidR="000E3781">
        <w:t xml:space="preserve">2008, </w:t>
      </w:r>
      <w:r>
        <w:t>2009, 2010 and 2011 (per cent)</w:t>
      </w:r>
      <w:r w:rsidRPr="00AF32BA">
        <w:rPr>
          <w:rStyle w:val="NoteLabel"/>
          <w:b/>
        </w:rPr>
        <w:t>a, b</w:t>
      </w:r>
      <w:r w:rsidR="00554FEE">
        <w:rPr>
          <w:rStyle w:val="NoteLabel"/>
          <w:b/>
        </w:rPr>
        <w:t>, c</w:t>
      </w:r>
    </w:p>
    <w:tbl>
      <w:tblPr>
        <w:tblW w:w="5000" w:type="pct"/>
        <w:tblCellMar>
          <w:left w:w="0" w:type="dxa"/>
          <w:right w:w="0" w:type="dxa"/>
        </w:tblCellMar>
        <w:tblLook w:val="0000" w:firstRow="0" w:lastRow="0" w:firstColumn="0" w:lastColumn="0" w:noHBand="0" w:noVBand="0"/>
      </w:tblPr>
      <w:tblGrid>
        <w:gridCol w:w="3014"/>
        <w:gridCol w:w="641"/>
        <w:gridCol w:w="641"/>
        <w:gridCol w:w="641"/>
        <w:gridCol w:w="642"/>
        <w:gridCol w:w="642"/>
        <w:gridCol w:w="642"/>
        <w:gridCol w:w="642"/>
        <w:gridCol w:w="642"/>
        <w:gridCol w:w="642"/>
      </w:tblGrid>
      <w:tr w:rsidR="00AF32BA" w:rsidTr="003F436C">
        <w:tc>
          <w:tcPr>
            <w:tcW w:w="1715" w:type="pct"/>
            <w:tcBorders>
              <w:top w:val="single" w:sz="4" w:space="0" w:color="auto"/>
              <w:bottom w:val="single" w:sz="4" w:space="0" w:color="auto"/>
            </w:tcBorders>
          </w:tcPr>
          <w:p w:rsidR="00AF32BA" w:rsidRDefault="00AF32BA" w:rsidP="000159BC">
            <w:pPr>
              <w:pStyle w:val="TableColumnHeading"/>
              <w:pBdr>
                <w:left w:val="single" w:sz="4" w:space="1" w:color="auto"/>
              </w:pBdr>
              <w:jc w:val="left"/>
            </w:pP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NSW</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Vic</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Qld</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WA</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SA</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Tas</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ACT</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NT</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ind w:right="0"/>
            </w:pPr>
            <w:r>
              <w:t>Aust</w:t>
            </w:r>
          </w:p>
        </w:tc>
      </w:tr>
      <w:tr w:rsidR="00F72EA9" w:rsidTr="008F031B">
        <w:tc>
          <w:tcPr>
            <w:tcW w:w="1715" w:type="pct"/>
            <w:tcBorders>
              <w:top w:val="single" w:sz="4" w:space="0" w:color="auto"/>
            </w:tcBorders>
          </w:tcPr>
          <w:p w:rsidR="00F72EA9" w:rsidRPr="009277A8" w:rsidRDefault="00F72EA9" w:rsidP="000159BC">
            <w:pPr>
              <w:pStyle w:val="TableUnitsRow"/>
              <w:pBdr>
                <w:left w:val="single" w:sz="4" w:space="1" w:color="auto"/>
              </w:pBdr>
              <w:spacing w:after="40" w:line="240" w:lineRule="atLeast"/>
              <w:jc w:val="left"/>
              <w:rPr>
                <w:b/>
              </w:rPr>
            </w:pPr>
            <w:r w:rsidRPr="009277A8">
              <w:rPr>
                <w:b/>
              </w:rPr>
              <w:t>2008</w:t>
            </w: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pPr>
          </w:p>
        </w:tc>
        <w:tc>
          <w:tcPr>
            <w:tcW w:w="365" w:type="pct"/>
            <w:tcBorders>
              <w:top w:val="single" w:sz="4" w:space="0" w:color="auto"/>
            </w:tcBorders>
          </w:tcPr>
          <w:p w:rsidR="00F72EA9" w:rsidRDefault="00F72EA9" w:rsidP="000159BC">
            <w:pPr>
              <w:pStyle w:val="TableUnitsRow"/>
              <w:pBdr>
                <w:left w:val="single" w:sz="4" w:space="1" w:color="auto"/>
              </w:pBdr>
              <w:ind w:right="0"/>
            </w:pPr>
          </w:p>
        </w:tc>
      </w:tr>
      <w:tr w:rsidR="00F72EA9" w:rsidTr="008F031B">
        <w:tc>
          <w:tcPr>
            <w:tcW w:w="1715" w:type="pct"/>
          </w:tcPr>
          <w:p w:rsidR="00F72EA9" w:rsidRPr="004A04C0" w:rsidRDefault="00F72EA9" w:rsidP="00B07E93">
            <w:pPr>
              <w:pStyle w:val="TableBodyText"/>
              <w:ind w:left="113"/>
              <w:jc w:val="left"/>
            </w:pPr>
            <w:r>
              <w:t>Reported as having disability</w:t>
            </w:r>
          </w:p>
        </w:tc>
        <w:tc>
          <w:tcPr>
            <w:tcW w:w="365" w:type="pct"/>
            <w:vAlign w:val="center"/>
          </w:tcPr>
          <w:p w:rsidR="00F72EA9" w:rsidRPr="00DD685A" w:rsidRDefault="00F72EA9" w:rsidP="000159BC">
            <w:pPr>
              <w:pStyle w:val="TableBodyText"/>
              <w:pBdr>
                <w:left w:val="single" w:sz="4" w:space="1" w:color="auto"/>
              </w:pBdr>
            </w:pPr>
            <w:r>
              <w:rPr>
                <w:rFonts w:cs="Arial"/>
              </w:rPr>
              <w:t>6.6</w:t>
            </w:r>
          </w:p>
        </w:tc>
        <w:tc>
          <w:tcPr>
            <w:tcW w:w="365" w:type="pct"/>
            <w:vAlign w:val="center"/>
          </w:tcPr>
          <w:p w:rsidR="00F72EA9" w:rsidRPr="00DD685A" w:rsidRDefault="00F72EA9" w:rsidP="000159BC">
            <w:pPr>
              <w:pStyle w:val="TableBodyText"/>
              <w:pBdr>
                <w:left w:val="single" w:sz="4" w:space="1" w:color="auto"/>
              </w:pBdr>
            </w:pPr>
            <w:r>
              <w:rPr>
                <w:rFonts w:cs="Arial"/>
              </w:rPr>
              <w:t>6.3</w:t>
            </w:r>
          </w:p>
        </w:tc>
        <w:tc>
          <w:tcPr>
            <w:tcW w:w="365" w:type="pct"/>
            <w:vAlign w:val="center"/>
          </w:tcPr>
          <w:p w:rsidR="00F72EA9" w:rsidRPr="00DD685A" w:rsidRDefault="00F72EA9" w:rsidP="000159BC">
            <w:pPr>
              <w:pStyle w:val="TableBodyText"/>
              <w:pBdr>
                <w:left w:val="single" w:sz="4" w:space="1" w:color="auto"/>
              </w:pBdr>
            </w:pPr>
            <w:r>
              <w:rPr>
                <w:rFonts w:cs="Arial"/>
              </w:rPr>
              <w:t>3.9</w:t>
            </w:r>
          </w:p>
        </w:tc>
        <w:tc>
          <w:tcPr>
            <w:tcW w:w="365" w:type="pct"/>
            <w:vAlign w:val="center"/>
          </w:tcPr>
          <w:p w:rsidR="00F72EA9" w:rsidRPr="00DD685A" w:rsidRDefault="00F72EA9" w:rsidP="000159BC">
            <w:pPr>
              <w:pStyle w:val="TableBodyText"/>
              <w:pBdr>
                <w:left w:val="single" w:sz="4" w:space="1" w:color="auto"/>
              </w:pBdr>
            </w:pPr>
            <w:r>
              <w:rPr>
                <w:rFonts w:cs="Arial"/>
              </w:rPr>
              <w:t>4.4</w:t>
            </w:r>
          </w:p>
        </w:tc>
        <w:tc>
          <w:tcPr>
            <w:tcW w:w="365" w:type="pct"/>
            <w:vAlign w:val="center"/>
          </w:tcPr>
          <w:p w:rsidR="00F72EA9" w:rsidRPr="00DD685A" w:rsidRDefault="00F72EA9" w:rsidP="000159BC">
            <w:pPr>
              <w:pStyle w:val="TableBodyText"/>
              <w:pBdr>
                <w:left w:val="single" w:sz="4" w:space="1" w:color="auto"/>
              </w:pBdr>
            </w:pPr>
            <w:r>
              <w:rPr>
                <w:rFonts w:cs="Arial"/>
              </w:rPr>
              <w:t>6.8</w:t>
            </w:r>
          </w:p>
        </w:tc>
        <w:tc>
          <w:tcPr>
            <w:tcW w:w="365" w:type="pct"/>
            <w:vAlign w:val="center"/>
          </w:tcPr>
          <w:p w:rsidR="00F72EA9" w:rsidRPr="00DD685A" w:rsidRDefault="00F72EA9" w:rsidP="000159BC">
            <w:pPr>
              <w:pStyle w:val="TableBodyText"/>
              <w:pBdr>
                <w:left w:val="single" w:sz="4" w:space="1" w:color="auto"/>
              </w:pBdr>
            </w:pPr>
            <w:r>
              <w:rPr>
                <w:rFonts w:cs="Arial"/>
              </w:rPr>
              <w:t>6.9</w:t>
            </w:r>
          </w:p>
        </w:tc>
        <w:tc>
          <w:tcPr>
            <w:tcW w:w="365" w:type="pct"/>
            <w:vAlign w:val="center"/>
          </w:tcPr>
          <w:p w:rsidR="00F72EA9" w:rsidRPr="00DD685A" w:rsidRDefault="00F72EA9" w:rsidP="000159BC">
            <w:pPr>
              <w:pStyle w:val="TableBodyText"/>
              <w:pBdr>
                <w:left w:val="single" w:sz="4" w:space="1" w:color="auto"/>
              </w:pBdr>
            </w:pPr>
            <w:r>
              <w:rPr>
                <w:rFonts w:cs="Arial"/>
              </w:rPr>
              <w:t>6.2</w:t>
            </w:r>
          </w:p>
        </w:tc>
        <w:tc>
          <w:tcPr>
            <w:tcW w:w="365" w:type="pct"/>
            <w:vAlign w:val="center"/>
          </w:tcPr>
          <w:p w:rsidR="00F72EA9" w:rsidRPr="00DD685A" w:rsidRDefault="00F72EA9" w:rsidP="000159BC">
            <w:pPr>
              <w:pStyle w:val="TableBodyText"/>
              <w:pBdr>
                <w:left w:val="single" w:sz="4" w:space="1" w:color="auto"/>
              </w:pBdr>
            </w:pPr>
            <w:r>
              <w:rPr>
                <w:rFonts w:cs="Arial"/>
              </w:rPr>
              <w:t>5.7</w:t>
            </w:r>
          </w:p>
        </w:tc>
        <w:tc>
          <w:tcPr>
            <w:tcW w:w="365" w:type="pct"/>
            <w:vAlign w:val="center"/>
          </w:tcPr>
          <w:p w:rsidR="00F72EA9" w:rsidRPr="00DD685A" w:rsidRDefault="00F72EA9" w:rsidP="000159BC">
            <w:pPr>
              <w:pStyle w:val="TableBodyText"/>
              <w:pBdr>
                <w:left w:val="single" w:sz="4" w:space="1" w:color="auto"/>
              </w:pBdr>
              <w:ind w:right="0"/>
            </w:pPr>
            <w:r>
              <w:rPr>
                <w:rFonts w:cs="Arial"/>
              </w:rPr>
              <w:t>5.9</w:t>
            </w:r>
          </w:p>
        </w:tc>
      </w:tr>
      <w:tr w:rsidR="00F72EA9" w:rsidTr="00F72EA9">
        <w:tc>
          <w:tcPr>
            <w:tcW w:w="1715" w:type="pct"/>
          </w:tcPr>
          <w:p w:rsidR="00F72EA9" w:rsidRPr="004A04C0" w:rsidRDefault="00F72EA9" w:rsidP="00B07E93">
            <w:pPr>
              <w:pStyle w:val="TableBodyText"/>
              <w:ind w:left="226" w:hanging="113"/>
              <w:jc w:val="left"/>
            </w:pPr>
            <w:r>
              <w:t>Reported as not having disability</w:t>
            </w:r>
          </w:p>
        </w:tc>
        <w:tc>
          <w:tcPr>
            <w:tcW w:w="365" w:type="pct"/>
            <w:vAlign w:val="center"/>
          </w:tcPr>
          <w:p w:rsidR="00F72EA9" w:rsidRPr="00DD685A" w:rsidRDefault="00F72EA9" w:rsidP="000159BC">
            <w:pPr>
              <w:pStyle w:val="TableBodyText"/>
              <w:pBdr>
                <w:left w:val="single" w:sz="4" w:space="1" w:color="auto"/>
              </w:pBdr>
            </w:pPr>
            <w:r>
              <w:rPr>
                <w:rFonts w:cs="Arial"/>
              </w:rPr>
              <w:t>80.4</w:t>
            </w:r>
          </w:p>
        </w:tc>
        <w:tc>
          <w:tcPr>
            <w:tcW w:w="365" w:type="pct"/>
            <w:vAlign w:val="center"/>
          </w:tcPr>
          <w:p w:rsidR="00F72EA9" w:rsidRPr="00DD685A" w:rsidRDefault="00F72EA9" w:rsidP="000159BC">
            <w:pPr>
              <w:pStyle w:val="TableBodyText"/>
              <w:pBdr>
                <w:left w:val="single" w:sz="4" w:space="1" w:color="auto"/>
              </w:pBdr>
            </w:pPr>
            <w:r>
              <w:rPr>
                <w:rFonts w:cs="Arial"/>
              </w:rPr>
              <w:t>89.2</w:t>
            </w:r>
          </w:p>
        </w:tc>
        <w:tc>
          <w:tcPr>
            <w:tcW w:w="365" w:type="pct"/>
            <w:vAlign w:val="center"/>
          </w:tcPr>
          <w:p w:rsidR="00F72EA9" w:rsidRPr="00DD685A" w:rsidRDefault="00F72EA9" w:rsidP="000159BC">
            <w:pPr>
              <w:pStyle w:val="TableBodyText"/>
              <w:pBdr>
                <w:left w:val="single" w:sz="4" w:space="1" w:color="auto"/>
              </w:pBdr>
            </w:pPr>
            <w:r>
              <w:rPr>
                <w:rFonts w:cs="Arial"/>
              </w:rPr>
              <w:t>66.6</w:t>
            </w:r>
          </w:p>
        </w:tc>
        <w:tc>
          <w:tcPr>
            <w:tcW w:w="365" w:type="pct"/>
            <w:vAlign w:val="center"/>
          </w:tcPr>
          <w:p w:rsidR="00F72EA9" w:rsidRPr="00DD685A" w:rsidRDefault="00F72EA9" w:rsidP="000159BC">
            <w:pPr>
              <w:pStyle w:val="TableBodyText"/>
              <w:pBdr>
                <w:left w:val="single" w:sz="4" w:space="1" w:color="auto"/>
              </w:pBdr>
            </w:pPr>
            <w:r>
              <w:rPr>
                <w:rFonts w:cs="Arial"/>
              </w:rPr>
              <w:t>70.2</w:t>
            </w:r>
          </w:p>
        </w:tc>
        <w:tc>
          <w:tcPr>
            <w:tcW w:w="365" w:type="pct"/>
            <w:vAlign w:val="center"/>
          </w:tcPr>
          <w:p w:rsidR="00F72EA9" w:rsidRPr="00DD685A" w:rsidRDefault="00F72EA9" w:rsidP="000159BC">
            <w:pPr>
              <w:pStyle w:val="TableBodyText"/>
              <w:pBdr>
                <w:left w:val="single" w:sz="4" w:space="1" w:color="auto"/>
              </w:pBdr>
            </w:pPr>
            <w:r>
              <w:rPr>
                <w:rFonts w:cs="Arial"/>
              </w:rPr>
              <w:t>89.0</w:t>
            </w:r>
          </w:p>
        </w:tc>
        <w:tc>
          <w:tcPr>
            <w:tcW w:w="365" w:type="pct"/>
            <w:vAlign w:val="center"/>
          </w:tcPr>
          <w:p w:rsidR="00F72EA9" w:rsidRPr="00DD685A" w:rsidRDefault="00F72EA9" w:rsidP="000159BC">
            <w:pPr>
              <w:pStyle w:val="TableBodyText"/>
              <w:pBdr>
                <w:left w:val="single" w:sz="4" w:space="1" w:color="auto"/>
              </w:pBdr>
            </w:pPr>
            <w:r>
              <w:rPr>
                <w:rFonts w:cs="Arial"/>
              </w:rPr>
              <w:t>88.7</w:t>
            </w:r>
          </w:p>
        </w:tc>
        <w:tc>
          <w:tcPr>
            <w:tcW w:w="365" w:type="pct"/>
            <w:vAlign w:val="center"/>
          </w:tcPr>
          <w:p w:rsidR="00F72EA9" w:rsidRPr="00DD685A" w:rsidRDefault="00F72EA9" w:rsidP="000159BC">
            <w:pPr>
              <w:pStyle w:val="TableBodyText"/>
              <w:pBdr>
                <w:left w:val="single" w:sz="4" w:space="1" w:color="auto"/>
              </w:pBdr>
            </w:pPr>
            <w:r>
              <w:rPr>
                <w:rFonts w:cs="Arial"/>
              </w:rPr>
              <w:t>87.2</w:t>
            </w:r>
          </w:p>
        </w:tc>
        <w:tc>
          <w:tcPr>
            <w:tcW w:w="365" w:type="pct"/>
            <w:vAlign w:val="center"/>
          </w:tcPr>
          <w:p w:rsidR="00F72EA9" w:rsidRPr="00DD685A" w:rsidRDefault="00F72EA9" w:rsidP="000159BC">
            <w:pPr>
              <w:pStyle w:val="TableBodyText"/>
              <w:pBdr>
                <w:left w:val="single" w:sz="4" w:space="1" w:color="auto"/>
              </w:pBdr>
            </w:pPr>
            <w:r>
              <w:rPr>
                <w:rFonts w:cs="Arial"/>
              </w:rPr>
              <w:t>89.1</w:t>
            </w:r>
          </w:p>
        </w:tc>
        <w:tc>
          <w:tcPr>
            <w:tcW w:w="365" w:type="pct"/>
            <w:vAlign w:val="center"/>
          </w:tcPr>
          <w:p w:rsidR="00F72EA9" w:rsidRPr="00DD685A" w:rsidRDefault="00F72EA9" w:rsidP="000159BC">
            <w:pPr>
              <w:pStyle w:val="TableBodyText"/>
              <w:pBdr>
                <w:left w:val="single" w:sz="4" w:space="1" w:color="auto"/>
              </w:pBdr>
              <w:ind w:right="0"/>
            </w:pPr>
            <w:r>
              <w:rPr>
                <w:rFonts w:cs="Arial"/>
              </w:rPr>
              <w:t>80.8</w:t>
            </w:r>
          </w:p>
        </w:tc>
      </w:tr>
      <w:tr w:rsidR="00AF32BA" w:rsidTr="003F436C">
        <w:tc>
          <w:tcPr>
            <w:tcW w:w="1715" w:type="pct"/>
          </w:tcPr>
          <w:p w:rsidR="00AF32BA" w:rsidRPr="009277A8" w:rsidRDefault="00AF32BA" w:rsidP="000159BC">
            <w:pPr>
              <w:pStyle w:val="TableUnitsRow"/>
              <w:pBdr>
                <w:left w:val="single" w:sz="4" w:space="1" w:color="auto"/>
              </w:pBdr>
              <w:spacing w:after="40" w:line="240" w:lineRule="atLeast"/>
              <w:jc w:val="left"/>
              <w:rPr>
                <w:b/>
              </w:rPr>
            </w:pPr>
            <w:r>
              <w:rPr>
                <w:b/>
              </w:rPr>
              <w:t>2009</w:t>
            </w: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pPr>
          </w:p>
        </w:tc>
        <w:tc>
          <w:tcPr>
            <w:tcW w:w="365" w:type="pct"/>
          </w:tcPr>
          <w:p w:rsidR="00AF32BA" w:rsidRDefault="00AF32BA" w:rsidP="000159BC">
            <w:pPr>
              <w:pStyle w:val="TableUnitsRow"/>
              <w:pBdr>
                <w:left w:val="single" w:sz="4" w:space="1" w:color="auto"/>
              </w:pBdr>
              <w:ind w:right="0"/>
            </w:pPr>
          </w:p>
        </w:tc>
      </w:tr>
      <w:tr w:rsidR="00AF32BA" w:rsidTr="003F436C">
        <w:tc>
          <w:tcPr>
            <w:tcW w:w="1715" w:type="pct"/>
          </w:tcPr>
          <w:p w:rsidR="00AF32BA" w:rsidRPr="004A04C0" w:rsidRDefault="00AF32BA" w:rsidP="00B07E93">
            <w:pPr>
              <w:pStyle w:val="TableBodyText"/>
              <w:ind w:left="113"/>
              <w:jc w:val="left"/>
            </w:pPr>
            <w:r>
              <w:t>Reported as having disability</w:t>
            </w:r>
          </w:p>
        </w:tc>
        <w:tc>
          <w:tcPr>
            <w:tcW w:w="365" w:type="pct"/>
            <w:vAlign w:val="center"/>
          </w:tcPr>
          <w:p w:rsidR="00AF32BA" w:rsidRPr="00DD685A" w:rsidRDefault="00AF32BA" w:rsidP="000159BC">
            <w:pPr>
              <w:pStyle w:val="TableBodyText"/>
              <w:pBdr>
                <w:left w:val="single" w:sz="4" w:space="1" w:color="auto"/>
              </w:pBdr>
            </w:pPr>
            <w:r>
              <w:rPr>
                <w:rFonts w:cs="Arial"/>
              </w:rPr>
              <w:t>6.5</w:t>
            </w:r>
          </w:p>
        </w:tc>
        <w:tc>
          <w:tcPr>
            <w:tcW w:w="365" w:type="pct"/>
            <w:vAlign w:val="center"/>
          </w:tcPr>
          <w:p w:rsidR="00AF32BA" w:rsidRPr="00DD685A" w:rsidRDefault="00AF32BA" w:rsidP="000159BC">
            <w:pPr>
              <w:pStyle w:val="TableBodyText"/>
              <w:pBdr>
                <w:left w:val="single" w:sz="4" w:space="1" w:color="auto"/>
              </w:pBdr>
            </w:pPr>
            <w:r>
              <w:rPr>
                <w:rFonts w:cs="Arial"/>
              </w:rPr>
              <w:t>5.8</w:t>
            </w:r>
          </w:p>
        </w:tc>
        <w:tc>
          <w:tcPr>
            <w:tcW w:w="365" w:type="pct"/>
            <w:vAlign w:val="center"/>
          </w:tcPr>
          <w:p w:rsidR="00AF32BA" w:rsidRPr="00DD685A" w:rsidRDefault="00AF32BA" w:rsidP="000159BC">
            <w:pPr>
              <w:pStyle w:val="TableBodyText"/>
              <w:pBdr>
                <w:left w:val="single" w:sz="4" w:space="1" w:color="auto"/>
              </w:pBdr>
            </w:pPr>
            <w:r>
              <w:rPr>
                <w:rFonts w:cs="Arial"/>
              </w:rPr>
              <w:t>5.3</w:t>
            </w:r>
          </w:p>
        </w:tc>
        <w:tc>
          <w:tcPr>
            <w:tcW w:w="365" w:type="pct"/>
            <w:vAlign w:val="center"/>
          </w:tcPr>
          <w:p w:rsidR="00AF32BA" w:rsidRPr="00DD685A" w:rsidRDefault="00AF32BA" w:rsidP="000159BC">
            <w:pPr>
              <w:pStyle w:val="TableBodyText"/>
              <w:pBdr>
                <w:left w:val="single" w:sz="4" w:space="1" w:color="auto"/>
              </w:pBdr>
            </w:pPr>
            <w:r>
              <w:rPr>
                <w:rFonts w:cs="Arial"/>
              </w:rPr>
              <w:t>4.6</w:t>
            </w:r>
          </w:p>
        </w:tc>
        <w:tc>
          <w:tcPr>
            <w:tcW w:w="365" w:type="pct"/>
            <w:vAlign w:val="center"/>
          </w:tcPr>
          <w:p w:rsidR="00AF32BA" w:rsidRPr="00DD685A" w:rsidRDefault="00AF32BA" w:rsidP="000159BC">
            <w:pPr>
              <w:pStyle w:val="TableBodyText"/>
              <w:pBdr>
                <w:left w:val="single" w:sz="4" w:space="1" w:color="auto"/>
              </w:pBdr>
            </w:pPr>
            <w:r>
              <w:rPr>
                <w:rFonts w:cs="Arial"/>
              </w:rPr>
              <w:t>6.2</w:t>
            </w:r>
          </w:p>
        </w:tc>
        <w:tc>
          <w:tcPr>
            <w:tcW w:w="365" w:type="pct"/>
            <w:vAlign w:val="center"/>
          </w:tcPr>
          <w:p w:rsidR="00AF32BA" w:rsidRPr="00DD685A" w:rsidRDefault="00AF32BA" w:rsidP="000159BC">
            <w:pPr>
              <w:pStyle w:val="TableBodyText"/>
              <w:pBdr>
                <w:left w:val="single" w:sz="4" w:space="1" w:color="auto"/>
              </w:pBdr>
            </w:pPr>
            <w:r>
              <w:rPr>
                <w:rFonts w:cs="Arial"/>
              </w:rPr>
              <w:t>7.3</w:t>
            </w:r>
          </w:p>
        </w:tc>
        <w:tc>
          <w:tcPr>
            <w:tcW w:w="365" w:type="pct"/>
            <w:vAlign w:val="center"/>
          </w:tcPr>
          <w:p w:rsidR="00AF32BA" w:rsidRPr="00DD685A" w:rsidRDefault="00AF32BA" w:rsidP="000159BC">
            <w:pPr>
              <w:pStyle w:val="TableBodyText"/>
              <w:pBdr>
                <w:left w:val="single" w:sz="4" w:space="1" w:color="auto"/>
              </w:pBdr>
            </w:pPr>
            <w:r>
              <w:rPr>
                <w:rFonts w:cs="Arial"/>
              </w:rPr>
              <w:t>6.4</w:t>
            </w:r>
          </w:p>
        </w:tc>
        <w:tc>
          <w:tcPr>
            <w:tcW w:w="365" w:type="pct"/>
            <w:vAlign w:val="center"/>
          </w:tcPr>
          <w:p w:rsidR="00AF32BA" w:rsidRPr="00DD685A" w:rsidRDefault="00AF32BA" w:rsidP="000159BC">
            <w:pPr>
              <w:pStyle w:val="TableBodyText"/>
              <w:pBdr>
                <w:left w:val="single" w:sz="4" w:space="1" w:color="auto"/>
              </w:pBdr>
            </w:pPr>
            <w:r>
              <w:rPr>
                <w:rFonts w:cs="Arial"/>
              </w:rPr>
              <w:t>5.4</w:t>
            </w:r>
          </w:p>
        </w:tc>
        <w:tc>
          <w:tcPr>
            <w:tcW w:w="365" w:type="pct"/>
            <w:vAlign w:val="center"/>
          </w:tcPr>
          <w:p w:rsidR="00AF32BA" w:rsidRPr="00DD685A" w:rsidRDefault="00AF32BA" w:rsidP="000159BC">
            <w:pPr>
              <w:pStyle w:val="TableBodyText"/>
              <w:pBdr>
                <w:left w:val="single" w:sz="4" w:space="1" w:color="auto"/>
              </w:pBdr>
              <w:ind w:right="0"/>
            </w:pPr>
            <w:r>
              <w:rPr>
                <w:rFonts w:cs="Arial"/>
              </w:rPr>
              <w:t>5.9</w:t>
            </w:r>
          </w:p>
        </w:tc>
      </w:tr>
      <w:tr w:rsidR="00AF32BA" w:rsidTr="003F436C">
        <w:tc>
          <w:tcPr>
            <w:tcW w:w="1715" w:type="pct"/>
          </w:tcPr>
          <w:p w:rsidR="00AF32BA" w:rsidRPr="004A04C0" w:rsidRDefault="00AF32BA" w:rsidP="00B07E93">
            <w:pPr>
              <w:pStyle w:val="TableBodyText"/>
              <w:ind w:left="226" w:hanging="113"/>
              <w:jc w:val="left"/>
            </w:pPr>
            <w:r>
              <w:t>Reported as not having disability</w:t>
            </w:r>
          </w:p>
        </w:tc>
        <w:tc>
          <w:tcPr>
            <w:tcW w:w="365" w:type="pct"/>
            <w:vAlign w:val="center"/>
          </w:tcPr>
          <w:p w:rsidR="00AF32BA" w:rsidRPr="00DD685A" w:rsidRDefault="00AF32BA" w:rsidP="000159BC">
            <w:pPr>
              <w:pStyle w:val="TableBodyText"/>
              <w:pBdr>
                <w:left w:val="single" w:sz="4" w:space="1" w:color="auto"/>
              </w:pBdr>
            </w:pPr>
            <w:r>
              <w:rPr>
                <w:rFonts w:cs="Arial"/>
              </w:rPr>
              <w:t>82.3</w:t>
            </w:r>
          </w:p>
        </w:tc>
        <w:tc>
          <w:tcPr>
            <w:tcW w:w="365" w:type="pct"/>
            <w:vAlign w:val="center"/>
          </w:tcPr>
          <w:p w:rsidR="00AF32BA" w:rsidRPr="00DD685A" w:rsidRDefault="00AF32BA" w:rsidP="000159BC">
            <w:pPr>
              <w:pStyle w:val="TableBodyText"/>
              <w:pBdr>
                <w:left w:val="single" w:sz="4" w:space="1" w:color="auto"/>
              </w:pBdr>
            </w:pPr>
            <w:r>
              <w:rPr>
                <w:rFonts w:cs="Arial"/>
              </w:rPr>
              <w:t>88.9</w:t>
            </w:r>
          </w:p>
        </w:tc>
        <w:tc>
          <w:tcPr>
            <w:tcW w:w="365" w:type="pct"/>
            <w:vAlign w:val="center"/>
          </w:tcPr>
          <w:p w:rsidR="00AF32BA" w:rsidRPr="00DD685A" w:rsidRDefault="00AF32BA" w:rsidP="000159BC">
            <w:pPr>
              <w:pStyle w:val="TableBodyText"/>
              <w:pBdr>
                <w:left w:val="single" w:sz="4" w:space="1" w:color="auto"/>
              </w:pBdr>
            </w:pPr>
            <w:r>
              <w:rPr>
                <w:rFonts w:cs="Arial"/>
              </w:rPr>
              <w:t>63.7</w:t>
            </w:r>
          </w:p>
        </w:tc>
        <w:tc>
          <w:tcPr>
            <w:tcW w:w="365" w:type="pct"/>
            <w:vAlign w:val="center"/>
          </w:tcPr>
          <w:p w:rsidR="00AF32BA" w:rsidRPr="00DD685A" w:rsidRDefault="00AF32BA" w:rsidP="000159BC">
            <w:pPr>
              <w:pStyle w:val="TableBodyText"/>
              <w:pBdr>
                <w:left w:val="single" w:sz="4" w:space="1" w:color="auto"/>
              </w:pBdr>
            </w:pPr>
            <w:r>
              <w:rPr>
                <w:rFonts w:cs="Arial"/>
              </w:rPr>
              <w:t>72.7</w:t>
            </w:r>
          </w:p>
        </w:tc>
        <w:tc>
          <w:tcPr>
            <w:tcW w:w="365" w:type="pct"/>
            <w:vAlign w:val="center"/>
          </w:tcPr>
          <w:p w:rsidR="00AF32BA" w:rsidRPr="00DD685A" w:rsidRDefault="00AF32BA" w:rsidP="000159BC">
            <w:pPr>
              <w:pStyle w:val="TableBodyText"/>
              <w:pBdr>
                <w:left w:val="single" w:sz="4" w:space="1" w:color="auto"/>
              </w:pBdr>
            </w:pPr>
            <w:r>
              <w:rPr>
                <w:rFonts w:cs="Arial"/>
              </w:rPr>
              <w:t>89.2</w:t>
            </w:r>
          </w:p>
        </w:tc>
        <w:tc>
          <w:tcPr>
            <w:tcW w:w="365" w:type="pct"/>
            <w:vAlign w:val="center"/>
          </w:tcPr>
          <w:p w:rsidR="00AF32BA" w:rsidRPr="00DD685A" w:rsidRDefault="00AF32BA" w:rsidP="000159BC">
            <w:pPr>
              <w:pStyle w:val="TableBodyText"/>
              <w:pBdr>
                <w:left w:val="single" w:sz="4" w:space="1" w:color="auto"/>
              </w:pBdr>
            </w:pPr>
            <w:r>
              <w:rPr>
                <w:rFonts w:cs="Arial"/>
              </w:rPr>
              <w:t>86.0</w:t>
            </w:r>
          </w:p>
        </w:tc>
        <w:tc>
          <w:tcPr>
            <w:tcW w:w="365" w:type="pct"/>
            <w:vAlign w:val="center"/>
          </w:tcPr>
          <w:p w:rsidR="00AF32BA" w:rsidRPr="00DD685A" w:rsidRDefault="00AF32BA" w:rsidP="000159BC">
            <w:pPr>
              <w:pStyle w:val="TableBodyText"/>
              <w:pBdr>
                <w:left w:val="single" w:sz="4" w:space="1" w:color="auto"/>
              </w:pBdr>
            </w:pPr>
            <w:r>
              <w:rPr>
                <w:rFonts w:cs="Arial"/>
              </w:rPr>
              <w:t>84.2</w:t>
            </w:r>
          </w:p>
        </w:tc>
        <w:tc>
          <w:tcPr>
            <w:tcW w:w="365" w:type="pct"/>
            <w:vAlign w:val="center"/>
          </w:tcPr>
          <w:p w:rsidR="00AF32BA" w:rsidRPr="00DD685A" w:rsidRDefault="00AF32BA" w:rsidP="000159BC">
            <w:pPr>
              <w:pStyle w:val="TableBodyText"/>
              <w:pBdr>
                <w:left w:val="single" w:sz="4" w:space="1" w:color="auto"/>
              </w:pBdr>
            </w:pPr>
            <w:r>
              <w:rPr>
                <w:rFonts w:cs="Arial"/>
              </w:rPr>
              <w:t>88.8</w:t>
            </w:r>
          </w:p>
        </w:tc>
        <w:tc>
          <w:tcPr>
            <w:tcW w:w="365" w:type="pct"/>
            <w:vAlign w:val="center"/>
          </w:tcPr>
          <w:p w:rsidR="00AF32BA" w:rsidRPr="00DD685A" w:rsidRDefault="00AF32BA" w:rsidP="000159BC">
            <w:pPr>
              <w:pStyle w:val="TableBodyText"/>
              <w:pBdr>
                <w:left w:val="single" w:sz="4" w:space="1" w:color="auto"/>
              </w:pBdr>
              <w:ind w:right="0"/>
            </w:pPr>
            <w:r>
              <w:rPr>
                <w:rFonts w:cs="Arial"/>
              </w:rPr>
              <w:t>80.9</w:t>
            </w:r>
          </w:p>
        </w:tc>
      </w:tr>
      <w:tr w:rsidR="00AF32BA" w:rsidTr="003F436C">
        <w:tc>
          <w:tcPr>
            <w:tcW w:w="1715" w:type="pct"/>
          </w:tcPr>
          <w:p w:rsidR="00AF32BA" w:rsidRPr="009A2CB5" w:rsidRDefault="00AF32BA" w:rsidP="000159BC">
            <w:pPr>
              <w:pStyle w:val="TableUnitsRow"/>
              <w:pBdr>
                <w:left w:val="single" w:sz="4" w:space="1" w:color="auto"/>
              </w:pBdr>
              <w:spacing w:after="40" w:line="240" w:lineRule="atLeast"/>
              <w:jc w:val="left"/>
            </w:pPr>
            <w:r>
              <w:rPr>
                <w:b/>
              </w:rPr>
              <w:t>2010</w:t>
            </w: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ind w:right="0"/>
            </w:pPr>
          </w:p>
        </w:tc>
      </w:tr>
      <w:tr w:rsidR="00AF32BA" w:rsidTr="003F436C">
        <w:tc>
          <w:tcPr>
            <w:tcW w:w="1715" w:type="pct"/>
          </w:tcPr>
          <w:p w:rsidR="00AF32BA" w:rsidRPr="004A04C0" w:rsidRDefault="00AF32BA" w:rsidP="00B07E93">
            <w:pPr>
              <w:pStyle w:val="TableBodyText"/>
              <w:ind w:left="113"/>
              <w:jc w:val="left"/>
            </w:pPr>
            <w:r>
              <w:t>Reported as having disability</w:t>
            </w:r>
          </w:p>
        </w:tc>
        <w:tc>
          <w:tcPr>
            <w:tcW w:w="365" w:type="pct"/>
            <w:vAlign w:val="center"/>
          </w:tcPr>
          <w:p w:rsidR="00AF32BA" w:rsidRPr="00DD685A" w:rsidRDefault="00AF32BA" w:rsidP="000159BC">
            <w:pPr>
              <w:pStyle w:val="TableBodyText"/>
              <w:pBdr>
                <w:left w:val="single" w:sz="4" w:space="1" w:color="auto"/>
              </w:pBdr>
            </w:pPr>
            <w:r>
              <w:rPr>
                <w:rFonts w:cs="Arial"/>
              </w:rPr>
              <w:t>6.8</w:t>
            </w:r>
          </w:p>
        </w:tc>
        <w:tc>
          <w:tcPr>
            <w:tcW w:w="365" w:type="pct"/>
            <w:vAlign w:val="center"/>
          </w:tcPr>
          <w:p w:rsidR="00AF32BA" w:rsidRPr="00DD685A" w:rsidRDefault="00AF32BA" w:rsidP="000159BC">
            <w:pPr>
              <w:pStyle w:val="TableBodyText"/>
              <w:pBdr>
                <w:left w:val="single" w:sz="4" w:space="1" w:color="auto"/>
              </w:pBdr>
            </w:pPr>
            <w:r>
              <w:rPr>
                <w:rFonts w:cs="Arial"/>
              </w:rPr>
              <w:t>6.5</w:t>
            </w:r>
          </w:p>
        </w:tc>
        <w:tc>
          <w:tcPr>
            <w:tcW w:w="365" w:type="pct"/>
            <w:vAlign w:val="center"/>
          </w:tcPr>
          <w:p w:rsidR="00AF32BA" w:rsidRPr="00DD685A" w:rsidRDefault="00AF32BA" w:rsidP="000159BC">
            <w:pPr>
              <w:pStyle w:val="TableBodyText"/>
              <w:pBdr>
                <w:left w:val="single" w:sz="4" w:space="1" w:color="auto"/>
              </w:pBdr>
            </w:pPr>
            <w:r>
              <w:rPr>
                <w:rFonts w:cs="Arial"/>
              </w:rPr>
              <w:t>5.1</w:t>
            </w:r>
          </w:p>
        </w:tc>
        <w:tc>
          <w:tcPr>
            <w:tcW w:w="365" w:type="pct"/>
            <w:vAlign w:val="center"/>
          </w:tcPr>
          <w:p w:rsidR="00AF32BA" w:rsidRPr="00DD685A" w:rsidRDefault="00AF32BA" w:rsidP="000159BC">
            <w:pPr>
              <w:pStyle w:val="TableBodyText"/>
              <w:pBdr>
                <w:left w:val="single" w:sz="4" w:space="1" w:color="auto"/>
              </w:pBdr>
            </w:pPr>
            <w:r>
              <w:rPr>
                <w:rFonts w:cs="Arial"/>
              </w:rPr>
              <w:t>4.7</w:t>
            </w:r>
          </w:p>
        </w:tc>
        <w:tc>
          <w:tcPr>
            <w:tcW w:w="365" w:type="pct"/>
            <w:vAlign w:val="center"/>
          </w:tcPr>
          <w:p w:rsidR="00AF32BA" w:rsidRPr="00DD685A" w:rsidRDefault="00AF32BA" w:rsidP="000159BC">
            <w:pPr>
              <w:pStyle w:val="TableBodyText"/>
              <w:pBdr>
                <w:left w:val="single" w:sz="4" w:space="1" w:color="auto"/>
              </w:pBdr>
            </w:pPr>
            <w:r>
              <w:rPr>
                <w:rFonts w:cs="Arial"/>
              </w:rPr>
              <w:t>5.7</w:t>
            </w:r>
          </w:p>
        </w:tc>
        <w:tc>
          <w:tcPr>
            <w:tcW w:w="365" w:type="pct"/>
            <w:vAlign w:val="center"/>
          </w:tcPr>
          <w:p w:rsidR="00AF32BA" w:rsidRPr="00DD685A" w:rsidRDefault="00AF32BA" w:rsidP="000159BC">
            <w:pPr>
              <w:pStyle w:val="TableBodyText"/>
              <w:pBdr>
                <w:left w:val="single" w:sz="4" w:space="1" w:color="auto"/>
              </w:pBdr>
            </w:pPr>
            <w:r>
              <w:rPr>
                <w:rFonts w:cs="Arial"/>
              </w:rPr>
              <w:t>7.3</w:t>
            </w:r>
          </w:p>
        </w:tc>
        <w:tc>
          <w:tcPr>
            <w:tcW w:w="365" w:type="pct"/>
            <w:vAlign w:val="center"/>
          </w:tcPr>
          <w:p w:rsidR="00AF32BA" w:rsidRPr="00DD685A" w:rsidRDefault="00AF32BA" w:rsidP="000159BC">
            <w:pPr>
              <w:pStyle w:val="TableBodyText"/>
              <w:pBdr>
                <w:left w:val="single" w:sz="4" w:space="1" w:color="auto"/>
              </w:pBdr>
            </w:pPr>
            <w:r>
              <w:rPr>
                <w:rFonts w:cs="Arial"/>
              </w:rPr>
              <w:t>6.8</w:t>
            </w:r>
          </w:p>
        </w:tc>
        <w:tc>
          <w:tcPr>
            <w:tcW w:w="365" w:type="pct"/>
            <w:vAlign w:val="center"/>
          </w:tcPr>
          <w:p w:rsidR="00AF32BA" w:rsidRPr="00DD685A" w:rsidRDefault="00AF32BA" w:rsidP="000159BC">
            <w:pPr>
              <w:pStyle w:val="TableBodyText"/>
              <w:pBdr>
                <w:left w:val="single" w:sz="4" w:space="1" w:color="auto"/>
              </w:pBdr>
            </w:pPr>
            <w:r>
              <w:rPr>
                <w:rFonts w:cs="Arial"/>
              </w:rPr>
              <w:t>5.1</w:t>
            </w:r>
          </w:p>
        </w:tc>
        <w:tc>
          <w:tcPr>
            <w:tcW w:w="365" w:type="pct"/>
            <w:vAlign w:val="center"/>
          </w:tcPr>
          <w:p w:rsidR="00AF32BA" w:rsidRPr="00DD685A" w:rsidRDefault="00AF32BA" w:rsidP="000159BC">
            <w:pPr>
              <w:pStyle w:val="TableBodyText"/>
              <w:pBdr>
                <w:left w:val="single" w:sz="4" w:space="1" w:color="auto"/>
              </w:pBdr>
              <w:ind w:right="0"/>
            </w:pPr>
            <w:r>
              <w:rPr>
                <w:rFonts w:cs="Arial"/>
              </w:rPr>
              <w:t>6.1</w:t>
            </w:r>
          </w:p>
        </w:tc>
      </w:tr>
      <w:tr w:rsidR="00AF32BA" w:rsidTr="003F436C">
        <w:tc>
          <w:tcPr>
            <w:tcW w:w="1715" w:type="pct"/>
          </w:tcPr>
          <w:p w:rsidR="00AF32BA" w:rsidRPr="004A04C0" w:rsidRDefault="00AF32BA" w:rsidP="00B07E93">
            <w:pPr>
              <w:pStyle w:val="TableBodyText"/>
              <w:ind w:left="226" w:hanging="113"/>
              <w:jc w:val="left"/>
            </w:pPr>
            <w:r>
              <w:t>Reported as not having disability</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82.8</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89.7</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56.6</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73.8</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89.5</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85.4</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91.4</w:t>
            </w:r>
          </w:p>
        </w:tc>
        <w:tc>
          <w:tcPr>
            <w:tcW w:w="365" w:type="pct"/>
            <w:vAlign w:val="center"/>
          </w:tcPr>
          <w:p w:rsidR="00AF32BA" w:rsidRPr="00094C24" w:rsidRDefault="00AF32BA" w:rsidP="000159BC">
            <w:pPr>
              <w:pStyle w:val="TableBodyText"/>
              <w:pBdr>
                <w:left w:val="single" w:sz="4" w:space="1" w:color="auto"/>
              </w:pBdr>
              <w:rPr>
                <w:rFonts w:cs="Arial"/>
              </w:rPr>
            </w:pPr>
            <w:r>
              <w:rPr>
                <w:rFonts w:cs="Arial"/>
              </w:rPr>
              <w:t>87.7</w:t>
            </w:r>
          </w:p>
        </w:tc>
        <w:tc>
          <w:tcPr>
            <w:tcW w:w="365" w:type="pct"/>
            <w:vAlign w:val="center"/>
          </w:tcPr>
          <w:p w:rsidR="00AF32BA" w:rsidRPr="00094C24" w:rsidRDefault="00AF32BA" w:rsidP="000159BC">
            <w:pPr>
              <w:pStyle w:val="TableBodyText"/>
              <w:pBdr>
                <w:left w:val="single" w:sz="4" w:space="1" w:color="auto"/>
              </w:pBdr>
              <w:ind w:right="0"/>
              <w:rPr>
                <w:rFonts w:cs="Arial"/>
              </w:rPr>
            </w:pPr>
            <w:r>
              <w:rPr>
                <w:rFonts w:cs="Arial"/>
              </w:rPr>
              <w:t>80.3</w:t>
            </w:r>
          </w:p>
        </w:tc>
      </w:tr>
      <w:tr w:rsidR="00AF32BA" w:rsidTr="003F436C">
        <w:tc>
          <w:tcPr>
            <w:tcW w:w="1715" w:type="pct"/>
          </w:tcPr>
          <w:p w:rsidR="00AF32BA" w:rsidRPr="004A04C0" w:rsidRDefault="00AF32BA" w:rsidP="000159BC">
            <w:pPr>
              <w:pStyle w:val="TableBodyText"/>
              <w:pBdr>
                <w:left w:val="single" w:sz="4" w:space="1" w:color="auto"/>
              </w:pBdr>
              <w:ind w:left="0"/>
              <w:jc w:val="left"/>
            </w:pPr>
            <w:r w:rsidRPr="009277A8">
              <w:rPr>
                <w:b/>
              </w:rPr>
              <w:t>20</w:t>
            </w:r>
            <w:r>
              <w:rPr>
                <w:b/>
              </w:rPr>
              <w:t>11</w:t>
            </w: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pPr>
          </w:p>
        </w:tc>
        <w:tc>
          <w:tcPr>
            <w:tcW w:w="365" w:type="pct"/>
          </w:tcPr>
          <w:p w:rsidR="00AF32BA" w:rsidRPr="00DD685A" w:rsidRDefault="00AF32BA" w:rsidP="000159BC">
            <w:pPr>
              <w:pStyle w:val="TableBodyText"/>
              <w:pBdr>
                <w:left w:val="single" w:sz="4" w:space="1" w:color="auto"/>
              </w:pBdr>
              <w:ind w:right="0"/>
            </w:pPr>
          </w:p>
        </w:tc>
      </w:tr>
      <w:tr w:rsidR="003F436C" w:rsidTr="003F436C">
        <w:tc>
          <w:tcPr>
            <w:tcW w:w="1715" w:type="pct"/>
          </w:tcPr>
          <w:p w:rsidR="003F436C" w:rsidRPr="009277A8" w:rsidRDefault="003F436C" w:rsidP="00725CFC">
            <w:pPr>
              <w:pStyle w:val="TableBodyText"/>
              <w:ind w:left="113"/>
              <w:jc w:val="left"/>
            </w:pPr>
            <w:r>
              <w:t>Reported as having disability</w:t>
            </w:r>
          </w:p>
        </w:tc>
        <w:tc>
          <w:tcPr>
            <w:tcW w:w="365" w:type="pct"/>
          </w:tcPr>
          <w:p w:rsidR="003F436C" w:rsidRPr="003F436C" w:rsidRDefault="003F436C" w:rsidP="003F436C">
            <w:pPr>
              <w:pStyle w:val="TableBodyText"/>
              <w:rPr>
                <w:rFonts w:cs="Arial"/>
              </w:rPr>
            </w:pPr>
            <w:r w:rsidRPr="003F436C">
              <w:rPr>
                <w:rFonts w:cs="Arial"/>
              </w:rPr>
              <w:t>7.0</w:t>
            </w:r>
          </w:p>
        </w:tc>
        <w:tc>
          <w:tcPr>
            <w:tcW w:w="365" w:type="pct"/>
          </w:tcPr>
          <w:p w:rsidR="003F436C" w:rsidRPr="003F436C" w:rsidRDefault="003F436C" w:rsidP="003F436C">
            <w:pPr>
              <w:pStyle w:val="TableBodyText"/>
              <w:rPr>
                <w:rFonts w:cs="Arial"/>
              </w:rPr>
            </w:pPr>
            <w:r w:rsidRPr="003F436C">
              <w:rPr>
                <w:rFonts w:cs="Arial"/>
              </w:rPr>
              <w:t>6.7</w:t>
            </w:r>
          </w:p>
        </w:tc>
        <w:tc>
          <w:tcPr>
            <w:tcW w:w="365" w:type="pct"/>
          </w:tcPr>
          <w:p w:rsidR="003F436C" w:rsidRPr="003F436C" w:rsidRDefault="003F436C" w:rsidP="003F436C">
            <w:pPr>
              <w:pStyle w:val="TableBodyText"/>
              <w:rPr>
                <w:rFonts w:cs="Arial"/>
              </w:rPr>
            </w:pPr>
            <w:r w:rsidRPr="003F436C">
              <w:rPr>
                <w:rFonts w:cs="Arial"/>
              </w:rPr>
              <w:t>5.3</w:t>
            </w:r>
          </w:p>
        </w:tc>
        <w:tc>
          <w:tcPr>
            <w:tcW w:w="365" w:type="pct"/>
          </w:tcPr>
          <w:p w:rsidR="003F436C" w:rsidRPr="003F436C" w:rsidRDefault="003F436C" w:rsidP="003F436C">
            <w:pPr>
              <w:pStyle w:val="TableBodyText"/>
              <w:rPr>
                <w:rFonts w:cs="Arial"/>
              </w:rPr>
            </w:pPr>
            <w:r w:rsidRPr="003F436C">
              <w:rPr>
                <w:rFonts w:cs="Arial"/>
              </w:rPr>
              <w:t>4.7</w:t>
            </w:r>
          </w:p>
        </w:tc>
        <w:tc>
          <w:tcPr>
            <w:tcW w:w="365" w:type="pct"/>
          </w:tcPr>
          <w:p w:rsidR="003F436C" w:rsidRPr="003F436C" w:rsidRDefault="00411CFA" w:rsidP="003F436C">
            <w:pPr>
              <w:pStyle w:val="TableBodyText"/>
              <w:rPr>
                <w:rFonts w:cs="Arial"/>
              </w:rPr>
            </w:pPr>
            <w:r>
              <w:rPr>
                <w:rFonts w:cs="Arial"/>
              </w:rPr>
              <w:t>5.5</w:t>
            </w:r>
          </w:p>
        </w:tc>
        <w:tc>
          <w:tcPr>
            <w:tcW w:w="365" w:type="pct"/>
          </w:tcPr>
          <w:p w:rsidR="003F436C" w:rsidRPr="003F436C" w:rsidRDefault="003F436C" w:rsidP="003F436C">
            <w:pPr>
              <w:pStyle w:val="TableBodyText"/>
              <w:rPr>
                <w:rFonts w:cs="Arial"/>
              </w:rPr>
            </w:pPr>
            <w:r w:rsidRPr="003F436C">
              <w:rPr>
                <w:rFonts w:cs="Arial"/>
              </w:rPr>
              <w:t>8.6</w:t>
            </w:r>
          </w:p>
        </w:tc>
        <w:tc>
          <w:tcPr>
            <w:tcW w:w="365" w:type="pct"/>
          </w:tcPr>
          <w:p w:rsidR="003F436C" w:rsidRPr="003F436C" w:rsidRDefault="003F436C" w:rsidP="003F436C">
            <w:pPr>
              <w:pStyle w:val="TableBodyText"/>
              <w:rPr>
                <w:rFonts w:cs="Arial"/>
              </w:rPr>
            </w:pPr>
            <w:r w:rsidRPr="003F436C">
              <w:rPr>
                <w:rFonts w:cs="Arial"/>
              </w:rPr>
              <w:t>6.4</w:t>
            </w:r>
          </w:p>
        </w:tc>
        <w:tc>
          <w:tcPr>
            <w:tcW w:w="365" w:type="pct"/>
          </w:tcPr>
          <w:p w:rsidR="003F436C" w:rsidRPr="003F436C" w:rsidRDefault="003F436C" w:rsidP="003F436C">
            <w:pPr>
              <w:pStyle w:val="TableBodyText"/>
              <w:rPr>
                <w:rFonts w:cs="Arial"/>
              </w:rPr>
            </w:pPr>
            <w:r w:rsidRPr="003F436C">
              <w:rPr>
                <w:rFonts w:cs="Arial"/>
              </w:rPr>
              <w:t>5.1</w:t>
            </w:r>
          </w:p>
        </w:tc>
        <w:tc>
          <w:tcPr>
            <w:tcW w:w="365" w:type="pct"/>
          </w:tcPr>
          <w:p w:rsidR="003F436C" w:rsidRPr="003F436C" w:rsidRDefault="003F436C" w:rsidP="00411CFA">
            <w:pPr>
              <w:pStyle w:val="TableBodyText"/>
              <w:ind w:right="0"/>
              <w:rPr>
                <w:rFonts w:cs="Arial"/>
              </w:rPr>
            </w:pPr>
            <w:r w:rsidRPr="003F436C">
              <w:rPr>
                <w:rFonts w:cs="Arial"/>
              </w:rPr>
              <w:t>6.</w:t>
            </w:r>
            <w:r w:rsidR="00411CFA">
              <w:rPr>
                <w:rFonts w:cs="Arial"/>
              </w:rPr>
              <w:t>3</w:t>
            </w:r>
          </w:p>
        </w:tc>
      </w:tr>
      <w:tr w:rsidR="003F436C" w:rsidRPr="00094C24" w:rsidTr="003F436C">
        <w:tc>
          <w:tcPr>
            <w:tcW w:w="1715" w:type="pct"/>
            <w:tcBorders>
              <w:bottom w:val="single" w:sz="4" w:space="0" w:color="auto"/>
            </w:tcBorders>
          </w:tcPr>
          <w:p w:rsidR="003F436C" w:rsidRPr="00C73A32" w:rsidRDefault="003F436C" w:rsidP="00725CFC">
            <w:pPr>
              <w:pStyle w:val="TableBodyText"/>
              <w:ind w:left="226" w:hanging="113"/>
              <w:jc w:val="left"/>
            </w:pPr>
            <w:r>
              <w:t>Reported as not having disability</w:t>
            </w:r>
          </w:p>
        </w:tc>
        <w:tc>
          <w:tcPr>
            <w:tcW w:w="365" w:type="pct"/>
            <w:tcBorders>
              <w:bottom w:val="single" w:sz="4" w:space="0" w:color="auto"/>
            </w:tcBorders>
            <w:vAlign w:val="center"/>
          </w:tcPr>
          <w:p w:rsidR="003F436C" w:rsidRDefault="003F436C" w:rsidP="003F436C">
            <w:pPr>
              <w:pStyle w:val="TableBodyText"/>
              <w:rPr>
                <w:rFonts w:cs="Arial"/>
              </w:rPr>
            </w:pPr>
            <w:r>
              <w:rPr>
                <w:rFonts w:cs="Arial"/>
              </w:rPr>
              <w:t>82.4</w:t>
            </w:r>
          </w:p>
        </w:tc>
        <w:tc>
          <w:tcPr>
            <w:tcW w:w="365" w:type="pct"/>
            <w:tcBorders>
              <w:bottom w:val="single" w:sz="4" w:space="0" w:color="auto"/>
            </w:tcBorders>
            <w:vAlign w:val="center"/>
          </w:tcPr>
          <w:p w:rsidR="003F436C" w:rsidRDefault="003F436C" w:rsidP="003F436C">
            <w:pPr>
              <w:pStyle w:val="TableBodyText"/>
              <w:rPr>
                <w:rFonts w:cs="Arial"/>
              </w:rPr>
            </w:pPr>
            <w:r>
              <w:rPr>
                <w:rFonts w:cs="Arial"/>
              </w:rPr>
              <w:t>89.4</w:t>
            </w:r>
          </w:p>
        </w:tc>
        <w:tc>
          <w:tcPr>
            <w:tcW w:w="365" w:type="pct"/>
            <w:tcBorders>
              <w:bottom w:val="single" w:sz="4" w:space="0" w:color="auto"/>
            </w:tcBorders>
            <w:vAlign w:val="center"/>
          </w:tcPr>
          <w:p w:rsidR="003F436C" w:rsidRDefault="003F436C" w:rsidP="003F436C">
            <w:pPr>
              <w:pStyle w:val="TableBodyText"/>
              <w:rPr>
                <w:rFonts w:cs="Arial"/>
              </w:rPr>
            </w:pPr>
            <w:r>
              <w:rPr>
                <w:rFonts w:cs="Arial"/>
              </w:rPr>
              <w:t>56.6</w:t>
            </w:r>
          </w:p>
        </w:tc>
        <w:tc>
          <w:tcPr>
            <w:tcW w:w="365" w:type="pct"/>
            <w:tcBorders>
              <w:bottom w:val="single" w:sz="4" w:space="0" w:color="auto"/>
            </w:tcBorders>
            <w:vAlign w:val="center"/>
          </w:tcPr>
          <w:p w:rsidR="003F436C" w:rsidRDefault="003F436C" w:rsidP="003F436C">
            <w:pPr>
              <w:pStyle w:val="TableBodyText"/>
              <w:rPr>
                <w:rFonts w:cs="Arial"/>
              </w:rPr>
            </w:pPr>
            <w:r>
              <w:rPr>
                <w:rFonts w:cs="Arial"/>
              </w:rPr>
              <w:t>73.9</w:t>
            </w:r>
          </w:p>
        </w:tc>
        <w:tc>
          <w:tcPr>
            <w:tcW w:w="365" w:type="pct"/>
            <w:tcBorders>
              <w:bottom w:val="single" w:sz="4" w:space="0" w:color="auto"/>
            </w:tcBorders>
            <w:vAlign w:val="center"/>
          </w:tcPr>
          <w:p w:rsidR="003F436C" w:rsidRDefault="00411CFA" w:rsidP="003F436C">
            <w:pPr>
              <w:pStyle w:val="TableBodyText"/>
              <w:rPr>
                <w:rFonts w:cs="Arial"/>
              </w:rPr>
            </w:pPr>
            <w:r>
              <w:rPr>
                <w:rFonts w:cs="Arial"/>
              </w:rPr>
              <w:t>94.5</w:t>
            </w:r>
          </w:p>
        </w:tc>
        <w:tc>
          <w:tcPr>
            <w:tcW w:w="365" w:type="pct"/>
            <w:tcBorders>
              <w:bottom w:val="single" w:sz="4" w:space="0" w:color="auto"/>
            </w:tcBorders>
            <w:vAlign w:val="center"/>
          </w:tcPr>
          <w:p w:rsidR="003F436C" w:rsidRDefault="003F436C" w:rsidP="003F436C">
            <w:pPr>
              <w:pStyle w:val="TableBodyText"/>
              <w:rPr>
                <w:rFonts w:cs="Arial"/>
              </w:rPr>
            </w:pPr>
            <w:r>
              <w:rPr>
                <w:rFonts w:cs="Arial"/>
              </w:rPr>
              <w:t>88.3</w:t>
            </w:r>
          </w:p>
        </w:tc>
        <w:tc>
          <w:tcPr>
            <w:tcW w:w="365" w:type="pct"/>
            <w:tcBorders>
              <w:bottom w:val="single" w:sz="4" w:space="0" w:color="auto"/>
            </w:tcBorders>
            <w:vAlign w:val="center"/>
          </w:tcPr>
          <w:p w:rsidR="003F436C" w:rsidRDefault="003F436C" w:rsidP="003F436C">
            <w:pPr>
              <w:pStyle w:val="TableBodyText"/>
              <w:rPr>
                <w:rFonts w:cs="Arial"/>
              </w:rPr>
            </w:pPr>
            <w:r>
              <w:rPr>
                <w:rFonts w:cs="Arial"/>
              </w:rPr>
              <w:t>90.8</w:t>
            </w:r>
          </w:p>
        </w:tc>
        <w:tc>
          <w:tcPr>
            <w:tcW w:w="365" w:type="pct"/>
            <w:tcBorders>
              <w:bottom w:val="single" w:sz="4" w:space="0" w:color="auto"/>
            </w:tcBorders>
            <w:vAlign w:val="center"/>
          </w:tcPr>
          <w:p w:rsidR="003F436C" w:rsidRDefault="003F436C" w:rsidP="003F436C">
            <w:pPr>
              <w:pStyle w:val="TableBodyText"/>
              <w:rPr>
                <w:rFonts w:cs="Arial"/>
              </w:rPr>
            </w:pPr>
            <w:r>
              <w:rPr>
                <w:rFonts w:cs="Arial"/>
              </w:rPr>
              <w:t>90.3</w:t>
            </w:r>
          </w:p>
        </w:tc>
        <w:tc>
          <w:tcPr>
            <w:tcW w:w="365" w:type="pct"/>
            <w:tcBorders>
              <w:bottom w:val="single" w:sz="4" w:space="0" w:color="auto"/>
            </w:tcBorders>
            <w:vAlign w:val="center"/>
          </w:tcPr>
          <w:p w:rsidR="003F436C" w:rsidRDefault="003F436C" w:rsidP="00411CFA">
            <w:pPr>
              <w:pStyle w:val="TableBodyText"/>
              <w:ind w:right="0"/>
              <w:rPr>
                <w:rFonts w:cs="Arial"/>
              </w:rPr>
            </w:pPr>
            <w:r>
              <w:rPr>
                <w:rFonts w:cs="Arial"/>
              </w:rPr>
              <w:t>80.</w:t>
            </w:r>
            <w:r w:rsidR="00411CFA">
              <w:rPr>
                <w:rFonts w:cs="Arial"/>
              </w:rPr>
              <w:t>9</w:t>
            </w:r>
          </w:p>
        </w:tc>
      </w:tr>
    </w:tbl>
    <w:p w:rsidR="00AF32BA" w:rsidRPr="00AF32BA" w:rsidRDefault="000E3781" w:rsidP="00725CFC">
      <w:pPr>
        <w:pStyle w:val="Note"/>
      </w:pPr>
      <w:r>
        <w:rPr>
          <w:rStyle w:val="NoteLabel"/>
        </w:rPr>
        <w:t>a</w:t>
      </w:r>
      <w:r w:rsidR="00AF32BA">
        <w:t xml:space="preserve"> </w:t>
      </w:r>
      <w:r w:rsidR="00AF32BA" w:rsidRPr="00AF32BA">
        <w:t xml:space="preserve">Refer to the National VET Provider Collection Data Quality Statement for information on data quality. </w:t>
      </w:r>
      <w:r w:rsidR="00AF32BA" w:rsidRPr="00AF32BA">
        <w:rPr>
          <w:b/>
          <w:position w:val="6"/>
        </w:rPr>
        <w:t>b</w:t>
      </w:r>
      <w:r w:rsidR="00AF32BA" w:rsidRPr="00AF32BA">
        <w:t> </w:t>
      </w:r>
      <w:r w:rsidR="00554FEE">
        <w:t xml:space="preserve">Data include both government funded and non-government funded VET students. </w:t>
      </w:r>
      <w:r w:rsidR="00554FEE" w:rsidRPr="00554FEE">
        <w:rPr>
          <w:rStyle w:val="NoteLabel"/>
        </w:rPr>
        <w:t>c</w:t>
      </w:r>
      <w:r w:rsidR="00554FEE">
        <w:t xml:space="preserve"> </w:t>
      </w:r>
      <w:r w:rsidR="00AF32BA" w:rsidRPr="00AF32BA">
        <w:t xml:space="preserve">People reported as having disability are defined as those who self-identify on enrolment forms that they have a disability, impairment or long-term condition. Not all students respond to the relevant question on the enrolment form. </w:t>
      </w:r>
      <w:r w:rsidR="00EF2EE1">
        <w:t>Information on the students with disability status not reported, by State and Territory,</w:t>
      </w:r>
      <w:r w:rsidR="00253FFA">
        <w:t xml:space="preserve"> are available</w:t>
      </w:r>
      <w:r w:rsidR="00EF2EE1">
        <w:t xml:space="preserve"> in table SWD.C.21.</w:t>
      </w:r>
    </w:p>
    <w:p w:rsidR="00AF32BA" w:rsidRPr="00AF32BA" w:rsidRDefault="00AF32BA" w:rsidP="00725CFC">
      <w:pPr>
        <w:keepLines/>
        <w:spacing w:before="80" w:after="120" w:line="220" w:lineRule="exact"/>
        <w:jc w:val="both"/>
        <w:rPr>
          <w:rFonts w:ascii="Arial" w:hAnsi="Arial"/>
          <w:sz w:val="18"/>
          <w:szCs w:val="20"/>
        </w:rPr>
      </w:pPr>
      <w:r w:rsidRPr="00AF32BA">
        <w:rPr>
          <w:rFonts w:ascii="Arial" w:hAnsi="Arial"/>
          <w:i/>
          <w:sz w:val="18"/>
          <w:szCs w:val="20"/>
        </w:rPr>
        <w:t>Source</w:t>
      </w:r>
      <w:r w:rsidRPr="00AF32BA">
        <w:rPr>
          <w:rFonts w:ascii="Arial" w:hAnsi="Arial"/>
          <w:sz w:val="18"/>
          <w:szCs w:val="20"/>
        </w:rPr>
        <w:t>: NCVER (unpublished) N</w:t>
      </w:r>
      <w:r w:rsidR="000270CE">
        <w:rPr>
          <w:rFonts w:ascii="Arial" w:hAnsi="Arial"/>
          <w:sz w:val="18"/>
          <w:szCs w:val="20"/>
        </w:rPr>
        <w:t xml:space="preserve">ational VET provider collection; </w:t>
      </w:r>
      <w:r w:rsidR="00241EE2">
        <w:rPr>
          <w:rFonts w:ascii="Arial" w:hAnsi="Arial"/>
          <w:sz w:val="18"/>
          <w:szCs w:val="20"/>
        </w:rPr>
        <w:t xml:space="preserve">DEEWR (2012) </w:t>
      </w:r>
      <w:r w:rsidR="00241EE2" w:rsidRPr="00241EE2">
        <w:rPr>
          <w:rFonts w:ascii="Arial" w:hAnsi="Arial"/>
          <w:i/>
          <w:sz w:val="18"/>
          <w:szCs w:val="20"/>
        </w:rPr>
        <w:t>Annual National Report of the Australian Vocational and Technical Education System 2011</w:t>
      </w:r>
      <w:r w:rsidR="00241EE2">
        <w:rPr>
          <w:rFonts w:ascii="Arial" w:hAnsi="Arial"/>
          <w:sz w:val="18"/>
          <w:szCs w:val="20"/>
        </w:rPr>
        <w:t xml:space="preserve">, Canberra; </w:t>
      </w:r>
      <w:r w:rsidR="000270CE">
        <w:rPr>
          <w:rFonts w:ascii="Arial" w:hAnsi="Arial"/>
          <w:sz w:val="18"/>
          <w:szCs w:val="20"/>
        </w:rPr>
        <w:t>table SWD.C.</w:t>
      </w:r>
      <w:r w:rsidR="003F436C">
        <w:rPr>
          <w:rFonts w:ascii="Arial" w:hAnsi="Arial"/>
          <w:sz w:val="18"/>
          <w:szCs w:val="20"/>
        </w:rPr>
        <w:t>21</w:t>
      </w:r>
      <w:r w:rsidR="000270CE">
        <w:rPr>
          <w:rFonts w:ascii="Arial" w:hAnsi="Arial"/>
          <w:sz w:val="18"/>
          <w:szCs w:val="20"/>
        </w:rPr>
        <w:t>.</w:t>
      </w:r>
    </w:p>
    <w:p w:rsidR="00AF32BA" w:rsidRDefault="00AF32BA" w:rsidP="00AF32BA">
      <w:pPr>
        <w:pStyle w:val="BodyText"/>
      </w:pPr>
      <w:r>
        <w:t>Data on the numbers and proportions of VET students’ self-identified disability status for 200</w:t>
      </w:r>
      <w:r w:rsidR="00F72EA9">
        <w:t>8, 2009</w:t>
      </w:r>
      <w:r>
        <w:t>, 2010 and 2011 are available in table SWD.C.</w:t>
      </w:r>
      <w:r w:rsidR="003F436C">
        <w:t>21</w:t>
      </w:r>
      <w:r>
        <w:t>.</w:t>
      </w:r>
    </w:p>
    <w:p w:rsidR="00AF32BA" w:rsidRDefault="00AF32BA" w:rsidP="00724A07">
      <w:pPr>
        <w:pStyle w:val="Heading5"/>
      </w:pPr>
      <w:r>
        <w:t>Remoteness</w:t>
      </w:r>
    </w:p>
    <w:p w:rsidR="00D9280C" w:rsidRDefault="00AF32BA" w:rsidP="00D9280C">
      <w:pPr>
        <w:pStyle w:val="BodyText"/>
      </w:pPr>
      <w:r>
        <w:t xml:space="preserve">Young people living in rural areas have higher rates of participation in VET than those in more urban settings. Possible explanations for this include a greater VET presence (compared to universities) in rural and regional areas, the structure of industries in rural areas providing more opportunities for apprenticeships, and the social and financial costs associated with leaving rural areas to pursue higher education (Hillman, Marks and McKenzie 2002). </w:t>
      </w:r>
      <w:r w:rsidR="00D9280C">
        <w:t>Results from this study were not controlled for the potential differences in population make-up between rural and urban areas, and differences in socio-economic background, language background and Indigenous status could have been potential influences for comparing rural and urban differences in education.</w:t>
      </w:r>
    </w:p>
    <w:p w:rsidR="00AF32BA" w:rsidRDefault="00AF32BA" w:rsidP="00AF32BA">
      <w:pPr>
        <w:pStyle w:val="BodyText"/>
      </w:pPr>
      <w:r>
        <w:t>The following table provides information on VET participation rates by region for 200</w:t>
      </w:r>
      <w:r w:rsidR="00F72EA9">
        <w:t>8, 2009</w:t>
      </w:r>
      <w:r>
        <w:t xml:space="preserve">, 2010 and 2011 (table </w:t>
      </w:r>
      <w:r w:rsidR="000049B8">
        <w:t>11</w:t>
      </w:r>
      <w:r w:rsidR="001D2206">
        <w:t>).</w:t>
      </w:r>
    </w:p>
    <w:p w:rsidR="00AF32BA" w:rsidRDefault="00AF32BA" w:rsidP="00725CFC">
      <w:pPr>
        <w:pStyle w:val="TableTitle"/>
      </w:pPr>
      <w:r>
        <w:rPr>
          <w:b w:val="0"/>
        </w:rPr>
        <w:t xml:space="preserve">Table </w:t>
      </w:r>
      <w:bookmarkStart w:id="17" w:name="OLE_LINK15"/>
      <w:r w:rsidR="00503759">
        <w:rPr>
          <w:b w:val="0"/>
          <w:noProof/>
        </w:rPr>
        <w:t>11</w:t>
      </w:r>
      <w:bookmarkEnd w:id="17"/>
      <w:r>
        <w:tab/>
        <w:t xml:space="preserve">VET participation rates by remoteness classification, </w:t>
      </w:r>
      <w:r w:rsidR="000E3781">
        <w:t xml:space="preserve">2008, </w:t>
      </w:r>
      <w:r>
        <w:t>2009, 2010 and 2011 (per cent)</w:t>
      </w:r>
      <w:r w:rsidRPr="00AF32BA">
        <w:rPr>
          <w:rStyle w:val="NoteLabel"/>
          <w:b/>
        </w:rPr>
        <w:t>a, b, c, d</w:t>
      </w:r>
    </w:p>
    <w:tbl>
      <w:tblPr>
        <w:tblW w:w="5000" w:type="pct"/>
        <w:jc w:val="right"/>
        <w:tblCellMar>
          <w:left w:w="0" w:type="dxa"/>
          <w:right w:w="0" w:type="dxa"/>
        </w:tblCellMar>
        <w:tblLook w:val="0000" w:firstRow="0" w:lastRow="0" w:firstColumn="0" w:lastColumn="0" w:noHBand="0" w:noVBand="0"/>
      </w:tblPr>
      <w:tblGrid>
        <w:gridCol w:w="2520"/>
        <w:gridCol w:w="698"/>
        <w:gridCol w:w="696"/>
        <w:gridCol w:w="698"/>
        <w:gridCol w:w="696"/>
        <w:gridCol w:w="698"/>
        <w:gridCol w:w="696"/>
        <w:gridCol w:w="698"/>
        <w:gridCol w:w="696"/>
        <w:gridCol w:w="693"/>
      </w:tblGrid>
      <w:tr w:rsidR="00AF32BA" w:rsidRPr="00A030B4" w:rsidTr="00AF32BA">
        <w:trPr>
          <w:jc w:val="right"/>
        </w:trPr>
        <w:tc>
          <w:tcPr>
            <w:tcW w:w="1434"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p>
        </w:tc>
        <w:tc>
          <w:tcPr>
            <w:tcW w:w="397"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NSW</w:t>
            </w:r>
          </w:p>
        </w:tc>
        <w:tc>
          <w:tcPr>
            <w:tcW w:w="396"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rPr>
                <w:rStyle w:val="NoteLabel"/>
              </w:rPr>
            </w:pPr>
            <w:r w:rsidRPr="00A030B4">
              <w:t>Vic</w:t>
            </w:r>
          </w:p>
        </w:tc>
        <w:tc>
          <w:tcPr>
            <w:tcW w:w="397"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Qld</w:t>
            </w:r>
          </w:p>
        </w:tc>
        <w:tc>
          <w:tcPr>
            <w:tcW w:w="396"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WA</w:t>
            </w:r>
          </w:p>
        </w:tc>
        <w:tc>
          <w:tcPr>
            <w:tcW w:w="397"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rPr>
                <w:rStyle w:val="NoteLabel"/>
              </w:rPr>
            </w:pPr>
            <w:r w:rsidRPr="00A030B4">
              <w:t>SA</w:t>
            </w:r>
          </w:p>
        </w:tc>
        <w:tc>
          <w:tcPr>
            <w:tcW w:w="396"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Tas</w:t>
            </w:r>
          </w:p>
        </w:tc>
        <w:tc>
          <w:tcPr>
            <w:tcW w:w="397" w:type="pct"/>
            <w:tcBorders>
              <w:top w:val="single" w:sz="6" w:space="0" w:color="auto"/>
              <w:bottom w:val="single" w:sz="6" w:space="0" w:color="auto"/>
            </w:tcBorders>
            <w:vAlign w:val="bottom"/>
          </w:tcPr>
          <w:p w:rsidR="00AF32BA" w:rsidRPr="00384F70" w:rsidRDefault="00AF32BA" w:rsidP="000159BC">
            <w:pPr>
              <w:pStyle w:val="TableColumnHeading"/>
              <w:pBdr>
                <w:left w:val="single" w:sz="4" w:space="1" w:color="auto"/>
              </w:pBdr>
              <w:rPr>
                <w:rStyle w:val="NoteLabel"/>
                <w:i w:val="0"/>
              </w:rPr>
            </w:pPr>
            <w:r w:rsidRPr="00A030B4">
              <w:t>ACT</w:t>
            </w:r>
            <w:r w:rsidRPr="00F6320F">
              <w:rPr>
                <w:rStyle w:val="NoteLabel"/>
              </w:rPr>
              <w:t>e</w:t>
            </w:r>
          </w:p>
        </w:tc>
        <w:tc>
          <w:tcPr>
            <w:tcW w:w="396"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NT</w:t>
            </w:r>
          </w:p>
        </w:tc>
        <w:tc>
          <w:tcPr>
            <w:tcW w:w="394"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ind w:right="0"/>
              <w:rPr>
                <w:rStyle w:val="NoteLabel"/>
              </w:rPr>
            </w:pPr>
            <w:r w:rsidRPr="00A030B4">
              <w:t>Aust</w:t>
            </w:r>
          </w:p>
        </w:tc>
      </w:tr>
      <w:tr w:rsidR="00F72EA9" w:rsidRPr="00A030B4" w:rsidTr="00404BBA">
        <w:trPr>
          <w:jc w:val="right"/>
        </w:trPr>
        <w:tc>
          <w:tcPr>
            <w:tcW w:w="1434" w:type="pct"/>
            <w:tcBorders>
              <w:top w:val="single" w:sz="6" w:space="0" w:color="auto"/>
            </w:tcBorders>
          </w:tcPr>
          <w:p w:rsidR="00F72EA9" w:rsidRPr="00A030B4" w:rsidRDefault="00F72EA9" w:rsidP="000159BC">
            <w:pPr>
              <w:pStyle w:val="TableUnitsRow"/>
              <w:pBdr>
                <w:left w:val="single" w:sz="4" w:space="1" w:color="auto"/>
              </w:pBdr>
              <w:spacing w:after="40" w:line="240" w:lineRule="atLeast"/>
              <w:jc w:val="left"/>
              <w:rPr>
                <w:b/>
              </w:rPr>
            </w:pPr>
            <w:r w:rsidRPr="00A030B4">
              <w:rPr>
                <w:b/>
              </w:rPr>
              <w:t>2008</w:t>
            </w:r>
          </w:p>
        </w:tc>
        <w:tc>
          <w:tcPr>
            <w:tcW w:w="397" w:type="pct"/>
            <w:tcBorders>
              <w:top w:val="single" w:sz="6" w:space="0" w:color="auto"/>
            </w:tcBorders>
          </w:tcPr>
          <w:p w:rsidR="00F72EA9" w:rsidRPr="00A030B4" w:rsidRDefault="00F72EA9" w:rsidP="000159BC">
            <w:pPr>
              <w:pStyle w:val="TableUnitsRow"/>
              <w:pBdr>
                <w:left w:val="single" w:sz="4" w:space="1" w:color="auto"/>
              </w:pBdr>
            </w:pPr>
          </w:p>
        </w:tc>
        <w:tc>
          <w:tcPr>
            <w:tcW w:w="396" w:type="pct"/>
            <w:tcBorders>
              <w:top w:val="single" w:sz="6" w:space="0" w:color="auto"/>
            </w:tcBorders>
          </w:tcPr>
          <w:p w:rsidR="00F72EA9" w:rsidRPr="00A030B4" w:rsidRDefault="00F72EA9" w:rsidP="000159BC">
            <w:pPr>
              <w:pStyle w:val="TableUnitsRow"/>
              <w:pBdr>
                <w:left w:val="single" w:sz="4" w:space="1" w:color="auto"/>
              </w:pBdr>
            </w:pPr>
          </w:p>
        </w:tc>
        <w:tc>
          <w:tcPr>
            <w:tcW w:w="397" w:type="pct"/>
            <w:tcBorders>
              <w:top w:val="single" w:sz="6" w:space="0" w:color="auto"/>
            </w:tcBorders>
          </w:tcPr>
          <w:p w:rsidR="00F72EA9" w:rsidRPr="00A030B4" w:rsidRDefault="00F72EA9" w:rsidP="000159BC">
            <w:pPr>
              <w:pStyle w:val="TableUnitsRow"/>
              <w:pBdr>
                <w:left w:val="single" w:sz="4" w:space="1" w:color="auto"/>
              </w:pBdr>
            </w:pPr>
          </w:p>
        </w:tc>
        <w:tc>
          <w:tcPr>
            <w:tcW w:w="396" w:type="pct"/>
            <w:tcBorders>
              <w:top w:val="single" w:sz="6" w:space="0" w:color="auto"/>
            </w:tcBorders>
          </w:tcPr>
          <w:p w:rsidR="00F72EA9" w:rsidRPr="00A030B4" w:rsidRDefault="00F72EA9" w:rsidP="000159BC">
            <w:pPr>
              <w:pStyle w:val="TableUnitsRow"/>
              <w:pBdr>
                <w:left w:val="single" w:sz="4" w:space="1" w:color="auto"/>
              </w:pBdr>
            </w:pPr>
          </w:p>
        </w:tc>
        <w:tc>
          <w:tcPr>
            <w:tcW w:w="397" w:type="pct"/>
            <w:tcBorders>
              <w:top w:val="single" w:sz="6" w:space="0" w:color="auto"/>
            </w:tcBorders>
          </w:tcPr>
          <w:p w:rsidR="00F72EA9" w:rsidRPr="00A030B4" w:rsidRDefault="00F72EA9" w:rsidP="000159BC">
            <w:pPr>
              <w:pStyle w:val="TableUnitsRow"/>
              <w:pBdr>
                <w:left w:val="single" w:sz="4" w:space="1" w:color="auto"/>
              </w:pBdr>
            </w:pPr>
          </w:p>
        </w:tc>
        <w:tc>
          <w:tcPr>
            <w:tcW w:w="396" w:type="pct"/>
            <w:tcBorders>
              <w:top w:val="single" w:sz="6" w:space="0" w:color="auto"/>
            </w:tcBorders>
          </w:tcPr>
          <w:p w:rsidR="00F72EA9" w:rsidRPr="00A030B4" w:rsidRDefault="00F72EA9" w:rsidP="000159BC">
            <w:pPr>
              <w:pStyle w:val="TableUnitsRow"/>
              <w:pBdr>
                <w:left w:val="single" w:sz="4" w:space="1" w:color="auto"/>
              </w:pBdr>
            </w:pPr>
          </w:p>
        </w:tc>
        <w:tc>
          <w:tcPr>
            <w:tcW w:w="397" w:type="pct"/>
            <w:tcBorders>
              <w:top w:val="single" w:sz="6" w:space="0" w:color="auto"/>
            </w:tcBorders>
          </w:tcPr>
          <w:p w:rsidR="00F72EA9" w:rsidRPr="00A030B4" w:rsidRDefault="00F72EA9" w:rsidP="000159BC">
            <w:pPr>
              <w:pStyle w:val="TableUnitsRow"/>
              <w:pBdr>
                <w:left w:val="single" w:sz="4" w:space="1" w:color="auto"/>
              </w:pBdr>
            </w:pPr>
          </w:p>
        </w:tc>
        <w:tc>
          <w:tcPr>
            <w:tcW w:w="396" w:type="pct"/>
            <w:tcBorders>
              <w:top w:val="single" w:sz="6" w:space="0" w:color="auto"/>
            </w:tcBorders>
          </w:tcPr>
          <w:p w:rsidR="00F72EA9" w:rsidRPr="00A030B4" w:rsidRDefault="00F72EA9" w:rsidP="000159BC">
            <w:pPr>
              <w:pStyle w:val="TableUnitsRow"/>
              <w:pBdr>
                <w:left w:val="single" w:sz="4" w:space="1" w:color="auto"/>
              </w:pBdr>
            </w:pPr>
          </w:p>
        </w:tc>
        <w:tc>
          <w:tcPr>
            <w:tcW w:w="394" w:type="pct"/>
            <w:tcBorders>
              <w:top w:val="single" w:sz="6" w:space="0" w:color="auto"/>
            </w:tcBorders>
          </w:tcPr>
          <w:p w:rsidR="00F72EA9" w:rsidRPr="00A030B4" w:rsidRDefault="00F72EA9" w:rsidP="000159BC">
            <w:pPr>
              <w:pStyle w:val="TableUnitsRow"/>
              <w:pBdr>
                <w:left w:val="single" w:sz="4" w:space="1" w:color="auto"/>
              </w:pBdr>
              <w:ind w:right="0"/>
            </w:pPr>
          </w:p>
        </w:tc>
      </w:tr>
      <w:tr w:rsidR="00F72EA9" w:rsidRPr="00A030B4" w:rsidTr="00404BBA">
        <w:trPr>
          <w:jc w:val="right"/>
        </w:trPr>
        <w:tc>
          <w:tcPr>
            <w:tcW w:w="1434" w:type="pct"/>
          </w:tcPr>
          <w:p w:rsidR="00F72EA9" w:rsidRPr="00A030B4" w:rsidRDefault="00F72EA9" w:rsidP="00B07E93">
            <w:pPr>
              <w:pStyle w:val="TableBodyText"/>
              <w:ind w:left="113"/>
              <w:jc w:val="left"/>
            </w:pPr>
            <w:r w:rsidRPr="00A030B4">
              <w:t>Major cities</w:t>
            </w:r>
          </w:p>
        </w:tc>
        <w:tc>
          <w:tcPr>
            <w:tcW w:w="397" w:type="pct"/>
          </w:tcPr>
          <w:p w:rsidR="00F72EA9" w:rsidRPr="00A030B4" w:rsidRDefault="00F72EA9" w:rsidP="000159BC">
            <w:pPr>
              <w:pStyle w:val="TableBodyText"/>
              <w:pBdr>
                <w:left w:val="single" w:sz="4" w:space="1" w:color="auto"/>
              </w:pBdr>
            </w:pPr>
            <w:r w:rsidRPr="00A030B4">
              <w:t>6.1</w:t>
            </w:r>
          </w:p>
        </w:tc>
        <w:tc>
          <w:tcPr>
            <w:tcW w:w="396" w:type="pct"/>
          </w:tcPr>
          <w:p w:rsidR="00F72EA9" w:rsidRPr="00A030B4" w:rsidRDefault="00F72EA9" w:rsidP="000159BC">
            <w:pPr>
              <w:pStyle w:val="TableBodyText"/>
              <w:pBdr>
                <w:left w:val="single" w:sz="4" w:space="1" w:color="auto"/>
              </w:pBdr>
            </w:pPr>
            <w:r w:rsidRPr="00A030B4">
              <w:t>7.1</w:t>
            </w:r>
          </w:p>
        </w:tc>
        <w:tc>
          <w:tcPr>
            <w:tcW w:w="397" w:type="pct"/>
          </w:tcPr>
          <w:p w:rsidR="00F72EA9" w:rsidRPr="00A030B4" w:rsidRDefault="00F72EA9" w:rsidP="000159BC">
            <w:pPr>
              <w:pStyle w:val="TableBodyText"/>
              <w:pBdr>
                <w:left w:val="single" w:sz="4" w:space="1" w:color="auto"/>
              </w:pBdr>
            </w:pPr>
            <w:r w:rsidRPr="00A030B4">
              <w:t>5.4</w:t>
            </w:r>
          </w:p>
        </w:tc>
        <w:tc>
          <w:tcPr>
            <w:tcW w:w="396" w:type="pct"/>
          </w:tcPr>
          <w:p w:rsidR="00F72EA9" w:rsidRPr="00A030B4" w:rsidRDefault="00F72EA9" w:rsidP="000159BC">
            <w:pPr>
              <w:pStyle w:val="TableBodyText"/>
              <w:pBdr>
                <w:left w:val="single" w:sz="4" w:space="1" w:color="auto"/>
              </w:pBdr>
            </w:pPr>
            <w:r w:rsidRPr="00A030B4">
              <w:t>5.5</w:t>
            </w:r>
          </w:p>
        </w:tc>
        <w:tc>
          <w:tcPr>
            <w:tcW w:w="397" w:type="pct"/>
          </w:tcPr>
          <w:p w:rsidR="00F72EA9" w:rsidRPr="00A030B4" w:rsidRDefault="00F72EA9" w:rsidP="000159BC">
            <w:pPr>
              <w:pStyle w:val="TableBodyText"/>
              <w:pBdr>
                <w:left w:val="single" w:sz="4" w:space="1" w:color="auto"/>
              </w:pBdr>
            </w:pPr>
            <w:r w:rsidRPr="00A030B4">
              <w:t>6.8</w:t>
            </w:r>
          </w:p>
        </w:tc>
        <w:tc>
          <w:tcPr>
            <w:tcW w:w="396" w:type="pct"/>
          </w:tcPr>
          <w:p w:rsidR="00F72EA9" w:rsidRPr="00A030B4" w:rsidRDefault="00F72EA9" w:rsidP="000159BC">
            <w:pPr>
              <w:pStyle w:val="TableBodyText"/>
              <w:pBdr>
                <w:left w:val="single" w:sz="4" w:space="1" w:color="auto"/>
              </w:pBdr>
            </w:pPr>
            <w:r w:rsidRPr="00A030B4">
              <w:t>..</w:t>
            </w:r>
          </w:p>
        </w:tc>
        <w:tc>
          <w:tcPr>
            <w:tcW w:w="397" w:type="pct"/>
          </w:tcPr>
          <w:p w:rsidR="00F72EA9" w:rsidRPr="00A030B4" w:rsidRDefault="00F72EA9" w:rsidP="000159BC">
            <w:pPr>
              <w:pStyle w:val="TableBodyText"/>
              <w:pBdr>
                <w:left w:val="single" w:sz="4" w:space="1" w:color="auto"/>
              </w:pBdr>
            </w:pPr>
            <w:r w:rsidRPr="00A030B4">
              <w:t>5.8</w:t>
            </w:r>
          </w:p>
        </w:tc>
        <w:tc>
          <w:tcPr>
            <w:tcW w:w="396" w:type="pct"/>
          </w:tcPr>
          <w:p w:rsidR="00F72EA9" w:rsidRPr="00A030B4" w:rsidRDefault="00F72EA9" w:rsidP="000159BC">
            <w:pPr>
              <w:pStyle w:val="TableBodyText"/>
              <w:pBdr>
                <w:left w:val="single" w:sz="4" w:space="1" w:color="auto"/>
              </w:pBdr>
            </w:pPr>
            <w:r w:rsidRPr="00A030B4">
              <w:t>..</w:t>
            </w:r>
          </w:p>
        </w:tc>
        <w:tc>
          <w:tcPr>
            <w:tcW w:w="394" w:type="pct"/>
          </w:tcPr>
          <w:p w:rsidR="00F72EA9" w:rsidRPr="00A030B4" w:rsidRDefault="00F72EA9" w:rsidP="000159BC">
            <w:pPr>
              <w:pStyle w:val="TableBodyText"/>
              <w:pBdr>
                <w:left w:val="single" w:sz="4" w:space="1" w:color="auto"/>
              </w:pBdr>
              <w:ind w:right="0"/>
            </w:pPr>
            <w:r w:rsidRPr="00A030B4">
              <w:t>6.2</w:t>
            </w:r>
          </w:p>
        </w:tc>
      </w:tr>
      <w:tr w:rsidR="00F72EA9" w:rsidRPr="00A030B4" w:rsidTr="00404BBA">
        <w:trPr>
          <w:jc w:val="right"/>
        </w:trPr>
        <w:tc>
          <w:tcPr>
            <w:tcW w:w="1434" w:type="pct"/>
          </w:tcPr>
          <w:p w:rsidR="00F72EA9" w:rsidRPr="00A030B4" w:rsidRDefault="00F72EA9" w:rsidP="00B07E93">
            <w:pPr>
              <w:pStyle w:val="TableBodyText"/>
              <w:ind w:left="113"/>
              <w:jc w:val="left"/>
            </w:pPr>
            <w:r w:rsidRPr="00A030B4">
              <w:t>Inner regional</w:t>
            </w:r>
          </w:p>
        </w:tc>
        <w:tc>
          <w:tcPr>
            <w:tcW w:w="397" w:type="pct"/>
          </w:tcPr>
          <w:p w:rsidR="00F72EA9" w:rsidRPr="00A030B4" w:rsidRDefault="00F72EA9" w:rsidP="000159BC">
            <w:pPr>
              <w:pStyle w:val="TableBodyText"/>
              <w:pBdr>
                <w:left w:val="single" w:sz="4" w:space="1" w:color="auto"/>
              </w:pBdr>
            </w:pPr>
            <w:r w:rsidRPr="00A030B4">
              <w:t>9.4</w:t>
            </w:r>
          </w:p>
        </w:tc>
        <w:tc>
          <w:tcPr>
            <w:tcW w:w="396" w:type="pct"/>
          </w:tcPr>
          <w:p w:rsidR="00F72EA9" w:rsidRPr="00A030B4" w:rsidRDefault="00F72EA9" w:rsidP="000159BC">
            <w:pPr>
              <w:pStyle w:val="TableBodyText"/>
              <w:pBdr>
                <w:left w:val="single" w:sz="4" w:space="1" w:color="auto"/>
              </w:pBdr>
            </w:pPr>
            <w:r w:rsidRPr="00A030B4">
              <w:t>13.1</w:t>
            </w:r>
          </w:p>
        </w:tc>
        <w:tc>
          <w:tcPr>
            <w:tcW w:w="397" w:type="pct"/>
          </w:tcPr>
          <w:p w:rsidR="00F72EA9" w:rsidRPr="00A030B4" w:rsidRDefault="00F72EA9" w:rsidP="000159BC">
            <w:pPr>
              <w:pStyle w:val="TableBodyText"/>
              <w:pBdr>
                <w:left w:val="single" w:sz="4" w:space="1" w:color="auto"/>
              </w:pBdr>
            </w:pPr>
            <w:r w:rsidRPr="00A030B4">
              <w:t>6.2</w:t>
            </w:r>
          </w:p>
        </w:tc>
        <w:tc>
          <w:tcPr>
            <w:tcW w:w="396" w:type="pct"/>
          </w:tcPr>
          <w:p w:rsidR="00F72EA9" w:rsidRPr="00A030B4" w:rsidRDefault="00F72EA9" w:rsidP="000159BC">
            <w:pPr>
              <w:pStyle w:val="TableBodyText"/>
              <w:pBdr>
                <w:left w:val="single" w:sz="4" w:space="1" w:color="auto"/>
              </w:pBdr>
            </w:pPr>
            <w:r w:rsidRPr="00A030B4">
              <w:t>9.7</w:t>
            </w:r>
          </w:p>
        </w:tc>
        <w:tc>
          <w:tcPr>
            <w:tcW w:w="397" w:type="pct"/>
          </w:tcPr>
          <w:p w:rsidR="00F72EA9" w:rsidRPr="00A030B4" w:rsidRDefault="00F72EA9" w:rsidP="000159BC">
            <w:pPr>
              <w:pStyle w:val="TableBodyText"/>
              <w:pBdr>
                <w:left w:val="single" w:sz="4" w:space="1" w:color="auto"/>
              </w:pBdr>
            </w:pPr>
            <w:r w:rsidRPr="00A030B4">
              <w:t>8.7</w:t>
            </w:r>
          </w:p>
        </w:tc>
        <w:tc>
          <w:tcPr>
            <w:tcW w:w="396" w:type="pct"/>
          </w:tcPr>
          <w:p w:rsidR="00F72EA9" w:rsidRPr="00A030B4" w:rsidRDefault="00F72EA9" w:rsidP="000159BC">
            <w:pPr>
              <w:pStyle w:val="TableBodyText"/>
              <w:pBdr>
                <w:left w:val="single" w:sz="4" w:space="1" w:color="auto"/>
              </w:pBdr>
            </w:pPr>
            <w:r w:rsidRPr="00A030B4">
              <w:t>7.2</w:t>
            </w:r>
          </w:p>
        </w:tc>
        <w:tc>
          <w:tcPr>
            <w:tcW w:w="397" w:type="pct"/>
          </w:tcPr>
          <w:p w:rsidR="00F72EA9" w:rsidRPr="00A030B4" w:rsidRDefault="00F72EA9" w:rsidP="000159BC">
            <w:pPr>
              <w:pStyle w:val="TableBodyText"/>
              <w:pBdr>
                <w:left w:val="single" w:sz="4" w:space="1" w:color="auto"/>
              </w:pBdr>
            </w:pPr>
            <w:r>
              <w:t>np</w:t>
            </w:r>
          </w:p>
        </w:tc>
        <w:tc>
          <w:tcPr>
            <w:tcW w:w="396" w:type="pct"/>
          </w:tcPr>
          <w:p w:rsidR="00F72EA9" w:rsidRPr="00A030B4" w:rsidRDefault="00F72EA9" w:rsidP="000159BC">
            <w:pPr>
              <w:pStyle w:val="TableBodyText"/>
              <w:pBdr>
                <w:left w:val="single" w:sz="4" w:space="1" w:color="auto"/>
              </w:pBdr>
            </w:pPr>
            <w:r w:rsidRPr="00A030B4">
              <w:t>..</w:t>
            </w:r>
          </w:p>
        </w:tc>
        <w:tc>
          <w:tcPr>
            <w:tcW w:w="394" w:type="pct"/>
          </w:tcPr>
          <w:p w:rsidR="00F72EA9" w:rsidRPr="00A030B4" w:rsidRDefault="00F72EA9" w:rsidP="000159BC">
            <w:pPr>
              <w:pStyle w:val="TableBodyText"/>
              <w:pBdr>
                <w:left w:val="single" w:sz="4" w:space="1" w:color="auto"/>
              </w:pBdr>
              <w:ind w:right="0"/>
            </w:pPr>
            <w:r w:rsidRPr="00A030B4">
              <w:t>9.5</w:t>
            </w:r>
          </w:p>
        </w:tc>
      </w:tr>
      <w:tr w:rsidR="00F72EA9" w:rsidRPr="00A030B4" w:rsidTr="00404BBA">
        <w:trPr>
          <w:jc w:val="right"/>
        </w:trPr>
        <w:tc>
          <w:tcPr>
            <w:tcW w:w="1434" w:type="pct"/>
          </w:tcPr>
          <w:p w:rsidR="00F72EA9" w:rsidRPr="00A030B4" w:rsidRDefault="00F72EA9" w:rsidP="00B07E93">
            <w:pPr>
              <w:pStyle w:val="TableBodyText"/>
              <w:ind w:left="113"/>
              <w:jc w:val="left"/>
            </w:pPr>
            <w:r w:rsidRPr="00A030B4">
              <w:t>Outer regional</w:t>
            </w:r>
          </w:p>
        </w:tc>
        <w:tc>
          <w:tcPr>
            <w:tcW w:w="397" w:type="pct"/>
          </w:tcPr>
          <w:p w:rsidR="00F72EA9" w:rsidRPr="00A030B4" w:rsidRDefault="00F72EA9" w:rsidP="000159BC">
            <w:pPr>
              <w:pStyle w:val="TableBodyText"/>
              <w:pBdr>
                <w:left w:val="single" w:sz="4" w:space="1" w:color="auto"/>
              </w:pBdr>
            </w:pPr>
            <w:r w:rsidRPr="00A030B4">
              <w:t>20.0</w:t>
            </w:r>
          </w:p>
        </w:tc>
        <w:tc>
          <w:tcPr>
            <w:tcW w:w="396" w:type="pct"/>
          </w:tcPr>
          <w:p w:rsidR="00F72EA9" w:rsidRPr="00A030B4" w:rsidRDefault="00F72EA9" w:rsidP="000159BC">
            <w:pPr>
              <w:pStyle w:val="TableBodyText"/>
              <w:pBdr>
                <w:left w:val="single" w:sz="4" w:space="1" w:color="auto"/>
              </w:pBdr>
            </w:pPr>
            <w:r w:rsidRPr="00A030B4">
              <w:t>13.4</w:t>
            </w:r>
          </w:p>
        </w:tc>
        <w:tc>
          <w:tcPr>
            <w:tcW w:w="397" w:type="pct"/>
          </w:tcPr>
          <w:p w:rsidR="00F72EA9" w:rsidRPr="00A030B4" w:rsidRDefault="00F72EA9" w:rsidP="000159BC">
            <w:pPr>
              <w:pStyle w:val="TableBodyText"/>
              <w:pBdr>
                <w:left w:val="single" w:sz="4" w:space="1" w:color="auto"/>
              </w:pBdr>
            </w:pPr>
            <w:r w:rsidRPr="00A030B4">
              <w:t>9.7</w:t>
            </w:r>
          </w:p>
        </w:tc>
        <w:tc>
          <w:tcPr>
            <w:tcW w:w="396" w:type="pct"/>
          </w:tcPr>
          <w:p w:rsidR="00F72EA9" w:rsidRPr="00A030B4" w:rsidRDefault="00F72EA9" w:rsidP="000159BC">
            <w:pPr>
              <w:pStyle w:val="TableBodyText"/>
              <w:pBdr>
                <w:left w:val="single" w:sz="4" w:space="1" w:color="auto"/>
              </w:pBdr>
            </w:pPr>
            <w:r w:rsidRPr="00A030B4">
              <w:t>8.3</w:t>
            </w:r>
          </w:p>
        </w:tc>
        <w:tc>
          <w:tcPr>
            <w:tcW w:w="397" w:type="pct"/>
          </w:tcPr>
          <w:p w:rsidR="00F72EA9" w:rsidRPr="00A030B4" w:rsidRDefault="00F72EA9" w:rsidP="000159BC">
            <w:pPr>
              <w:pStyle w:val="TableBodyText"/>
              <w:pBdr>
                <w:left w:val="single" w:sz="4" w:space="1" w:color="auto"/>
              </w:pBdr>
            </w:pPr>
            <w:r w:rsidRPr="00A030B4">
              <w:t>10.5</w:t>
            </w:r>
          </w:p>
        </w:tc>
        <w:tc>
          <w:tcPr>
            <w:tcW w:w="396" w:type="pct"/>
          </w:tcPr>
          <w:p w:rsidR="00F72EA9" w:rsidRPr="00A030B4" w:rsidRDefault="00F72EA9" w:rsidP="000159BC">
            <w:pPr>
              <w:pStyle w:val="TableBodyText"/>
              <w:pBdr>
                <w:left w:val="single" w:sz="4" w:space="1" w:color="auto"/>
              </w:pBdr>
            </w:pPr>
            <w:r w:rsidRPr="00A030B4">
              <w:t>12.1</w:t>
            </w:r>
          </w:p>
        </w:tc>
        <w:tc>
          <w:tcPr>
            <w:tcW w:w="397" w:type="pct"/>
          </w:tcPr>
          <w:p w:rsidR="00F72EA9" w:rsidRPr="00A030B4" w:rsidRDefault="00F72EA9" w:rsidP="000159BC">
            <w:pPr>
              <w:pStyle w:val="TableBodyText"/>
              <w:pBdr>
                <w:left w:val="single" w:sz="4" w:space="1" w:color="auto"/>
              </w:pBdr>
            </w:pPr>
            <w:r w:rsidRPr="00A030B4">
              <w:t>..</w:t>
            </w:r>
          </w:p>
        </w:tc>
        <w:tc>
          <w:tcPr>
            <w:tcW w:w="396" w:type="pct"/>
          </w:tcPr>
          <w:p w:rsidR="00F72EA9" w:rsidRPr="00A030B4" w:rsidRDefault="00F72EA9" w:rsidP="000159BC">
            <w:pPr>
              <w:pStyle w:val="TableBodyText"/>
              <w:pBdr>
                <w:left w:val="single" w:sz="4" w:space="1" w:color="auto"/>
              </w:pBdr>
            </w:pPr>
            <w:r w:rsidRPr="00A030B4">
              <w:t>8.2</w:t>
            </w:r>
          </w:p>
        </w:tc>
        <w:tc>
          <w:tcPr>
            <w:tcW w:w="394" w:type="pct"/>
          </w:tcPr>
          <w:p w:rsidR="00F72EA9" w:rsidRPr="00A030B4" w:rsidRDefault="00F72EA9" w:rsidP="000159BC">
            <w:pPr>
              <w:pStyle w:val="TableBodyText"/>
              <w:pBdr>
                <w:left w:val="single" w:sz="4" w:space="1" w:color="auto"/>
              </w:pBdr>
              <w:ind w:right="0"/>
            </w:pPr>
            <w:r w:rsidRPr="00A030B4">
              <w:t>12.5</w:t>
            </w:r>
          </w:p>
        </w:tc>
      </w:tr>
      <w:tr w:rsidR="00F72EA9" w:rsidRPr="00A030B4" w:rsidTr="00404BBA">
        <w:trPr>
          <w:jc w:val="right"/>
        </w:trPr>
        <w:tc>
          <w:tcPr>
            <w:tcW w:w="1434" w:type="pct"/>
          </w:tcPr>
          <w:p w:rsidR="00F72EA9" w:rsidRPr="00A030B4" w:rsidRDefault="00F72EA9" w:rsidP="00B07E93">
            <w:pPr>
              <w:pStyle w:val="TableBodyText"/>
              <w:ind w:left="113"/>
              <w:jc w:val="left"/>
            </w:pPr>
            <w:r w:rsidRPr="00A030B4">
              <w:t>Remote and very remote</w:t>
            </w:r>
          </w:p>
        </w:tc>
        <w:tc>
          <w:tcPr>
            <w:tcW w:w="397" w:type="pct"/>
          </w:tcPr>
          <w:p w:rsidR="00F72EA9" w:rsidRPr="00A030B4" w:rsidRDefault="00F72EA9" w:rsidP="000159BC">
            <w:pPr>
              <w:pStyle w:val="TableBodyText"/>
              <w:pBdr>
                <w:left w:val="single" w:sz="4" w:space="1" w:color="auto"/>
              </w:pBdr>
            </w:pPr>
            <w:r w:rsidRPr="00A030B4">
              <w:t>33.0</w:t>
            </w:r>
          </w:p>
        </w:tc>
        <w:tc>
          <w:tcPr>
            <w:tcW w:w="396" w:type="pct"/>
          </w:tcPr>
          <w:p w:rsidR="00F72EA9" w:rsidRPr="00A030B4" w:rsidRDefault="00F72EA9" w:rsidP="000159BC">
            <w:pPr>
              <w:pStyle w:val="TableBodyText"/>
              <w:pBdr>
                <w:left w:val="single" w:sz="4" w:space="1" w:color="auto"/>
              </w:pBdr>
            </w:pPr>
            <w:r w:rsidRPr="00A030B4">
              <w:t>18.8</w:t>
            </w:r>
          </w:p>
        </w:tc>
        <w:tc>
          <w:tcPr>
            <w:tcW w:w="397" w:type="pct"/>
          </w:tcPr>
          <w:p w:rsidR="00F72EA9" w:rsidRPr="00A030B4" w:rsidRDefault="00F72EA9" w:rsidP="000159BC">
            <w:pPr>
              <w:pStyle w:val="TableBodyText"/>
              <w:pBdr>
                <w:left w:val="single" w:sz="4" w:space="1" w:color="auto"/>
              </w:pBdr>
            </w:pPr>
            <w:r w:rsidRPr="00A030B4">
              <w:t>16.3</w:t>
            </w:r>
          </w:p>
        </w:tc>
        <w:tc>
          <w:tcPr>
            <w:tcW w:w="396" w:type="pct"/>
          </w:tcPr>
          <w:p w:rsidR="00F72EA9" w:rsidRPr="00A030B4" w:rsidRDefault="00F72EA9" w:rsidP="000159BC">
            <w:pPr>
              <w:pStyle w:val="TableBodyText"/>
              <w:pBdr>
                <w:left w:val="single" w:sz="4" w:space="1" w:color="auto"/>
              </w:pBdr>
            </w:pPr>
            <w:r w:rsidRPr="00A030B4">
              <w:t>13.5</w:t>
            </w:r>
          </w:p>
        </w:tc>
        <w:tc>
          <w:tcPr>
            <w:tcW w:w="397" w:type="pct"/>
          </w:tcPr>
          <w:p w:rsidR="00F72EA9" w:rsidRPr="00A030B4" w:rsidRDefault="00F72EA9" w:rsidP="000159BC">
            <w:pPr>
              <w:pStyle w:val="TableBodyText"/>
              <w:pBdr>
                <w:left w:val="single" w:sz="4" w:space="1" w:color="auto"/>
              </w:pBdr>
            </w:pPr>
            <w:r w:rsidRPr="00A030B4">
              <w:t>13.4</w:t>
            </w:r>
          </w:p>
        </w:tc>
        <w:tc>
          <w:tcPr>
            <w:tcW w:w="396" w:type="pct"/>
          </w:tcPr>
          <w:p w:rsidR="00F72EA9" w:rsidRPr="00A030B4" w:rsidRDefault="00F72EA9" w:rsidP="000159BC">
            <w:pPr>
              <w:pStyle w:val="TableBodyText"/>
              <w:pBdr>
                <w:left w:val="single" w:sz="4" w:space="1" w:color="auto"/>
              </w:pBdr>
            </w:pPr>
            <w:r w:rsidRPr="00A030B4">
              <w:t>21.0</w:t>
            </w:r>
          </w:p>
        </w:tc>
        <w:tc>
          <w:tcPr>
            <w:tcW w:w="397" w:type="pct"/>
          </w:tcPr>
          <w:p w:rsidR="00F72EA9" w:rsidRPr="00A030B4" w:rsidRDefault="00F72EA9" w:rsidP="000159BC">
            <w:pPr>
              <w:pStyle w:val="TableBodyText"/>
              <w:pBdr>
                <w:left w:val="single" w:sz="4" w:space="1" w:color="auto"/>
              </w:pBdr>
            </w:pPr>
            <w:r w:rsidRPr="00A030B4">
              <w:t>..</w:t>
            </w:r>
          </w:p>
        </w:tc>
        <w:tc>
          <w:tcPr>
            <w:tcW w:w="396" w:type="pct"/>
          </w:tcPr>
          <w:p w:rsidR="00F72EA9" w:rsidRPr="00A030B4" w:rsidRDefault="00F72EA9" w:rsidP="000159BC">
            <w:pPr>
              <w:pStyle w:val="TableBodyText"/>
              <w:pBdr>
                <w:left w:val="single" w:sz="4" w:space="1" w:color="auto"/>
              </w:pBdr>
            </w:pPr>
            <w:r w:rsidRPr="00A030B4">
              <w:t>13.4</w:t>
            </w:r>
          </w:p>
        </w:tc>
        <w:tc>
          <w:tcPr>
            <w:tcW w:w="394" w:type="pct"/>
          </w:tcPr>
          <w:p w:rsidR="00F72EA9" w:rsidRPr="00A030B4" w:rsidRDefault="00F72EA9" w:rsidP="000159BC">
            <w:pPr>
              <w:pStyle w:val="TableBodyText"/>
              <w:pBdr>
                <w:left w:val="single" w:sz="4" w:space="1" w:color="auto"/>
              </w:pBdr>
              <w:ind w:right="0"/>
            </w:pPr>
            <w:r w:rsidRPr="00A030B4">
              <w:t>15.9</w:t>
            </w:r>
          </w:p>
        </w:tc>
      </w:tr>
      <w:tr w:rsidR="00AF32BA" w:rsidRPr="00A030B4" w:rsidTr="00F72EA9">
        <w:trPr>
          <w:jc w:val="right"/>
        </w:trPr>
        <w:tc>
          <w:tcPr>
            <w:tcW w:w="1434" w:type="pct"/>
          </w:tcPr>
          <w:p w:rsidR="00AF32BA" w:rsidRPr="00A030B4" w:rsidRDefault="00AF32BA" w:rsidP="000159BC">
            <w:pPr>
              <w:pStyle w:val="TableUnitsRow"/>
              <w:pBdr>
                <w:left w:val="single" w:sz="4" w:space="1" w:color="auto"/>
              </w:pBdr>
              <w:spacing w:after="40" w:line="240" w:lineRule="atLeast"/>
              <w:jc w:val="left"/>
              <w:rPr>
                <w:b/>
              </w:rPr>
            </w:pPr>
            <w:r>
              <w:rPr>
                <w:b/>
              </w:rPr>
              <w:t>2009</w:t>
            </w:r>
          </w:p>
        </w:tc>
        <w:tc>
          <w:tcPr>
            <w:tcW w:w="397" w:type="pct"/>
          </w:tcPr>
          <w:p w:rsidR="00AF32BA" w:rsidRPr="00A030B4" w:rsidRDefault="00AF32BA" w:rsidP="000159BC">
            <w:pPr>
              <w:pStyle w:val="TableUnitsRow"/>
              <w:pBdr>
                <w:left w:val="single" w:sz="4" w:space="1" w:color="auto"/>
              </w:pBdr>
            </w:pPr>
          </w:p>
        </w:tc>
        <w:tc>
          <w:tcPr>
            <w:tcW w:w="396" w:type="pct"/>
          </w:tcPr>
          <w:p w:rsidR="00AF32BA" w:rsidRPr="00A030B4" w:rsidRDefault="00AF32BA" w:rsidP="000159BC">
            <w:pPr>
              <w:pStyle w:val="TableUnitsRow"/>
              <w:pBdr>
                <w:left w:val="single" w:sz="4" w:space="1" w:color="auto"/>
              </w:pBdr>
            </w:pPr>
          </w:p>
        </w:tc>
        <w:tc>
          <w:tcPr>
            <w:tcW w:w="397" w:type="pct"/>
          </w:tcPr>
          <w:p w:rsidR="00AF32BA" w:rsidRPr="00A030B4" w:rsidRDefault="00AF32BA" w:rsidP="000159BC">
            <w:pPr>
              <w:pStyle w:val="TableUnitsRow"/>
              <w:pBdr>
                <w:left w:val="single" w:sz="4" w:space="1" w:color="auto"/>
              </w:pBdr>
            </w:pPr>
          </w:p>
        </w:tc>
        <w:tc>
          <w:tcPr>
            <w:tcW w:w="396" w:type="pct"/>
          </w:tcPr>
          <w:p w:rsidR="00AF32BA" w:rsidRPr="00A030B4" w:rsidRDefault="00AF32BA" w:rsidP="000159BC">
            <w:pPr>
              <w:pStyle w:val="TableUnitsRow"/>
              <w:pBdr>
                <w:left w:val="single" w:sz="4" w:space="1" w:color="auto"/>
              </w:pBdr>
            </w:pPr>
          </w:p>
        </w:tc>
        <w:tc>
          <w:tcPr>
            <w:tcW w:w="397" w:type="pct"/>
          </w:tcPr>
          <w:p w:rsidR="00AF32BA" w:rsidRPr="00A030B4" w:rsidRDefault="00AF32BA" w:rsidP="000159BC">
            <w:pPr>
              <w:pStyle w:val="TableUnitsRow"/>
              <w:pBdr>
                <w:left w:val="single" w:sz="4" w:space="1" w:color="auto"/>
              </w:pBdr>
            </w:pPr>
          </w:p>
        </w:tc>
        <w:tc>
          <w:tcPr>
            <w:tcW w:w="396" w:type="pct"/>
          </w:tcPr>
          <w:p w:rsidR="00AF32BA" w:rsidRPr="00A030B4" w:rsidRDefault="00AF32BA" w:rsidP="000159BC">
            <w:pPr>
              <w:pStyle w:val="TableUnitsRow"/>
              <w:pBdr>
                <w:left w:val="single" w:sz="4" w:space="1" w:color="auto"/>
              </w:pBdr>
            </w:pPr>
          </w:p>
        </w:tc>
        <w:tc>
          <w:tcPr>
            <w:tcW w:w="397" w:type="pct"/>
          </w:tcPr>
          <w:p w:rsidR="00AF32BA" w:rsidRPr="00A030B4" w:rsidRDefault="00AF32BA" w:rsidP="000159BC">
            <w:pPr>
              <w:pStyle w:val="TableUnitsRow"/>
              <w:pBdr>
                <w:left w:val="single" w:sz="4" w:space="1" w:color="auto"/>
              </w:pBdr>
            </w:pPr>
          </w:p>
        </w:tc>
        <w:tc>
          <w:tcPr>
            <w:tcW w:w="396" w:type="pct"/>
          </w:tcPr>
          <w:p w:rsidR="00AF32BA" w:rsidRPr="00A030B4" w:rsidRDefault="00AF32BA" w:rsidP="000159BC">
            <w:pPr>
              <w:pStyle w:val="TableUnitsRow"/>
              <w:pBdr>
                <w:left w:val="single" w:sz="4" w:space="1" w:color="auto"/>
              </w:pBdr>
            </w:pPr>
          </w:p>
        </w:tc>
        <w:tc>
          <w:tcPr>
            <w:tcW w:w="394" w:type="pct"/>
          </w:tcPr>
          <w:p w:rsidR="00AF32BA" w:rsidRPr="00A030B4" w:rsidRDefault="00AF32BA" w:rsidP="000159BC">
            <w:pPr>
              <w:pStyle w:val="TableUnitsRow"/>
              <w:pBdr>
                <w:left w:val="single" w:sz="4" w:space="1" w:color="auto"/>
              </w:pBdr>
              <w:ind w:right="0"/>
            </w:pP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Major cities</w:t>
            </w:r>
          </w:p>
        </w:tc>
        <w:tc>
          <w:tcPr>
            <w:tcW w:w="397" w:type="pct"/>
          </w:tcPr>
          <w:p w:rsidR="00AF32BA" w:rsidRPr="00A030B4" w:rsidRDefault="00AF32BA" w:rsidP="000159BC">
            <w:pPr>
              <w:pStyle w:val="TableBodyText"/>
              <w:pBdr>
                <w:left w:val="single" w:sz="4" w:space="1" w:color="auto"/>
              </w:pBdr>
            </w:pPr>
            <w:r w:rsidRPr="00A030B4">
              <w:t>5.8</w:t>
            </w:r>
          </w:p>
        </w:tc>
        <w:tc>
          <w:tcPr>
            <w:tcW w:w="396" w:type="pct"/>
          </w:tcPr>
          <w:p w:rsidR="00AF32BA" w:rsidRPr="00A030B4" w:rsidRDefault="00AF32BA" w:rsidP="000159BC">
            <w:pPr>
              <w:pStyle w:val="TableBodyText"/>
              <w:pBdr>
                <w:left w:val="single" w:sz="4" w:space="1" w:color="auto"/>
              </w:pBdr>
            </w:pPr>
            <w:r w:rsidRPr="00A030B4">
              <w:t>7.1</w:t>
            </w:r>
          </w:p>
        </w:tc>
        <w:tc>
          <w:tcPr>
            <w:tcW w:w="397" w:type="pct"/>
          </w:tcPr>
          <w:p w:rsidR="00AF32BA" w:rsidRPr="00A030B4" w:rsidRDefault="00AF32BA" w:rsidP="000159BC">
            <w:pPr>
              <w:pStyle w:val="TableBodyText"/>
              <w:pBdr>
                <w:left w:val="single" w:sz="4" w:space="1" w:color="auto"/>
              </w:pBdr>
            </w:pPr>
            <w:r w:rsidRPr="00A030B4">
              <w:t>5.2</w:t>
            </w:r>
          </w:p>
        </w:tc>
        <w:tc>
          <w:tcPr>
            <w:tcW w:w="396" w:type="pct"/>
          </w:tcPr>
          <w:p w:rsidR="00AF32BA" w:rsidRPr="00A030B4" w:rsidRDefault="00AF32BA" w:rsidP="000159BC">
            <w:pPr>
              <w:pStyle w:val="TableBodyText"/>
              <w:pBdr>
                <w:left w:val="single" w:sz="4" w:space="1" w:color="auto"/>
              </w:pBdr>
            </w:pPr>
            <w:r w:rsidRPr="00A030B4">
              <w:t>5.7</w:t>
            </w:r>
          </w:p>
        </w:tc>
        <w:tc>
          <w:tcPr>
            <w:tcW w:w="397" w:type="pct"/>
          </w:tcPr>
          <w:p w:rsidR="00AF32BA" w:rsidRPr="00A030B4" w:rsidRDefault="00AF32BA" w:rsidP="000159BC">
            <w:pPr>
              <w:pStyle w:val="TableBodyText"/>
              <w:pBdr>
                <w:left w:val="single" w:sz="4" w:space="1" w:color="auto"/>
              </w:pBdr>
            </w:pPr>
            <w:r w:rsidRPr="00A030B4">
              <w:t>6.4</w:t>
            </w:r>
          </w:p>
        </w:tc>
        <w:tc>
          <w:tcPr>
            <w:tcW w:w="396" w:type="pct"/>
          </w:tcPr>
          <w:p w:rsidR="00AF32BA" w:rsidRPr="00A030B4" w:rsidRDefault="00AF32BA" w:rsidP="000159BC">
            <w:pPr>
              <w:pStyle w:val="TableBodyText"/>
              <w:pBdr>
                <w:left w:val="single" w:sz="4" w:space="1" w:color="auto"/>
              </w:pBdr>
            </w:pPr>
            <w:r w:rsidRPr="00A030B4">
              <w:t>..</w:t>
            </w:r>
          </w:p>
        </w:tc>
        <w:tc>
          <w:tcPr>
            <w:tcW w:w="397" w:type="pct"/>
          </w:tcPr>
          <w:p w:rsidR="00AF32BA" w:rsidRPr="00A030B4" w:rsidRDefault="00AF32BA" w:rsidP="000159BC">
            <w:pPr>
              <w:pStyle w:val="TableBodyText"/>
              <w:pBdr>
                <w:left w:val="single" w:sz="4" w:space="1" w:color="auto"/>
              </w:pBdr>
            </w:pPr>
            <w:r w:rsidRPr="00A030B4">
              <w:t>6.0</w:t>
            </w:r>
          </w:p>
        </w:tc>
        <w:tc>
          <w:tcPr>
            <w:tcW w:w="396" w:type="pct"/>
          </w:tcPr>
          <w:p w:rsidR="00AF32BA" w:rsidRPr="00A030B4" w:rsidRDefault="00AF32BA" w:rsidP="000159BC">
            <w:pPr>
              <w:pStyle w:val="TableBodyText"/>
              <w:pBdr>
                <w:left w:val="single" w:sz="4" w:space="1" w:color="auto"/>
              </w:pBdr>
            </w:pPr>
            <w:r w:rsidRPr="00A030B4">
              <w:t>..</w:t>
            </w:r>
          </w:p>
        </w:tc>
        <w:tc>
          <w:tcPr>
            <w:tcW w:w="394" w:type="pct"/>
          </w:tcPr>
          <w:p w:rsidR="00AF32BA" w:rsidRPr="00A030B4" w:rsidRDefault="00AF32BA" w:rsidP="000159BC">
            <w:pPr>
              <w:pStyle w:val="TableBodyText"/>
              <w:pBdr>
                <w:left w:val="single" w:sz="4" w:space="1" w:color="auto"/>
              </w:pBdr>
              <w:ind w:right="0"/>
            </w:pPr>
            <w:r w:rsidRPr="00A030B4">
              <w:t>6.1</w:t>
            </w: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Inner regional</w:t>
            </w:r>
          </w:p>
        </w:tc>
        <w:tc>
          <w:tcPr>
            <w:tcW w:w="397" w:type="pct"/>
          </w:tcPr>
          <w:p w:rsidR="00AF32BA" w:rsidRPr="00A030B4" w:rsidRDefault="00AF32BA" w:rsidP="000159BC">
            <w:pPr>
              <w:pStyle w:val="TableBodyText"/>
              <w:pBdr>
                <w:left w:val="single" w:sz="4" w:space="1" w:color="auto"/>
              </w:pBdr>
            </w:pPr>
            <w:r w:rsidRPr="00A030B4">
              <w:t>9.2</w:t>
            </w:r>
          </w:p>
        </w:tc>
        <w:tc>
          <w:tcPr>
            <w:tcW w:w="396" w:type="pct"/>
          </w:tcPr>
          <w:p w:rsidR="00AF32BA" w:rsidRPr="00A030B4" w:rsidRDefault="00AF32BA" w:rsidP="000159BC">
            <w:pPr>
              <w:pStyle w:val="TableBodyText"/>
              <w:pBdr>
                <w:left w:val="single" w:sz="4" w:space="1" w:color="auto"/>
              </w:pBdr>
            </w:pPr>
            <w:r w:rsidRPr="00A030B4">
              <w:t>12.2</w:t>
            </w:r>
          </w:p>
        </w:tc>
        <w:tc>
          <w:tcPr>
            <w:tcW w:w="397" w:type="pct"/>
          </w:tcPr>
          <w:p w:rsidR="00AF32BA" w:rsidRPr="00A030B4" w:rsidRDefault="00AF32BA" w:rsidP="000159BC">
            <w:pPr>
              <w:pStyle w:val="TableBodyText"/>
              <w:pBdr>
                <w:left w:val="single" w:sz="4" w:space="1" w:color="auto"/>
              </w:pBdr>
            </w:pPr>
            <w:r w:rsidRPr="00A030B4">
              <w:t>6.1</w:t>
            </w:r>
          </w:p>
        </w:tc>
        <w:tc>
          <w:tcPr>
            <w:tcW w:w="396" w:type="pct"/>
          </w:tcPr>
          <w:p w:rsidR="00AF32BA" w:rsidRPr="00A030B4" w:rsidRDefault="00AF32BA" w:rsidP="000159BC">
            <w:pPr>
              <w:pStyle w:val="TableBodyText"/>
              <w:pBdr>
                <w:left w:val="single" w:sz="4" w:space="1" w:color="auto"/>
              </w:pBdr>
            </w:pPr>
            <w:r w:rsidRPr="00A030B4">
              <w:t>10.1</w:t>
            </w:r>
          </w:p>
        </w:tc>
        <w:tc>
          <w:tcPr>
            <w:tcW w:w="397" w:type="pct"/>
          </w:tcPr>
          <w:p w:rsidR="00AF32BA" w:rsidRPr="00A030B4" w:rsidRDefault="00AF32BA" w:rsidP="000159BC">
            <w:pPr>
              <w:pStyle w:val="TableBodyText"/>
              <w:pBdr>
                <w:left w:val="single" w:sz="4" w:space="1" w:color="auto"/>
              </w:pBdr>
            </w:pPr>
            <w:r w:rsidRPr="00A030B4">
              <w:t>8.9</w:t>
            </w:r>
          </w:p>
        </w:tc>
        <w:tc>
          <w:tcPr>
            <w:tcW w:w="396" w:type="pct"/>
          </w:tcPr>
          <w:p w:rsidR="00AF32BA" w:rsidRPr="00A030B4" w:rsidRDefault="00AF32BA" w:rsidP="000159BC">
            <w:pPr>
              <w:pStyle w:val="TableBodyText"/>
              <w:pBdr>
                <w:left w:val="single" w:sz="4" w:space="1" w:color="auto"/>
              </w:pBdr>
            </w:pPr>
            <w:r w:rsidRPr="00A030B4">
              <w:t>6.5</w:t>
            </w:r>
          </w:p>
        </w:tc>
        <w:tc>
          <w:tcPr>
            <w:tcW w:w="397" w:type="pct"/>
          </w:tcPr>
          <w:p w:rsidR="00AF32BA" w:rsidRPr="00A030B4" w:rsidRDefault="00AF32BA" w:rsidP="000159BC">
            <w:pPr>
              <w:pStyle w:val="TableBodyText"/>
              <w:pBdr>
                <w:left w:val="single" w:sz="4" w:space="1" w:color="auto"/>
              </w:pBdr>
            </w:pPr>
            <w:r>
              <w:t>np</w:t>
            </w:r>
          </w:p>
        </w:tc>
        <w:tc>
          <w:tcPr>
            <w:tcW w:w="396" w:type="pct"/>
          </w:tcPr>
          <w:p w:rsidR="00AF32BA" w:rsidRPr="00A030B4" w:rsidRDefault="00AF32BA" w:rsidP="000159BC">
            <w:pPr>
              <w:pStyle w:val="TableBodyText"/>
              <w:pBdr>
                <w:left w:val="single" w:sz="4" w:space="1" w:color="auto"/>
              </w:pBdr>
            </w:pPr>
            <w:r w:rsidRPr="00A030B4">
              <w:t>..</w:t>
            </w:r>
          </w:p>
        </w:tc>
        <w:tc>
          <w:tcPr>
            <w:tcW w:w="394" w:type="pct"/>
          </w:tcPr>
          <w:p w:rsidR="00AF32BA" w:rsidRPr="00A030B4" w:rsidRDefault="00AF32BA" w:rsidP="000159BC">
            <w:pPr>
              <w:pStyle w:val="TableBodyText"/>
              <w:pBdr>
                <w:left w:val="single" w:sz="4" w:space="1" w:color="auto"/>
              </w:pBdr>
              <w:ind w:right="0"/>
            </w:pPr>
            <w:r w:rsidRPr="00A030B4">
              <w:t>9.1</w:t>
            </w: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Outer regional</w:t>
            </w:r>
          </w:p>
        </w:tc>
        <w:tc>
          <w:tcPr>
            <w:tcW w:w="397" w:type="pct"/>
          </w:tcPr>
          <w:p w:rsidR="00AF32BA" w:rsidRPr="00A030B4" w:rsidRDefault="00AF32BA" w:rsidP="000159BC">
            <w:pPr>
              <w:pStyle w:val="TableBodyText"/>
              <w:pBdr>
                <w:left w:val="single" w:sz="4" w:space="1" w:color="auto"/>
              </w:pBdr>
            </w:pPr>
            <w:r w:rsidRPr="00A030B4">
              <w:t>19.9</w:t>
            </w:r>
          </w:p>
        </w:tc>
        <w:tc>
          <w:tcPr>
            <w:tcW w:w="396" w:type="pct"/>
          </w:tcPr>
          <w:p w:rsidR="00AF32BA" w:rsidRPr="00A030B4" w:rsidRDefault="00AF32BA" w:rsidP="000159BC">
            <w:pPr>
              <w:pStyle w:val="TableBodyText"/>
              <w:pBdr>
                <w:left w:val="single" w:sz="4" w:space="1" w:color="auto"/>
              </w:pBdr>
            </w:pPr>
            <w:r w:rsidRPr="00A030B4">
              <w:t>13.1</w:t>
            </w:r>
          </w:p>
        </w:tc>
        <w:tc>
          <w:tcPr>
            <w:tcW w:w="397" w:type="pct"/>
          </w:tcPr>
          <w:p w:rsidR="00AF32BA" w:rsidRPr="00A030B4" w:rsidRDefault="00AF32BA" w:rsidP="000159BC">
            <w:pPr>
              <w:pStyle w:val="TableBodyText"/>
              <w:pBdr>
                <w:left w:val="single" w:sz="4" w:space="1" w:color="auto"/>
              </w:pBdr>
            </w:pPr>
            <w:r w:rsidRPr="00A030B4">
              <w:t>9.2</w:t>
            </w:r>
          </w:p>
        </w:tc>
        <w:tc>
          <w:tcPr>
            <w:tcW w:w="396" w:type="pct"/>
          </w:tcPr>
          <w:p w:rsidR="00AF32BA" w:rsidRPr="00A030B4" w:rsidRDefault="00AF32BA" w:rsidP="000159BC">
            <w:pPr>
              <w:pStyle w:val="TableBodyText"/>
              <w:pBdr>
                <w:left w:val="single" w:sz="4" w:space="1" w:color="auto"/>
              </w:pBdr>
            </w:pPr>
            <w:r w:rsidRPr="00A030B4">
              <w:t>7.9</w:t>
            </w:r>
          </w:p>
        </w:tc>
        <w:tc>
          <w:tcPr>
            <w:tcW w:w="397" w:type="pct"/>
          </w:tcPr>
          <w:p w:rsidR="00AF32BA" w:rsidRPr="00A030B4" w:rsidRDefault="00AF32BA" w:rsidP="000159BC">
            <w:pPr>
              <w:pStyle w:val="TableBodyText"/>
              <w:pBdr>
                <w:left w:val="single" w:sz="4" w:space="1" w:color="auto"/>
              </w:pBdr>
            </w:pPr>
            <w:r w:rsidRPr="00A030B4">
              <w:t>9.8</w:t>
            </w:r>
          </w:p>
        </w:tc>
        <w:tc>
          <w:tcPr>
            <w:tcW w:w="396" w:type="pct"/>
          </w:tcPr>
          <w:p w:rsidR="00AF32BA" w:rsidRPr="00A030B4" w:rsidRDefault="00AF32BA" w:rsidP="000159BC">
            <w:pPr>
              <w:pStyle w:val="TableBodyText"/>
              <w:pBdr>
                <w:left w:val="single" w:sz="4" w:space="1" w:color="auto"/>
              </w:pBdr>
            </w:pPr>
            <w:r w:rsidRPr="00A030B4">
              <w:t>10.8</w:t>
            </w:r>
          </w:p>
        </w:tc>
        <w:tc>
          <w:tcPr>
            <w:tcW w:w="397" w:type="pct"/>
          </w:tcPr>
          <w:p w:rsidR="00AF32BA" w:rsidRPr="00A030B4" w:rsidRDefault="00AF32BA" w:rsidP="000159BC">
            <w:pPr>
              <w:pStyle w:val="TableBodyText"/>
              <w:pBdr>
                <w:left w:val="single" w:sz="4" w:space="1" w:color="auto"/>
              </w:pBdr>
            </w:pPr>
            <w:r w:rsidRPr="00A030B4">
              <w:t>..</w:t>
            </w:r>
          </w:p>
        </w:tc>
        <w:tc>
          <w:tcPr>
            <w:tcW w:w="396" w:type="pct"/>
          </w:tcPr>
          <w:p w:rsidR="00AF32BA" w:rsidRPr="00A030B4" w:rsidRDefault="00AF32BA" w:rsidP="000159BC">
            <w:pPr>
              <w:pStyle w:val="TableBodyText"/>
              <w:pBdr>
                <w:left w:val="single" w:sz="4" w:space="1" w:color="auto"/>
              </w:pBdr>
            </w:pPr>
            <w:r w:rsidRPr="00A030B4">
              <w:t>9.5</w:t>
            </w:r>
          </w:p>
        </w:tc>
        <w:tc>
          <w:tcPr>
            <w:tcW w:w="394" w:type="pct"/>
          </w:tcPr>
          <w:p w:rsidR="00AF32BA" w:rsidRPr="00A030B4" w:rsidRDefault="00AF32BA" w:rsidP="000159BC">
            <w:pPr>
              <w:pStyle w:val="TableBodyText"/>
              <w:pBdr>
                <w:left w:val="single" w:sz="4" w:space="1" w:color="auto"/>
              </w:pBdr>
              <w:ind w:right="0"/>
            </w:pPr>
            <w:r w:rsidRPr="00A030B4">
              <w:t>12.1</w:t>
            </w: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Remote and very remote</w:t>
            </w:r>
          </w:p>
        </w:tc>
        <w:tc>
          <w:tcPr>
            <w:tcW w:w="397" w:type="pct"/>
          </w:tcPr>
          <w:p w:rsidR="00AF32BA" w:rsidRPr="00A030B4" w:rsidRDefault="00AF32BA" w:rsidP="000159BC">
            <w:pPr>
              <w:pStyle w:val="TableBodyText"/>
              <w:pBdr>
                <w:left w:val="single" w:sz="4" w:space="1" w:color="auto"/>
              </w:pBdr>
            </w:pPr>
            <w:r w:rsidRPr="00A030B4">
              <w:t>32.5</w:t>
            </w:r>
          </w:p>
        </w:tc>
        <w:tc>
          <w:tcPr>
            <w:tcW w:w="396" w:type="pct"/>
          </w:tcPr>
          <w:p w:rsidR="00AF32BA" w:rsidRPr="00A030B4" w:rsidRDefault="00AF32BA" w:rsidP="000159BC">
            <w:pPr>
              <w:pStyle w:val="TableBodyText"/>
              <w:pBdr>
                <w:left w:val="single" w:sz="4" w:space="1" w:color="auto"/>
              </w:pBdr>
            </w:pPr>
            <w:r w:rsidRPr="00A030B4">
              <w:t>19.3</w:t>
            </w:r>
          </w:p>
        </w:tc>
        <w:tc>
          <w:tcPr>
            <w:tcW w:w="397" w:type="pct"/>
          </w:tcPr>
          <w:p w:rsidR="00AF32BA" w:rsidRPr="00A030B4" w:rsidRDefault="00AF32BA" w:rsidP="000159BC">
            <w:pPr>
              <w:pStyle w:val="TableBodyText"/>
              <w:pBdr>
                <w:left w:val="single" w:sz="4" w:space="1" w:color="auto"/>
              </w:pBdr>
            </w:pPr>
            <w:r w:rsidRPr="00A030B4">
              <w:t>15.3</w:t>
            </w:r>
          </w:p>
        </w:tc>
        <w:tc>
          <w:tcPr>
            <w:tcW w:w="396" w:type="pct"/>
          </w:tcPr>
          <w:p w:rsidR="00AF32BA" w:rsidRPr="00A030B4" w:rsidRDefault="00AF32BA" w:rsidP="000159BC">
            <w:pPr>
              <w:pStyle w:val="TableBodyText"/>
              <w:pBdr>
                <w:left w:val="single" w:sz="4" w:space="1" w:color="auto"/>
              </w:pBdr>
            </w:pPr>
            <w:r w:rsidRPr="00A030B4">
              <w:t>12.8</w:t>
            </w:r>
          </w:p>
        </w:tc>
        <w:tc>
          <w:tcPr>
            <w:tcW w:w="397" w:type="pct"/>
          </w:tcPr>
          <w:p w:rsidR="00AF32BA" w:rsidRPr="00A030B4" w:rsidRDefault="00AF32BA" w:rsidP="000159BC">
            <w:pPr>
              <w:pStyle w:val="TableBodyText"/>
              <w:pBdr>
                <w:left w:val="single" w:sz="4" w:space="1" w:color="auto"/>
              </w:pBdr>
            </w:pPr>
            <w:r w:rsidRPr="00A030B4">
              <w:t>13.1</w:t>
            </w:r>
          </w:p>
        </w:tc>
        <w:tc>
          <w:tcPr>
            <w:tcW w:w="396" w:type="pct"/>
          </w:tcPr>
          <w:p w:rsidR="00AF32BA" w:rsidRPr="00A030B4" w:rsidRDefault="00AF32BA" w:rsidP="000159BC">
            <w:pPr>
              <w:pStyle w:val="TableBodyText"/>
              <w:pBdr>
                <w:left w:val="single" w:sz="4" w:space="1" w:color="auto"/>
              </w:pBdr>
            </w:pPr>
            <w:r w:rsidRPr="00A030B4">
              <w:t>19.4</w:t>
            </w:r>
          </w:p>
        </w:tc>
        <w:tc>
          <w:tcPr>
            <w:tcW w:w="397" w:type="pct"/>
          </w:tcPr>
          <w:p w:rsidR="00AF32BA" w:rsidRPr="00A030B4" w:rsidRDefault="00AF32BA" w:rsidP="000159BC">
            <w:pPr>
              <w:pStyle w:val="TableBodyText"/>
              <w:pBdr>
                <w:left w:val="single" w:sz="4" w:space="1" w:color="auto"/>
              </w:pBdr>
            </w:pPr>
            <w:r w:rsidRPr="00A030B4">
              <w:t>..</w:t>
            </w:r>
          </w:p>
        </w:tc>
        <w:tc>
          <w:tcPr>
            <w:tcW w:w="396" w:type="pct"/>
          </w:tcPr>
          <w:p w:rsidR="00AF32BA" w:rsidRPr="00A030B4" w:rsidRDefault="00AF32BA" w:rsidP="000159BC">
            <w:pPr>
              <w:pStyle w:val="TableBodyText"/>
              <w:pBdr>
                <w:left w:val="single" w:sz="4" w:space="1" w:color="auto"/>
              </w:pBdr>
            </w:pPr>
            <w:r w:rsidRPr="00A030B4">
              <w:t>13.2</w:t>
            </w:r>
          </w:p>
        </w:tc>
        <w:tc>
          <w:tcPr>
            <w:tcW w:w="394" w:type="pct"/>
          </w:tcPr>
          <w:p w:rsidR="00AF32BA" w:rsidRPr="00A030B4" w:rsidRDefault="00AF32BA" w:rsidP="000159BC">
            <w:pPr>
              <w:pStyle w:val="TableBodyText"/>
              <w:pBdr>
                <w:left w:val="single" w:sz="4" w:space="1" w:color="auto"/>
              </w:pBdr>
              <w:ind w:right="0"/>
            </w:pPr>
            <w:r w:rsidRPr="00A030B4">
              <w:t>15.2</w:t>
            </w:r>
          </w:p>
        </w:tc>
      </w:tr>
      <w:tr w:rsidR="00AF32BA" w:rsidRPr="00A030B4" w:rsidTr="00AF32BA">
        <w:trPr>
          <w:jc w:val="right"/>
        </w:trPr>
        <w:tc>
          <w:tcPr>
            <w:tcW w:w="1434" w:type="pct"/>
          </w:tcPr>
          <w:p w:rsidR="00AF32BA" w:rsidRPr="00A030B4" w:rsidRDefault="00AF32BA" w:rsidP="000159BC">
            <w:pPr>
              <w:pStyle w:val="TableUnitsRow"/>
              <w:pBdr>
                <w:left w:val="single" w:sz="4" w:space="1" w:color="auto"/>
              </w:pBdr>
              <w:spacing w:after="40" w:line="240" w:lineRule="atLeast"/>
              <w:jc w:val="left"/>
            </w:pPr>
            <w:r>
              <w:rPr>
                <w:b/>
              </w:rPr>
              <w:t>2010</w:t>
            </w: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4" w:type="pct"/>
          </w:tcPr>
          <w:p w:rsidR="00AF32BA" w:rsidRPr="00A030B4" w:rsidRDefault="00AF32BA" w:rsidP="000159BC">
            <w:pPr>
              <w:pStyle w:val="TableUnitsRow"/>
              <w:pBdr>
                <w:left w:val="single" w:sz="4" w:space="1" w:color="auto"/>
              </w:pBdr>
              <w:spacing w:after="40" w:line="240" w:lineRule="atLeast"/>
              <w:jc w:val="left"/>
              <w:rPr>
                <w:b/>
              </w:rPr>
            </w:pP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Major cities</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6.0</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7.5</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5.3</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5.8</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6.2</w:t>
            </w:r>
          </w:p>
        </w:tc>
        <w:tc>
          <w:tcPr>
            <w:tcW w:w="396" w:type="pct"/>
            <w:vAlign w:val="center"/>
          </w:tcPr>
          <w:p w:rsidR="00AF32BA" w:rsidRPr="00A030B4" w:rsidRDefault="00AF32BA" w:rsidP="000159BC">
            <w:pPr>
              <w:pStyle w:val="TableBodyText"/>
              <w:pBdr>
                <w:left w:val="single" w:sz="4" w:space="1" w:color="auto"/>
              </w:pBdr>
              <w:rPr>
                <w:b/>
              </w:rPr>
            </w:pPr>
            <w:r>
              <w:rPr>
                <w:rFonts w:cs="Arial"/>
              </w:rPr>
              <w:t>..</w:t>
            </w:r>
          </w:p>
        </w:tc>
        <w:tc>
          <w:tcPr>
            <w:tcW w:w="397" w:type="pct"/>
            <w:vAlign w:val="center"/>
          </w:tcPr>
          <w:p w:rsidR="00AF32BA" w:rsidRPr="00A030B4" w:rsidRDefault="00AF32BA" w:rsidP="003F436C">
            <w:pPr>
              <w:pStyle w:val="TableBodyText"/>
              <w:pBdr>
                <w:left w:val="single" w:sz="4" w:space="1" w:color="auto"/>
              </w:pBdr>
              <w:rPr>
                <w:b/>
              </w:rPr>
            </w:pPr>
            <w:r>
              <w:rPr>
                <w:rFonts w:cs="Arial"/>
              </w:rPr>
              <w:t xml:space="preserve"> 6.</w:t>
            </w:r>
            <w:r w:rsidR="003F436C">
              <w:rPr>
                <w:rFonts w:cs="Arial"/>
              </w:rPr>
              <w:t>5</w:t>
            </w:r>
          </w:p>
        </w:tc>
        <w:tc>
          <w:tcPr>
            <w:tcW w:w="396" w:type="pct"/>
            <w:vAlign w:val="center"/>
          </w:tcPr>
          <w:p w:rsidR="00AF32BA" w:rsidRPr="00A030B4" w:rsidRDefault="00AF32BA" w:rsidP="000159BC">
            <w:pPr>
              <w:pStyle w:val="TableBodyText"/>
              <w:pBdr>
                <w:left w:val="single" w:sz="4" w:space="1" w:color="auto"/>
              </w:pBdr>
              <w:rPr>
                <w:b/>
              </w:rPr>
            </w:pPr>
            <w:r>
              <w:rPr>
                <w:rFonts w:cs="Arial"/>
              </w:rPr>
              <w:t>..</w:t>
            </w:r>
          </w:p>
        </w:tc>
        <w:tc>
          <w:tcPr>
            <w:tcW w:w="394" w:type="pct"/>
            <w:vAlign w:val="center"/>
          </w:tcPr>
          <w:p w:rsidR="00AF32BA" w:rsidRPr="00A030B4" w:rsidRDefault="00AF32BA" w:rsidP="000159BC">
            <w:pPr>
              <w:pStyle w:val="TableBodyText"/>
              <w:pBdr>
                <w:left w:val="single" w:sz="4" w:space="1" w:color="auto"/>
              </w:pBdr>
              <w:ind w:right="0"/>
              <w:rPr>
                <w:b/>
              </w:rPr>
            </w:pPr>
            <w:r>
              <w:rPr>
                <w:rFonts w:cs="Arial"/>
              </w:rPr>
              <w:t xml:space="preserve"> 6.3</w:t>
            </w: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Inner regional</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9.5</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12.6</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6.4</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10.4</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8.5</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7.5</w:t>
            </w:r>
          </w:p>
        </w:tc>
        <w:tc>
          <w:tcPr>
            <w:tcW w:w="397" w:type="pct"/>
            <w:vAlign w:val="center"/>
          </w:tcPr>
          <w:p w:rsidR="00AF32BA" w:rsidRPr="00A030B4" w:rsidRDefault="00AF32BA" w:rsidP="000159BC">
            <w:pPr>
              <w:pStyle w:val="TableBodyText"/>
              <w:pBdr>
                <w:left w:val="single" w:sz="4" w:space="1" w:color="auto"/>
              </w:pBdr>
              <w:rPr>
                <w:b/>
              </w:rPr>
            </w:pPr>
            <w:r>
              <w:t>np</w:t>
            </w:r>
            <w:r>
              <w:rPr>
                <w:rFonts w:cs="Arial"/>
              </w:rPr>
              <w:t xml:space="preserve"> </w:t>
            </w:r>
          </w:p>
        </w:tc>
        <w:tc>
          <w:tcPr>
            <w:tcW w:w="396" w:type="pct"/>
            <w:vAlign w:val="center"/>
          </w:tcPr>
          <w:p w:rsidR="00AF32BA" w:rsidRPr="00A030B4" w:rsidRDefault="00AF32BA" w:rsidP="000159BC">
            <w:pPr>
              <w:pStyle w:val="TableBodyText"/>
              <w:pBdr>
                <w:left w:val="single" w:sz="4" w:space="1" w:color="auto"/>
              </w:pBdr>
              <w:rPr>
                <w:b/>
              </w:rPr>
            </w:pPr>
            <w:r>
              <w:rPr>
                <w:rFonts w:cs="Arial"/>
              </w:rPr>
              <w:t>..</w:t>
            </w:r>
          </w:p>
        </w:tc>
        <w:tc>
          <w:tcPr>
            <w:tcW w:w="394" w:type="pct"/>
            <w:vAlign w:val="center"/>
          </w:tcPr>
          <w:p w:rsidR="00AF32BA" w:rsidRPr="00A030B4" w:rsidRDefault="00AF32BA" w:rsidP="000159BC">
            <w:pPr>
              <w:pStyle w:val="TableBodyText"/>
              <w:pBdr>
                <w:left w:val="single" w:sz="4" w:space="1" w:color="auto"/>
              </w:pBdr>
              <w:ind w:right="0"/>
              <w:rPr>
                <w:b/>
              </w:rPr>
            </w:pPr>
            <w:r>
              <w:rPr>
                <w:rFonts w:cs="Arial"/>
              </w:rPr>
              <w:t xml:space="preserve"> 9.5</w:t>
            </w: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Outer regional</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20.8</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13.3</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9.6</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8.4</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10.2</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12.3</w:t>
            </w:r>
          </w:p>
        </w:tc>
        <w:tc>
          <w:tcPr>
            <w:tcW w:w="397" w:type="pct"/>
            <w:vAlign w:val="center"/>
          </w:tcPr>
          <w:p w:rsidR="00AF32BA" w:rsidRPr="00A030B4" w:rsidRDefault="00AF32BA" w:rsidP="000159BC">
            <w:pPr>
              <w:pStyle w:val="TableBodyText"/>
              <w:pBdr>
                <w:left w:val="single" w:sz="4" w:space="1" w:color="auto"/>
              </w:pBdr>
              <w:rPr>
                <w:b/>
              </w:rPr>
            </w:pPr>
            <w:r>
              <w:rPr>
                <w:rFonts w:cs="Arial"/>
              </w:rPr>
              <w:t>..</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9.3</w:t>
            </w:r>
          </w:p>
        </w:tc>
        <w:tc>
          <w:tcPr>
            <w:tcW w:w="394" w:type="pct"/>
            <w:vAlign w:val="center"/>
          </w:tcPr>
          <w:p w:rsidR="00AF32BA" w:rsidRPr="00A030B4" w:rsidRDefault="00AF32BA" w:rsidP="000159BC">
            <w:pPr>
              <w:pStyle w:val="TableBodyText"/>
              <w:pBdr>
                <w:left w:val="single" w:sz="4" w:space="1" w:color="auto"/>
              </w:pBdr>
              <w:ind w:right="0"/>
              <w:rPr>
                <w:b/>
              </w:rPr>
            </w:pPr>
            <w:r>
              <w:rPr>
                <w:rFonts w:cs="Arial"/>
              </w:rPr>
              <w:t xml:space="preserve"> 12.6</w:t>
            </w:r>
          </w:p>
        </w:tc>
      </w:tr>
      <w:tr w:rsidR="00AF32BA" w:rsidRPr="00A030B4" w:rsidTr="00AF32BA">
        <w:trPr>
          <w:jc w:val="right"/>
        </w:trPr>
        <w:tc>
          <w:tcPr>
            <w:tcW w:w="1434" w:type="pct"/>
          </w:tcPr>
          <w:p w:rsidR="00AF32BA" w:rsidRPr="00A030B4" w:rsidRDefault="00AF32BA" w:rsidP="00B07E93">
            <w:pPr>
              <w:pStyle w:val="TableBodyText"/>
              <w:ind w:left="113"/>
              <w:jc w:val="left"/>
            </w:pPr>
            <w:r w:rsidRPr="00A030B4">
              <w:t>Remote and very remote</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35.2</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18.9</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15.9</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14.2</w:t>
            </w:r>
          </w:p>
        </w:tc>
        <w:tc>
          <w:tcPr>
            <w:tcW w:w="397" w:type="pct"/>
            <w:vAlign w:val="center"/>
          </w:tcPr>
          <w:p w:rsidR="00AF32BA" w:rsidRPr="00A030B4" w:rsidRDefault="00AF32BA" w:rsidP="000159BC">
            <w:pPr>
              <w:pStyle w:val="TableBodyText"/>
              <w:pBdr>
                <w:left w:val="single" w:sz="4" w:space="1" w:color="auto"/>
              </w:pBdr>
              <w:rPr>
                <w:b/>
              </w:rPr>
            </w:pPr>
            <w:r>
              <w:rPr>
                <w:rFonts w:cs="Arial"/>
              </w:rPr>
              <w:t xml:space="preserve"> 14.1</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21.5</w:t>
            </w:r>
          </w:p>
        </w:tc>
        <w:tc>
          <w:tcPr>
            <w:tcW w:w="397" w:type="pct"/>
            <w:vAlign w:val="center"/>
          </w:tcPr>
          <w:p w:rsidR="00AF32BA" w:rsidRPr="00A030B4" w:rsidRDefault="00AF32BA" w:rsidP="000159BC">
            <w:pPr>
              <w:pStyle w:val="TableBodyText"/>
              <w:pBdr>
                <w:left w:val="single" w:sz="4" w:space="1" w:color="auto"/>
              </w:pBdr>
              <w:rPr>
                <w:b/>
              </w:rPr>
            </w:pPr>
            <w:r>
              <w:rPr>
                <w:rFonts w:cs="Arial"/>
              </w:rPr>
              <w:t>..</w:t>
            </w:r>
          </w:p>
        </w:tc>
        <w:tc>
          <w:tcPr>
            <w:tcW w:w="396" w:type="pct"/>
            <w:vAlign w:val="center"/>
          </w:tcPr>
          <w:p w:rsidR="00AF32BA" w:rsidRPr="00A030B4" w:rsidRDefault="00AF32BA" w:rsidP="000159BC">
            <w:pPr>
              <w:pStyle w:val="TableBodyText"/>
              <w:pBdr>
                <w:left w:val="single" w:sz="4" w:space="1" w:color="auto"/>
              </w:pBdr>
              <w:rPr>
                <w:b/>
              </w:rPr>
            </w:pPr>
            <w:r>
              <w:rPr>
                <w:rFonts w:cs="Arial"/>
              </w:rPr>
              <w:t xml:space="preserve"> 13.0</w:t>
            </w:r>
          </w:p>
        </w:tc>
        <w:tc>
          <w:tcPr>
            <w:tcW w:w="394" w:type="pct"/>
            <w:vAlign w:val="center"/>
          </w:tcPr>
          <w:p w:rsidR="00AF32BA" w:rsidRPr="00A030B4" w:rsidRDefault="00AF32BA" w:rsidP="000159BC">
            <w:pPr>
              <w:pStyle w:val="TableBodyText"/>
              <w:pBdr>
                <w:left w:val="single" w:sz="4" w:space="1" w:color="auto"/>
              </w:pBdr>
              <w:ind w:right="0"/>
              <w:rPr>
                <w:b/>
              </w:rPr>
            </w:pPr>
            <w:r>
              <w:rPr>
                <w:rFonts w:cs="Arial"/>
              </w:rPr>
              <w:t xml:space="preserve"> 16.1</w:t>
            </w:r>
          </w:p>
        </w:tc>
      </w:tr>
      <w:tr w:rsidR="00AF32BA" w:rsidRPr="00B820D8" w:rsidTr="00AF32BA">
        <w:trPr>
          <w:jc w:val="right"/>
        </w:trPr>
        <w:tc>
          <w:tcPr>
            <w:tcW w:w="1434" w:type="pct"/>
          </w:tcPr>
          <w:p w:rsidR="00AF32BA" w:rsidRPr="00A030B4" w:rsidRDefault="00AF32BA" w:rsidP="000159BC">
            <w:pPr>
              <w:pStyle w:val="TableUnitsRow"/>
              <w:pBdr>
                <w:left w:val="single" w:sz="4" w:space="1" w:color="auto"/>
              </w:pBdr>
              <w:spacing w:after="40" w:line="240" w:lineRule="atLeast"/>
              <w:jc w:val="left"/>
              <w:rPr>
                <w:b/>
              </w:rPr>
            </w:pPr>
            <w:r w:rsidRPr="00A030B4">
              <w:rPr>
                <w:b/>
              </w:rPr>
              <w:t>20</w:t>
            </w:r>
            <w:r>
              <w:rPr>
                <w:b/>
              </w:rPr>
              <w:t>11</w:t>
            </w: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7" w:type="pct"/>
          </w:tcPr>
          <w:p w:rsidR="00AF32BA" w:rsidRPr="00A030B4" w:rsidRDefault="00AF32BA" w:rsidP="000159BC">
            <w:pPr>
              <w:pStyle w:val="TableUnitsRow"/>
              <w:pBdr>
                <w:left w:val="single" w:sz="4" w:space="1" w:color="auto"/>
              </w:pBdr>
              <w:spacing w:after="40" w:line="240" w:lineRule="atLeast"/>
              <w:jc w:val="left"/>
              <w:rPr>
                <w:b/>
              </w:rPr>
            </w:pPr>
          </w:p>
        </w:tc>
        <w:tc>
          <w:tcPr>
            <w:tcW w:w="396" w:type="pct"/>
          </w:tcPr>
          <w:p w:rsidR="00AF32BA" w:rsidRPr="00A030B4" w:rsidRDefault="00AF32BA" w:rsidP="000159BC">
            <w:pPr>
              <w:pStyle w:val="TableUnitsRow"/>
              <w:pBdr>
                <w:left w:val="single" w:sz="4" w:space="1" w:color="auto"/>
              </w:pBdr>
              <w:spacing w:after="40" w:line="240" w:lineRule="atLeast"/>
              <w:jc w:val="left"/>
              <w:rPr>
                <w:b/>
              </w:rPr>
            </w:pPr>
          </w:p>
        </w:tc>
        <w:tc>
          <w:tcPr>
            <w:tcW w:w="394" w:type="pct"/>
          </w:tcPr>
          <w:p w:rsidR="00AF32BA" w:rsidRPr="00A030B4" w:rsidRDefault="00AF32BA" w:rsidP="000159BC">
            <w:pPr>
              <w:pStyle w:val="TableUnitsRow"/>
              <w:pBdr>
                <w:left w:val="single" w:sz="4" w:space="1" w:color="auto"/>
              </w:pBdr>
              <w:spacing w:after="40" w:line="240" w:lineRule="atLeast"/>
              <w:jc w:val="left"/>
              <w:rPr>
                <w:b/>
              </w:rPr>
            </w:pPr>
          </w:p>
        </w:tc>
      </w:tr>
      <w:tr w:rsidR="003F436C" w:rsidRPr="00A030B4" w:rsidTr="00AF32BA">
        <w:trPr>
          <w:jc w:val="right"/>
        </w:trPr>
        <w:tc>
          <w:tcPr>
            <w:tcW w:w="1434" w:type="pct"/>
          </w:tcPr>
          <w:p w:rsidR="003F436C" w:rsidRPr="00A030B4" w:rsidRDefault="003F436C" w:rsidP="00725CFC">
            <w:pPr>
              <w:pStyle w:val="TableBodyText"/>
              <w:ind w:left="113"/>
              <w:jc w:val="left"/>
              <w:rPr>
                <w:b/>
              </w:rPr>
            </w:pPr>
            <w:r w:rsidRPr="00A030B4">
              <w:t>Major cities</w:t>
            </w:r>
          </w:p>
        </w:tc>
        <w:tc>
          <w:tcPr>
            <w:tcW w:w="397" w:type="pct"/>
            <w:vAlign w:val="center"/>
          </w:tcPr>
          <w:p w:rsidR="003F436C" w:rsidRDefault="003F436C" w:rsidP="003F436C">
            <w:pPr>
              <w:pStyle w:val="TableBodyText"/>
            </w:pPr>
            <w:r>
              <w:t xml:space="preserve">  5.8</w:t>
            </w:r>
          </w:p>
        </w:tc>
        <w:tc>
          <w:tcPr>
            <w:tcW w:w="396" w:type="pct"/>
            <w:vAlign w:val="center"/>
          </w:tcPr>
          <w:p w:rsidR="003F436C" w:rsidRDefault="003F436C" w:rsidP="003F436C">
            <w:pPr>
              <w:pStyle w:val="TableBodyText"/>
            </w:pPr>
            <w:r>
              <w:t xml:space="preserve">  8.9</w:t>
            </w:r>
          </w:p>
        </w:tc>
        <w:tc>
          <w:tcPr>
            <w:tcW w:w="397" w:type="pct"/>
            <w:vAlign w:val="center"/>
          </w:tcPr>
          <w:p w:rsidR="003F436C" w:rsidRDefault="003F436C" w:rsidP="003F436C">
            <w:pPr>
              <w:pStyle w:val="TableBodyText"/>
            </w:pPr>
            <w:r>
              <w:t xml:space="preserve">  5.5</w:t>
            </w:r>
          </w:p>
        </w:tc>
        <w:tc>
          <w:tcPr>
            <w:tcW w:w="396" w:type="pct"/>
            <w:vAlign w:val="center"/>
          </w:tcPr>
          <w:p w:rsidR="003F436C" w:rsidRDefault="003F436C" w:rsidP="003F436C">
            <w:pPr>
              <w:pStyle w:val="TableBodyText"/>
            </w:pPr>
            <w:r>
              <w:t xml:space="preserve">  5.7</w:t>
            </w:r>
          </w:p>
        </w:tc>
        <w:tc>
          <w:tcPr>
            <w:tcW w:w="397" w:type="pct"/>
            <w:vAlign w:val="center"/>
          </w:tcPr>
          <w:p w:rsidR="003F436C" w:rsidRDefault="003F436C" w:rsidP="003F436C">
            <w:pPr>
              <w:pStyle w:val="TableBodyText"/>
            </w:pPr>
            <w:r>
              <w:t xml:space="preserve">  5.6</w:t>
            </w:r>
          </w:p>
        </w:tc>
        <w:tc>
          <w:tcPr>
            <w:tcW w:w="396" w:type="pct"/>
            <w:vAlign w:val="center"/>
          </w:tcPr>
          <w:p w:rsidR="003F436C" w:rsidRDefault="003F436C" w:rsidP="003F436C">
            <w:pPr>
              <w:pStyle w:val="TableBodyText"/>
            </w:pPr>
            <w:r>
              <w:t>..</w:t>
            </w:r>
          </w:p>
        </w:tc>
        <w:tc>
          <w:tcPr>
            <w:tcW w:w="397" w:type="pct"/>
            <w:vAlign w:val="center"/>
          </w:tcPr>
          <w:p w:rsidR="003F436C" w:rsidRDefault="003F436C" w:rsidP="003F436C">
            <w:pPr>
              <w:pStyle w:val="TableBodyText"/>
            </w:pPr>
            <w:r>
              <w:t xml:space="preserve">  6.4</w:t>
            </w:r>
          </w:p>
        </w:tc>
        <w:tc>
          <w:tcPr>
            <w:tcW w:w="396" w:type="pct"/>
            <w:vAlign w:val="center"/>
          </w:tcPr>
          <w:p w:rsidR="003F436C" w:rsidRDefault="003F436C" w:rsidP="003F436C">
            <w:pPr>
              <w:pStyle w:val="TableBodyText"/>
            </w:pPr>
            <w:r>
              <w:t>..</w:t>
            </w:r>
          </w:p>
        </w:tc>
        <w:tc>
          <w:tcPr>
            <w:tcW w:w="394" w:type="pct"/>
            <w:vAlign w:val="center"/>
          </w:tcPr>
          <w:p w:rsidR="003F436C" w:rsidRDefault="003F436C" w:rsidP="003F436C">
            <w:pPr>
              <w:pStyle w:val="TableBodyText"/>
              <w:ind w:right="0"/>
            </w:pPr>
            <w:r>
              <w:t xml:space="preserve">  6.6</w:t>
            </w:r>
          </w:p>
        </w:tc>
      </w:tr>
      <w:tr w:rsidR="003F436C" w:rsidRPr="00A030B4" w:rsidTr="00AF32BA">
        <w:trPr>
          <w:jc w:val="right"/>
        </w:trPr>
        <w:tc>
          <w:tcPr>
            <w:tcW w:w="1434" w:type="pct"/>
          </w:tcPr>
          <w:p w:rsidR="003F436C" w:rsidRPr="00A030B4" w:rsidRDefault="003F436C" w:rsidP="00725CFC">
            <w:pPr>
              <w:pStyle w:val="TableBodyText"/>
              <w:ind w:left="113"/>
              <w:jc w:val="left"/>
              <w:rPr>
                <w:b/>
              </w:rPr>
            </w:pPr>
            <w:r w:rsidRPr="00A030B4">
              <w:t>Inner regional</w:t>
            </w:r>
          </w:p>
        </w:tc>
        <w:tc>
          <w:tcPr>
            <w:tcW w:w="397" w:type="pct"/>
            <w:vAlign w:val="center"/>
          </w:tcPr>
          <w:p w:rsidR="003F436C" w:rsidRDefault="003F436C" w:rsidP="003F436C">
            <w:pPr>
              <w:pStyle w:val="TableBodyText"/>
            </w:pPr>
            <w:r>
              <w:t xml:space="preserve">  9.3</w:t>
            </w:r>
          </w:p>
        </w:tc>
        <w:tc>
          <w:tcPr>
            <w:tcW w:w="396" w:type="pct"/>
            <w:vAlign w:val="center"/>
          </w:tcPr>
          <w:p w:rsidR="003F436C" w:rsidRDefault="003F436C" w:rsidP="003F436C">
            <w:pPr>
              <w:pStyle w:val="TableBodyText"/>
            </w:pPr>
            <w:r>
              <w:t xml:space="preserve">  14.0</w:t>
            </w:r>
          </w:p>
        </w:tc>
        <w:tc>
          <w:tcPr>
            <w:tcW w:w="397" w:type="pct"/>
            <w:vAlign w:val="center"/>
          </w:tcPr>
          <w:p w:rsidR="003F436C" w:rsidRDefault="003F436C" w:rsidP="003F436C">
            <w:pPr>
              <w:pStyle w:val="TableBodyText"/>
            </w:pPr>
            <w:r>
              <w:t xml:space="preserve">  6.6</w:t>
            </w:r>
          </w:p>
        </w:tc>
        <w:tc>
          <w:tcPr>
            <w:tcW w:w="396" w:type="pct"/>
            <w:vAlign w:val="center"/>
          </w:tcPr>
          <w:p w:rsidR="003F436C" w:rsidRDefault="003F436C" w:rsidP="003F436C">
            <w:pPr>
              <w:pStyle w:val="TableBodyText"/>
            </w:pPr>
            <w:r>
              <w:t xml:space="preserve">  10.2</w:t>
            </w:r>
          </w:p>
        </w:tc>
        <w:tc>
          <w:tcPr>
            <w:tcW w:w="397" w:type="pct"/>
            <w:vAlign w:val="center"/>
          </w:tcPr>
          <w:p w:rsidR="003F436C" w:rsidRDefault="003F436C" w:rsidP="003F436C">
            <w:pPr>
              <w:pStyle w:val="TableBodyText"/>
            </w:pPr>
            <w:r>
              <w:t xml:space="preserve">  8.3</w:t>
            </w:r>
          </w:p>
        </w:tc>
        <w:tc>
          <w:tcPr>
            <w:tcW w:w="396" w:type="pct"/>
            <w:vAlign w:val="center"/>
          </w:tcPr>
          <w:p w:rsidR="003F436C" w:rsidRDefault="003F436C" w:rsidP="003F436C">
            <w:pPr>
              <w:pStyle w:val="TableBodyText"/>
            </w:pPr>
            <w:r>
              <w:t xml:space="preserve">  7.2</w:t>
            </w:r>
          </w:p>
        </w:tc>
        <w:tc>
          <w:tcPr>
            <w:tcW w:w="397" w:type="pct"/>
            <w:vAlign w:val="center"/>
          </w:tcPr>
          <w:p w:rsidR="003F436C" w:rsidRDefault="003F436C" w:rsidP="003F436C">
            <w:pPr>
              <w:pStyle w:val="TableBodyText"/>
            </w:pPr>
            <w:r>
              <w:t>np</w:t>
            </w:r>
          </w:p>
        </w:tc>
        <w:tc>
          <w:tcPr>
            <w:tcW w:w="396" w:type="pct"/>
            <w:vAlign w:val="center"/>
          </w:tcPr>
          <w:p w:rsidR="003F436C" w:rsidRDefault="003F436C" w:rsidP="003F436C">
            <w:pPr>
              <w:pStyle w:val="TableBodyText"/>
            </w:pPr>
            <w:r>
              <w:t>..</w:t>
            </w:r>
          </w:p>
        </w:tc>
        <w:tc>
          <w:tcPr>
            <w:tcW w:w="394" w:type="pct"/>
            <w:vAlign w:val="center"/>
          </w:tcPr>
          <w:p w:rsidR="003F436C" w:rsidRDefault="003F436C" w:rsidP="003F436C">
            <w:pPr>
              <w:pStyle w:val="TableBodyText"/>
              <w:ind w:right="0"/>
            </w:pPr>
            <w:r>
              <w:t xml:space="preserve">  9.8</w:t>
            </w:r>
          </w:p>
        </w:tc>
      </w:tr>
      <w:tr w:rsidR="003F436C" w:rsidRPr="00A030B4" w:rsidTr="00AF32BA">
        <w:trPr>
          <w:jc w:val="right"/>
        </w:trPr>
        <w:tc>
          <w:tcPr>
            <w:tcW w:w="1434" w:type="pct"/>
          </w:tcPr>
          <w:p w:rsidR="003F436C" w:rsidRPr="00A030B4" w:rsidRDefault="003F436C" w:rsidP="00725CFC">
            <w:pPr>
              <w:pStyle w:val="TableBodyText"/>
              <w:ind w:left="113"/>
              <w:jc w:val="left"/>
              <w:rPr>
                <w:b/>
              </w:rPr>
            </w:pPr>
            <w:r w:rsidRPr="00A030B4">
              <w:t>Outer regional</w:t>
            </w:r>
          </w:p>
        </w:tc>
        <w:tc>
          <w:tcPr>
            <w:tcW w:w="397" w:type="pct"/>
            <w:vAlign w:val="center"/>
          </w:tcPr>
          <w:p w:rsidR="003F436C" w:rsidRDefault="003F436C" w:rsidP="003F436C">
            <w:pPr>
              <w:pStyle w:val="TableBodyText"/>
            </w:pPr>
            <w:r>
              <w:t xml:space="preserve">  20.3</w:t>
            </w:r>
          </w:p>
        </w:tc>
        <w:tc>
          <w:tcPr>
            <w:tcW w:w="396" w:type="pct"/>
            <w:vAlign w:val="center"/>
          </w:tcPr>
          <w:p w:rsidR="003F436C" w:rsidRDefault="003F436C" w:rsidP="003F436C">
            <w:pPr>
              <w:pStyle w:val="TableBodyText"/>
            </w:pPr>
            <w:r>
              <w:t xml:space="preserve">  14.1</w:t>
            </w:r>
          </w:p>
        </w:tc>
        <w:tc>
          <w:tcPr>
            <w:tcW w:w="397" w:type="pct"/>
            <w:vAlign w:val="center"/>
          </w:tcPr>
          <w:p w:rsidR="003F436C" w:rsidRDefault="003F436C" w:rsidP="003F436C">
            <w:pPr>
              <w:pStyle w:val="TableBodyText"/>
            </w:pPr>
            <w:r>
              <w:t xml:space="preserve">  9.9</w:t>
            </w:r>
          </w:p>
        </w:tc>
        <w:tc>
          <w:tcPr>
            <w:tcW w:w="396" w:type="pct"/>
            <w:vAlign w:val="center"/>
          </w:tcPr>
          <w:p w:rsidR="003F436C" w:rsidRDefault="003F436C" w:rsidP="003F436C">
            <w:pPr>
              <w:pStyle w:val="TableBodyText"/>
            </w:pPr>
            <w:r>
              <w:t xml:space="preserve">  8.3</w:t>
            </w:r>
          </w:p>
        </w:tc>
        <w:tc>
          <w:tcPr>
            <w:tcW w:w="397" w:type="pct"/>
            <w:vAlign w:val="center"/>
          </w:tcPr>
          <w:p w:rsidR="003F436C" w:rsidRDefault="003F436C" w:rsidP="003F436C">
            <w:pPr>
              <w:pStyle w:val="TableBodyText"/>
            </w:pPr>
            <w:r>
              <w:t xml:space="preserve">  9.6</w:t>
            </w:r>
          </w:p>
        </w:tc>
        <w:tc>
          <w:tcPr>
            <w:tcW w:w="396" w:type="pct"/>
            <w:vAlign w:val="center"/>
          </w:tcPr>
          <w:p w:rsidR="003F436C" w:rsidRDefault="003F436C" w:rsidP="003F436C">
            <w:pPr>
              <w:pStyle w:val="TableBodyText"/>
            </w:pPr>
            <w:r>
              <w:t xml:space="preserve">  12.9</w:t>
            </w:r>
          </w:p>
        </w:tc>
        <w:tc>
          <w:tcPr>
            <w:tcW w:w="397" w:type="pct"/>
            <w:vAlign w:val="center"/>
          </w:tcPr>
          <w:p w:rsidR="003F436C" w:rsidRDefault="003F436C" w:rsidP="003F436C">
            <w:pPr>
              <w:pStyle w:val="TableBodyText"/>
            </w:pPr>
            <w:r>
              <w:t>..</w:t>
            </w:r>
          </w:p>
        </w:tc>
        <w:tc>
          <w:tcPr>
            <w:tcW w:w="396" w:type="pct"/>
            <w:vAlign w:val="center"/>
          </w:tcPr>
          <w:p w:rsidR="003F436C" w:rsidRDefault="003F436C" w:rsidP="003F436C">
            <w:pPr>
              <w:pStyle w:val="TableBodyText"/>
            </w:pPr>
            <w:r>
              <w:t xml:space="preserve">  8.9</w:t>
            </w:r>
          </w:p>
        </w:tc>
        <w:tc>
          <w:tcPr>
            <w:tcW w:w="394" w:type="pct"/>
            <w:vAlign w:val="center"/>
          </w:tcPr>
          <w:p w:rsidR="003F436C" w:rsidRDefault="003F436C" w:rsidP="003F436C">
            <w:pPr>
              <w:pStyle w:val="TableBodyText"/>
              <w:ind w:right="0"/>
            </w:pPr>
            <w:r>
              <w:t xml:space="preserve">  12.7</w:t>
            </w:r>
          </w:p>
        </w:tc>
      </w:tr>
      <w:tr w:rsidR="003F436C" w:rsidRPr="00A030B4" w:rsidTr="00AF32BA">
        <w:trPr>
          <w:jc w:val="right"/>
        </w:trPr>
        <w:tc>
          <w:tcPr>
            <w:tcW w:w="1434" w:type="pct"/>
            <w:tcBorders>
              <w:bottom w:val="single" w:sz="4" w:space="0" w:color="auto"/>
            </w:tcBorders>
          </w:tcPr>
          <w:p w:rsidR="003F436C" w:rsidRPr="00A030B4" w:rsidRDefault="003F436C" w:rsidP="00725CFC">
            <w:pPr>
              <w:pStyle w:val="TableBodyText"/>
              <w:ind w:left="113"/>
              <w:jc w:val="left"/>
              <w:rPr>
                <w:b/>
              </w:rPr>
            </w:pPr>
            <w:r w:rsidRPr="00A030B4">
              <w:t>Remote and very remote</w:t>
            </w:r>
          </w:p>
        </w:tc>
        <w:tc>
          <w:tcPr>
            <w:tcW w:w="397" w:type="pct"/>
            <w:tcBorders>
              <w:bottom w:val="single" w:sz="4" w:space="0" w:color="auto"/>
            </w:tcBorders>
            <w:vAlign w:val="center"/>
          </w:tcPr>
          <w:p w:rsidR="003F436C" w:rsidRDefault="003F436C" w:rsidP="003F436C">
            <w:pPr>
              <w:pStyle w:val="TableBodyText"/>
            </w:pPr>
            <w:r>
              <w:t xml:space="preserve">  33.4</w:t>
            </w:r>
          </w:p>
        </w:tc>
        <w:tc>
          <w:tcPr>
            <w:tcW w:w="396" w:type="pct"/>
            <w:tcBorders>
              <w:bottom w:val="single" w:sz="4" w:space="0" w:color="auto"/>
            </w:tcBorders>
            <w:vAlign w:val="center"/>
          </w:tcPr>
          <w:p w:rsidR="003F436C" w:rsidRDefault="003F436C" w:rsidP="003F436C">
            <w:pPr>
              <w:pStyle w:val="TableBodyText"/>
            </w:pPr>
            <w:r>
              <w:t xml:space="preserve">  18.5</w:t>
            </w:r>
          </w:p>
        </w:tc>
        <w:tc>
          <w:tcPr>
            <w:tcW w:w="397" w:type="pct"/>
            <w:tcBorders>
              <w:bottom w:val="single" w:sz="4" w:space="0" w:color="auto"/>
            </w:tcBorders>
            <w:vAlign w:val="center"/>
          </w:tcPr>
          <w:p w:rsidR="003F436C" w:rsidRDefault="003F436C" w:rsidP="003F436C">
            <w:pPr>
              <w:pStyle w:val="TableBodyText"/>
            </w:pPr>
            <w:r>
              <w:t xml:space="preserve">  16.1</w:t>
            </w:r>
          </w:p>
        </w:tc>
        <w:tc>
          <w:tcPr>
            <w:tcW w:w="396" w:type="pct"/>
            <w:tcBorders>
              <w:bottom w:val="single" w:sz="4" w:space="0" w:color="auto"/>
            </w:tcBorders>
            <w:vAlign w:val="center"/>
          </w:tcPr>
          <w:p w:rsidR="003F436C" w:rsidRDefault="003F436C" w:rsidP="003F436C">
            <w:pPr>
              <w:pStyle w:val="TableBodyText"/>
            </w:pPr>
            <w:r>
              <w:t xml:space="preserve">  14.1</w:t>
            </w:r>
          </w:p>
        </w:tc>
        <w:tc>
          <w:tcPr>
            <w:tcW w:w="397" w:type="pct"/>
            <w:tcBorders>
              <w:bottom w:val="single" w:sz="4" w:space="0" w:color="auto"/>
            </w:tcBorders>
            <w:vAlign w:val="center"/>
          </w:tcPr>
          <w:p w:rsidR="003F436C" w:rsidRDefault="003F436C" w:rsidP="003F436C">
            <w:pPr>
              <w:pStyle w:val="TableBodyText"/>
            </w:pPr>
            <w:r>
              <w:t xml:space="preserve">  12.2</w:t>
            </w:r>
          </w:p>
        </w:tc>
        <w:tc>
          <w:tcPr>
            <w:tcW w:w="396" w:type="pct"/>
            <w:tcBorders>
              <w:bottom w:val="single" w:sz="4" w:space="0" w:color="auto"/>
            </w:tcBorders>
            <w:vAlign w:val="center"/>
          </w:tcPr>
          <w:p w:rsidR="003F436C" w:rsidRDefault="003F436C" w:rsidP="003F436C">
            <w:pPr>
              <w:pStyle w:val="TableBodyText"/>
            </w:pPr>
            <w:r>
              <w:t xml:space="preserve">  22.5</w:t>
            </w:r>
          </w:p>
        </w:tc>
        <w:tc>
          <w:tcPr>
            <w:tcW w:w="397" w:type="pct"/>
            <w:tcBorders>
              <w:bottom w:val="single" w:sz="4" w:space="0" w:color="auto"/>
            </w:tcBorders>
            <w:vAlign w:val="center"/>
          </w:tcPr>
          <w:p w:rsidR="003F436C" w:rsidRDefault="003F436C" w:rsidP="003F436C">
            <w:pPr>
              <w:pStyle w:val="TableBodyText"/>
            </w:pPr>
            <w:r>
              <w:t>..</w:t>
            </w:r>
          </w:p>
        </w:tc>
        <w:tc>
          <w:tcPr>
            <w:tcW w:w="396" w:type="pct"/>
            <w:tcBorders>
              <w:bottom w:val="single" w:sz="4" w:space="0" w:color="auto"/>
            </w:tcBorders>
            <w:vAlign w:val="center"/>
          </w:tcPr>
          <w:p w:rsidR="003F436C" w:rsidRDefault="003F436C" w:rsidP="003F436C">
            <w:pPr>
              <w:pStyle w:val="TableBodyText"/>
            </w:pPr>
            <w:r>
              <w:t xml:space="preserve">  13.5</w:t>
            </w:r>
          </w:p>
        </w:tc>
        <w:tc>
          <w:tcPr>
            <w:tcW w:w="394" w:type="pct"/>
            <w:tcBorders>
              <w:bottom w:val="single" w:sz="4" w:space="0" w:color="auto"/>
            </w:tcBorders>
            <w:vAlign w:val="center"/>
          </w:tcPr>
          <w:p w:rsidR="003F436C" w:rsidRDefault="003F436C" w:rsidP="003F436C">
            <w:pPr>
              <w:pStyle w:val="TableBodyText"/>
              <w:ind w:right="0"/>
            </w:pPr>
            <w:r>
              <w:t xml:space="preserve">  15.9</w:t>
            </w:r>
          </w:p>
        </w:tc>
      </w:tr>
    </w:tbl>
    <w:p w:rsidR="00AF32BA" w:rsidRPr="00AF32BA" w:rsidRDefault="000E3781" w:rsidP="00725CFC">
      <w:pPr>
        <w:pStyle w:val="Note"/>
      </w:pPr>
      <w:r>
        <w:rPr>
          <w:rStyle w:val="NoteLabel"/>
        </w:rPr>
        <w:t>a</w:t>
      </w:r>
      <w:r w:rsidR="00AF32BA">
        <w:t xml:space="preserve"> </w:t>
      </w:r>
      <w:r w:rsidR="00AF32BA" w:rsidRPr="00AF32BA">
        <w:t xml:space="preserve">Refer to the National VET Provider Collection Data Quality Statement for information on data quality. </w:t>
      </w:r>
      <w:r w:rsidR="00AF32BA" w:rsidRPr="00AF32BA">
        <w:rPr>
          <w:b/>
          <w:position w:val="6"/>
        </w:rPr>
        <w:t>b </w:t>
      </w:r>
      <w:r w:rsidR="00AF32BA" w:rsidRPr="00AF32BA">
        <w:t xml:space="preserve">VET participation data by region are based on students’ home postcode using the Accessibility and Remoteness Index for Australia (ARIA) classifications </w:t>
      </w:r>
      <w:r w:rsidR="005B07DF">
        <w:t>in</w:t>
      </w:r>
      <w:r w:rsidR="00AF32BA" w:rsidRPr="00AF32BA">
        <w:t xml:space="preserve"> the ABS </w:t>
      </w:r>
      <w:r w:rsidR="00AF32BA" w:rsidRPr="00AF32BA">
        <w:rPr>
          <w:i/>
        </w:rPr>
        <w:t>Australian Standard Geographical Classification</w:t>
      </w:r>
      <w:r w:rsidR="00AF32BA" w:rsidRPr="00AF32BA">
        <w:t xml:space="preserve"> 2006</w:t>
      </w:r>
      <w:r w:rsidR="00AF32BA">
        <w:t>.</w:t>
      </w:r>
      <w:r w:rsidR="00AF32BA" w:rsidRPr="00AF32BA">
        <w:t xml:space="preserve"> </w:t>
      </w:r>
      <w:r w:rsidR="00C5471F">
        <w:rPr>
          <w:b/>
          <w:position w:val="6"/>
        </w:rPr>
        <w:t>c </w:t>
      </w:r>
      <w:r w:rsidR="00AF32BA" w:rsidRPr="00AF32BA">
        <w:t xml:space="preserve">The participation rate for students from the various regions is the number of students participating in VET (based on students’ home postcode) as a proportion of the total population (i.e. all ages) that reside in that region. </w:t>
      </w:r>
      <w:r w:rsidR="00AF32BA" w:rsidRPr="00AF32BA">
        <w:rPr>
          <w:b/>
          <w:position w:val="6"/>
        </w:rPr>
        <w:t xml:space="preserve">d </w:t>
      </w:r>
      <w:r w:rsidR="00AF32BA" w:rsidRPr="00AF32BA">
        <w:t xml:space="preserve">Where a student does not have a post code listed the student is counted in the Australian total only. For postcodes that cover more than one State/Territory, weights are applied to distribute the figures across the States/Territories. Interstate students have been allocated to their respective accessibility regions based on their home postcode. </w:t>
      </w:r>
      <w:r w:rsidR="00AF32BA" w:rsidRPr="00AF32BA">
        <w:rPr>
          <w:b/>
          <w:position w:val="6"/>
        </w:rPr>
        <w:t>e</w:t>
      </w:r>
      <w:r w:rsidR="00AF32BA" w:rsidRPr="00AF32BA">
        <w:t xml:space="preserve"> The participation rate for inner regional areas in the ACT are not published due to a high proportion of inner regional areas sharing postcodes with NSW that cannot be disaggregated in the student data. </w:t>
      </w:r>
      <w:r w:rsidR="00AF32BA" w:rsidRPr="00AF32BA">
        <w:rPr>
          <w:b/>
        </w:rPr>
        <w:t>..</w:t>
      </w:r>
      <w:r w:rsidR="00AF32BA" w:rsidRPr="00AF32BA">
        <w:t xml:space="preserve"> Not applicable. </w:t>
      </w:r>
      <w:r w:rsidR="00AF32BA" w:rsidRPr="00AF32BA">
        <w:rPr>
          <w:b/>
        </w:rPr>
        <w:t>np</w:t>
      </w:r>
      <w:r w:rsidR="001D2206">
        <w:t xml:space="preserve"> Not published.</w:t>
      </w:r>
    </w:p>
    <w:p w:rsidR="00AF32BA" w:rsidRPr="00AF32BA" w:rsidRDefault="00AF32BA" w:rsidP="00725CFC">
      <w:pPr>
        <w:keepLines/>
        <w:spacing w:before="80" w:after="120" w:line="220" w:lineRule="exact"/>
        <w:jc w:val="both"/>
        <w:rPr>
          <w:rFonts w:ascii="Arial" w:hAnsi="Arial"/>
          <w:sz w:val="18"/>
          <w:szCs w:val="20"/>
        </w:rPr>
      </w:pPr>
      <w:r w:rsidRPr="00AF32BA">
        <w:rPr>
          <w:rFonts w:ascii="Arial" w:hAnsi="Arial"/>
          <w:i/>
          <w:sz w:val="18"/>
          <w:szCs w:val="20"/>
        </w:rPr>
        <w:t>Source</w:t>
      </w:r>
      <w:r w:rsidRPr="00AF32BA">
        <w:rPr>
          <w:rFonts w:ascii="Arial" w:hAnsi="Arial"/>
          <w:sz w:val="18"/>
          <w:szCs w:val="20"/>
        </w:rPr>
        <w:t>: NCVER (unpublished) National VET provider collection; ABS (</w:t>
      </w:r>
      <w:r w:rsidR="00F87724">
        <w:rPr>
          <w:rFonts w:ascii="Arial" w:hAnsi="Arial"/>
          <w:sz w:val="18"/>
          <w:szCs w:val="20"/>
        </w:rPr>
        <w:t>various years</w:t>
      </w:r>
      <w:r w:rsidRPr="00AF32BA">
        <w:rPr>
          <w:rFonts w:ascii="Arial" w:hAnsi="Arial"/>
          <w:i/>
          <w:sz w:val="18"/>
          <w:szCs w:val="20"/>
        </w:rPr>
        <w:t>) Regional Population Growth, Australia,</w:t>
      </w:r>
      <w:r w:rsidR="00F87724">
        <w:rPr>
          <w:rFonts w:ascii="Arial" w:hAnsi="Arial"/>
          <w:i/>
          <w:sz w:val="18"/>
          <w:szCs w:val="20"/>
        </w:rPr>
        <w:t xml:space="preserve"> </w:t>
      </w:r>
      <w:r w:rsidR="003F436C">
        <w:rPr>
          <w:rFonts w:ascii="Arial" w:hAnsi="Arial"/>
          <w:sz w:val="18"/>
          <w:szCs w:val="20"/>
        </w:rPr>
        <w:t>Cat. no. 3218.0; table SWD.C.22</w:t>
      </w:r>
      <w:r w:rsidR="000270CE">
        <w:rPr>
          <w:rFonts w:ascii="Arial" w:hAnsi="Arial"/>
          <w:sz w:val="18"/>
          <w:szCs w:val="20"/>
        </w:rPr>
        <w:t>.</w:t>
      </w:r>
    </w:p>
    <w:p w:rsidR="00AF32BA" w:rsidRDefault="00AF32BA" w:rsidP="00AF32BA">
      <w:pPr>
        <w:pStyle w:val="BodyText"/>
      </w:pPr>
      <w:r>
        <w:t xml:space="preserve">Data on the numbers and proportions of VET participation by remoteness classification for </w:t>
      </w:r>
      <w:r w:rsidR="000E3781">
        <w:t xml:space="preserve">2008, </w:t>
      </w:r>
      <w:r>
        <w:t>2009, 2010 and 201</w:t>
      </w:r>
      <w:r w:rsidR="000270CE">
        <w:t>1 are available in table SWD.C.</w:t>
      </w:r>
      <w:r w:rsidR="003F436C">
        <w:t>22</w:t>
      </w:r>
      <w:r>
        <w:t>.</w:t>
      </w:r>
    </w:p>
    <w:p w:rsidR="00AF32BA" w:rsidRDefault="00AF32BA" w:rsidP="00AF32BA">
      <w:pPr>
        <w:pStyle w:val="Heading4"/>
      </w:pPr>
      <w:r>
        <w:t>Employers’ use and views of the VET system</w:t>
      </w:r>
    </w:p>
    <w:p w:rsidR="00AF32BA" w:rsidRDefault="00AF32BA" w:rsidP="00AF32BA">
      <w:pPr>
        <w:pStyle w:val="BodyText"/>
      </w:pPr>
      <w:r>
        <w:t>Data on the employers’ uses and views about VET are available through the NCVER biennial survey of Employers’ U</w:t>
      </w:r>
      <w:r w:rsidR="001D2206">
        <w:t>se and Views of the VET system.</w:t>
      </w:r>
    </w:p>
    <w:p w:rsidR="00AF32BA" w:rsidRDefault="00AF32BA" w:rsidP="00AF32BA">
      <w:pPr>
        <w:pStyle w:val="BodyText"/>
      </w:pPr>
      <w:r>
        <w:t>Data on the reported difficulty in recruiting staff provide information on employers’ perceptions of skills shortages. By extension, this provides some indication of whether the national training environment is responsive to labour market demand. Data on the reported difficulty in recruiting staff in 2011 are available for this report and are provided in table SWD.C.</w:t>
      </w:r>
      <w:r w:rsidR="003F436C">
        <w:t>23</w:t>
      </w:r>
      <w:r>
        <w:t>. Time series data, for 2009, 2007 and 2005 are provided in</w:t>
      </w:r>
      <w:r w:rsidR="00724A07">
        <w:t xml:space="preserve"> the 2010 NASWD performance report</w:t>
      </w:r>
      <w:r w:rsidR="00DE04BA">
        <w:t xml:space="preserve"> (tables SWD.C.10–</w:t>
      </w:r>
      <w:r w:rsidR="00772CE4">
        <w:t>C.</w:t>
      </w:r>
      <w:r w:rsidR="00DE04BA">
        <w:t>11)</w:t>
      </w:r>
      <w:r w:rsidR="001D2206">
        <w:t>.</w:t>
      </w:r>
    </w:p>
    <w:p w:rsidR="00F72EA9" w:rsidRDefault="00AF32BA" w:rsidP="00AF32BA">
      <w:pPr>
        <w:pStyle w:val="BodyText"/>
      </w:pPr>
      <w:r>
        <w:t>Data on employer satisfaction with the VET system are reported against performance indicator</w:t>
      </w:r>
      <w:r w:rsidR="00F72EA9">
        <w:t xml:space="preserve"> 2</w:t>
      </w:r>
      <w:r>
        <w:t xml:space="preserve"> in this report (</w:t>
      </w:r>
      <w:r w:rsidR="00F72EA9">
        <w:t>tables SWD.2.1</w:t>
      </w:r>
      <w:r w:rsidR="000C0E10">
        <w:t>–</w:t>
      </w:r>
      <w:r w:rsidR="00F72EA9">
        <w:t>2.2</w:t>
      </w:r>
      <w:r>
        <w:t>).</w:t>
      </w:r>
    </w:p>
    <w:p w:rsidR="00724A07" w:rsidRDefault="00724A07">
      <w:pPr>
        <w:rPr>
          <w:rFonts w:ascii="Arial" w:hAnsi="Arial"/>
          <w:b/>
          <w:sz w:val="32"/>
          <w:szCs w:val="20"/>
        </w:rPr>
      </w:pPr>
      <w:r>
        <w:br w:type="page"/>
      </w:r>
    </w:p>
    <w:p w:rsidR="00C8162A" w:rsidRDefault="00CF740A" w:rsidP="00CF740A">
      <w:pPr>
        <w:pStyle w:val="Heading2"/>
      </w:pPr>
      <w:r>
        <w:t>Performance targets</w:t>
      </w:r>
    </w:p>
    <w:p w:rsidR="00CF740A" w:rsidRDefault="00CF740A" w:rsidP="00C8162A">
      <w:pPr>
        <w:pStyle w:val="BodyText"/>
      </w:pPr>
      <w:r>
        <w:t>The CRC has requested the Steering Committee to report against the performance targets identified in the NAs. The performance targets in the NASWD are:</w:t>
      </w:r>
    </w:p>
    <w:p w:rsidR="00CF740A" w:rsidRDefault="00057F5E" w:rsidP="00CF740A">
      <w:pPr>
        <w:pStyle w:val="ListBullet"/>
      </w:pPr>
      <w:r>
        <w:t>H</w:t>
      </w:r>
      <w:r w:rsidR="00CF740A">
        <w:t xml:space="preserve">alve the proportion of Australians nationally aged 20–64 </w:t>
      </w:r>
      <w:r>
        <w:t>without qualifications at Certificate III level and above between 2009 and 2020</w:t>
      </w:r>
    </w:p>
    <w:p w:rsidR="00623B57" w:rsidRDefault="00057F5E" w:rsidP="006D2F6A">
      <w:pPr>
        <w:pStyle w:val="ListBullet"/>
      </w:pPr>
      <w:r>
        <w:t>Double the number of higher level qualification completions (diploma and advanced diploma) nationally between 2009 and 2020.</w:t>
      </w:r>
    </w:p>
    <w:p w:rsidR="00C37845" w:rsidRDefault="00C37845" w:rsidP="00617B4A">
      <w:pPr>
        <w:pStyle w:val="BodyText"/>
      </w:pPr>
      <w:r>
        <w:t xml:space="preserve">The NASWD [para.23] recognises that while the NASWD is focused on the VET sector, governments, individuals, industry, and the higher education and school sectors </w:t>
      </w:r>
      <w:r w:rsidR="00F87724">
        <w:t xml:space="preserve">also </w:t>
      </w:r>
      <w:r>
        <w:t>play a role in attaining the NASWD targets, and that recent reforms in higher education may also impact on the achievement of the NASWD targets.</w:t>
      </w:r>
    </w:p>
    <w:p w:rsidR="00057F5E" w:rsidRDefault="00057F5E" w:rsidP="00057F5E">
      <w:pPr>
        <w:pStyle w:val="BodyText"/>
      </w:pPr>
      <w:r>
        <w:t>Outline</w:t>
      </w:r>
      <w:r w:rsidR="000049B8">
        <w:t>d</w:t>
      </w:r>
      <w:r>
        <w:t xml:space="preserve"> below are the performance targets, any associated issues, and data for the current reporting year. Cross references are provided to the related NASWD outcome and, where relevant, to the related performance indicator.</w:t>
      </w:r>
    </w:p>
    <w:p w:rsidR="00985566" w:rsidRDefault="00057F5E" w:rsidP="00057F5E">
      <w:pPr>
        <w:pStyle w:val="BodyText"/>
      </w:pPr>
      <w:r>
        <w:t xml:space="preserve">Data for the performance targets in this report are presented </w:t>
      </w:r>
      <w:r w:rsidR="00985566">
        <w:t>in attachments ‘SWD</w:t>
      </w:r>
      <w:r w:rsidR="006D2F6A">
        <w:t>.</w:t>
      </w:r>
      <w:r w:rsidR="00985566">
        <w:t xml:space="preserve">PT’ (for NASWD performance targets) and ‘SWD’ (for related NASWD </w:t>
      </w:r>
      <w:r w:rsidR="002543A1">
        <w:t xml:space="preserve">performance </w:t>
      </w:r>
      <w:r w:rsidR="00985566">
        <w:t>indicators).</w:t>
      </w:r>
    </w:p>
    <w:p w:rsidR="00985566" w:rsidRDefault="00985566" w:rsidP="00985566">
      <w:pPr>
        <w:pStyle w:val="BodyText"/>
      </w:pPr>
      <w:r>
        <w:br w:type="page"/>
      </w:r>
    </w:p>
    <w:p w:rsidR="00592B2E" w:rsidRDefault="005634A1" w:rsidP="005634A1">
      <w:pPr>
        <w:pStyle w:val="Heading3"/>
      </w:pPr>
      <w:r w:rsidRPr="005634A1">
        <w:t>Performance target (a) — halve the proportion of Australians nationally aged 20–64 without qualifications at Certificate III level and above between 2009 and 2020</w:t>
      </w:r>
    </w:p>
    <w:p w:rsidR="005634A1" w:rsidRPr="005634A1" w:rsidRDefault="005634A1" w:rsidP="005634A1">
      <w:pPr>
        <w:pStyle w:val="BoxSpace"/>
      </w:pPr>
    </w:p>
    <w:tbl>
      <w:tblPr>
        <w:tblW w:w="0" w:type="auto"/>
        <w:tblLook w:val="01E0" w:firstRow="1" w:lastRow="1" w:firstColumn="1" w:lastColumn="1" w:noHBand="0" w:noVBand="0"/>
      </w:tblPr>
      <w:tblGrid>
        <w:gridCol w:w="1985"/>
        <w:gridCol w:w="6804"/>
      </w:tblGrid>
      <w:tr w:rsidR="005634A1" w:rsidTr="005634A1">
        <w:trPr>
          <w:trHeight w:val="680"/>
        </w:trPr>
        <w:tc>
          <w:tcPr>
            <w:tcW w:w="1985" w:type="dxa"/>
            <w:shd w:val="clear" w:color="auto" w:fill="auto"/>
          </w:tcPr>
          <w:p w:rsidR="005634A1" w:rsidRPr="00366033" w:rsidRDefault="005634A1" w:rsidP="005634A1">
            <w:pPr>
              <w:pStyle w:val="TableBodyText"/>
              <w:jc w:val="left"/>
            </w:pPr>
            <w:r w:rsidRPr="00366033">
              <w:t xml:space="preserve">Key amendments from </w:t>
            </w:r>
            <w:r>
              <w:t>previous</w:t>
            </w:r>
            <w:r w:rsidRPr="00366033">
              <w:t xml:space="preserve"> cycle:</w:t>
            </w:r>
            <w:r w:rsidRPr="00366033">
              <w:tab/>
            </w:r>
          </w:p>
        </w:tc>
        <w:tc>
          <w:tcPr>
            <w:tcW w:w="6804" w:type="dxa"/>
            <w:shd w:val="clear" w:color="auto" w:fill="auto"/>
          </w:tcPr>
          <w:p w:rsidR="004C0D13" w:rsidRDefault="004C0D13" w:rsidP="00FF2E2E">
            <w:pPr>
              <w:pStyle w:val="TableBodyText"/>
              <w:jc w:val="left"/>
            </w:pPr>
            <w:r>
              <w:t>The word ‘nationally’ has been inserted into the wording of the target</w:t>
            </w:r>
          </w:p>
          <w:p w:rsidR="005634A1" w:rsidRDefault="004C0D13" w:rsidP="00FF2E2E">
            <w:pPr>
              <w:pStyle w:val="TableBodyText"/>
              <w:jc w:val="left"/>
            </w:pPr>
            <w:r>
              <w:t>There is no change in reporting for this target from previous years. However, d</w:t>
            </w:r>
            <w:r w:rsidR="005634A1">
              <w:t>ata for 2010 have been revised due to amendments to the 2010 SEW population benchmarks:</w:t>
            </w:r>
          </w:p>
          <w:p w:rsidR="005634A1" w:rsidRDefault="005634A1" w:rsidP="00FF2E2E">
            <w:pPr>
              <w:pStyle w:val="TableBullet"/>
            </w:pPr>
            <w:r>
              <w:t>Net Overseas Migration estimates used in calculating the population benchmarks have been revised</w:t>
            </w:r>
          </w:p>
          <w:p w:rsidR="005634A1" w:rsidRDefault="005634A1" w:rsidP="00FF2E2E">
            <w:pPr>
              <w:pStyle w:val="TableBullet"/>
            </w:pPr>
            <w:r>
              <w:t xml:space="preserve">The population benchmarks </w:t>
            </w:r>
            <w:r w:rsidR="005B07DF">
              <w:t>for the Northern Territory</w:t>
            </w:r>
            <w:r w:rsidR="005B07DF" w:rsidDel="005B07DF">
              <w:t xml:space="preserve"> </w:t>
            </w:r>
            <w:r w:rsidR="005B07DF">
              <w:t xml:space="preserve">have been amended to align with changes in the geographical scope of </w:t>
            </w:r>
            <w:r>
              <w:t>the survey</w:t>
            </w:r>
          </w:p>
          <w:p w:rsidR="005634A1" w:rsidRDefault="005634A1" w:rsidP="00FF2E2E">
            <w:pPr>
              <w:pStyle w:val="TableBodyText"/>
              <w:jc w:val="left"/>
            </w:pPr>
          </w:p>
        </w:tc>
      </w:tr>
      <w:tr w:rsidR="005634A1" w:rsidTr="005634A1">
        <w:trPr>
          <w:trHeight w:val="680"/>
        </w:trPr>
        <w:tc>
          <w:tcPr>
            <w:tcW w:w="1985" w:type="dxa"/>
            <w:shd w:val="clear" w:color="auto" w:fill="auto"/>
          </w:tcPr>
          <w:p w:rsidR="005634A1" w:rsidRDefault="005634A1" w:rsidP="005634A1">
            <w:pPr>
              <w:pStyle w:val="TableBodyText"/>
              <w:jc w:val="left"/>
            </w:pPr>
            <w:r>
              <w:t>Outcome:</w:t>
            </w:r>
          </w:p>
        </w:tc>
        <w:tc>
          <w:tcPr>
            <w:tcW w:w="6804" w:type="dxa"/>
            <w:shd w:val="clear" w:color="auto" w:fill="auto"/>
          </w:tcPr>
          <w:p w:rsidR="005634A1" w:rsidRDefault="005634A1" w:rsidP="005634A1">
            <w:pPr>
              <w:pStyle w:val="TableBodyText"/>
              <w:jc w:val="left"/>
            </w:pPr>
            <w:r>
              <w:t>The skill levels of the working age population are increased to meet the changing needs of the economy</w:t>
            </w:r>
          </w:p>
        </w:tc>
      </w:tr>
      <w:tr w:rsidR="005634A1" w:rsidTr="005634A1">
        <w:trPr>
          <w:trHeight w:val="854"/>
        </w:trPr>
        <w:tc>
          <w:tcPr>
            <w:tcW w:w="1985" w:type="dxa"/>
            <w:shd w:val="clear" w:color="auto" w:fill="auto"/>
          </w:tcPr>
          <w:p w:rsidR="005634A1" w:rsidRDefault="005634A1" w:rsidP="005634A1">
            <w:pPr>
              <w:pStyle w:val="TableBodyText"/>
              <w:jc w:val="left"/>
            </w:pPr>
            <w:r>
              <w:t>Related performance indicator/s:</w:t>
            </w:r>
          </w:p>
        </w:tc>
        <w:tc>
          <w:tcPr>
            <w:tcW w:w="6804" w:type="dxa"/>
            <w:shd w:val="clear" w:color="auto" w:fill="auto"/>
          </w:tcPr>
          <w:p w:rsidR="005634A1" w:rsidRDefault="005634A1" w:rsidP="005634A1">
            <w:pPr>
              <w:pStyle w:val="TableBodyText"/>
              <w:jc w:val="left"/>
            </w:pPr>
            <w:r>
              <w:t>Proportion of working age population (WAP) with higher level qualifications (Certificate III and above)</w:t>
            </w:r>
          </w:p>
        </w:tc>
      </w:tr>
      <w:tr w:rsidR="005634A1" w:rsidTr="005634A1">
        <w:trPr>
          <w:trHeight w:val="680"/>
        </w:trPr>
        <w:tc>
          <w:tcPr>
            <w:tcW w:w="1985" w:type="dxa"/>
            <w:shd w:val="clear" w:color="auto" w:fill="auto"/>
          </w:tcPr>
          <w:p w:rsidR="005634A1" w:rsidRDefault="005634A1" w:rsidP="005634A1">
            <w:pPr>
              <w:pStyle w:val="TableBodyText"/>
              <w:jc w:val="left"/>
            </w:pPr>
            <w:r>
              <w:t>Measure:</w:t>
            </w:r>
          </w:p>
        </w:tc>
        <w:tc>
          <w:tcPr>
            <w:tcW w:w="6804" w:type="dxa"/>
            <w:shd w:val="clear" w:color="auto" w:fill="auto"/>
          </w:tcPr>
          <w:p w:rsidR="005634A1" w:rsidRDefault="005634A1" w:rsidP="005634A1">
            <w:pPr>
              <w:pStyle w:val="TableBodyText"/>
              <w:jc w:val="left"/>
            </w:pPr>
            <w:r>
              <w:t>Proportion of people aged 20–64 years who do not have qualifications at or above AQF Certificate level III</w:t>
            </w:r>
          </w:p>
          <w:p w:rsidR="005634A1" w:rsidRDefault="005634A1" w:rsidP="005634A1">
            <w:pPr>
              <w:pStyle w:val="TableBodyText"/>
              <w:jc w:val="left"/>
            </w:pPr>
          </w:p>
          <w:p w:rsidR="005634A1" w:rsidRDefault="005634A1" w:rsidP="005634A1">
            <w:pPr>
              <w:pStyle w:val="TableBodyText"/>
              <w:jc w:val="both"/>
            </w:pPr>
            <w:r>
              <w:t>The measure is defined as:</w:t>
            </w:r>
          </w:p>
          <w:p w:rsidR="005634A1" w:rsidRDefault="005634A1" w:rsidP="005634A1">
            <w:pPr>
              <w:pStyle w:val="TableBullet"/>
            </w:pPr>
            <w:r w:rsidRPr="00DD5422">
              <w:rPr>
                <w:i/>
              </w:rPr>
              <w:t>Numerator</w:t>
            </w:r>
            <w:r>
              <w:t xml:space="preserve"> — people aged 20–64 years who have not attained post school qualifications at or above AQF Certificate level III</w:t>
            </w:r>
          </w:p>
          <w:p w:rsidR="005634A1" w:rsidRDefault="005634A1" w:rsidP="005634A1">
            <w:pPr>
              <w:pStyle w:val="TableBullet"/>
            </w:pPr>
            <w:r w:rsidRPr="00DD5422">
              <w:rPr>
                <w:i/>
              </w:rPr>
              <w:t>Denominator</w:t>
            </w:r>
            <w:r>
              <w:t xml:space="preserve"> — total population of people aged 20–64 years</w:t>
            </w:r>
          </w:p>
          <w:p w:rsidR="005634A1" w:rsidRDefault="005634A1" w:rsidP="005634A1">
            <w:pPr>
              <w:pStyle w:val="TableBodyText"/>
              <w:jc w:val="left"/>
            </w:pPr>
            <w:r>
              <w:t xml:space="preserve">and is expressed as a </w:t>
            </w:r>
            <w:r w:rsidRPr="00506317">
              <w:rPr>
                <w:i/>
              </w:rPr>
              <w:t>percentage</w:t>
            </w:r>
            <w:r>
              <w:t>.</w:t>
            </w:r>
          </w:p>
          <w:p w:rsidR="005634A1" w:rsidRDefault="005634A1" w:rsidP="005634A1">
            <w:pPr>
              <w:pStyle w:val="TableBodyText"/>
              <w:jc w:val="left"/>
            </w:pPr>
          </w:p>
          <w:p w:rsidR="005634A1" w:rsidRDefault="005634A1" w:rsidP="005634A1">
            <w:pPr>
              <w:pStyle w:val="TableBodyText"/>
              <w:jc w:val="left"/>
            </w:pPr>
            <w:r>
              <w:t>‘Certificate III or above’ includes Certificate III, IV, Diploma, Advanced Diploma, Bachelor degree and above</w:t>
            </w:r>
          </w:p>
          <w:p w:rsidR="005634A1" w:rsidRDefault="005634A1" w:rsidP="005634A1">
            <w:pPr>
              <w:pStyle w:val="TableBodyText"/>
              <w:jc w:val="left"/>
            </w:pPr>
          </w:p>
          <w:p w:rsidR="005634A1" w:rsidRPr="00DD5422" w:rsidRDefault="005634A1" w:rsidP="00FF2E2E">
            <w:pPr>
              <w:pStyle w:val="TableBodyText"/>
              <w:jc w:val="left"/>
            </w:pPr>
            <w:r w:rsidRPr="00DD5422">
              <w:t>Persons whose level of non-school qualification is determined to be certificate level but is not able to be further defined (i.e., Certificate nfd) are assumed to have attained below Certificate level III and are therefore included in the calculations (numerator and denominator) for this indicator</w:t>
            </w:r>
          </w:p>
          <w:p w:rsidR="005634A1" w:rsidRPr="00DD5422" w:rsidRDefault="005634A1" w:rsidP="00FF2E2E">
            <w:pPr>
              <w:pStyle w:val="TableBodyText"/>
              <w:jc w:val="left"/>
            </w:pPr>
          </w:p>
          <w:p w:rsidR="005634A1" w:rsidRPr="00DD5422" w:rsidRDefault="005634A1" w:rsidP="00FF2E2E">
            <w:pPr>
              <w:pStyle w:val="TableBodyText"/>
              <w:jc w:val="left"/>
            </w:pPr>
            <w:r w:rsidRPr="00DD5422">
              <w:t>Persons whose level of non-school qualification cannot be determined are assumed to have attained below Certificate level III and are therefore included in the calculations (numerator and denominator) for this indicator</w:t>
            </w:r>
          </w:p>
          <w:p w:rsidR="005634A1" w:rsidRPr="00DD5422" w:rsidRDefault="005634A1" w:rsidP="00FF2E2E">
            <w:pPr>
              <w:pStyle w:val="TableBodyText"/>
              <w:jc w:val="left"/>
            </w:pPr>
          </w:p>
          <w:p w:rsidR="005634A1" w:rsidRPr="00DD5422" w:rsidRDefault="005634A1" w:rsidP="00FF2E2E">
            <w:pPr>
              <w:pStyle w:val="TableBodyText"/>
              <w:jc w:val="left"/>
            </w:pPr>
            <w:r w:rsidRPr="00D47249">
              <w:rPr>
                <w:i/>
              </w:rPr>
              <w:t>E</w:t>
            </w:r>
            <w:r w:rsidRPr="00DD5422">
              <w:rPr>
                <w:i/>
              </w:rPr>
              <w:t xml:space="preserve">xcludes </w:t>
            </w:r>
            <w:r w:rsidRPr="00DD5422">
              <w:t>persons whose level of education was not stated (only applicable to Census data)</w:t>
            </w:r>
          </w:p>
          <w:p w:rsidR="005634A1" w:rsidRDefault="005634A1" w:rsidP="005634A1">
            <w:pPr>
              <w:pStyle w:val="TableBodyText"/>
              <w:jc w:val="left"/>
            </w:pPr>
          </w:p>
        </w:tc>
      </w:tr>
      <w:tr w:rsidR="005634A1" w:rsidTr="005634A1">
        <w:trPr>
          <w:trHeight w:val="680"/>
        </w:trPr>
        <w:tc>
          <w:tcPr>
            <w:tcW w:w="1985" w:type="dxa"/>
            <w:shd w:val="clear" w:color="auto" w:fill="auto"/>
          </w:tcPr>
          <w:p w:rsidR="005634A1" w:rsidRDefault="005634A1" w:rsidP="005634A1">
            <w:pPr>
              <w:pStyle w:val="TableBodyText"/>
              <w:jc w:val="left"/>
            </w:pPr>
            <w:r>
              <w:t>Data source:</w:t>
            </w:r>
          </w:p>
        </w:tc>
        <w:tc>
          <w:tcPr>
            <w:tcW w:w="6804" w:type="dxa"/>
            <w:shd w:val="clear" w:color="auto" w:fill="auto"/>
          </w:tcPr>
          <w:p w:rsidR="005634A1" w:rsidRPr="00FF2E2E" w:rsidRDefault="005634A1" w:rsidP="00FF2E2E">
            <w:pPr>
              <w:pStyle w:val="TableBodyText"/>
              <w:jc w:val="left"/>
            </w:pPr>
            <w:r w:rsidRPr="00FF2E2E">
              <w:t xml:space="preserve">(Main) </w:t>
            </w:r>
            <w:r w:rsidRPr="00FF2E2E">
              <w:rPr>
                <w:i/>
              </w:rPr>
              <w:t>Numerator and denominator</w:t>
            </w:r>
            <w:r w:rsidRPr="00FF2E2E">
              <w:t xml:space="preserve"> — </w:t>
            </w:r>
            <w:r w:rsidRPr="00FF2E2E">
              <w:rPr>
                <w:u w:val="single"/>
              </w:rPr>
              <w:t>Census of Population and Housing (Census)</w:t>
            </w:r>
            <w:r w:rsidRPr="00FF2E2E">
              <w:t>. Data are collected every five years</w:t>
            </w:r>
          </w:p>
          <w:p w:rsidR="005634A1" w:rsidRPr="00FF2E2E" w:rsidRDefault="005634A1" w:rsidP="00FF2E2E">
            <w:pPr>
              <w:pStyle w:val="TableBodyText"/>
              <w:jc w:val="left"/>
            </w:pPr>
          </w:p>
          <w:p w:rsidR="005634A1" w:rsidRPr="00FF2E2E" w:rsidRDefault="005634A1" w:rsidP="00FF2E2E">
            <w:pPr>
              <w:pStyle w:val="TableBodyText"/>
              <w:jc w:val="left"/>
            </w:pPr>
            <w:r w:rsidRPr="00FF2E2E">
              <w:t xml:space="preserve">(Supplementary) </w:t>
            </w:r>
            <w:r w:rsidRPr="00FF2E2E">
              <w:rPr>
                <w:i/>
              </w:rPr>
              <w:t>Numerator and denominator</w:t>
            </w:r>
            <w:r w:rsidRPr="00FF2E2E">
              <w:t xml:space="preserve"> — </w:t>
            </w:r>
            <w:r w:rsidRPr="00FF2E2E">
              <w:rPr>
                <w:u w:val="single"/>
              </w:rPr>
              <w:t>Survey of Education and Work (SEW)</w:t>
            </w:r>
            <w:r w:rsidRPr="00FF2E2E">
              <w:t>. Data are collected annually</w:t>
            </w:r>
          </w:p>
          <w:p w:rsidR="005634A1" w:rsidRDefault="005634A1" w:rsidP="005634A1">
            <w:pPr>
              <w:pStyle w:val="TableBodyText"/>
              <w:jc w:val="left"/>
            </w:pPr>
          </w:p>
        </w:tc>
      </w:tr>
      <w:tr w:rsidR="005634A1" w:rsidTr="005634A1">
        <w:trPr>
          <w:trHeight w:val="587"/>
        </w:trPr>
        <w:tc>
          <w:tcPr>
            <w:tcW w:w="1985" w:type="dxa"/>
            <w:shd w:val="clear" w:color="auto" w:fill="auto"/>
          </w:tcPr>
          <w:p w:rsidR="005634A1" w:rsidRDefault="005634A1" w:rsidP="005634A1">
            <w:pPr>
              <w:pStyle w:val="TableBodyText"/>
              <w:jc w:val="left"/>
            </w:pPr>
            <w:r>
              <w:t>Data provider:</w:t>
            </w:r>
          </w:p>
        </w:tc>
        <w:tc>
          <w:tcPr>
            <w:tcW w:w="6804" w:type="dxa"/>
            <w:shd w:val="clear" w:color="auto" w:fill="auto"/>
          </w:tcPr>
          <w:p w:rsidR="005634A1" w:rsidRDefault="005634A1" w:rsidP="005634A1">
            <w:pPr>
              <w:pStyle w:val="TableBodyText"/>
              <w:jc w:val="left"/>
            </w:pPr>
            <w:r>
              <w:t xml:space="preserve">ABS </w:t>
            </w:r>
          </w:p>
        </w:tc>
      </w:tr>
      <w:tr w:rsidR="005634A1" w:rsidTr="005634A1">
        <w:trPr>
          <w:trHeight w:val="680"/>
        </w:trPr>
        <w:tc>
          <w:tcPr>
            <w:tcW w:w="1985" w:type="dxa"/>
            <w:shd w:val="clear" w:color="auto" w:fill="auto"/>
          </w:tcPr>
          <w:p w:rsidR="005634A1" w:rsidRDefault="005634A1" w:rsidP="005634A1">
            <w:pPr>
              <w:pStyle w:val="TableBodyText"/>
              <w:jc w:val="left"/>
            </w:pPr>
            <w:r>
              <w:t>Data availability:</w:t>
            </w:r>
          </w:p>
        </w:tc>
        <w:tc>
          <w:tcPr>
            <w:tcW w:w="6804" w:type="dxa"/>
            <w:shd w:val="clear" w:color="auto" w:fill="auto"/>
          </w:tcPr>
          <w:p w:rsidR="005634A1" w:rsidRDefault="005634A1" w:rsidP="005634A1">
            <w:pPr>
              <w:pStyle w:val="TableBodyText"/>
              <w:jc w:val="left"/>
            </w:pPr>
            <w:r>
              <w:t>2010 (revised) and 2011 — SEW</w:t>
            </w:r>
          </w:p>
        </w:tc>
      </w:tr>
      <w:tr w:rsidR="005634A1" w:rsidTr="005634A1">
        <w:trPr>
          <w:trHeight w:val="680"/>
        </w:trPr>
        <w:tc>
          <w:tcPr>
            <w:tcW w:w="1985" w:type="dxa"/>
            <w:shd w:val="clear" w:color="auto" w:fill="auto"/>
          </w:tcPr>
          <w:p w:rsidR="005634A1" w:rsidRDefault="005634A1" w:rsidP="005634A1">
            <w:pPr>
              <w:pStyle w:val="TableBodyText"/>
              <w:jc w:val="left"/>
            </w:pPr>
            <w:r>
              <w:t>Cross tabulations provided:</w:t>
            </w:r>
          </w:p>
        </w:tc>
        <w:tc>
          <w:tcPr>
            <w:tcW w:w="6804" w:type="dxa"/>
            <w:shd w:val="clear" w:color="auto" w:fill="auto"/>
          </w:tcPr>
          <w:p w:rsidR="005634A1" w:rsidRDefault="005634A1" w:rsidP="005634A1">
            <w:pPr>
              <w:pStyle w:val="TableBodyText"/>
              <w:jc w:val="left"/>
            </w:pPr>
            <w:r>
              <w:t xml:space="preserve">State and Territory </w:t>
            </w:r>
          </w:p>
        </w:tc>
      </w:tr>
    </w:tbl>
    <w:p w:rsidR="005634A1" w:rsidRDefault="005634A1"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34A1">
        <w:tc>
          <w:tcPr>
            <w:tcW w:w="8771" w:type="dxa"/>
            <w:tcBorders>
              <w:top w:val="single" w:sz="6" w:space="0" w:color="auto"/>
              <w:bottom w:val="nil"/>
            </w:tcBorders>
          </w:tcPr>
          <w:p w:rsidR="005634A1" w:rsidRDefault="005634A1" w:rsidP="00725CFC">
            <w:pPr>
              <w:pStyle w:val="BoxTitle"/>
            </w:pPr>
            <w:r>
              <w:rPr>
                <w:b w:val="0"/>
              </w:rPr>
              <w:t xml:space="preserve">Box </w:t>
            </w:r>
            <w:r w:rsidR="00503759">
              <w:rPr>
                <w:b w:val="0"/>
                <w:noProof/>
              </w:rPr>
              <w:t>2</w:t>
            </w:r>
            <w:r>
              <w:tab/>
              <w:t>Results</w:t>
            </w:r>
          </w:p>
        </w:tc>
      </w:tr>
      <w:tr w:rsidR="005634A1">
        <w:trPr>
          <w:cantSplit/>
        </w:trPr>
        <w:tc>
          <w:tcPr>
            <w:tcW w:w="8771" w:type="dxa"/>
            <w:tcBorders>
              <w:top w:val="nil"/>
              <w:left w:val="single" w:sz="6" w:space="0" w:color="auto"/>
              <w:bottom w:val="nil"/>
              <w:right w:val="single" w:sz="6" w:space="0" w:color="auto"/>
            </w:tcBorders>
          </w:tcPr>
          <w:p w:rsidR="00D56E3F" w:rsidRDefault="00D56E3F" w:rsidP="00D56E3F">
            <w:pPr>
              <w:pStyle w:val="Box"/>
            </w:pPr>
            <w:r>
              <w:t>For this report, new data for this performance target are available for 2011:</w:t>
            </w:r>
          </w:p>
          <w:p w:rsidR="00D56E3F" w:rsidRDefault="00D56E3F" w:rsidP="00D56E3F">
            <w:pPr>
              <w:pStyle w:val="BoxListBullet"/>
            </w:pPr>
            <w:r>
              <w:t>Data by State and Territory are presented in table SWD.PT.A.1.</w:t>
            </w:r>
          </w:p>
          <w:p w:rsidR="00D56E3F" w:rsidRDefault="0059393F" w:rsidP="00D56E3F">
            <w:pPr>
              <w:pStyle w:val="Box"/>
            </w:pPr>
            <w:r>
              <w:t>Revised data for 2-1- are provided to maintain a comparable time series</w:t>
            </w:r>
            <w:r w:rsidR="00D56E3F">
              <w:t>:</w:t>
            </w:r>
          </w:p>
          <w:p w:rsidR="00D56E3F" w:rsidRDefault="00D56E3F" w:rsidP="00D56E3F">
            <w:pPr>
              <w:pStyle w:val="BoxListBullet"/>
            </w:pPr>
            <w:r>
              <w:t xml:space="preserve">Data by State and Territory are presented in </w:t>
            </w:r>
            <w:r w:rsidR="0059393F">
              <w:t xml:space="preserve">table </w:t>
            </w:r>
            <w:r>
              <w:t>SWD.PT.</w:t>
            </w:r>
            <w:r w:rsidR="0059393F">
              <w:t>A.2</w:t>
            </w:r>
            <w:r>
              <w:t>.</w:t>
            </w:r>
          </w:p>
          <w:p w:rsidR="00D56E3F" w:rsidRDefault="0059393F" w:rsidP="00D56E3F">
            <w:pPr>
              <w:pStyle w:val="Box"/>
            </w:pPr>
            <w:r>
              <w:t>Data for 2009 and 2008 (survey data) and 2006 (Census data) are available in the 2009 NASWD performance report (SCRGSP 2010, tables SWD.2.1–2.16).</w:t>
            </w:r>
          </w:p>
          <w:p w:rsidR="00093E69" w:rsidRPr="000159BC" w:rsidRDefault="0059393F" w:rsidP="002F3485">
            <w:pPr>
              <w:pStyle w:val="Box"/>
              <w:rPr>
                <w:rStyle w:val="DraftingNote"/>
                <w:b w:val="0"/>
                <w:color w:val="auto"/>
                <w:sz w:val="22"/>
                <w:u w:val="none"/>
              </w:rPr>
            </w:pPr>
            <w:r>
              <w:t>Apparent differences in results between years may not be statistically significant. To assist in interpretation, 95 per cent confidence intervals and relative standard errors are provided in the attachment tables for this performance target.</w:t>
            </w:r>
          </w:p>
        </w:tc>
      </w:tr>
      <w:tr w:rsidR="005634A1">
        <w:trPr>
          <w:cantSplit/>
        </w:trPr>
        <w:tc>
          <w:tcPr>
            <w:tcW w:w="8771" w:type="dxa"/>
            <w:tcBorders>
              <w:top w:val="nil"/>
              <w:left w:val="single" w:sz="6" w:space="0" w:color="auto"/>
              <w:bottom w:val="single" w:sz="6" w:space="0" w:color="auto"/>
              <w:right w:val="single" w:sz="6" w:space="0" w:color="auto"/>
            </w:tcBorders>
          </w:tcPr>
          <w:p w:rsidR="005634A1" w:rsidRDefault="005634A1" w:rsidP="00725CFC">
            <w:pPr>
              <w:pStyle w:val="Box"/>
              <w:spacing w:before="0" w:line="120" w:lineRule="exact"/>
            </w:pPr>
          </w:p>
        </w:tc>
      </w:tr>
      <w:tr w:rsidR="005634A1">
        <w:tc>
          <w:tcPr>
            <w:tcW w:w="8771" w:type="dxa"/>
            <w:tcBorders>
              <w:top w:val="nil"/>
              <w:left w:val="nil"/>
              <w:bottom w:val="nil"/>
              <w:right w:val="nil"/>
            </w:tcBorders>
          </w:tcPr>
          <w:p w:rsidR="005634A1" w:rsidRDefault="005634A1" w:rsidP="00725CFC">
            <w:pPr>
              <w:pStyle w:val="Box"/>
              <w:keepNext w:val="0"/>
              <w:spacing w:before="60" w:after="60" w:line="80" w:lineRule="exact"/>
              <w:rPr>
                <w:b/>
                <w:color w:val="FF00FF"/>
                <w:sz w:val="14"/>
              </w:rPr>
            </w:pPr>
          </w:p>
        </w:tc>
      </w:tr>
    </w:tbl>
    <w:p w:rsidR="005634A1" w:rsidRPr="008864C2" w:rsidRDefault="005634A1" w:rsidP="00725CFC">
      <w:pPr>
        <w:pStyle w:val="Heading4"/>
        <w:rPr>
          <w:rStyle w:val="DraftingNote"/>
          <w:color w:val="auto"/>
        </w:rPr>
      </w:pPr>
      <w:r>
        <w:t xml:space="preserve">Attachment </w:t>
      </w:r>
      <w:r w:rsidRPr="008864C2">
        <w:t>tables</w:t>
      </w:r>
    </w:p>
    <w:p w:rsidR="005634A1" w:rsidRDefault="005634A1"/>
    <w:tbl>
      <w:tblPr>
        <w:tblW w:w="84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6318"/>
      </w:tblGrid>
      <w:tr w:rsidR="005634A1" w:rsidRPr="005634A1" w:rsidTr="00155C51">
        <w:trPr>
          <w:trHeight w:val="612"/>
        </w:trPr>
        <w:tc>
          <w:tcPr>
            <w:tcW w:w="2142" w:type="dxa"/>
            <w:shd w:val="clear" w:color="auto" w:fill="auto"/>
            <w:noWrap/>
            <w:hideMark/>
          </w:tcPr>
          <w:p w:rsidR="005634A1" w:rsidRPr="005634A1" w:rsidRDefault="005634A1" w:rsidP="005634A1">
            <w:pPr>
              <w:pStyle w:val="TableBodyText"/>
              <w:jc w:val="left"/>
              <w:rPr>
                <w:b/>
              </w:rPr>
            </w:pPr>
            <w:r w:rsidRPr="005634A1">
              <w:rPr>
                <w:b/>
              </w:rPr>
              <w:t>Table SWD.PT.A.1</w:t>
            </w:r>
          </w:p>
        </w:tc>
        <w:tc>
          <w:tcPr>
            <w:tcW w:w="6318" w:type="dxa"/>
            <w:shd w:val="clear" w:color="auto" w:fill="auto"/>
            <w:hideMark/>
          </w:tcPr>
          <w:p w:rsidR="005634A1" w:rsidRPr="005634A1" w:rsidRDefault="005634A1" w:rsidP="005634A1">
            <w:pPr>
              <w:jc w:val="both"/>
              <w:rPr>
                <w:rFonts w:ascii="Arial" w:hAnsi="Arial" w:cs="Arial"/>
                <w:sz w:val="20"/>
                <w:szCs w:val="20"/>
              </w:rPr>
            </w:pPr>
            <w:r w:rsidRPr="005634A1">
              <w:rPr>
                <w:rFonts w:ascii="Arial" w:hAnsi="Arial" w:cs="Arial"/>
                <w:sz w:val="20"/>
                <w:szCs w:val="20"/>
              </w:rPr>
              <w:t xml:space="preserve">Persons aged 20–64 years without a formal qualification at Certificate III level or above, 2011 </w:t>
            </w:r>
          </w:p>
        </w:tc>
      </w:tr>
      <w:tr w:rsidR="005634A1" w:rsidRPr="005634A1" w:rsidTr="00155C51">
        <w:trPr>
          <w:trHeight w:val="612"/>
        </w:trPr>
        <w:tc>
          <w:tcPr>
            <w:tcW w:w="2142" w:type="dxa"/>
            <w:shd w:val="clear" w:color="auto" w:fill="auto"/>
            <w:noWrap/>
          </w:tcPr>
          <w:p w:rsidR="005634A1" w:rsidRPr="005634A1" w:rsidRDefault="00155C51" w:rsidP="005634A1">
            <w:pPr>
              <w:pStyle w:val="TableBodyText"/>
              <w:jc w:val="left"/>
              <w:rPr>
                <w:b/>
              </w:rPr>
            </w:pPr>
            <w:r>
              <w:rPr>
                <w:b/>
              </w:rPr>
              <w:t>*</w:t>
            </w:r>
            <w:r w:rsidR="005634A1" w:rsidRPr="005634A1">
              <w:rPr>
                <w:b/>
              </w:rPr>
              <w:t>Table SWD.PT.A.2</w:t>
            </w:r>
          </w:p>
        </w:tc>
        <w:tc>
          <w:tcPr>
            <w:tcW w:w="6318" w:type="dxa"/>
            <w:shd w:val="clear" w:color="auto" w:fill="auto"/>
          </w:tcPr>
          <w:p w:rsidR="005634A1" w:rsidRPr="005634A1" w:rsidRDefault="005634A1" w:rsidP="005634A1">
            <w:pPr>
              <w:jc w:val="both"/>
              <w:rPr>
                <w:rFonts w:ascii="Arial" w:hAnsi="Arial" w:cs="Arial"/>
                <w:sz w:val="20"/>
                <w:szCs w:val="20"/>
              </w:rPr>
            </w:pPr>
            <w:r w:rsidRPr="005634A1">
              <w:rPr>
                <w:rFonts w:ascii="Arial" w:hAnsi="Arial" w:cs="Arial"/>
                <w:sz w:val="20"/>
                <w:szCs w:val="20"/>
              </w:rPr>
              <w:t>Persons aged 20–64 years without a formal qualification at Cert</w:t>
            </w:r>
            <w:r>
              <w:rPr>
                <w:rFonts w:ascii="Arial" w:hAnsi="Arial" w:cs="Arial"/>
                <w:sz w:val="20"/>
                <w:szCs w:val="20"/>
              </w:rPr>
              <w:t>ificate III level or above, 2010</w:t>
            </w:r>
          </w:p>
        </w:tc>
      </w:tr>
    </w:tbl>
    <w:p w:rsidR="005634A1" w:rsidRDefault="00155C51" w:rsidP="00155C51">
      <w:pPr>
        <w:pStyle w:val="Note"/>
      </w:pPr>
      <w:r>
        <w:t>* Data backcast for 2010.</w:t>
      </w:r>
    </w:p>
    <w:p w:rsidR="005634A1" w:rsidRDefault="005634A1"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34A1">
        <w:tc>
          <w:tcPr>
            <w:tcW w:w="8771" w:type="dxa"/>
            <w:tcBorders>
              <w:top w:val="single" w:sz="6" w:space="0" w:color="auto"/>
              <w:bottom w:val="nil"/>
            </w:tcBorders>
          </w:tcPr>
          <w:p w:rsidR="005634A1" w:rsidRDefault="005634A1" w:rsidP="00725CFC">
            <w:pPr>
              <w:pStyle w:val="BoxTitle"/>
            </w:pPr>
            <w:r>
              <w:rPr>
                <w:b w:val="0"/>
              </w:rPr>
              <w:t xml:space="preserve">Box </w:t>
            </w:r>
            <w:r w:rsidR="00503759">
              <w:rPr>
                <w:b w:val="0"/>
                <w:noProof/>
              </w:rPr>
              <w:t>3</w:t>
            </w:r>
            <w:r w:rsidR="00EA001E">
              <w:tab/>
              <w:t>Comment on data quality</w:t>
            </w:r>
          </w:p>
        </w:tc>
      </w:tr>
      <w:tr w:rsidR="005634A1">
        <w:trPr>
          <w:cantSplit/>
        </w:trPr>
        <w:tc>
          <w:tcPr>
            <w:tcW w:w="8771" w:type="dxa"/>
            <w:tcBorders>
              <w:top w:val="nil"/>
              <w:left w:val="single" w:sz="6" w:space="0" w:color="auto"/>
              <w:bottom w:val="nil"/>
              <w:right w:val="single" w:sz="6" w:space="0" w:color="auto"/>
            </w:tcBorders>
          </w:tcPr>
          <w:p w:rsidR="005634A1" w:rsidRDefault="00A10EB0" w:rsidP="00725CFC">
            <w:pPr>
              <w:pStyle w:val="BoxListBullet"/>
            </w:pPr>
            <w:r>
              <w:t>The DQS for this</w:t>
            </w:r>
            <w:r w:rsidR="0096360D">
              <w:t xml:space="preserve"> performance</w:t>
            </w:r>
            <w:r>
              <w:t xml:space="preserve"> target has been prepared by the ABS and is included in its original form in the section in this report titled ‘Data Quality Statements’. Key points from the DQS are summarised below.</w:t>
            </w:r>
          </w:p>
          <w:p w:rsidR="00A10EB0" w:rsidRDefault="00A10EB0" w:rsidP="00725CFC">
            <w:pPr>
              <w:pStyle w:val="BoxListBullet"/>
            </w:pPr>
            <w:r>
              <w:t>The data provide relevant information on the proportion of the population aged 20 to 64 years without AQF qualifications at Certificate III level or above. Data are available by State and Territory.</w:t>
            </w:r>
          </w:p>
          <w:p w:rsidR="00A10EB0" w:rsidRDefault="00A10EB0" w:rsidP="00725CFC">
            <w:pPr>
              <w:pStyle w:val="BoxListBullet"/>
            </w:pPr>
            <w:r>
              <w:t>Data are available annually.</w:t>
            </w:r>
          </w:p>
          <w:p w:rsidR="005C4285" w:rsidRDefault="005C4285" w:rsidP="00725CFC">
            <w:pPr>
              <w:pStyle w:val="BoxListBullet"/>
            </w:pPr>
            <w:r>
              <w:t>Prior to 2009, all persons in very remote areas were excluded from the SEW. From 2009 onwards, the SEW has had a slightly wider scope, and excludes only persons in Indigenous communities in very remote areas.</w:t>
            </w:r>
          </w:p>
          <w:p w:rsidR="005C4285" w:rsidRDefault="005C4285" w:rsidP="00725CFC">
            <w:pPr>
              <w:pStyle w:val="BoxListBullet"/>
            </w:pPr>
            <w:r>
              <w:t>This change has only a minor effect on national comparisons over time</w:t>
            </w:r>
          </w:p>
          <w:p w:rsidR="005C4285" w:rsidRDefault="005C4285" w:rsidP="00725CFC">
            <w:pPr>
              <w:pStyle w:val="BoxListBullet"/>
              <w:rPr>
                <w:szCs w:val="24"/>
              </w:rPr>
            </w:pPr>
            <w:r>
              <w:t>The ongoing exclusion of Indigenous communities in very remote areas has only a minor effect on estimates by State and Territory</w:t>
            </w:r>
            <w:r w:rsidR="00B02B0B">
              <w:t xml:space="preserve"> over time</w:t>
            </w:r>
            <w:r>
              <w:t>, except for the NT, where remote Indigenous communities account for about 15 per cent of the population.</w:t>
            </w:r>
          </w:p>
          <w:p w:rsidR="005C4285" w:rsidRPr="005C4285" w:rsidRDefault="005C4285" w:rsidP="00725CFC">
            <w:pPr>
              <w:pStyle w:val="BoxListBullet"/>
              <w:rPr>
                <w:szCs w:val="24"/>
              </w:rPr>
            </w:pPr>
            <w:r w:rsidRPr="005C4285">
              <w:t>The SEW is generally able to measure small changes in performance measures at the national level. The ABS has advised that it is not designed to measure changes at the jurisdictional level with the same level of accuracy. The reinstatement of the full sample for the SEW from 2010 onwards has generally resulted in lower RSEs.</w:t>
            </w:r>
          </w:p>
          <w:p w:rsidR="00BC56C1" w:rsidRDefault="00BC56C1" w:rsidP="00725CFC">
            <w:pPr>
              <w:pStyle w:val="BoxListBullet"/>
            </w:pPr>
            <w:r>
              <w:t>Detailed explanatory notes are publicly available to assist in the interpretation of results.</w:t>
            </w:r>
          </w:p>
          <w:p w:rsidR="00BC56C1" w:rsidRDefault="00BC56C1" w:rsidP="00725CFC">
            <w:pPr>
              <w:pStyle w:val="BoxListBullet"/>
            </w:pPr>
            <w:r>
              <w:t>Additional data from the data source are available on-line, and on request.</w:t>
            </w:r>
          </w:p>
          <w:p w:rsidR="00BC56C1" w:rsidRDefault="00BC56C1" w:rsidP="00725CFC">
            <w:pPr>
              <w:pStyle w:val="BoxListBullet"/>
              <w:rPr>
                <w:szCs w:val="24"/>
              </w:rPr>
            </w:pPr>
            <w:r>
              <w:t>The Steering Committee also notes the following issues:</w:t>
            </w:r>
          </w:p>
          <w:p w:rsidR="002A18AB" w:rsidRDefault="005C4285" w:rsidP="00725CFC">
            <w:pPr>
              <w:pStyle w:val="BoxListBullet"/>
              <w:rPr>
                <w:szCs w:val="24"/>
              </w:rPr>
            </w:pPr>
            <w:r w:rsidRPr="005C4285">
              <w:t>The full sample for the SEW was reinstated in 2010 and generally resulted in lower RSEs. However, the decreases were generally small and varied by jurisdiction. RSEs continue to affect the ability to identify year to ye</w:t>
            </w:r>
            <w:r>
              <w:t>ar movements for this indicator for some jurisdictions.</w:t>
            </w:r>
          </w:p>
          <w:p w:rsidR="00BC56C1" w:rsidRPr="00A10EB0" w:rsidRDefault="00586DC9" w:rsidP="00725CFC">
            <w:pPr>
              <w:pStyle w:val="BoxListBullet"/>
              <w:rPr>
                <w:szCs w:val="24"/>
              </w:rPr>
            </w:pPr>
            <w:r w:rsidRPr="00586DC9">
              <w:t>The NASWD performance targets are long term (out to 2020), national and aspirational. In its 2010 NASWD performance report (CRC 2011), the CRC emphasised the importance of setting trajectories for NASWD targets to allow informed analysis of progress for each year of the Agreement. Trajectories have yet to be determined for the targets in the NASWD.</w:t>
            </w:r>
          </w:p>
        </w:tc>
      </w:tr>
      <w:tr w:rsidR="005634A1">
        <w:trPr>
          <w:cantSplit/>
        </w:trPr>
        <w:tc>
          <w:tcPr>
            <w:tcW w:w="8771" w:type="dxa"/>
            <w:tcBorders>
              <w:top w:val="nil"/>
              <w:left w:val="single" w:sz="6" w:space="0" w:color="auto"/>
              <w:bottom w:val="single" w:sz="6" w:space="0" w:color="auto"/>
              <w:right w:val="single" w:sz="6" w:space="0" w:color="auto"/>
            </w:tcBorders>
          </w:tcPr>
          <w:p w:rsidR="005634A1" w:rsidRDefault="005634A1" w:rsidP="00725CFC">
            <w:pPr>
              <w:pStyle w:val="Box"/>
              <w:spacing w:before="0" w:line="120" w:lineRule="exact"/>
            </w:pPr>
          </w:p>
        </w:tc>
      </w:tr>
      <w:tr w:rsidR="005634A1">
        <w:tc>
          <w:tcPr>
            <w:tcW w:w="8771" w:type="dxa"/>
            <w:tcBorders>
              <w:top w:val="nil"/>
              <w:left w:val="nil"/>
              <w:bottom w:val="nil"/>
              <w:right w:val="nil"/>
            </w:tcBorders>
          </w:tcPr>
          <w:p w:rsidR="005634A1" w:rsidRDefault="005634A1" w:rsidP="00725CFC">
            <w:pPr>
              <w:pStyle w:val="Box"/>
              <w:keepNext w:val="0"/>
              <w:spacing w:before="60" w:after="60" w:line="80" w:lineRule="exact"/>
              <w:rPr>
                <w:b/>
                <w:color w:val="FF00FF"/>
                <w:sz w:val="14"/>
              </w:rPr>
            </w:pPr>
          </w:p>
        </w:tc>
      </w:tr>
    </w:tbl>
    <w:p w:rsidR="00EA001E" w:rsidRDefault="005634A1" w:rsidP="00725CFC">
      <w:r>
        <w:br w:type="page"/>
      </w:r>
    </w:p>
    <w:p w:rsidR="005634A1" w:rsidRDefault="00EA001E" w:rsidP="00EA001E">
      <w:pPr>
        <w:pStyle w:val="Heading3"/>
      </w:pPr>
      <w:r>
        <w:t xml:space="preserve">Performance target (b) </w:t>
      </w:r>
      <w:r w:rsidRPr="00EA001E">
        <w:t>— Double the number of higher level qualification completions (Diploma and Advanced Diploma) nationally between 2009 and 2020</w:t>
      </w:r>
    </w:p>
    <w:p w:rsidR="00EA001E" w:rsidRPr="00EA001E" w:rsidRDefault="00EA001E" w:rsidP="00EA001E">
      <w:pPr>
        <w:pStyle w:val="BoxSpace"/>
      </w:pPr>
    </w:p>
    <w:tbl>
      <w:tblPr>
        <w:tblW w:w="0" w:type="auto"/>
        <w:tblInd w:w="108" w:type="dxa"/>
        <w:tblLook w:val="01E0" w:firstRow="1" w:lastRow="1" w:firstColumn="1" w:lastColumn="1" w:noHBand="0" w:noVBand="0"/>
      </w:tblPr>
      <w:tblGrid>
        <w:gridCol w:w="1877"/>
        <w:gridCol w:w="6804"/>
      </w:tblGrid>
      <w:tr w:rsidR="00EA001E" w:rsidTr="00EA001E">
        <w:trPr>
          <w:trHeight w:val="680"/>
        </w:trPr>
        <w:tc>
          <w:tcPr>
            <w:tcW w:w="1877" w:type="dxa"/>
            <w:shd w:val="clear" w:color="auto" w:fill="auto"/>
          </w:tcPr>
          <w:p w:rsidR="00EA001E" w:rsidRPr="00366033" w:rsidRDefault="00EA001E" w:rsidP="00EA001E">
            <w:pPr>
              <w:pStyle w:val="TableBodyText"/>
              <w:jc w:val="left"/>
            </w:pPr>
            <w:r w:rsidRPr="00366033">
              <w:t xml:space="preserve">Key amendments from </w:t>
            </w:r>
            <w:r>
              <w:t>previous</w:t>
            </w:r>
            <w:r w:rsidRPr="00366033">
              <w:t xml:space="preserve"> cycle:</w:t>
            </w:r>
            <w:r w:rsidRPr="00366033">
              <w:tab/>
            </w:r>
          </w:p>
        </w:tc>
        <w:tc>
          <w:tcPr>
            <w:tcW w:w="6804" w:type="dxa"/>
            <w:shd w:val="clear" w:color="auto" w:fill="auto"/>
          </w:tcPr>
          <w:p w:rsidR="00EA001E" w:rsidRDefault="004C0D13" w:rsidP="00EA001E">
            <w:pPr>
              <w:pStyle w:val="TableBodyText"/>
              <w:jc w:val="left"/>
            </w:pPr>
            <w:r>
              <w:t>The word ‘nationally’ has been inserted into the wording of the target</w:t>
            </w:r>
          </w:p>
          <w:p w:rsidR="004C0D13" w:rsidRDefault="004C0D13" w:rsidP="00EA001E">
            <w:pPr>
              <w:pStyle w:val="TableBodyText"/>
              <w:jc w:val="left"/>
            </w:pPr>
            <w:r>
              <w:t>There is no change in reporting for this target from previous years</w:t>
            </w:r>
          </w:p>
        </w:tc>
      </w:tr>
      <w:tr w:rsidR="00EA001E" w:rsidTr="00EA001E">
        <w:trPr>
          <w:trHeight w:val="680"/>
        </w:trPr>
        <w:tc>
          <w:tcPr>
            <w:tcW w:w="1877" w:type="dxa"/>
            <w:shd w:val="clear" w:color="auto" w:fill="auto"/>
          </w:tcPr>
          <w:p w:rsidR="00EA001E" w:rsidRDefault="00EA001E" w:rsidP="00EA001E">
            <w:pPr>
              <w:pStyle w:val="TableBodyText"/>
              <w:jc w:val="left"/>
            </w:pPr>
            <w:r>
              <w:t>Outcome:</w:t>
            </w:r>
          </w:p>
        </w:tc>
        <w:tc>
          <w:tcPr>
            <w:tcW w:w="6804" w:type="dxa"/>
            <w:shd w:val="clear" w:color="auto" w:fill="auto"/>
          </w:tcPr>
          <w:p w:rsidR="00EA001E" w:rsidRDefault="00EA001E" w:rsidP="00EA001E">
            <w:pPr>
              <w:pStyle w:val="TableBodyText"/>
              <w:jc w:val="left"/>
            </w:pPr>
            <w:r>
              <w:t>The skill levels of the working age population are increased to meet the changing needs of the economy</w:t>
            </w:r>
          </w:p>
        </w:tc>
      </w:tr>
      <w:tr w:rsidR="00EA001E" w:rsidTr="00EA001E">
        <w:trPr>
          <w:trHeight w:val="680"/>
        </w:trPr>
        <w:tc>
          <w:tcPr>
            <w:tcW w:w="1877" w:type="dxa"/>
            <w:shd w:val="clear" w:color="auto" w:fill="auto"/>
          </w:tcPr>
          <w:p w:rsidR="00EA001E" w:rsidRDefault="00EA001E" w:rsidP="00EA001E">
            <w:pPr>
              <w:pStyle w:val="TableBodyText"/>
              <w:jc w:val="left"/>
            </w:pPr>
            <w:r>
              <w:t>Measure:</w:t>
            </w:r>
          </w:p>
        </w:tc>
        <w:tc>
          <w:tcPr>
            <w:tcW w:w="6804" w:type="dxa"/>
            <w:shd w:val="clear" w:color="auto" w:fill="auto"/>
          </w:tcPr>
          <w:p w:rsidR="00EA001E" w:rsidRDefault="00EA001E" w:rsidP="00EA001E">
            <w:pPr>
              <w:pStyle w:val="TableBodyText"/>
              <w:jc w:val="left"/>
            </w:pPr>
            <w:r>
              <w:t>Number of diploma and advanced diplomas completed in reference year</w:t>
            </w:r>
          </w:p>
          <w:p w:rsidR="00EA001E" w:rsidRDefault="00EA001E" w:rsidP="00EA001E">
            <w:pPr>
              <w:pStyle w:val="TableBodyText"/>
              <w:jc w:val="left"/>
            </w:pPr>
          </w:p>
          <w:p w:rsidR="00EA001E" w:rsidRDefault="00EA001E" w:rsidP="00EA001E">
            <w:pPr>
              <w:pStyle w:val="TableBodyText"/>
              <w:jc w:val="left"/>
            </w:pPr>
            <w:r>
              <w:t>The measure is defined as:</w:t>
            </w:r>
          </w:p>
          <w:p w:rsidR="00EA001E" w:rsidRDefault="00EA001E" w:rsidP="00EA001E">
            <w:pPr>
              <w:pStyle w:val="TableBullet"/>
            </w:pPr>
            <w:r>
              <w:t>Number of diplomas and advanced diplomas completed in the calendar year</w:t>
            </w:r>
          </w:p>
          <w:p w:rsidR="00EA001E" w:rsidRDefault="00EA001E" w:rsidP="00EA001E">
            <w:pPr>
              <w:pStyle w:val="TableBodyText"/>
              <w:jc w:val="left"/>
            </w:pPr>
            <w:r>
              <w:t xml:space="preserve">and is expressed as a </w:t>
            </w:r>
            <w:r>
              <w:rPr>
                <w:i/>
              </w:rPr>
              <w:t>number</w:t>
            </w:r>
          </w:p>
          <w:p w:rsidR="00EA001E" w:rsidRDefault="00EA001E" w:rsidP="00EA001E">
            <w:pPr>
              <w:pStyle w:val="TableBodyText"/>
              <w:jc w:val="left"/>
            </w:pPr>
          </w:p>
          <w:p w:rsidR="00EA001E" w:rsidRDefault="00EA001E" w:rsidP="00EA001E">
            <w:pPr>
              <w:pStyle w:val="TableBodyText"/>
              <w:jc w:val="left"/>
            </w:pPr>
            <w:r>
              <w:t>Includes:</w:t>
            </w:r>
          </w:p>
          <w:p w:rsidR="00EA001E" w:rsidRDefault="00EA001E" w:rsidP="00EA001E">
            <w:pPr>
              <w:pStyle w:val="TableBullet"/>
            </w:pPr>
            <w:r>
              <w:t>courses accredited or approved by a local State or Territory authority, and represents students eligible to be awarded a qualification</w:t>
            </w:r>
          </w:p>
          <w:p w:rsidR="00EA001E" w:rsidRDefault="00EA001E" w:rsidP="00EA001E">
            <w:pPr>
              <w:pStyle w:val="TableBullet"/>
            </w:pPr>
            <w:r>
              <w:t>government and non-government funded VET activity</w:t>
            </w:r>
          </w:p>
          <w:p w:rsidR="00EA001E" w:rsidRDefault="00EA001E" w:rsidP="00EA001E">
            <w:pPr>
              <w:pStyle w:val="TableBodyText"/>
              <w:jc w:val="left"/>
            </w:pPr>
          </w:p>
        </w:tc>
      </w:tr>
      <w:tr w:rsidR="00EA001E" w:rsidTr="00EA001E">
        <w:trPr>
          <w:trHeight w:val="680"/>
        </w:trPr>
        <w:tc>
          <w:tcPr>
            <w:tcW w:w="1877" w:type="dxa"/>
            <w:shd w:val="clear" w:color="auto" w:fill="auto"/>
          </w:tcPr>
          <w:p w:rsidR="00EA001E" w:rsidRDefault="00EA001E" w:rsidP="00EA001E">
            <w:pPr>
              <w:pStyle w:val="TableBodyText"/>
              <w:jc w:val="left"/>
            </w:pPr>
            <w:r>
              <w:t>Data source:</w:t>
            </w:r>
          </w:p>
        </w:tc>
        <w:tc>
          <w:tcPr>
            <w:tcW w:w="6804" w:type="dxa"/>
            <w:shd w:val="clear" w:color="auto" w:fill="auto"/>
          </w:tcPr>
          <w:p w:rsidR="00EA001E" w:rsidRDefault="00EA001E" w:rsidP="00EA001E">
            <w:pPr>
              <w:pStyle w:val="TableBodyText"/>
              <w:jc w:val="left"/>
            </w:pPr>
            <w:r w:rsidRPr="00DD5422">
              <w:rPr>
                <w:i/>
              </w:rPr>
              <w:t>Numerator</w:t>
            </w:r>
            <w:r>
              <w:t xml:space="preserve"> — </w:t>
            </w:r>
            <w:r w:rsidRPr="00DD5422">
              <w:rPr>
                <w:u w:val="single"/>
              </w:rPr>
              <w:t>National VET Provider Collection</w:t>
            </w:r>
            <w:r>
              <w:t>. Data are collected annually. Excludes people who did not undertake publicly funded VET</w:t>
            </w:r>
          </w:p>
          <w:p w:rsidR="00EA001E" w:rsidRPr="00575A87" w:rsidRDefault="00EA001E" w:rsidP="00EA001E">
            <w:pPr>
              <w:pStyle w:val="TableBodyText"/>
              <w:jc w:val="left"/>
            </w:pPr>
          </w:p>
        </w:tc>
      </w:tr>
      <w:tr w:rsidR="00EA001E" w:rsidTr="00EA001E">
        <w:trPr>
          <w:trHeight w:val="680"/>
        </w:trPr>
        <w:tc>
          <w:tcPr>
            <w:tcW w:w="1877" w:type="dxa"/>
            <w:shd w:val="clear" w:color="auto" w:fill="auto"/>
          </w:tcPr>
          <w:p w:rsidR="00EA001E" w:rsidRDefault="00EA001E" w:rsidP="00EA001E">
            <w:pPr>
              <w:pStyle w:val="TableBodyText"/>
              <w:jc w:val="left"/>
            </w:pPr>
            <w:r>
              <w:t>Data provider:</w:t>
            </w:r>
          </w:p>
        </w:tc>
        <w:tc>
          <w:tcPr>
            <w:tcW w:w="6804" w:type="dxa"/>
            <w:shd w:val="clear" w:color="auto" w:fill="auto"/>
          </w:tcPr>
          <w:p w:rsidR="00EA001E" w:rsidRDefault="00EA001E" w:rsidP="00EA001E">
            <w:pPr>
              <w:pStyle w:val="TableBodyText"/>
              <w:jc w:val="left"/>
            </w:pPr>
            <w:r>
              <w:t>NCVER</w:t>
            </w:r>
          </w:p>
        </w:tc>
      </w:tr>
      <w:tr w:rsidR="00EA001E" w:rsidTr="00EA001E">
        <w:trPr>
          <w:trHeight w:val="680"/>
        </w:trPr>
        <w:tc>
          <w:tcPr>
            <w:tcW w:w="1877" w:type="dxa"/>
            <w:shd w:val="clear" w:color="auto" w:fill="auto"/>
          </w:tcPr>
          <w:p w:rsidR="00EA001E" w:rsidRDefault="00EA001E" w:rsidP="00EA001E">
            <w:pPr>
              <w:pStyle w:val="TableBodyText"/>
              <w:jc w:val="left"/>
            </w:pPr>
            <w:r>
              <w:t>Data availability:</w:t>
            </w:r>
          </w:p>
        </w:tc>
        <w:tc>
          <w:tcPr>
            <w:tcW w:w="6804" w:type="dxa"/>
            <w:shd w:val="clear" w:color="auto" w:fill="auto"/>
          </w:tcPr>
          <w:p w:rsidR="00EA001E" w:rsidRDefault="00EA001E" w:rsidP="00EA001E">
            <w:pPr>
              <w:pStyle w:val="TableBodyText"/>
              <w:jc w:val="left"/>
            </w:pPr>
            <w:r>
              <w:t>2011 (completions in 2010)</w:t>
            </w:r>
          </w:p>
        </w:tc>
      </w:tr>
      <w:tr w:rsidR="00EA001E" w:rsidTr="00EA001E">
        <w:trPr>
          <w:trHeight w:val="680"/>
        </w:trPr>
        <w:tc>
          <w:tcPr>
            <w:tcW w:w="1877" w:type="dxa"/>
            <w:shd w:val="clear" w:color="auto" w:fill="auto"/>
          </w:tcPr>
          <w:p w:rsidR="00EA001E" w:rsidRDefault="00EA001E" w:rsidP="00EA001E">
            <w:pPr>
              <w:pStyle w:val="TableBodyText"/>
              <w:jc w:val="left"/>
            </w:pPr>
            <w:r>
              <w:t>Cross tabulations provided:</w:t>
            </w:r>
          </w:p>
        </w:tc>
        <w:tc>
          <w:tcPr>
            <w:tcW w:w="6804" w:type="dxa"/>
            <w:shd w:val="clear" w:color="auto" w:fill="auto"/>
          </w:tcPr>
          <w:p w:rsidR="00EA001E" w:rsidRDefault="00EA001E" w:rsidP="00EA001E">
            <w:pPr>
              <w:pStyle w:val="TableBodyText"/>
              <w:jc w:val="left"/>
            </w:pPr>
            <w:r>
              <w:t>State and Territory</w:t>
            </w:r>
          </w:p>
        </w:tc>
      </w:tr>
    </w:tbl>
    <w:p w:rsidR="00EA001E" w:rsidRDefault="00EA001E"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001E">
        <w:tc>
          <w:tcPr>
            <w:tcW w:w="8771" w:type="dxa"/>
            <w:tcBorders>
              <w:top w:val="single" w:sz="6" w:space="0" w:color="auto"/>
              <w:bottom w:val="nil"/>
            </w:tcBorders>
          </w:tcPr>
          <w:p w:rsidR="00EA001E" w:rsidRDefault="00EA001E" w:rsidP="00725CFC">
            <w:pPr>
              <w:pStyle w:val="BoxTitle"/>
            </w:pPr>
            <w:r>
              <w:rPr>
                <w:b w:val="0"/>
              </w:rPr>
              <w:t xml:space="preserve">Box </w:t>
            </w:r>
            <w:r w:rsidR="00503759">
              <w:rPr>
                <w:b w:val="0"/>
                <w:noProof/>
              </w:rPr>
              <w:t>4</w:t>
            </w:r>
            <w:r>
              <w:tab/>
              <w:t>Results</w:t>
            </w:r>
          </w:p>
        </w:tc>
      </w:tr>
      <w:tr w:rsidR="00EA001E">
        <w:trPr>
          <w:cantSplit/>
        </w:trPr>
        <w:tc>
          <w:tcPr>
            <w:tcW w:w="8771" w:type="dxa"/>
            <w:tcBorders>
              <w:top w:val="nil"/>
              <w:left w:val="single" w:sz="6" w:space="0" w:color="auto"/>
              <w:bottom w:val="nil"/>
              <w:right w:val="single" w:sz="6" w:space="0" w:color="auto"/>
            </w:tcBorders>
          </w:tcPr>
          <w:p w:rsidR="001C64D2" w:rsidRDefault="0096360D" w:rsidP="00CD3D34">
            <w:pPr>
              <w:pStyle w:val="Box"/>
            </w:pPr>
            <w:r>
              <w:t>For this report, new data for this performance target are available for 2011 (completions in 2010):</w:t>
            </w:r>
          </w:p>
          <w:p w:rsidR="0096360D" w:rsidRDefault="0096360D" w:rsidP="001C64D2">
            <w:pPr>
              <w:pStyle w:val="BoxListBullet"/>
            </w:pPr>
            <w:r>
              <w:t>Data by State and Territory are presented in SWD.PT.B.1.</w:t>
            </w:r>
          </w:p>
          <w:p w:rsidR="0096360D" w:rsidRPr="0096360D" w:rsidRDefault="0096360D" w:rsidP="001C64D2">
            <w:pPr>
              <w:pStyle w:val="BoxListBullet"/>
            </w:pPr>
            <w:r>
              <w:t>Data for 2010 (completions in 2009) are available in the 2010 NASWD performance report</w:t>
            </w:r>
            <w:r w:rsidR="001861FE">
              <w:t xml:space="preserve"> (SCRGSP 2011, table SWD.PT.B.1)</w:t>
            </w:r>
            <w:r>
              <w:t>. Data for 2009 (completions in 2008) and 2008 (completions in 2007) are available in the 2009 NASWD performance report</w:t>
            </w:r>
            <w:r w:rsidR="001861FE">
              <w:t xml:space="preserve"> (SCRGSP 2010, tables SWD.PT.B.1-2)</w:t>
            </w:r>
            <w:r>
              <w:t>.</w:t>
            </w:r>
          </w:p>
        </w:tc>
      </w:tr>
      <w:tr w:rsidR="00EA001E">
        <w:trPr>
          <w:cantSplit/>
        </w:trPr>
        <w:tc>
          <w:tcPr>
            <w:tcW w:w="8771" w:type="dxa"/>
            <w:tcBorders>
              <w:top w:val="nil"/>
              <w:left w:val="single" w:sz="6" w:space="0" w:color="auto"/>
              <w:bottom w:val="single" w:sz="6" w:space="0" w:color="auto"/>
              <w:right w:val="single" w:sz="6" w:space="0" w:color="auto"/>
            </w:tcBorders>
          </w:tcPr>
          <w:p w:rsidR="00EA001E" w:rsidRDefault="00EA001E" w:rsidP="00725CFC">
            <w:pPr>
              <w:pStyle w:val="Box"/>
              <w:spacing w:before="0" w:line="120" w:lineRule="exact"/>
            </w:pPr>
          </w:p>
        </w:tc>
      </w:tr>
      <w:tr w:rsidR="00EA001E">
        <w:tc>
          <w:tcPr>
            <w:tcW w:w="8771" w:type="dxa"/>
            <w:tcBorders>
              <w:top w:val="nil"/>
              <w:left w:val="nil"/>
              <w:bottom w:val="nil"/>
              <w:right w:val="nil"/>
            </w:tcBorders>
          </w:tcPr>
          <w:p w:rsidR="00EA001E" w:rsidRDefault="00EA001E" w:rsidP="00725CFC">
            <w:pPr>
              <w:pStyle w:val="Box"/>
              <w:keepNext w:val="0"/>
              <w:spacing w:before="60" w:after="60" w:line="80" w:lineRule="exact"/>
              <w:rPr>
                <w:b/>
                <w:color w:val="FF00FF"/>
                <w:sz w:val="14"/>
              </w:rPr>
            </w:pPr>
          </w:p>
        </w:tc>
      </w:tr>
    </w:tbl>
    <w:p w:rsidR="00D4060A" w:rsidRDefault="00EA001E" w:rsidP="00EA001E">
      <w:pPr>
        <w:pStyle w:val="Heading4"/>
      </w:pPr>
      <w:r>
        <w:t>Attachment table</w:t>
      </w:r>
    </w:p>
    <w:p w:rsidR="00EA001E" w:rsidRDefault="00EA001E" w:rsidP="00EA001E">
      <w:pPr>
        <w:pStyle w:val="BoxSpace"/>
      </w:pPr>
    </w:p>
    <w:tbl>
      <w:tblPr>
        <w:tblpPr w:leftFromText="180" w:rightFromText="180" w:vertAnchor="text" w:horzAnchor="margin" w:tblpY="-38"/>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6097"/>
      </w:tblGrid>
      <w:tr w:rsidR="001B41E2" w:rsidRPr="00EA001E" w:rsidTr="00F232B5">
        <w:trPr>
          <w:trHeight w:val="612"/>
        </w:trPr>
        <w:tc>
          <w:tcPr>
            <w:tcW w:w="2800" w:type="dxa"/>
            <w:shd w:val="clear" w:color="auto" w:fill="auto"/>
            <w:noWrap/>
            <w:hideMark/>
          </w:tcPr>
          <w:p w:rsidR="001B41E2" w:rsidRPr="00EA001E" w:rsidRDefault="001B41E2" w:rsidP="001B41E2">
            <w:pPr>
              <w:rPr>
                <w:rFonts w:ascii="Arial" w:hAnsi="Arial" w:cs="Arial"/>
                <w:b/>
                <w:bCs/>
                <w:sz w:val="20"/>
                <w:szCs w:val="20"/>
              </w:rPr>
            </w:pPr>
            <w:r w:rsidRPr="00EA001E">
              <w:rPr>
                <w:rFonts w:ascii="Arial" w:hAnsi="Arial" w:cs="Arial"/>
                <w:b/>
                <w:bCs/>
                <w:sz w:val="20"/>
                <w:szCs w:val="20"/>
              </w:rPr>
              <w:t>Table SWD PT.B.1</w:t>
            </w:r>
          </w:p>
        </w:tc>
        <w:tc>
          <w:tcPr>
            <w:tcW w:w="6097" w:type="dxa"/>
            <w:shd w:val="clear" w:color="auto" w:fill="auto"/>
            <w:hideMark/>
          </w:tcPr>
          <w:p w:rsidR="001B41E2" w:rsidRPr="00EA001E" w:rsidRDefault="001B41E2" w:rsidP="001B41E2">
            <w:pPr>
              <w:jc w:val="both"/>
              <w:rPr>
                <w:rFonts w:ascii="Arial" w:hAnsi="Arial" w:cs="Arial"/>
                <w:sz w:val="20"/>
                <w:szCs w:val="20"/>
              </w:rPr>
            </w:pPr>
            <w:r w:rsidRPr="00EA001E">
              <w:rPr>
                <w:rFonts w:ascii="Arial" w:hAnsi="Arial" w:cs="Arial"/>
                <w:sz w:val="20"/>
                <w:szCs w:val="20"/>
              </w:rPr>
              <w:t>Number of higher level qualification completions (diploma and advanced diploma) by students, by course level, 2010</w:t>
            </w:r>
          </w:p>
        </w:tc>
      </w:tr>
    </w:tbl>
    <w:p w:rsidR="00EA001E" w:rsidRDefault="00EA001E" w:rsidP="00725CFC">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001E" w:rsidTr="004E7A15">
        <w:tc>
          <w:tcPr>
            <w:tcW w:w="8771" w:type="dxa"/>
            <w:tcBorders>
              <w:top w:val="single" w:sz="4" w:space="0" w:color="auto"/>
              <w:left w:val="single" w:sz="4" w:space="0" w:color="auto"/>
              <w:bottom w:val="nil"/>
              <w:right w:val="single" w:sz="4" w:space="0" w:color="auto"/>
            </w:tcBorders>
          </w:tcPr>
          <w:p w:rsidR="00EA001E" w:rsidRDefault="00EA001E" w:rsidP="00725CFC">
            <w:pPr>
              <w:pStyle w:val="BoxTitle"/>
            </w:pPr>
            <w:r>
              <w:rPr>
                <w:b w:val="0"/>
              </w:rPr>
              <w:t xml:space="preserve">Box </w:t>
            </w:r>
            <w:r w:rsidR="00503759">
              <w:rPr>
                <w:b w:val="0"/>
                <w:noProof/>
              </w:rPr>
              <w:t>5</w:t>
            </w:r>
            <w:r>
              <w:tab/>
              <w:t>Comment on data quality</w:t>
            </w:r>
          </w:p>
        </w:tc>
      </w:tr>
      <w:tr w:rsidR="00EA001E" w:rsidTr="004E7A15">
        <w:trPr>
          <w:cantSplit/>
        </w:trPr>
        <w:tc>
          <w:tcPr>
            <w:tcW w:w="8771" w:type="dxa"/>
            <w:tcBorders>
              <w:top w:val="nil"/>
              <w:left w:val="single" w:sz="4" w:space="0" w:color="auto"/>
              <w:bottom w:val="nil"/>
              <w:right w:val="single" w:sz="4" w:space="0" w:color="auto"/>
            </w:tcBorders>
          </w:tcPr>
          <w:p w:rsidR="00EA001E" w:rsidRDefault="0096360D" w:rsidP="00725CFC">
            <w:pPr>
              <w:pStyle w:val="Box"/>
            </w:pPr>
            <w:r>
              <w:t>The DQS for this performance target has been prepared by the NCVER and is included in its original form in the section in this report titled ‘Data Quality Statements’. Key points from the DQS are summarised below.</w:t>
            </w:r>
          </w:p>
          <w:p w:rsidR="0096360D" w:rsidRDefault="00B966DB" w:rsidP="00725CFC">
            <w:pPr>
              <w:pStyle w:val="BoxListBullet"/>
            </w:pPr>
            <w:r>
              <w:t>The data provide relevant information on the number of diploma and advanced diploma qualification completions. Data are available by State and Territory.</w:t>
            </w:r>
          </w:p>
          <w:p w:rsidR="00B966DB" w:rsidRDefault="00B966DB" w:rsidP="00725CFC">
            <w:pPr>
              <w:pStyle w:val="BoxListBullet"/>
            </w:pPr>
            <w:r>
              <w:t>Annual data are available</w:t>
            </w:r>
            <w:r w:rsidR="008A5F2F">
              <w:t xml:space="preserve"> from the national VET provider collection</w:t>
            </w:r>
            <w:r>
              <w:t>. The most recent data available are for 2011 (2010 completions).</w:t>
            </w:r>
          </w:p>
          <w:p w:rsidR="008A5F2F" w:rsidRDefault="008A5F2F" w:rsidP="00725CFC">
            <w:pPr>
              <w:pStyle w:val="BoxListBullet"/>
            </w:pPr>
            <w:r>
              <w:t>The data do not include privately funded VET delivered by private providers.</w:t>
            </w:r>
          </w:p>
          <w:p w:rsidR="00B966DB" w:rsidRDefault="00B966DB" w:rsidP="00725CFC">
            <w:pPr>
              <w:pStyle w:val="BoxListBullet"/>
            </w:pPr>
            <w:r>
              <w:t>A range of data issues affect the ability to compare results across jurisdictions and over time.</w:t>
            </w:r>
          </w:p>
          <w:p w:rsidR="00B966DB" w:rsidRDefault="00B966DB" w:rsidP="00725CFC">
            <w:pPr>
              <w:pStyle w:val="BoxListBullet"/>
            </w:pPr>
            <w:r>
              <w:t>Detailed explanatory notes are publicly available to assist in the interpretation of results.</w:t>
            </w:r>
          </w:p>
          <w:p w:rsidR="00B966DB" w:rsidRDefault="00B966DB" w:rsidP="00725CFC">
            <w:pPr>
              <w:pStyle w:val="Box"/>
            </w:pPr>
            <w:r>
              <w:t>The Steering Committee also notes the following issues:</w:t>
            </w:r>
          </w:p>
          <w:p w:rsidR="00F3421B" w:rsidRDefault="00F3421B" w:rsidP="00725CFC">
            <w:pPr>
              <w:pStyle w:val="BoxListBullet"/>
            </w:pPr>
            <w:r w:rsidRPr="00F3421B">
              <w:t>The NASWD performance targets are long term (out to 2020), national and aspirational. In its 2010 NASWD performance report (CRC 2011), the CRC emphasised the importance of setting trajectories for NASWD targets to allow informed analysis of progress for each year of the Agreement. Trajectories have yet to be determined for the targets in the NASWD</w:t>
            </w:r>
            <w:r w:rsidR="00B53311">
              <w:t>.</w:t>
            </w:r>
          </w:p>
          <w:p w:rsidR="008A5F2F" w:rsidRPr="0096360D" w:rsidRDefault="00F3421B" w:rsidP="00725CFC">
            <w:pPr>
              <w:pStyle w:val="BoxListBullet"/>
            </w:pPr>
            <w:r>
              <w:t xml:space="preserve">The current scope of this data collection does not include graduates who studied with private providers on a fee-for-service basis. </w:t>
            </w:r>
            <w:r w:rsidR="008A5F2F">
              <w:t xml:space="preserve">Reporting on the full scope of VET graduates is a priority. </w:t>
            </w:r>
            <w:r w:rsidR="0044732C">
              <w:t>In September 2011, Training Ministers agreed in principle to expand mandatory collection of VET activity to all registered training organisations (RTOs), subject to consideration of the regulatory burden. A regulation impact statement considering the costs and benefits for collecting VET activity from all RTOs is currently under development</w:t>
            </w:r>
            <w:r>
              <w:t>.</w:t>
            </w:r>
          </w:p>
        </w:tc>
      </w:tr>
      <w:tr w:rsidR="00EA001E" w:rsidTr="00772CE4">
        <w:trPr>
          <w:cantSplit/>
        </w:trPr>
        <w:tc>
          <w:tcPr>
            <w:tcW w:w="8771" w:type="dxa"/>
            <w:tcBorders>
              <w:top w:val="nil"/>
              <w:left w:val="single" w:sz="4" w:space="0" w:color="auto"/>
              <w:bottom w:val="single" w:sz="4" w:space="0" w:color="auto"/>
              <w:right w:val="single" w:sz="4" w:space="0" w:color="auto"/>
            </w:tcBorders>
          </w:tcPr>
          <w:p w:rsidR="00EA001E" w:rsidRDefault="00EA001E" w:rsidP="00725CFC">
            <w:pPr>
              <w:pStyle w:val="Box"/>
              <w:spacing w:before="0" w:line="120" w:lineRule="exact"/>
            </w:pPr>
          </w:p>
        </w:tc>
      </w:tr>
      <w:tr w:rsidR="00EA001E" w:rsidTr="00772CE4">
        <w:tc>
          <w:tcPr>
            <w:tcW w:w="8771" w:type="dxa"/>
            <w:tcBorders>
              <w:top w:val="single" w:sz="4" w:space="0" w:color="auto"/>
              <w:left w:val="nil"/>
              <w:bottom w:val="nil"/>
              <w:right w:val="nil"/>
            </w:tcBorders>
          </w:tcPr>
          <w:p w:rsidR="00EA001E" w:rsidRDefault="00EA001E" w:rsidP="00725CFC">
            <w:pPr>
              <w:pStyle w:val="Box"/>
              <w:keepNext w:val="0"/>
              <w:spacing w:before="60" w:after="60" w:line="80" w:lineRule="exact"/>
              <w:rPr>
                <w:b/>
                <w:color w:val="FF00FF"/>
                <w:sz w:val="14"/>
              </w:rPr>
            </w:pPr>
          </w:p>
        </w:tc>
      </w:tr>
    </w:tbl>
    <w:p w:rsidR="00EA001E" w:rsidRDefault="00EA001E" w:rsidP="00772CE4">
      <w:pPr>
        <w:pStyle w:val="BodyText"/>
      </w:pPr>
    </w:p>
    <w:p w:rsidR="00EA001E" w:rsidRDefault="00EA001E" w:rsidP="00EA001E">
      <w:pPr>
        <w:pStyle w:val="BodyText"/>
      </w:pPr>
      <w:r>
        <w:br w:type="page"/>
      </w:r>
    </w:p>
    <w:p w:rsidR="00EA001E" w:rsidRDefault="00EA001E" w:rsidP="00EA001E">
      <w:pPr>
        <w:pStyle w:val="Heading2"/>
      </w:pPr>
      <w:r>
        <w:t xml:space="preserve">Performance indicators </w:t>
      </w:r>
    </w:p>
    <w:p w:rsidR="00EA001E" w:rsidRDefault="00EA001E" w:rsidP="00EA001E">
      <w:pPr>
        <w:pStyle w:val="BodyText"/>
      </w:pPr>
      <w:r>
        <w:t xml:space="preserve">The performance indicators included in this report cover all ‘performance indicators’ included in the NASWD (table </w:t>
      </w:r>
      <w:r w:rsidR="00C020BF">
        <w:t>12</w:t>
      </w:r>
      <w:r>
        <w:t>). Performance indicators from the NIRA are also included in this report where they are either: 1. directly related to an indicator in the NASWD; or 2. are sourced from the same topic area and data collection as an indicator in the NASWD (table</w:t>
      </w:r>
      <w:r w:rsidR="007F7A1F">
        <w:t xml:space="preserve"> 13</w:t>
      </w:r>
      <w:r>
        <w:t>).</w:t>
      </w:r>
    </w:p>
    <w:p w:rsidR="00EA001E" w:rsidRDefault="00EA001E" w:rsidP="00EA001E">
      <w:pPr>
        <w:pStyle w:val="BodyText"/>
      </w:pPr>
      <w:r>
        <w:t xml:space="preserve">Data for the performance indicators in this report are </w:t>
      </w:r>
      <w:r w:rsidR="007D12AE">
        <w:t xml:space="preserve">identified </w:t>
      </w:r>
      <w:r>
        <w:t xml:space="preserve">in attachments </w:t>
      </w:r>
      <w:r w:rsidR="007D12AE">
        <w:t xml:space="preserve">with the prefix </w:t>
      </w:r>
      <w:r>
        <w:t>‘SWD’ (for NASWD indicators).</w:t>
      </w:r>
    </w:p>
    <w:p w:rsidR="00EA001E" w:rsidRDefault="00EA001E" w:rsidP="00C020BF">
      <w:pPr>
        <w:pStyle w:val="TableTitle"/>
      </w:pPr>
      <w:r>
        <w:rPr>
          <w:b w:val="0"/>
        </w:rPr>
        <w:t xml:space="preserve">Table </w:t>
      </w:r>
      <w:bookmarkStart w:id="18" w:name="OLE_LINK8"/>
      <w:r w:rsidR="00503759">
        <w:rPr>
          <w:b w:val="0"/>
          <w:noProof/>
        </w:rPr>
        <w:t>12</w:t>
      </w:r>
      <w:bookmarkEnd w:id="18"/>
      <w:r w:rsidR="00C020BF">
        <w:tab/>
        <w:t>Performance indicators in the National Agreement for Skills and Workforce Development</w:t>
      </w:r>
    </w:p>
    <w:tbl>
      <w:tblPr>
        <w:tblW w:w="5000" w:type="pct"/>
        <w:tblCellMar>
          <w:left w:w="0" w:type="dxa"/>
          <w:right w:w="0" w:type="dxa"/>
        </w:tblCellMar>
        <w:tblLook w:val="0000" w:firstRow="0" w:lastRow="0" w:firstColumn="0" w:lastColumn="0" w:noHBand="0" w:noVBand="0"/>
      </w:tblPr>
      <w:tblGrid>
        <w:gridCol w:w="6804"/>
        <w:gridCol w:w="1985"/>
      </w:tblGrid>
      <w:tr w:rsidR="00C020BF" w:rsidTr="00C020BF">
        <w:tc>
          <w:tcPr>
            <w:tcW w:w="3871" w:type="pct"/>
            <w:tcBorders>
              <w:top w:val="single" w:sz="6" w:space="0" w:color="auto"/>
              <w:bottom w:val="single" w:sz="6" w:space="0" w:color="auto"/>
            </w:tcBorders>
            <w:shd w:val="clear" w:color="auto" w:fill="auto"/>
          </w:tcPr>
          <w:p w:rsidR="00C020BF" w:rsidRDefault="00C020BF" w:rsidP="00C020BF">
            <w:pPr>
              <w:pStyle w:val="TableColumnHeading"/>
              <w:jc w:val="left"/>
            </w:pPr>
            <w:r>
              <w:t>Performance indicator</w:t>
            </w:r>
          </w:p>
        </w:tc>
        <w:tc>
          <w:tcPr>
            <w:tcW w:w="1129" w:type="pct"/>
            <w:tcBorders>
              <w:top w:val="single" w:sz="6" w:space="0" w:color="auto"/>
              <w:bottom w:val="single" w:sz="6" w:space="0" w:color="auto"/>
            </w:tcBorders>
            <w:shd w:val="clear" w:color="auto" w:fill="auto"/>
          </w:tcPr>
          <w:p w:rsidR="00C020BF" w:rsidRDefault="00C020BF" w:rsidP="00EA001E">
            <w:pPr>
              <w:pStyle w:val="TableColumnHeading"/>
              <w:ind w:right="28"/>
            </w:pPr>
            <w:r>
              <w:t>Page no. in this report</w:t>
            </w:r>
          </w:p>
        </w:tc>
      </w:tr>
      <w:tr w:rsidR="00C020BF" w:rsidTr="00C020BF">
        <w:tc>
          <w:tcPr>
            <w:tcW w:w="3871" w:type="pct"/>
            <w:tcBorders>
              <w:top w:val="single" w:sz="6" w:space="0" w:color="auto"/>
            </w:tcBorders>
          </w:tcPr>
          <w:p w:rsidR="00F22FD5" w:rsidRDefault="00E80843" w:rsidP="00C652DF">
            <w:pPr>
              <w:pStyle w:val="TableUnitsRow"/>
              <w:numPr>
                <w:ilvl w:val="6"/>
                <w:numId w:val="12"/>
              </w:numPr>
              <w:tabs>
                <w:tab w:val="clear" w:pos="2520"/>
              </w:tabs>
              <w:ind w:left="709" w:hanging="567"/>
              <w:jc w:val="left"/>
            </w:pPr>
            <w:r>
              <w:t>Proportion of working age population (WAP) with higher level qualifications (Certificate III and above)</w:t>
            </w:r>
          </w:p>
        </w:tc>
        <w:tc>
          <w:tcPr>
            <w:tcW w:w="1129" w:type="pct"/>
            <w:tcBorders>
              <w:top w:val="single" w:sz="6" w:space="0" w:color="auto"/>
            </w:tcBorders>
          </w:tcPr>
          <w:p w:rsidR="00C020BF" w:rsidRDefault="00503759" w:rsidP="00EA001E">
            <w:pPr>
              <w:pStyle w:val="TableUnitsRow"/>
              <w:ind w:right="28"/>
            </w:pPr>
            <w:r>
              <w:rPr>
                <w:noProof/>
              </w:rPr>
              <w:t>39</w:t>
            </w:r>
          </w:p>
        </w:tc>
      </w:tr>
      <w:tr w:rsidR="00C020BF" w:rsidTr="00F22FD5">
        <w:tc>
          <w:tcPr>
            <w:tcW w:w="3871" w:type="pct"/>
            <w:shd w:val="clear" w:color="auto" w:fill="auto"/>
          </w:tcPr>
          <w:p w:rsidR="00C020BF" w:rsidRDefault="00F22FD5" w:rsidP="00C652DF">
            <w:pPr>
              <w:pStyle w:val="TableUnitsRow"/>
              <w:numPr>
                <w:ilvl w:val="6"/>
                <w:numId w:val="12"/>
              </w:numPr>
              <w:tabs>
                <w:tab w:val="clear" w:pos="2520"/>
                <w:tab w:val="num" w:pos="709"/>
              </w:tabs>
              <w:ind w:left="709" w:hanging="567"/>
              <w:jc w:val="left"/>
            </w:pPr>
            <w:r>
              <w:t>Proportion of employers satisfied that training meets their needs</w:t>
            </w:r>
          </w:p>
        </w:tc>
        <w:tc>
          <w:tcPr>
            <w:tcW w:w="1129" w:type="pct"/>
            <w:shd w:val="clear" w:color="auto" w:fill="auto"/>
          </w:tcPr>
          <w:p w:rsidR="00C020BF" w:rsidRDefault="00503759" w:rsidP="00EA001E">
            <w:pPr>
              <w:pStyle w:val="TableBodyText"/>
              <w:ind w:right="28"/>
            </w:pPr>
            <w:r>
              <w:rPr>
                <w:noProof/>
              </w:rPr>
              <w:t>43</w:t>
            </w:r>
          </w:p>
        </w:tc>
      </w:tr>
      <w:tr w:rsidR="00F22FD5" w:rsidTr="00F22FD5">
        <w:tc>
          <w:tcPr>
            <w:tcW w:w="3871" w:type="pct"/>
            <w:shd w:val="clear" w:color="auto" w:fill="auto"/>
          </w:tcPr>
          <w:p w:rsidR="00F22FD5" w:rsidRDefault="00F22FD5" w:rsidP="00C652DF">
            <w:pPr>
              <w:pStyle w:val="TableUnitsRow"/>
              <w:numPr>
                <w:ilvl w:val="6"/>
                <w:numId w:val="12"/>
              </w:numPr>
              <w:tabs>
                <w:tab w:val="clear" w:pos="2520"/>
                <w:tab w:val="num" w:pos="709"/>
              </w:tabs>
              <w:ind w:left="709" w:hanging="567"/>
              <w:jc w:val="left"/>
            </w:pPr>
            <w:r>
              <w:t>Proportion of WAP with adequate foundation skills (literacy level 3 or above)</w:t>
            </w:r>
          </w:p>
        </w:tc>
        <w:tc>
          <w:tcPr>
            <w:tcW w:w="1129" w:type="pct"/>
            <w:shd w:val="clear" w:color="auto" w:fill="auto"/>
          </w:tcPr>
          <w:p w:rsidR="00F22FD5" w:rsidRDefault="00503759" w:rsidP="00EA001E">
            <w:pPr>
              <w:pStyle w:val="TableBodyText"/>
              <w:ind w:right="28"/>
            </w:pPr>
            <w:r>
              <w:rPr>
                <w:noProof/>
              </w:rPr>
              <w:t>45</w:t>
            </w:r>
          </w:p>
        </w:tc>
      </w:tr>
      <w:tr w:rsidR="00F22FD5" w:rsidTr="00F22FD5">
        <w:tc>
          <w:tcPr>
            <w:tcW w:w="3871" w:type="pct"/>
            <w:shd w:val="clear" w:color="auto" w:fill="auto"/>
          </w:tcPr>
          <w:p w:rsidR="00F22FD5" w:rsidRDefault="00F22FD5" w:rsidP="00C652DF">
            <w:pPr>
              <w:pStyle w:val="TableUnitsRow"/>
              <w:numPr>
                <w:ilvl w:val="6"/>
                <w:numId w:val="12"/>
              </w:numPr>
              <w:tabs>
                <w:tab w:val="clear" w:pos="2520"/>
                <w:tab w:val="num" w:pos="709"/>
              </w:tabs>
              <w:ind w:left="709" w:hanging="567"/>
              <w:jc w:val="left"/>
            </w:pPr>
            <w:r>
              <w:t>Proportion of WAP with or working towards a non-school AQF qualification</w:t>
            </w:r>
          </w:p>
        </w:tc>
        <w:tc>
          <w:tcPr>
            <w:tcW w:w="1129" w:type="pct"/>
            <w:shd w:val="clear" w:color="auto" w:fill="auto"/>
          </w:tcPr>
          <w:p w:rsidR="00F22FD5" w:rsidRDefault="00503759" w:rsidP="00EA001E">
            <w:pPr>
              <w:pStyle w:val="TableBodyText"/>
              <w:ind w:right="28"/>
            </w:pPr>
            <w:r>
              <w:rPr>
                <w:noProof/>
              </w:rPr>
              <w:t>47</w:t>
            </w:r>
          </w:p>
        </w:tc>
      </w:tr>
      <w:tr w:rsidR="00F22FD5" w:rsidTr="00F22FD5">
        <w:tc>
          <w:tcPr>
            <w:tcW w:w="3871" w:type="pct"/>
            <w:shd w:val="clear" w:color="auto" w:fill="auto"/>
          </w:tcPr>
          <w:p w:rsidR="00F22FD5" w:rsidRDefault="00F22FD5" w:rsidP="00C652DF">
            <w:pPr>
              <w:pStyle w:val="TableUnitsRow"/>
              <w:numPr>
                <w:ilvl w:val="6"/>
                <w:numId w:val="12"/>
              </w:numPr>
              <w:tabs>
                <w:tab w:val="clear" w:pos="2520"/>
                <w:tab w:val="num" w:pos="709"/>
              </w:tabs>
              <w:ind w:left="709" w:hanging="567"/>
              <w:jc w:val="left"/>
            </w:pPr>
            <w:r>
              <w:t>Proportion of VET graduates with improved employment status after training</w:t>
            </w:r>
          </w:p>
        </w:tc>
        <w:tc>
          <w:tcPr>
            <w:tcW w:w="1129" w:type="pct"/>
            <w:shd w:val="clear" w:color="auto" w:fill="auto"/>
          </w:tcPr>
          <w:p w:rsidR="00F22FD5" w:rsidRDefault="00503759" w:rsidP="00EA001E">
            <w:pPr>
              <w:pStyle w:val="TableBodyText"/>
              <w:ind w:right="28"/>
            </w:pPr>
            <w:r>
              <w:rPr>
                <w:noProof/>
              </w:rPr>
              <w:t>51</w:t>
            </w:r>
          </w:p>
        </w:tc>
      </w:tr>
      <w:tr w:rsidR="00F22FD5" w:rsidTr="00C020BF">
        <w:tc>
          <w:tcPr>
            <w:tcW w:w="3871" w:type="pct"/>
            <w:tcBorders>
              <w:bottom w:val="single" w:sz="6" w:space="0" w:color="auto"/>
            </w:tcBorders>
            <w:shd w:val="clear" w:color="auto" w:fill="auto"/>
          </w:tcPr>
          <w:p w:rsidR="00F22FD5" w:rsidRDefault="00F22FD5" w:rsidP="00C652DF">
            <w:pPr>
              <w:pStyle w:val="TableUnitsRow"/>
              <w:numPr>
                <w:ilvl w:val="6"/>
                <w:numId w:val="12"/>
              </w:numPr>
              <w:tabs>
                <w:tab w:val="clear" w:pos="2520"/>
                <w:tab w:val="num" w:pos="709"/>
              </w:tabs>
              <w:ind w:left="709" w:hanging="567"/>
              <w:jc w:val="left"/>
            </w:pPr>
            <w:r>
              <w:t>Proportion of VET graduates with improved education/training status after training</w:t>
            </w:r>
          </w:p>
        </w:tc>
        <w:tc>
          <w:tcPr>
            <w:tcW w:w="1129" w:type="pct"/>
            <w:tcBorders>
              <w:bottom w:val="single" w:sz="6" w:space="0" w:color="auto"/>
            </w:tcBorders>
            <w:shd w:val="clear" w:color="auto" w:fill="auto"/>
          </w:tcPr>
          <w:p w:rsidR="00F22FD5" w:rsidRDefault="00503759" w:rsidP="00EA001E">
            <w:pPr>
              <w:pStyle w:val="TableBodyText"/>
              <w:ind w:right="28"/>
            </w:pPr>
            <w:r>
              <w:rPr>
                <w:noProof/>
              </w:rPr>
              <w:t>56</w:t>
            </w:r>
          </w:p>
        </w:tc>
      </w:tr>
    </w:tbl>
    <w:p w:rsidR="00515BBB" w:rsidRDefault="00515BBB" w:rsidP="00515BBB">
      <w:pPr>
        <w:pStyle w:val="Note"/>
      </w:pPr>
      <w:r w:rsidRPr="008E77FE">
        <w:rPr>
          <w:rStyle w:val="NoteLabel"/>
        </w:rPr>
        <w:t>a</w:t>
      </w:r>
      <w:r>
        <w:t xml:space="preserve"> The performance indicators presented in this table refer to the performance indicators in the new NASWD (COAG 2012b).</w:t>
      </w:r>
    </w:p>
    <w:p w:rsidR="00F22FD5" w:rsidRDefault="00F22FD5" w:rsidP="00F22FD5">
      <w:pPr>
        <w:pStyle w:val="TableTitle"/>
      </w:pPr>
      <w:r>
        <w:rPr>
          <w:b w:val="0"/>
        </w:rPr>
        <w:t xml:space="preserve">Table </w:t>
      </w:r>
      <w:bookmarkStart w:id="19" w:name="OLE_LINK9"/>
      <w:r w:rsidR="00503759">
        <w:rPr>
          <w:b w:val="0"/>
          <w:noProof/>
        </w:rPr>
        <w:t>13</w:t>
      </w:r>
      <w:bookmarkEnd w:id="19"/>
      <w:r>
        <w:tab/>
        <w:t>Related performance indicator in the National Indigenous Reform Agreement</w:t>
      </w:r>
      <w:r w:rsidRPr="00F22FD5">
        <w:rPr>
          <w:rStyle w:val="NoteLabel"/>
          <w:b/>
        </w:rPr>
        <w:t>a</w:t>
      </w:r>
    </w:p>
    <w:tbl>
      <w:tblPr>
        <w:tblW w:w="5000" w:type="pct"/>
        <w:tblCellMar>
          <w:left w:w="0" w:type="dxa"/>
          <w:right w:w="0" w:type="dxa"/>
        </w:tblCellMar>
        <w:tblLook w:val="0000" w:firstRow="0" w:lastRow="0" w:firstColumn="0" w:lastColumn="0" w:noHBand="0" w:noVBand="0"/>
      </w:tblPr>
      <w:tblGrid>
        <w:gridCol w:w="6804"/>
        <w:gridCol w:w="1985"/>
      </w:tblGrid>
      <w:tr w:rsidR="00F22FD5" w:rsidTr="007F7A1F">
        <w:tc>
          <w:tcPr>
            <w:tcW w:w="3871" w:type="pct"/>
            <w:tcBorders>
              <w:top w:val="single" w:sz="6" w:space="0" w:color="auto"/>
              <w:bottom w:val="single" w:sz="6" w:space="0" w:color="auto"/>
            </w:tcBorders>
            <w:shd w:val="clear" w:color="auto" w:fill="auto"/>
          </w:tcPr>
          <w:p w:rsidR="00F22FD5" w:rsidRDefault="00F22FD5" w:rsidP="00F22FD5">
            <w:pPr>
              <w:pStyle w:val="TableColumnHeading"/>
              <w:jc w:val="left"/>
            </w:pPr>
            <w:r>
              <w:t>Performance Indicator</w:t>
            </w:r>
          </w:p>
        </w:tc>
        <w:tc>
          <w:tcPr>
            <w:tcW w:w="1129" w:type="pct"/>
            <w:tcBorders>
              <w:top w:val="single" w:sz="6" w:space="0" w:color="auto"/>
              <w:bottom w:val="single" w:sz="6" w:space="0" w:color="auto"/>
            </w:tcBorders>
            <w:shd w:val="clear" w:color="auto" w:fill="auto"/>
          </w:tcPr>
          <w:p w:rsidR="00F22FD5" w:rsidRDefault="00F22FD5" w:rsidP="00F22FD5">
            <w:pPr>
              <w:pStyle w:val="TableColumnHeading"/>
              <w:ind w:right="28"/>
            </w:pPr>
            <w:r>
              <w:t>Page no. in this report</w:t>
            </w:r>
          </w:p>
        </w:tc>
      </w:tr>
      <w:tr w:rsidR="00F22FD5" w:rsidTr="007F7A1F">
        <w:tc>
          <w:tcPr>
            <w:tcW w:w="3871" w:type="pct"/>
            <w:tcBorders>
              <w:top w:val="single" w:sz="6" w:space="0" w:color="auto"/>
              <w:bottom w:val="single" w:sz="4" w:space="0" w:color="auto"/>
            </w:tcBorders>
          </w:tcPr>
          <w:p w:rsidR="00F22FD5" w:rsidRDefault="007F7A1F" w:rsidP="000D78E5">
            <w:pPr>
              <w:pStyle w:val="TableUnitsRow"/>
              <w:numPr>
                <w:ilvl w:val="6"/>
                <w:numId w:val="12"/>
              </w:numPr>
              <w:tabs>
                <w:tab w:val="clear" w:pos="2520"/>
                <w:tab w:val="num" w:pos="709"/>
              </w:tabs>
              <w:ind w:left="709" w:hanging="567"/>
              <w:jc w:val="left"/>
            </w:pPr>
            <w:r>
              <w:t xml:space="preserve">Proportion of Indigenous </w:t>
            </w:r>
            <w:r w:rsidRPr="007F7A1F">
              <w:t>20–64 year olds with or working towards post school qualification in AQF Certificate level III or above</w:t>
            </w:r>
          </w:p>
        </w:tc>
        <w:tc>
          <w:tcPr>
            <w:tcW w:w="1129" w:type="pct"/>
            <w:tcBorders>
              <w:top w:val="single" w:sz="6" w:space="0" w:color="auto"/>
              <w:bottom w:val="single" w:sz="4" w:space="0" w:color="auto"/>
            </w:tcBorders>
          </w:tcPr>
          <w:p w:rsidR="00F22FD5" w:rsidRDefault="00503759" w:rsidP="00F22FD5">
            <w:pPr>
              <w:pStyle w:val="TableUnitsRow"/>
              <w:ind w:right="28"/>
            </w:pPr>
            <w:r>
              <w:rPr>
                <w:noProof/>
              </w:rPr>
              <w:t>61</w:t>
            </w:r>
          </w:p>
        </w:tc>
      </w:tr>
    </w:tbl>
    <w:p w:rsidR="00F22FD5" w:rsidRDefault="00F22FD5" w:rsidP="00F22FD5">
      <w:pPr>
        <w:pStyle w:val="Note"/>
      </w:pPr>
      <w:r w:rsidRPr="008E77FE">
        <w:rPr>
          <w:rStyle w:val="NoteLabel"/>
        </w:rPr>
        <w:t>a</w:t>
      </w:r>
      <w:r w:rsidR="0052286A">
        <w:t xml:space="preserve"> </w:t>
      </w:r>
      <w:r w:rsidR="007F7A1F">
        <w:t xml:space="preserve">The performance indicator presented in this table refers to the performance indicator in the </w:t>
      </w:r>
      <w:r w:rsidR="004C0D13">
        <w:t xml:space="preserve">revised </w:t>
      </w:r>
      <w:r w:rsidR="007F7A1F">
        <w:t>NIRA</w:t>
      </w:r>
      <w:r w:rsidR="004C0D13">
        <w:t xml:space="preserve"> performance information framework </w:t>
      </w:r>
      <w:r w:rsidR="00BE626B">
        <w:t>(</w:t>
      </w:r>
      <w:r w:rsidR="00990FBC">
        <w:t>endorsed by COAG out of session in July 2012</w:t>
      </w:r>
      <w:r w:rsidR="00BE626B">
        <w:t>)</w:t>
      </w:r>
      <w:r>
        <w:t>.</w:t>
      </w:r>
    </w:p>
    <w:p w:rsidR="00EA001E" w:rsidRDefault="004C0D13" w:rsidP="004C0D13">
      <w:pPr>
        <w:pStyle w:val="BodyText"/>
      </w:pPr>
      <w:r>
        <w:t>The NASWD [para. 21] states that data for the indicators will, where statistically appropriate, be disaggregated by subgroups needed to meet reporting requirements in this and other agreements and by jurisdiction.</w:t>
      </w:r>
      <w:r w:rsidR="00EA001E">
        <w:br w:type="page"/>
      </w:r>
    </w:p>
    <w:p w:rsidR="00EA001E" w:rsidRDefault="0052286A" w:rsidP="0052286A">
      <w:pPr>
        <w:pStyle w:val="Heading3"/>
      </w:pPr>
      <w:bookmarkStart w:id="20" w:name="_Ref328392124"/>
      <w:r w:rsidRPr="0052286A">
        <w:t>Indicator 1 — Proportion of working age population with higher level qualifications (Certificate III and above)</w:t>
      </w:r>
      <w:bookmarkEnd w:id="20"/>
    </w:p>
    <w:p w:rsidR="0052286A" w:rsidRPr="0052286A" w:rsidRDefault="0052286A" w:rsidP="0052286A">
      <w:pPr>
        <w:pStyle w:val="BoxSpace"/>
      </w:pPr>
    </w:p>
    <w:tbl>
      <w:tblPr>
        <w:tblW w:w="0" w:type="auto"/>
        <w:tblInd w:w="108" w:type="dxa"/>
        <w:tblLook w:val="01E0" w:firstRow="1" w:lastRow="1" w:firstColumn="1" w:lastColumn="1" w:noHBand="0" w:noVBand="0"/>
      </w:tblPr>
      <w:tblGrid>
        <w:gridCol w:w="1985"/>
        <w:gridCol w:w="6804"/>
      </w:tblGrid>
      <w:tr w:rsidR="0052286A" w:rsidRPr="0052286A" w:rsidTr="0052286A">
        <w:trPr>
          <w:trHeight w:val="819"/>
        </w:trPr>
        <w:tc>
          <w:tcPr>
            <w:tcW w:w="1985" w:type="dxa"/>
            <w:shd w:val="clear" w:color="auto" w:fill="auto"/>
          </w:tcPr>
          <w:p w:rsidR="0052286A" w:rsidRPr="0052286A" w:rsidRDefault="0052286A" w:rsidP="0052286A">
            <w:pPr>
              <w:keepNext/>
              <w:keepLines/>
              <w:spacing w:after="40" w:line="220" w:lineRule="atLeast"/>
              <w:ind w:left="6" w:right="113"/>
              <w:rPr>
                <w:rFonts w:ascii="Arial" w:hAnsi="Arial"/>
                <w:sz w:val="20"/>
                <w:szCs w:val="20"/>
              </w:rPr>
            </w:pPr>
            <w:r w:rsidRPr="0052286A">
              <w:rPr>
                <w:rFonts w:ascii="Arial" w:hAnsi="Arial"/>
                <w:sz w:val="20"/>
                <w:szCs w:val="20"/>
              </w:rPr>
              <w:t>Key amendments from previous cycle:</w:t>
            </w:r>
          </w:p>
        </w:tc>
        <w:tc>
          <w:tcPr>
            <w:tcW w:w="6804" w:type="dxa"/>
            <w:shd w:val="clear" w:color="auto" w:fill="auto"/>
          </w:tcPr>
          <w:p w:rsidR="0052286A" w:rsidRDefault="0052286A" w:rsidP="00FF2E2E">
            <w:pPr>
              <w:pStyle w:val="TableBodyText"/>
              <w:jc w:val="left"/>
            </w:pPr>
            <w:r w:rsidRPr="0052286A">
              <w:t>This is a new indicator in the revised NASWD (the indicator in the previous NASWD referred to people without higher level qualifications)</w:t>
            </w:r>
          </w:p>
          <w:p w:rsidR="004C0D13" w:rsidRPr="0052286A" w:rsidRDefault="004C0D13" w:rsidP="00FF2E2E">
            <w:pPr>
              <w:pStyle w:val="TableBodyText"/>
              <w:jc w:val="left"/>
            </w:pPr>
            <w:r>
              <w:t>Data have been backcast for 2008, 2009 and 2010 to ensure comparability over time</w:t>
            </w:r>
          </w:p>
        </w:tc>
      </w:tr>
      <w:tr w:rsidR="0052286A" w:rsidRPr="0052286A" w:rsidTr="0052286A">
        <w:trPr>
          <w:trHeight w:val="598"/>
        </w:trPr>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Outcome area:</w:t>
            </w:r>
          </w:p>
        </w:tc>
        <w:tc>
          <w:tcPr>
            <w:tcW w:w="6804" w:type="dxa"/>
            <w:shd w:val="clear" w:color="auto" w:fill="auto"/>
          </w:tcPr>
          <w:p w:rsidR="0052286A" w:rsidRPr="0052286A" w:rsidRDefault="0052286A" w:rsidP="00FF2E2E">
            <w:pPr>
              <w:pStyle w:val="TableBodyText"/>
              <w:jc w:val="left"/>
            </w:pPr>
            <w:r w:rsidRPr="0052286A">
              <w:t>The skill levels of the working age population are increased to meet the changing needs of the economy</w:t>
            </w:r>
          </w:p>
          <w:p w:rsidR="0052286A" w:rsidRPr="0052286A" w:rsidRDefault="0052286A" w:rsidP="00FF2E2E">
            <w:pPr>
              <w:pStyle w:val="TableBodyText"/>
              <w:jc w:val="left"/>
            </w:pPr>
          </w:p>
        </w:tc>
      </w:tr>
      <w:tr w:rsidR="0052286A" w:rsidRPr="0052286A" w:rsidTr="0052286A">
        <w:trPr>
          <w:trHeight w:val="598"/>
        </w:trPr>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Related target:</w:t>
            </w:r>
          </w:p>
        </w:tc>
        <w:tc>
          <w:tcPr>
            <w:tcW w:w="6804" w:type="dxa"/>
            <w:shd w:val="clear" w:color="auto" w:fill="auto"/>
          </w:tcPr>
          <w:p w:rsidR="0052286A" w:rsidRPr="0052286A" w:rsidRDefault="0052286A" w:rsidP="00FF2E2E">
            <w:pPr>
              <w:pStyle w:val="TableBodyText"/>
              <w:jc w:val="left"/>
            </w:pPr>
            <w:r w:rsidRPr="0052286A">
              <w:t>Halve the proportion of Australians nationally aged 20–64 without qualifications at Certificate III level and above between 2009 and 2020</w:t>
            </w:r>
          </w:p>
          <w:p w:rsidR="0052286A" w:rsidRPr="0052286A" w:rsidRDefault="0052286A" w:rsidP="00FF2E2E">
            <w:pPr>
              <w:pStyle w:val="TableBodyText"/>
              <w:jc w:val="left"/>
            </w:pP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Performance indicator:</w:t>
            </w:r>
          </w:p>
          <w:p w:rsidR="0052286A" w:rsidRPr="0052286A" w:rsidRDefault="0052286A" w:rsidP="0052286A">
            <w:pPr>
              <w:keepNext/>
              <w:keepLines/>
              <w:spacing w:after="40" w:line="220" w:lineRule="atLeast"/>
              <w:rPr>
                <w:rFonts w:ascii="Arial" w:hAnsi="Arial"/>
                <w:sz w:val="20"/>
                <w:szCs w:val="20"/>
              </w:rPr>
            </w:pPr>
          </w:p>
        </w:tc>
        <w:tc>
          <w:tcPr>
            <w:tcW w:w="6804" w:type="dxa"/>
            <w:shd w:val="clear" w:color="auto" w:fill="auto"/>
          </w:tcPr>
          <w:p w:rsidR="0052286A" w:rsidRPr="0052286A" w:rsidRDefault="0052286A" w:rsidP="00FF2E2E">
            <w:pPr>
              <w:pStyle w:val="TableBodyText"/>
              <w:jc w:val="left"/>
            </w:pPr>
            <w:r w:rsidRPr="0052286A">
              <w:t>Proportion of working age population with higher level qualifications</w:t>
            </w:r>
          </w:p>
          <w:p w:rsidR="0052286A" w:rsidRPr="0052286A" w:rsidRDefault="0052286A" w:rsidP="00FF2E2E">
            <w:pPr>
              <w:pStyle w:val="TableBodyText"/>
              <w:jc w:val="left"/>
            </w:pP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 xml:space="preserve">Measure: </w:t>
            </w:r>
          </w:p>
        </w:tc>
        <w:tc>
          <w:tcPr>
            <w:tcW w:w="6804" w:type="dxa"/>
            <w:shd w:val="clear" w:color="auto" w:fill="auto"/>
          </w:tcPr>
          <w:p w:rsidR="0052286A" w:rsidRPr="0052286A" w:rsidRDefault="0052286A" w:rsidP="00FF2E2E">
            <w:pPr>
              <w:pStyle w:val="TableBodyText"/>
              <w:jc w:val="left"/>
            </w:pPr>
            <w:r w:rsidRPr="0052286A">
              <w:t>Proportion of people aged 20–64 years with qualifications at or above AQF Certificate Level III</w:t>
            </w:r>
          </w:p>
          <w:p w:rsidR="0052286A" w:rsidRPr="0052286A" w:rsidRDefault="0052286A" w:rsidP="00FF2E2E">
            <w:pPr>
              <w:pStyle w:val="TableBodyText"/>
              <w:jc w:val="left"/>
            </w:pPr>
          </w:p>
          <w:p w:rsidR="0052286A" w:rsidRPr="0052286A" w:rsidRDefault="0052286A" w:rsidP="00FF2E2E">
            <w:pPr>
              <w:pStyle w:val="TableBodyText"/>
              <w:jc w:val="left"/>
            </w:pPr>
            <w:r w:rsidRPr="0052286A">
              <w:t>The measure is defined as:</w:t>
            </w:r>
          </w:p>
          <w:p w:rsidR="0052286A" w:rsidRPr="0052286A" w:rsidRDefault="0052286A" w:rsidP="00FF2E2E">
            <w:pPr>
              <w:pStyle w:val="TableBullet"/>
            </w:pPr>
            <w:r w:rsidRPr="0052286A">
              <w:rPr>
                <w:i/>
              </w:rPr>
              <w:t>Numerator</w:t>
            </w:r>
            <w:r w:rsidRPr="0052286A">
              <w:t xml:space="preserve"> — people aged 20–64 years who have attained post school qualifications at or above AQF Certificate III</w:t>
            </w:r>
          </w:p>
          <w:p w:rsidR="0052286A" w:rsidRPr="0052286A" w:rsidRDefault="0052286A" w:rsidP="00FF2E2E">
            <w:pPr>
              <w:pStyle w:val="TableBullet"/>
            </w:pPr>
            <w:r w:rsidRPr="0052286A">
              <w:rPr>
                <w:i/>
              </w:rPr>
              <w:t>Denominator</w:t>
            </w:r>
            <w:r w:rsidRPr="0052286A">
              <w:t xml:space="preserve"> — total population of people aged 20–64 years</w:t>
            </w:r>
          </w:p>
          <w:p w:rsidR="0052286A" w:rsidRPr="0052286A" w:rsidRDefault="0052286A" w:rsidP="00FF2E2E">
            <w:pPr>
              <w:pStyle w:val="TableBodyText"/>
              <w:jc w:val="left"/>
            </w:pPr>
            <w:r w:rsidRPr="0052286A">
              <w:t xml:space="preserve">and is expressed as a </w:t>
            </w:r>
            <w:r w:rsidRPr="0052286A">
              <w:rPr>
                <w:i/>
              </w:rPr>
              <w:t>percentage</w:t>
            </w:r>
          </w:p>
          <w:p w:rsidR="0052286A" w:rsidRPr="0052286A" w:rsidRDefault="0052286A" w:rsidP="00FF2E2E">
            <w:pPr>
              <w:pStyle w:val="TableBodyText"/>
              <w:jc w:val="left"/>
            </w:pPr>
          </w:p>
          <w:p w:rsidR="0052286A" w:rsidRPr="0052286A" w:rsidRDefault="0052286A" w:rsidP="00FF2E2E">
            <w:pPr>
              <w:pStyle w:val="TableBodyText"/>
              <w:jc w:val="left"/>
            </w:pPr>
            <w:r w:rsidRPr="0052286A">
              <w:t>‘Certificate III or above’ includes Certificate III, IV, Diploma, Advanced Diploma, Bachelor degree and above</w:t>
            </w:r>
          </w:p>
          <w:p w:rsidR="0052286A" w:rsidRPr="0052286A" w:rsidRDefault="0052286A" w:rsidP="00FF2E2E">
            <w:pPr>
              <w:pStyle w:val="TableBodyText"/>
              <w:jc w:val="left"/>
            </w:pPr>
          </w:p>
          <w:p w:rsidR="0052286A" w:rsidRPr="0052286A" w:rsidRDefault="0052286A" w:rsidP="00FF2E2E">
            <w:pPr>
              <w:pStyle w:val="TableBodyText"/>
              <w:jc w:val="left"/>
              <w:rPr>
                <w:rFonts w:cs="Arial"/>
              </w:rPr>
            </w:pPr>
            <w:r w:rsidRPr="0052286A">
              <w:rPr>
                <w:rFonts w:cs="Arial"/>
              </w:rPr>
              <w:t>Persons whose level of non-school qualification is determined to be certificate level but is not able to be further defined (i.e., Certificate nfd) are assumed to have attained below Certificate level III and are therefore excluded from the numerator, but are included in the denominator, for this indicator</w:t>
            </w:r>
          </w:p>
          <w:p w:rsidR="0052286A" w:rsidRPr="0052286A" w:rsidRDefault="0052286A" w:rsidP="00FF2E2E">
            <w:pPr>
              <w:pStyle w:val="TableBodyText"/>
              <w:jc w:val="left"/>
              <w:rPr>
                <w:rFonts w:cs="Arial"/>
              </w:rPr>
            </w:pPr>
          </w:p>
          <w:p w:rsidR="0052286A" w:rsidRPr="0052286A" w:rsidRDefault="0052286A" w:rsidP="00FF2E2E">
            <w:pPr>
              <w:pStyle w:val="TableBodyText"/>
              <w:jc w:val="left"/>
              <w:rPr>
                <w:rFonts w:cs="Arial"/>
              </w:rPr>
            </w:pPr>
            <w:r w:rsidRPr="0052286A">
              <w:rPr>
                <w:rFonts w:cs="Arial"/>
              </w:rPr>
              <w:t>Persons whose level of non-school qualification cannot be determined are assumed to have attained below Certificate level III and are therefore excluded from the numerator, but are included in the denominator, for this indicator</w:t>
            </w:r>
          </w:p>
          <w:p w:rsidR="0052286A" w:rsidRPr="0052286A" w:rsidRDefault="0052286A" w:rsidP="00FF2E2E">
            <w:pPr>
              <w:pStyle w:val="TableBodyText"/>
              <w:jc w:val="left"/>
              <w:rPr>
                <w:rFonts w:cs="Arial"/>
              </w:rPr>
            </w:pPr>
          </w:p>
          <w:p w:rsidR="0052286A" w:rsidRPr="0052286A" w:rsidRDefault="0052286A" w:rsidP="00FF2E2E">
            <w:pPr>
              <w:pStyle w:val="TableBodyText"/>
              <w:jc w:val="left"/>
              <w:rPr>
                <w:rFonts w:cs="Arial"/>
              </w:rPr>
            </w:pPr>
            <w:r w:rsidRPr="0052286A">
              <w:rPr>
                <w:rFonts w:cs="Arial"/>
                <w:i/>
              </w:rPr>
              <w:t xml:space="preserve">Excludes </w:t>
            </w:r>
            <w:r w:rsidRPr="0052286A">
              <w:rPr>
                <w:rFonts w:cs="Arial"/>
              </w:rPr>
              <w:t>persons whose level of education was not stated (only applicable to Census data)</w:t>
            </w:r>
          </w:p>
          <w:p w:rsidR="0052286A" w:rsidRPr="0052286A" w:rsidRDefault="0052286A" w:rsidP="00FF2E2E">
            <w:pPr>
              <w:pStyle w:val="TableBodyText"/>
              <w:jc w:val="left"/>
            </w:pP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Data sources:</w:t>
            </w:r>
          </w:p>
        </w:tc>
        <w:tc>
          <w:tcPr>
            <w:tcW w:w="6804" w:type="dxa"/>
            <w:shd w:val="clear" w:color="auto" w:fill="auto"/>
          </w:tcPr>
          <w:p w:rsidR="0052286A" w:rsidRPr="0052286A" w:rsidRDefault="0052286A" w:rsidP="00FF2E2E">
            <w:pPr>
              <w:pStyle w:val="TableBodyText"/>
              <w:jc w:val="left"/>
            </w:pPr>
            <w:r w:rsidRPr="0052286A">
              <w:rPr>
                <w:i/>
              </w:rPr>
              <w:t>(Main) Numerator and denominator</w:t>
            </w:r>
            <w:r w:rsidRPr="0052286A">
              <w:t xml:space="preserve"> — </w:t>
            </w:r>
            <w:r w:rsidRPr="0052286A">
              <w:rPr>
                <w:u w:val="single"/>
              </w:rPr>
              <w:t>Census of Population and Housing</w:t>
            </w:r>
            <w:r w:rsidRPr="0052286A">
              <w:t xml:space="preserve"> (Census). Data are collected every five years</w:t>
            </w:r>
          </w:p>
          <w:p w:rsidR="0052286A" w:rsidRPr="0052286A" w:rsidRDefault="0052286A" w:rsidP="00FF2E2E">
            <w:pPr>
              <w:pStyle w:val="TableBodyText"/>
              <w:jc w:val="left"/>
            </w:pPr>
          </w:p>
          <w:p w:rsidR="0052286A" w:rsidRPr="0052286A" w:rsidRDefault="0052286A" w:rsidP="00FF2E2E">
            <w:pPr>
              <w:pStyle w:val="TableBodyText"/>
              <w:jc w:val="left"/>
            </w:pPr>
            <w:r w:rsidRPr="0052286A">
              <w:rPr>
                <w:i/>
              </w:rPr>
              <w:t xml:space="preserve">(Supplementary) Numerator and denominator </w:t>
            </w:r>
            <w:r w:rsidRPr="0052286A">
              <w:t xml:space="preserve">— </w:t>
            </w:r>
            <w:r w:rsidRPr="0052286A">
              <w:rPr>
                <w:u w:val="single"/>
              </w:rPr>
              <w:t>Survey of Education and Work</w:t>
            </w:r>
            <w:r w:rsidRPr="0052286A">
              <w:t xml:space="preserve"> (SEW). Data are collected annually</w:t>
            </w:r>
          </w:p>
          <w:p w:rsidR="0052286A" w:rsidRPr="0052286A" w:rsidRDefault="0052286A" w:rsidP="00FF2E2E">
            <w:pPr>
              <w:pStyle w:val="TableBodyText"/>
              <w:jc w:val="left"/>
            </w:pPr>
          </w:p>
          <w:p w:rsidR="0052286A" w:rsidRPr="0052286A" w:rsidRDefault="0052286A" w:rsidP="00FF2E2E">
            <w:pPr>
              <w:pStyle w:val="TableBodyText"/>
              <w:jc w:val="left"/>
            </w:pPr>
            <w:r w:rsidRPr="0052286A">
              <w:rPr>
                <w:i/>
              </w:rPr>
              <w:t xml:space="preserve">(Supplementary) Numerator and denominator </w:t>
            </w:r>
            <w:r w:rsidRPr="0052286A">
              <w:t xml:space="preserve">— </w:t>
            </w:r>
            <w:r w:rsidRPr="0052286A">
              <w:rPr>
                <w:u w:val="single"/>
              </w:rPr>
              <w:t>National Aboriginal and Torres Strait Islander Social Survey</w:t>
            </w:r>
            <w:r w:rsidRPr="0052286A">
              <w:t xml:space="preserve"> (NATSISS) and the Australian </w:t>
            </w:r>
            <w:r w:rsidRPr="0052286A">
              <w:rPr>
                <w:u w:val="single"/>
              </w:rPr>
              <w:t>Aboriginal Torres Strait Islander Health Survey</w:t>
            </w:r>
            <w:r w:rsidRPr="0052286A">
              <w:t xml:space="preserve"> (AATSIHS – previously the NATSIHS). Data are collected on an alternating three-yearly cycle</w:t>
            </w:r>
          </w:p>
          <w:p w:rsidR="0052286A" w:rsidRPr="0052286A" w:rsidRDefault="0052286A" w:rsidP="00FF2E2E">
            <w:pPr>
              <w:pStyle w:val="TableBodyText"/>
              <w:jc w:val="left"/>
              <w:rPr>
                <w:u w:val="single"/>
              </w:rPr>
            </w:pPr>
          </w:p>
        </w:tc>
      </w:tr>
      <w:tr w:rsidR="0052286A" w:rsidRPr="0052286A" w:rsidTr="0052286A">
        <w:trPr>
          <w:trHeight w:val="623"/>
        </w:trPr>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Data provider:</w:t>
            </w:r>
          </w:p>
        </w:tc>
        <w:tc>
          <w:tcPr>
            <w:tcW w:w="6804" w:type="dxa"/>
            <w:shd w:val="clear" w:color="auto" w:fill="auto"/>
          </w:tcPr>
          <w:p w:rsidR="0052286A" w:rsidRPr="0052286A" w:rsidRDefault="0052286A" w:rsidP="00FF2E2E">
            <w:pPr>
              <w:pStyle w:val="TableBodyText"/>
              <w:jc w:val="left"/>
            </w:pPr>
            <w:r w:rsidRPr="0052286A">
              <w:t>ABS (all four data sources)</w:t>
            </w: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Data availability:</w:t>
            </w:r>
          </w:p>
        </w:tc>
        <w:tc>
          <w:tcPr>
            <w:tcW w:w="6804" w:type="dxa"/>
            <w:shd w:val="clear" w:color="auto" w:fill="auto"/>
          </w:tcPr>
          <w:p w:rsidR="0052286A" w:rsidRPr="0052286A" w:rsidRDefault="0052286A" w:rsidP="00FF2E2E">
            <w:pPr>
              <w:pStyle w:val="TableBodyText"/>
              <w:jc w:val="left"/>
            </w:pPr>
            <w:r w:rsidRPr="0052286A">
              <w:rPr>
                <w:i/>
              </w:rPr>
              <w:t xml:space="preserve">(Total and SES) </w:t>
            </w:r>
            <w:r w:rsidRPr="0052286A">
              <w:t>2008, 2009,</w:t>
            </w:r>
            <w:r w:rsidRPr="0052286A">
              <w:rPr>
                <w:i/>
              </w:rPr>
              <w:t xml:space="preserve"> </w:t>
            </w:r>
            <w:r w:rsidRPr="0052286A">
              <w:t>2010 and 2011 — SEW</w:t>
            </w:r>
          </w:p>
          <w:p w:rsidR="0052286A" w:rsidRPr="0052286A" w:rsidRDefault="0052286A" w:rsidP="00FF2E2E">
            <w:pPr>
              <w:pStyle w:val="TableBodyText"/>
              <w:jc w:val="left"/>
            </w:pPr>
            <w:r w:rsidRPr="0052286A">
              <w:rPr>
                <w:i/>
              </w:rPr>
              <w:t>(Indigenous status)</w:t>
            </w:r>
            <w:r w:rsidRPr="0052286A">
              <w:t xml:space="preserve"> 2008 — (Indigenous</w:t>
            </w:r>
            <w:r w:rsidR="001D2206">
              <w:t>) NATSISS; (non-Indigenous) SEW</w:t>
            </w:r>
          </w:p>
          <w:p w:rsidR="0052286A" w:rsidRPr="0052286A" w:rsidRDefault="0052286A" w:rsidP="00FF2E2E">
            <w:pPr>
              <w:pStyle w:val="TableBodyText"/>
              <w:jc w:val="left"/>
            </w:pP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Cross tabulations provided:</w:t>
            </w:r>
          </w:p>
        </w:tc>
        <w:tc>
          <w:tcPr>
            <w:tcW w:w="6804" w:type="dxa"/>
            <w:shd w:val="clear" w:color="auto" w:fill="auto"/>
          </w:tcPr>
          <w:p w:rsidR="0052286A" w:rsidRPr="0052286A" w:rsidRDefault="0052286A" w:rsidP="00FF2E2E">
            <w:pPr>
              <w:pStyle w:val="TableBodyText"/>
              <w:jc w:val="left"/>
            </w:pPr>
            <w:r w:rsidRPr="0052286A">
              <w:t>State and Territory</w:t>
            </w:r>
            <w:r w:rsidR="00FF2E2E">
              <w:t>,</w:t>
            </w:r>
            <w:r w:rsidRPr="0052286A">
              <w:t xml:space="preserve"> by</w:t>
            </w:r>
          </w:p>
          <w:p w:rsidR="0052286A" w:rsidRPr="0052286A" w:rsidRDefault="0052286A" w:rsidP="00FF2E2E">
            <w:pPr>
              <w:pStyle w:val="TableBullet"/>
            </w:pPr>
            <w:r w:rsidRPr="0052286A">
              <w:t>Age group</w:t>
            </w:r>
          </w:p>
          <w:p w:rsidR="0052286A" w:rsidRPr="0052286A" w:rsidRDefault="0052286A" w:rsidP="00FF2E2E">
            <w:pPr>
              <w:pStyle w:val="TableBullet"/>
            </w:pPr>
            <w:r w:rsidRPr="0052286A">
              <w:t>SES (CD-based SEIFA IRSD)</w:t>
            </w:r>
          </w:p>
          <w:p w:rsidR="0052286A" w:rsidRPr="0052286A" w:rsidRDefault="0052286A" w:rsidP="00FF2E2E">
            <w:pPr>
              <w:pStyle w:val="TableBullet"/>
            </w:pPr>
            <w:r w:rsidRPr="0052286A">
              <w:t>Indigenous status (2008 only)</w:t>
            </w:r>
          </w:p>
        </w:tc>
      </w:tr>
    </w:tbl>
    <w:p w:rsidR="0052286A" w:rsidRDefault="0052286A"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2286A">
        <w:tc>
          <w:tcPr>
            <w:tcW w:w="8771" w:type="dxa"/>
            <w:tcBorders>
              <w:top w:val="single" w:sz="6" w:space="0" w:color="auto"/>
              <w:bottom w:val="nil"/>
            </w:tcBorders>
          </w:tcPr>
          <w:p w:rsidR="0052286A" w:rsidRDefault="0052286A" w:rsidP="00725CFC">
            <w:pPr>
              <w:pStyle w:val="BoxTitle"/>
            </w:pPr>
            <w:r>
              <w:rPr>
                <w:b w:val="0"/>
              </w:rPr>
              <w:t xml:space="preserve">Box </w:t>
            </w:r>
            <w:r w:rsidR="00503759">
              <w:rPr>
                <w:b w:val="0"/>
                <w:noProof/>
              </w:rPr>
              <w:t>6</w:t>
            </w:r>
            <w:r>
              <w:tab/>
              <w:t>Results</w:t>
            </w:r>
          </w:p>
        </w:tc>
      </w:tr>
      <w:tr w:rsidR="0052286A">
        <w:trPr>
          <w:cantSplit/>
        </w:trPr>
        <w:tc>
          <w:tcPr>
            <w:tcW w:w="8771" w:type="dxa"/>
            <w:tcBorders>
              <w:top w:val="nil"/>
              <w:left w:val="single" w:sz="6" w:space="0" w:color="auto"/>
              <w:bottom w:val="nil"/>
              <w:right w:val="single" w:sz="6" w:space="0" w:color="auto"/>
            </w:tcBorders>
          </w:tcPr>
          <w:p w:rsidR="0052286A" w:rsidRDefault="00B966DB" w:rsidP="00725CFC">
            <w:pPr>
              <w:pStyle w:val="Box"/>
            </w:pPr>
            <w:r>
              <w:t>For this report, new data for this indicator are available for 2011</w:t>
            </w:r>
            <w:r w:rsidR="007D12AE">
              <w:t>:</w:t>
            </w:r>
          </w:p>
          <w:p w:rsidR="00B966DB" w:rsidRDefault="00155C51" w:rsidP="00725CFC">
            <w:pPr>
              <w:pStyle w:val="BoxListBullet"/>
            </w:pPr>
            <w:r>
              <w:t>Data by State and Territory by age are presented in tables SWD.1.1–1.2</w:t>
            </w:r>
          </w:p>
          <w:p w:rsidR="00155C51" w:rsidRDefault="00155C51" w:rsidP="00725CFC">
            <w:pPr>
              <w:pStyle w:val="BoxListBullet"/>
            </w:pPr>
            <w:r>
              <w:t>Data by State and Territory by SES are presented in tables SWD.1.3–1.4</w:t>
            </w:r>
          </w:p>
          <w:p w:rsidR="00155C51" w:rsidRDefault="00155C51" w:rsidP="00725CFC">
            <w:pPr>
              <w:pStyle w:val="Box"/>
            </w:pPr>
            <w:r>
              <w:t>Data have been backcast for 2010, 2009 and 2008 to provide a comparable time series:</w:t>
            </w:r>
          </w:p>
          <w:p w:rsidR="00155C51" w:rsidRDefault="00155C51" w:rsidP="00725CFC">
            <w:pPr>
              <w:pStyle w:val="BoxListBullet"/>
            </w:pPr>
            <w:r>
              <w:t xml:space="preserve">Data by State and Territory by age are presented in tables SWD.1.5–1.6; </w:t>
            </w:r>
            <w:r>
              <w:br/>
              <w:t>SWD.1.9–1.10 and SWD.1.13–1.14.</w:t>
            </w:r>
          </w:p>
          <w:p w:rsidR="00155C51" w:rsidRDefault="00155C51" w:rsidP="00725CFC">
            <w:pPr>
              <w:pStyle w:val="BoxListBullet"/>
            </w:pPr>
            <w:r>
              <w:t xml:space="preserve">Data by State and Territory by SES are presented in tables SWD.1.7–1.8; </w:t>
            </w:r>
            <w:r>
              <w:br/>
              <w:t>SWD.1.11–1.12 and SWD.1.15–1.16.</w:t>
            </w:r>
          </w:p>
          <w:p w:rsidR="00155C51" w:rsidRDefault="00155C51" w:rsidP="00725CFC">
            <w:pPr>
              <w:pStyle w:val="Box"/>
            </w:pPr>
            <w:r>
              <w:t>Data by Indigenous status are available for 2008</w:t>
            </w:r>
            <w:r w:rsidR="007D12AE">
              <w:t>:</w:t>
            </w:r>
          </w:p>
          <w:p w:rsidR="00155C51" w:rsidRPr="00B966DB" w:rsidRDefault="00155C51" w:rsidP="00725CFC">
            <w:pPr>
              <w:pStyle w:val="BoxListBullet"/>
            </w:pPr>
            <w:r>
              <w:t>Data by State and Territory by Indigenous status are presented in table SWD.1.17.</w:t>
            </w:r>
          </w:p>
        </w:tc>
      </w:tr>
      <w:tr w:rsidR="0052286A">
        <w:trPr>
          <w:cantSplit/>
        </w:trPr>
        <w:tc>
          <w:tcPr>
            <w:tcW w:w="8771" w:type="dxa"/>
            <w:tcBorders>
              <w:top w:val="nil"/>
              <w:left w:val="single" w:sz="6" w:space="0" w:color="auto"/>
              <w:bottom w:val="single" w:sz="6" w:space="0" w:color="auto"/>
              <w:right w:val="single" w:sz="6" w:space="0" w:color="auto"/>
            </w:tcBorders>
          </w:tcPr>
          <w:p w:rsidR="0052286A" w:rsidRDefault="0052286A" w:rsidP="00725CFC">
            <w:pPr>
              <w:pStyle w:val="Box"/>
              <w:spacing w:before="0" w:line="120" w:lineRule="exact"/>
            </w:pPr>
          </w:p>
        </w:tc>
      </w:tr>
      <w:tr w:rsidR="0052286A">
        <w:tc>
          <w:tcPr>
            <w:tcW w:w="8771" w:type="dxa"/>
            <w:tcBorders>
              <w:top w:val="nil"/>
              <w:left w:val="nil"/>
              <w:bottom w:val="nil"/>
              <w:right w:val="nil"/>
            </w:tcBorders>
          </w:tcPr>
          <w:p w:rsidR="0052286A" w:rsidRDefault="0052286A" w:rsidP="00725CFC">
            <w:pPr>
              <w:pStyle w:val="Box"/>
              <w:keepNext w:val="0"/>
              <w:spacing w:before="60" w:after="60" w:line="80" w:lineRule="exact"/>
              <w:rPr>
                <w:b/>
                <w:color w:val="FF00FF"/>
                <w:sz w:val="14"/>
              </w:rPr>
            </w:pPr>
          </w:p>
        </w:tc>
      </w:tr>
    </w:tbl>
    <w:p w:rsidR="0052286A" w:rsidRPr="00155C51" w:rsidRDefault="00B966DB" w:rsidP="00725CFC">
      <w:pPr>
        <w:pStyle w:val="Heading4"/>
        <w:rPr>
          <w:rStyle w:val="DraftingNote"/>
          <w:color w:val="auto"/>
        </w:rPr>
      </w:pPr>
      <w:r>
        <w:t>Attachment tables</w:t>
      </w:r>
    </w:p>
    <w:p w:rsidR="0052286A" w:rsidRPr="0052286A" w:rsidRDefault="0052286A" w:rsidP="0052286A">
      <w:pPr>
        <w:pStyle w:val="BoxSpace"/>
      </w:pPr>
    </w:p>
    <w:tbl>
      <w:tblPr>
        <w:tblW w:w="85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380"/>
      </w:tblGrid>
      <w:tr w:rsidR="0052286A" w:rsidRPr="0052286A" w:rsidTr="0052286A">
        <w:trPr>
          <w:trHeight w:val="612"/>
        </w:trPr>
        <w:tc>
          <w:tcPr>
            <w:tcW w:w="2160" w:type="dxa"/>
            <w:shd w:val="clear" w:color="auto" w:fill="auto"/>
            <w:noWrap/>
            <w:hideMark/>
          </w:tcPr>
          <w:p w:rsidR="0052286A" w:rsidRPr="0052286A" w:rsidRDefault="0052286A" w:rsidP="0052286A">
            <w:pPr>
              <w:rPr>
                <w:rFonts w:ascii="Arial" w:hAnsi="Arial" w:cs="Arial"/>
                <w:b/>
                <w:bCs/>
                <w:sz w:val="20"/>
                <w:szCs w:val="20"/>
              </w:rPr>
            </w:pPr>
            <w:r w:rsidRPr="0052286A">
              <w:rPr>
                <w:rFonts w:ascii="Arial" w:hAnsi="Arial" w:cs="Arial"/>
                <w:b/>
                <w:bCs/>
                <w:sz w:val="20"/>
                <w:szCs w:val="20"/>
              </w:rPr>
              <w:t>Table SWD.1.1</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 xml:space="preserve">Proportion of working age population with higher level qualifications (Certificate III and above), by age, 2011  </w:t>
            </w:r>
          </w:p>
        </w:tc>
      </w:tr>
      <w:tr w:rsidR="0052286A" w:rsidRPr="0052286A" w:rsidTr="0052286A">
        <w:trPr>
          <w:trHeight w:val="612"/>
        </w:trPr>
        <w:tc>
          <w:tcPr>
            <w:tcW w:w="2160" w:type="dxa"/>
            <w:shd w:val="clear" w:color="auto" w:fill="auto"/>
            <w:noWrap/>
            <w:hideMark/>
          </w:tcPr>
          <w:p w:rsidR="0052286A" w:rsidRPr="0052286A" w:rsidRDefault="0052286A" w:rsidP="0052286A">
            <w:pPr>
              <w:rPr>
                <w:rFonts w:ascii="Arial" w:hAnsi="Arial" w:cs="Arial"/>
                <w:b/>
                <w:bCs/>
                <w:sz w:val="20"/>
                <w:szCs w:val="20"/>
              </w:rPr>
            </w:pPr>
            <w:r w:rsidRPr="0052286A">
              <w:rPr>
                <w:rFonts w:ascii="Arial" w:hAnsi="Arial" w:cs="Arial"/>
                <w:b/>
                <w:bCs/>
                <w:sz w:val="20"/>
                <w:szCs w:val="20"/>
              </w:rPr>
              <w:t>Table SWD.1.2</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and abov</w:t>
            </w:r>
            <w:r w:rsidR="001D2206">
              <w:rPr>
                <w:rFonts w:ascii="Arial" w:hAnsi="Arial" w:cs="Arial"/>
                <w:sz w:val="20"/>
                <w:szCs w:val="20"/>
              </w:rPr>
              <w:t>e), by age, 2011 ('000)</w:t>
            </w:r>
          </w:p>
        </w:tc>
      </w:tr>
      <w:tr w:rsidR="0052286A" w:rsidRPr="0052286A" w:rsidTr="0052286A">
        <w:trPr>
          <w:trHeight w:val="867"/>
        </w:trPr>
        <w:tc>
          <w:tcPr>
            <w:tcW w:w="2160" w:type="dxa"/>
            <w:shd w:val="clear" w:color="auto" w:fill="auto"/>
            <w:noWrap/>
            <w:hideMark/>
          </w:tcPr>
          <w:p w:rsidR="0052286A" w:rsidRPr="0052286A" w:rsidRDefault="0052286A" w:rsidP="0052286A">
            <w:pPr>
              <w:rPr>
                <w:rFonts w:ascii="Arial" w:hAnsi="Arial" w:cs="Arial"/>
                <w:b/>
                <w:bCs/>
                <w:sz w:val="20"/>
                <w:szCs w:val="20"/>
              </w:rPr>
            </w:pPr>
            <w:r w:rsidRPr="0052286A">
              <w:rPr>
                <w:rFonts w:ascii="Arial" w:hAnsi="Arial" w:cs="Arial"/>
                <w:b/>
                <w:bCs/>
                <w:sz w:val="20"/>
                <w:szCs w:val="20"/>
              </w:rPr>
              <w:t>Table SWD.1.3</w:t>
            </w:r>
          </w:p>
        </w:tc>
        <w:tc>
          <w:tcPr>
            <w:tcW w:w="6380" w:type="dxa"/>
            <w:shd w:val="clear" w:color="auto" w:fill="auto"/>
            <w:hideMark/>
          </w:tcPr>
          <w:p w:rsidR="0052286A" w:rsidRPr="0052286A" w:rsidRDefault="0052286A" w:rsidP="001D2206">
            <w:pPr>
              <w:jc w:val="both"/>
              <w:rPr>
                <w:rFonts w:ascii="Arial" w:hAnsi="Arial" w:cs="Arial"/>
                <w:sz w:val="20"/>
                <w:szCs w:val="20"/>
              </w:rPr>
            </w:pPr>
            <w:r w:rsidRPr="0052286A">
              <w:rPr>
                <w:rFonts w:ascii="Arial" w:hAnsi="Arial" w:cs="Arial"/>
                <w:sz w:val="20"/>
                <w:szCs w:val="20"/>
              </w:rPr>
              <w:t>Proportion of working age population with higher level qualifications (Certificate III level a</w:t>
            </w:r>
            <w:r w:rsidR="001D2206">
              <w:rPr>
                <w:rFonts w:ascii="Arial" w:hAnsi="Arial" w:cs="Arial"/>
                <w:sz w:val="20"/>
                <w:szCs w:val="20"/>
              </w:rPr>
              <w:t>nd above), by SEIFA IRSD, 2011</w:t>
            </w:r>
          </w:p>
        </w:tc>
      </w:tr>
      <w:tr w:rsidR="0052286A" w:rsidRPr="0052286A" w:rsidTr="0052286A">
        <w:trPr>
          <w:trHeight w:val="612"/>
        </w:trPr>
        <w:tc>
          <w:tcPr>
            <w:tcW w:w="2160" w:type="dxa"/>
            <w:shd w:val="clear" w:color="auto" w:fill="auto"/>
            <w:noWrap/>
            <w:hideMark/>
          </w:tcPr>
          <w:p w:rsidR="0052286A" w:rsidRPr="0052286A" w:rsidRDefault="0052286A" w:rsidP="0052286A">
            <w:pPr>
              <w:rPr>
                <w:rFonts w:ascii="Arial" w:hAnsi="Arial" w:cs="Arial"/>
                <w:b/>
                <w:bCs/>
                <w:sz w:val="20"/>
                <w:szCs w:val="20"/>
              </w:rPr>
            </w:pPr>
            <w:r w:rsidRPr="0052286A">
              <w:rPr>
                <w:rFonts w:ascii="Arial" w:hAnsi="Arial" w:cs="Arial"/>
                <w:b/>
                <w:bCs/>
                <w:sz w:val="20"/>
                <w:szCs w:val="20"/>
              </w:rPr>
              <w:t>Table SWD.1.4</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level and above</w:t>
            </w:r>
            <w:r w:rsidR="001D2206">
              <w:rPr>
                <w:rFonts w:ascii="Arial" w:hAnsi="Arial" w:cs="Arial"/>
                <w:sz w:val="20"/>
                <w:szCs w:val="20"/>
              </w:rPr>
              <w:t>), by SEIFA IRSD, 2011 ('000)</w:t>
            </w:r>
          </w:p>
        </w:tc>
      </w:tr>
      <w:tr w:rsidR="0052286A" w:rsidRPr="0052286A" w:rsidTr="0052286A">
        <w:trPr>
          <w:trHeight w:val="612"/>
        </w:trPr>
        <w:tc>
          <w:tcPr>
            <w:tcW w:w="2160" w:type="dxa"/>
            <w:shd w:val="clear" w:color="auto" w:fill="auto"/>
            <w:noWrap/>
            <w:hideMark/>
          </w:tcPr>
          <w:p w:rsidR="0052286A" w:rsidRPr="0052286A" w:rsidRDefault="00155C51"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SWD.1.5</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Proportion of working age population with higher level qualifications (Certificat</w:t>
            </w:r>
            <w:r w:rsidR="001D2206">
              <w:rPr>
                <w:rFonts w:ascii="Arial" w:hAnsi="Arial" w:cs="Arial"/>
                <w:sz w:val="20"/>
                <w:szCs w:val="20"/>
              </w:rPr>
              <w:t>e III and above), by age, 2010</w:t>
            </w:r>
          </w:p>
        </w:tc>
      </w:tr>
      <w:tr w:rsidR="0052286A" w:rsidRPr="0052286A" w:rsidTr="0052286A">
        <w:trPr>
          <w:trHeight w:val="612"/>
        </w:trPr>
        <w:tc>
          <w:tcPr>
            <w:tcW w:w="2160" w:type="dxa"/>
            <w:shd w:val="clear" w:color="auto" w:fill="auto"/>
            <w:noWrap/>
            <w:hideMark/>
          </w:tcPr>
          <w:p w:rsidR="0052286A" w:rsidRPr="0052286A" w:rsidRDefault="00155C51"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SWD.1.6</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and abov</w:t>
            </w:r>
            <w:r w:rsidR="001D2206">
              <w:rPr>
                <w:rFonts w:ascii="Arial" w:hAnsi="Arial" w:cs="Arial"/>
                <w:sz w:val="20"/>
                <w:szCs w:val="20"/>
              </w:rPr>
              <w:t>e), by age, 2010 ('000)</w:t>
            </w:r>
          </w:p>
        </w:tc>
      </w:tr>
      <w:tr w:rsidR="0052286A" w:rsidRPr="0052286A" w:rsidTr="0052286A">
        <w:trPr>
          <w:trHeight w:val="867"/>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SWD.1.7</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Proportion of working age population with higher level qualifications (Certificate III level an</w:t>
            </w:r>
            <w:r w:rsidR="001D2206">
              <w:rPr>
                <w:rFonts w:ascii="Arial" w:hAnsi="Arial" w:cs="Arial"/>
                <w:sz w:val="20"/>
                <w:szCs w:val="20"/>
              </w:rPr>
              <w:t>d above), by SEIFA IRSD, 2010</w:t>
            </w:r>
          </w:p>
        </w:tc>
      </w:tr>
      <w:tr w:rsidR="0052286A" w:rsidRPr="0052286A" w:rsidTr="0052286A">
        <w:trPr>
          <w:trHeight w:val="612"/>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SWD.1.8</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level and abov</w:t>
            </w:r>
            <w:r w:rsidR="001D2206">
              <w:rPr>
                <w:rFonts w:ascii="Arial" w:hAnsi="Arial" w:cs="Arial"/>
                <w:sz w:val="20"/>
                <w:szCs w:val="20"/>
              </w:rPr>
              <w:t>e), by SEIFA IRSD, 2010 ('000</w:t>
            </w:r>
            <w:r w:rsidRPr="0052286A">
              <w:rPr>
                <w:rFonts w:ascii="Arial" w:hAnsi="Arial" w:cs="Arial"/>
                <w:sz w:val="20"/>
                <w:szCs w:val="20"/>
              </w:rPr>
              <w:t xml:space="preserve"> </w:t>
            </w:r>
          </w:p>
        </w:tc>
      </w:tr>
      <w:tr w:rsidR="0052286A" w:rsidRPr="0052286A" w:rsidTr="0052286A">
        <w:trPr>
          <w:trHeight w:val="612"/>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SWD.1.9</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Proportion of working age population with higher level qualifications (Certificat</w:t>
            </w:r>
            <w:r w:rsidR="001D2206">
              <w:rPr>
                <w:rFonts w:ascii="Arial" w:hAnsi="Arial" w:cs="Arial"/>
                <w:sz w:val="20"/>
                <w:szCs w:val="20"/>
              </w:rPr>
              <w:t>e III and above), by age, 2009</w:t>
            </w:r>
          </w:p>
        </w:tc>
      </w:tr>
      <w:tr w:rsidR="0052286A" w:rsidRPr="0052286A" w:rsidTr="0052286A">
        <w:trPr>
          <w:trHeight w:val="612"/>
        </w:trPr>
        <w:tc>
          <w:tcPr>
            <w:tcW w:w="2160" w:type="dxa"/>
            <w:shd w:val="clear" w:color="auto" w:fill="auto"/>
            <w:noWrap/>
            <w:hideMark/>
          </w:tcPr>
          <w:p w:rsidR="0052286A" w:rsidRPr="0052286A" w:rsidRDefault="008864C2" w:rsidP="008864C2">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SWD.1.10</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and ab</w:t>
            </w:r>
            <w:r w:rsidR="001D2206">
              <w:rPr>
                <w:rFonts w:ascii="Arial" w:hAnsi="Arial" w:cs="Arial"/>
                <w:sz w:val="20"/>
                <w:szCs w:val="20"/>
              </w:rPr>
              <w:t>ove), by age 2009 ('000)</w:t>
            </w:r>
          </w:p>
        </w:tc>
      </w:tr>
      <w:tr w:rsidR="0052286A" w:rsidRPr="0052286A" w:rsidTr="0052286A">
        <w:trPr>
          <w:trHeight w:val="867"/>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SWD.1.11</w:t>
            </w:r>
          </w:p>
        </w:tc>
        <w:tc>
          <w:tcPr>
            <w:tcW w:w="6380" w:type="dxa"/>
            <w:shd w:val="clear" w:color="auto" w:fill="auto"/>
            <w:hideMark/>
          </w:tcPr>
          <w:p w:rsidR="0052286A" w:rsidRPr="0052286A" w:rsidRDefault="0052286A" w:rsidP="001D2206">
            <w:pPr>
              <w:jc w:val="both"/>
              <w:rPr>
                <w:rFonts w:ascii="Arial" w:hAnsi="Arial" w:cs="Arial"/>
                <w:sz w:val="20"/>
                <w:szCs w:val="20"/>
              </w:rPr>
            </w:pPr>
            <w:r w:rsidRPr="0052286A">
              <w:rPr>
                <w:rFonts w:ascii="Arial" w:hAnsi="Arial" w:cs="Arial"/>
                <w:sz w:val="20"/>
                <w:szCs w:val="20"/>
              </w:rPr>
              <w:t>Proportion of working age population with higher level qualifications (Certificate III level a</w:t>
            </w:r>
            <w:r w:rsidR="001D2206">
              <w:rPr>
                <w:rFonts w:ascii="Arial" w:hAnsi="Arial" w:cs="Arial"/>
                <w:sz w:val="20"/>
                <w:szCs w:val="20"/>
              </w:rPr>
              <w:t>nd above), by SEIFA IRSD, 2009</w:t>
            </w:r>
          </w:p>
        </w:tc>
      </w:tr>
      <w:tr w:rsidR="0052286A" w:rsidRPr="0052286A" w:rsidTr="0052286A">
        <w:trPr>
          <w:trHeight w:val="612"/>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SWD.1.12</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level and above</w:t>
            </w:r>
            <w:r w:rsidR="001D2206">
              <w:rPr>
                <w:rFonts w:ascii="Arial" w:hAnsi="Arial" w:cs="Arial"/>
                <w:sz w:val="20"/>
                <w:szCs w:val="20"/>
              </w:rPr>
              <w:t>), by SEIFA IRSD, 2009 ('000)</w:t>
            </w:r>
          </w:p>
        </w:tc>
      </w:tr>
      <w:tr w:rsidR="0052286A" w:rsidRPr="0052286A" w:rsidTr="0052286A">
        <w:trPr>
          <w:trHeight w:val="612"/>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SWD.1.13</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Proportion of working age population with higher level qualifications (Certificat</w:t>
            </w:r>
            <w:r w:rsidR="001D2206">
              <w:rPr>
                <w:rFonts w:ascii="Arial" w:hAnsi="Arial" w:cs="Arial"/>
                <w:sz w:val="20"/>
                <w:szCs w:val="20"/>
              </w:rPr>
              <w:t>e III and above), by age, 2008</w:t>
            </w:r>
          </w:p>
        </w:tc>
      </w:tr>
      <w:tr w:rsidR="0052286A" w:rsidRPr="0052286A" w:rsidTr="0052286A">
        <w:trPr>
          <w:trHeight w:val="612"/>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SWD.1.14</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and ab</w:t>
            </w:r>
            <w:r w:rsidR="001D2206">
              <w:rPr>
                <w:rFonts w:ascii="Arial" w:hAnsi="Arial" w:cs="Arial"/>
                <w:sz w:val="20"/>
                <w:szCs w:val="20"/>
              </w:rPr>
              <w:t>ove), by age, 2008 ('000)</w:t>
            </w:r>
          </w:p>
        </w:tc>
      </w:tr>
      <w:tr w:rsidR="0052286A" w:rsidRPr="0052286A" w:rsidTr="0052286A">
        <w:trPr>
          <w:trHeight w:val="867"/>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SWD.1.15</w:t>
            </w:r>
          </w:p>
        </w:tc>
        <w:tc>
          <w:tcPr>
            <w:tcW w:w="6380" w:type="dxa"/>
            <w:shd w:val="clear" w:color="auto" w:fill="auto"/>
            <w:hideMark/>
          </w:tcPr>
          <w:p w:rsidR="0052286A" w:rsidRPr="0052286A" w:rsidRDefault="0052286A" w:rsidP="001D2206">
            <w:pPr>
              <w:jc w:val="both"/>
              <w:rPr>
                <w:rFonts w:ascii="Arial" w:hAnsi="Arial" w:cs="Arial"/>
                <w:sz w:val="20"/>
                <w:szCs w:val="20"/>
              </w:rPr>
            </w:pPr>
            <w:r w:rsidRPr="0052286A">
              <w:rPr>
                <w:rFonts w:ascii="Arial" w:hAnsi="Arial" w:cs="Arial"/>
                <w:sz w:val="20"/>
                <w:szCs w:val="20"/>
              </w:rPr>
              <w:t>Proportion of working age population with higher level qualifications (Certificate III level a</w:t>
            </w:r>
            <w:r w:rsidR="001D2206">
              <w:rPr>
                <w:rFonts w:ascii="Arial" w:hAnsi="Arial" w:cs="Arial"/>
                <w:sz w:val="20"/>
                <w:szCs w:val="20"/>
              </w:rPr>
              <w:t>nd above), by SEIFA IRSD, 2008</w:t>
            </w:r>
          </w:p>
        </w:tc>
      </w:tr>
      <w:tr w:rsidR="0052286A" w:rsidRPr="0052286A" w:rsidTr="0052286A">
        <w:trPr>
          <w:trHeight w:val="612"/>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SWD.1.16</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Working age population with higher level qualifications (Certificate III level and abov</w:t>
            </w:r>
            <w:r w:rsidR="001D2206">
              <w:rPr>
                <w:rFonts w:ascii="Arial" w:hAnsi="Arial" w:cs="Arial"/>
                <w:sz w:val="20"/>
                <w:szCs w:val="20"/>
              </w:rPr>
              <w:t>e), by SEIFA IRSD, 2008 ('000)</w:t>
            </w:r>
          </w:p>
        </w:tc>
      </w:tr>
      <w:tr w:rsidR="0052286A" w:rsidRPr="0052286A" w:rsidTr="0052286A">
        <w:trPr>
          <w:trHeight w:val="867"/>
        </w:trPr>
        <w:tc>
          <w:tcPr>
            <w:tcW w:w="2160" w:type="dxa"/>
            <w:shd w:val="clear" w:color="auto" w:fill="auto"/>
            <w:noWrap/>
            <w:hideMark/>
          </w:tcPr>
          <w:p w:rsidR="0052286A" w:rsidRPr="0052286A" w:rsidRDefault="008864C2" w:rsidP="0052286A">
            <w:pPr>
              <w:rPr>
                <w:rFonts w:ascii="Arial" w:hAnsi="Arial" w:cs="Arial"/>
                <w:b/>
                <w:bCs/>
                <w:sz w:val="20"/>
                <w:szCs w:val="20"/>
              </w:rPr>
            </w:pPr>
            <w:r w:rsidRPr="008864C2">
              <w:rPr>
                <w:rStyle w:val="TableBodyTextChar"/>
              </w:rPr>
              <w:t>***</w:t>
            </w:r>
            <w:r w:rsidR="0052286A" w:rsidRPr="0052286A">
              <w:rPr>
                <w:rFonts w:ascii="Arial" w:hAnsi="Arial" w:cs="Arial"/>
                <w:b/>
                <w:bCs/>
                <w:sz w:val="20"/>
                <w:szCs w:val="20"/>
              </w:rPr>
              <w:t>Table SWD.1.17</w:t>
            </w:r>
          </w:p>
        </w:tc>
        <w:tc>
          <w:tcPr>
            <w:tcW w:w="6380" w:type="dxa"/>
            <w:shd w:val="clear" w:color="auto" w:fill="auto"/>
            <w:hideMark/>
          </w:tcPr>
          <w:p w:rsidR="0052286A" w:rsidRPr="0052286A" w:rsidRDefault="0052286A" w:rsidP="0052286A">
            <w:pPr>
              <w:jc w:val="both"/>
              <w:rPr>
                <w:rFonts w:ascii="Arial" w:hAnsi="Arial" w:cs="Arial"/>
                <w:sz w:val="20"/>
                <w:szCs w:val="20"/>
              </w:rPr>
            </w:pPr>
            <w:r w:rsidRPr="0052286A">
              <w:rPr>
                <w:rFonts w:ascii="Arial" w:hAnsi="Arial" w:cs="Arial"/>
                <w:sz w:val="20"/>
                <w:szCs w:val="20"/>
              </w:rPr>
              <w:t>Proportion of working age population with higher level qualifications (Certificate III and abo</w:t>
            </w:r>
            <w:r w:rsidR="001D2206">
              <w:rPr>
                <w:rFonts w:ascii="Arial" w:hAnsi="Arial" w:cs="Arial"/>
                <w:sz w:val="20"/>
                <w:szCs w:val="20"/>
              </w:rPr>
              <w:t>ve), by Indigenous status 2008</w:t>
            </w:r>
          </w:p>
        </w:tc>
      </w:tr>
    </w:tbl>
    <w:p w:rsidR="00C652DF" w:rsidRDefault="008864C2" w:rsidP="00725CFC">
      <w:pPr>
        <w:pStyle w:val="Note"/>
      </w:pPr>
      <w:r>
        <w:t>*Data backc</w:t>
      </w:r>
      <w:r w:rsidR="00B40A9E">
        <w:t>ast for 2010</w:t>
      </w:r>
    </w:p>
    <w:p w:rsidR="008864C2" w:rsidRDefault="008864C2" w:rsidP="00725CFC">
      <w:pPr>
        <w:pStyle w:val="Note"/>
      </w:pPr>
      <w:r>
        <w:t>** Data backcast for 2009</w:t>
      </w:r>
    </w:p>
    <w:p w:rsidR="008864C2" w:rsidRPr="008864C2" w:rsidRDefault="008864C2" w:rsidP="00725CFC">
      <w:pPr>
        <w:pStyle w:val="Note"/>
      </w:pPr>
      <w:r>
        <w:t>*** Data backcast for 2008</w:t>
      </w:r>
    </w:p>
    <w:p w:rsidR="008864C2" w:rsidRDefault="008864C2"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2286A">
        <w:tc>
          <w:tcPr>
            <w:tcW w:w="8771" w:type="dxa"/>
            <w:tcBorders>
              <w:top w:val="single" w:sz="6" w:space="0" w:color="auto"/>
              <w:bottom w:val="nil"/>
            </w:tcBorders>
          </w:tcPr>
          <w:p w:rsidR="0052286A" w:rsidRDefault="0052286A" w:rsidP="00725CFC">
            <w:pPr>
              <w:pStyle w:val="BoxTitle"/>
            </w:pPr>
            <w:r>
              <w:rPr>
                <w:b w:val="0"/>
              </w:rPr>
              <w:t xml:space="preserve">Box </w:t>
            </w:r>
            <w:r w:rsidR="00503759">
              <w:rPr>
                <w:b w:val="0"/>
                <w:noProof/>
              </w:rPr>
              <w:t>7</w:t>
            </w:r>
            <w:r>
              <w:tab/>
              <w:t>Comment on data quality</w:t>
            </w:r>
          </w:p>
        </w:tc>
      </w:tr>
      <w:tr w:rsidR="0052286A">
        <w:trPr>
          <w:cantSplit/>
        </w:trPr>
        <w:tc>
          <w:tcPr>
            <w:tcW w:w="8771" w:type="dxa"/>
            <w:tcBorders>
              <w:top w:val="nil"/>
              <w:left w:val="single" w:sz="6" w:space="0" w:color="auto"/>
              <w:bottom w:val="nil"/>
              <w:right w:val="single" w:sz="6" w:space="0" w:color="auto"/>
            </w:tcBorders>
          </w:tcPr>
          <w:p w:rsidR="001C6387" w:rsidRDefault="001C6387" w:rsidP="00725CFC">
            <w:pPr>
              <w:pStyle w:val="Box"/>
            </w:pPr>
            <w:r>
              <w:t>The DQS for this performance indicator has been prepared by the ABS and is included in its original form in the section in this report titled ‘Data Quality Statements’. Key points from the DQS are summarised below.</w:t>
            </w:r>
          </w:p>
          <w:p w:rsidR="00393BA6" w:rsidRPr="00393BA6" w:rsidRDefault="001C6387" w:rsidP="00725CFC">
            <w:pPr>
              <w:pStyle w:val="BoxListBullet"/>
            </w:pPr>
            <w:r>
              <w:t xml:space="preserve">The data provide relevant information on the proportion of the population aged 20 to 64 years with AQF qualifications at Certificate III level or above. </w:t>
            </w:r>
            <w:r w:rsidR="00393BA6" w:rsidRPr="00393BA6">
              <w:t>This is a new indicator in the revised NASWD</w:t>
            </w:r>
            <w:r w:rsidR="007D12AE">
              <w:t xml:space="preserve"> (t</w:t>
            </w:r>
            <w:r w:rsidR="00393BA6" w:rsidRPr="00393BA6">
              <w:t>he indicator in the previous NASWD referred to people without higher level qualifications</w:t>
            </w:r>
            <w:r w:rsidR="007D12AE">
              <w:t>)</w:t>
            </w:r>
            <w:r w:rsidR="00393BA6">
              <w:t>.</w:t>
            </w:r>
          </w:p>
          <w:p w:rsidR="001C6387" w:rsidRDefault="001C6387" w:rsidP="00725CFC">
            <w:pPr>
              <w:pStyle w:val="BoxListBullet"/>
            </w:pPr>
            <w:r>
              <w:t>Data are a</w:t>
            </w:r>
            <w:r w:rsidR="00393BA6">
              <w:t>vailable by State and Territory, by socioeconomic status (SES) and Indigenous status.</w:t>
            </w:r>
          </w:p>
          <w:p w:rsidR="007D12AE" w:rsidRDefault="001C6387" w:rsidP="00725CFC">
            <w:pPr>
              <w:pStyle w:val="BoxListBullet2"/>
            </w:pPr>
            <w:r>
              <w:t xml:space="preserve">Data </w:t>
            </w:r>
            <w:r w:rsidR="00393BA6">
              <w:t xml:space="preserve">by SES </w:t>
            </w:r>
            <w:r>
              <w:t>are available annually</w:t>
            </w:r>
            <w:r w:rsidR="006D2F6A">
              <w:t xml:space="preserve"> from the SEW</w:t>
            </w:r>
            <w:r>
              <w:t>.</w:t>
            </w:r>
          </w:p>
          <w:p w:rsidR="001C6387" w:rsidRDefault="00393BA6" w:rsidP="00725CFC">
            <w:pPr>
              <w:pStyle w:val="BoxListBullet2"/>
            </w:pPr>
            <w:r>
              <w:t xml:space="preserve">Data by Indigenous status are available every five years from the Census, and every three years on a rotating basis from the NATSISS/AATSIHS (with </w:t>
            </w:r>
            <w:r w:rsidR="005C4285">
              <w:t xml:space="preserve">the </w:t>
            </w:r>
            <w:r>
              <w:t>SEW providing a non-Indigenous comparator)</w:t>
            </w:r>
            <w:r w:rsidR="005C4285">
              <w:t>. T</w:t>
            </w:r>
            <w:r w:rsidR="002A18AB">
              <w:t xml:space="preserve">he most recent data </w:t>
            </w:r>
            <w:r w:rsidR="005C4285">
              <w:t xml:space="preserve">are </w:t>
            </w:r>
            <w:r w:rsidR="002A18AB">
              <w:t>for 2008.</w:t>
            </w:r>
          </w:p>
          <w:p w:rsidR="007D12AE" w:rsidRDefault="007D12AE" w:rsidP="00725CFC">
            <w:pPr>
              <w:pStyle w:val="BoxListBullet"/>
            </w:pPr>
            <w:r>
              <w:t xml:space="preserve">Prior to 2009, all persons in very remote areas were excluded from the SEW. From 2009 onwards, the SEW </w:t>
            </w:r>
            <w:r w:rsidR="005C4285">
              <w:t xml:space="preserve">has </w:t>
            </w:r>
            <w:r>
              <w:t>had a sl</w:t>
            </w:r>
            <w:r w:rsidR="005C4285">
              <w:t>ightly wider scope, and excludes</w:t>
            </w:r>
            <w:r>
              <w:t xml:space="preserve"> only persons in Indigenous co</w:t>
            </w:r>
            <w:r w:rsidR="00B13BA8">
              <w:t>mmunities in very remote areas.</w:t>
            </w:r>
          </w:p>
          <w:p w:rsidR="007D12AE" w:rsidRDefault="007D12AE" w:rsidP="00725CFC">
            <w:pPr>
              <w:pStyle w:val="BoxListBullet2"/>
            </w:pPr>
            <w:r>
              <w:t xml:space="preserve">This change </w:t>
            </w:r>
            <w:r w:rsidR="005C4285">
              <w:t>has</w:t>
            </w:r>
            <w:r>
              <w:t xml:space="preserve"> only a minor effect on</w:t>
            </w:r>
            <w:r w:rsidR="005C4285">
              <w:t xml:space="preserve"> national comparisons over time</w:t>
            </w:r>
          </w:p>
          <w:p w:rsidR="007D12AE" w:rsidRDefault="007D12AE" w:rsidP="00725CFC">
            <w:pPr>
              <w:pStyle w:val="BoxListBullet2"/>
            </w:pPr>
            <w:r>
              <w:t xml:space="preserve">The ongoing exclusion of Indigenous communities in very remote areas has only a minor </w:t>
            </w:r>
            <w:r w:rsidR="005C4285">
              <w:t>effect</w:t>
            </w:r>
            <w:r>
              <w:t xml:space="preserve"> on estimates by State and Territory</w:t>
            </w:r>
            <w:r w:rsidR="00B02B0B">
              <w:t xml:space="preserve"> over time</w:t>
            </w:r>
            <w:r>
              <w:t xml:space="preserve">, except for the </w:t>
            </w:r>
            <w:r w:rsidR="005C4285">
              <w:t>NT, w</w:t>
            </w:r>
            <w:r>
              <w:t>here remote Indigenous communities account for about 15 per cent of the population.</w:t>
            </w:r>
          </w:p>
          <w:p w:rsidR="007D12AE" w:rsidRDefault="007D12AE" w:rsidP="00725CFC">
            <w:pPr>
              <w:pStyle w:val="BoxListBullet"/>
            </w:pPr>
            <w:r>
              <w:t>The SEW is generally able to measure small changes in performance measures at the national level. The ABS has advised that it is not designed to measure changes at the jurisdictional level with the same level of accuracy. The reinstatement of the full sample for the SEW from 2010 onwards has generally resulted in lower RSEs.</w:t>
            </w:r>
          </w:p>
          <w:p w:rsidR="001C6387" w:rsidRDefault="001C6387" w:rsidP="00725CFC">
            <w:pPr>
              <w:pStyle w:val="BoxListBullet"/>
            </w:pPr>
            <w:r>
              <w:t>Detailed explanatory notes are publicly available to assist in the interpretation of results.</w:t>
            </w:r>
          </w:p>
          <w:p w:rsidR="001C6387" w:rsidRDefault="001C6387" w:rsidP="00725CFC">
            <w:pPr>
              <w:pStyle w:val="BoxListBullet"/>
            </w:pPr>
            <w:r>
              <w:t>Additional data from the data source are available on-line, and on request.</w:t>
            </w:r>
          </w:p>
          <w:p w:rsidR="001C6387" w:rsidRDefault="001C6387" w:rsidP="00725CFC">
            <w:pPr>
              <w:pStyle w:val="Box"/>
            </w:pPr>
            <w:r>
              <w:t>The Steering Committee also notes the following issues:</w:t>
            </w:r>
          </w:p>
          <w:p w:rsidR="001C6387" w:rsidRDefault="007D12AE" w:rsidP="00725CFC">
            <w:pPr>
              <w:pStyle w:val="BoxListBullet"/>
              <w:rPr>
                <w:szCs w:val="24"/>
              </w:rPr>
            </w:pPr>
            <w:r>
              <w:t>The full sample for the SEW was reinstated in 2010 and generally resulted in lower RSEs. However, the decreases were generally small and varied by jurisdiction. RSEs continue to affect the ability to identify year to year movements for this indicator</w:t>
            </w:r>
            <w:r w:rsidR="005C4285">
              <w:t xml:space="preserve"> for some jurisdictions.</w:t>
            </w:r>
          </w:p>
          <w:p w:rsidR="0052286A" w:rsidRDefault="00393BA6" w:rsidP="00725CFC">
            <w:pPr>
              <w:pStyle w:val="BoxListBullet"/>
            </w:pPr>
            <w:r>
              <w:t xml:space="preserve">No new data are </w:t>
            </w:r>
            <w:r w:rsidR="004274D4">
              <w:t xml:space="preserve">available by Indigenous status. </w:t>
            </w:r>
            <w:r>
              <w:t xml:space="preserve">Data from the 2011 Census are anticipated to be available for the </w:t>
            </w:r>
            <w:r w:rsidR="00BF491E">
              <w:t>next</w:t>
            </w:r>
            <w:r>
              <w:t xml:space="preserve"> NASWD performance report.</w:t>
            </w:r>
          </w:p>
          <w:p w:rsidR="00DB04D7" w:rsidRPr="00155C51" w:rsidRDefault="008B4286" w:rsidP="00725CFC">
            <w:pPr>
              <w:pStyle w:val="BoxListBullet"/>
            </w:pPr>
            <w:r>
              <w:t>D</w:t>
            </w:r>
            <w:r w:rsidR="00DB04D7">
              <w:t xml:space="preserve">ifferent definitions of ‘working age population’ </w:t>
            </w:r>
            <w:r>
              <w:t xml:space="preserve">are </w:t>
            </w:r>
            <w:r w:rsidR="00DB04D7">
              <w:t>used in different reporting contexts. For the purpose of NASWD performance reporting, ‘working age population</w:t>
            </w:r>
            <w:r w:rsidR="007136A7">
              <w:t>’</w:t>
            </w:r>
            <w:r w:rsidR="00DB04D7">
              <w:t xml:space="preserve"> is defined as people aged 20–64 years for consistency of reporting across the different performance reporting categories (target and indicators). </w:t>
            </w:r>
          </w:p>
        </w:tc>
      </w:tr>
      <w:tr w:rsidR="0052286A">
        <w:trPr>
          <w:cantSplit/>
        </w:trPr>
        <w:tc>
          <w:tcPr>
            <w:tcW w:w="8771" w:type="dxa"/>
            <w:tcBorders>
              <w:top w:val="nil"/>
              <w:left w:val="single" w:sz="6" w:space="0" w:color="auto"/>
              <w:bottom w:val="single" w:sz="6" w:space="0" w:color="auto"/>
              <w:right w:val="single" w:sz="6" w:space="0" w:color="auto"/>
            </w:tcBorders>
          </w:tcPr>
          <w:p w:rsidR="0052286A" w:rsidRDefault="0052286A" w:rsidP="00725CFC">
            <w:pPr>
              <w:pStyle w:val="Box"/>
              <w:spacing w:before="0" w:line="120" w:lineRule="exact"/>
            </w:pPr>
          </w:p>
        </w:tc>
      </w:tr>
      <w:tr w:rsidR="0052286A">
        <w:tc>
          <w:tcPr>
            <w:tcW w:w="8771" w:type="dxa"/>
            <w:tcBorders>
              <w:top w:val="nil"/>
              <w:left w:val="nil"/>
              <w:bottom w:val="nil"/>
              <w:right w:val="nil"/>
            </w:tcBorders>
          </w:tcPr>
          <w:p w:rsidR="0052286A" w:rsidRDefault="0052286A" w:rsidP="00725CFC">
            <w:pPr>
              <w:pStyle w:val="Box"/>
              <w:keepNext w:val="0"/>
              <w:spacing w:before="60" w:after="60" w:line="80" w:lineRule="exact"/>
              <w:rPr>
                <w:b/>
                <w:color w:val="FF00FF"/>
                <w:sz w:val="14"/>
              </w:rPr>
            </w:pPr>
          </w:p>
        </w:tc>
      </w:tr>
    </w:tbl>
    <w:p w:rsidR="0052286A" w:rsidRDefault="0052286A" w:rsidP="00772CE4">
      <w:pPr>
        <w:pStyle w:val="Heading3"/>
      </w:pPr>
      <w:bookmarkStart w:id="21" w:name="_Ref328392136"/>
      <w:r w:rsidRPr="0052286A">
        <w:t>Indicator 2 — Proportion of employers satisfied that training meets their needs</w:t>
      </w:r>
      <w:bookmarkEnd w:id="21"/>
    </w:p>
    <w:p w:rsidR="0052286A" w:rsidRPr="0052286A" w:rsidRDefault="0052286A" w:rsidP="0052286A">
      <w:pPr>
        <w:pStyle w:val="BoxSpace"/>
      </w:pPr>
    </w:p>
    <w:tbl>
      <w:tblPr>
        <w:tblW w:w="0" w:type="auto"/>
        <w:tblInd w:w="108" w:type="dxa"/>
        <w:tblLayout w:type="fixed"/>
        <w:tblLook w:val="01E0" w:firstRow="1" w:lastRow="1" w:firstColumn="1" w:lastColumn="1" w:noHBand="0" w:noVBand="0"/>
      </w:tblPr>
      <w:tblGrid>
        <w:gridCol w:w="2127"/>
        <w:gridCol w:w="6662"/>
      </w:tblGrid>
      <w:tr w:rsidR="0052286A" w:rsidTr="0052286A">
        <w:trPr>
          <w:trHeight w:val="598"/>
        </w:trPr>
        <w:tc>
          <w:tcPr>
            <w:tcW w:w="2127" w:type="dxa"/>
          </w:tcPr>
          <w:p w:rsidR="0052286A" w:rsidRPr="00366033" w:rsidRDefault="0052286A" w:rsidP="0052286A">
            <w:pPr>
              <w:pStyle w:val="TableBodyText"/>
              <w:jc w:val="left"/>
            </w:pPr>
            <w:r w:rsidRPr="00366033">
              <w:t xml:space="preserve">Key amendments from </w:t>
            </w:r>
            <w:r>
              <w:t>previous</w:t>
            </w:r>
            <w:r w:rsidRPr="00366033">
              <w:t xml:space="preserve"> cycle:</w:t>
            </w:r>
            <w:r w:rsidRPr="00366033">
              <w:tab/>
            </w:r>
          </w:p>
        </w:tc>
        <w:tc>
          <w:tcPr>
            <w:tcW w:w="6662" w:type="dxa"/>
          </w:tcPr>
          <w:p w:rsidR="0052286A" w:rsidRDefault="0052286A" w:rsidP="0052286A">
            <w:pPr>
              <w:pStyle w:val="TableBodyText"/>
              <w:ind w:left="0"/>
              <w:jc w:val="left"/>
            </w:pPr>
            <w:r>
              <w:t>This is a new indicator in the revised NASWD, but was included in the 2010 NASWD performance report as a supplementary indicator. The wording of the indicator has changed from that used for the supplementary indicator, though the proposed measure and data remain the same</w:t>
            </w:r>
          </w:p>
          <w:p w:rsidR="0052286A" w:rsidRPr="0012777A" w:rsidRDefault="0052286A" w:rsidP="0052286A">
            <w:pPr>
              <w:pStyle w:val="TableBodyText"/>
              <w:ind w:left="0"/>
              <w:jc w:val="left"/>
            </w:pPr>
          </w:p>
        </w:tc>
      </w:tr>
      <w:tr w:rsidR="0052286A" w:rsidTr="0052286A">
        <w:trPr>
          <w:trHeight w:val="598"/>
        </w:trPr>
        <w:tc>
          <w:tcPr>
            <w:tcW w:w="2127" w:type="dxa"/>
          </w:tcPr>
          <w:p w:rsidR="0052286A" w:rsidRDefault="0052286A" w:rsidP="0052286A">
            <w:pPr>
              <w:pStyle w:val="TableBodyText"/>
              <w:jc w:val="left"/>
            </w:pPr>
            <w:r>
              <w:t>Outcome:</w:t>
            </w:r>
          </w:p>
        </w:tc>
        <w:tc>
          <w:tcPr>
            <w:tcW w:w="6662" w:type="dxa"/>
          </w:tcPr>
          <w:p w:rsidR="0052286A" w:rsidRDefault="0052286A" w:rsidP="0052286A">
            <w:pPr>
              <w:pStyle w:val="TableBodyText"/>
              <w:jc w:val="left"/>
            </w:pPr>
            <w:r>
              <w:t>The skill levels of the working age population are increased to meet the changing needs of the economy</w:t>
            </w:r>
          </w:p>
          <w:p w:rsidR="0052286A" w:rsidRPr="00D977CB" w:rsidRDefault="0052286A" w:rsidP="0052286A">
            <w:pPr>
              <w:pStyle w:val="TableBodyText"/>
              <w:jc w:val="left"/>
            </w:pPr>
          </w:p>
        </w:tc>
      </w:tr>
      <w:tr w:rsidR="0052286A" w:rsidTr="00725CFC">
        <w:tc>
          <w:tcPr>
            <w:tcW w:w="2127" w:type="dxa"/>
          </w:tcPr>
          <w:p w:rsidR="0052286A" w:rsidRDefault="0052286A" w:rsidP="0052286A">
            <w:pPr>
              <w:pStyle w:val="TableBodyText"/>
              <w:jc w:val="left"/>
            </w:pPr>
            <w:r>
              <w:t xml:space="preserve">Performance indicator: </w:t>
            </w:r>
          </w:p>
          <w:p w:rsidR="0052286A" w:rsidRPr="000E5A86" w:rsidRDefault="0052286A" w:rsidP="0052286A">
            <w:pPr>
              <w:pStyle w:val="TableBodyText"/>
              <w:jc w:val="left"/>
            </w:pPr>
          </w:p>
        </w:tc>
        <w:tc>
          <w:tcPr>
            <w:tcW w:w="6662" w:type="dxa"/>
          </w:tcPr>
          <w:p w:rsidR="0052286A" w:rsidRPr="007410D4" w:rsidRDefault="0052286A" w:rsidP="0052286A">
            <w:pPr>
              <w:pStyle w:val="TableBodyText"/>
              <w:jc w:val="left"/>
            </w:pPr>
            <w:r>
              <w:t>Proportion of employers satisfied that training meets their needs</w:t>
            </w:r>
          </w:p>
        </w:tc>
      </w:tr>
      <w:tr w:rsidR="0052286A" w:rsidTr="00725CFC">
        <w:tc>
          <w:tcPr>
            <w:tcW w:w="2127" w:type="dxa"/>
          </w:tcPr>
          <w:p w:rsidR="0052286A" w:rsidRDefault="0052286A" w:rsidP="0052286A">
            <w:pPr>
              <w:pStyle w:val="TableBodyText"/>
              <w:jc w:val="left"/>
            </w:pPr>
            <w:r w:rsidRPr="000E5A86">
              <w:t>Measure</w:t>
            </w:r>
            <w:r>
              <w:t xml:space="preserve">: </w:t>
            </w:r>
          </w:p>
        </w:tc>
        <w:tc>
          <w:tcPr>
            <w:tcW w:w="6662" w:type="dxa"/>
          </w:tcPr>
          <w:p w:rsidR="0052286A" w:rsidRDefault="0052286A" w:rsidP="0052286A">
            <w:pPr>
              <w:pStyle w:val="TableBodyText"/>
              <w:jc w:val="left"/>
            </w:pPr>
            <w:r>
              <w:t>Proportion of employers satisfied that training meets their needs</w:t>
            </w:r>
          </w:p>
          <w:p w:rsidR="0052286A" w:rsidRDefault="0052286A" w:rsidP="0052286A">
            <w:pPr>
              <w:pStyle w:val="TableBodyText"/>
              <w:jc w:val="left"/>
            </w:pPr>
          </w:p>
          <w:p w:rsidR="0052286A" w:rsidRDefault="0052286A" w:rsidP="0052286A">
            <w:pPr>
              <w:pStyle w:val="TableBodyText"/>
              <w:jc w:val="left"/>
            </w:pPr>
            <w:r>
              <w:t>The measure is defined as:</w:t>
            </w:r>
          </w:p>
          <w:p w:rsidR="0052286A" w:rsidRDefault="0052286A" w:rsidP="0052286A">
            <w:pPr>
              <w:pStyle w:val="TableBullet"/>
            </w:pPr>
            <w:r w:rsidRPr="00A22B50">
              <w:rPr>
                <w:i/>
              </w:rPr>
              <w:t>Numerator</w:t>
            </w:r>
            <w:r w:rsidRPr="00A22B50">
              <w:t xml:space="preserve"> </w:t>
            </w:r>
            <w:r>
              <w:t xml:space="preserve">— Employers (by employer type) who responded that they were satisfied </w:t>
            </w:r>
            <w:r w:rsidR="004656D4">
              <w:t xml:space="preserve">or very satisfied </w:t>
            </w:r>
            <w:r>
              <w:t>with training as a way of meeting their skill needs</w:t>
            </w:r>
          </w:p>
          <w:p w:rsidR="0052286A" w:rsidRDefault="0052286A" w:rsidP="0052286A">
            <w:pPr>
              <w:pStyle w:val="TableBullet"/>
            </w:pPr>
            <w:r w:rsidRPr="00A22B50">
              <w:rPr>
                <w:i/>
              </w:rPr>
              <w:t xml:space="preserve">Denominator </w:t>
            </w:r>
            <w:r>
              <w:t xml:space="preserve">— Employers </w:t>
            </w:r>
            <w:r w:rsidR="004656D4">
              <w:t xml:space="preserve">engaged with the VET system </w:t>
            </w:r>
            <w:r>
              <w:t>(by employer type)</w:t>
            </w:r>
          </w:p>
          <w:p w:rsidR="0052286A" w:rsidRDefault="0052286A" w:rsidP="0052286A">
            <w:pPr>
              <w:pStyle w:val="TableBodyText"/>
              <w:jc w:val="left"/>
            </w:pPr>
            <w:r>
              <w:t xml:space="preserve">and is expressed as a </w:t>
            </w:r>
            <w:r w:rsidRPr="006C55BB">
              <w:rPr>
                <w:i/>
              </w:rPr>
              <w:t>percentage</w:t>
            </w:r>
          </w:p>
          <w:p w:rsidR="0052286A" w:rsidRDefault="0052286A" w:rsidP="0052286A">
            <w:pPr>
              <w:pStyle w:val="TableBodyText"/>
              <w:jc w:val="left"/>
            </w:pPr>
          </w:p>
          <w:p w:rsidR="0052286A" w:rsidRDefault="0052286A" w:rsidP="0052286A">
            <w:pPr>
              <w:pStyle w:val="TableBodyText"/>
              <w:jc w:val="left"/>
            </w:pPr>
            <w:r>
              <w:t>‘Employer type’ includes:</w:t>
            </w:r>
          </w:p>
          <w:p w:rsidR="0052286A" w:rsidRDefault="0052286A" w:rsidP="0052286A">
            <w:pPr>
              <w:pStyle w:val="TableBullet"/>
            </w:pPr>
            <w:r>
              <w:t>Employers with vocational qualifications as a job requirement</w:t>
            </w:r>
          </w:p>
          <w:p w:rsidR="0052286A" w:rsidRDefault="0052286A" w:rsidP="0052286A">
            <w:pPr>
              <w:pStyle w:val="TableBullet"/>
            </w:pPr>
            <w:r>
              <w:t>Employers with apprentices/trainees</w:t>
            </w:r>
          </w:p>
          <w:p w:rsidR="0052286A" w:rsidRDefault="0052286A" w:rsidP="0052286A">
            <w:pPr>
              <w:pStyle w:val="TableBullet"/>
            </w:pPr>
            <w:r>
              <w:t>Employers using nationally recognised training</w:t>
            </w:r>
          </w:p>
          <w:p w:rsidR="0052286A" w:rsidRDefault="0052286A" w:rsidP="0052286A">
            <w:pPr>
              <w:pStyle w:val="TableBodyText"/>
              <w:jc w:val="left"/>
            </w:pPr>
          </w:p>
          <w:p w:rsidR="0052286A" w:rsidRDefault="0052286A" w:rsidP="0052286A">
            <w:pPr>
              <w:pStyle w:val="TableBodyText"/>
              <w:jc w:val="left"/>
            </w:pPr>
            <w:r>
              <w:t>Does not include employers for whom a response to the satisfaction question was not stated</w:t>
            </w:r>
          </w:p>
          <w:p w:rsidR="0052286A" w:rsidRDefault="0052286A" w:rsidP="0052286A">
            <w:pPr>
              <w:pStyle w:val="TableBodyText"/>
              <w:jc w:val="left"/>
            </w:pPr>
            <w:r>
              <w:t>Does not include employer satisfaction with unaccredited training or informal training.</w:t>
            </w:r>
          </w:p>
          <w:p w:rsidR="0052286A" w:rsidRPr="00D977CB" w:rsidRDefault="0052286A" w:rsidP="0052286A">
            <w:pPr>
              <w:pStyle w:val="TableBodyText"/>
              <w:jc w:val="left"/>
            </w:pPr>
          </w:p>
        </w:tc>
      </w:tr>
      <w:tr w:rsidR="0052286A" w:rsidTr="0052286A">
        <w:tc>
          <w:tcPr>
            <w:tcW w:w="2127" w:type="dxa"/>
          </w:tcPr>
          <w:p w:rsidR="0052286A" w:rsidRPr="000E5A86" w:rsidRDefault="0052286A" w:rsidP="0052286A">
            <w:pPr>
              <w:pStyle w:val="TableBodyText"/>
              <w:jc w:val="left"/>
            </w:pPr>
            <w:r>
              <w:t>Data source:</w:t>
            </w:r>
          </w:p>
        </w:tc>
        <w:tc>
          <w:tcPr>
            <w:tcW w:w="6662" w:type="dxa"/>
          </w:tcPr>
          <w:p w:rsidR="0052286A" w:rsidRDefault="0052286A" w:rsidP="0052286A">
            <w:pPr>
              <w:pStyle w:val="TableBodyText"/>
              <w:jc w:val="left"/>
            </w:pPr>
            <w:r>
              <w:rPr>
                <w:i/>
              </w:rPr>
              <w:t xml:space="preserve">Numerator and denominator </w:t>
            </w:r>
            <w:r>
              <w:t xml:space="preserve">— </w:t>
            </w:r>
            <w:r w:rsidRPr="003C4579">
              <w:rPr>
                <w:u w:val="single"/>
              </w:rPr>
              <w:t>Survey of Employer Use and Views</w:t>
            </w:r>
            <w:r>
              <w:t xml:space="preserve"> (SEUV). Data are collected every two years</w:t>
            </w:r>
          </w:p>
          <w:p w:rsidR="0052286A" w:rsidRPr="00F43E29" w:rsidRDefault="0052286A" w:rsidP="0052286A">
            <w:pPr>
              <w:pStyle w:val="TableBodyText"/>
              <w:jc w:val="left"/>
            </w:pPr>
          </w:p>
        </w:tc>
      </w:tr>
      <w:tr w:rsidR="0052286A" w:rsidTr="0052286A">
        <w:tc>
          <w:tcPr>
            <w:tcW w:w="2127" w:type="dxa"/>
          </w:tcPr>
          <w:p w:rsidR="0052286A" w:rsidRDefault="0052286A" w:rsidP="0052286A">
            <w:pPr>
              <w:pStyle w:val="TableBodyText"/>
              <w:jc w:val="left"/>
            </w:pPr>
            <w:r w:rsidRPr="000E5A86">
              <w:t>Data provider:</w:t>
            </w:r>
          </w:p>
        </w:tc>
        <w:tc>
          <w:tcPr>
            <w:tcW w:w="6662" w:type="dxa"/>
          </w:tcPr>
          <w:p w:rsidR="0052286A" w:rsidRDefault="0052286A" w:rsidP="0052286A">
            <w:pPr>
              <w:pStyle w:val="TableBodyText"/>
              <w:jc w:val="left"/>
            </w:pPr>
            <w:r>
              <w:t>NCVER</w:t>
            </w:r>
          </w:p>
          <w:p w:rsidR="0052286A" w:rsidRPr="005A2016" w:rsidRDefault="0052286A" w:rsidP="0052286A">
            <w:pPr>
              <w:pStyle w:val="TableBodyText"/>
              <w:jc w:val="left"/>
            </w:pPr>
          </w:p>
        </w:tc>
      </w:tr>
      <w:tr w:rsidR="0052286A" w:rsidTr="0052286A">
        <w:tc>
          <w:tcPr>
            <w:tcW w:w="2127" w:type="dxa"/>
          </w:tcPr>
          <w:p w:rsidR="0052286A" w:rsidRPr="000E5A86" w:rsidRDefault="0052286A" w:rsidP="0052286A">
            <w:pPr>
              <w:pStyle w:val="TableBodyText"/>
              <w:jc w:val="left"/>
            </w:pPr>
            <w:r w:rsidRPr="000E5A86">
              <w:t>Data availability</w:t>
            </w:r>
            <w:r>
              <w:t>:</w:t>
            </w:r>
          </w:p>
        </w:tc>
        <w:tc>
          <w:tcPr>
            <w:tcW w:w="6662" w:type="dxa"/>
          </w:tcPr>
          <w:p w:rsidR="0052286A" w:rsidRDefault="00B13BA8" w:rsidP="0052286A">
            <w:pPr>
              <w:pStyle w:val="TableBodyText"/>
              <w:jc w:val="left"/>
            </w:pPr>
            <w:r>
              <w:t>SEUV — 2011</w:t>
            </w:r>
          </w:p>
          <w:p w:rsidR="0052286A" w:rsidRPr="005A2016" w:rsidRDefault="0052286A" w:rsidP="0052286A">
            <w:pPr>
              <w:pStyle w:val="TableBodyText"/>
              <w:ind w:left="0"/>
              <w:jc w:val="left"/>
            </w:pPr>
          </w:p>
        </w:tc>
      </w:tr>
      <w:tr w:rsidR="0052286A" w:rsidTr="0052286A">
        <w:trPr>
          <w:trHeight w:val="1145"/>
        </w:trPr>
        <w:tc>
          <w:tcPr>
            <w:tcW w:w="2127" w:type="dxa"/>
          </w:tcPr>
          <w:p w:rsidR="0052286A" w:rsidRPr="000E5A86" w:rsidRDefault="0052286A" w:rsidP="0052286A">
            <w:pPr>
              <w:pStyle w:val="TableBodyText"/>
              <w:jc w:val="left"/>
            </w:pPr>
            <w:r>
              <w:t>Cross tabulations provided:</w:t>
            </w:r>
          </w:p>
        </w:tc>
        <w:tc>
          <w:tcPr>
            <w:tcW w:w="6662" w:type="dxa"/>
          </w:tcPr>
          <w:p w:rsidR="0052286A" w:rsidRDefault="0052286A" w:rsidP="0052286A">
            <w:pPr>
              <w:pStyle w:val="TableBullet"/>
              <w:numPr>
                <w:ilvl w:val="0"/>
                <w:numId w:val="0"/>
              </w:numPr>
            </w:pPr>
            <w:r>
              <w:t>State and Territory, by:</w:t>
            </w:r>
          </w:p>
          <w:p w:rsidR="0052286A" w:rsidRPr="000E5A86" w:rsidRDefault="0052286A" w:rsidP="0052286A">
            <w:pPr>
              <w:pStyle w:val="TableBullet"/>
            </w:pPr>
            <w:r>
              <w:t>type of training (formal vocational qualifications; apprenticeships or traineeships; nationally recognised training; total)</w:t>
            </w:r>
          </w:p>
        </w:tc>
      </w:tr>
    </w:tbl>
    <w:p w:rsidR="00C652DF" w:rsidRPr="00C652DF" w:rsidRDefault="00C652DF" w:rsidP="00C652DF">
      <w:pPr>
        <w:pStyle w:val="BoxSpace"/>
      </w:pPr>
    </w:p>
    <w:p w:rsidR="00C652DF" w:rsidRDefault="00C652DF">
      <w:pPr>
        <w:rPr>
          <w:szCs w:val="20"/>
        </w:rPr>
      </w:pPr>
      <w:r>
        <w:br w:type="page"/>
      </w:r>
    </w:p>
    <w:p w:rsidR="00C652DF" w:rsidRDefault="00C652DF"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652DF">
        <w:tc>
          <w:tcPr>
            <w:tcW w:w="8771" w:type="dxa"/>
            <w:tcBorders>
              <w:top w:val="single" w:sz="6" w:space="0" w:color="auto"/>
              <w:bottom w:val="nil"/>
            </w:tcBorders>
          </w:tcPr>
          <w:p w:rsidR="00C652DF" w:rsidRDefault="00C652DF" w:rsidP="00725CFC">
            <w:pPr>
              <w:pStyle w:val="BoxTitle"/>
            </w:pPr>
            <w:r>
              <w:rPr>
                <w:b w:val="0"/>
              </w:rPr>
              <w:t xml:space="preserve">Box </w:t>
            </w:r>
            <w:r w:rsidR="00503759">
              <w:rPr>
                <w:b w:val="0"/>
                <w:noProof/>
              </w:rPr>
              <w:t>8</w:t>
            </w:r>
            <w:r>
              <w:tab/>
              <w:t>Results</w:t>
            </w:r>
          </w:p>
        </w:tc>
      </w:tr>
      <w:tr w:rsidR="00C652DF">
        <w:trPr>
          <w:cantSplit/>
        </w:trPr>
        <w:tc>
          <w:tcPr>
            <w:tcW w:w="8771" w:type="dxa"/>
            <w:tcBorders>
              <w:top w:val="nil"/>
              <w:left w:val="single" w:sz="6" w:space="0" w:color="auto"/>
              <w:bottom w:val="nil"/>
              <w:right w:val="single" w:sz="6" w:space="0" w:color="auto"/>
            </w:tcBorders>
          </w:tcPr>
          <w:p w:rsidR="00C652DF" w:rsidRDefault="00C31F8A" w:rsidP="00725CFC">
            <w:pPr>
              <w:pStyle w:val="Box"/>
            </w:pPr>
            <w:r>
              <w:t>For this report, new data for this indicator are available for 2011</w:t>
            </w:r>
            <w:r w:rsidR="005921AF">
              <w:t>:</w:t>
            </w:r>
          </w:p>
          <w:p w:rsidR="00C31F8A" w:rsidRDefault="00C31F8A" w:rsidP="00725CFC">
            <w:pPr>
              <w:pStyle w:val="BoxListBullet"/>
            </w:pPr>
            <w:r>
              <w:t>Data by State and Territory are presented in tables SWD.2.1–2.2.</w:t>
            </w:r>
          </w:p>
          <w:p w:rsidR="00C31F8A" w:rsidRDefault="00C31F8A" w:rsidP="00725CFC">
            <w:pPr>
              <w:pStyle w:val="Box"/>
            </w:pPr>
            <w:r>
              <w:t>Data for 2009, 2007 and 2005 are available in the 2010 NASWD performance report</w:t>
            </w:r>
            <w:r w:rsidR="009F2D0A">
              <w:t xml:space="preserve"> (SCRGSP 2011, tables SWD.5.1–5.6</w:t>
            </w:r>
            <w:r w:rsidR="006D2F6A">
              <w:t>)</w:t>
            </w:r>
            <w:r>
              <w:t>.</w:t>
            </w:r>
          </w:p>
        </w:tc>
      </w:tr>
      <w:tr w:rsidR="00C652DF">
        <w:trPr>
          <w:cantSplit/>
        </w:trPr>
        <w:tc>
          <w:tcPr>
            <w:tcW w:w="8771" w:type="dxa"/>
            <w:tcBorders>
              <w:top w:val="nil"/>
              <w:left w:val="single" w:sz="6" w:space="0" w:color="auto"/>
              <w:bottom w:val="single" w:sz="6" w:space="0" w:color="auto"/>
              <w:right w:val="single" w:sz="6" w:space="0" w:color="auto"/>
            </w:tcBorders>
          </w:tcPr>
          <w:p w:rsidR="00C652DF" w:rsidRDefault="00C652DF" w:rsidP="00725CFC">
            <w:pPr>
              <w:pStyle w:val="Box"/>
              <w:spacing w:before="0" w:line="120" w:lineRule="exact"/>
            </w:pPr>
          </w:p>
        </w:tc>
      </w:tr>
      <w:tr w:rsidR="00C652DF">
        <w:tc>
          <w:tcPr>
            <w:tcW w:w="8771" w:type="dxa"/>
            <w:tcBorders>
              <w:top w:val="nil"/>
              <w:left w:val="nil"/>
              <w:bottom w:val="nil"/>
              <w:right w:val="nil"/>
            </w:tcBorders>
          </w:tcPr>
          <w:p w:rsidR="00C652DF" w:rsidRDefault="00C652DF" w:rsidP="00725CFC">
            <w:pPr>
              <w:pStyle w:val="Box"/>
              <w:keepNext w:val="0"/>
              <w:spacing w:before="60" w:after="60" w:line="80" w:lineRule="exact"/>
              <w:rPr>
                <w:b/>
                <w:color w:val="FF00FF"/>
                <w:sz w:val="14"/>
              </w:rPr>
            </w:pPr>
          </w:p>
        </w:tc>
      </w:tr>
    </w:tbl>
    <w:p w:rsidR="003D29CA" w:rsidRDefault="003D29CA" w:rsidP="003D29CA">
      <w:pPr>
        <w:pStyle w:val="Heading4"/>
      </w:pPr>
      <w:r>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644"/>
      </w:tblGrid>
      <w:tr w:rsidR="003D29CA" w:rsidRPr="0052286A" w:rsidTr="002560DB">
        <w:trPr>
          <w:trHeight w:val="612"/>
        </w:trPr>
        <w:tc>
          <w:tcPr>
            <w:tcW w:w="2160" w:type="dxa"/>
            <w:shd w:val="clear" w:color="auto" w:fill="auto"/>
            <w:noWrap/>
            <w:hideMark/>
          </w:tcPr>
          <w:p w:rsidR="003D29CA" w:rsidRPr="0052286A" w:rsidRDefault="003D29CA" w:rsidP="003D29CA">
            <w:pPr>
              <w:rPr>
                <w:rFonts w:ascii="Arial" w:hAnsi="Arial" w:cs="Arial"/>
                <w:b/>
                <w:bCs/>
                <w:sz w:val="20"/>
                <w:szCs w:val="20"/>
              </w:rPr>
            </w:pPr>
            <w:r w:rsidRPr="0052286A">
              <w:rPr>
                <w:rFonts w:ascii="Arial" w:hAnsi="Arial" w:cs="Arial"/>
                <w:b/>
                <w:bCs/>
                <w:sz w:val="20"/>
                <w:szCs w:val="20"/>
              </w:rPr>
              <w:t>Table SWD.</w:t>
            </w:r>
            <w:r>
              <w:rPr>
                <w:rFonts w:ascii="Arial" w:hAnsi="Arial" w:cs="Arial"/>
                <w:b/>
                <w:bCs/>
                <w:sz w:val="20"/>
                <w:szCs w:val="20"/>
              </w:rPr>
              <w:t>2</w:t>
            </w:r>
            <w:r w:rsidRPr="0052286A">
              <w:rPr>
                <w:rFonts w:ascii="Arial" w:hAnsi="Arial" w:cs="Arial"/>
                <w:b/>
                <w:bCs/>
                <w:sz w:val="20"/>
                <w:szCs w:val="20"/>
              </w:rPr>
              <w:t>.1</w:t>
            </w:r>
          </w:p>
        </w:tc>
        <w:tc>
          <w:tcPr>
            <w:tcW w:w="6644" w:type="dxa"/>
            <w:shd w:val="clear" w:color="auto" w:fill="auto"/>
            <w:hideMark/>
          </w:tcPr>
          <w:p w:rsidR="003D29CA" w:rsidRPr="0052286A" w:rsidRDefault="003D29CA" w:rsidP="003D29CA">
            <w:pPr>
              <w:jc w:val="both"/>
              <w:rPr>
                <w:rFonts w:ascii="Arial" w:hAnsi="Arial" w:cs="Arial"/>
                <w:sz w:val="20"/>
                <w:szCs w:val="20"/>
              </w:rPr>
            </w:pPr>
            <w:r w:rsidRPr="00C652DF">
              <w:rPr>
                <w:rFonts w:ascii="Arial" w:hAnsi="Arial" w:cs="Arial"/>
                <w:sz w:val="20"/>
                <w:szCs w:val="20"/>
              </w:rPr>
              <w:t>Proportion of employers satisfied that training meets their needs, 2011</w:t>
            </w:r>
          </w:p>
        </w:tc>
      </w:tr>
      <w:tr w:rsidR="003D29CA" w:rsidRPr="0052286A" w:rsidTr="002560DB">
        <w:trPr>
          <w:trHeight w:val="612"/>
        </w:trPr>
        <w:tc>
          <w:tcPr>
            <w:tcW w:w="2160" w:type="dxa"/>
            <w:shd w:val="clear" w:color="auto" w:fill="auto"/>
            <w:noWrap/>
            <w:hideMark/>
          </w:tcPr>
          <w:p w:rsidR="003D29CA" w:rsidRPr="0052286A" w:rsidRDefault="003D29CA" w:rsidP="003D29CA">
            <w:pPr>
              <w:rPr>
                <w:rFonts w:ascii="Arial" w:hAnsi="Arial" w:cs="Arial"/>
                <w:b/>
                <w:bCs/>
                <w:sz w:val="20"/>
                <w:szCs w:val="20"/>
              </w:rPr>
            </w:pPr>
            <w:r>
              <w:rPr>
                <w:rFonts w:ascii="Arial" w:hAnsi="Arial" w:cs="Arial"/>
                <w:b/>
                <w:bCs/>
                <w:sz w:val="20"/>
                <w:szCs w:val="20"/>
              </w:rPr>
              <w:t>Table SWD.2</w:t>
            </w:r>
            <w:r w:rsidRPr="0052286A">
              <w:rPr>
                <w:rFonts w:ascii="Arial" w:hAnsi="Arial" w:cs="Arial"/>
                <w:b/>
                <w:bCs/>
                <w:sz w:val="20"/>
                <w:szCs w:val="20"/>
              </w:rPr>
              <w:t>.2</w:t>
            </w:r>
          </w:p>
        </w:tc>
        <w:tc>
          <w:tcPr>
            <w:tcW w:w="6644" w:type="dxa"/>
            <w:shd w:val="clear" w:color="auto" w:fill="auto"/>
            <w:hideMark/>
          </w:tcPr>
          <w:p w:rsidR="003D29CA" w:rsidRPr="0052286A" w:rsidRDefault="003D29CA" w:rsidP="003D29CA">
            <w:pPr>
              <w:jc w:val="both"/>
              <w:rPr>
                <w:rFonts w:ascii="Arial" w:hAnsi="Arial" w:cs="Arial"/>
                <w:sz w:val="20"/>
                <w:szCs w:val="20"/>
              </w:rPr>
            </w:pPr>
            <w:r w:rsidRPr="00C652DF">
              <w:rPr>
                <w:rFonts w:ascii="Arial" w:hAnsi="Arial" w:cs="Arial"/>
                <w:sz w:val="20"/>
                <w:szCs w:val="20"/>
              </w:rPr>
              <w:t>Employers who are satisfied that training meets their needs, 2011 ('000)</w:t>
            </w:r>
          </w:p>
        </w:tc>
      </w:tr>
    </w:tbl>
    <w:p w:rsidR="003D29CA" w:rsidRDefault="003D29CA"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D29CA" w:rsidTr="0092249A">
        <w:tc>
          <w:tcPr>
            <w:tcW w:w="8771" w:type="dxa"/>
            <w:tcBorders>
              <w:top w:val="single" w:sz="6" w:space="0" w:color="auto"/>
              <w:left w:val="single" w:sz="4" w:space="0" w:color="auto"/>
              <w:bottom w:val="nil"/>
            </w:tcBorders>
          </w:tcPr>
          <w:p w:rsidR="003D29CA" w:rsidRDefault="003D29CA" w:rsidP="00725CFC">
            <w:pPr>
              <w:pStyle w:val="BoxTitle"/>
            </w:pPr>
            <w:r>
              <w:rPr>
                <w:b w:val="0"/>
              </w:rPr>
              <w:t xml:space="preserve">Box </w:t>
            </w:r>
            <w:r w:rsidR="00503759">
              <w:rPr>
                <w:b w:val="0"/>
                <w:noProof/>
              </w:rPr>
              <w:t>9</w:t>
            </w:r>
            <w:r>
              <w:tab/>
              <w:t>Comment on data quality</w:t>
            </w:r>
          </w:p>
        </w:tc>
      </w:tr>
      <w:tr w:rsidR="003D29CA" w:rsidTr="0092249A">
        <w:trPr>
          <w:cantSplit/>
        </w:trPr>
        <w:tc>
          <w:tcPr>
            <w:tcW w:w="8771" w:type="dxa"/>
            <w:tcBorders>
              <w:top w:val="nil"/>
              <w:left w:val="single" w:sz="4" w:space="0" w:color="auto"/>
              <w:bottom w:val="nil"/>
              <w:right w:val="single" w:sz="6" w:space="0" w:color="auto"/>
            </w:tcBorders>
          </w:tcPr>
          <w:p w:rsidR="003D29CA" w:rsidRDefault="003D29CA" w:rsidP="00725CFC">
            <w:pPr>
              <w:pStyle w:val="Box"/>
            </w:pPr>
            <w:r>
              <w:t>The DQS for this indicator has been prepared by the NCVER and is included in its original form in the section in this report titled ‘Data Quality Statements’. Key points from the DQS are summarised below.</w:t>
            </w:r>
          </w:p>
          <w:p w:rsidR="003D29CA" w:rsidRDefault="003D29CA" w:rsidP="00725CFC">
            <w:pPr>
              <w:pStyle w:val="BoxListBullet"/>
            </w:pPr>
            <w:r>
              <w:t xml:space="preserve">The data provide relevant information on the proportion of employers </w:t>
            </w:r>
            <w:r w:rsidR="006D2F6A">
              <w:t xml:space="preserve">engaged in the VET system </w:t>
            </w:r>
            <w:r>
              <w:t xml:space="preserve">who are satisfied that training meets their needs </w:t>
            </w:r>
          </w:p>
          <w:p w:rsidR="003D29CA" w:rsidRDefault="003D29CA" w:rsidP="00725CFC">
            <w:pPr>
              <w:pStyle w:val="BoxListBullet"/>
            </w:pPr>
            <w:r>
              <w:t>Data are available by State and Territory.</w:t>
            </w:r>
          </w:p>
          <w:p w:rsidR="003D29CA" w:rsidRDefault="003D29CA" w:rsidP="00725CFC">
            <w:pPr>
              <w:pStyle w:val="BoxListBullet"/>
            </w:pPr>
            <w:r>
              <w:t>Biennial data are available from the Survey of Employer Use and Views (SEUV). The most recent data are for 2011. Data from 2009, 2007 and 2005 are available in the 2010 NASWD performance information report.</w:t>
            </w:r>
          </w:p>
          <w:p w:rsidR="003D29CA" w:rsidRDefault="003D29CA" w:rsidP="00725CFC">
            <w:pPr>
              <w:pStyle w:val="BoxListBullet"/>
            </w:pPr>
            <w:r>
              <w:t>Data are of acceptable accuracy at the State and Territory level.</w:t>
            </w:r>
          </w:p>
          <w:p w:rsidR="003D29CA" w:rsidRDefault="003D29CA" w:rsidP="00725CFC">
            <w:pPr>
              <w:pStyle w:val="BoxListBullet"/>
            </w:pPr>
            <w:r>
              <w:t>Detailed explanatory notes are publicly available to assist in the interpretation of results.</w:t>
            </w:r>
          </w:p>
          <w:p w:rsidR="003D29CA" w:rsidRDefault="003D29CA" w:rsidP="00725CFC">
            <w:pPr>
              <w:pStyle w:val="BoxListBullet"/>
            </w:pPr>
            <w:r>
              <w:t>Additional data from the data source are available on-line, and on request.</w:t>
            </w:r>
          </w:p>
          <w:p w:rsidR="003D29CA" w:rsidRDefault="003D29CA" w:rsidP="00725CFC">
            <w:pPr>
              <w:pStyle w:val="Box"/>
            </w:pPr>
            <w:r>
              <w:t>The Steering Committee also notes the following issues:</w:t>
            </w:r>
          </w:p>
          <w:p w:rsidR="005921AF" w:rsidRDefault="005921AF" w:rsidP="00725CFC">
            <w:pPr>
              <w:pStyle w:val="BoxListBullet"/>
            </w:pPr>
            <w:r w:rsidRPr="005921AF">
              <w:t>This is a new indicator in the revised NASWD, but was included in the 2010 NASWD performance report as a supplementary indicator. The wording of the indicator has changed from that used for the supplementary indicator, though the proposed measure and data remain the same.</w:t>
            </w:r>
          </w:p>
          <w:p w:rsidR="003D29CA" w:rsidRDefault="003D29CA" w:rsidP="00725CFC">
            <w:pPr>
              <w:pStyle w:val="BoxListBullet"/>
            </w:pPr>
            <w:r>
              <w:t xml:space="preserve">The NCVER conducted a review of the SEUV during 2011, and as a result is currently developing and testing a new questionnaire and revised methodology. </w:t>
            </w:r>
            <w:r w:rsidR="009F2D0A">
              <w:t>The sample for the next survey (to be conducted in 2013) will increase, and it is anticipated the reliability of the estimates will improve for this indicator. R</w:t>
            </w:r>
            <w:r>
              <w:t>esults</w:t>
            </w:r>
            <w:r w:rsidR="009F2D0A">
              <w:t xml:space="preserve"> from the next survey will be</w:t>
            </w:r>
            <w:r>
              <w:t xml:space="preserve"> available in</w:t>
            </w:r>
            <w:r w:rsidR="00E0080B">
              <w:t xml:space="preserve"> late</w:t>
            </w:r>
            <w:r>
              <w:t xml:space="preserve"> 2013.</w:t>
            </w:r>
          </w:p>
        </w:tc>
      </w:tr>
      <w:tr w:rsidR="003D29CA" w:rsidTr="0092249A">
        <w:trPr>
          <w:cantSplit/>
        </w:trPr>
        <w:tc>
          <w:tcPr>
            <w:tcW w:w="8771" w:type="dxa"/>
            <w:tcBorders>
              <w:top w:val="nil"/>
              <w:left w:val="single" w:sz="4" w:space="0" w:color="auto"/>
              <w:bottom w:val="single" w:sz="6" w:space="0" w:color="auto"/>
              <w:right w:val="single" w:sz="6" w:space="0" w:color="auto"/>
            </w:tcBorders>
          </w:tcPr>
          <w:p w:rsidR="003D29CA" w:rsidRDefault="003D29CA" w:rsidP="00725CFC">
            <w:pPr>
              <w:pStyle w:val="Box"/>
              <w:spacing w:before="0" w:line="120" w:lineRule="exact"/>
            </w:pPr>
          </w:p>
        </w:tc>
      </w:tr>
      <w:tr w:rsidR="003D29CA" w:rsidTr="0092249A">
        <w:tc>
          <w:tcPr>
            <w:tcW w:w="8771" w:type="dxa"/>
            <w:tcBorders>
              <w:top w:val="single" w:sz="6" w:space="0" w:color="auto"/>
              <w:left w:val="nil"/>
              <w:bottom w:val="nil"/>
              <w:right w:val="nil"/>
            </w:tcBorders>
          </w:tcPr>
          <w:p w:rsidR="003D29CA" w:rsidRDefault="003D29CA" w:rsidP="00725CFC">
            <w:pPr>
              <w:pStyle w:val="Box"/>
              <w:keepNext w:val="0"/>
              <w:spacing w:before="60" w:after="60" w:line="80" w:lineRule="exact"/>
              <w:rPr>
                <w:b/>
                <w:color w:val="FF00FF"/>
                <w:sz w:val="14"/>
              </w:rPr>
            </w:pPr>
          </w:p>
        </w:tc>
      </w:tr>
    </w:tbl>
    <w:p w:rsidR="00C652DF" w:rsidRDefault="00C652DF" w:rsidP="00C652DF">
      <w:pPr>
        <w:pStyle w:val="Heading3"/>
      </w:pPr>
      <w:bookmarkStart w:id="22" w:name="_Ref328392146"/>
      <w:r w:rsidRPr="00C652DF">
        <w:t>Indicator 3 — Proportion of working age population with adequate foundation skills (literacy level 3 or above)</w:t>
      </w:r>
      <w:bookmarkEnd w:id="22"/>
    </w:p>
    <w:p w:rsidR="00C652DF" w:rsidRPr="00C652DF" w:rsidRDefault="00C652DF" w:rsidP="00C652DF">
      <w:pPr>
        <w:pStyle w:val="BoxSpace"/>
      </w:pPr>
    </w:p>
    <w:tbl>
      <w:tblPr>
        <w:tblW w:w="0" w:type="auto"/>
        <w:tblInd w:w="108" w:type="dxa"/>
        <w:tblLook w:val="01E0" w:firstRow="1" w:lastRow="1" w:firstColumn="1" w:lastColumn="1" w:noHBand="0" w:noVBand="0"/>
      </w:tblPr>
      <w:tblGrid>
        <w:gridCol w:w="1985"/>
        <w:gridCol w:w="6804"/>
      </w:tblGrid>
      <w:tr w:rsidR="00C652DF" w:rsidTr="009F2D0A">
        <w:trPr>
          <w:trHeight w:val="1803"/>
        </w:trPr>
        <w:tc>
          <w:tcPr>
            <w:tcW w:w="1985" w:type="dxa"/>
            <w:shd w:val="clear" w:color="auto" w:fill="auto"/>
          </w:tcPr>
          <w:p w:rsidR="00C652DF" w:rsidRPr="00366033" w:rsidRDefault="00C652DF" w:rsidP="00CE215C">
            <w:pPr>
              <w:pStyle w:val="TableBodyText"/>
              <w:jc w:val="left"/>
            </w:pPr>
            <w:r w:rsidRPr="00366033">
              <w:t xml:space="preserve">Key amendments from </w:t>
            </w:r>
            <w:r>
              <w:t>previous</w:t>
            </w:r>
            <w:r w:rsidRPr="00366033">
              <w:t xml:space="preserve"> cycle:</w:t>
            </w:r>
          </w:p>
        </w:tc>
        <w:tc>
          <w:tcPr>
            <w:tcW w:w="6804" w:type="dxa"/>
            <w:shd w:val="clear" w:color="auto" w:fill="auto"/>
          </w:tcPr>
          <w:p w:rsidR="00C652DF" w:rsidRDefault="00C652DF" w:rsidP="00CE215C">
            <w:pPr>
              <w:pStyle w:val="TableBodyText"/>
              <w:ind w:left="0"/>
              <w:jc w:val="left"/>
            </w:pPr>
            <w:r>
              <w:t xml:space="preserve">The indicator has been amended to </w:t>
            </w:r>
            <w:r w:rsidR="005921AF">
              <w:t xml:space="preserve">reflect </w:t>
            </w:r>
            <w:r>
              <w:t xml:space="preserve">the wording </w:t>
            </w:r>
            <w:r w:rsidR="005921AF">
              <w:t>of</w:t>
            </w:r>
            <w:r>
              <w:t xml:space="preserve"> the revised NASWD</w:t>
            </w:r>
            <w:r w:rsidR="005921AF">
              <w:t>, which implies that the</w:t>
            </w:r>
            <w:r>
              <w:t xml:space="preserve"> working age population </w:t>
            </w:r>
            <w:r w:rsidR="005921AF">
              <w:t xml:space="preserve">should be </w:t>
            </w:r>
            <w:r>
              <w:t xml:space="preserve">measured </w:t>
            </w:r>
            <w:r w:rsidR="005921AF">
              <w:t xml:space="preserve">as </w:t>
            </w:r>
            <w:r>
              <w:t>people aged 20–64 years</w:t>
            </w:r>
            <w:r w:rsidR="005921AF">
              <w:t xml:space="preserve">. </w:t>
            </w:r>
            <w:r w:rsidR="00A62567">
              <w:t xml:space="preserve">The indicator in previous reports measured the working age population as </w:t>
            </w:r>
            <w:r>
              <w:t>people aged 15–64 years</w:t>
            </w:r>
          </w:p>
          <w:p w:rsidR="00C652DF" w:rsidRPr="00A2195F" w:rsidRDefault="00F869F6" w:rsidP="00F232B5">
            <w:pPr>
              <w:pStyle w:val="TableBodyText"/>
              <w:ind w:left="0"/>
              <w:jc w:val="left"/>
            </w:pPr>
            <w:r>
              <w:t xml:space="preserve">While the </w:t>
            </w:r>
            <w:r w:rsidR="00C01315">
              <w:t>specification</w:t>
            </w:r>
            <w:r>
              <w:t xml:space="preserve"> for this indicator </w:t>
            </w:r>
            <w:r w:rsidR="00C01315">
              <w:t xml:space="preserve">has </w:t>
            </w:r>
            <w:r>
              <w:t>change</w:t>
            </w:r>
            <w:r w:rsidR="00C01315">
              <w:t>d</w:t>
            </w:r>
            <w:r>
              <w:t xml:space="preserve">, required data </w:t>
            </w:r>
            <w:r w:rsidR="00C01315">
              <w:t xml:space="preserve">were </w:t>
            </w:r>
            <w:r>
              <w:t>provided in previous reports</w:t>
            </w:r>
            <w:r w:rsidR="00C01315">
              <w:t xml:space="preserve"> as supplementary </w:t>
            </w:r>
            <w:r w:rsidR="00F232B5">
              <w:t>information</w:t>
            </w:r>
            <w:r>
              <w:t>. Therefore, backcast data are not required for this report</w:t>
            </w:r>
          </w:p>
        </w:tc>
      </w:tr>
      <w:tr w:rsidR="00C652DF" w:rsidTr="00CE215C">
        <w:trPr>
          <w:trHeight w:val="682"/>
        </w:trPr>
        <w:tc>
          <w:tcPr>
            <w:tcW w:w="1985" w:type="dxa"/>
            <w:shd w:val="clear" w:color="auto" w:fill="auto"/>
          </w:tcPr>
          <w:p w:rsidR="00C652DF" w:rsidRDefault="00C652DF" w:rsidP="00CE215C">
            <w:pPr>
              <w:pStyle w:val="TableBodyText"/>
              <w:ind w:left="34"/>
              <w:jc w:val="left"/>
            </w:pPr>
            <w:r>
              <w:t>Outcome area:</w:t>
            </w:r>
          </w:p>
        </w:tc>
        <w:tc>
          <w:tcPr>
            <w:tcW w:w="6804" w:type="dxa"/>
            <w:shd w:val="clear" w:color="auto" w:fill="auto"/>
          </w:tcPr>
          <w:p w:rsidR="00C652DF" w:rsidRDefault="00C652DF" w:rsidP="00CE215C">
            <w:pPr>
              <w:pStyle w:val="TableBodyText"/>
              <w:jc w:val="left"/>
            </w:pPr>
            <w:r>
              <w:t>All working age Australians have the opportunity to develop skills</w:t>
            </w:r>
          </w:p>
          <w:p w:rsidR="00C652DF" w:rsidRPr="00DD5422" w:rsidRDefault="00C652DF" w:rsidP="00CE215C">
            <w:pPr>
              <w:pStyle w:val="TableBodyText"/>
              <w:jc w:val="left"/>
              <w:rPr>
                <w:sz w:val="24"/>
              </w:rPr>
            </w:pPr>
          </w:p>
        </w:tc>
      </w:tr>
      <w:tr w:rsidR="00C652DF" w:rsidTr="00CE215C">
        <w:trPr>
          <w:trHeight w:val="844"/>
        </w:trPr>
        <w:tc>
          <w:tcPr>
            <w:tcW w:w="1985" w:type="dxa"/>
            <w:shd w:val="clear" w:color="auto" w:fill="auto"/>
          </w:tcPr>
          <w:p w:rsidR="00C652DF" w:rsidRPr="000E5A86" w:rsidRDefault="00C652DF" w:rsidP="00CE215C">
            <w:pPr>
              <w:pStyle w:val="TableBodyText"/>
              <w:ind w:left="34"/>
              <w:jc w:val="left"/>
            </w:pPr>
            <w:r>
              <w:t>Performance indicator:</w:t>
            </w:r>
          </w:p>
        </w:tc>
        <w:tc>
          <w:tcPr>
            <w:tcW w:w="6804" w:type="dxa"/>
            <w:shd w:val="clear" w:color="auto" w:fill="auto"/>
          </w:tcPr>
          <w:p w:rsidR="00C652DF" w:rsidRDefault="00C652DF" w:rsidP="00CE215C">
            <w:pPr>
              <w:pStyle w:val="TableBodyText"/>
              <w:jc w:val="left"/>
            </w:pPr>
            <w:r>
              <w:t>Proportion of working age population with adequate foundation skills (literacy level 3 or above)</w:t>
            </w:r>
          </w:p>
        </w:tc>
      </w:tr>
      <w:tr w:rsidR="00C652DF" w:rsidTr="00CE215C">
        <w:trPr>
          <w:trHeight w:val="1709"/>
        </w:trPr>
        <w:tc>
          <w:tcPr>
            <w:tcW w:w="1985" w:type="dxa"/>
            <w:shd w:val="clear" w:color="auto" w:fill="auto"/>
          </w:tcPr>
          <w:p w:rsidR="00C652DF" w:rsidRDefault="00C652DF" w:rsidP="00CE215C">
            <w:pPr>
              <w:pStyle w:val="TableBodyText"/>
              <w:ind w:left="34"/>
              <w:jc w:val="left"/>
            </w:pPr>
            <w:r w:rsidRPr="000E5A86">
              <w:t>Measure</w:t>
            </w:r>
            <w:r>
              <w:t xml:space="preserve">: </w:t>
            </w:r>
          </w:p>
        </w:tc>
        <w:tc>
          <w:tcPr>
            <w:tcW w:w="6804" w:type="dxa"/>
            <w:shd w:val="clear" w:color="auto" w:fill="auto"/>
          </w:tcPr>
          <w:p w:rsidR="00C652DF" w:rsidRDefault="00C652DF" w:rsidP="00CE215C">
            <w:pPr>
              <w:pStyle w:val="TableBodyText"/>
              <w:jc w:val="left"/>
            </w:pPr>
            <w:r>
              <w:t>Proportion of people aged 20–64 years at literacy level 3 or above for document literacy and numeracy</w:t>
            </w:r>
          </w:p>
          <w:p w:rsidR="00C652DF" w:rsidRDefault="00C652DF" w:rsidP="00CE215C">
            <w:pPr>
              <w:pStyle w:val="TableBodyText"/>
              <w:jc w:val="left"/>
            </w:pPr>
          </w:p>
          <w:p w:rsidR="00C652DF" w:rsidRDefault="00C652DF" w:rsidP="00CE215C">
            <w:pPr>
              <w:pStyle w:val="TableBodyText"/>
              <w:jc w:val="left"/>
            </w:pPr>
            <w:r>
              <w:t>The measure is defined as:</w:t>
            </w:r>
          </w:p>
          <w:p w:rsidR="00C652DF" w:rsidRDefault="00C652DF" w:rsidP="00CE215C">
            <w:pPr>
              <w:pStyle w:val="TableBullet"/>
            </w:pPr>
            <w:r w:rsidRPr="00DD5422">
              <w:rPr>
                <w:i/>
              </w:rPr>
              <w:t xml:space="preserve">Numerator </w:t>
            </w:r>
            <w:r>
              <w:t>— total number of people aged 20–64 years at literacy level 3 or above (for document literacy and numeracy)</w:t>
            </w:r>
          </w:p>
          <w:p w:rsidR="00C652DF" w:rsidRDefault="00C652DF" w:rsidP="00CE215C">
            <w:pPr>
              <w:pStyle w:val="TableBullet"/>
            </w:pPr>
            <w:r w:rsidRPr="00DD5422">
              <w:rPr>
                <w:i/>
              </w:rPr>
              <w:t>Denominator</w:t>
            </w:r>
            <w:r w:rsidRPr="00852A41">
              <w:t xml:space="preserve"> </w:t>
            </w:r>
            <w:r>
              <w:t>— total population of all people aged 20–64 years</w:t>
            </w:r>
          </w:p>
          <w:p w:rsidR="00C652DF" w:rsidRDefault="00C652DF" w:rsidP="00CE215C">
            <w:pPr>
              <w:pStyle w:val="TableBodyText"/>
              <w:jc w:val="left"/>
            </w:pPr>
            <w:r>
              <w:t xml:space="preserve">and is expressed as a </w:t>
            </w:r>
            <w:r w:rsidRPr="006C55BB">
              <w:rPr>
                <w:i/>
              </w:rPr>
              <w:t>percentage</w:t>
            </w:r>
          </w:p>
          <w:p w:rsidR="00C652DF" w:rsidRDefault="00C652DF" w:rsidP="00CE215C">
            <w:pPr>
              <w:pStyle w:val="TableBodyText"/>
              <w:jc w:val="left"/>
            </w:pPr>
          </w:p>
        </w:tc>
      </w:tr>
      <w:tr w:rsidR="00C652DF" w:rsidTr="00CE215C">
        <w:trPr>
          <w:trHeight w:val="574"/>
        </w:trPr>
        <w:tc>
          <w:tcPr>
            <w:tcW w:w="1985" w:type="dxa"/>
            <w:shd w:val="clear" w:color="auto" w:fill="auto"/>
          </w:tcPr>
          <w:p w:rsidR="00C652DF" w:rsidRPr="000E5A86" w:rsidRDefault="00C652DF" w:rsidP="00CE215C">
            <w:pPr>
              <w:pStyle w:val="TableBodyText"/>
              <w:ind w:left="34"/>
              <w:jc w:val="left"/>
            </w:pPr>
            <w:r>
              <w:t>Data source:</w:t>
            </w:r>
          </w:p>
        </w:tc>
        <w:tc>
          <w:tcPr>
            <w:tcW w:w="6804" w:type="dxa"/>
            <w:shd w:val="clear" w:color="auto" w:fill="auto"/>
          </w:tcPr>
          <w:p w:rsidR="00C652DF" w:rsidRPr="000E5A86" w:rsidRDefault="00C652DF" w:rsidP="00FF6B97">
            <w:pPr>
              <w:pStyle w:val="TableBodyText"/>
              <w:jc w:val="left"/>
            </w:pPr>
            <w:r w:rsidRPr="00DD5422">
              <w:rPr>
                <w:i/>
              </w:rPr>
              <w:t>Numerator and denominator</w:t>
            </w:r>
            <w:r>
              <w:t xml:space="preserve"> — </w:t>
            </w:r>
            <w:r w:rsidRPr="00DD5422">
              <w:rPr>
                <w:u w:val="single"/>
              </w:rPr>
              <w:t xml:space="preserve">Adult Literacy and Life Skills Survey </w:t>
            </w:r>
            <w:r>
              <w:t xml:space="preserve">(ALLS). Data were collected in 1996 and 2006. </w:t>
            </w:r>
          </w:p>
        </w:tc>
      </w:tr>
      <w:tr w:rsidR="00C652DF" w:rsidTr="00CE215C">
        <w:trPr>
          <w:trHeight w:val="582"/>
        </w:trPr>
        <w:tc>
          <w:tcPr>
            <w:tcW w:w="1985" w:type="dxa"/>
            <w:shd w:val="clear" w:color="auto" w:fill="auto"/>
          </w:tcPr>
          <w:p w:rsidR="00C652DF" w:rsidRDefault="00C652DF" w:rsidP="00CE215C">
            <w:pPr>
              <w:pStyle w:val="TableBodyText"/>
              <w:ind w:left="34"/>
              <w:jc w:val="left"/>
            </w:pPr>
            <w:r w:rsidRPr="000E5A86">
              <w:t>Data provider:</w:t>
            </w:r>
          </w:p>
        </w:tc>
        <w:tc>
          <w:tcPr>
            <w:tcW w:w="6804" w:type="dxa"/>
            <w:shd w:val="clear" w:color="auto" w:fill="auto"/>
          </w:tcPr>
          <w:p w:rsidR="00C652DF" w:rsidRDefault="00C652DF" w:rsidP="00CE215C">
            <w:pPr>
              <w:pStyle w:val="TableBodyText"/>
              <w:jc w:val="left"/>
            </w:pPr>
            <w:r w:rsidRPr="000E5A86">
              <w:t>ABS</w:t>
            </w:r>
          </w:p>
          <w:p w:rsidR="00C652DF" w:rsidRPr="005A2016" w:rsidRDefault="00C652DF" w:rsidP="00CE215C">
            <w:pPr>
              <w:pStyle w:val="TableBodyText"/>
              <w:jc w:val="left"/>
            </w:pPr>
          </w:p>
        </w:tc>
      </w:tr>
      <w:tr w:rsidR="00C652DF" w:rsidTr="00CE215C">
        <w:trPr>
          <w:trHeight w:val="646"/>
        </w:trPr>
        <w:tc>
          <w:tcPr>
            <w:tcW w:w="1985" w:type="dxa"/>
            <w:shd w:val="clear" w:color="auto" w:fill="auto"/>
          </w:tcPr>
          <w:p w:rsidR="00C652DF" w:rsidRPr="000E5A86" w:rsidRDefault="00C652DF" w:rsidP="00CE215C">
            <w:pPr>
              <w:pStyle w:val="TableBodyText"/>
              <w:ind w:left="34"/>
              <w:jc w:val="left"/>
            </w:pPr>
            <w:r w:rsidRPr="000E5A86">
              <w:t>Data availability</w:t>
            </w:r>
            <w:r>
              <w:t>:</w:t>
            </w:r>
          </w:p>
        </w:tc>
        <w:tc>
          <w:tcPr>
            <w:tcW w:w="6804" w:type="dxa"/>
            <w:shd w:val="clear" w:color="auto" w:fill="auto"/>
          </w:tcPr>
          <w:p w:rsidR="00C652DF" w:rsidRDefault="00C652DF" w:rsidP="00CE215C">
            <w:pPr>
              <w:pStyle w:val="TableBodyText"/>
              <w:jc w:val="left"/>
            </w:pPr>
            <w:r>
              <w:t>Not applicable [2006 data provided for baseline report. There are no new data for this fourth cycle report]</w:t>
            </w:r>
          </w:p>
          <w:p w:rsidR="00C652DF" w:rsidRPr="005A2016" w:rsidRDefault="00C652DF" w:rsidP="00CE215C">
            <w:pPr>
              <w:pStyle w:val="TableBodyText"/>
              <w:jc w:val="left"/>
            </w:pPr>
          </w:p>
        </w:tc>
      </w:tr>
      <w:tr w:rsidR="00C652DF" w:rsidTr="00CE215C">
        <w:tc>
          <w:tcPr>
            <w:tcW w:w="1985" w:type="dxa"/>
            <w:shd w:val="clear" w:color="auto" w:fill="auto"/>
          </w:tcPr>
          <w:p w:rsidR="00C652DF" w:rsidRPr="000E5A86" w:rsidRDefault="00C652DF" w:rsidP="00CE215C">
            <w:pPr>
              <w:pStyle w:val="TableBodyText"/>
              <w:ind w:left="34"/>
              <w:jc w:val="left"/>
            </w:pPr>
            <w:r>
              <w:t>Cross tabulations provided:</w:t>
            </w:r>
          </w:p>
        </w:tc>
        <w:tc>
          <w:tcPr>
            <w:tcW w:w="6804" w:type="dxa"/>
            <w:shd w:val="clear" w:color="auto" w:fill="auto"/>
          </w:tcPr>
          <w:p w:rsidR="00C652DF" w:rsidRPr="000E5A86" w:rsidRDefault="00C652DF" w:rsidP="00CE215C">
            <w:pPr>
              <w:pStyle w:val="TableBullet"/>
              <w:numPr>
                <w:ilvl w:val="0"/>
                <w:numId w:val="0"/>
              </w:numPr>
              <w:ind w:left="170" w:hanging="170"/>
            </w:pPr>
            <w:r>
              <w:t>Nil</w:t>
            </w:r>
          </w:p>
        </w:tc>
      </w:tr>
    </w:tbl>
    <w:p w:rsidR="00E00475" w:rsidRDefault="00E00475" w:rsidP="00CE215C">
      <w:pPr>
        <w:pStyle w:val="BoxSpace"/>
      </w:pPr>
    </w:p>
    <w:p w:rsidR="00E00475" w:rsidRDefault="00E00475" w:rsidP="00E00475">
      <w:pPr>
        <w:pStyle w:val="BodyText"/>
      </w:pPr>
      <w:r>
        <w:br w:type="page"/>
      </w:r>
    </w:p>
    <w:p w:rsidR="00CE215C" w:rsidRDefault="00CE215C"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215C">
        <w:tc>
          <w:tcPr>
            <w:tcW w:w="8771" w:type="dxa"/>
            <w:tcBorders>
              <w:top w:val="single" w:sz="6" w:space="0" w:color="auto"/>
              <w:bottom w:val="nil"/>
            </w:tcBorders>
          </w:tcPr>
          <w:p w:rsidR="00CE215C" w:rsidRDefault="00CE215C" w:rsidP="00725CFC">
            <w:pPr>
              <w:pStyle w:val="BoxTitle"/>
            </w:pPr>
            <w:r>
              <w:rPr>
                <w:b w:val="0"/>
              </w:rPr>
              <w:t xml:space="preserve">Box </w:t>
            </w:r>
            <w:r w:rsidR="00503759">
              <w:rPr>
                <w:b w:val="0"/>
                <w:noProof/>
              </w:rPr>
              <w:t>10</w:t>
            </w:r>
            <w:r>
              <w:tab/>
              <w:t>Comment on data quality</w:t>
            </w:r>
          </w:p>
        </w:tc>
      </w:tr>
      <w:tr w:rsidR="00CE215C">
        <w:trPr>
          <w:cantSplit/>
        </w:trPr>
        <w:tc>
          <w:tcPr>
            <w:tcW w:w="8771" w:type="dxa"/>
            <w:tcBorders>
              <w:top w:val="nil"/>
              <w:left w:val="single" w:sz="6" w:space="0" w:color="auto"/>
              <w:bottom w:val="nil"/>
              <w:right w:val="single" w:sz="6" w:space="0" w:color="auto"/>
            </w:tcBorders>
          </w:tcPr>
          <w:p w:rsidR="00F232B5" w:rsidRDefault="00F232B5" w:rsidP="00725CFC">
            <w:pPr>
              <w:pStyle w:val="Box"/>
            </w:pPr>
            <w:r>
              <w:t xml:space="preserve">The indicator specification has been amended to reflect the revised NASWD, which implies that the working age population should be measured as people aged 20–64 years. The indicator in previous reports measured the working age population as people aged 15–64 years. No new data are available for this report, and this change will be implemented when new data become available </w:t>
            </w:r>
            <w:r w:rsidR="00302DC2">
              <w:t>from the</w:t>
            </w:r>
            <w:r w:rsidR="00FF6B97">
              <w:t xml:space="preserve"> Programme for the International Assessment of Adult Competencies (PIAAC) conducted in 2011</w:t>
            </w:r>
            <w:r w:rsidR="00B13BA8">
              <w:t>.</w:t>
            </w:r>
          </w:p>
          <w:p w:rsidR="00F232B5" w:rsidRDefault="00F232B5" w:rsidP="00725CFC">
            <w:pPr>
              <w:pStyle w:val="Box"/>
            </w:pPr>
            <w:r>
              <w:t>D</w:t>
            </w:r>
            <w:r w:rsidR="00FF6B97">
              <w:t xml:space="preserve">ata </w:t>
            </w:r>
            <w:r>
              <w:t xml:space="preserve">are </w:t>
            </w:r>
            <w:r w:rsidR="00FF6B97">
              <w:t xml:space="preserve">anticipated to be available </w:t>
            </w:r>
            <w:r w:rsidR="00BF491E">
              <w:t>for the next NASWD performance report</w:t>
            </w:r>
            <w:r w:rsidR="00FF6B97">
              <w:t>.</w:t>
            </w:r>
            <w:r w:rsidR="00E0080B">
              <w:t xml:space="preserve"> However, it is not clear </w:t>
            </w:r>
            <w:r w:rsidR="00C01315">
              <w:t xml:space="preserve">whether </w:t>
            </w:r>
            <w:r w:rsidR="00E0080B">
              <w:t>there will be another international survey con</w:t>
            </w:r>
            <w:r w:rsidR="00302DC2">
              <w:t>ducted following the 2011 PIAAC.</w:t>
            </w:r>
          </w:p>
        </w:tc>
      </w:tr>
      <w:tr w:rsidR="00CE215C">
        <w:trPr>
          <w:cantSplit/>
        </w:trPr>
        <w:tc>
          <w:tcPr>
            <w:tcW w:w="8771" w:type="dxa"/>
            <w:tcBorders>
              <w:top w:val="nil"/>
              <w:left w:val="single" w:sz="6" w:space="0" w:color="auto"/>
              <w:bottom w:val="single" w:sz="6" w:space="0" w:color="auto"/>
              <w:right w:val="single" w:sz="6" w:space="0" w:color="auto"/>
            </w:tcBorders>
          </w:tcPr>
          <w:p w:rsidR="00CE215C" w:rsidRDefault="00CE215C" w:rsidP="00725CFC">
            <w:pPr>
              <w:pStyle w:val="Box"/>
              <w:spacing w:before="0" w:line="120" w:lineRule="exact"/>
            </w:pPr>
          </w:p>
        </w:tc>
      </w:tr>
      <w:tr w:rsidR="00CE215C">
        <w:tc>
          <w:tcPr>
            <w:tcW w:w="8771" w:type="dxa"/>
            <w:tcBorders>
              <w:top w:val="nil"/>
              <w:left w:val="nil"/>
              <w:bottom w:val="nil"/>
              <w:right w:val="nil"/>
            </w:tcBorders>
          </w:tcPr>
          <w:p w:rsidR="00CE215C" w:rsidRDefault="00CE215C" w:rsidP="00725CFC">
            <w:pPr>
              <w:pStyle w:val="Box"/>
              <w:keepNext w:val="0"/>
              <w:spacing w:before="60" w:after="60" w:line="80" w:lineRule="exact"/>
              <w:rPr>
                <w:b/>
                <w:color w:val="FF00FF"/>
                <w:sz w:val="14"/>
              </w:rPr>
            </w:pPr>
          </w:p>
        </w:tc>
      </w:tr>
    </w:tbl>
    <w:p w:rsidR="00CE215C" w:rsidRDefault="00CE215C" w:rsidP="00772CE4">
      <w:pPr>
        <w:pStyle w:val="BoxSpace"/>
      </w:pPr>
    </w:p>
    <w:p w:rsidR="00CE215C" w:rsidRDefault="00CE215C" w:rsidP="00CE215C">
      <w:pPr>
        <w:pStyle w:val="BodyText"/>
      </w:pPr>
      <w:r>
        <w:br w:type="page"/>
      </w:r>
    </w:p>
    <w:p w:rsidR="00CE215C" w:rsidRDefault="00CE215C" w:rsidP="00CE215C">
      <w:pPr>
        <w:pStyle w:val="Heading3"/>
      </w:pPr>
      <w:bookmarkStart w:id="23" w:name="_Ref328392150"/>
      <w:r w:rsidRPr="00CE215C">
        <w:t>Indicator 4 — Proportion of working age population with or working towards a non-school AQF qualification</w:t>
      </w:r>
      <w:bookmarkEnd w:id="23"/>
    </w:p>
    <w:p w:rsidR="00CE215C" w:rsidRPr="00CE215C" w:rsidRDefault="00CE215C" w:rsidP="00CE215C">
      <w:pPr>
        <w:pStyle w:val="BoxSpace"/>
      </w:pPr>
    </w:p>
    <w:tbl>
      <w:tblPr>
        <w:tblW w:w="0" w:type="auto"/>
        <w:tblInd w:w="108" w:type="dxa"/>
        <w:tblLook w:val="01E0" w:firstRow="1" w:lastRow="1" w:firstColumn="1" w:lastColumn="1" w:noHBand="0" w:noVBand="0"/>
      </w:tblPr>
      <w:tblGrid>
        <w:gridCol w:w="1843"/>
        <w:gridCol w:w="6946"/>
      </w:tblGrid>
      <w:tr w:rsidR="00CE215C" w:rsidTr="00CE215C">
        <w:trPr>
          <w:trHeight w:val="598"/>
        </w:trPr>
        <w:tc>
          <w:tcPr>
            <w:tcW w:w="1843" w:type="dxa"/>
          </w:tcPr>
          <w:p w:rsidR="00CE215C" w:rsidRPr="00366033" w:rsidRDefault="00CE215C" w:rsidP="00CE215C">
            <w:pPr>
              <w:pStyle w:val="TableBodyText"/>
              <w:jc w:val="left"/>
            </w:pPr>
            <w:r w:rsidRPr="00366033">
              <w:t xml:space="preserve">Key amendments from </w:t>
            </w:r>
            <w:r>
              <w:t>previous</w:t>
            </w:r>
            <w:r w:rsidRPr="00366033">
              <w:t xml:space="preserve"> cycle:</w:t>
            </w:r>
            <w:r w:rsidRPr="00366033">
              <w:tab/>
            </w:r>
          </w:p>
        </w:tc>
        <w:tc>
          <w:tcPr>
            <w:tcW w:w="6946" w:type="dxa"/>
          </w:tcPr>
          <w:p w:rsidR="00CE215C" w:rsidRDefault="00CE215C" w:rsidP="00CE215C">
            <w:pPr>
              <w:pStyle w:val="TableBodyText"/>
              <w:ind w:left="0"/>
              <w:jc w:val="left"/>
            </w:pPr>
            <w:r>
              <w:t>This is a new indicator in the revised NASWD</w:t>
            </w:r>
          </w:p>
          <w:p w:rsidR="00FF6B97" w:rsidRDefault="00FF6B97" w:rsidP="00CE215C">
            <w:pPr>
              <w:pStyle w:val="TableBodyText"/>
              <w:ind w:left="0"/>
              <w:jc w:val="left"/>
            </w:pPr>
            <w:r>
              <w:t xml:space="preserve">Data have been backcast for 2008, 2009 and 2010 to </w:t>
            </w:r>
            <w:r w:rsidR="00E41A5F">
              <w:t>enable trend analysis</w:t>
            </w:r>
          </w:p>
          <w:p w:rsidR="00CE215C" w:rsidRPr="00A2195F" w:rsidRDefault="00CE215C" w:rsidP="00CE215C">
            <w:pPr>
              <w:pStyle w:val="TableBodyText"/>
              <w:ind w:left="0"/>
              <w:jc w:val="left"/>
            </w:pPr>
          </w:p>
        </w:tc>
      </w:tr>
      <w:tr w:rsidR="00CE215C" w:rsidTr="00CE215C">
        <w:trPr>
          <w:trHeight w:val="598"/>
        </w:trPr>
        <w:tc>
          <w:tcPr>
            <w:tcW w:w="1843" w:type="dxa"/>
          </w:tcPr>
          <w:p w:rsidR="00CE215C" w:rsidRDefault="00CE215C" w:rsidP="00CE215C">
            <w:pPr>
              <w:pStyle w:val="TableBodyText"/>
              <w:jc w:val="left"/>
            </w:pPr>
            <w:r>
              <w:t>Outcome:</w:t>
            </w:r>
          </w:p>
        </w:tc>
        <w:tc>
          <w:tcPr>
            <w:tcW w:w="6946" w:type="dxa"/>
          </w:tcPr>
          <w:p w:rsidR="00CE215C" w:rsidRPr="0023437B" w:rsidRDefault="00CE215C" w:rsidP="00CE215C">
            <w:pPr>
              <w:pStyle w:val="TableBodyText"/>
              <w:jc w:val="left"/>
            </w:pPr>
            <w:r>
              <w:t>All working age Australians have the opportunity to develop skills</w:t>
            </w:r>
          </w:p>
        </w:tc>
      </w:tr>
      <w:tr w:rsidR="00CE215C" w:rsidTr="00CE215C">
        <w:tc>
          <w:tcPr>
            <w:tcW w:w="1843" w:type="dxa"/>
          </w:tcPr>
          <w:p w:rsidR="00CE215C" w:rsidRDefault="00CE215C" w:rsidP="00CE215C">
            <w:pPr>
              <w:pStyle w:val="TableBodyText"/>
              <w:jc w:val="left"/>
            </w:pPr>
            <w:r>
              <w:t xml:space="preserve">Performance indicator: </w:t>
            </w:r>
          </w:p>
          <w:p w:rsidR="00CE215C" w:rsidRPr="000E5A86" w:rsidRDefault="00CE215C" w:rsidP="00CE215C">
            <w:pPr>
              <w:pStyle w:val="TableBodyText"/>
              <w:jc w:val="left"/>
            </w:pPr>
          </w:p>
        </w:tc>
        <w:tc>
          <w:tcPr>
            <w:tcW w:w="6946" w:type="dxa"/>
          </w:tcPr>
          <w:p w:rsidR="00CE215C" w:rsidRDefault="00CE215C" w:rsidP="00CE215C">
            <w:pPr>
              <w:pStyle w:val="TableBodyText"/>
              <w:jc w:val="left"/>
            </w:pPr>
            <w:r>
              <w:t>Proportion of working age population with or working towards a non-school AQF qualification</w:t>
            </w:r>
          </w:p>
          <w:p w:rsidR="00CE215C" w:rsidRPr="00F43E29" w:rsidRDefault="00CE215C" w:rsidP="00CE215C">
            <w:pPr>
              <w:pStyle w:val="TableBodyText"/>
              <w:jc w:val="left"/>
            </w:pPr>
          </w:p>
        </w:tc>
      </w:tr>
      <w:tr w:rsidR="00CE215C" w:rsidTr="00CE215C">
        <w:tc>
          <w:tcPr>
            <w:tcW w:w="1843" w:type="dxa"/>
          </w:tcPr>
          <w:p w:rsidR="00CE215C" w:rsidRDefault="00CE215C" w:rsidP="00CE215C">
            <w:pPr>
              <w:pStyle w:val="TableBodyText"/>
              <w:jc w:val="left"/>
            </w:pPr>
            <w:r w:rsidRPr="000E5A86">
              <w:t>Measure</w:t>
            </w:r>
            <w:r>
              <w:t xml:space="preserve">: </w:t>
            </w:r>
          </w:p>
        </w:tc>
        <w:tc>
          <w:tcPr>
            <w:tcW w:w="6946" w:type="dxa"/>
          </w:tcPr>
          <w:p w:rsidR="00CE215C" w:rsidRDefault="00CE215C" w:rsidP="00CE215C">
            <w:pPr>
              <w:pStyle w:val="TableBodyText"/>
              <w:jc w:val="left"/>
            </w:pPr>
            <w:r w:rsidRPr="00034F32">
              <w:t>Proportion of people aged 20</w:t>
            </w:r>
            <w:r>
              <w:t>–</w:t>
            </w:r>
            <w:r w:rsidRPr="00034F32">
              <w:t xml:space="preserve">64 years </w:t>
            </w:r>
            <w:r>
              <w:t>with or working towards a non</w:t>
            </w:r>
            <w:r>
              <w:noBreakHyphen/>
              <w:t>school qualification</w:t>
            </w:r>
          </w:p>
          <w:p w:rsidR="00CE215C" w:rsidRPr="00034F32" w:rsidRDefault="00CE215C" w:rsidP="00CE215C">
            <w:pPr>
              <w:pStyle w:val="TableBodyText"/>
              <w:jc w:val="left"/>
            </w:pPr>
            <w:r>
              <w:t xml:space="preserve"> </w:t>
            </w:r>
          </w:p>
          <w:p w:rsidR="00CE215C" w:rsidRPr="00034F32" w:rsidRDefault="00CE215C" w:rsidP="00CE215C">
            <w:pPr>
              <w:pStyle w:val="TableBodyText"/>
              <w:jc w:val="left"/>
            </w:pPr>
            <w:r w:rsidRPr="00034F32">
              <w:t>The measure is defined as:</w:t>
            </w:r>
          </w:p>
          <w:p w:rsidR="00CE215C" w:rsidRPr="009D00D4" w:rsidRDefault="00CE215C" w:rsidP="00CE215C">
            <w:pPr>
              <w:pStyle w:val="TableBullet"/>
            </w:pPr>
            <w:r w:rsidRPr="00185630">
              <w:rPr>
                <w:i/>
              </w:rPr>
              <w:t>Numerator</w:t>
            </w:r>
            <w:r w:rsidRPr="00034F32">
              <w:t xml:space="preserve"> — </w:t>
            </w:r>
            <w:r>
              <w:t xml:space="preserve">people aged 20–64 years who have attained or are working towards a non-school qualification </w:t>
            </w:r>
          </w:p>
          <w:p w:rsidR="00CE215C" w:rsidRDefault="00CE215C" w:rsidP="00CE215C">
            <w:pPr>
              <w:pStyle w:val="TableBullet"/>
            </w:pPr>
            <w:r w:rsidRPr="00185630">
              <w:rPr>
                <w:i/>
              </w:rPr>
              <w:t>Denominator</w:t>
            </w:r>
            <w:r w:rsidRPr="00034F32">
              <w:t xml:space="preserve"> — total population of </w:t>
            </w:r>
            <w:r>
              <w:t>people</w:t>
            </w:r>
            <w:r w:rsidRPr="00034F32">
              <w:t xml:space="preserve"> aged 20</w:t>
            </w:r>
            <w:r>
              <w:t>–</w:t>
            </w:r>
            <w:r w:rsidRPr="00034F32">
              <w:t>64 years</w:t>
            </w:r>
          </w:p>
          <w:p w:rsidR="00CE215C" w:rsidRDefault="00CE215C" w:rsidP="00CE215C">
            <w:pPr>
              <w:pStyle w:val="TableBodyText"/>
              <w:jc w:val="left"/>
            </w:pPr>
            <w:r>
              <w:t xml:space="preserve">and is expressed as a </w:t>
            </w:r>
            <w:r w:rsidRPr="006C55BB">
              <w:rPr>
                <w:i/>
              </w:rPr>
              <w:t>percentage</w:t>
            </w:r>
          </w:p>
          <w:p w:rsidR="00CE215C" w:rsidRDefault="00CE215C" w:rsidP="00CE215C">
            <w:pPr>
              <w:pStyle w:val="TableBodyText"/>
              <w:jc w:val="left"/>
            </w:pPr>
          </w:p>
          <w:p w:rsidR="00CE215C" w:rsidRDefault="00CE215C" w:rsidP="00CE215C">
            <w:pPr>
              <w:autoSpaceDE w:val="0"/>
              <w:autoSpaceDN w:val="0"/>
              <w:adjustRightInd w:val="0"/>
              <w:rPr>
                <w:rFonts w:ascii="Arial" w:hAnsi="Arial" w:cs="Arial"/>
                <w:sz w:val="20"/>
                <w:szCs w:val="20"/>
              </w:rPr>
            </w:pPr>
            <w:r>
              <w:rPr>
                <w:rFonts w:ascii="Arial" w:hAnsi="Arial" w:cs="Arial"/>
                <w:sz w:val="20"/>
                <w:szCs w:val="20"/>
              </w:rPr>
              <w:t>For persons 'with' a non-school qualification:</w:t>
            </w:r>
          </w:p>
          <w:p w:rsidR="00CE215C" w:rsidRDefault="00CE215C" w:rsidP="00CE215C">
            <w:pPr>
              <w:pStyle w:val="TableBullet"/>
            </w:pPr>
            <w:r>
              <w:t xml:space="preserve">Census data </w:t>
            </w:r>
            <w:r w:rsidRPr="00041E87">
              <w:rPr>
                <w:i/>
              </w:rPr>
              <w:t>exclude</w:t>
            </w:r>
            <w:r>
              <w:t xml:space="preserve"> persons whose level of education was not stated (not applicable to survey data as there are no 'not stated' responses)</w:t>
            </w:r>
          </w:p>
          <w:p w:rsidR="00CE215C" w:rsidRDefault="00CE215C" w:rsidP="00CE215C">
            <w:pPr>
              <w:widowControl w:val="0"/>
              <w:autoSpaceDE w:val="0"/>
              <w:autoSpaceDN w:val="0"/>
              <w:adjustRightInd w:val="0"/>
              <w:rPr>
                <w:rFonts w:ascii="Arial" w:hAnsi="Arial" w:cs="Arial"/>
                <w:sz w:val="20"/>
                <w:szCs w:val="20"/>
              </w:rPr>
            </w:pPr>
          </w:p>
          <w:p w:rsidR="00CE215C" w:rsidRDefault="00CE215C" w:rsidP="00CE215C">
            <w:pPr>
              <w:widowControl w:val="0"/>
              <w:autoSpaceDE w:val="0"/>
              <w:autoSpaceDN w:val="0"/>
              <w:adjustRightInd w:val="0"/>
              <w:rPr>
                <w:rFonts w:ascii="Arial" w:hAnsi="Arial" w:cs="Arial"/>
                <w:sz w:val="20"/>
                <w:szCs w:val="20"/>
              </w:rPr>
            </w:pPr>
            <w:r>
              <w:rPr>
                <w:rFonts w:ascii="Arial" w:hAnsi="Arial" w:cs="Arial"/>
                <w:sz w:val="20"/>
                <w:szCs w:val="20"/>
              </w:rPr>
              <w:t>For persons 'working towards' a non-school qualification:</w:t>
            </w:r>
          </w:p>
          <w:p w:rsidR="00CE215C" w:rsidRDefault="00CE215C" w:rsidP="00CE215C">
            <w:pPr>
              <w:pStyle w:val="TableBullet"/>
            </w:pPr>
            <w:r>
              <w:t>Level of qualification is not available for people 'working towards' post school qualifications. Therefore, people working towards any non-school qualification are included in the calculations for this indicator</w:t>
            </w:r>
          </w:p>
          <w:p w:rsidR="00CE215C" w:rsidRPr="00D977CB" w:rsidRDefault="00CE215C" w:rsidP="00CE215C">
            <w:pPr>
              <w:pStyle w:val="TableBodyText"/>
              <w:jc w:val="left"/>
            </w:pPr>
          </w:p>
        </w:tc>
      </w:tr>
      <w:tr w:rsidR="00CE215C" w:rsidTr="00CE215C">
        <w:tc>
          <w:tcPr>
            <w:tcW w:w="1843" w:type="dxa"/>
          </w:tcPr>
          <w:p w:rsidR="00CE215C" w:rsidRPr="000E5A86" w:rsidRDefault="00CE215C" w:rsidP="00CE215C">
            <w:pPr>
              <w:pStyle w:val="TableBodyText"/>
              <w:jc w:val="left"/>
            </w:pPr>
            <w:r>
              <w:t>Data source:</w:t>
            </w:r>
          </w:p>
        </w:tc>
        <w:tc>
          <w:tcPr>
            <w:tcW w:w="6946" w:type="dxa"/>
          </w:tcPr>
          <w:p w:rsidR="00CE215C" w:rsidRDefault="00CE215C" w:rsidP="00CE215C">
            <w:pPr>
              <w:pStyle w:val="TableBodyText"/>
              <w:jc w:val="left"/>
            </w:pPr>
            <w:r>
              <w:rPr>
                <w:i/>
              </w:rPr>
              <w:t>(Main) Numerator and denominator</w:t>
            </w:r>
            <w:r>
              <w:t xml:space="preserve"> — </w:t>
            </w:r>
            <w:r w:rsidRPr="00034F32">
              <w:rPr>
                <w:u w:val="single"/>
              </w:rPr>
              <w:t>Census of Population and Housing</w:t>
            </w:r>
            <w:r w:rsidRPr="00034F32">
              <w:t xml:space="preserve"> </w:t>
            </w:r>
            <w:r>
              <w:t xml:space="preserve">(Census). </w:t>
            </w:r>
            <w:r w:rsidRPr="00034F32">
              <w:t>Data are collected every 5 years</w:t>
            </w:r>
          </w:p>
          <w:p w:rsidR="00CE215C" w:rsidRDefault="00CE215C" w:rsidP="00CE215C">
            <w:pPr>
              <w:pStyle w:val="TableBodyText"/>
              <w:jc w:val="left"/>
              <w:rPr>
                <w:u w:val="single"/>
              </w:rPr>
            </w:pPr>
          </w:p>
          <w:p w:rsidR="00CE215C" w:rsidRDefault="00CE215C" w:rsidP="00CE215C">
            <w:pPr>
              <w:pStyle w:val="TableBodyText"/>
              <w:jc w:val="left"/>
            </w:pPr>
            <w:r>
              <w:rPr>
                <w:i/>
              </w:rPr>
              <w:t>(Supplementary – total, SES) Numerator and denominator</w:t>
            </w:r>
            <w:r>
              <w:t xml:space="preserve"> — </w:t>
            </w:r>
            <w:r w:rsidRPr="009D4C5D">
              <w:rPr>
                <w:u w:val="single"/>
              </w:rPr>
              <w:t>Survey of Education and Work</w:t>
            </w:r>
            <w:r>
              <w:t xml:space="preserve"> (SEW), data are collected annually</w:t>
            </w:r>
          </w:p>
          <w:p w:rsidR="00CE215C" w:rsidRDefault="00CE215C" w:rsidP="00CE215C">
            <w:pPr>
              <w:pStyle w:val="TableBodyText"/>
              <w:jc w:val="left"/>
            </w:pPr>
          </w:p>
          <w:p w:rsidR="00CE215C" w:rsidRDefault="00CE215C" w:rsidP="00CE215C">
            <w:pPr>
              <w:pStyle w:val="TableBodyText"/>
              <w:jc w:val="left"/>
            </w:pPr>
            <w:r w:rsidRPr="00D4420C">
              <w:rPr>
                <w:i/>
              </w:rPr>
              <w:t xml:space="preserve">(Supplementary – Indigenous) </w:t>
            </w:r>
            <w:r>
              <w:rPr>
                <w:i/>
              </w:rPr>
              <w:t>Numerator and denominator</w:t>
            </w:r>
            <w:r>
              <w:t xml:space="preserve"> — National Aboriginal and Torres Strait Islander Social Survey (NATSISS)/Australian Aboriginal and Torres Strait Islander Health Survey (AA</w:t>
            </w:r>
            <w:r w:rsidR="00FF6B97">
              <w:t>TSIHS – previously the NATSIHS).</w:t>
            </w:r>
            <w:r>
              <w:t xml:space="preserve"> Data are collected three yearly</w:t>
            </w:r>
          </w:p>
          <w:p w:rsidR="00CE215C" w:rsidRPr="00F43E29" w:rsidRDefault="00CE215C" w:rsidP="00CE215C">
            <w:pPr>
              <w:pStyle w:val="TableBodyText"/>
              <w:jc w:val="left"/>
            </w:pPr>
          </w:p>
        </w:tc>
      </w:tr>
      <w:tr w:rsidR="00CE215C" w:rsidTr="00CE215C">
        <w:tc>
          <w:tcPr>
            <w:tcW w:w="1843" w:type="dxa"/>
          </w:tcPr>
          <w:p w:rsidR="00CE215C" w:rsidRDefault="00CE215C" w:rsidP="00CE215C">
            <w:pPr>
              <w:pStyle w:val="TableBodyText"/>
              <w:jc w:val="left"/>
            </w:pPr>
            <w:r w:rsidRPr="000E5A86">
              <w:t>Data provider:</w:t>
            </w:r>
          </w:p>
        </w:tc>
        <w:tc>
          <w:tcPr>
            <w:tcW w:w="6946" w:type="dxa"/>
          </w:tcPr>
          <w:p w:rsidR="00CE215C" w:rsidRDefault="00CE215C" w:rsidP="00CE215C">
            <w:pPr>
              <w:pStyle w:val="TableBodyText"/>
              <w:jc w:val="left"/>
            </w:pPr>
            <w:r>
              <w:t>ABS</w:t>
            </w:r>
          </w:p>
          <w:p w:rsidR="00CE215C" w:rsidRPr="005A2016" w:rsidRDefault="00CE215C" w:rsidP="00CE215C">
            <w:pPr>
              <w:pStyle w:val="TableBodyText"/>
              <w:jc w:val="left"/>
            </w:pPr>
          </w:p>
        </w:tc>
      </w:tr>
      <w:tr w:rsidR="00CE215C" w:rsidTr="00CE215C">
        <w:tc>
          <w:tcPr>
            <w:tcW w:w="1843" w:type="dxa"/>
          </w:tcPr>
          <w:p w:rsidR="00CE215C" w:rsidRPr="000E5A86" w:rsidRDefault="00CE215C" w:rsidP="00CE215C">
            <w:pPr>
              <w:pStyle w:val="TableBodyText"/>
              <w:jc w:val="left"/>
            </w:pPr>
            <w:r w:rsidRPr="000E5A86">
              <w:t>Data availability</w:t>
            </w:r>
            <w:r>
              <w:t>:</w:t>
            </w:r>
          </w:p>
        </w:tc>
        <w:tc>
          <w:tcPr>
            <w:tcW w:w="6946" w:type="dxa"/>
          </w:tcPr>
          <w:p w:rsidR="00CE215C" w:rsidRDefault="00CE215C" w:rsidP="00CE215C">
            <w:pPr>
              <w:pStyle w:val="TableBodyText"/>
              <w:jc w:val="left"/>
            </w:pPr>
            <w:r>
              <w:t xml:space="preserve">SEW — 2011, 2010, 2009 and 2008 (total, SES) and 2008 (Indigenous status) </w:t>
            </w:r>
          </w:p>
          <w:p w:rsidR="00CE215C" w:rsidRPr="005A2016" w:rsidRDefault="00CE215C" w:rsidP="00CE215C">
            <w:pPr>
              <w:pStyle w:val="TableBodyText"/>
              <w:jc w:val="left"/>
            </w:pPr>
          </w:p>
        </w:tc>
      </w:tr>
      <w:tr w:rsidR="00CE215C" w:rsidTr="00CE215C">
        <w:tc>
          <w:tcPr>
            <w:tcW w:w="1843" w:type="dxa"/>
          </w:tcPr>
          <w:p w:rsidR="00CE215C" w:rsidRPr="000E5A86" w:rsidRDefault="00CE215C" w:rsidP="00CE215C">
            <w:pPr>
              <w:pStyle w:val="TableBodyText"/>
              <w:jc w:val="left"/>
            </w:pPr>
            <w:r>
              <w:t>Cross tabulations provided:</w:t>
            </w:r>
          </w:p>
        </w:tc>
        <w:tc>
          <w:tcPr>
            <w:tcW w:w="6946" w:type="dxa"/>
          </w:tcPr>
          <w:p w:rsidR="00CE215C" w:rsidRDefault="00CE215C" w:rsidP="00CE215C">
            <w:pPr>
              <w:pStyle w:val="TableBullet"/>
              <w:numPr>
                <w:ilvl w:val="0"/>
                <w:numId w:val="0"/>
              </w:numPr>
            </w:pPr>
            <w:r>
              <w:t>State and Territory, by</w:t>
            </w:r>
          </w:p>
          <w:p w:rsidR="00CE215C" w:rsidRDefault="00CE215C" w:rsidP="00CE215C">
            <w:pPr>
              <w:pStyle w:val="TableBullet"/>
              <w:ind w:left="0" w:firstLine="0"/>
            </w:pPr>
            <w:r>
              <w:t>completed study/currently studying</w:t>
            </w:r>
          </w:p>
          <w:p w:rsidR="00CE215C" w:rsidRDefault="00CE215C" w:rsidP="00CE215C">
            <w:pPr>
              <w:pStyle w:val="TableBullet"/>
              <w:ind w:left="0" w:firstLine="0"/>
            </w:pPr>
            <w:r>
              <w:t>level of study (completed study only)</w:t>
            </w:r>
          </w:p>
          <w:p w:rsidR="00CE215C" w:rsidRDefault="00CE215C" w:rsidP="00CE215C">
            <w:pPr>
              <w:pStyle w:val="TableBullet"/>
              <w:ind w:left="0" w:firstLine="0"/>
            </w:pPr>
            <w:r>
              <w:t>age</w:t>
            </w:r>
          </w:p>
          <w:p w:rsidR="00CE215C" w:rsidRDefault="00FF6B97" w:rsidP="00CE215C">
            <w:pPr>
              <w:pStyle w:val="TableBullet"/>
              <w:ind w:left="0" w:firstLine="0"/>
            </w:pPr>
            <w:r>
              <w:t>SES</w:t>
            </w:r>
          </w:p>
          <w:p w:rsidR="00CE215C" w:rsidRDefault="00FF6B97" w:rsidP="00CE215C">
            <w:pPr>
              <w:pStyle w:val="TableBullet"/>
            </w:pPr>
            <w:r>
              <w:t>Indigenous status</w:t>
            </w:r>
          </w:p>
          <w:p w:rsidR="00CE215C" w:rsidRPr="00863441" w:rsidRDefault="00CE215C" w:rsidP="00CE215C">
            <w:pPr>
              <w:pStyle w:val="TableBullet"/>
              <w:numPr>
                <w:ilvl w:val="0"/>
                <w:numId w:val="0"/>
              </w:numPr>
            </w:pPr>
            <w:r w:rsidRPr="00863441" w:rsidDel="00B60DA7">
              <w:rPr>
                <w:rStyle w:val="DraftingNote"/>
              </w:rPr>
              <w:t xml:space="preserve"> </w:t>
            </w:r>
          </w:p>
        </w:tc>
      </w:tr>
    </w:tbl>
    <w:p w:rsidR="00CE215C" w:rsidRDefault="00CE215C"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215C" w:rsidTr="0092249A">
        <w:tc>
          <w:tcPr>
            <w:tcW w:w="8771" w:type="dxa"/>
            <w:tcBorders>
              <w:top w:val="single" w:sz="6" w:space="0" w:color="auto"/>
              <w:bottom w:val="nil"/>
            </w:tcBorders>
          </w:tcPr>
          <w:p w:rsidR="00CE215C" w:rsidRDefault="00CE215C" w:rsidP="00725CFC">
            <w:pPr>
              <w:pStyle w:val="BoxTitle"/>
            </w:pPr>
            <w:r>
              <w:rPr>
                <w:b w:val="0"/>
              </w:rPr>
              <w:t xml:space="preserve">Box </w:t>
            </w:r>
            <w:r w:rsidR="00503759">
              <w:rPr>
                <w:b w:val="0"/>
                <w:noProof/>
              </w:rPr>
              <w:t>11</w:t>
            </w:r>
            <w:r>
              <w:tab/>
              <w:t>Results</w:t>
            </w:r>
          </w:p>
        </w:tc>
      </w:tr>
      <w:tr w:rsidR="00CE215C" w:rsidTr="0092249A">
        <w:trPr>
          <w:cantSplit/>
        </w:trPr>
        <w:tc>
          <w:tcPr>
            <w:tcW w:w="8771" w:type="dxa"/>
            <w:tcBorders>
              <w:top w:val="nil"/>
              <w:left w:val="single" w:sz="4" w:space="0" w:color="auto"/>
              <w:bottom w:val="nil"/>
              <w:right w:val="single" w:sz="6" w:space="0" w:color="auto"/>
            </w:tcBorders>
          </w:tcPr>
          <w:p w:rsidR="000C4E24" w:rsidRDefault="000C4E24" w:rsidP="00725CFC">
            <w:pPr>
              <w:pStyle w:val="Box"/>
            </w:pPr>
            <w:r>
              <w:t>For this report, new data for this indicator are available for 2011.</w:t>
            </w:r>
          </w:p>
          <w:p w:rsidR="000C4E24" w:rsidRDefault="000C4E24" w:rsidP="00725CFC">
            <w:pPr>
              <w:pStyle w:val="BoxListBullet"/>
            </w:pPr>
            <w:r>
              <w:t>Data by State and Territory are presented in tables SWD.4.1–4.2.</w:t>
            </w:r>
          </w:p>
          <w:p w:rsidR="000C4E24" w:rsidRDefault="000C4E24" w:rsidP="00725CFC">
            <w:pPr>
              <w:pStyle w:val="BoxListBullet"/>
            </w:pPr>
            <w:r>
              <w:t>Data by State and Territory by age are presented in table SWD.4.3.</w:t>
            </w:r>
          </w:p>
          <w:p w:rsidR="000C4E24" w:rsidRDefault="000C4E24" w:rsidP="00725CFC">
            <w:pPr>
              <w:pStyle w:val="BoxListBullet"/>
            </w:pPr>
            <w:r>
              <w:t xml:space="preserve">Data by </w:t>
            </w:r>
            <w:r w:rsidR="008D641F">
              <w:t xml:space="preserve">State and Territory by </w:t>
            </w:r>
            <w:r>
              <w:t>SES are presented in table SWD.4.4.</w:t>
            </w:r>
          </w:p>
          <w:p w:rsidR="000C4E24" w:rsidRDefault="000C4E24" w:rsidP="00725CFC">
            <w:pPr>
              <w:pStyle w:val="Box"/>
            </w:pPr>
            <w:r>
              <w:t>Data have been backcast for 2010, 2009 and 2008 to provide a comparable time series:</w:t>
            </w:r>
          </w:p>
          <w:p w:rsidR="00067B73" w:rsidRDefault="00067B73" w:rsidP="00725CFC">
            <w:pPr>
              <w:pStyle w:val="BoxListBullet"/>
            </w:pPr>
            <w:r>
              <w:t>Data by State and Territory are presented in tables SWD.4.</w:t>
            </w:r>
            <w:r w:rsidR="00DB04D7">
              <w:t>5</w:t>
            </w:r>
            <w:r>
              <w:t>–4.</w:t>
            </w:r>
            <w:r w:rsidR="00DB04D7">
              <w:t>6</w:t>
            </w:r>
            <w:r>
              <w:t>; SWD.4.9–4.10 and SWD.4.</w:t>
            </w:r>
            <w:r w:rsidR="008D641F">
              <w:t>13–4.14.</w:t>
            </w:r>
          </w:p>
          <w:p w:rsidR="000C4E24" w:rsidRDefault="000C4E24" w:rsidP="00725CFC">
            <w:pPr>
              <w:pStyle w:val="BoxListBullet"/>
            </w:pPr>
            <w:r>
              <w:t>Data by State and Territory by ag</w:t>
            </w:r>
            <w:r w:rsidR="008D641F">
              <w:t>e</w:t>
            </w:r>
            <w:r w:rsidR="00DB04D7">
              <w:t xml:space="preserve"> are presented in tables SWD.4.7</w:t>
            </w:r>
            <w:r w:rsidR="008D641F">
              <w:t>; SWD.4.11 and SWD.4.15</w:t>
            </w:r>
            <w:r>
              <w:t>.</w:t>
            </w:r>
          </w:p>
          <w:p w:rsidR="000C4E24" w:rsidRDefault="000C4E24" w:rsidP="00725CFC">
            <w:pPr>
              <w:pStyle w:val="BoxListBullet"/>
            </w:pPr>
            <w:r>
              <w:t>Data by State and Territory by SES are presented in tables SWD.</w:t>
            </w:r>
            <w:r w:rsidR="008D641F">
              <w:t>4.</w:t>
            </w:r>
            <w:r w:rsidR="00DB04D7">
              <w:t>8</w:t>
            </w:r>
            <w:r w:rsidR="008D641F">
              <w:t>; SWD.4.12 and SWD.4.1</w:t>
            </w:r>
            <w:r w:rsidR="00DB04D7">
              <w:t>6</w:t>
            </w:r>
            <w:r w:rsidR="008D641F">
              <w:t>.</w:t>
            </w:r>
          </w:p>
          <w:p w:rsidR="000C4E24" w:rsidRDefault="000C4E24" w:rsidP="00725CFC">
            <w:pPr>
              <w:pStyle w:val="Box"/>
            </w:pPr>
            <w:r>
              <w:t>Data by Indigenous status are available for 2008.</w:t>
            </w:r>
          </w:p>
          <w:p w:rsidR="000C4E24" w:rsidRDefault="000C4E24" w:rsidP="00725CFC">
            <w:pPr>
              <w:pStyle w:val="BoxListBullet"/>
            </w:pPr>
            <w:r>
              <w:t>Data by State and Territory by Indigenous sta</w:t>
            </w:r>
            <w:r w:rsidR="00DB04D7">
              <w:t>tus are presented in table SWD.4</w:t>
            </w:r>
            <w:r>
              <w:t>.</w:t>
            </w:r>
            <w:r w:rsidR="00DB04D7">
              <w:t>17</w:t>
            </w:r>
            <w:r>
              <w:t>.</w:t>
            </w:r>
          </w:p>
        </w:tc>
      </w:tr>
      <w:tr w:rsidR="00CE215C">
        <w:trPr>
          <w:cantSplit/>
        </w:trPr>
        <w:tc>
          <w:tcPr>
            <w:tcW w:w="8771" w:type="dxa"/>
            <w:tcBorders>
              <w:top w:val="nil"/>
              <w:left w:val="single" w:sz="6" w:space="0" w:color="auto"/>
              <w:bottom w:val="single" w:sz="6" w:space="0" w:color="auto"/>
              <w:right w:val="single" w:sz="6" w:space="0" w:color="auto"/>
            </w:tcBorders>
          </w:tcPr>
          <w:p w:rsidR="00CE215C" w:rsidRDefault="00CE215C" w:rsidP="00725CFC">
            <w:pPr>
              <w:pStyle w:val="Box"/>
              <w:spacing w:before="0" w:line="120" w:lineRule="exact"/>
            </w:pPr>
          </w:p>
        </w:tc>
      </w:tr>
      <w:tr w:rsidR="00CE215C">
        <w:tc>
          <w:tcPr>
            <w:tcW w:w="8771" w:type="dxa"/>
            <w:tcBorders>
              <w:top w:val="nil"/>
              <w:left w:val="nil"/>
              <w:bottom w:val="nil"/>
              <w:right w:val="nil"/>
            </w:tcBorders>
          </w:tcPr>
          <w:p w:rsidR="00CE215C" w:rsidRDefault="00CE215C" w:rsidP="00725CFC">
            <w:pPr>
              <w:pStyle w:val="Box"/>
              <w:keepNext w:val="0"/>
              <w:spacing w:before="60" w:after="60" w:line="80" w:lineRule="exact"/>
              <w:rPr>
                <w:b/>
                <w:color w:val="FF00FF"/>
                <w:sz w:val="14"/>
              </w:rPr>
            </w:pPr>
          </w:p>
        </w:tc>
      </w:tr>
    </w:tbl>
    <w:p w:rsidR="00CE215C" w:rsidRDefault="008864C2" w:rsidP="00772CE4">
      <w:pPr>
        <w:pStyle w:val="Heading4"/>
      </w:pPr>
      <w:r>
        <w:t>Attachment tables</w:t>
      </w:r>
    </w:p>
    <w:p w:rsidR="00CE215C" w:rsidRDefault="00CE215C" w:rsidP="00CE215C">
      <w:pPr>
        <w:pStyle w:val="BoxSpace"/>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531"/>
      </w:tblGrid>
      <w:tr w:rsidR="00CE215C" w:rsidRPr="00CE215C" w:rsidTr="00B02B0B">
        <w:trPr>
          <w:trHeight w:val="867"/>
        </w:trPr>
        <w:tc>
          <w:tcPr>
            <w:tcW w:w="2160" w:type="dxa"/>
            <w:shd w:val="clear" w:color="auto" w:fill="auto"/>
            <w:noWrap/>
            <w:hideMark/>
          </w:tcPr>
          <w:p w:rsidR="00CE215C" w:rsidRPr="00CE215C" w:rsidRDefault="00CE215C" w:rsidP="00CE215C">
            <w:pPr>
              <w:rPr>
                <w:rFonts w:ascii="Arial" w:hAnsi="Arial" w:cs="Arial"/>
                <w:b/>
                <w:bCs/>
                <w:sz w:val="20"/>
                <w:szCs w:val="20"/>
              </w:rPr>
            </w:pPr>
            <w:r w:rsidRPr="00CE215C">
              <w:rPr>
                <w:rFonts w:ascii="Arial" w:hAnsi="Arial" w:cs="Arial"/>
                <w:b/>
                <w:bCs/>
                <w:sz w:val="20"/>
                <w:szCs w:val="20"/>
              </w:rPr>
              <w:t>Table SWD.4.1</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2011 </w:t>
            </w:r>
          </w:p>
        </w:tc>
      </w:tr>
      <w:tr w:rsidR="00CE215C" w:rsidRPr="00CE215C" w:rsidTr="00B02B0B">
        <w:trPr>
          <w:trHeight w:val="867"/>
        </w:trPr>
        <w:tc>
          <w:tcPr>
            <w:tcW w:w="2160" w:type="dxa"/>
            <w:shd w:val="clear" w:color="auto" w:fill="auto"/>
            <w:noWrap/>
            <w:hideMark/>
          </w:tcPr>
          <w:p w:rsidR="00CE215C" w:rsidRPr="00CE215C" w:rsidRDefault="00CE215C" w:rsidP="00CE215C">
            <w:pPr>
              <w:rPr>
                <w:rFonts w:ascii="Arial" w:hAnsi="Arial" w:cs="Arial"/>
                <w:b/>
                <w:bCs/>
                <w:sz w:val="20"/>
                <w:szCs w:val="20"/>
              </w:rPr>
            </w:pPr>
            <w:r w:rsidRPr="00CE215C">
              <w:rPr>
                <w:rFonts w:ascii="Arial" w:hAnsi="Arial" w:cs="Arial"/>
                <w:b/>
                <w:bCs/>
                <w:sz w:val="20"/>
                <w:szCs w:val="20"/>
              </w:rPr>
              <w:t>Table SWD.4.2</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Number of 20–64 year old population with a non-school qualification or who are currently studying for a non-school qualification, 2011 ('000) </w:t>
            </w:r>
          </w:p>
        </w:tc>
      </w:tr>
      <w:tr w:rsidR="00CE215C" w:rsidRPr="00CE215C" w:rsidTr="00B02B0B">
        <w:trPr>
          <w:trHeight w:val="867"/>
        </w:trPr>
        <w:tc>
          <w:tcPr>
            <w:tcW w:w="2160" w:type="dxa"/>
            <w:shd w:val="clear" w:color="auto" w:fill="auto"/>
            <w:noWrap/>
            <w:hideMark/>
          </w:tcPr>
          <w:p w:rsidR="00CE215C" w:rsidRPr="00CE215C" w:rsidRDefault="00CE215C" w:rsidP="00CE215C">
            <w:pPr>
              <w:rPr>
                <w:rFonts w:ascii="Arial" w:hAnsi="Arial" w:cs="Arial"/>
                <w:b/>
                <w:bCs/>
                <w:sz w:val="20"/>
                <w:szCs w:val="20"/>
              </w:rPr>
            </w:pPr>
            <w:r w:rsidRPr="00CE215C">
              <w:rPr>
                <w:rFonts w:ascii="Arial" w:hAnsi="Arial" w:cs="Arial"/>
                <w:b/>
                <w:bCs/>
                <w:sz w:val="20"/>
                <w:szCs w:val="20"/>
              </w:rPr>
              <w:t>Table SWD.4.3</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age, 2011 </w:t>
            </w:r>
          </w:p>
        </w:tc>
      </w:tr>
      <w:tr w:rsidR="00CE215C" w:rsidRPr="00CE215C" w:rsidTr="00B02B0B">
        <w:trPr>
          <w:trHeight w:val="867"/>
        </w:trPr>
        <w:tc>
          <w:tcPr>
            <w:tcW w:w="2160" w:type="dxa"/>
            <w:shd w:val="clear" w:color="auto" w:fill="auto"/>
            <w:noWrap/>
            <w:hideMark/>
          </w:tcPr>
          <w:p w:rsidR="00CE215C" w:rsidRPr="00CE215C" w:rsidRDefault="00CE215C" w:rsidP="00CE215C">
            <w:pPr>
              <w:rPr>
                <w:rFonts w:ascii="Arial" w:hAnsi="Arial" w:cs="Arial"/>
                <w:b/>
                <w:bCs/>
                <w:sz w:val="20"/>
                <w:szCs w:val="20"/>
              </w:rPr>
            </w:pPr>
            <w:r w:rsidRPr="00CE215C">
              <w:rPr>
                <w:rFonts w:ascii="Arial" w:hAnsi="Arial" w:cs="Arial"/>
                <w:b/>
                <w:bCs/>
                <w:sz w:val="20"/>
                <w:szCs w:val="20"/>
              </w:rPr>
              <w:t>Table SWD.4.4</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SEIFA IRSD, 2011  </w:t>
            </w:r>
          </w:p>
        </w:tc>
      </w:tr>
      <w:tr w:rsidR="00CE215C" w:rsidRPr="00CE215C" w:rsidTr="00B02B0B">
        <w:trPr>
          <w:trHeight w:val="867"/>
        </w:trPr>
        <w:tc>
          <w:tcPr>
            <w:tcW w:w="2160" w:type="dxa"/>
            <w:shd w:val="clear" w:color="auto" w:fill="auto"/>
            <w:noWrap/>
            <w:hideMark/>
          </w:tcPr>
          <w:p w:rsidR="00CE215C" w:rsidRPr="00CE215C" w:rsidRDefault="00067B73" w:rsidP="00FF6B97">
            <w:pPr>
              <w:rPr>
                <w:rFonts w:ascii="Arial" w:hAnsi="Arial" w:cs="Arial"/>
                <w:b/>
                <w:bCs/>
                <w:sz w:val="20"/>
                <w:szCs w:val="20"/>
              </w:rPr>
            </w:pPr>
            <w:r w:rsidRPr="00067B73">
              <w:rPr>
                <w:sz w:val="20"/>
                <w:szCs w:val="20"/>
              </w:rPr>
              <w:t>*</w:t>
            </w:r>
            <w:r w:rsidR="00CE215C" w:rsidRPr="00CE215C">
              <w:rPr>
                <w:rFonts w:ascii="Arial" w:hAnsi="Arial" w:cs="Arial"/>
                <w:b/>
                <w:bCs/>
                <w:sz w:val="20"/>
                <w:szCs w:val="20"/>
              </w:rPr>
              <w:t>Table SWD.4.</w:t>
            </w:r>
            <w:r w:rsidR="00FF6B97">
              <w:rPr>
                <w:rFonts w:ascii="Arial" w:hAnsi="Arial" w:cs="Arial"/>
                <w:b/>
                <w:bCs/>
                <w:sz w:val="20"/>
                <w:szCs w:val="20"/>
              </w:rPr>
              <w:t>5</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2010 </w:t>
            </w:r>
          </w:p>
        </w:tc>
      </w:tr>
      <w:tr w:rsidR="00CE215C" w:rsidRPr="00CE215C" w:rsidTr="00B02B0B">
        <w:trPr>
          <w:trHeight w:val="867"/>
        </w:trPr>
        <w:tc>
          <w:tcPr>
            <w:tcW w:w="2160" w:type="dxa"/>
            <w:shd w:val="clear" w:color="auto" w:fill="auto"/>
            <w:noWrap/>
            <w:hideMark/>
          </w:tcPr>
          <w:p w:rsidR="00CE215C" w:rsidRPr="00CE215C" w:rsidRDefault="00067B73" w:rsidP="00FF6B97">
            <w:pPr>
              <w:rPr>
                <w:rFonts w:ascii="Arial" w:hAnsi="Arial" w:cs="Arial"/>
                <w:b/>
                <w:bCs/>
                <w:sz w:val="20"/>
                <w:szCs w:val="20"/>
              </w:rPr>
            </w:pPr>
            <w:r w:rsidRPr="00067B73">
              <w:rPr>
                <w:sz w:val="20"/>
                <w:szCs w:val="20"/>
              </w:rPr>
              <w:t>*</w:t>
            </w:r>
            <w:r w:rsidR="00CE215C" w:rsidRPr="00CE215C">
              <w:rPr>
                <w:rFonts w:ascii="Arial" w:hAnsi="Arial" w:cs="Arial"/>
                <w:b/>
                <w:bCs/>
                <w:sz w:val="20"/>
                <w:szCs w:val="20"/>
              </w:rPr>
              <w:t>Table SWD.4.</w:t>
            </w:r>
            <w:r w:rsidR="00FF6B97">
              <w:rPr>
                <w:rFonts w:ascii="Arial" w:hAnsi="Arial" w:cs="Arial"/>
                <w:b/>
                <w:bCs/>
                <w:sz w:val="20"/>
                <w:szCs w:val="20"/>
              </w:rPr>
              <w:t>6</w:t>
            </w:r>
          </w:p>
        </w:tc>
        <w:tc>
          <w:tcPr>
            <w:tcW w:w="6531" w:type="dxa"/>
            <w:shd w:val="clear" w:color="auto" w:fill="auto"/>
            <w:hideMark/>
          </w:tcPr>
          <w:p w:rsidR="00CE215C" w:rsidRPr="00CE215C" w:rsidRDefault="00CE215C" w:rsidP="00B13BA8">
            <w:pPr>
              <w:jc w:val="both"/>
              <w:rPr>
                <w:rFonts w:ascii="Arial" w:hAnsi="Arial" w:cs="Arial"/>
                <w:sz w:val="20"/>
                <w:szCs w:val="20"/>
              </w:rPr>
            </w:pPr>
            <w:r w:rsidRPr="00CE215C">
              <w:rPr>
                <w:rFonts w:ascii="Arial" w:hAnsi="Arial" w:cs="Arial"/>
                <w:sz w:val="20"/>
                <w:szCs w:val="20"/>
              </w:rPr>
              <w:t>Number of 20–64 year old population with a non-school qualification or who are currently studying for a</w:t>
            </w:r>
            <w:r w:rsidR="00B13BA8">
              <w:rPr>
                <w:rFonts w:ascii="Arial" w:hAnsi="Arial" w:cs="Arial"/>
                <w:sz w:val="20"/>
                <w:szCs w:val="20"/>
              </w:rPr>
              <w:t xml:space="preserve"> </w:t>
            </w:r>
            <w:r w:rsidRPr="00CE215C">
              <w:rPr>
                <w:rFonts w:ascii="Arial" w:hAnsi="Arial" w:cs="Arial"/>
                <w:sz w:val="20"/>
                <w:szCs w:val="20"/>
              </w:rPr>
              <w:t xml:space="preserve">non-school qualification, 2010 ('000) </w:t>
            </w:r>
          </w:p>
        </w:tc>
      </w:tr>
      <w:tr w:rsidR="00CE215C" w:rsidRPr="00CE215C" w:rsidTr="00B02B0B">
        <w:trPr>
          <w:trHeight w:val="867"/>
        </w:trPr>
        <w:tc>
          <w:tcPr>
            <w:tcW w:w="2160" w:type="dxa"/>
            <w:shd w:val="clear" w:color="auto" w:fill="auto"/>
            <w:noWrap/>
            <w:hideMark/>
          </w:tcPr>
          <w:p w:rsidR="00CE215C" w:rsidRPr="00CE215C" w:rsidRDefault="00067B73" w:rsidP="00FF6B97">
            <w:pPr>
              <w:rPr>
                <w:rFonts w:ascii="Arial" w:hAnsi="Arial" w:cs="Arial"/>
                <w:b/>
                <w:bCs/>
                <w:sz w:val="20"/>
                <w:szCs w:val="20"/>
              </w:rPr>
            </w:pPr>
            <w:r w:rsidRPr="00067B73">
              <w:rPr>
                <w:sz w:val="20"/>
                <w:szCs w:val="20"/>
              </w:rPr>
              <w:t>*</w:t>
            </w:r>
            <w:r w:rsidR="00CE215C" w:rsidRPr="00CE215C">
              <w:rPr>
                <w:rFonts w:ascii="Arial" w:hAnsi="Arial" w:cs="Arial"/>
                <w:b/>
                <w:bCs/>
                <w:sz w:val="20"/>
                <w:szCs w:val="20"/>
              </w:rPr>
              <w:t>Table SWD.4.</w:t>
            </w:r>
            <w:r w:rsidR="00FF6B97">
              <w:rPr>
                <w:rFonts w:ascii="Arial" w:hAnsi="Arial" w:cs="Arial"/>
                <w:b/>
                <w:bCs/>
                <w:sz w:val="20"/>
                <w:szCs w:val="20"/>
              </w:rPr>
              <w:t>7</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age, 2010 </w:t>
            </w:r>
          </w:p>
        </w:tc>
      </w:tr>
      <w:tr w:rsidR="00CE215C" w:rsidRPr="00CE215C" w:rsidTr="00B02B0B">
        <w:trPr>
          <w:trHeight w:val="867"/>
        </w:trPr>
        <w:tc>
          <w:tcPr>
            <w:tcW w:w="2160" w:type="dxa"/>
            <w:shd w:val="clear" w:color="auto" w:fill="auto"/>
            <w:noWrap/>
            <w:hideMark/>
          </w:tcPr>
          <w:p w:rsidR="00CE215C" w:rsidRPr="00CE215C" w:rsidRDefault="00067B73" w:rsidP="00FF6B97">
            <w:pPr>
              <w:rPr>
                <w:rFonts w:ascii="Arial" w:hAnsi="Arial" w:cs="Arial"/>
                <w:b/>
                <w:bCs/>
                <w:sz w:val="20"/>
                <w:szCs w:val="20"/>
              </w:rPr>
            </w:pPr>
            <w:r w:rsidRPr="00067B73">
              <w:rPr>
                <w:sz w:val="20"/>
                <w:szCs w:val="20"/>
              </w:rPr>
              <w:t>*</w:t>
            </w:r>
            <w:r w:rsidR="00CE215C" w:rsidRPr="00CE215C">
              <w:rPr>
                <w:rFonts w:ascii="Arial" w:hAnsi="Arial" w:cs="Arial"/>
                <w:b/>
                <w:bCs/>
                <w:sz w:val="20"/>
                <w:szCs w:val="20"/>
              </w:rPr>
              <w:t>Table SWD.4.</w:t>
            </w:r>
            <w:r w:rsidR="00FF6B97">
              <w:rPr>
                <w:rFonts w:ascii="Arial" w:hAnsi="Arial" w:cs="Arial"/>
                <w:b/>
                <w:bCs/>
                <w:sz w:val="20"/>
                <w:szCs w:val="20"/>
              </w:rPr>
              <w:t>8</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SEIFA IRSD, 2010  </w:t>
            </w:r>
          </w:p>
        </w:tc>
      </w:tr>
      <w:tr w:rsidR="00CE215C" w:rsidRPr="00CE215C" w:rsidTr="00B02B0B">
        <w:trPr>
          <w:trHeight w:val="867"/>
        </w:trPr>
        <w:tc>
          <w:tcPr>
            <w:tcW w:w="2160" w:type="dxa"/>
            <w:shd w:val="clear" w:color="auto" w:fill="auto"/>
            <w:noWrap/>
            <w:hideMark/>
          </w:tcPr>
          <w:p w:rsidR="00CE215C" w:rsidRPr="00CE215C" w:rsidRDefault="00067B73" w:rsidP="005776E2">
            <w:pPr>
              <w:rPr>
                <w:rFonts w:ascii="Arial" w:hAnsi="Arial" w:cs="Arial"/>
                <w:b/>
                <w:bCs/>
                <w:sz w:val="20"/>
                <w:szCs w:val="20"/>
              </w:rPr>
            </w:pPr>
            <w:r w:rsidRPr="00067B73">
              <w:rPr>
                <w:sz w:val="20"/>
                <w:szCs w:val="20"/>
              </w:rPr>
              <w:t>**</w:t>
            </w:r>
            <w:r w:rsidR="00CE215C" w:rsidRPr="00CE215C">
              <w:rPr>
                <w:rFonts w:ascii="Arial" w:hAnsi="Arial" w:cs="Arial"/>
                <w:b/>
                <w:bCs/>
                <w:sz w:val="20"/>
                <w:szCs w:val="20"/>
              </w:rPr>
              <w:t>Table SWD.4.</w:t>
            </w:r>
            <w:r w:rsidR="005776E2">
              <w:rPr>
                <w:rFonts w:ascii="Arial" w:hAnsi="Arial" w:cs="Arial"/>
                <w:b/>
                <w:bCs/>
                <w:sz w:val="20"/>
                <w:szCs w:val="20"/>
              </w:rPr>
              <w:t>9</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2009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SWD.4.1</w:t>
            </w:r>
            <w:r w:rsidR="005776E2" w:rsidRPr="00067B73">
              <w:rPr>
                <w:rFonts w:ascii="Arial" w:hAnsi="Arial" w:cs="Arial"/>
                <w:b/>
                <w:bCs/>
                <w:sz w:val="20"/>
                <w:szCs w:val="20"/>
              </w:rPr>
              <w:t>0</w:t>
            </w:r>
          </w:p>
        </w:tc>
        <w:tc>
          <w:tcPr>
            <w:tcW w:w="6531" w:type="dxa"/>
            <w:shd w:val="clear" w:color="auto" w:fill="auto"/>
            <w:hideMark/>
          </w:tcPr>
          <w:p w:rsidR="00CE215C" w:rsidRPr="00CE215C" w:rsidRDefault="00CE215C" w:rsidP="00B13BA8">
            <w:pPr>
              <w:jc w:val="both"/>
              <w:rPr>
                <w:rFonts w:ascii="Arial" w:hAnsi="Arial" w:cs="Arial"/>
                <w:sz w:val="20"/>
                <w:szCs w:val="20"/>
              </w:rPr>
            </w:pPr>
            <w:r w:rsidRPr="00CE215C">
              <w:rPr>
                <w:rFonts w:ascii="Arial" w:hAnsi="Arial" w:cs="Arial"/>
                <w:sz w:val="20"/>
                <w:szCs w:val="20"/>
              </w:rPr>
              <w:t>Number of 20–64 year old population with a non-school qualification or who are currently studying for a</w:t>
            </w:r>
            <w:r w:rsidR="00B13BA8">
              <w:rPr>
                <w:rFonts w:ascii="Arial" w:hAnsi="Arial" w:cs="Arial"/>
                <w:sz w:val="20"/>
                <w:szCs w:val="20"/>
              </w:rPr>
              <w:t xml:space="preserve"> </w:t>
            </w:r>
            <w:r w:rsidRPr="00CE215C">
              <w:rPr>
                <w:rFonts w:ascii="Arial" w:hAnsi="Arial" w:cs="Arial"/>
                <w:sz w:val="20"/>
                <w:szCs w:val="20"/>
              </w:rPr>
              <w:t xml:space="preserve">non-school qualification, 2009 ('000)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SWD.4.1</w:t>
            </w:r>
            <w:r w:rsidR="005776E2" w:rsidRPr="00067B73">
              <w:rPr>
                <w:rFonts w:ascii="Arial" w:hAnsi="Arial" w:cs="Arial"/>
                <w:b/>
                <w:bCs/>
                <w:sz w:val="20"/>
                <w:szCs w:val="20"/>
              </w:rPr>
              <w:t>1</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age, 2009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SWD.4.1</w:t>
            </w:r>
            <w:r w:rsidR="005776E2" w:rsidRPr="00067B73">
              <w:rPr>
                <w:rFonts w:ascii="Arial" w:hAnsi="Arial" w:cs="Arial"/>
                <w:b/>
                <w:bCs/>
                <w:sz w:val="20"/>
                <w:szCs w:val="20"/>
              </w:rPr>
              <w:t>2</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SEIFA IRSD, 2009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SWD.4.1</w:t>
            </w:r>
            <w:r w:rsidR="005776E2" w:rsidRPr="00067B73">
              <w:rPr>
                <w:rFonts w:ascii="Arial" w:hAnsi="Arial" w:cs="Arial"/>
                <w:b/>
                <w:bCs/>
                <w:sz w:val="20"/>
                <w:szCs w:val="20"/>
              </w:rPr>
              <w:t>3</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2008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SWD.4.1</w:t>
            </w:r>
            <w:r w:rsidR="005776E2" w:rsidRPr="00067B73">
              <w:rPr>
                <w:rFonts w:ascii="Arial" w:hAnsi="Arial" w:cs="Arial"/>
                <w:b/>
                <w:bCs/>
                <w:sz w:val="20"/>
                <w:szCs w:val="20"/>
              </w:rPr>
              <w:t>4</w:t>
            </w:r>
          </w:p>
        </w:tc>
        <w:tc>
          <w:tcPr>
            <w:tcW w:w="6531" w:type="dxa"/>
            <w:shd w:val="clear" w:color="auto" w:fill="auto"/>
            <w:hideMark/>
          </w:tcPr>
          <w:p w:rsidR="00CE215C" w:rsidRPr="00CE215C" w:rsidRDefault="00CE215C" w:rsidP="00B13BA8">
            <w:pPr>
              <w:jc w:val="both"/>
              <w:rPr>
                <w:rFonts w:ascii="Arial" w:hAnsi="Arial" w:cs="Arial"/>
                <w:sz w:val="20"/>
                <w:szCs w:val="20"/>
              </w:rPr>
            </w:pPr>
            <w:r w:rsidRPr="00CE215C">
              <w:rPr>
                <w:rFonts w:ascii="Arial" w:hAnsi="Arial" w:cs="Arial"/>
                <w:sz w:val="20"/>
                <w:szCs w:val="20"/>
              </w:rPr>
              <w:t>Number of 20–64 year old population with a non-school qualification or who are currently studying for a</w:t>
            </w:r>
            <w:r w:rsidR="00B13BA8">
              <w:rPr>
                <w:rFonts w:ascii="Arial" w:hAnsi="Arial" w:cs="Arial"/>
                <w:sz w:val="20"/>
                <w:szCs w:val="20"/>
              </w:rPr>
              <w:t xml:space="preserve"> </w:t>
            </w:r>
            <w:r w:rsidRPr="00CE215C">
              <w:rPr>
                <w:rFonts w:ascii="Arial" w:hAnsi="Arial" w:cs="Arial"/>
                <w:sz w:val="20"/>
                <w:szCs w:val="20"/>
              </w:rPr>
              <w:t xml:space="preserve">non-school qualification, 2008 ('000)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SWD.4.1</w:t>
            </w:r>
            <w:r w:rsidR="005776E2" w:rsidRPr="00067B73">
              <w:rPr>
                <w:rFonts w:ascii="Arial" w:hAnsi="Arial" w:cs="Arial"/>
                <w:b/>
                <w:bCs/>
                <w:sz w:val="20"/>
                <w:szCs w:val="20"/>
              </w:rPr>
              <w:t>5</w:t>
            </w:r>
          </w:p>
        </w:tc>
        <w:tc>
          <w:tcPr>
            <w:tcW w:w="6531" w:type="dxa"/>
            <w:shd w:val="clear" w:color="auto" w:fill="auto"/>
            <w:hideMark/>
          </w:tcPr>
          <w:p w:rsidR="00CE215C" w:rsidRPr="00CE215C" w:rsidRDefault="00CE215C" w:rsidP="00067B73">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age, 2008 (per cent)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SWD.4.1</w:t>
            </w:r>
            <w:r w:rsidR="005776E2" w:rsidRPr="00067B73">
              <w:rPr>
                <w:rFonts w:ascii="Arial" w:hAnsi="Arial" w:cs="Arial"/>
                <w:b/>
                <w:bCs/>
                <w:sz w:val="20"/>
                <w:szCs w:val="20"/>
              </w:rPr>
              <w:t>6</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SEIFA IRSD, 2008  </w:t>
            </w:r>
          </w:p>
        </w:tc>
      </w:tr>
      <w:tr w:rsidR="00CE215C" w:rsidRPr="00CE215C" w:rsidTr="00B02B0B">
        <w:trPr>
          <w:trHeight w:val="867"/>
        </w:trPr>
        <w:tc>
          <w:tcPr>
            <w:tcW w:w="2160" w:type="dxa"/>
            <w:shd w:val="clear" w:color="auto" w:fill="auto"/>
            <w:noWrap/>
            <w:hideMark/>
          </w:tcPr>
          <w:p w:rsidR="00CE215C" w:rsidRPr="00067B73" w:rsidRDefault="00067B73" w:rsidP="005776E2">
            <w:pPr>
              <w:rPr>
                <w:rFonts w:ascii="Arial" w:hAnsi="Arial" w:cs="Arial"/>
                <w:b/>
                <w:bCs/>
                <w:sz w:val="20"/>
                <w:szCs w:val="20"/>
              </w:rPr>
            </w:pPr>
            <w:r w:rsidRPr="00067B73">
              <w:rPr>
                <w:sz w:val="20"/>
                <w:szCs w:val="20"/>
              </w:rPr>
              <w:t>***</w:t>
            </w:r>
            <w:r w:rsidR="00CE215C" w:rsidRPr="00067B73">
              <w:rPr>
                <w:rFonts w:ascii="Arial" w:hAnsi="Arial" w:cs="Arial"/>
                <w:b/>
                <w:bCs/>
                <w:sz w:val="20"/>
                <w:szCs w:val="20"/>
              </w:rPr>
              <w:t>Table SWD.4.</w:t>
            </w:r>
            <w:r w:rsidR="00FF6B97" w:rsidRPr="00067B73">
              <w:rPr>
                <w:rFonts w:ascii="Arial" w:hAnsi="Arial" w:cs="Arial"/>
                <w:b/>
                <w:bCs/>
                <w:sz w:val="20"/>
                <w:szCs w:val="20"/>
              </w:rPr>
              <w:t>1</w:t>
            </w:r>
            <w:r w:rsidR="005776E2" w:rsidRPr="00067B73">
              <w:rPr>
                <w:rFonts w:ascii="Arial" w:hAnsi="Arial" w:cs="Arial"/>
                <w:b/>
                <w:bCs/>
                <w:sz w:val="20"/>
                <w:szCs w:val="20"/>
              </w:rPr>
              <w:t>7</w:t>
            </w:r>
          </w:p>
        </w:tc>
        <w:tc>
          <w:tcPr>
            <w:tcW w:w="6531" w:type="dxa"/>
            <w:shd w:val="clear" w:color="auto" w:fill="auto"/>
            <w:hideMark/>
          </w:tcPr>
          <w:p w:rsidR="00CE215C" w:rsidRPr="00CE215C" w:rsidRDefault="00CE215C" w:rsidP="00CE215C">
            <w:pPr>
              <w:jc w:val="both"/>
              <w:rPr>
                <w:rFonts w:ascii="Arial" w:hAnsi="Arial" w:cs="Arial"/>
                <w:sz w:val="20"/>
                <w:szCs w:val="20"/>
              </w:rPr>
            </w:pPr>
            <w:r w:rsidRPr="00CE215C">
              <w:rPr>
                <w:rFonts w:ascii="Arial" w:hAnsi="Arial" w:cs="Arial"/>
                <w:sz w:val="20"/>
                <w:szCs w:val="20"/>
              </w:rPr>
              <w:t xml:space="preserve">Proportion of 20–64 year old population with a non-school qualification or who are currently studying for a non-school qualification, by Indigenous status 2008 (per cent) </w:t>
            </w:r>
          </w:p>
        </w:tc>
      </w:tr>
    </w:tbl>
    <w:p w:rsidR="00067B73" w:rsidRDefault="00B40A9E" w:rsidP="00725CFC">
      <w:pPr>
        <w:pStyle w:val="Note"/>
      </w:pPr>
      <w:r>
        <w:t>*Data backcast for 2010</w:t>
      </w:r>
    </w:p>
    <w:p w:rsidR="00067B73" w:rsidRDefault="00067B73" w:rsidP="00725CFC">
      <w:pPr>
        <w:pStyle w:val="Note"/>
      </w:pPr>
      <w:r>
        <w:t>** Data backcast for 2009</w:t>
      </w:r>
    </w:p>
    <w:p w:rsidR="00067B73" w:rsidRPr="008864C2" w:rsidRDefault="00067B73" w:rsidP="00725CFC">
      <w:pPr>
        <w:pStyle w:val="Note"/>
      </w:pPr>
      <w:r>
        <w:t>*** Data backcast for 2008</w:t>
      </w:r>
    </w:p>
    <w:p w:rsidR="00067B73" w:rsidRDefault="00067B73" w:rsidP="00725CFC"/>
    <w:p w:rsidR="00067B73" w:rsidRDefault="00067B73">
      <w:r>
        <w:br w:type="page"/>
      </w:r>
    </w:p>
    <w:p w:rsidR="00CE215C" w:rsidRDefault="00CE215C"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215C">
        <w:tc>
          <w:tcPr>
            <w:tcW w:w="8771" w:type="dxa"/>
            <w:tcBorders>
              <w:top w:val="single" w:sz="6" w:space="0" w:color="auto"/>
              <w:bottom w:val="nil"/>
            </w:tcBorders>
          </w:tcPr>
          <w:p w:rsidR="00CE215C" w:rsidRDefault="00CE215C" w:rsidP="00725CFC">
            <w:pPr>
              <w:pStyle w:val="BoxTitle"/>
            </w:pPr>
            <w:r>
              <w:rPr>
                <w:b w:val="0"/>
              </w:rPr>
              <w:t xml:space="preserve">Box </w:t>
            </w:r>
            <w:r w:rsidR="00503759">
              <w:rPr>
                <w:b w:val="0"/>
                <w:noProof/>
              </w:rPr>
              <w:t>12</w:t>
            </w:r>
            <w:r>
              <w:tab/>
              <w:t>Comment on data quality</w:t>
            </w:r>
          </w:p>
        </w:tc>
      </w:tr>
      <w:tr w:rsidR="00CE215C">
        <w:trPr>
          <w:cantSplit/>
        </w:trPr>
        <w:tc>
          <w:tcPr>
            <w:tcW w:w="8771" w:type="dxa"/>
            <w:tcBorders>
              <w:top w:val="nil"/>
              <w:left w:val="single" w:sz="6" w:space="0" w:color="auto"/>
              <w:bottom w:val="nil"/>
              <w:right w:val="single" w:sz="6" w:space="0" w:color="auto"/>
            </w:tcBorders>
          </w:tcPr>
          <w:p w:rsidR="00AE14D9" w:rsidRDefault="00AE14D9" w:rsidP="00725CFC">
            <w:pPr>
              <w:pStyle w:val="Box"/>
            </w:pPr>
            <w:r>
              <w:t>The DQS for this performance indicator has been prepared by the ABS and is included in its original form in the section in this report titled ‘Data Quality Statements’. Key points from the DQS are summarised below.</w:t>
            </w:r>
          </w:p>
          <w:p w:rsidR="00AE14D9" w:rsidRPr="00393BA6" w:rsidRDefault="00AE14D9" w:rsidP="00725CFC">
            <w:pPr>
              <w:pStyle w:val="BoxListBullet"/>
            </w:pPr>
            <w:r>
              <w:t xml:space="preserve">The data provide relevant information on the proportion of the population aged 20 to 64 years with or working towards </w:t>
            </w:r>
            <w:r w:rsidR="00B13BA8">
              <w:t>a non-school AQF qualification.</w:t>
            </w:r>
          </w:p>
          <w:p w:rsidR="00AE14D9" w:rsidRDefault="00AE14D9" w:rsidP="00725CFC">
            <w:pPr>
              <w:pStyle w:val="BoxListBullet"/>
            </w:pPr>
            <w:r>
              <w:t>Data are available by State and Territory, by socioeconomic status (SES) and Indigenous status.</w:t>
            </w:r>
          </w:p>
          <w:p w:rsidR="00E41A5F" w:rsidRDefault="00AE14D9" w:rsidP="00725CFC">
            <w:pPr>
              <w:pStyle w:val="BoxListBullet2"/>
            </w:pPr>
            <w:r>
              <w:t>Data by SES are available annually</w:t>
            </w:r>
            <w:r w:rsidR="00BF491E">
              <w:t xml:space="preserve"> from the SEW</w:t>
            </w:r>
            <w:r w:rsidR="00B13BA8">
              <w:t>.</w:t>
            </w:r>
          </w:p>
          <w:p w:rsidR="00AE14D9" w:rsidRDefault="008B4286" w:rsidP="00725CFC">
            <w:pPr>
              <w:pStyle w:val="BoxListBullet2"/>
            </w:pPr>
            <w:r w:rsidRPr="008B4286">
              <w:t>Data by Indigenous status are available every five years from the Census, and every three years on a rotating basis from the NATSISS/AATSIHS (with the SEW providing a non-Indigenous comparator). The most recent data are for 2008.</w:t>
            </w:r>
          </w:p>
          <w:p w:rsidR="008B4286" w:rsidRDefault="008B4286" w:rsidP="00725CFC">
            <w:pPr>
              <w:pStyle w:val="BoxListBullet"/>
            </w:pPr>
            <w:r>
              <w:t>Prior to 2009, all persons in very remote areas were excluded from the SEW. From 2009 onwards, the SEW has had a slightly wider scope, and excludes only persons in Indigenous co</w:t>
            </w:r>
            <w:r w:rsidR="00B13BA8">
              <w:t>mmunities in very remote areas.</w:t>
            </w:r>
          </w:p>
          <w:p w:rsidR="008B4286" w:rsidRDefault="008B4286" w:rsidP="00725CFC">
            <w:pPr>
              <w:pStyle w:val="BoxListBullet2"/>
            </w:pPr>
            <w:r>
              <w:t>This change has only a minor effect on national comparisons over time</w:t>
            </w:r>
          </w:p>
          <w:p w:rsidR="008B4286" w:rsidRDefault="008B4286" w:rsidP="00725CFC">
            <w:pPr>
              <w:pStyle w:val="BoxListBullet2"/>
            </w:pPr>
            <w:r>
              <w:t>The ongoing exclusion of Indigenous communities in very remote areas has only a minor effect on estimates by State and Territory</w:t>
            </w:r>
            <w:r w:rsidR="00B02B0B">
              <w:t xml:space="preserve"> over time</w:t>
            </w:r>
            <w:r>
              <w:t>, except for the NT, where remote Indigenous communities account for about 15 per cent of the population.</w:t>
            </w:r>
          </w:p>
          <w:p w:rsidR="008B4286" w:rsidRDefault="008B4286" w:rsidP="00725CFC">
            <w:pPr>
              <w:pStyle w:val="BoxListBullet"/>
            </w:pPr>
            <w:r>
              <w:t>The SEW is generally able to measure small changes in performance measures at the national level. The ABS has advised that it is not designed to measure changes at the jurisdictional level with the same level of accuracy. The reinstatement of the full sample for the SEW from 2010 onwards has generally resulted in lower RSEs.</w:t>
            </w:r>
          </w:p>
          <w:p w:rsidR="00AE14D9" w:rsidRDefault="00AE14D9" w:rsidP="00725CFC">
            <w:pPr>
              <w:pStyle w:val="BoxListBullet"/>
            </w:pPr>
            <w:r>
              <w:t>Detailed explanatory notes are publicly available to assist in the interpretation of results.</w:t>
            </w:r>
          </w:p>
          <w:p w:rsidR="00AE14D9" w:rsidRDefault="00AE14D9" w:rsidP="00725CFC">
            <w:pPr>
              <w:pStyle w:val="BoxListBullet"/>
            </w:pPr>
            <w:r>
              <w:t>Additional data from the data source are available on-line, and on request.</w:t>
            </w:r>
          </w:p>
          <w:p w:rsidR="00AE14D9" w:rsidRDefault="00AE14D9" w:rsidP="00725CFC">
            <w:pPr>
              <w:pStyle w:val="Box"/>
            </w:pPr>
            <w:r>
              <w:t>The Steering Committee also notes the following issues:</w:t>
            </w:r>
          </w:p>
          <w:p w:rsidR="008B4286" w:rsidRDefault="008B4286" w:rsidP="00725CFC">
            <w:pPr>
              <w:pStyle w:val="BoxListBullet"/>
            </w:pPr>
            <w:r>
              <w:t>The full sample for the SEW was reinstated in 2010 and generally resulted in lower RSEs. However, the decreases were generally small and varied by jurisdiction. RSEs continue to affect the ability to identify year to year movements for this indicator for some jurisdictions.</w:t>
            </w:r>
          </w:p>
          <w:p w:rsidR="00CE215C" w:rsidRDefault="00AE14D9" w:rsidP="00725CFC">
            <w:pPr>
              <w:pStyle w:val="BoxListBullet"/>
            </w:pPr>
            <w:r>
              <w:t xml:space="preserve">No new data are available by Indigenous status. Data from the 2011 Census are anticipated to be available for the </w:t>
            </w:r>
            <w:r w:rsidR="000A7474">
              <w:t xml:space="preserve">next </w:t>
            </w:r>
            <w:r>
              <w:t>NASWD performance report.</w:t>
            </w:r>
          </w:p>
          <w:p w:rsidR="003D29CA" w:rsidRDefault="008B4286" w:rsidP="00725CFC">
            <w:pPr>
              <w:pStyle w:val="BoxListBullet"/>
            </w:pPr>
            <w:r>
              <w:t>D</w:t>
            </w:r>
            <w:r w:rsidR="003D29CA">
              <w:t xml:space="preserve">ifferent definitions of ‘working age population’ </w:t>
            </w:r>
            <w:r>
              <w:t xml:space="preserve">are </w:t>
            </w:r>
            <w:r w:rsidR="003D29CA">
              <w:t>used in different reporting contexts. For the purpose of NASWD performance reporting, ‘working age population</w:t>
            </w:r>
            <w:r w:rsidR="007136A7">
              <w:t>’</w:t>
            </w:r>
            <w:r w:rsidR="003D29CA">
              <w:t xml:space="preserve"> is defined as people aged 20–64 years for consistency of reporting across the different performance reporting categories (target and indicators).</w:t>
            </w:r>
          </w:p>
        </w:tc>
      </w:tr>
      <w:tr w:rsidR="00CE215C">
        <w:trPr>
          <w:cantSplit/>
        </w:trPr>
        <w:tc>
          <w:tcPr>
            <w:tcW w:w="8771" w:type="dxa"/>
            <w:tcBorders>
              <w:top w:val="nil"/>
              <w:left w:val="single" w:sz="6" w:space="0" w:color="auto"/>
              <w:bottom w:val="single" w:sz="6" w:space="0" w:color="auto"/>
              <w:right w:val="single" w:sz="6" w:space="0" w:color="auto"/>
            </w:tcBorders>
          </w:tcPr>
          <w:p w:rsidR="00CE215C" w:rsidRDefault="00CE215C" w:rsidP="00725CFC">
            <w:pPr>
              <w:pStyle w:val="Box"/>
              <w:spacing w:before="0" w:line="120" w:lineRule="exact"/>
            </w:pPr>
          </w:p>
        </w:tc>
      </w:tr>
      <w:tr w:rsidR="00CE215C">
        <w:tc>
          <w:tcPr>
            <w:tcW w:w="8771" w:type="dxa"/>
            <w:tcBorders>
              <w:top w:val="nil"/>
              <w:left w:val="nil"/>
              <w:bottom w:val="nil"/>
              <w:right w:val="nil"/>
            </w:tcBorders>
          </w:tcPr>
          <w:p w:rsidR="00CE215C" w:rsidRDefault="00CE215C" w:rsidP="00725CFC">
            <w:pPr>
              <w:pStyle w:val="Box"/>
              <w:keepNext w:val="0"/>
              <w:spacing w:before="60" w:after="60" w:line="80" w:lineRule="exact"/>
              <w:rPr>
                <w:b/>
                <w:color w:val="FF00FF"/>
                <w:sz w:val="14"/>
              </w:rPr>
            </w:pPr>
          </w:p>
        </w:tc>
      </w:tr>
    </w:tbl>
    <w:p w:rsidR="00CE215C" w:rsidRPr="00414BB6" w:rsidRDefault="00CE215C" w:rsidP="00772CE4">
      <w:pPr>
        <w:pStyle w:val="Heading3"/>
        <w:rPr>
          <w:rStyle w:val="DraftingNote"/>
          <w:color w:val="auto"/>
        </w:rPr>
      </w:pPr>
      <w:bookmarkStart w:id="24" w:name="_Ref328392160"/>
      <w:r w:rsidRPr="00CE215C">
        <w:t xml:space="preserve">Indicator </w:t>
      </w:r>
      <w:r>
        <w:t>5</w:t>
      </w:r>
      <w:r w:rsidRPr="00CE215C">
        <w:t xml:space="preserve"> — Proportion of </w:t>
      </w:r>
      <w:r>
        <w:t>VET graduates with improved employment status after training</w:t>
      </w:r>
      <w:bookmarkEnd w:id="24"/>
    </w:p>
    <w:p w:rsidR="00CE215C" w:rsidRPr="00CE215C" w:rsidRDefault="00CE215C" w:rsidP="00CE215C">
      <w:pPr>
        <w:pStyle w:val="BoxSpace"/>
      </w:pPr>
    </w:p>
    <w:tbl>
      <w:tblPr>
        <w:tblW w:w="0" w:type="auto"/>
        <w:tblInd w:w="108" w:type="dxa"/>
        <w:tblLayout w:type="fixed"/>
        <w:tblLook w:val="01E0" w:firstRow="1" w:lastRow="1" w:firstColumn="1" w:lastColumn="1" w:noHBand="0" w:noVBand="0"/>
      </w:tblPr>
      <w:tblGrid>
        <w:gridCol w:w="1985"/>
        <w:gridCol w:w="6804"/>
      </w:tblGrid>
      <w:tr w:rsidR="00CE215C" w:rsidTr="005B29FA">
        <w:trPr>
          <w:trHeight w:val="598"/>
        </w:trPr>
        <w:tc>
          <w:tcPr>
            <w:tcW w:w="1985" w:type="dxa"/>
          </w:tcPr>
          <w:p w:rsidR="00CE215C" w:rsidRPr="00366033" w:rsidRDefault="00CE215C" w:rsidP="00CE215C">
            <w:pPr>
              <w:pStyle w:val="TableBodyText"/>
              <w:jc w:val="left"/>
            </w:pPr>
            <w:r w:rsidRPr="00366033">
              <w:t xml:space="preserve">Key amendments from </w:t>
            </w:r>
            <w:r>
              <w:t>previous</w:t>
            </w:r>
            <w:r w:rsidRPr="00366033">
              <w:t xml:space="preserve"> cycle:</w:t>
            </w:r>
            <w:r w:rsidRPr="00366033">
              <w:tab/>
            </w:r>
          </w:p>
        </w:tc>
        <w:tc>
          <w:tcPr>
            <w:tcW w:w="6804" w:type="dxa"/>
          </w:tcPr>
          <w:p w:rsidR="00CE215C" w:rsidRDefault="00CE215C" w:rsidP="00CE215C">
            <w:pPr>
              <w:pStyle w:val="TableBodyText"/>
              <w:ind w:left="0"/>
              <w:jc w:val="left"/>
            </w:pPr>
            <w:r>
              <w:t xml:space="preserve">The indicator has been amended to </w:t>
            </w:r>
            <w:r w:rsidR="00C6455F">
              <w:t>reflect</w:t>
            </w:r>
            <w:r w:rsidR="00EA7E10">
              <w:t xml:space="preserve"> </w:t>
            </w:r>
            <w:r>
              <w:t>the wording of the revised NASWD</w:t>
            </w:r>
            <w:r w:rsidR="00804289">
              <w:t>. To align with the objective and the outcome, the measure refers to working age population (20–64 years)</w:t>
            </w:r>
            <w:r w:rsidR="00C9250A">
              <w:t xml:space="preserve"> rather than all ages</w:t>
            </w:r>
            <w:r w:rsidR="00804289">
              <w:t>. Data have been backcast for time series analysis</w:t>
            </w:r>
          </w:p>
          <w:p w:rsidR="00CE215C" w:rsidRPr="0012777A" w:rsidRDefault="00CE215C" w:rsidP="00CE215C">
            <w:pPr>
              <w:pStyle w:val="TableBodyText"/>
              <w:ind w:left="0"/>
              <w:jc w:val="left"/>
            </w:pPr>
          </w:p>
        </w:tc>
      </w:tr>
      <w:tr w:rsidR="00CE215C" w:rsidTr="00CE215C">
        <w:trPr>
          <w:trHeight w:val="598"/>
        </w:trPr>
        <w:tc>
          <w:tcPr>
            <w:tcW w:w="1985" w:type="dxa"/>
          </w:tcPr>
          <w:p w:rsidR="00CE215C" w:rsidRDefault="00CE215C" w:rsidP="00CE215C">
            <w:pPr>
              <w:pStyle w:val="TableBodyText"/>
              <w:jc w:val="left"/>
            </w:pPr>
            <w:r>
              <w:t>Outcome:</w:t>
            </w:r>
          </w:p>
        </w:tc>
        <w:tc>
          <w:tcPr>
            <w:tcW w:w="6804" w:type="dxa"/>
          </w:tcPr>
          <w:p w:rsidR="00CE215C" w:rsidRPr="00EC6CE2" w:rsidRDefault="00CE215C" w:rsidP="00CE215C">
            <w:pPr>
              <w:pStyle w:val="TableBodyText"/>
              <w:jc w:val="left"/>
            </w:pPr>
            <w:r>
              <w:t>Training delivers the skills and capabilities needed for improved economic participation for working age Australians</w:t>
            </w:r>
          </w:p>
          <w:p w:rsidR="00CE215C" w:rsidRPr="0023437B" w:rsidRDefault="00CE215C" w:rsidP="00CE215C">
            <w:pPr>
              <w:pStyle w:val="TableBodyText"/>
              <w:jc w:val="left"/>
            </w:pPr>
          </w:p>
        </w:tc>
      </w:tr>
      <w:tr w:rsidR="00CE215C" w:rsidTr="005B29FA">
        <w:tc>
          <w:tcPr>
            <w:tcW w:w="1985" w:type="dxa"/>
          </w:tcPr>
          <w:p w:rsidR="00CE215C" w:rsidRDefault="00CE215C" w:rsidP="00CE215C">
            <w:pPr>
              <w:pStyle w:val="TableBodyText"/>
              <w:jc w:val="left"/>
            </w:pPr>
            <w:r>
              <w:t xml:space="preserve">Performance indicator: </w:t>
            </w:r>
          </w:p>
          <w:p w:rsidR="00CE215C" w:rsidRPr="000E5A86" w:rsidRDefault="00CE215C" w:rsidP="00CE215C">
            <w:pPr>
              <w:pStyle w:val="TableBodyText"/>
              <w:jc w:val="left"/>
            </w:pPr>
          </w:p>
        </w:tc>
        <w:tc>
          <w:tcPr>
            <w:tcW w:w="6804" w:type="dxa"/>
          </w:tcPr>
          <w:p w:rsidR="00CE215C" w:rsidRDefault="00CE215C" w:rsidP="00CE215C">
            <w:pPr>
              <w:pStyle w:val="TableBodyText"/>
              <w:jc w:val="left"/>
            </w:pPr>
            <w:r>
              <w:t>The proportion of VET graduates with improved employment status after training</w:t>
            </w:r>
          </w:p>
          <w:p w:rsidR="00CE215C" w:rsidRPr="00EC6CE2" w:rsidRDefault="00CE215C" w:rsidP="00CE215C">
            <w:pPr>
              <w:pStyle w:val="TableBodyText"/>
              <w:jc w:val="left"/>
            </w:pPr>
          </w:p>
        </w:tc>
      </w:tr>
      <w:tr w:rsidR="00CE215C" w:rsidTr="005B29FA">
        <w:tc>
          <w:tcPr>
            <w:tcW w:w="1985" w:type="dxa"/>
          </w:tcPr>
          <w:p w:rsidR="00CE215C" w:rsidRDefault="00CE215C" w:rsidP="00CE215C">
            <w:pPr>
              <w:pStyle w:val="TableBodyText"/>
              <w:jc w:val="left"/>
            </w:pPr>
            <w:r w:rsidRPr="000E5A86">
              <w:t>Measure</w:t>
            </w:r>
            <w:r>
              <w:t xml:space="preserve">: </w:t>
            </w:r>
          </w:p>
        </w:tc>
        <w:tc>
          <w:tcPr>
            <w:tcW w:w="6804" w:type="dxa"/>
          </w:tcPr>
          <w:p w:rsidR="00CE215C" w:rsidRDefault="00CE215C" w:rsidP="00CE215C">
            <w:pPr>
              <w:pStyle w:val="TableBodyText"/>
              <w:jc w:val="left"/>
            </w:pPr>
            <w:r>
              <w:t xml:space="preserve">Proportion of VET graduates </w:t>
            </w:r>
            <w:r w:rsidR="00804289">
              <w:t>aged 20</w:t>
            </w:r>
            <w:r w:rsidR="008959B4">
              <w:t xml:space="preserve">–64 years </w:t>
            </w:r>
            <w:r>
              <w:t>with improved employment status after training</w:t>
            </w:r>
          </w:p>
          <w:p w:rsidR="00CE215C" w:rsidRDefault="00CE215C" w:rsidP="00CE215C">
            <w:pPr>
              <w:pStyle w:val="TableBodyText"/>
              <w:jc w:val="left"/>
            </w:pPr>
          </w:p>
          <w:p w:rsidR="00CE215C" w:rsidRDefault="00CE215C" w:rsidP="00CE215C">
            <w:pPr>
              <w:pStyle w:val="TableBodyText"/>
              <w:jc w:val="left"/>
            </w:pPr>
            <w:r>
              <w:t>The measure is defined as:</w:t>
            </w:r>
          </w:p>
          <w:p w:rsidR="00CE215C" w:rsidRDefault="00CE215C" w:rsidP="00CE215C">
            <w:pPr>
              <w:pStyle w:val="TableBullet"/>
            </w:pPr>
            <w:r w:rsidRPr="00876132">
              <w:rPr>
                <w:i/>
              </w:rPr>
              <w:t>Numerator</w:t>
            </w:r>
            <w:r>
              <w:t xml:space="preserve"> — VET graduates </w:t>
            </w:r>
            <w:r w:rsidR="008959B4">
              <w:t xml:space="preserve">aged 20–64 years </w:t>
            </w:r>
            <w:r>
              <w:t>with an improved employment status after training</w:t>
            </w:r>
          </w:p>
          <w:p w:rsidR="00CE215C" w:rsidRPr="00046D39" w:rsidRDefault="00CE215C" w:rsidP="00CE215C">
            <w:pPr>
              <w:pStyle w:val="TableBullet"/>
              <w:rPr>
                <w:i/>
                <w:u w:val="single"/>
              </w:rPr>
            </w:pPr>
            <w:r w:rsidRPr="00876132">
              <w:rPr>
                <w:i/>
              </w:rPr>
              <w:t xml:space="preserve">Denominator </w:t>
            </w:r>
            <w:r>
              <w:t>— total VET graduates</w:t>
            </w:r>
            <w:r w:rsidR="008959B4">
              <w:t xml:space="preserve"> age 20–64 years</w:t>
            </w:r>
          </w:p>
          <w:p w:rsidR="00CE215C" w:rsidRDefault="00CE215C" w:rsidP="00CE215C">
            <w:pPr>
              <w:pStyle w:val="TableBodyText"/>
              <w:jc w:val="left"/>
            </w:pPr>
            <w:r>
              <w:t xml:space="preserve">and is expressed as a </w:t>
            </w:r>
            <w:r w:rsidRPr="006C55BB">
              <w:rPr>
                <w:i/>
              </w:rPr>
              <w:t>percentage</w:t>
            </w:r>
          </w:p>
          <w:p w:rsidR="00CE215C" w:rsidRDefault="00CE215C" w:rsidP="00CE215C">
            <w:pPr>
              <w:pStyle w:val="TableBodyText"/>
              <w:jc w:val="left"/>
            </w:pPr>
          </w:p>
          <w:p w:rsidR="00CE215C" w:rsidRDefault="00CE215C" w:rsidP="00CE215C">
            <w:pPr>
              <w:pStyle w:val="TableBodyText"/>
              <w:jc w:val="left"/>
            </w:pPr>
            <w:r>
              <w:t xml:space="preserve">‘Graduate’ is defined as: a past student who was awarded a </w:t>
            </w:r>
            <w:r>
              <w:rPr>
                <w:u w:val="single"/>
              </w:rPr>
              <w:t>qualification</w:t>
            </w:r>
            <w:r>
              <w:t xml:space="preserve"> during the survey reference year. This excludes those students who left their training before completing a qualification</w:t>
            </w:r>
          </w:p>
          <w:p w:rsidR="00CE215C" w:rsidRDefault="00CE215C" w:rsidP="00CE215C">
            <w:pPr>
              <w:pStyle w:val="TableBodyText"/>
              <w:jc w:val="left"/>
            </w:pPr>
          </w:p>
          <w:p w:rsidR="00CE215C" w:rsidRDefault="00CE215C" w:rsidP="00CE215C">
            <w:pPr>
              <w:pStyle w:val="TableBodyText"/>
              <w:jc w:val="left"/>
            </w:pPr>
            <w:r>
              <w:t>‘Improved employment status’ is defined as any one of the following:</w:t>
            </w:r>
          </w:p>
          <w:p w:rsidR="00CE215C" w:rsidRDefault="00CE215C" w:rsidP="00CE215C">
            <w:pPr>
              <w:pStyle w:val="TableBullet"/>
            </w:pPr>
            <w:r>
              <w:t>employment status changing from not employed before training (both unemployed and not in labour force) to employed after training (both full time and part time employed)</w:t>
            </w:r>
          </w:p>
          <w:p w:rsidR="00CE215C" w:rsidRDefault="00CE215C" w:rsidP="00CE215C">
            <w:pPr>
              <w:pStyle w:val="TableBullet"/>
            </w:pPr>
            <w:r>
              <w:t>employed at a higher skill level after training (regardless of full time or part time employment status before and after training)</w:t>
            </w:r>
          </w:p>
          <w:p w:rsidR="00CE215C" w:rsidRDefault="00CE215C" w:rsidP="00CE215C">
            <w:pPr>
              <w:pStyle w:val="TableBullet"/>
            </w:pPr>
            <w:r>
              <w:t xml:space="preserve">received one of the following job related benefits: set up or expanded their own business, got a promotion, increased earnings, or other </w:t>
            </w:r>
            <w:r>
              <w:br/>
              <w:t>job-related benefits after completing their training</w:t>
            </w:r>
          </w:p>
          <w:p w:rsidR="00CE215C" w:rsidRDefault="00CE215C" w:rsidP="00CE215C">
            <w:pPr>
              <w:pStyle w:val="TableBodyText"/>
              <w:jc w:val="left"/>
            </w:pPr>
          </w:p>
        </w:tc>
      </w:tr>
      <w:tr w:rsidR="00CE215C" w:rsidTr="00CE215C">
        <w:tc>
          <w:tcPr>
            <w:tcW w:w="1985" w:type="dxa"/>
          </w:tcPr>
          <w:p w:rsidR="00CE215C" w:rsidRPr="000E5A86" w:rsidRDefault="00CE215C" w:rsidP="00CE215C">
            <w:pPr>
              <w:pStyle w:val="TableBodyText"/>
              <w:jc w:val="left"/>
            </w:pPr>
            <w:r>
              <w:t>Data source:</w:t>
            </w:r>
          </w:p>
        </w:tc>
        <w:tc>
          <w:tcPr>
            <w:tcW w:w="6804" w:type="dxa"/>
          </w:tcPr>
          <w:p w:rsidR="00CE215C" w:rsidRDefault="00CE215C" w:rsidP="00CE215C">
            <w:pPr>
              <w:pStyle w:val="TableBodyText"/>
              <w:jc w:val="left"/>
            </w:pPr>
            <w:r>
              <w:rPr>
                <w:i/>
              </w:rPr>
              <w:t xml:space="preserve">Numerator and denominator </w:t>
            </w:r>
            <w:r>
              <w:t xml:space="preserve">— </w:t>
            </w:r>
            <w:r>
              <w:rPr>
                <w:u w:val="single"/>
              </w:rPr>
              <w:t>Student Outcomes Survey</w:t>
            </w:r>
            <w:r>
              <w:t xml:space="preserve"> (SOS). Data are collected annually</w:t>
            </w:r>
          </w:p>
          <w:p w:rsidR="00CE215C" w:rsidRDefault="00CE215C" w:rsidP="00CE215C">
            <w:pPr>
              <w:pStyle w:val="TableBodyText"/>
              <w:jc w:val="left"/>
            </w:pPr>
          </w:p>
          <w:p w:rsidR="00CE215C" w:rsidRDefault="00CE215C" w:rsidP="00CE215C">
            <w:pPr>
              <w:pStyle w:val="TableBodyText"/>
              <w:jc w:val="left"/>
            </w:pPr>
            <w:r>
              <w:t>Data sources include:</w:t>
            </w:r>
          </w:p>
          <w:p w:rsidR="00CE215C" w:rsidRDefault="00CE215C" w:rsidP="00CE215C">
            <w:pPr>
              <w:pStyle w:val="TableBullet"/>
            </w:pPr>
            <w:r w:rsidRPr="00FA1394">
              <w:t>Publicly</w:t>
            </w:r>
            <w:r>
              <w:t xml:space="preserve"> funded VET activity (all providers)</w:t>
            </w:r>
          </w:p>
          <w:p w:rsidR="00CE215C" w:rsidRDefault="00CE215C" w:rsidP="00CE215C">
            <w:pPr>
              <w:pStyle w:val="TableBullet"/>
            </w:pPr>
            <w:r>
              <w:t>Privately funded VET activity delivered by TAFE institutions, ACE providers and other government providers</w:t>
            </w:r>
          </w:p>
          <w:p w:rsidR="00CE215C" w:rsidRDefault="00CE215C" w:rsidP="00CE215C">
            <w:pPr>
              <w:pStyle w:val="TableBodyText"/>
              <w:jc w:val="left"/>
            </w:pPr>
          </w:p>
          <w:p w:rsidR="00CE215C" w:rsidRDefault="00CE215C" w:rsidP="00CE215C">
            <w:pPr>
              <w:pStyle w:val="TableBodyText"/>
              <w:jc w:val="left"/>
            </w:pPr>
            <w:r>
              <w:t>Data sources exclude:</w:t>
            </w:r>
          </w:p>
          <w:p w:rsidR="00CE215C" w:rsidRDefault="00CE215C" w:rsidP="00CE215C">
            <w:pPr>
              <w:pStyle w:val="TableBullet"/>
            </w:pPr>
            <w:r>
              <w:t>Recreation, leisure and personal enrichment (non-vocational programs)</w:t>
            </w:r>
          </w:p>
          <w:p w:rsidR="00CE215C" w:rsidRDefault="00CE215C" w:rsidP="00CE215C">
            <w:pPr>
              <w:pStyle w:val="TableBullet"/>
            </w:pPr>
            <w:r>
              <w:t>Privately funded VET activity delivered by private providers</w:t>
            </w:r>
          </w:p>
          <w:p w:rsidR="00CE215C" w:rsidRDefault="00CE215C" w:rsidP="00CE215C">
            <w:pPr>
              <w:pStyle w:val="TableBullet"/>
            </w:pPr>
            <w:r>
              <w:t>VET activity delivered at overseas campuses of Australian VET institutions</w:t>
            </w:r>
          </w:p>
          <w:p w:rsidR="00CE215C" w:rsidRPr="00F43E29" w:rsidRDefault="00CE215C" w:rsidP="00CE215C">
            <w:pPr>
              <w:pStyle w:val="TableBullet"/>
            </w:pPr>
            <w:r>
              <w:t>VET activity delivered in schools</w:t>
            </w:r>
          </w:p>
          <w:p w:rsidR="00CE215C" w:rsidRPr="00F43E29" w:rsidRDefault="00CE215C" w:rsidP="00CE215C">
            <w:pPr>
              <w:pStyle w:val="TableBodyText"/>
              <w:jc w:val="left"/>
            </w:pPr>
          </w:p>
        </w:tc>
      </w:tr>
      <w:tr w:rsidR="00CE215C" w:rsidTr="005B29FA">
        <w:tc>
          <w:tcPr>
            <w:tcW w:w="1985" w:type="dxa"/>
          </w:tcPr>
          <w:p w:rsidR="00CE215C" w:rsidRDefault="00CE215C" w:rsidP="00CE215C">
            <w:pPr>
              <w:pStyle w:val="TableBodyText"/>
              <w:jc w:val="left"/>
            </w:pPr>
            <w:r w:rsidRPr="000E5A86">
              <w:t>Data provider:</w:t>
            </w:r>
          </w:p>
        </w:tc>
        <w:tc>
          <w:tcPr>
            <w:tcW w:w="6804" w:type="dxa"/>
          </w:tcPr>
          <w:p w:rsidR="00CE215C" w:rsidRPr="00F43E29" w:rsidRDefault="00CE215C" w:rsidP="00CE215C">
            <w:pPr>
              <w:pStyle w:val="TableBodyText"/>
              <w:ind w:left="0"/>
              <w:jc w:val="left"/>
            </w:pPr>
            <w:r w:rsidRPr="00F43E29">
              <w:t>NCVER</w:t>
            </w:r>
          </w:p>
          <w:p w:rsidR="00CE215C" w:rsidRPr="005A2016" w:rsidRDefault="00CE215C" w:rsidP="00CE215C">
            <w:pPr>
              <w:pStyle w:val="TableBodyText"/>
              <w:jc w:val="left"/>
            </w:pPr>
          </w:p>
        </w:tc>
      </w:tr>
      <w:tr w:rsidR="00CE215C" w:rsidTr="005B29FA">
        <w:tc>
          <w:tcPr>
            <w:tcW w:w="1985" w:type="dxa"/>
          </w:tcPr>
          <w:p w:rsidR="00CE215C" w:rsidRPr="000E5A86" w:rsidRDefault="00CE215C" w:rsidP="00CE215C">
            <w:pPr>
              <w:pStyle w:val="TableBodyText"/>
              <w:jc w:val="left"/>
            </w:pPr>
            <w:r w:rsidRPr="000E5A86">
              <w:t>Data availability</w:t>
            </w:r>
            <w:r>
              <w:t>:</w:t>
            </w:r>
          </w:p>
        </w:tc>
        <w:tc>
          <w:tcPr>
            <w:tcW w:w="6804" w:type="dxa"/>
          </w:tcPr>
          <w:p w:rsidR="00CE215C" w:rsidRDefault="00CE215C" w:rsidP="00CE215C">
            <w:pPr>
              <w:pStyle w:val="TableBodyText"/>
              <w:tabs>
                <w:tab w:val="left" w:pos="4074"/>
              </w:tabs>
              <w:jc w:val="left"/>
            </w:pPr>
            <w:r>
              <w:t>SOS — 2011</w:t>
            </w:r>
            <w:r w:rsidRPr="00F43E29">
              <w:t xml:space="preserve"> </w:t>
            </w:r>
            <w:r>
              <w:t>(outcomes in 2011 of</w:t>
            </w:r>
            <w:r w:rsidRPr="00F43E29">
              <w:t xml:space="preserve"> stud</w:t>
            </w:r>
            <w:r>
              <w:t>ents who were awarded a qualification in 2010</w:t>
            </w:r>
            <w:r w:rsidRPr="00F43E29">
              <w:t>)</w:t>
            </w:r>
          </w:p>
          <w:p w:rsidR="008959B4" w:rsidRDefault="002B75F5" w:rsidP="008959B4">
            <w:pPr>
              <w:pStyle w:val="TableBodyText"/>
              <w:tabs>
                <w:tab w:val="left" w:pos="4074"/>
              </w:tabs>
              <w:jc w:val="left"/>
            </w:pPr>
            <w:r>
              <w:t xml:space="preserve">Backcast for 2010, 2009 and 2008 (outcomes in 2010, 2009 and 2008 of students who were awarded </w:t>
            </w:r>
            <w:r w:rsidR="008959B4">
              <w:t>a qualification in 2009</w:t>
            </w:r>
            <w:r>
              <w:t>, 2008 and 2007</w:t>
            </w:r>
            <w:r w:rsidR="008959B4" w:rsidRPr="00F43E29">
              <w:t>)</w:t>
            </w:r>
          </w:p>
          <w:p w:rsidR="00CE215C" w:rsidRPr="005A2016" w:rsidRDefault="00CE215C" w:rsidP="008959B4">
            <w:pPr>
              <w:pStyle w:val="TableBodyText"/>
              <w:tabs>
                <w:tab w:val="left" w:pos="4074"/>
              </w:tabs>
              <w:jc w:val="left"/>
            </w:pPr>
            <w:r>
              <w:tab/>
            </w:r>
          </w:p>
        </w:tc>
      </w:tr>
      <w:tr w:rsidR="00CE215C" w:rsidTr="00CE215C">
        <w:trPr>
          <w:trHeight w:val="1145"/>
        </w:trPr>
        <w:tc>
          <w:tcPr>
            <w:tcW w:w="1985" w:type="dxa"/>
          </w:tcPr>
          <w:p w:rsidR="00CE215C" w:rsidRPr="000E5A86" w:rsidRDefault="00CE215C" w:rsidP="00CE215C">
            <w:pPr>
              <w:pStyle w:val="TableBodyText"/>
              <w:jc w:val="left"/>
            </w:pPr>
            <w:r>
              <w:t>Cross tabulations provided:</w:t>
            </w:r>
          </w:p>
        </w:tc>
        <w:tc>
          <w:tcPr>
            <w:tcW w:w="6804" w:type="dxa"/>
          </w:tcPr>
          <w:p w:rsidR="00CE215C" w:rsidRDefault="00CE215C" w:rsidP="00CE215C">
            <w:pPr>
              <w:pStyle w:val="TableBodyText"/>
              <w:jc w:val="left"/>
            </w:pPr>
            <w:r>
              <w:t>State and Territory, by type of improved employment circumstance, by</w:t>
            </w:r>
          </w:p>
          <w:p w:rsidR="00CE215C" w:rsidRDefault="00CE215C" w:rsidP="00CE215C">
            <w:pPr>
              <w:pStyle w:val="TableBullet"/>
            </w:pPr>
            <w:r>
              <w:t>Indigenous status</w:t>
            </w:r>
          </w:p>
          <w:p w:rsidR="00CE215C" w:rsidRPr="000E5A86" w:rsidRDefault="00CE215C" w:rsidP="00CE215C">
            <w:pPr>
              <w:pStyle w:val="TableBullet"/>
            </w:pPr>
            <w:r>
              <w:t>SES (SEIFA IRSD quintiles [SLA level derivation])</w:t>
            </w:r>
          </w:p>
        </w:tc>
      </w:tr>
    </w:tbl>
    <w:p w:rsidR="00414BB6" w:rsidRDefault="00414BB6" w:rsidP="005B29FA">
      <w:pPr>
        <w:pStyle w:val="BoxSpace"/>
      </w:pPr>
    </w:p>
    <w:tbl>
      <w:tblPr>
        <w:tblW w:w="0" w:type="auto"/>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22"/>
        <w:gridCol w:w="8771"/>
      </w:tblGrid>
      <w:tr w:rsidR="00414BB6" w:rsidTr="005B29FA">
        <w:trPr>
          <w:gridBefore w:val="1"/>
          <w:wBefore w:w="22" w:type="dxa"/>
        </w:trPr>
        <w:tc>
          <w:tcPr>
            <w:tcW w:w="8771" w:type="dxa"/>
            <w:tcBorders>
              <w:top w:val="single" w:sz="4" w:space="0" w:color="auto"/>
              <w:left w:val="single" w:sz="4" w:space="0" w:color="auto"/>
              <w:bottom w:val="nil"/>
              <w:right w:val="single" w:sz="4" w:space="0" w:color="auto"/>
            </w:tcBorders>
          </w:tcPr>
          <w:p w:rsidR="00414BB6" w:rsidRDefault="00414BB6" w:rsidP="005B29FA">
            <w:pPr>
              <w:pStyle w:val="BoxTitle"/>
            </w:pPr>
            <w:r w:rsidRPr="005B29FA">
              <w:rPr>
                <w:b w:val="0"/>
              </w:rPr>
              <w:t xml:space="preserve">Box </w:t>
            </w:r>
            <w:r w:rsidR="00503759">
              <w:rPr>
                <w:b w:val="0"/>
                <w:noProof/>
              </w:rPr>
              <w:t>13</w:t>
            </w:r>
            <w:r>
              <w:tab/>
              <w:t>Results</w:t>
            </w:r>
          </w:p>
        </w:tc>
      </w:tr>
      <w:tr w:rsidR="00414BB6" w:rsidTr="005B29FA">
        <w:trPr>
          <w:gridBefore w:val="1"/>
          <w:wBefore w:w="22" w:type="dxa"/>
          <w:cantSplit/>
        </w:trPr>
        <w:tc>
          <w:tcPr>
            <w:tcW w:w="8771" w:type="dxa"/>
            <w:tcBorders>
              <w:top w:val="nil"/>
              <w:left w:val="single" w:sz="4" w:space="0" w:color="auto"/>
              <w:bottom w:val="nil"/>
              <w:right w:val="single" w:sz="4" w:space="0" w:color="auto"/>
            </w:tcBorders>
          </w:tcPr>
          <w:p w:rsidR="002B75F5" w:rsidRDefault="002B75F5" w:rsidP="005B29FA">
            <w:pPr>
              <w:pStyle w:val="Box"/>
            </w:pPr>
            <w:r>
              <w:t>For this report, new data for this indicator are available for 2011:</w:t>
            </w:r>
          </w:p>
          <w:p w:rsidR="002B75F5" w:rsidRPr="005B29FA" w:rsidRDefault="002B75F5" w:rsidP="005B29FA">
            <w:pPr>
              <w:pStyle w:val="BoxListBullet"/>
            </w:pPr>
            <w:r w:rsidRPr="005B29FA">
              <w:t>Data by State and T</w:t>
            </w:r>
            <w:r w:rsidR="00AA0689" w:rsidRPr="005B29FA">
              <w:t>erritory are presented in table</w:t>
            </w:r>
            <w:r w:rsidRPr="005B29FA">
              <w:t xml:space="preserve"> SWD.5.1.</w:t>
            </w:r>
          </w:p>
          <w:p w:rsidR="002B75F5" w:rsidRPr="005B29FA" w:rsidRDefault="002B75F5" w:rsidP="005B29FA">
            <w:pPr>
              <w:pStyle w:val="BoxListBullet"/>
            </w:pPr>
            <w:r w:rsidRPr="005B29FA">
              <w:t xml:space="preserve">Data by State and Territory by Indigenous status are presented in </w:t>
            </w:r>
            <w:r w:rsidR="00715E8C" w:rsidRPr="005B29FA">
              <w:br/>
            </w:r>
            <w:r w:rsidRPr="005B29FA">
              <w:t>tables</w:t>
            </w:r>
            <w:r w:rsidR="00715E8C" w:rsidRPr="005B29FA">
              <w:t> </w:t>
            </w:r>
            <w:r w:rsidRPr="005B29FA">
              <w:t>SWD.5.2–5.4.</w:t>
            </w:r>
          </w:p>
          <w:p w:rsidR="002B75F5" w:rsidRPr="005B29FA" w:rsidRDefault="002B75F5" w:rsidP="005B29FA">
            <w:pPr>
              <w:pStyle w:val="BoxListBullet"/>
            </w:pPr>
            <w:r w:rsidRPr="005B29FA">
              <w:t>Data by State and Territory by SES are presented in tables SWD.5.5–5.7.</w:t>
            </w:r>
          </w:p>
          <w:p w:rsidR="002B75F5" w:rsidRPr="005B29FA" w:rsidRDefault="002B75F5" w:rsidP="005B29FA">
            <w:pPr>
              <w:pStyle w:val="Box"/>
            </w:pPr>
            <w:r w:rsidRPr="005B29FA">
              <w:t>Data have been backcast for 2010, 2009 and 2008 to provide a comparable time series:</w:t>
            </w:r>
          </w:p>
          <w:p w:rsidR="002B75F5" w:rsidRPr="005B29FA" w:rsidRDefault="002B75F5" w:rsidP="005B29FA">
            <w:pPr>
              <w:pStyle w:val="BoxListBullet"/>
            </w:pPr>
            <w:r w:rsidRPr="005B29FA">
              <w:t>Data by State and Territory are presented in tables</w:t>
            </w:r>
            <w:r w:rsidR="00AA0689" w:rsidRPr="005B29FA">
              <w:t xml:space="preserve"> SWD.5.8,</w:t>
            </w:r>
            <w:r w:rsidRPr="005B29FA">
              <w:t xml:space="preserve"> 5.15 and 5.22.</w:t>
            </w:r>
          </w:p>
          <w:p w:rsidR="002B75F5" w:rsidRPr="005B29FA" w:rsidRDefault="002B75F5" w:rsidP="005B29FA">
            <w:pPr>
              <w:pStyle w:val="BoxListBullet"/>
            </w:pPr>
            <w:r w:rsidRPr="005B29FA">
              <w:t xml:space="preserve">Data by State and Territory by Indigenous status are presented in </w:t>
            </w:r>
            <w:r w:rsidR="00715E8C" w:rsidRPr="005B29FA">
              <w:br/>
            </w:r>
            <w:r w:rsidRPr="005B29FA">
              <w:t>tables SWD.5.9–5.11; 5.16–18 and 5.23–25.</w:t>
            </w:r>
          </w:p>
          <w:p w:rsidR="00414BB6" w:rsidRPr="00C9250A" w:rsidRDefault="002B75F5" w:rsidP="005B29FA">
            <w:pPr>
              <w:pStyle w:val="BoxListBullet"/>
              <w:rPr>
                <w:szCs w:val="24"/>
              </w:rPr>
            </w:pPr>
            <w:r w:rsidRPr="005B29FA">
              <w:t>Data by State and Territory by SES are presented in tables SWD.5.12–5.14; SWD.5.19–5.21 and SWD.5.26–5.28.</w:t>
            </w:r>
          </w:p>
        </w:tc>
      </w:tr>
      <w:tr w:rsidR="00414BB6" w:rsidTr="005B29FA">
        <w:trPr>
          <w:gridBefore w:val="1"/>
          <w:wBefore w:w="22" w:type="dxa"/>
          <w:cantSplit/>
          <w:trHeight w:hRule="exact" w:val="170"/>
        </w:trPr>
        <w:tc>
          <w:tcPr>
            <w:tcW w:w="8771" w:type="dxa"/>
            <w:tcBorders>
              <w:top w:val="nil"/>
              <w:left w:val="single" w:sz="4" w:space="0" w:color="auto"/>
              <w:bottom w:val="single" w:sz="4" w:space="0" w:color="auto"/>
              <w:right w:val="single" w:sz="4" w:space="0" w:color="auto"/>
            </w:tcBorders>
          </w:tcPr>
          <w:p w:rsidR="00414BB6" w:rsidRPr="005B29FA" w:rsidRDefault="00414BB6" w:rsidP="005B29FA">
            <w:pPr>
              <w:pStyle w:val="Box"/>
            </w:pPr>
          </w:p>
        </w:tc>
      </w:tr>
      <w:tr w:rsidR="00414BB6" w:rsidTr="005B29FA">
        <w:trPr>
          <w:trHeight w:hRule="exact" w:val="170"/>
        </w:trPr>
        <w:tc>
          <w:tcPr>
            <w:tcW w:w="8793" w:type="dxa"/>
            <w:gridSpan w:val="2"/>
            <w:tcBorders>
              <w:top w:val="nil"/>
              <w:left w:val="nil"/>
              <w:bottom w:val="nil"/>
              <w:right w:val="nil"/>
            </w:tcBorders>
          </w:tcPr>
          <w:p w:rsidR="00414BB6" w:rsidRPr="005B29FA" w:rsidRDefault="00414BB6" w:rsidP="005B29FA">
            <w:pPr>
              <w:pStyle w:val="Box"/>
            </w:pPr>
          </w:p>
        </w:tc>
      </w:tr>
    </w:tbl>
    <w:p w:rsidR="00414BB6" w:rsidRPr="00414BB6" w:rsidRDefault="008864C2" w:rsidP="00414BB6">
      <w:pPr>
        <w:pStyle w:val="Heading4"/>
      </w:pPr>
      <w:r w:rsidRPr="00414BB6">
        <w:t>Attachment tables</w:t>
      </w:r>
    </w:p>
    <w:p w:rsidR="00414BB6" w:rsidRPr="00414BB6" w:rsidRDefault="00414BB6" w:rsidP="00414BB6">
      <w:pPr>
        <w:pStyle w:val="BoxSpace"/>
      </w:pP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6804"/>
      </w:tblGrid>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414BB6" w:rsidP="002B75F5">
            <w:pPr>
              <w:pStyle w:val="TableUnitsRow"/>
              <w:jc w:val="both"/>
              <w:rPr>
                <w:b/>
              </w:rPr>
            </w:pPr>
            <w:r w:rsidRPr="002F3485">
              <w:rPr>
                <w:b/>
              </w:rPr>
              <w:t>Table SWD.5.1</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Graduates aged 20–64 years with improved employment status after training, 2011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414BB6" w:rsidP="002B75F5">
            <w:pPr>
              <w:pStyle w:val="TableUnitsRow"/>
              <w:jc w:val="both"/>
              <w:rPr>
                <w:b/>
              </w:rPr>
            </w:pPr>
            <w:r w:rsidRPr="002F3485">
              <w:rPr>
                <w:b/>
              </w:rPr>
              <w:t>Table SWD.5.2</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Indigenous status, 2011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414BB6" w:rsidP="002B75F5">
            <w:pPr>
              <w:pStyle w:val="TableUnitsRow"/>
              <w:jc w:val="both"/>
              <w:rPr>
                <w:b/>
              </w:rPr>
            </w:pPr>
            <w:r w:rsidRPr="002F3485">
              <w:rPr>
                <w:b/>
              </w:rPr>
              <w:t>Table SWD.5.3</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Indigenous status, 2011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414BB6" w:rsidP="002B75F5">
            <w:pPr>
              <w:pStyle w:val="TableUnitsRow"/>
              <w:jc w:val="both"/>
              <w:rPr>
                <w:b/>
              </w:rPr>
            </w:pPr>
            <w:r w:rsidRPr="002F3485">
              <w:rPr>
                <w:b/>
              </w:rPr>
              <w:t>Table SWD.5.4</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Indigenous status, 2011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414BB6" w:rsidP="002B75F5">
            <w:pPr>
              <w:pStyle w:val="TableUnitsRow"/>
              <w:jc w:val="both"/>
              <w:rPr>
                <w:b/>
              </w:rPr>
            </w:pPr>
            <w:r w:rsidRPr="002F3485">
              <w:rPr>
                <w:b/>
              </w:rPr>
              <w:t>Table SWD.5.5</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SES based on SEIFA IRSD, 2011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414BB6" w:rsidP="002B75F5">
            <w:pPr>
              <w:pStyle w:val="TableUnitsRow"/>
              <w:jc w:val="both"/>
              <w:rPr>
                <w:b/>
              </w:rPr>
            </w:pPr>
            <w:r w:rsidRPr="002F3485">
              <w:rPr>
                <w:b/>
              </w:rPr>
              <w:t>Table SWD.5.6</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SES based on SEIFA IRSD, 2011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414BB6" w:rsidP="002B75F5">
            <w:pPr>
              <w:pStyle w:val="TableUnitsRow"/>
              <w:jc w:val="both"/>
              <w:rPr>
                <w:b/>
              </w:rPr>
            </w:pPr>
            <w:r w:rsidRPr="002F3485">
              <w:rPr>
                <w:b/>
              </w:rPr>
              <w:t>Table SWD.5.7</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SES based on SEIFA IRSD, 2011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2B75F5" w:rsidP="002B75F5">
            <w:pPr>
              <w:pStyle w:val="TableUnitsRow"/>
              <w:jc w:val="both"/>
              <w:rPr>
                <w:b/>
              </w:rPr>
            </w:pPr>
            <w:r>
              <w:t>*</w:t>
            </w:r>
            <w:r w:rsidR="00414BB6" w:rsidRPr="002F3485">
              <w:rPr>
                <w:b/>
              </w:rPr>
              <w:t>Table SWD.5.8</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Graduates aged 20–64 years with improved employment status after training, 2010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2B75F5" w:rsidP="002B75F5">
            <w:pPr>
              <w:pStyle w:val="TableUnitsRow"/>
              <w:jc w:val="both"/>
              <w:rPr>
                <w:b/>
              </w:rPr>
            </w:pPr>
            <w:r>
              <w:t>*</w:t>
            </w:r>
            <w:r w:rsidR="00414BB6" w:rsidRPr="002F3485">
              <w:rPr>
                <w:b/>
              </w:rPr>
              <w:t>Table SWD.5.9</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Indigenous status, 2010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2B75F5" w:rsidP="002B75F5">
            <w:pPr>
              <w:pStyle w:val="TableUnitsRow"/>
              <w:jc w:val="both"/>
              <w:rPr>
                <w:b/>
              </w:rPr>
            </w:pPr>
            <w:r>
              <w:t>*</w:t>
            </w:r>
            <w:r w:rsidR="00414BB6" w:rsidRPr="002F3485">
              <w:rPr>
                <w:b/>
              </w:rPr>
              <w:t>Table SWD.5.10</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Indigenous status, 2010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2B75F5" w:rsidP="002B75F5">
            <w:pPr>
              <w:pStyle w:val="TableUnitsRow"/>
              <w:jc w:val="both"/>
              <w:rPr>
                <w:b/>
              </w:rPr>
            </w:pPr>
            <w:r>
              <w:t>*</w:t>
            </w:r>
            <w:r w:rsidR="00414BB6" w:rsidRPr="002F3485">
              <w:rPr>
                <w:b/>
              </w:rPr>
              <w:t>Table SWD.5.11</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Indigenous status, 2010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2B75F5" w:rsidP="002B75F5">
            <w:pPr>
              <w:pStyle w:val="TableUnitsRow"/>
              <w:jc w:val="both"/>
              <w:rPr>
                <w:b/>
              </w:rPr>
            </w:pPr>
            <w:r>
              <w:t>*</w:t>
            </w:r>
            <w:r w:rsidR="00414BB6" w:rsidRPr="002F3485">
              <w:rPr>
                <w:b/>
              </w:rPr>
              <w:t>Table SWD.5.12</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SES based on SEIFA IRSD, 2010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2B75F5" w:rsidP="002B75F5">
            <w:pPr>
              <w:pStyle w:val="TableUnitsRow"/>
              <w:jc w:val="both"/>
              <w:rPr>
                <w:b/>
              </w:rPr>
            </w:pPr>
            <w:r>
              <w:t>*</w:t>
            </w:r>
            <w:r w:rsidR="00414BB6" w:rsidRPr="002F3485">
              <w:rPr>
                <w:b/>
              </w:rPr>
              <w:t>Table SWD.5.13</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SES based on SEIFA IRSD, 2010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SWD.5.14</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SES based on SEIFA IRSD, 2010 (per cent)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SWD.5.15</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Graduates aged 20–64 years with improved employment status after training, 2009    </w:t>
            </w:r>
          </w:p>
        </w:tc>
      </w:tr>
      <w:tr w:rsidR="00414BB6" w:rsidRPr="00414BB6" w:rsidTr="002B75F5">
        <w:trPr>
          <w:trHeight w:val="612"/>
        </w:trPr>
        <w:tc>
          <w:tcPr>
            <w:tcW w:w="2000"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SWD.5.16</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Indigenous status, 2009 (per cent)    </w:t>
            </w:r>
          </w:p>
        </w:tc>
      </w:tr>
    </w:tbl>
    <w:p w:rsidR="00004155" w:rsidRDefault="00004155">
      <w:r>
        <w:br w:type="page"/>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6662"/>
      </w:tblGrid>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SWD.5.17</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Indigenous status, 2009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SWD.5.18</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Indigenous status, 2009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SWD.5.19</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SES based on SEIFA IRSD, 2009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SWD.5.20</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SES based on SEIFA IRSD, 2009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SWD.5.21</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SES based on SEIFA IRSD, 2009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rsidRPr="00004155">
              <w:t>*</w:t>
            </w:r>
            <w:r>
              <w:t>**T</w:t>
            </w:r>
            <w:r w:rsidR="00414BB6" w:rsidRPr="002F3485">
              <w:rPr>
                <w:b/>
              </w:rPr>
              <w:t>able SWD.5.22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Graduates aged 20–64 years with improved employment status after training, 2008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SWD.5.23</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Indigenous status, 2008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SWD.5.24</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Indigenous status, 2008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SWD.5.25</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Indigenous status, 2008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SWD.5.26</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Proportion of graduates aged 20–64 years with improved employment status after training, by SES based on SEIFA IRSD, 2008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b/>
              </w:rPr>
              <w:t>Table SWD.5.27</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Relative standard errors for the proportion of graduates aged 20–64 years with improved employment status after training, by SES based on SEIFA IRSD, 2008 (per cent) </w:t>
            </w:r>
          </w:p>
        </w:tc>
      </w:tr>
      <w:tr w:rsidR="00414BB6" w:rsidRPr="00414BB6" w:rsidTr="00004155">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414BB6" w:rsidRPr="00414BB6" w:rsidRDefault="00004155" w:rsidP="002B75F5">
            <w:pPr>
              <w:pStyle w:val="TableUnitsRow"/>
              <w:jc w:val="both"/>
              <w:rPr>
                <w:b/>
              </w:rPr>
            </w:pPr>
            <w:r>
              <w:t>***</w:t>
            </w:r>
            <w:r w:rsidR="00414BB6" w:rsidRPr="002F3485">
              <w:rPr>
                <w:rFonts w:cs="Arial"/>
                <w:b/>
                <w:bCs/>
              </w:rPr>
              <w:t>Table SWD.5.28</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414BB6" w:rsidRPr="00414BB6" w:rsidRDefault="00414BB6" w:rsidP="002B75F5">
            <w:pPr>
              <w:pStyle w:val="TableUnitsRow"/>
              <w:jc w:val="both"/>
              <w:rPr>
                <w:rFonts w:cs="Arial"/>
              </w:rPr>
            </w:pPr>
            <w:r w:rsidRPr="00414BB6">
              <w:rPr>
                <w:rFonts w:cs="Arial"/>
              </w:rPr>
              <w:t xml:space="preserve">95 per cent confidence intervals for the proportion of graduates aged 20–64 years with improved employment status after training, by SES based on SEIFA IRSD, 2008 (per cent) </w:t>
            </w:r>
          </w:p>
        </w:tc>
      </w:tr>
    </w:tbl>
    <w:p w:rsidR="00004155" w:rsidRDefault="00004155" w:rsidP="005B0DB0">
      <w:pPr>
        <w:pStyle w:val="Note"/>
      </w:pPr>
      <w:r>
        <w:t>*Data backcast for 2010</w:t>
      </w:r>
      <w:r w:rsidRPr="00004155">
        <w:t xml:space="preserve"> </w:t>
      </w:r>
      <w:r>
        <w:t>(outcomes of students in 2010 who completed qualifications in 2009)</w:t>
      </w:r>
    </w:p>
    <w:p w:rsidR="00004155" w:rsidRDefault="00004155" w:rsidP="005B0DB0">
      <w:pPr>
        <w:pStyle w:val="Note"/>
      </w:pPr>
      <w:r>
        <w:t>** Data backcast for 2009 (outcomes of students in 2009 who completed qualifications in 2008)</w:t>
      </w:r>
    </w:p>
    <w:p w:rsidR="00004155" w:rsidRPr="008864C2" w:rsidRDefault="00004155" w:rsidP="005B0DB0">
      <w:pPr>
        <w:pStyle w:val="Note"/>
      </w:pPr>
      <w:r>
        <w:t>*** Data backcast for 2008 (outcomes of students in 2008 who completed qualifications in 2007)</w:t>
      </w:r>
    </w:p>
    <w:p w:rsidR="00414BB6" w:rsidRDefault="00414BB6" w:rsidP="005B0DB0">
      <w:pPr>
        <w:pStyle w:val="BoxSpace"/>
      </w:pPr>
    </w:p>
    <w:p w:rsidR="00414BB6" w:rsidRDefault="00414BB6">
      <w:pPr>
        <w:rPr>
          <w:szCs w:val="20"/>
        </w:rPr>
      </w:pPr>
      <w:r>
        <w:br w:type="page"/>
      </w:r>
    </w:p>
    <w:p w:rsidR="00414BB6" w:rsidRPr="00414BB6" w:rsidRDefault="00414BB6" w:rsidP="00414BB6">
      <w:pPr>
        <w:pStyle w:val="BoxSpace"/>
      </w:pPr>
    </w:p>
    <w:p w:rsidR="006F0D35" w:rsidRDefault="006F0D35" w:rsidP="004022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0D35" w:rsidTr="00772CE4">
        <w:tc>
          <w:tcPr>
            <w:tcW w:w="8771" w:type="dxa"/>
            <w:tcBorders>
              <w:top w:val="single" w:sz="6" w:space="0" w:color="auto"/>
              <w:bottom w:val="nil"/>
            </w:tcBorders>
          </w:tcPr>
          <w:p w:rsidR="006F0D35" w:rsidRDefault="006F0D35" w:rsidP="00402212">
            <w:pPr>
              <w:pStyle w:val="BoxTitle"/>
            </w:pPr>
            <w:r>
              <w:rPr>
                <w:b w:val="0"/>
              </w:rPr>
              <w:t xml:space="preserve">Box </w:t>
            </w:r>
            <w:r w:rsidR="00503759">
              <w:rPr>
                <w:b w:val="0"/>
                <w:noProof/>
              </w:rPr>
              <w:t>14</w:t>
            </w:r>
            <w:r w:rsidR="00056723">
              <w:tab/>
              <w:t>Comment on data quality</w:t>
            </w:r>
          </w:p>
        </w:tc>
      </w:tr>
      <w:tr w:rsidR="006F0D35" w:rsidTr="00772CE4">
        <w:trPr>
          <w:cantSplit/>
        </w:trPr>
        <w:tc>
          <w:tcPr>
            <w:tcW w:w="8771" w:type="dxa"/>
            <w:tcBorders>
              <w:top w:val="nil"/>
              <w:left w:val="single" w:sz="4" w:space="0" w:color="auto"/>
              <w:bottom w:val="nil"/>
              <w:right w:val="single" w:sz="6" w:space="0" w:color="auto"/>
            </w:tcBorders>
          </w:tcPr>
          <w:p w:rsidR="00CD4151" w:rsidRDefault="00CD4151" w:rsidP="00402212">
            <w:pPr>
              <w:pStyle w:val="Box"/>
            </w:pPr>
            <w:r>
              <w:t>The DQS for this indicator has been prepared by the NCVER and is included in its original form in the section in this report titled ‘Data Quality Statements’. Key points fro</w:t>
            </w:r>
            <w:r w:rsidR="004362A2">
              <w:t>m the DQS are summarised below.</w:t>
            </w:r>
          </w:p>
          <w:p w:rsidR="00CD4151" w:rsidRDefault="00CD4151" w:rsidP="005B0DB0">
            <w:pPr>
              <w:pStyle w:val="BoxListBullet"/>
            </w:pPr>
            <w:r>
              <w:t>The data provide relevant information on the proportion of VET graduates</w:t>
            </w:r>
            <w:r w:rsidR="00004155">
              <w:t xml:space="preserve"> aged </w:t>
            </w:r>
            <w:r w:rsidR="00004155">
              <w:br/>
              <w:t>20–64 years</w:t>
            </w:r>
            <w:r>
              <w:t xml:space="preserve"> who have improved employment status following training. Data are available by State and Territory, by Indigenous status and by socioeconomic status (SES).</w:t>
            </w:r>
          </w:p>
          <w:p w:rsidR="00CD4151" w:rsidRDefault="00CD4151" w:rsidP="00402212">
            <w:pPr>
              <w:pStyle w:val="BoxListBullet"/>
            </w:pPr>
            <w:r>
              <w:t>Annual data are available</w:t>
            </w:r>
            <w:r w:rsidR="009F5C5E">
              <w:t xml:space="preserve"> from the Student Outcomes Survey</w:t>
            </w:r>
            <w:r>
              <w:t>. The most recent available data are for 2011</w:t>
            </w:r>
            <w:r w:rsidR="009764E1">
              <w:t xml:space="preserve"> (outcomes of students in 2011 who completed qualifications in 2010)</w:t>
            </w:r>
            <w:r w:rsidR="004362A2">
              <w:t>.</w:t>
            </w:r>
          </w:p>
          <w:p w:rsidR="00CD4151" w:rsidRDefault="00CD4151" w:rsidP="00402212">
            <w:pPr>
              <w:pStyle w:val="BoxListBullet"/>
            </w:pPr>
            <w:r>
              <w:t>The survey does not include privately funded VET delivered by private providers.</w:t>
            </w:r>
          </w:p>
          <w:p w:rsidR="00CD4151" w:rsidRDefault="00CD4151" w:rsidP="00402212">
            <w:pPr>
              <w:pStyle w:val="BoxListBullet"/>
            </w:pPr>
            <w:r>
              <w:t>The response rate to this survey was 42.2 per cent</w:t>
            </w:r>
            <w:r w:rsidR="00402212">
              <w:t xml:space="preserve"> in 2011</w:t>
            </w:r>
            <w:r>
              <w:t>. NCVER analysis found that the non-response was not likely to have affected the quality of the results.</w:t>
            </w:r>
          </w:p>
          <w:p w:rsidR="00CD4151" w:rsidRDefault="00CD4151" w:rsidP="00402212">
            <w:pPr>
              <w:pStyle w:val="BoxListBullet"/>
            </w:pPr>
            <w:r>
              <w:t>Data are of acceptable accuracy at the national level, but some data disaggregated by Indigenous status or SES by State and Territory have relative standard errors greater than 25 per cent a</w:t>
            </w:r>
            <w:r w:rsidR="004362A2">
              <w:t>nd should be used with caution.</w:t>
            </w:r>
          </w:p>
          <w:p w:rsidR="00CD4151" w:rsidRDefault="00CD4151" w:rsidP="00402212">
            <w:pPr>
              <w:pStyle w:val="BoxListBullet"/>
            </w:pPr>
            <w:r>
              <w:t xml:space="preserve">Percentages in tables are </w:t>
            </w:r>
            <w:r w:rsidR="004362A2">
              <w:t>rounded and may not sum to 100.</w:t>
            </w:r>
          </w:p>
          <w:p w:rsidR="00CD4151" w:rsidRDefault="00CD4151" w:rsidP="00402212">
            <w:pPr>
              <w:pStyle w:val="BoxListBullet"/>
            </w:pPr>
            <w:r>
              <w:t xml:space="preserve">Detailed explanatory notes are publicly available to assist in the interpretation of results. </w:t>
            </w:r>
          </w:p>
          <w:p w:rsidR="00CD4151" w:rsidRDefault="00CD4151" w:rsidP="00402212">
            <w:pPr>
              <w:pStyle w:val="BoxListBullet"/>
            </w:pPr>
            <w:r>
              <w:t>Additional data from the data source are ava</w:t>
            </w:r>
            <w:r w:rsidR="004362A2">
              <w:t>ilable on-line, and on request.</w:t>
            </w:r>
          </w:p>
          <w:p w:rsidR="00CD4151" w:rsidRDefault="00CD4151" w:rsidP="00402212">
            <w:pPr>
              <w:pStyle w:val="Box"/>
            </w:pPr>
            <w:r>
              <w:t>The Steering Committee a</w:t>
            </w:r>
            <w:r w:rsidR="00F232B5">
              <w:t>lso notes the following issues:</w:t>
            </w:r>
          </w:p>
          <w:p w:rsidR="0044732C" w:rsidRDefault="00586392" w:rsidP="00402212">
            <w:pPr>
              <w:pStyle w:val="BoxListBullet"/>
            </w:pPr>
            <w:r w:rsidRPr="00586392">
              <w:t xml:space="preserve">The current scope of this data collection does not include graduates who studied with private providers on a fee-for-service basis. Reporting on the full scope of VET graduates is a priority. </w:t>
            </w:r>
            <w:r w:rsidR="0044732C">
              <w:t>In September 2011, Training Ministers agreed in principle to expand mandatory collection of VET activity to all registered training organisations (RTOs), subject to consideration of the regulatory burden. A regulation impact statement considering the costs and benefits for collecting VET activity from all RTOs is currently under development.</w:t>
            </w:r>
          </w:p>
          <w:p w:rsidR="006F0D35" w:rsidRDefault="009764E1" w:rsidP="00402212">
            <w:pPr>
              <w:pStyle w:val="BoxListBullet"/>
            </w:pPr>
            <w:r>
              <w:t xml:space="preserve">The size of the </w:t>
            </w:r>
            <w:r w:rsidR="00CD4151">
              <w:t>RSEs affect</w:t>
            </w:r>
            <w:r>
              <w:t>s</w:t>
            </w:r>
            <w:r w:rsidR="00CD4151">
              <w:t xml:space="preserve"> the ability to identify small year to year movements </w:t>
            </w:r>
            <w:r w:rsidR="00586392">
              <w:t xml:space="preserve">in some disaggregated measures </w:t>
            </w:r>
            <w:r w:rsidR="00CD4151">
              <w:t>for this indicator</w:t>
            </w:r>
            <w:r w:rsidR="00586392">
              <w:t xml:space="preserve"> for some jurisdictions.</w:t>
            </w:r>
          </w:p>
        </w:tc>
      </w:tr>
      <w:tr w:rsidR="006F0D35">
        <w:trPr>
          <w:cantSplit/>
        </w:trPr>
        <w:tc>
          <w:tcPr>
            <w:tcW w:w="8771" w:type="dxa"/>
            <w:tcBorders>
              <w:top w:val="nil"/>
              <w:left w:val="single" w:sz="6" w:space="0" w:color="auto"/>
              <w:bottom w:val="single" w:sz="6" w:space="0" w:color="auto"/>
              <w:right w:val="single" w:sz="6" w:space="0" w:color="auto"/>
            </w:tcBorders>
          </w:tcPr>
          <w:p w:rsidR="006F0D35" w:rsidRDefault="006F0D35" w:rsidP="00402212">
            <w:pPr>
              <w:pStyle w:val="Box"/>
              <w:spacing w:before="0" w:line="120" w:lineRule="exact"/>
            </w:pPr>
          </w:p>
        </w:tc>
      </w:tr>
      <w:tr w:rsidR="006F0D35">
        <w:tc>
          <w:tcPr>
            <w:tcW w:w="8771" w:type="dxa"/>
            <w:tcBorders>
              <w:top w:val="nil"/>
              <w:left w:val="nil"/>
              <w:bottom w:val="nil"/>
              <w:right w:val="nil"/>
            </w:tcBorders>
          </w:tcPr>
          <w:p w:rsidR="006F0D35" w:rsidRDefault="006F0D35" w:rsidP="00402212">
            <w:pPr>
              <w:pStyle w:val="Box"/>
              <w:keepNext w:val="0"/>
              <w:spacing w:before="60" w:after="60" w:line="80" w:lineRule="exact"/>
              <w:rPr>
                <w:b/>
                <w:color w:val="FF00FF"/>
                <w:sz w:val="14"/>
              </w:rPr>
            </w:pPr>
          </w:p>
        </w:tc>
      </w:tr>
    </w:tbl>
    <w:p w:rsidR="009764E1" w:rsidRPr="009764E1" w:rsidRDefault="00056723" w:rsidP="005E767C">
      <w:pPr>
        <w:pStyle w:val="Heading3"/>
        <w:spacing w:after="360"/>
      </w:pPr>
      <w:bookmarkStart w:id="25" w:name="_Ref328392165"/>
      <w:r>
        <w:t>Indicator 6 —Proportions of VET graduates with improved education/training status after training</w:t>
      </w:r>
      <w:bookmarkEnd w:id="25"/>
    </w:p>
    <w:tbl>
      <w:tblPr>
        <w:tblW w:w="0" w:type="auto"/>
        <w:tblInd w:w="108" w:type="dxa"/>
        <w:tblLayout w:type="fixed"/>
        <w:tblLook w:val="01E0" w:firstRow="1" w:lastRow="1" w:firstColumn="1" w:lastColumn="1" w:noHBand="0" w:noVBand="0"/>
      </w:tblPr>
      <w:tblGrid>
        <w:gridCol w:w="1985"/>
        <w:gridCol w:w="6804"/>
      </w:tblGrid>
      <w:tr w:rsidR="00056723" w:rsidTr="00056723">
        <w:trPr>
          <w:trHeight w:val="961"/>
        </w:trPr>
        <w:tc>
          <w:tcPr>
            <w:tcW w:w="1985" w:type="dxa"/>
          </w:tcPr>
          <w:p w:rsidR="00056723" w:rsidRPr="00366033" w:rsidRDefault="00056723" w:rsidP="00056723">
            <w:pPr>
              <w:pStyle w:val="TableBodyText"/>
              <w:jc w:val="left"/>
            </w:pPr>
            <w:r w:rsidRPr="00366033">
              <w:t xml:space="preserve">Key amendments from </w:t>
            </w:r>
            <w:r>
              <w:t>previous</w:t>
            </w:r>
            <w:r w:rsidRPr="00366033">
              <w:t xml:space="preserve"> cycle:</w:t>
            </w:r>
            <w:r w:rsidRPr="00366033">
              <w:tab/>
            </w:r>
          </w:p>
        </w:tc>
        <w:tc>
          <w:tcPr>
            <w:tcW w:w="6804" w:type="dxa"/>
          </w:tcPr>
          <w:p w:rsidR="00056723" w:rsidRDefault="00056723" w:rsidP="00056723">
            <w:pPr>
              <w:pStyle w:val="TableBodyText"/>
              <w:ind w:left="0"/>
              <w:jc w:val="left"/>
            </w:pPr>
            <w:r>
              <w:t>This is a new</w:t>
            </w:r>
            <w:r w:rsidR="004362A2">
              <w:t xml:space="preserve"> indicator in the revised NASWD</w:t>
            </w:r>
          </w:p>
          <w:p w:rsidR="00FF6B97" w:rsidRPr="0012777A" w:rsidRDefault="00FF6B97">
            <w:pPr>
              <w:pStyle w:val="TableBodyText"/>
              <w:ind w:left="0"/>
              <w:jc w:val="left"/>
            </w:pPr>
            <w:r>
              <w:t xml:space="preserve">Data have been backcast for 2008, 2009 and 2010 to </w:t>
            </w:r>
            <w:r w:rsidR="00D14EA6">
              <w:t xml:space="preserve">enable </w:t>
            </w:r>
            <w:r w:rsidR="00C9250A">
              <w:t xml:space="preserve">time series </w:t>
            </w:r>
            <w:r w:rsidR="00D14EA6">
              <w:t>analysis</w:t>
            </w:r>
          </w:p>
        </w:tc>
      </w:tr>
      <w:tr w:rsidR="00056723" w:rsidTr="00056723">
        <w:trPr>
          <w:trHeight w:val="598"/>
        </w:trPr>
        <w:tc>
          <w:tcPr>
            <w:tcW w:w="1985" w:type="dxa"/>
          </w:tcPr>
          <w:p w:rsidR="00056723" w:rsidRDefault="00056723" w:rsidP="00056723">
            <w:pPr>
              <w:pStyle w:val="TableBodyText"/>
              <w:jc w:val="left"/>
            </w:pPr>
            <w:r>
              <w:t>Outcome:</w:t>
            </w:r>
          </w:p>
        </w:tc>
        <w:tc>
          <w:tcPr>
            <w:tcW w:w="6804" w:type="dxa"/>
          </w:tcPr>
          <w:p w:rsidR="00056723" w:rsidRPr="00EC6CE2" w:rsidRDefault="00056723" w:rsidP="00056723">
            <w:pPr>
              <w:pStyle w:val="TableBodyText"/>
              <w:jc w:val="left"/>
            </w:pPr>
            <w:r>
              <w:t>Training delivers the skills and capabilities needed for improved economic participation for working age Australians</w:t>
            </w:r>
          </w:p>
          <w:p w:rsidR="00056723" w:rsidRPr="0023437B" w:rsidRDefault="00056723" w:rsidP="00056723">
            <w:pPr>
              <w:pStyle w:val="TableBodyText"/>
              <w:jc w:val="left"/>
            </w:pPr>
          </w:p>
        </w:tc>
      </w:tr>
      <w:tr w:rsidR="00056723" w:rsidTr="00056723">
        <w:tc>
          <w:tcPr>
            <w:tcW w:w="1985" w:type="dxa"/>
          </w:tcPr>
          <w:p w:rsidR="00056723" w:rsidRDefault="00056723" w:rsidP="00056723">
            <w:pPr>
              <w:pStyle w:val="TableBodyText"/>
              <w:jc w:val="left"/>
            </w:pPr>
            <w:r>
              <w:t xml:space="preserve">Performance indicator: </w:t>
            </w:r>
          </w:p>
          <w:p w:rsidR="00056723" w:rsidRPr="000E5A86" w:rsidRDefault="00056723" w:rsidP="00056723">
            <w:pPr>
              <w:pStyle w:val="TableBodyText"/>
              <w:jc w:val="left"/>
            </w:pPr>
          </w:p>
        </w:tc>
        <w:tc>
          <w:tcPr>
            <w:tcW w:w="6804" w:type="dxa"/>
          </w:tcPr>
          <w:p w:rsidR="00056723" w:rsidRDefault="00056723" w:rsidP="00056723">
            <w:pPr>
              <w:pStyle w:val="TableBodyText"/>
              <w:jc w:val="left"/>
            </w:pPr>
            <w:r>
              <w:t>Proportion of VET graduates with improved education/training status after training</w:t>
            </w:r>
          </w:p>
          <w:p w:rsidR="00056723" w:rsidRPr="00EC6CE2" w:rsidRDefault="00056723" w:rsidP="00056723">
            <w:pPr>
              <w:pStyle w:val="TableBodyText"/>
              <w:jc w:val="left"/>
            </w:pPr>
          </w:p>
        </w:tc>
      </w:tr>
      <w:tr w:rsidR="00056723" w:rsidTr="00056723">
        <w:tc>
          <w:tcPr>
            <w:tcW w:w="1985" w:type="dxa"/>
          </w:tcPr>
          <w:p w:rsidR="00056723" w:rsidRDefault="00056723" w:rsidP="00056723">
            <w:pPr>
              <w:pStyle w:val="TableBodyText"/>
              <w:jc w:val="left"/>
            </w:pPr>
            <w:r w:rsidRPr="000E5A86">
              <w:t>Measure</w:t>
            </w:r>
            <w:r>
              <w:t xml:space="preserve"> (main): </w:t>
            </w:r>
          </w:p>
        </w:tc>
        <w:tc>
          <w:tcPr>
            <w:tcW w:w="6804" w:type="dxa"/>
          </w:tcPr>
          <w:p w:rsidR="00056723" w:rsidRPr="00FF2E2E" w:rsidRDefault="00056723" w:rsidP="00056723">
            <w:pPr>
              <w:keepNext/>
              <w:keepLines/>
              <w:spacing w:after="40" w:line="220" w:lineRule="atLeast"/>
              <w:ind w:left="6" w:right="113"/>
              <w:rPr>
                <w:rFonts w:ascii="Arial" w:hAnsi="Arial"/>
                <w:sz w:val="20"/>
                <w:szCs w:val="20"/>
              </w:rPr>
            </w:pPr>
            <w:r w:rsidRPr="00FF2E2E">
              <w:rPr>
                <w:rFonts w:ascii="Arial" w:hAnsi="Arial"/>
                <w:sz w:val="20"/>
                <w:szCs w:val="20"/>
              </w:rPr>
              <w:t>The measure is defined as:</w:t>
            </w:r>
          </w:p>
          <w:p w:rsidR="00056723" w:rsidRPr="00FF2E2E" w:rsidRDefault="00056723" w:rsidP="00056723">
            <w:pPr>
              <w:pStyle w:val="TableBullet"/>
            </w:pPr>
            <w:r w:rsidRPr="00FF2E2E">
              <w:rPr>
                <w:i/>
              </w:rPr>
              <w:t>Numerator</w:t>
            </w:r>
            <w:r w:rsidRPr="00FF2E2E">
              <w:t xml:space="preserve"> — </w:t>
            </w:r>
            <w:r w:rsidR="00FF6B97" w:rsidRPr="00FF2E2E">
              <w:t xml:space="preserve">AQF qualifications completed by </w:t>
            </w:r>
            <w:r w:rsidRPr="00FF2E2E">
              <w:t xml:space="preserve">students aged 20–64 years </w:t>
            </w:r>
            <w:r w:rsidR="00FF6B97" w:rsidRPr="00FF2E2E">
              <w:t xml:space="preserve">at a </w:t>
            </w:r>
            <w:r w:rsidRPr="00FF2E2E">
              <w:t>higher education level than their previous highest education level</w:t>
            </w:r>
          </w:p>
          <w:p w:rsidR="00056723" w:rsidRPr="00FF2E2E" w:rsidRDefault="00056723" w:rsidP="00056723">
            <w:pPr>
              <w:pStyle w:val="TableBullet"/>
            </w:pPr>
            <w:r w:rsidRPr="00FF2E2E">
              <w:rPr>
                <w:i/>
              </w:rPr>
              <w:t xml:space="preserve">Denominator </w:t>
            </w:r>
            <w:r w:rsidRPr="00FF2E2E">
              <w:t>—</w:t>
            </w:r>
            <w:r w:rsidR="00FF6B97" w:rsidRPr="00FF2E2E">
              <w:t xml:space="preserve">AQF </w:t>
            </w:r>
            <w:r w:rsidRPr="00FF2E2E">
              <w:t xml:space="preserve">VET </w:t>
            </w:r>
            <w:r w:rsidR="00FF6B97" w:rsidRPr="00FF2E2E">
              <w:t xml:space="preserve">course </w:t>
            </w:r>
            <w:r w:rsidRPr="00FF2E2E">
              <w:rPr>
                <w:b/>
                <w:u w:val="single"/>
              </w:rPr>
              <w:t>enrolments</w:t>
            </w:r>
            <w:r w:rsidRPr="00FF2E2E">
              <w:t xml:space="preserve"> by students aged 20–64 years </w:t>
            </w:r>
          </w:p>
          <w:p w:rsidR="00056723" w:rsidRPr="00FF2E2E" w:rsidRDefault="00056723" w:rsidP="00056723">
            <w:pPr>
              <w:pStyle w:val="TableBodyText"/>
              <w:jc w:val="left"/>
            </w:pPr>
            <w:r w:rsidRPr="00FF2E2E">
              <w:t xml:space="preserve">and is expressed as a </w:t>
            </w:r>
            <w:r w:rsidRPr="00FF2E2E">
              <w:rPr>
                <w:i/>
              </w:rPr>
              <w:t>percentage</w:t>
            </w:r>
          </w:p>
          <w:p w:rsidR="00056723" w:rsidRPr="00FF2E2E" w:rsidRDefault="00056723" w:rsidP="00056723">
            <w:pPr>
              <w:pStyle w:val="TableBodyText"/>
              <w:jc w:val="left"/>
            </w:pPr>
          </w:p>
        </w:tc>
      </w:tr>
      <w:tr w:rsidR="00056723" w:rsidTr="00056723">
        <w:tc>
          <w:tcPr>
            <w:tcW w:w="1985" w:type="dxa"/>
          </w:tcPr>
          <w:p w:rsidR="00056723" w:rsidRDefault="00056723" w:rsidP="00056723">
            <w:pPr>
              <w:pStyle w:val="TableBodyText"/>
              <w:jc w:val="left"/>
            </w:pPr>
            <w:r>
              <w:t>Measure (supplementary):</w:t>
            </w:r>
          </w:p>
        </w:tc>
        <w:tc>
          <w:tcPr>
            <w:tcW w:w="6804" w:type="dxa"/>
          </w:tcPr>
          <w:p w:rsidR="00056723" w:rsidRPr="00FF2E2E" w:rsidRDefault="00056723" w:rsidP="00056723">
            <w:pPr>
              <w:keepNext/>
              <w:keepLines/>
              <w:spacing w:after="40" w:line="220" w:lineRule="atLeast"/>
              <w:ind w:left="6" w:right="113"/>
              <w:rPr>
                <w:rFonts w:ascii="Arial" w:hAnsi="Arial"/>
                <w:sz w:val="20"/>
                <w:szCs w:val="20"/>
              </w:rPr>
            </w:pPr>
            <w:r w:rsidRPr="00FF2E2E">
              <w:rPr>
                <w:rFonts w:ascii="Arial" w:hAnsi="Arial"/>
                <w:sz w:val="20"/>
                <w:szCs w:val="20"/>
              </w:rPr>
              <w:t>The measure is defined as:</w:t>
            </w:r>
          </w:p>
          <w:p w:rsidR="00056723" w:rsidRPr="00FF2E2E" w:rsidRDefault="00056723" w:rsidP="00056723">
            <w:pPr>
              <w:pStyle w:val="TableBullet"/>
            </w:pPr>
            <w:r w:rsidRPr="00FF2E2E">
              <w:rPr>
                <w:i/>
              </w:rPr>
              <w:t>Numerator</w:t>
            </w:r>
            <w:r w:rsidRPr="00FF2E2E">
              <w:t xml:space="preserve"> — </w:t>
            </w:r>
            <w:r w:rsidR="00B30A03" w:rsidRPr="00FF2E2E">
              <w:t xml:space="preserve">AQF qualifications completed by </w:t>
            </w:r>
            <w:r w:rsidRPr="00FF2E2E">
              <w:t>students aged 20–64 years at a higher education level than their previous highest education level</w:t>
            </w:r>
          </w:p>
          <w:p w:rsidR="00056723" w:rsidRPr="00FF2E2E" w:rsidRDefault="00056723" w:rsidP="00056723">
            <w:pPr>
              <w:pStyle w:val="TableBullet"/>
            </w:pPr>
            <w:r w:rsidRPr="00FF2E2E">
              <w:rPr>
                <w:i/>
              </w:rPr>
              <w:t xml:space="preserve">Denominator </w:t>
            </w:r>
            <w:r w:rsidRPr="00FF2E2E">
              <w:t xml:space="preserve">— AQF </w:t>
            </w:r>
            <w:r w:rsidR="00B30A03" w:rsidRPr="00FF2E2E">
              <w:t xml:space="preserve">VET course </w:t>
            </w:r>
            <w:r w:rsidRPr="00FF2E2E">
              <w:t xml:space="preserve">qualification </w:t>
            </w:r>
            <w:r w:rsidRPr="00FF2E2E">
              <w:rPr>
                <w:b/>
                <w:u w:val="single"/>
              </w:rPr>
              <w:t>completions</w:t>
            </w:r>
            <w:r w:rsidRPr="00FF2E2E">
              <w:t xml:space="preserve"> by students aged 20–64 years</w:t>
            </w:r>
          </w:p>
          <w:p w:rsidR="00056723" w:rsidRPr="00FF2E2E" w:rsidRDefault="00056723" w:rsidP="00056723">
            <w:pPr>
              <w:pStyle w:val="TableBodyText"/>
              <w:jc w:val="left"/>
            </w:pPr>
            <w:r w:rsidRPr="00FF2E2E">
              <w:t xml:space="preserve">and is expressed as a </w:t>
            </w:r>
            <w:r w:rsidRPr="00FF2E2E">
              <w:rPr>
                <w:i/>
              </w:rPr>
              <w:t>percentage</w:t>
            </w:r>
          </w:p>
          <w:p w:rsidR="00056723" w:rsidRPr="00FF2E2E" w:rsidRDefault="00056723" w:rsidP="00056723">
            <w:pPr>
              <w:pStyle w:val="TableBodyText"/>
              <w:jc w:val="left"/>
            </w:pPr>
          </w:p>
          <w:p w:rsidR="00056723" w:rsidRPr="00FF2E2E" w:rsidRDefault="00056723" w:rsidP="00056723">
            <w:pPr>
              <w:pStyle w:val="TableBodyText"/>
              <w:jc w:val="left"/>
            </w:pPr>
            <w:r w:rsidRPr="00FF2E2E">
              <w:t>For both measures</w:t>
            </w:r>
          </w:p>
          <w:p w:rsidR="00056723" w:rsidRPr="00FF2E2E" w:rsidRDefault="00056723" w:rsidP="00056723">
            <w:pPr>
              <w:keepNext/>
              <w:keepLines/>
              <w:spacing w:after="40" w:line="220" w:lineRule="atLeast"/>
              <w:ind w:left="170" w:right="113"/>
              <w:rPr>
                <w:rFonts w:ascii="Arial" w:hAnsi="Arial"/>
                <w:sz w:val="20"/>
                <w:szCs w:val="20"/>
              </w:rPr>
            </w:pPr>
          </w:p>
          <w:p w:rsidR="00056723" w:rsidRPr="00FF2E2E" w:rsidRDefault="00056723" w:rsidP="00056723">
            <w:pPr>
              <w:keepNext/>
              <w:keepLines/>
              <w:spacing w:after="40" w:line="220" w:lineRule="atLeast"/>
              <w:ind w:left="6" w:right="113"/>
              <w:rPr>
                <w:rFonts w:ascii="Arial" w:hAnsi="Arial"/>
                <w:sz w:val="20"/>
                <w:szCs w:val="20"/>
              </w:rPr>
            </w:pPr>
            <w:r w:rsidRPr="00FF2E2E">
              <w:rPr>
                <w:rFonts w:ascii="Arial" w:hAnsi="Arial"/>
                <w:sz w:val="20"/>
                <w:szCs w:val="20"/>
              </w:rPr>
              <w:t xml:space="preserve">The hierarchy for highest level of education </w:t>
            </w:r>
            <w:r w:rsidR="00B30A03" w:rsidRPr="00FF2E2E">
              <w:rPr>
                <w:rFonts w:ascii="Arial" w:hAnsi="Arial"/>
                <w:sz w:val="20"/>
                <w:szCs w:val="20"/>
              </w:rPr>
              <w:t>as follows:</w:t>
            </w:r>
          </w:p>
          <w:p w:rsidR="00B30A03" w:rsidRPr="00FF2E2E" w:rsidRDefault="00B30A03" w:rsidP="00056723">
            <w:pPr>
              <w:pStyle w:val="TableBullet"/>
            </w:pPr>
            <w:r w:rsidRPr="00FF2E2E">
              <w:t>Bachelor degree/Higher degree level</w:t>
            </w:r>
          </w:p>
          <w:p w:rsidR="00056723" w:rsidRPr="00FF2E2E" w:rsidRDefault="00B30A03" w:rsidP="00056723">
            <w:pPr>
              <w:pStyle w:val="TableBullet"/>
            </w:pPr>
            <w:r w:rsidRPr="00FF2E2E">
              <w:t>Advanced diploma/Associate degree</w:t>
            </w:r>
          </w:p>
          <w:p w:rsidR="00056723" w:rsidRPr="00FF2E2E" w:rsidRDefault="00056723" w:rsidP="00056723">
            <w:pPr>
              <w:pStyle w:val="TableBullet"/>
            </w:pPr>
            <w:r w:rsidRPr="00FF2E2E">
              <w:t>Diploma</w:t>
            </w:r>
          </w:p>
          <w:p w:rsidR="00056723" w:rsidRPr="00FF2E2E" w:rsidRDefault="00056723" w:rsidP="00056723">
            <w:pPr>
              <w:pStyle w:val="TableBullet"/>
            </w:pPr>
            <w:r w:rsidRPr="00FF2E2E">
              <w:t>Certificate IV</w:t>
            </w:r>
          </w:p>
          <w:p w:rsidR="00056723" w:rsidRPr="00FF2E2E" w:rsidRDefault="00056723" w:rsidP="00056723">
            <w:pPr>
              <w:pStyle w:val="TableBullet"/>
            </w:pPr>
            <w:r w:rsidRPr="00FF2E2E">
              <w:t>Certificate III</w:t>
            </w:r>
          </w:p>
          <w:p w:rsidR="00B30A03" w:rsidRPr="00FF2E2E" w:rsidRDefault="00B30A03" w:rsidP="00056723">
            <w:pPr>
              <w:pStyle w:val="TableBullet"/>
            </w:pPr>
            <w:r w:rsidRPr="00FF2E2E">
              <w:t>Certificate II</w:t>
            </w:r>
          </w:p>
          <w:p w:rsidR="00056723" w:rsidRPr="00FF2E2E" w:rsidRDefault="00056723" w:rsidP="00056723">
            <w:pPr>
              <w:pStyle w:val="TableBullet"/>
            </w:pPr>
            <w:r w:rsidRPr="00FF2E2E">
              <w:t>Year 12</w:t>
            </w:r>
          </w:p>
          <w:p w:rsidR="00B30A03" w:rsidRPr="00FF2E2E" w:rsidRDefault="00B30A03" w:rsidP="00056723">
            <w:pPr>
              <w:pStyle w:val="TableBullet"/>
            </w:pPr>
            <w:r w:rsidRPr="00FF2E2E">
              <w:t>Certificate I</w:t>
            </w:r>
          </w:p>
          <w:p w:rsidR="00056723" w:rsidRPr="00FF2E2E" w:rsidRDefault="00056723" w:rsidP="00056723">
            <w:pPr>
              <w:pStyle w:val="TableBullet"/>
            </w:pPr>
            <w:r w:rsidRPr="00FF2E2E">
              <w:t>Year 11</w:t>
            </w:r>
          </w:p>
          <w:p w:rsidR="00056723" w:rsidRPr="00FF2E2E" w:rsidRDefault="00B30A03" w:rsidP="00B30A03">
            <w:pPr>
              <w:pStyle w:val="TableBullet"/>
            </w:pPr>
            <w:r w:rsidRPr="00FF2E2E">
              <w:t>Year 10</w:t>
            </w:r>
          </w:p>
          <w:p w:rsidR="00056723" w:rsidRPr="00FF2E2E" w:rsidRDefault="00056723" w:rsidP="00056723">
            <w:pPr>
              <w:pStyle w:val="TableBullet"/>
            </w:pPr>
            <w:r w:rsidRPr="00FF2E2E">
              <w:t xml:space="preserve">Year 9 or </w:t>
            </w:r>
            <w:r w:rsidR="00B30A03" w:rsidRPr="00FF2E2E">
              <w:t>lower</w:t>
            </w:r>
          </w:p>
          <w:p w:rsidR="00B30A03" w:rsidRPr="00FF2E2E" w:rsidRDefault="00B30A03" w:rsidP="00056723">
            <w:pPr>
              <w:pStyle w:val="TableBullet"/>
            </w:pPr>
            <w:r w:rsidRPr="00FF2E2E">
              <w:t>Miscellaneous education</w:t>
            </w:r>
          </w:p>
          <w:p w:rsidR="00B30A03" w:rsidRPr="00FF2E2E" w:rsidRDefault="00056723" w:rsidP="00B30A03">
            <w:pPr>
              <w:pStyle w:val="TableBullet"/>
            </w:pPr>
            <w:r w:rsidRPr="00FF2E2E">
              <w:t>Did not go to school</w:t>
            </w:r>
          </w:p>
          <w:p w:rsidR="00056723" w:rsidRPr="00FF2E2E" w:rsidRDefault="00056723" w:rsidP="00056723">
            <w:pPr>
              <w:keepNext/>
              <w:keepLines/>
              <w:spacing w:after="40" w:line="220" w:lineRule="atLeast"/>
              <w:ind w:left="6" w:right="113"/>
              <w:rPr>
                <w:rFonts w:ascii="Arial" w:hAnsi="Arial"/>
                <w:sz w:val="20"/>
                <w:szCs w:val="20"/>
              </w:rPr>
            </w:pPr>
          </w:p>
          <w:p w:rsidR="00056723" w:rsidRPr="00FF2E2E" w:rsidRDefault="00056723" w:rsidP="00056723">
            <w:pPr>
              <w:keepNext/>
              <w:keepLines/>
              <w:spacing w:after="40" w:line="220" w:lineRule="atLeast"/>
              <w:ind w:left="6" w:right="113"/>
              <w:rPr>
                <w:rFonts w:ascii="Arial" w:hAnsi="Arial"/>
                <w:sz w:val="20"/>
                <w:szCs w:val="20"/>
              </w:rPr>
            </w:pPr>
            <w:r w:rsidRPr="00FF2E2E">
              <w:rPr>
                <w:rFonts w:ascii="Arial" w:hAnsi="Arial"/>
                <w:sz w:val="20"/>
                <w:szCs w:val="20"/>
              </w:rPr>
              <w:t>‘Not stated’ responses have been excluded from the computation</w:t>
            </w:r>
          </w:p>
          <w:p w:rsidR="00056723" w:rsidRPr="00FF2E2E" w:rsidRDefault="00056723" w:rsidP="00056723">
            <w:pPr>
              <w:keepNext/>
              <w:keepLines/>
              <w:spacing w:after="40" w:line="220" w:lineRule="atLeast"/>
              <w:ind w:left="6" w:right="113"/>
              <w:rPr>
                <w:rFonts w:ascii="Arial" w:hAnsi="Arial"/>
                <w:sz w:val="20"/>
                <w:szCs w:val="20"/>
              </w:rPr>
            </w:pPr>
          </w:p>
        </w:tc>
      </w:tr>
      <w:tr w:rsidR="00056723" w:rsidTr="00056723">
        <w:tc>
          <w:tcPr>
            <w:tcW w:w="1985" w:type="dxa"/>
          </w:tcPr>
          <w:p w:rsidR="00056723" w:rsidRPr="000E5A86" w:rsidRDefault="00056723" w:rsidP="00056723">
            <w:pPr>
              <w:pStyle w:val="TableBodyText"/>
              <w:jc w:val="left"/>
            </w:pPr>
            <w:r>
              <w:t>Data source:</w:t>
            </w:r>
          </w:p>
        </w:tc>
        <w:tc>
          <w:tcPr>
            <w:tcW w:w="6804" w:type="dxa"/>
          </w:tcPr>
          <w:p w:rsidR="00056723" w:rsidRPr="009A5124" w:rsidRDefault="00056723" w:rsidP="00056723">
            <w:pPr>
              <w:keepNext/>
              <w:keepLines/>
              <w:spacing w:after="40" w:line="220" w:lineRule="atLeast"/>
              <w:ind w:left="6" w:right="113"/>
              <w:rPr>
                <w:rFonts w:ascii="Arial" w:hAnsi="Arial"/>
                <w:sz w:val="20"/>
                <w:szCs w:val="20"/>
              </w:rPr>
            </w:pPr>
            <w:r w:rsidRPr="009A5124">
              <w:rPr>
                <w:rFonts w:ascii="Arial" w:hAnsi="Arial"/>
                <w:i/>
                <w:sz w:val="20"/>
                <w:szCs w:val="20"/>
              </w:rPr>
              <w:t xml:space="preserve">Numerator and denominator </w:t>
            </w:r>
            <w:r w:rsidRPr="009A5124">
              <w:rPr>
                <w:rFonts w:ascii="Arial" w:hAnsi="Arial"/>
                <w:sz w:val="20"/>
                <w:szCs w:val="20"/>
              </w:rPr>
              <w:t xml:space="preserve">— </w:t>
            </w:r>
            <w:r w:rsidRPr="009A5124">
              <w:rPr>
                <w:rFonts w:ascii="Arial" w:hAnsi="Arial"/>
                <w:sz w:val="20"/>
                <w:szCs w:val="20"/>
                <w:u w:val="single"/>
              </w:rPr>
              <w:t>National VET Provider Collection</w:t>
            </w:r>
            <w:r w:rsidRPr="009A5124">
              <w:rPr>
                <w:rFonts w:ascii="Arial" w:hAnsi="Arial"/>
                <w:sz w:val="20"/>
                <w:szCs w:val="20"/>
              </w:rPr>
              <w:t>. Data are collected annually</w:t>
            </w:r>
          </w:p>
          <w:p w:rsidR="00056723" w:rsidRPr="00F43E29" w:rsidRDefault="00056723" w:rsidP="00056723">
            <w:pPr>
              <w:pStyle w:val="TableBodyText"/>
              <w:jc w:val="left"/>
            </w:pPr>
          </w:p>
        </w:tc>
      </w:tr>
      <w:tr w:rsidR="00056723" w:rsidTr="00056723">
        <w:tc>
          <w:tcPr>
            <w:tcW w:w="1985" w:type="dxa"/>
          </w:tcPr>
          <w:p w:rsidR="00056723" w:rsidRDefault="00056723" w:rsidP="00056723">
            <w:pPr>
              <w:pStyle w:val="TableBodyText"/>
              <w:jc w:val="left"/>
            </w:pPr>
            <w:r w:rsidRPr="000E5A86">
              <w:t>Data provider:</w:t>
            </w:r>
          </w:p>
        </w:tc>
        <w:tc>
          <w:tcPr>
            <w:tcW w:w="6804" w:type="dxa"/>
          </w:tcPr>
          <w:p w:rsidR="00056723" w:rsidRPr="00F43E29" w:rsidRDefault="00056723" w:rsidP="00056723">
            <w:pPr>
              <w:pStyle w:val="TableBodyText"/>
              <w:ind w:left="0"/>
              <w:jc w:val="left"/>
            </w:pPr>
            <w:r w:rsidRPr="00F43E29">
              <w:t>NCVER</w:t>
            </w:r>
          </w:p>
          <w:p w:rsidR="00056723" w:rsidRPr="005A2016" w:rsidRDefault="00056723" w:rsidP="00056723">
            <w:pPr>
              <w:pStyle w:val="TableBodyText"/>
              <w:jc w:val="left"/>
            </w:pPr>
          </w:p>
        </w:tc>
      </w:tr>
      <w:tr w:rsidR="00056723" w:rsidTr="00056723">
        <w:tc>
          <w:tcPr>
            <w:tcW w:w="1985" w:type="dxa"/>
          </w:tcPr>
          <w:p w:rsidR="00056723" w:rsidRPr="000E5A86" w:rsidRDefault="00056723" w:rsidP="00056723">
            <w:pPr>
              <w:pStyle w:val="TableBodyText"/>
              <w:jc w:val="left"/>
            </w:pPr>
            <w:r w:rsidRPr="000E5A86">
              <w:t>Data availability</w:t>
            </w:r>
            <w:r>
              <w:t>:</w:t>
            </w:r>
          </w:p>
        </w:tc>
        <w:tc>
          <w:tcPr>
            <w:tcW w:w="6804" w:type="dxa"/>
          </w:tcPr>
          <w:p w:rsidR="00B30A03" w:rsidRDefault="00056723" w:rsidP="00056723">
            <w:pPr>
              <w:pStyle w:val="TableBodyText"/>
              <w:ind w:left="0"/>
              <w:jc w:val="left"/>
            </w:pPr>
            <w:r>
              <w:t>201</w:t>
            </w:r>
            <w:r w:rsidR="00B30A03">
              <w:t>1 (completions in 2010)</w:t>
            </w:r>
          </w:p>
          <w:p w:rsidR="00056723" w:rsidRDefault="00B30A03" w:rsidP="00056723">
            <w:pPr>
              <w:pStyle w:val="TableBodyText"/>
              <w:ind w:left="0"/>
              <w:jc w:val="left"/>
            </w:pPr>
            <w:r>
              <w:t>B</w:t>
            </w:r>
            <w:r w:rsidR="00056723">
              <w:t>ackcast for 20</w:t>
            </w:r>
            <w:r>
              <w:t>10, 2009 and</w:t>
            </w:r>
            <w:r w:rsidR="00056723">
              <w:t xml:space="preserve"> 2008 </w:t>
            </w:r>
            <w:r>
              <w:t>(completions in 2009, 2008 and 2007</w:t>
            </w:r>
            <w:r w:rsidR="00056723" w:rsidRPr="00F43E29">
              <w:t>)</w:t>
            </w:r>
          </w:p>
          <w:p w:rsidR="00056723" w:rsidRPr="005A2016" w:rsidRDefault="00056723" w:rsidP="00056723">
            <w:pPr>
              <w:pStyle w:val="TableBodyText"/>
              <w:ind w:left="0"/>
              <w:jc w:val="left"/>
            </w:pPr>
          </w:p>
        </w:tc>
      </w:tr>
      <w:tr w:rsidR="00056723" w:rsidTr="00056723">
        <w:tc>
          <w:tcPr>
            <w:tcW w:w="1985" w:type="dxa"/>
          </w:tcPr>
          <w:p w:rsidR="00056723" w:rsidRPr="000E5A86" w:rsidRDefault="00056723" w:rsidP="00056723">
            <w:pPr>
              <w:pStyle w:val="TableBodyText"/>
              <w:jc w:val="left"/>
            </w:pPr>
            <w:r>
              <w:t>Cross tabulations provided:</w:t>
            </w:r>
          </w:p>
        </w:tc>
        <w:tc>
          <w:tcPr>
            <w:tcW w:w="6804" w:type="dxa"/>
          </w:tcPr>
          <w:p w:rsidR="00056723" w:rsidRDefault="00056723" w:rsidP="00056723">
            <w:pPr>
              <w:pStyle w:val="TableBodyText"/>
              <w:ind w:left="0"/>
              <w:jc w:val="left"/>
            </w:pPr>
            <w:r>
              <w:t>State and Territory, by</w:t>
            </w:r>
          </w:p>
          <w:p w:rsidR="00056723" w:rsidRDefault="00056723" w:rsidP="00056723">
            <w:pPr>
              <w:pStyle w:val="TableBullet"/>
            </w:pPr>
            <w:r>
              <w:t>Indigenous status</w:t>
            </w:r>
          </w:p>
          <w:p w:rsidR="00056723" w:rsidRDefault="00056723" w:rsidP="00056723">
            <w:pPr>
              <w:pStyle w:val="TableBullet"/>
            </w:pPr>
            <w:r>
              <w:t>SES (SEIFA)</w:t>
            </w:r>
          </w:p>
          <w:p w:rsidR="00B30A03" w:rsidRPr="000E5A86" w:rsidRDefault="00B30A03" w:rsidP="00056723">
            <w:pPr>
              <w:pStyle w:val="TableBullet"/>
            </w:pPr>
            <w:r>
              <w:t>remoteness</w:t>
            </w:r>
          </w:p>
        </w:tc>
      </w:tr>
    </w:tbl>
    <w:p w:rsidR="00056723" w:rsidRDefault="00056723"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6723">
        <w:tc>
          <w:tcPr>
            <w:tcW w:w="8771" w:type="dxa"/>
            <w:tcBorders>
              <w:top w:val="single" w:sz="6" w:space="0" w:color="auto"/>
              <w:bottom w:val="nil"/>
            </w:tcBorders>
          </w:tcPr>
          <w:p w:rsidR="00056723" w:rsidRDefault="00056723" w:rsidP="00725CFC">
            <w:pPr>
              <w:pStyle w:val="BoxTitle"/>
            </w:pPr>
            <w:r>
              <w:rPr>
                <w:b w:val="0"/>
              </w:rPr>
              <w:t xml:space="preserve">Box </w:t>
            </w:r>
            <w:r w:rsidR="00503759">
              <w:rPr>
                <w:b w:val="0"/>
                <w:noProof/>
              </w:rPr>
              <w:t>15</w:t>
            </w:r>
            <w:r>
              <w:tab/>
              <w:t>Results</w:t>
            </w:r>
          </w:p>
        </w:tc>
      </w:tr>
      <w:tr w:rsidR="00056723">
        <w:trPr>
          <w:cantSplit/>
        </w:trPr>
        <w:tc>
          <w:tcPr>
            <w:tcW w:w="8771" w:type="dxa"/>
            <w:tcBorders>
              <w:top w:val="nil"/>
              <w:left w:val="single" w:sz="6" w:space="0" w:color="auto"/>
              <w:bottom w:val="nil"/>
              <w:right w:val="single" w:sz="6" w:space="0" w:color="auto"/>
            </w:tcBorders>
          </w:tcPr>
          <w:p w:rsidR="001C64D2" w:rsidRDefault="00B40A9E" w:rsidP="001C64D2">
            <w:pPr>
              <w:pStyle w:val="Box"/>
            </w:pPr>
            <w:r>
              <w:t>For this report, new data for this indicator are available for 201</w:t>
            </w:r>
            <w:r w:rsidR="009F5C5E">
              <w:t>1</w:t>
            </w:r>
            <w:r w:rsidR="008B4286">
              <w:t>:</w:t>
            </w:r>
          </w:p>
          <w:p w:rsidR="00B40A9E" w:rsidRDefault="00B40A9E" w:rsidP="001C64D2">
            <w:pPr>
              <w:pStyle w:val="BoxListBullet"/>
            </w:pPr>
            <w:r>
              <w:t>Data by State and Territory are presented in tables SWD.6.1 and SWD.6.5.</w:t>
            </w:r>
          </w:p>
          <w:p w:rsidR="00B40A9E" w:rsidRDefault="00B40A9E" w:rsidP="00725CFC">
            <w:pPr>
              <w:pStyle w:val="BoxListBullet"/>
            </w:pPr>
            <w:r>
              <w:t xml:space="preserve">Data by State and Territory by </w:t>
            </w:r>
            <w:r w:rsidR="0060107E">
              <w:t xml:space="preserve">Indigenous status </w:t>
            </w:r>
            <w:r>
              <w:t>are presented in table</w:t>
            </w:r>
            <w:r w:rsidR="0060107E">
              <w:t>s SWD.6</w:t>
            </w:r>
            <w:r>
              <w:t>.</w:t>
            </w:r>
            <w:r w:rsidR="0060107E">
              <w:t>2 and SWD.6.6</w:t>
            </w:r>
            <w:r>
              <w:t>.</w:t>
            </w:r>
          </w:p>
          <w:p w:rsidR="00B40A9E" w:rsidRDefault="00B40A9E" w:rsidP="00725CFC">
            <w:pPr>
              <w:pStyle w:val="BoxListBullet"/>
            </w:pPr>
            <w:r>
              <w:t xml:space="preserve">Data by State and Territory by </w:t>
            </w:r>
            <w:r w:rsidR="0060107E">
              <w:t>SES are presented in table</w:t>
            </w:r>
            <w:r w:rsidR="009F5C5E">
              <w:t>s</w:t>
            </w:r>
            <w:r w:rsidR="0060107E">
              <w:t xml:space="preserve"> SWD.6</w:t>
            </w:r>
            <w:r>
              <w:t>.</w:t>
            </w:r>
            <w:r w:rsidR="0060107E">
              <w:t>3 and SWD.6.7</w:t>
            </w:r>
            <w:r>
              <w:t>.</w:t>
            </w:r>
          </w:p>
          <w:p w:rsidR="0060107E" w:rsidRDefault="0060107E" w:rsidP="00725CFC">
            <w:pPr>
              <w:pStyle w:val="BoxListBullet"/>
            </w:pPr>
            <w:r>
              <w:t>Data by State and Territory by remoteness are presented in table</w:t>
            </w:r>
            <w:r w:rsidR="009F5C5E">
              <w:t>s</w:t>
            </w:r>
            <w:r>
              <w:t xml:space="preserve"> SWD.6.4 and SWD.</w:t>
            </w:r>
            <w:r w:rsidR="001861FE">
              <w:t>6</w:t>
            </w:r>
            <w:r>
              <w:t>.8.</w:t>
            </w:r>
          </w:p>
          <w:p w:rsidR="00B40A9E" w:rsidRDefault="00B40A9E" w:rsidP="00725CFC">
            <w:pPr>
              <w:pStyle w:val="Box"/>
            </w:pPr>
            <w:r>
              <w:t>Data have been backcast for 2010, 2009 and 2008 to provide a comparable time series:</w:t>
            </w:r>
          </w:p>
          <w:p w:rsidR="0060107E" w:rsidRDefault="00B40A9E" w:rsidP="00725CFC">
            <w:pPr>
              <w:pStyle w:val="BoxListBullet"/>
            </w:pPr>
            <w:r>
              <w:t>Data by State and Territory are presented in tables</w:t>
            </w:r>
            <w:r w:rsidR="0060107E">
              <w:t xml:space="preserve"> SWD.6.9; 6.13; 6.17; 6.21; 6.25 and 6.29.</w:t>
            </w:r>
          </w:p>
          <w:p w:rsidR="00B40A9E" w:rsidRDefault="00B40A9E" w:rsidP="00725CFC">
            <w:pPr>
              <w:pStyle w:val="BoxListBullet"/>
            </w:pPr>
            <w:r>
              <w:t xml:space="preserve">Data by State and Territory by </w:t>
            </w:r>
            <w:r w:rsidR="0060107E">
              <w:t>Indigenous status are prese</w:t>
            </w:r>
            <w:r>
              <w:t>nted in tables SWD.</w:t>
            </w:r>
            <w:r w:rsidR="0060107E">
              <w:t>6.10; 6.14; 6.18; 6.22; 6.26 and 6.30</w:t>
            </w:r>
            <w:r>
              <w:t>.</w:t>
            </w:r>
          </w:p>
          <w:p w:rsidR="00B40A9E" w:rsidRDefault="00B40A9E" w:rsidP="00725CFC">
            <w:pPr>
              <w:pStyle w:val="BoxListBullet"/>
            </w:pPr>
            <w:r>
              <w:t>Data by State and Territory by SES are presented in tables SWD.</w:t>
            </w:r>
            <w:r w:rsidR="0060107E">
              <w:t>6.11; 6.15; 6.19; 6.23; 6.27 and 6.31</w:t>
            </w:r>
            <w:r>
              <w:t>.</w:t>
            </w:r>
          </w:p>
          <w:p w:rsidR="00056723" w:rsidRDefault="0060107E" w:rsidP="00725CFC">
            <w:pPr>
              <w:pStyle w:val="BoxListBullet"/>
            </w:pPr>
            <w:r>
              <w:t>Data by State and Territory by remoteness are presented in tables SWD.6.12; 6.16; 6.20; 6.24; 6.28 and 6.32.</w:t>
            </w:r>
          </w:p>
        </w:tc>
      </w:tr>
      <w:tr w:rsidR="00056723">
        <w:trPr>
          <w:cantSplit/>
        </w:trPr>
        <w:tc>
          <w:tcPr>
            <w:tcW w:w="8771" w:type="dxa"/>
            <w:tcBorders>
              <w:top w:val="nil"/>
              <w:left w:val="single" w:sz="6" w:space="0" w:color="auto"/>
              <w:bottom w:val="single" w:sz="6" w:space="0" w:color="auto"/>
              <w:right w:val="single" w:sz="6" w:space="0" w:color="auto"/>
            </w:tcBorders>
          </w:tcPr>
          <w:p w:rsidR="00056723" w:rsidRDefault="00056723" w:rsidP="00725CFC">
            <w:pPr>
              <w:pStyle w:val="Box"/>
              <w:spacing w:before="0" w:line="120" w:lineRule="exact"/>
            </w:pPr>
          </w:p>
        </w:tc>
      </w:tr>
      <w:tr w:rsidR="00056723">
        <w:tc>
          <w:tcPr>
            <w:tcW w:w="8771" w:type="dxa"/>
            <w:tcBorders>
              <w:top w:val="nil"/>
              <w:left w:val="nil"/>
              <w:bottom w:val="nil"/>
              <w:right w:val="nil"/>
            </w:tcBorders>
          </w:tcPr>
          <w:p w:rsidR="00056723" w:rsidRDefault="00056723" w:rsidP="00725CFC">
            <w:pPr>
              <w:pStyle w:val="Box"/>
              <w:keepNext w:val="0"/>
              <w:spacing w:before="60" w:after="60" w:line="80" w:lineRule="exact"/>
              <w:rPr>
                <w:b/>
                <w:color w:val="FF00FF"/>
                <w:sz w:val="14"/>
              </w:rPr>
            </w:pPr>
          </w:p>
        </w:tc>
      </w:tr>
    </w:tbl>
    <w:p w:rsidR="00056723" w:rsidRPr="008864C2" w:rsidRDefault="00056723" w:rsidP="00725CFC">
      <w:pPr>
        <w:pStyle w:val="Heading4"/>
        <w:rPr>
          <w:rStyle w:val="DraftingNote"/>
          <w:color w:val="auto"/>
        </w:rPr>
      </w:pPr>
      <w:r w:rsidRPr="008864C2">
        <w:t>Attachment tables</w:t>
      </w:r>
    </w:p>
    <w:p w:rsidR="00B30A03" w:rsidRPr="00B30A03" w:rsidRDefault="00B30A03" w:rsidP="00B30A03">
      <w:pPr>
        <w:pStyle w:val="BodyText"/>
      </w:pP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6662"/>
      </w:tblGrid>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SWD.6.1</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sidR="00AA18C2">
              <w:rPr>
                <w:rFonts w:ascii="Arial" w:hAnsi="Arial" w:cs="Arial"/>
                <w:sz w:val="20"/>
                <w:szCs w:val="20"/>
              </w:rPr>
              <w:t>s, by State and Territory, 2010</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Indigenous stat</w:t>
            </w:r>
            <w:r w:rsidR="00AA18C2">
              <w:rPr>
                <w:rFonts w:ascii="Arial" w:hAnsi="Arial" w:cs="Arial"/>
                <w:sz w:val="20"/>
                <w:szCs w:val="20"/>
              </w:rPr>
              <w:t>us, by State and Territory, 2010</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SWD.6.3</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w:t>
            </w:r>
            <w:r w:rsidR="00AA18C2">
              <w:rPr>
                <w:rFonts w:ascii="Arial" w:hAnsi="Arial" w:cs="Arial"/>
                <w:sz w:val="20"/>
                <w:szCs w:val="20"/>
              </w:rPr>
              <w:t xml:space="preserve"> </w:t>
            </w:r>
            <w:r w:rsidRPr="00B30A03">
              <w:rPr>
                <w:rFonts w:ascii="Arial" w:hAnsi="Arial" w:cs="Arial"/>
                <w:sz w:val="20"/>
                <w:szCs w:val="20"/>
              </w:rPr>
              <w:t xml:space="preserve">by SEIFA IRSD, by State </w:t>
            </w:r>
            <w:r w:rsidR="00AA18C2">
              <w:rPr>
                <w:rFonts w:ascii="Arial" w:hAnsi="Arial" w:cs="Arial"/>
                <w:sz w:val="20"/>
                <w:szCs w:val="20"/>
              </w:rPr>
              <w:t>and Territory, 2010</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SWD.6.4</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remoteness (AR</w:t>
            </w:r>
            <w:r>
              <w:rPr>
                <w:rFonts w:ascii="Arial" w:hAnsi="Arial" w:cs="Arial"/>
                <w:sz w:val="20"/>
                <w:szCs w:val="20"/>
              </w:rPr>
              <w:t>IA) by Sta</w:t>
            </w:r>
            <w:r w:rsidR="00AA18C2">
              <w:rPr>
                <w:rFonts w:ascii="Arial" w:hAnsi="Arial" w:cs="Arial"/>
                <w:sz w:val="20"/>
                <w:szCs w:val="20"/>
              </w:rPr>
              <w:t>te and Territory, 2010</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SWD.6.5</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 2010</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SWD.6.6</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Indigenous status, by State and Territory, 2010</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SWD.6.7</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SEIFA IRSD, by State and Territory, 2010</w:t>
            </w:r>
          </w:p>
        </w:tc>
      </w:tr>
      <w:tr w:rsidR="00B30A03" w:rsidRPr="00B30A03" w:rsidTr="00B40A9E">
        <w:trPr>
          <w:trHeight w:val="318"/>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30A03" w:rsidP="00B30A03">
            <w:pPr>
              <w:rPr>
                <w:rFonts w:ascii="Arial" w:hAnsi="Arial" w:cs="Arial"/>
                <w:b/>
                <w:sz w:val="20"/>
                <w:szCs w:val="20"/>
              </w:rPr>
            </w:pPr>
            <w:r w:rsidRPr="002F3485">
              <w:rPr>
                <w:rFonts w:ascii="Arial" w:hAnsi="Arial" w:cs="Arial"/>
                <w:b/>
                <w:sz w:val="20"/>
                <w:szCs w:val="20"/>
              </w:rPr>
              <w:t>Table SWD.6.8</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 by remoteness, 2010</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SWD.6.9</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SWD.6.10</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 by Indigenous status,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SWD.6.11</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 by SEIFA IRSD,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 by remoteness (ARIA),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*Ta</w:t>
            </w:r>
            <w:r w:rsidR="00B30A03" w:rsidRPr="002F3485">
              <w:rPr>
                <w:rFonts w:ascii="Arial" w:hAnsi="Arial" w:cs="Arial"/>
                <w:b/>
                <w:sz w:val="20"/>
                <w:szCs w:val="20"/>
              </w:rPr>
              <w:t>ble SWD.6.13</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B30A03"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SWD.6.14</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w:t>
            </w:r>
            <w:r w:rsidR="00B30A03" w:rsidRPr="00B30A03">
              <w:rPr>
                <w:rFonts w:ascii="Arial" w:hAnsi="Arial" w:cs="Arial"/>
                <w:sz w:val="20"/>
                <w:szCs w:val="20"/>
              </w:rPr>
              <w:t>,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SWD.6.15</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SEIFA IRSD, by State and Territory,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SWD.6.16</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w:t>
            </w:r>
            <w:r w:rsidR="00B30A03" w:rsidRPr="00B30A03">
              <w:rPr>
                <w:rFonts w:ascii="Arial" w:hAnsi="Arial" w:cs="Arial"/>
                <w:sz w:val="20"/>
                <w:szCs w:val="20"/>
              </w:rPr>
              <w:t>, by remoteness, 2009</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SWD.6.17</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by State and Territory</w:t>
            </w:r>
            <w:r w:rsidR="00B30A03" w:rsidRPr="00B30A03">
              <w:rPr>
                <w:rFonts w:ascii="Arial" w:hAnsi="Arial" w:cs="Arial"/>
                <w:sz w:val="20"/>
                <w:szCs w:val="20"/>
              </w:rPr>
              <w:t>, 2008</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SWD.6.18</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AA18C2">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Pr="00B30A03">
              <w:rPr>
                <w:rFonts w:ascii="Arial" w:hAnsi="Arial" w:cs="Arial"/>
                <w:sz w:val="20"/>
                <w:szCs w:val="20"/>
              </w:rPr>
              <w:t xml:space="preserve">, </w:t>
            </w:r>
            <w:r w:rsidR="00B30A03" w:rsidRPr="00B30A03">
              <w:rPr>
                <w:rFonts w:ascii="Arial" w:hAnsi="Arial" w:cs="Arial"/>
                <w:sz w:val="20"/>
                <w:szCs w:val="20"/>
              </w:rPr>
              <w:t>by Indigenous status, by State and Territory, 2008</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SWD.6.19</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SIEFA IRSD, by State and Territory, 2008</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SWD.6.20</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remoteness, by State and Territory, 2008</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SWD.6.21</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State and Territory, 2008</w:t>
            </w:r>
          </w:p>
        </w:tc>
      </w:tr>
      <w:tr w:rsidR="00B30A03" w:rsidRPr="00B30A03" w:rsidTr="00B40A9E">
        <w:trPr>
          <w:trHeight w:val="318"/>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Indigenous status, by State and Territory, 2008</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SWD.6.23</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SEIFA IRSD, by State and Territory, 2008</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SWD.6.24</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remoteness, by State and Territory, 2008</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SWD.6.25</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State and Territory, 2007</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SWD.6.26</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Indigenous status, by State and Territory, 2007</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SWD.6.27</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SIEFA IRSD, by State and Territory, 2007</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SWD.6.28</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remoteness, by State and Territory, 2007</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SWD.6.29</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State and Territory, 2007</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SWD.6.30</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Indigenous status, by State and Territory, 2007</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SWD.6.31</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SEIFA IRSD, by State and Territory, 2007</w:t>
            </w:r>
          </w:p>
        </w:tc>
      </w:tr>
      <w:tr w:rsidR="00B30A03" w:rsidRPr="00B30A03" w:rsidTr="00B40A9E">
        <w:trPr>
          <w:trHeight w:val="612"/>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rsidR="00B30A03" w:rsidRPr="00FB6EB8" w:rsidRDefault="00B40A9E" w:rsidP="00B30A03">
            <w:pPr>
              <w:rPr>
                <w:rFonts w:ascii="Arial" w:hAnsi="Arial" w:cs="Arial"/>
                <w:b/>
                <w:sz w:val="20"/>
                <w:szCs w:val="20"/>
              </w:rPr>
            </w:pPr>
            <w:r w:rsidRPr="002F3485">
              <w:rPr>
                <w:rFonts w:ascii="Arial" w:hAnsi="Arial" w:cs="Arial"/>
                <w:b/>
                <w:sz w:val="20"/>
                <w:szCs w:val="20"/>
              </w:rPr>
              <w:t>***T</w:t>
            </w:r>
            <w:r w:rsidR="00B30A03" w:rsidRPr="002F3485">
              <w:rPr>
                <w:rFonts w:ascii="Arial" w:hAnsi="Arial" w:cs="Arial"/>
                <w:b/>
                <w:sz w:val="20"/>
                <w:szCs w:val="20"/>
              </w:rPr>
              <w:t>able SWD.6.32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B30A03" w:rsidRPr="00B30A03" w:rsidRDefault="00AA18C2" w:rsidP="00B30A03">
            <w:pPr>
              <w:jc w:val="both"/>
              <w:rPr>
                <w:rFonts w:ascii="Arial" w:hAnsi="Arial" w:cs="Arial"/>
                <w:sz w:val="20"/>
                <w:szCs w:val="20"/>
              </w:rPr>
            </w:pPr>
            <w:r>
              <w:rPr>
                <w:rFonts w:ascii="Arial" w:hAnsi="Arial" w:cs="Arial"/>
                <w:sz w:val="20"/>
                <w:szCs w:val="20"/>
              </w:rPr>
              <w:t xml:space="preserve">AQF </w:t>
            </w:r>
            <w:r w:rsidRPr="00B30A03">
              <w:rPr>
                <w:rFonts w:ascii="Arial" w:hAnsi="Arial" w:cs="Arial"/>
                <w:sz w:val="20"/>
                <w:szCs w:val="20"/>
              </w:rPr>
              <w:t xml:space="preserve">VET qualification completions by students aged 20–64 years with improved education/training status after training, as a per cent of </w:t>
            </w:r>
            <w:r>
              <w:rPr>
                <w:rFonts w:ascii="Arial" w:hAnsi="Arial" w:cs="Arial"/>
                <w:sz w:val="20"/>
                <w:szCs w:val="20"/>
              </w:rPr>
              <w:t xml:space="preserve">AQF VET </w:t>
            </w:r>
            <w:r w:rsidRPr="00B30A03">
              <w:rPr>
                <w:rFonts w:ascii="Arial" w:hAnsi="Arial" w:cs="Arial"/>
                <w:sz w:val="20"/>
                <w:szCs w:val="20"/>
              </w:rPr>
              <w:t>course enrolments by students aged 20–64 year</w:t>
            </w:r>
            <w:r>
              <w:rPr>
                <w:rFonts w:ascii="Arial" w:hAnsi="Arial" w:cs="Arial"/>
                <w:sz w:val="20"/>
                <w:szCs w:val="20"/>
              </w:rPr>
              <w:t>s</w:t>
            </w:r>
            <w:r w:rsidR="00B30A03" w:rsidRPr="00B30A03">
              <w:rPr>
                <w:rFonts w:ascii="Arial" w:hAnsi="Arial" w:cs="Arial"/>
                <w:sz w:val="20"/>
                <w:szCs w:val="20"/>
              </w:rPr>
              <w:t>, by remoteness, by State and Territory, 2007</w:t>
            </w:r>
          </w:p>
        </w:tc>
      </w:tr>
    </w:tbl>
    <w:p w:rsidR="00B40A9E" w:rsidRDefault="00B40A9E" w:rsidP="00725CFC">
      <w:pPr>
        <w:pStyle w:val="Note"/>
      </w:pPr>
      <w:r>
        <w:t>*Data backcast for 2009</w:t>
      </w:r>
    </w:p>
    <w:p w:rsidR="00B40A9E" w:rsidRDefault="00B40A9E" w:rsidP="00725CFC">
      <w:pPr>
        <w:pStyle w:val="Note"/>
      </w:pPr>
      <w:r>
        <w:t>** Data backcast for 2008</w:t>
      </w:r>
    </w:p>
    <w:p w:rsidR="00B40A9E" w:rsidRPr="008864C2" w:rsidRDefault="00B40A9E" w:rsidP="00725CFC">
      <w:pPr>
        <w:pStyle w:val="Note"/>
      </w:pPr>
      <w:r>
        <w:t>*** Data backcast for 2007</w:t>
      </w:r>
    </w:p>
    <w:p w:rsidR="001B41E2" w:rsidRDefault="001B41E2"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B41E2" w:rsidTr="0098383A">
        <w:tc>
          <w:tcPr>
            <w:tcW w:w="8771" w:type="dxa"/>
            <w:tcBorders>
              <w:top w:val="single" w:sz="6" w:space="0" w:color="auto"/>
              <w:left w:val="single" w:sz="4" w:space="0" w:color="auto"/>
              <w:bottom w:val="nil"/>
            </w:tcBorders>
          </w:tcPr>
          <w:p w:rsidR="001B41E2" w:rsidRDefault="001B41E2" w:rsidP="00725CFC">
            <w:pPr>
              <w:pStyle w:val="BoxTitle"/>
            </w:pPr>
            <w:r>
              <w:rPr>
                <w:b w:val="0"/>
              </w:rPr>
              <w:t xml:space="preserve">Box </w:t>
            </w:r>
            <w:r w:rsidR="00503759">
              <w:rPr>
                <w:b w:val="0"/>
                <w:noProof/>
              </w:rPr>
              <w:t>16</w:t>
            </w:r>
            <w:r>
              <w:tab/>
              <w:t>Comment on data quality</w:t>
            </w:r>
          </w:p>
        </w:tc>
      </w:tr>
      <w:tr w:rsidR="001B41E2" w:rsidTr="0098383A">
        <w:trPr>
          <w:cantSplit/>
        </w:trPr>
        <w:tc>
          <w:tcPr>
            <w:tcW w:w="8771" w:type="dxa"/>
            <w:tcBorders>
              <w:top w:val="nil"/>
              <w:left w:val="single" w:sz="4" w:space="0" w:color="auto"/>
              <w:bottom w:val="nil"/>
              <w:right w:val="single" w:sz="6" w:space="0" w:color="auto"/>
            </w:tcBorders>
          </w:tcPr>
          <w:p w:rsidR="00B40A9E" w:rsidRDefault="00B40A9E" w:rsidP="00725CFC">
            <w:pPr>
              <w:pStyle w:val="Box"/>
            </w:pPr>
            <w:r>
              <w:t>The DQS for this indicator has been prepared by the NCVER and is included in its original form in the section in this report titled ‘Data Quality Statements’. Key points fro</w:t>
            </w:r>
            <w:r w:rsidR="004362A2">
              <w:t>m the DQS are summarised below.</w:t>
            </w:r>
          </w:p>
          <w:p w:rsidR="00B40A9E" w:rsidRDefault="00B40A9E" w:rsidP="00725CFC">
            <w:pPr>
              <w:pStyle w:val="BoxListBullet"/>
            </w:pPr>
            <w:r>
              <w:t xml:space="preserve">The data provide relevant information on the proportion of VET graduates </w:t>
            </w:r>
            <w:r w:rsidR="001861FE">
              <w:t xml:space="preserve">aged </w:t>
            </w:r>
            <w:r w:rsidR="001861FE">
              <w:br/>
              <w:t xml:space="preserve">20–64 years </w:t>
            </w:r>
            <w:r w:rsidR="00FE6230">
              <w:t>with improved education/training status after training</w:t>
            </w:r>
            <w:r>
              <w:t>. Data are available by State and Terr</w:t>
            </w:r>
            <w:r w:rsidR="00FE6230">
              <w:t xml:space="preserve">itory, by Indigenous status, </w:t>
            </w:r>
            <w:r>
              <w:t>by socioeconomic status (SES)</w:t>
            </w:r>
            <w:r w:rsidR="00FE6230">
              <w:t xml:space="preserve"> and by remoteness</w:t>
            </w:r>
            <w:r>
              <w:t>.</w:t>
            </w:r>
          </w:p>
          <w:p w:rsidR="00B40A9E" w:rsidRPr="00DD577B" w:rsidRDefault="00B40A9E" w:rsidP="00725CFC">
            <w:pPr>
              <w:pStyle w:val="BoxListBullet"/>
            </w:pPr>
            <w:r w:rsidRPr="00DD577B">
              <w:t>Annual data are available</w:t>
            </w:r>
            <w:r w:rsidR="009F5C5E" w:rsidRPr="00DD577B">
              <w:t xml:space="preserve"> from the national VET provider collection</w:t>
            </w:r>
            <w:r w:rsidRPr="00DD577B">
              <w:t>. The most recent data are for 201</w:t>
            </w:r>
            <w:r w:rsidR="001861FE">
              <w:t>1 (completions in 2010)</w:t>
            </w:r>
            <w:r w:rsidR="004362A2">
              <w:t>.</w:t>
            </w:r>
          </w:p>
          <w:p w:rsidR="009F5C5E" w:rsidRPr="00DD577B" w:rsidRDefault="009F5C5E" w:rsidP="00725CFC">
            <w:pPr>
              <w:pStyle w:val="BoxListBullet"/>
            </w:pPr>
            <w:r w:rsidRPr="00DD577B">
              <w:t>The data do not include privately funded VET delivered by private providers</w:t>
            </w:r>
            <w:r w:rsidR="00DD577B" w:rsidRPr="00DD577B">
              <w:t>.</w:t>
            </w:r>
          </w:p>
          <w:p w:rsidR="00B40A9E" w:rsidRPr="00DD577B" w:rsidRDefault="00B40A9E" w:rsidP="00725CFC">
            <w:pPr>
              <w:pStyle w:val="BoxListBullet"/>
            </w:pPr>
            <w:r w:rsidRPr="00DD577B">
              <w:t xml:space="preserve">Detailed explanatory notes are publicly available to assist in the interpretation of results. </w:t>
            </w:r>
          </w:p>
          <w:p w:rsidR="00B40A9E" w:rsidRDefault="00B40A9E" w:rsidP="00725CFC">
            <w:pPr>
              <w:pStyle w:val="BoxListBullet"/>
            </w:pPr>
            <w:r>
              <w:t>Additional data from the data source are available on-line, and</w:t>
            </w:r>
            <w:r w:rsidR="004362A2">
              <w:t xml:space="preserve"> on request.</w:t>
            </w:r>
          </w:p>
          <w:p w:rsidR="00B40A9E" w:rsidRDefault="00B40A9E" w:rsidP="00725CFC">
            <w:pPr>
              <w:pStyle w:val="Box"/>
            </w:pPr>
            <w:r>
              <w:t>The Steering Committee a</w:t>
            </w:r>
            <w:r w:rsidR="004362A2">
              <w:t>lso notes the following issues:</w:t>
            </w:r>
          </w:p>
          <w:p w:rsidR="001B41E2" w:rsidRDefault="00FA2272" w:rsidP="00725CFC">
            <w:pPr>
              <w:pStyle w:val="BoxListBullet"/>
            </w:pPr>
            <w:r>
              <w:t>Using enrolments as the denominator allows this indicator to assess the overall performance of the VET system</w:t>
            </w:r>
            <w:r w:rsidR="00D14EA6">
              <w:t>,</w:t>
            </w:r>
            <w:r>
              <w:t xml:space="preserve"> as it includes those people who started training but did not complete</w:t>
            </w:r>
            <w:r w:rsidR="00D14EA6">
              <w:t xml:space="preserve"> (</w:t>
            </w:r>
            <w:r>
              <w:t>and therefore did not improve their educational status</w:t>
            </w:r>
            <w:r w:rsidR="00D14EA6">
              <w:t>)</w:t>
            </w:r>
            <w:r>
              <w:t>. A supplementary measure using completions as the denominator has been provided for additional information.</w:t>
            </w:r>
          </w:p>
          <w:p w:rsidR="00DD577B" w:rsidRDefault="00D14EA6" w:rsidP="00725CFC">
            <w:pPr>
              <w:pStyle w:val="BoxListBullet"/>
            </w:pPr>
            <w:r w:rsidRPr="00586392">
              <w:t xml:space="preserve">The current scope of this data collection does not include graduates who studied with private providers on a fee-for-service basis. Reporting on the full scope of VET graduates is a priority. </w:t>
            </w:r>
            <w:r w:rsidR="0044732C">
              <w:t>In September 2011, Training Ministers agreed in principle to expand mandatory collection of VET activity to all registered training organisations (RTOs), subject to consideration of the regulatory burden. A regulation impact statement considering the costs and benefits for collecting VET activity from all RTOs is currently under development.</w:t>
            </w:r>
          </w:p>
        </w:tc>
      </w:tr>
      <w:tr w:rsidR="001B41E2" w:rsidTr="0098383A">
        <w:trPr>
          <w:cantSplit/>
        </w:trPr>
        <w:tc>
          <w:tcPr>
            <w:tcW w:w="8771" w:type="dxa"/>
            <w:tcBorders>
              <w:top w:val="nil"/>
              <w:left w:val="single" w:sz="4" w:space="0" w:color="auto"/>
              <w:bottom w:val="single" w:sz="6" w:space="0" w:color="auto"/>
              <w:right w:val="single" w:sz="6" w:space="0" w:color="auto"/>
            </w:tcBorders>
          </w:tcPr>
          <w:p w:rsidR="001B41E2" w:rsidRDefault="001B41E2" w:rsidP="0098383A">
            <w:pPr>
              <w:pStyle w:val="Box"/>
              <w:spacing w:before="0" w:line="120" w:lineRule="exact"/>
            </w:pPr>
          </w:p>
        </w:tc>
      </w:tr>
      <w:tr w:rsidR="001B41E2" w:rsidTr="0092249A">
        <w:tc>
          <w:tcPr>
            <w:tcW w:w="8771" w:type="dxa"/>
            <w:tcBorders>
              <w:top w:val="nil"/>
              <w:left w:val="nil"/>
              <w:bottom w:val="nil"/>
              <w:right w:val="nil"/>
            </w:tcBorders>
          </w:tcPr>
          <w:p w:rsidR="001B41E2" w:rsidRDefault="001B41E2" w:rsidP="0098383A">
            <w:pPr>
              <w:pStyle w:val="Box"/>
              <w:keepNext w:val="0"/>
              <w:spacing w:before="60" w:after="60" w:line="80" w:lineRule="exact"/>
              <w:rPr>
                <w:b/>
                <w:color w:val="FF00FF"/>
                <w:sz w:val="14"/>
              </w:rPr>
            </w:pPr>
          </w:p>
        </w:tc>
      </w:tr>
    </w:tbl>
    <w:p w:rsidR="00B147C4" w:rsidRDefault="00B147C4" w:rsidP="008864C2">
      <w:pPr>
        <w:pBdr>
          <w:left w:val="single" w:sz="4" w:space="4" w:color="auto"/>
        </w:pBdr>
        <w:rPr>
          <w:szCs w:val="20"/>
        </w:rPr>
      </w:pPr>
      <w:r>
        <w:br w:type="page"/>
      </w:r>
    </w:p>
    <w:p w:rsidR="00056723" w:rsidRDefault="005325D6" w:rsidP="005325D6">
      <w:pPr>
        <w:pStyle w:val="Heading3"/>
      </w:pPr>
      <w:bookmarkStart w:id="26" w:name="_Ref328392174"/>
      <w:r>
        <w:t>[NIRA] Indicator 7 — Proportion of Indigenous 20–64 year olds with or working towards post school qualification</w:t>
      </w:r>
      <w:bookmarkEnd w:id="26"/>
    </w:p>
    <w:p w:rsidR="005325D6" w:rsidRDefault="005325D6" w:rsidP="005325D6">
      <w:pPr>
        <w:pStyle w:val="BoxSpace"/>
      </w:pPr>
    </w:p>
    <w:tbl>
      <w:tblPr>
        <w:tblW w:w="0" w:type="auto"/>
        <w:tblInd w:w="108" w:type="dxa"/>
        <w:tblLayout w:type="fixed"/>
        <w:tblLook w:val="01E0" w:firstRow="1" w:lastRow="1" w:firstColumn="1" w:lastColumn="1" w:noHBand="0" w:noVBand="0"/>
      </w:tblPr>
      <w:tblGrid>
        <w:gridCol w:w="2127"/>
        <w:gridCol w:w="6662"/>
      </w:tblGrid>
      <w:tr w:rsidR="005325D6" w:rsidTr="005325D6">
        <w:trPr>
          <w:trHeight w:val="598"/>
        </w:trPr>
        <w:tc>
          <w:tcPr>
            <w:tcW w:w="2127" w:type="dxa"/>
          </w:tcPr>
          <w:p w:rsidR="005325D6" w:rsidRPr="00366033" w:rsidRDefault="005325D6" w:rsidP="005325D6">
            <w:pPr>
              <w:pStyle w:val="TableBodyText"/>
              <w:jc w:val="left"/>
            </w:pPr>
            <w:r w:rsidRPr="00366033">
              <w:t xml:space="preserve">Key amendments from </w:t>
            </w:r>
            <w:r>
              <w:t>previous</w:t>
            </w:r>
            <w:r w:rsidRPr="00366033">
              <w:t xml:space="preserve"> cycle:</w:t>
            </w:r>
            <w:r w:rsidRPr="00366033">
              <w:tab/>
            </w:r>
          </w:p>
        </w:tc>
        <w:tc>
          <w:tcPr>
            <w:tcW w:w="6662" w:type="dxa"/>
          </w:tcPr>
          <w:p w:rsidR="005325D6" w:rsidRDefault="005325D6" w:rsidP="005325D6">
            <w:pPr>
              <w:pStyle w:val="TableBodyText"/>
              <w:jc w:val="left"/>
            </w:pPr>
            <w:r>
              <w:t>No amendment</w:t>
            </w:r>
            <w:r w:rsidRPr="00833386">
              <w:t xml:space="preserve"> to this </w:t>
            </w:r>
            <w:r>
              <w:t>indicator or related measure</w:t>
            </w:r>
          </w:p>
        </w:tc>
      </w:tr>
      <w:tr w:rsidR="005325D6" w:rsidTr="005325D6">
        <w:trPr>
          <w:trHeight w:val="598"/>
        </w:trPr>
        <w:tc>
          <w:tcPr>
            <w:tcW w:w="2127" w:type="dxa"/>
          </w:tcPr>
          <w:p w:rsidR="005325D6" w:rsidRDefault="005325D6" w:rsidP="005325D6">
            <w:pPr>
              <w:pStyle w:val="TableBodyText"/>
              <w:jc w:val="left"/>
            </w:pPr>
            <w:r>
              <w:t>Outcome:</w:t>
            </w:r>
          </w:p>
        </w:tc>
        <w:tc>
          <w:tcPr>
            <w:tcW w:w="6662" w:type="dxa"/>
          </w:tcPr>
          <w:p w:rsidR="005325D6" w:rsidRPr="00D977CB" w:rsidRDefault="005325D6" w:rsidP="005325D6">
            <w:pPr>
              <w:pStyle w:val="TableBodyText"/>
              <w:jc w:val="left"/>
            </w:pPr>
            <w:r>
              <w:t>All working age Australians have the opportunity to develop skills</w:t>
            </w:r>
            <w:r w:rsidDel="0096770C">
              <w:t xml:space="preserve"> </w:t>
            </w:r>
          </w:p>
        </w:tc>
      </w:tr>
      <w:tr w:rsidR="005325D6" w:rsidTr="005325D6">
        <w:tc>
          <w:tcPr>
            <w:tcW w:w="2127" w:type="dxa"/>
          </w:tcPr>
          <w:p w:rsidR="005325D6" w:rsidRDefault="005325D6" w:rsidP="005325D6">
            <w:pPr>
              <w:pStyle w:val="TableBodyText"/>
              <w:jc w:val="left"/>
            </w:pPr>
            <w:r>
              <w:t xml:space="preserve">Performance indicator: </w:t>
            </w:r>
          </w:p>
          <w:p w:rsidR="005325D6" w:rsidRPr="000E5A86" w:rsidRDefault="005325D6" w:rsidP="005325D6">
            <w:pPr>
              <w:pStyle w:val="TableBodyText"/>
              <w:jc w:val="left"/>
            </w:pPr>
          </w:p>
        </w:tc>
        <w:tc>
          <w:tcPr>
            <w:tcW w:w="6662" w:type="dxa"/>
          </w:tcPr>
          <w:p w:rsidR="005325D6" w:rsidRDefault="005325D6" w:rsidP="005325D6">
            <w:pPr>
              <w:pStyle w:val="TableBodyText"/>
              <w:jc w:val="left"/>
            </w:pPr>
            <w:r>
              <w:t xml:space="preserve">Proportion of Indigenous </w:t>
            </w:r>
            <w:r w:rsidRPr="00034F32">
              <w:t>20</w:t>
            </w:r>
            <w:r>
              <w:t>–</w:t>
            </w:r>
            <w:r w:rsidRPr="00034F32">
              <w:t>64</w:t>
            </w:r>
            <w:r>
              <w:t xml:space="preserve"> year olds with or working towards post school qualification in AQF Certificate level III or above</w:t>
            </w:r>
          </w:p>
          <w:p w:rsidR="005325D6" w:rsidRPr="007410D4" w:rsidRDefault="005325D6" w:rsidP="005325D6">
            <w:pPr>
              <w:pStyle w:val="TableBodyText"/>
              <w:jc w:val="left"/>
            </w:pPr>
          </w:p>
        </w:tc>
      </w:tr>
      <w:tr w:rsidR="005325D6" w:rsidTr="005325D6">
        <w:tc>
          <w:tcPr>
            <w:tcW w:w="2127" w:type="dxa"/>
          </w:tcPr>
          <w:p w:rsidR="005325D6" w:rsidRDefault="005325D6" w:rsidP="005325D6">
            <w:pPr>
              <w:pStyle w:val="TableBodyText"/>
              <w:jc w:val="left"/>
            </w:pPr>
            <w:r w:rsidRPr="000E5A86">
              <w:t>Measure</w:t>
            </w:r>
            <w:r>
              <w:t xml:space="preserve">: </w:t>
            </w:r>
          </w:p>
        </w:tc>
        <w:tc>
          <w:tcPr>
            <w:tcW w:w="6662" w:type="dxa"/>
          </w:tcPr>
          <w:p w:rsidR="005325D6" w:rsidRDefault="005325D6" w:rsidP="005325D6">
            <w:pPr>
              <w:pStyle w:val="TableBodyText"/>
              <w:jc w:val="left"/>
            </w:pPr>
            <w:r w:rsidRPr="00034F32">
              <w:t>Proportion of people aged 20</w:t>
            </w:r>
            <w:r>
              <w:t>–</w:t>
            </w:r>
            <w:r w:rsidRPr="00034F32">
              <w:t xml:space="preserve">64 years </w:t>
            </w:r>
            <w:r>
              <w:t>with or working towards post school qualification in AQF Certificate Level III or above, by Indigenous status</w:t>
            </w:r>
          </w:p>
          <w:p w:rsidR="005325D6" w:rsidRPr="00034F32" w:rsidRDefault="005325D6" w:rsidP="005325D6">
            <w:pPr>
              <w:pStyle w:val="TableBodyText"/>
              <w:jc w:val="left"/>
            </w:pPr>
          </w:p>
          <w:p w:rsidR="005325D6" w:rsidRPr="00034F32" w:rsidRDefault="005325D6" w:rsidP="005325D6">
            <w:pPr>
              <w:pStyle w:val="TableBodyText"/>
              <w:jc w:val="left"/>
            </w:pPr>
            <w:r w:rsidRPr="00034F32">
              <w:t>The measure is defined as:</w:t>
            </w:r>
          </w:p>
          <w:p w:rsidR="005325D6" w:rsidRPr="009D00D4" w:rsidRDefault="005325D6" w:rsidP="005325D6">
            <w:pPr>
              <w:pStyle w:val="TableBullet"/>
            </w:pPr>
            <w:r w:rsidRPr="00185630">
              <w:rPr>
                <w:i/>
              </w:rPr>
              <w:t>Numerator</w:t>
            </w:r>
            <w:r w:rsidRPr="00034F32">
              <w:t xml:space="preserve"> — </w:t>
            </w:r>
            <w:r>
              <w:t>people aged 20–64 years who have attained or are working towards post school qualification in AQF Certificate Level III or above (disaggregated by 1. AQF Certificate Level III, IV, Diploma or Advanced Diploma, and 2. Bachelors degree and above)</w:t>
            </w:r>
            <w:r w:rsidR="00AA18C2">
              <w:t>, by Indigenous status</w:t>
            </w:r>
          </w:p>
          <w:p w:rsidR="005325D6" w:rsidRDefault="005325D6" w:rsidP="005325D6">
            <w:pPr>
              <w:pStyle w:val="TableBullet"/>
            </w:pPr>
            <w:r w:rsidRPr="00185630">
              <w:rPr>
                <w:i/>
              </w:rPr>
              <w:t>Denominator</w:t>
            </w:r>
            <w:r w:rsidRPr="00034F32">
              <w:t xml:space="preserve"> — total population of </w:t>
            </w:r>
            <w:r>
              <w:t>people</w:t>
            </w:r>
            <w:r w:rsidRPr="00034F32">
              <w:t xml:space="preserve"> aged 20</w:t>
            </w:r>
            <w:r>
              <w:t>–</w:t>
            </w:r>
            <w:r w:rsidRPr="00034F32">
              <w:t>64 years</w:t>
            </w:r>
            <w:r w:rsidR="00AA18C2">
              <w:t>, by Indigenous status</w:t>
            </w:r>
          </w:p>
          <w:p w:rsidR="005325D6" w:rsidRDefault="005325D6" w:rsidP="005325D6">
            <w:pPr>
              <w:pStyle w:val="TableBodyText"/>
              <w:jc w:val="left"/>
            </w:pPr>
            <w:r>
              <w:t xml:space="preserve">and is expressed as a </w:t>
            </w:r>
            <w:r w:rsidRPr="006C55BB">
              <w:rPr>
                <w:i/>
              </w:rPr>
              <w:t>percentage</w:t>
            </w:r>
          </w:p>
          <w:p w:rsidR="005325D6" w:rsidRDefault="005325D6" w:rsidP="005325D6">
            <w:pPr>
              <w:pStyle w:val="TableBodyText"/>
              <w:jc w:val="left"/>
            </w:pPr>
          </w:p>
          <w:p w:rsidR="005325D6" w:rsidRDefault="005325D6" w:rsidP="005325D6">
            <w:pPr>
              <w:autoSpaceDE w:val="0"/>
              <w:autoSpaceDN w:val="0"/>
              <w:adjustRightInd w:val="0"/>
              <w:rPr>
                <w:rFonts w:ascii="Arial" w:hAnsi="Arial" w:cs="Arial"/>
                <w:sz w:val="20"/>
                <w:szCs w:val="20"/>
              </w:rPr>
            </w:pPr>
            <w:r>
              <w:rPr>
                <w:rFonts w:ascii="Arial" w:hAnsi="Arial" w:cs="Arial"/>
                <w:sz w:val="20"/>
                <w:szCs w:val="20"/>
              </w:rPr>
              <w:t>For persons 'with' a non-school qualification:</w:t>
            </w:r>
          </w:p>
          <w:p w:rsidR="005325D6" w:rsidRDefault="005325D6" w:rsidP="005325D6">
            <w:pPr>
              <w:pStyle w:val="TableBullet"/>
            </w:pPr>
            <w:r>
              <w:t>Persons whose level of non-school qualification is determined to be certificate level but is not able to be further defined (i.e., Certificate nfd) are assumed to have attained below Certificate level III and are therefore excluded from the numerator for this indicator</w:t>
            </w:r>
          </w:p>
          <w:p w:rsidR="005325D6" w:rsidRDefault="005325D6" w:rsidP="005325D6">
            <w:pPr>
              <w:pStyle w:val="TableBullet"/>
            </w:pPr>
            <w:r>
              <w:t>Persons whose level of non-school qualification cannot be determined are assumed to have attained below Certificate level III and are therefore excluded from the numerator for this indicator</w:t>
            </w:r>
          </w:p>
          <w:p w:rsidR="005325D6" w:rsidRDefault="005325D6" w:rsidP="005325D6">
            <w:pPr>
              <w:pStyle w:val="TableBullet"/>
            </w:pPr>
            <w:r>
              <w:t xml:space="preserve">Census data </w:t>
            </w:r>
            <w:r w:rsidRPr="00041E87">
              <w:rPr>
                <w:i/>
              </w:rPr>
              <w:t>exclude</w:t>
            </w:r>
            <w:r>
              <w:t xml:space="preserve"> persons whose level of education was not stated (not applicable to survey data as there are no 'not stated' responses)</w:t>
            </w:r>
          </w:p>
          <w:p w:rsidR="005325D6" w:rsidRDefault="005325D6" w:rsidP="005325D6">
            <w:pPr>
              <w:widowControl w:val="0"/>
              <w:autoSpaceDE w:val="0"/>
              <w:autoSpaceDN w:val="0"/>
              <w:adjustRightInd w:val="0"/>
              <w:rPr>
                <w:rFonts w:ascii="Arial" w:hAnsi="Arial" w:cs="Arial"/>
                <w:sz w:val="20"/>
                <w:szCs w:val="20"/>
              </w:rPr>
            </w:pPr>
          </w:p>
          <w:p w:rsidR="005325D6" w:rsidRDefault="005325D6" w:rsidP="005325D6">
            <w:pPr>
              <w:widowControl w:val="0"/>
              <w:autoSpaceDE w:val="0"/>
              <w:autoSpaceDN w:val="0"/>
              <w:adjustRightInd w:val="0"/>
              <w:rPr>
                <w:rFonts w:ascii="Arial" w:hAnsi="Arial" w:cs="Arial"/>
                <w:sz w:val="20"/>
                <w:szCs w:val="20"/>
              </w:rPr>
            </w:pPr>
            <w:r>
              <w:rPr>
                <w:rFonts w:ascii="Arial" w:hAnsi="Arial" w:cs="Arial"/>
                <w:sz w:val="20"/>
                <w:szCs w:val="20"/>
              </w:rPr>
              <w:t>For persons 'working towards' a non-school qualification:</w:t>
            </w:r>
          </w:p>
          <w:p w:rsidR="005325D6" w:rsidRDefault="005325D6" w:rsidP="005325D6">
            <w:pPr>
              <w:pStyle w:val="TableBullet"/>
            </w:pPr>
            <w:r>
              <w:t xml:space="preserve">Level of qualification is not available for people 'working towards' post school qualifications. Therefore, people working towards </w:t>
            </w:r>
            <w:r w:rsidRPr="00A42A5B">
              <w:rPr>
                <w:u w:val="single"/>
              </w:rPr>
              <w:t>any</w:t>
            </w:r>
            <w:r>
              <w:t xml:space="preserve"> non</w:t>
            </w:r>
            <w:r>
              <w:noBreakHyphen/>
              <w:t>school qualification are included in the calculations for this indicator</w:t>
            </w:r>
          </w:p>
          <w:p w:rsidR="005325D6" w:rsidRPr="00D977CB" w:rsidRDefault="005325D6" w:rsidP="005325D6">
            <w:pPr>
              <w:pStyle w:val="TableBodyText"/>
              <w:jc w:val="left"/>
            </w:pPr>
          </w:p>
        </w:tc>
      </w:tr>
      <w:tr w:rsidR="005325D6" w:rsidTr="005325D6">
        <w:tc>
          <w:tcPr>
            <w:tcW w:w="2127" w:type="dxa"/>
          </w:tcPr>
          <w:p w:rsidR="005325D6" w:rsidRPr="000E5A86" w:rsidRDefault="005325D6" w:rsidP="005325D6">
            <w:pPr>
              <w:pStyle w:val="TableBodyText"/>
              <w:jc w:val="left"/>
            </w:pPr>
            <w:r>
              <w:t>Data source:</w:t>
            </w:r>
          </w:p>
        </w:tc>
        <w:tc>
          <w:tcPr>
            <w:tcW w:w="6662" w:type="dxa"/>
          </w:tcPr>
          <w:p w:rsidR="005325D6" w:rsidRDefault="005325D6" w:rsidP="005325D6">
            <w:pPr>
              <w:pStyle w:val="TableBodyText"/>
              <w:jc w:val="left"/>
            </w:pPr>
            <w:r>
              <w:rPr>
                <w:i/>
              </w:rPr>
              <w:t>(Main) Numerator and denominator</w:t>
            </w:r>
            <w:r>
              <w:t xml:space="preserve"> — (Indigenous status) </w:t>
            </w:r>
            <w:r w:rsidRPr="00034F32">
              <w:rPr>
                <w:u w:val="single"/>
              </w:rPr>
              <w:t>Census of Population and Housing</w:t>
            </w:r>
            <w:r w:rsidRPr="00034F32">
              <w:t xml:space="preserve"> </w:t>
            </w:r>
            <w:r>
              <w:t xml:space="preserve">(Census). </w:t>
            </w:r>
            <w:r w:rsidRPr="00034F32">
              <w:t>Data are collected every 5 years</w:t>
            </w:r>
          </w:p>
          <w:p w:rsidR="005325D6" w:rsidRDefault="005325D6" w:rsidP="005325D6">
            <w:pPr>
              <w:pStyle w:val="TableBodyText"/>
              <w:jc w:val="left"/>
              <w:rPr>
                <w:u w:val="single"/>
              </w:rPr>
            </w:pPr>
          </w:p>
          <w:p w:rsidR="005325D6" w:rsidRDefault="005325D6" w:rsidP="005325D6">
            <w:pPr>
              <w:pStyle w:val="TableBodyText"/>
              <w:jc w:val="left"/>
            </w:pPr>
            <w:r>
              <w:rPr>
                <w:i/>
              </w:rPr>
              <w:t>(Supplementary) Numerator and denominator</w:t>
            </w:r>
            <w:r>
              <w:t xml:space="preserve"> — (Indigenous) </w:t>
            </w:r>
            <w:r w:rsidRPr="00034F32">
              <w:rPr>
                <w:u w:val="single"/>
              </w:rPr>
              <w:t>National Aboriginal and Torres Strait Islander Social Survey</w:t>
            </w:r>
            <w:r w:rsidRPr="00B03753">
              <w:t xml:space="preserve"> (NATSISS)</w:t>
            </w:r>
            <w:r w:rsidRPr="00034F32">
              <w:t xml:space="preserve"> and the </w:t>
            </w:r>
            <w:r>
              <w:rPr>
                <w:u w:val="single"/>
              </w:rPr>
              <w:t>Australian</w:t>
            </w:r>
            <w:r w:rsidRPr="00034F32">
              <w:rPr>
                <w:u w:val="single"/>
              </w:rPr>
              <w:t xml:space="preserve"> Aboriginal Torres Strait Islander Health Survey</w:t>
            </w:r>
            <w:r w:rsidRPr="00B03753">
              <w:t xml:space="preserve"> (</w:t>
            </w:r>
            <w:r>
              <w:t xml:space="preserve">AATSIHS – previously the </w:t>
            </w:r>
            <w:r w:rsidRPr="00B03753">
              <w:t>NATSIHS)</w:t>
            </w:r>
            <w:r>
              <w:t>. D</w:t>
            </w:r>
            <w:r w:rsidRPr="00034F32">
              <w:t>ata are coll</w:t>
            </w:r>
            <w:r>
              <w:t>ected on an alternating 3</w:t>
            </w:r>
            <w:r>
              <w:noBreakHyphen/>
              <w:t xml:space="preserve">yearly cycle. (Non-Indigenous) </w:t>
            </w:r>
            <w:r w:rsidRPr="009D4C5D">
              <w:rPr>
                <w:u w:val="single"/>
              </w:rPr>
              <w:t>Survey of Education and Work</w:t>
            </w:r>
            <w:r>
              <w:t xml:space="preserve"> (SEW), data are collected annually</w:t>
            </w:r>
          </w:p>
          <w:p w:rsidR="005325D6" w:rsidRPr="00F43E29" w:rsidRDefault="005325D6" w:rsidP="005325D6">
            <w:pPr>
              <w:pStyle w:val="TableBodyText"/>
              <w:jc w:val="left"/>
            </w:pPr>
          </w:p>
        </w:tc>
      </w:tr>
      <w:tr w:rsidR="005325D6" w:rsidTr="005325D6">
        <w:tc>
          <w:tcPr>
            <w:tcW w:w="2127" w:type="dxa"/>
          </w:tcPr>
          <w:p w:rsidR="005325D6" w:rsidRDefault="005325D6" w:rsidP="005325D6">
            <w:pPr>
              <w:pStyle w:val="TableBodyText"/>
              <w:jc w:val="left"/>
            </w:pPr>
            <w:r w:rsidRPr="000E5A86">
              <w:t>Data provider:</w:t>
            </w:r>
          </w:p>
        </w:tc>
        <w:tc>
          <w:tcPr>
            <w:tcW w:w="6662" w:type="dxa"/>
          </w:tcPr>
          <w:p w:rsidR="005325D6" w:rsidRDefault="005325D6" w:rsidP="005325D6">
            <w:pPr>
              <w:pStyle w:val="TableBodyText"/>
              <w:jc w:val="left"/>
            </w:pPr>
            <w:r>
              <w:t>ABS (for all four data sources)</w:t>
            </w:r>
          </w:p>
          <w:p w:rsidR="005325D6" w:rsidRPr="005A2016" w:rsidRDefault="005325D6" w:rsidP="005325D6">
            <w:pPr>
              <w:pStyle w:val="TableBodyText"/>
              <w:jc w:val="left"/>
            </w:pPr>
          </w:p>
        </w:tc>
      </w:tr>
      <w:tr w:rsidR="005325D6" w:rsidTr="005325D6">
        <w:tc>
          <w:tcPr>
            <w:tcW w:w="2127" w:type="dxa"/>
          </w:tcPr>
          <w:p w:rsidR="005325D6" w:rsidRPr="000E5A86" w:rsidRDefault="005325D6" w:rsidP="005325D6">
            <w:pPr>
              <w:pStyle w:val="TableBodyText"/>
              <w:jc w:val="left"/>
            </w:pPr>
            <w:r w:rsidRPr="000E5A86">
              <w:t>Data availability</w:t>
            </w:r>
            <w:r>
              <w:t>:</w:t>
            </w:r>
          </w:p>
        </w:tc>
        <w:tc>
          <w:tcPr>
            <w:tcW w:w="6662" w:type="dxa"/>
          </w:tcPr>
          <w:p w:rsidR="005325D6" w:rsidRDefault="005325D6" w:rsidP="005325D6">
            <w:pPr>
              <w:pStyle w:val="TableBodyText"/>
              <w:jc w:val="left"/>
            </w:pPr>
            <w:r>
              <w:t>Not applicable [2008 data provided for the 2009 NASWD performance report. There are no new data for this fourth cycle report]</w:t>
            </w:r>
          </w:p>
          <w:p w:rsidR="005325D6" w:rsidRPr="005A2016" w:rsidRDefault="005325D6" w:rsidP="005325D6">
            <w:pPr>
              <w:pStyle w:val="TableBodyText"/>
              <w:jc w:val="left"/>
            </w:pPr>
          </w:p>
        </w:tc>
      </w:tr>
      <w:tr w:rsidR="005325D6" w:rsidTr="008B760C">
        <w:trPr>
          <w:trHeight w:val="592"/>
        </w:trPr>
        <w:tc>
          <w:tcPr>
            <w:tcW w:w="2127" w:type="dxa"/>
          </w:tcPr>
          <w:p w:rsidR="005325D6" w:rsidRPr="000E5A86" w:rsidRDefault="005325D6" w:rsidP="005325D6">
            <w:pPr>
              <w:pStyle w:val="TableBodyText"/>
              <w:jc w:val="left"/>
            </w:pPr>
            <w:r>
              <w:t>Cross tabulations provided:</w:t>
            </w:r>
          </w:p>
        </w:tc>
        <w:tc>
          <w:tcPr>
            <w:tcW w:w="6662" w:type="dxa"/>
          </w:tcPr>
          <w:p w:rsidR="005325D6" w:rsidRPr="000E5A86" w:rsidRDefault="005325D6" w:rsidP="005325D6">
            <w:pPr>
              <w:pStyle w:val="TableBullet"/>
              <w:numPr>
                <w:ilvl w:val="0"/>
                <w:numId w:val="0"/>
              </w:numPr>
            </w:pPr>
            <w:r>
              <w:t>Nil</w:t>
            </w:r>
          </w:p>
        </w:tc>
      </w:tr>
    </w:tbl>
    <w:p w:rsidR="007C3216" w:rsidRDefault="007C3216" w:rsidP="005325D6">
      <w:pPr>
        <w:pStyle w:val="BoxSpace"/>
      </w:pPr>
    </w:p>
    <w:p w:rsidR="007C3216" w:rsidRDefault="007C321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3216">
        <w:tc>
          <w:tcPr>
            <w:tcW w:w="8771" w:type="dxa"/>
            <w:tcBorders>
              <w:top w:val="single" w:sz="6" w:space="0" w:color="auto"/>
              <w:bottom w:val="nil"/>
            </w:tcBorders>
          </w:tcPr>
          <w:p w:rsidR="007C3216" w:rsidRDefault="007C3216" w:rsidP="007C3216">
            <w:pPr>
              <w:pStyle w:val="BoxTitle"/>
            </w:pPr>
            <w:r>
              <w:rPr>
                <w:b w:val="0"/>
              </w:rPr>
              <w:t xml:space="preserve">Box </w:t>
            </w:r>
            <w:r w:rsidR="00503759">
              <w:rPr>
                <w:b w:val="0"/>
                <w:noProof/>
              </w:rPr>
              <w:t>17</w:t>
            </w:r>
            <w:r>
              <w:tab/>
              <w:t>Comment on data quality</w:t>
            </w:r>
          </w:p>
        </w:tc>
      </w:tr>
      <w:tr w:rsidR="007C3216">
        <w:trPr>
          <w:cantSplit/>
        </w:trPr>
        <w:tc>
          <w:tcPr>
            <w:tcW w:w="8771" w:type="dxa"/>
            <w:tcBorders>
              <w:top w:val="nil"/>
              <w:left w:val="single" w:sz="6" w:space="0" w:color="auto"/>
              <w:bottom w:val="nil"/>
              <w:right w:val="single" w:sz="6" w:space="0" w:color="auto"/>
            </w:tcBorders>
          </w:tcPr>
          <w:p w:rsidR="007C3216" w:rsidRDefault="001B41E2" w:rsidP="00AA18C2">
            <w:pPr>
              <w:pStyle w:val="Box"/>
            </w:pPr>
            <w:r>
              <w:t>No new data are available for reporting against this indicator. Data for 2008 are available in the 20</w:t>
            </w:r>
            <w:r w:rsidR="00AA18C2">
              <w:t>09</w:t>
            </w:r>
            <w:r>
              <w:t xml:space="preserve"> NASWD performance report</w:t>
            </w:r>
            <w:r w:rsidR="00C45887">
              <w:t xml:space="preserve"> (SCRGSP 2010, tables SWD NIRA.6.1–6.7)</w:t>
            </w:r>
            <w:r>
              <w:t>.</w:t>
            </w:r>
          </w:p>
          <w:p w:rsidR="00C45887" w:rsidRDefault="00C45887" w:rsidP="00AA18C2">
            <w:pPr>
              <w:pStyle w:val="Box"/>
            </w:pPr>
            <w:r>
              <w:t>Data are anticipated to be available from the 2011 Census for the next NASWD performance report.</w:t>
            </w:r>
          </w:p>
        </w:tc>
      </w:tr>
      <w:tr w:rsidR="007C3216">
        <w:trPr>
          <w:cantSplit/>
        </w:trPr>
        <w:tc>
          <w:tcPr>
            <w:tcW w:w="8771" w:type="dxa"/>
            <w:tcBorders>
              <w:top w:val="nil"/>
              <w:left w:val="single" w:sz="6" w:space="0" w:color="auto"/>
              <w:bottom w:val="single" w:sz="6" w:space="0" w:color="auto"/>
              <w:right w:val="single" w:sz="6" w:space="0" w:color="auto"/>
            </w:tcBorders>
          </w:tcPr>
          <w:p w:rsidR="007C3216" w:rsidRDefault="007C3216">
            <w:pPr>
              <w:pStyle w:val="Box"/>
              <w:spacing w:before="0" w:line="120" w:lineRule="exact"/>
            </w:pPr>
          </w:p>
        </w:tc>
      </w:tr>
      <w:tr w:rsidR="007C3216">
        <w:tc>
          <w:tcPr>
            <w:tcW w:w="8771" w:type="dxa"/>
            <w:tcBorders>
              <w:top w:val="nil"/>
              <w:left w:val="nil"/>
              <w:bottom w:val="nil"/>
              <w:right w:val="nil"/>
            </w:tcBorders>
          </w:tcPr>
          <w:p w:rsidR="007C3216" w:rsidRDefault="007C3216">
            <w:pPr>
              <w:pStyle w:val="Box"/>
              <w:keepNext w:val="0"/>
              <w:spacing w:before="60" w:after="60" w:line="80" w:lineRule="exact"/>
              <w:rPr>
                <w:b/>
                <w:color w:val="FF00FF"/>
                <w:sz w:val="14"/>
              </w:rPr>
            </w:pPr>
          </w:p>
        </w:tc>
      </w:tr>
    </w:tbl>
    <w:p w:rsidR="00B06320" w:rsidRDefault="00B06320" w:rsidP="005325D6">
      <w:pPr>
        <w:pStyle w:val="BoxSpace"/>
      </w:pPr>
    </w:p>
    <w:p w:rsidR="00B06320" w:rsidRDefault="00B06320" w:rsidP="00B06320">
      <w:pPr>
        <w:pStyle w:val="BodyText"/>
      </w:pPr>
      <w:r>
        <w:br w:type="page"/>
      </w:r>
    </w:p>
    <w:p w:rsidR="007C3216" w:rsidRDefault="007C3216" w:rsidP="005325D6">
      <w:pPr>
        <w:pStyle w:val="BoxSpace"/>
      </w:pPr>
    </w:p>
    <w:p w:rsidR="00B06320" w:rsidRPr="005325D6" w:rsidRDefault="00B06320" w:rsidP="005325D6">
      <w:pPr>
        <w:pStyle w:val="BoxSpace"/>
      </w:pPr>
    </w:p>
    <w:p w:rsidR="00B06320" w:rsidRDefault="00B06320" w:rsidP="0098383A">
      <w:pPr>
        <w:pStyle w:val="Heading2"/>
        <w:spacing w:before="0"/>
        <w:sectPr w:rsidR="00B06320" w:rsidSect="0089285E">
          <w:headerReference w:type="even" r:id="rId14"/>
          <w:headerReference w:type="default" r:id="rId15"/>
          <w:footerReference w:type="even" r:id="rId16"/>
          <w:footerReference w:type="default" r:id="rId17"/>
          <w:pgSz w:w="11907" w:h="16840" w:code="9"/>
          <w:pgMar w:top="1985" w:right="1304" w:bottom="1418" w:left="1814" w:header="1701" w:footer="567" w:gutter="0"/>
          <w:pgNumType w:start="1" w:chapSep="period"/>
          <w:cols w:space="720"/>
        </w:sectPr>
      </w:pPr>
    </w:p>
    <w:p w:rsidR="00CB198D" w:rsidRDefault="00CB198D">
      <w:pPr>
        <w:rPr>
          <w:rFonts w:ascii="Arial" w:hAnsi="Arial"/>
          <w:b/>
          <w:sz w:val="32"/>
          <w:szCs w:val="20"/>
        </w:rPr>
      </w:pPr>
      <w:r>
        <w:br w:type="page"/>
      </w:r>
    </w:p>
    <w:p w:rsidR="008864C2" w:rsidRDefault="008864C2" w:rsidP="0098383A">
      <w:pPr>
        <w:pStyle w:val="Heading2"/>
        <w:spacing w:before="0"/>
      </w:pPr>
      <w:r>
        <w:t>Data Quality Statements</w:t>
      </w:r>
    </w:p>
    <w:p w:rsidR="008864C2" w:rsidRDefault="008864C2" w:rsidP="0098383A">
      <w:pPr>
        <w:pStyle w:val="BodyText"/>
      </w:pPr>
      <w:r>
        <w:t>This attachment includes copies of all DQSs as provided by the data providers. The Steering Committee has not made any amendments to the content of these DQSs.</w:t>
      </w:r>
    </w:p>
    <w:p w:rsidR="008864C2" w:rsidRDefault="008864C2" w:rsidP="0098383A">
      <w:pPr>
        <w:pStyle w:val="BodyText"/>
      </w:pPr>
      <w:r>
        <w:t>Table</w:t>
      </w:r>
      <w:r w:rsidR="00482E63">
        <w:t xml:space="preserve"> 14</w:t>
      </w:r>
      <w:r>
        <w:t xml:space="preserve"> lists the NASWD performance targets and the page reference for the associated DQS. Table</w:t>
      </w:r>
      <w:r w:rsidR="00482E63">
        <w:t xml:space="preserve"> 15</w:t>
      </w:r>
      <w:r>
        <w:t xml:space="preserve"> lists the NASWD performance indicators and DQS page references. Table</w:t>
      </w:r>
      <w:r w:rsidR="00FF2E2E">
        <w:t xml:space="preserve"> 16</w:t>
      </w:r>
      <w:r>
        <w:t xml:space="preserve"> lists the related NIRA performance indicator and DQS page reference.</w:t>
      </w:r>
    </w:p>
    <w:p w:rsidR="00482E63" w:rsidRDefault="00482E63" w:rsidP="0098383A">
      <w:pPr>
        <w:pStyle w:val="TableTitle"/>
      </w:pPr>
      <w:r>
        <w:rPr>
          <w:b w:val="0"/>
        </w:rPr>
        <w:t xml:space="preserve">Table </w:t>
      </w:r>
      <w:bookmarkStart w:id="28" w:name="OLE_LINK16"/>
      <w:r w:rsidR="00503759">
        <w:rPr>
          <w:b w:val="0"/>
          <w:noProof/>
        </w:rPr>
        <w:t>14</w:t>
      </w:r>
      <w:bookmarkEnd w:id="28"/>
      <w:r>
        <w:tab/>
        <w:t>Data quality statements for performance targets in the National Agreement for Skills and Workforce Development</w:t>
      </w:r>
      <w:r w:rsidRPr="00482E63">
        <w:rPr>
          <w:rStyle w:val="NoteLabel"/>
          <w:b/>
        </w:rPr>
        <w:t>a</w:t>
      </w:r>
    </w:p>
    <w:tbl>
      <w:tblPr>
        <w:tblW w:w="5000" w:type="pct"/>
        <w:tblCellMar>
          <w:left w:w="0" w:type="dxa"/>
          <w:right w:w="0" w:type="dxa"/>
        </w:tblCellMar>
        <w:tblLook w:val="0000" w:firstRow="0" w:lastRow="0" w:firstColumn="0" w:lastColumn="0" w:noHBand="0" w:noVBand="0"/>
      </w:tblPr>
      <w:tblGrid>
        <w:gridCol w:w="7513"/>
        <w:gridCol w:w="1276"/>
      </w:tblGrid>
      <w:tr w:rsidR="00482E63" w:rsidTr="00482E63">
        <w:tc>
          <w:tcPr>
            <w:tcW w:w="4274" w:type="pct"/>
            <w:tcBorders>
              <w:top w:val="single" w:sz="6" w:space="0" w:color="auto"/>
              <w:bottom w:val="single" w:sz="6" w:space="0" w:color="auto"/>
            </w:tcBorders>
            <w:shd w:val="clear" w:color="auto" w:fill="auto"/>
          </w:tcPr>
          <w:p w:rsidR="00482E63" w:rsidRDefault="00482E63" w:rsidP="001C6387">
            <w:pPr>
              <w:pStyle w:val="TableColumnHeading"/>
              <w:pBdr>
                <w:left w:val="single" w:sz="4" w:space="4" w:color="auto"/>
              </w:pBdr>
              <w:jc w:val="left"/>
            </w:pPr>
            <w:r>
              <w:t>Performance target</w:t>
            </w:r>
          </w:p>
        </w:tc>
        <w:tc>
          <w:tcPr>
            <w:tcW w:w="726" w:type="pct"/>
            <w:tcBorders>
              <w:top w:val="single" w:sz="6" w:space="0" w:color="auto"/>
              <w:bottom w:val="single" w:sz="6" w:space="0" w:color="auto"/>
            </w:tcBorders>
            <w:shd w:val="clear" w:color="auto" w:fill="auto"/>
          </w:tcPr>
          <w:p w:rsidR="00482E63" w:rsidRDefault="00482E63" w:rsidP="001C6387">
            <w:pPr>
              <w:pStyle w:val="TableColumnHeading"/>
              <w:pBdr>
                <w:left w:val="single" w:sz="4" w:space="4" w:color="auto"/>
              </w:pBdr>
              <w:ind w:right="28"/>
            </w:pPr>
            <w:r>
              <w:t>Page no. in this report</w:t>
            </w:r>
          </w:p>
        </w:tc>
      </w:tr>
      <w:tr w:rsidR="00482E63" w:rsidTr="00482E63">
        <w:tc>
          <w:tcPr>
            <w:tcW w:w="4274" w:type="pct"/>
            <w:tcBorders>
              <w:top w:val="single" w:sz="6" w:space="0" w:color="auto"/>
            </w:tcBorders>
          </w:tcPr>
          <w:p w:rsidR="00482E63" w:rsidRDefault="00482E63" w:rsidP="001C6387">
            <w:pPr>
              <w:pStyle w:val="TableUnitsRow"/>
              <w:numPr>
                <w:ilvl w:val="0"/>
                <w:numId w:val="21"/>
              </w:numPr>
              <w:pBdr>
                <w:left w:val="single" w:sz="4" w:space="4" w:color="auto"/>
              </w:pBdr>
              <w:jc w:val="left"/>
            </w:pPr>
            <w:r>
              <w:t>Halve the proportion of Australians nationally aged 20–64 without qualifications at Certificate III level and above between 2009 and 2020</w:t>
            </w:r>
          </w:p>
        </w:tc>
        <w:tc>
          <w:tcPr>
            <w:tcW w:w="726" w:type="pct"/>
            <w:tcBorders>
              <w:top w:val="single" w:sz="6" w:space="0" w:color="auto"/>
            </w:tcBorders>
          </w:tcPr>
          <w:p w:rsidR="00482E63" w:rsidRDefault="00C74ACB" w:rsidP="001C6387">
            <w:pPr>
              <w:pStyle w:val="TableUnitsRow"/>
              <w:pBdr>
                <w:left w:val="single" w:sz="4" w:space="4" w:color="auto"/>
              </w:pBdr>
              <w:ind w:right="28"/>
            </w:pPr>
            <w:r>
              <w:rPr>
                <w:noProof/>
              </w:rPr>
              <w:t>295, 329</w:t>
            </w:r>
          </w:p>
        </w:tc>
      </w:tr>
      <w:tr w:rsidR="00482E63" w:rsidTr="00482E63">
        <w:tc>
          <w:tcPr>
            <w:tcW w:w="4274" w:type="pct"/>
            <w:tcBorders>
              <w:bottom w:val="single" w:sz="4" w:space="0" w:color="auto"/>
            </w:tcBorders>
          </w:tcPr>
          <w:p w:rsidR="00482E63" w:rsidRDefault="00482E63" w:rsidP="001C6387">
            <w:pPr>
              <w:pStyle w:val="TableBodyText"/>
              <w:numPr>
                <w:ilvl w:val="0"/>
                <w:numId w:val="21"/>
              </w:numPr>
              <w:pBdr>
                <w:left w:val="single" w:sz="4" w:space="4" w:color="auto"/>
              </w:pBdr>
              <w:jc w:val="left"/>
            </w:pPr>
            <w:r>
              <w:t>Double the number of higher level qualification completions (diploma and advanced diploma) nationally between 2009 and 2020</w:t>
            </w:r>
          </w:p>
        </w:tc>
        <w:tc>
          <w:tcPr>
            <w:tcW w:w="726" w:type="pct"/>
            <w:tcBorders>
              <w:bottom w:val="single" w:sz="4" w:space="0" w:color="auto"/>
            </w:tcBorders>
          </w:tcPr>
          <w:p w:rsidR="00482E63" w:rsidRDefault="00503759" w:rsidP="00C74ACB">
            <w:pPr>
              <w:pStyle w:val="TableBodyText"/>
              <w:pBdr>
                <w:left w:val="single" w:sz="4" w:space="4" w:color="auto"/>
              </w:pBdr>
              <w:ind w:right="28"/>
            </w:pPr>
            <w:r>
              <w:rPr>
                <w:noProof/>
              </w:rPr>
              <w:t>2</w:t>
            </w:r>
            <w:r w:rsidR="00C74ACB">
              <w:rPr>
                <w:noProof/>
              </w:rPr>
              <w:t>97</w:t>
            </w:r>
            <w:r w:rsidR="00394E39">
              <w:rPr>
                <w:noProof/>
              </w:rPr>
              <w:t xml:space="preserve">, </w:t>
            </w:r>
            <w:r>
              <w:rPr>
                <w:noProof/>
              </w:rPr>
              <w:t>3</w:t>
            </w:r>
            <w:r w:rsidR="00C74ACB">
              <w:rPr>
                <w:noProof/>
              </w:rPr>
              <w:t>25</w:t>
            </w:r>
          </w:p>
        </w:tc>
      </w:tr>
    </w:tbl>
    <w:p w:rsidR="00482E63" w:rsidRDefault="00482E63" w:rsidP="0098383A">
      <w:pPr>
        <w:pStyle w:val="Note"/>
      </w:pPr>
      <w:r w:rsidRPr="00482E63">
        <w:rPr>
          <w:rStyle w:val="NoteLabel"/>
        </w:rPr>
        <w:t>a</w:t>
      </w:r>
      <w:r>
        <w:rPr>
          <w:rFonts w:cs="Arial"/>
        </w:rPr>
        <w:t xml:space="preserve"> </w:t>
      </w:r>
      <w:r w:rsidR="00C45887">
        <w:t>The performance indicators presented in this table refer to the performance targets in the new NASWD (COAG 2012b).</w:t>
      </w:r>
    </w:p>
    <w:p w:rsidR="00482E63" w:rsidRDefault="00482E63" w:rsidP="0098383A">
      <w:pPr>
        <w:pStyle w:val="TableTitle"/>
      </w:pPr>
      <w:r>
        <w:rPr>
          <w:b w:val="0"/>
        </w:rPr>
        <w:t xml:space="preserve">Table </w:t>
      </w:r>
      <w:bookmarkStart w:id="29" w:name="OLE_LINK17"/>
      <w:r w:rsidR="00503759">
        <w:rPr>
          <w:b w:val="0"/>
          <w:noProof/>
        </w:rPr>
        <w:t>15</w:t>
      </w:r>
      <w:bookmarkEnd w:id="29"/>
      <w:r>
        <w:tab/>
        <w:t>Data quality statements for performance indicators in the National Agreement for Skills and Workforce Development</w:t>
      </w:r>
      <w:r w:rsidRPr="00482E63">
        <w:rPr>
          <w:rStyle w:val="NoteLabel"/>
          <w:b/>
        </w:rPr>
        <w:t>a</w:t>
      </w:r>
    </w:p>
    <w:tbl>
      <w:tblPr>
        <w:tblW w:w="5000" w:type="pct"/>
        <w:tblCellMar>
          <w:left w:w="0" w:type="dxa"/>
          <w:right w:w="0" w:type="dxa"/>
        </w:tblCellMar>
        <w:tblLook w:val="0000" w:firstRow="0" w:lastRow="0" w:firstColumn="0" w:lastColumn="0" w:noHBand="0" w:noVBand="0"/>
      </w:tblPr>
      <w:tblGrid>
        <w:gridCol w:w="7513"/>
        <w:gridCol w:w="1276"/>
      </w:tblGrid>
      <w:tr w:rsidR="00482E63" w:rsidTr="00D155E0">
        <w:tc>
          <w:tcPr>
            <w:tcW w:w="4274" w:type="pct"/>
            <w:tcBorders>
              <w:top w:val="single" w:sz="6" w:space="0" w:color="auto"/>
              <w:bottom w:val="single" w:sz="6" w:space="0" w:color="auto"/>
            </w:tcBorders>
            <w:shd w:val="clear" w:color="auto" w:fill="auto"/>
          </w:tcPr>
          <w:p w:rsidR="00482E63" w:rsidRDefault="00D155E0" w:rsidP="001C6387">
            <w:pPr>
              <w:pStyle w:val="TableColumnHeading"/>
              <w:pBdr>
                <w:left w:val="single" w:sz="4" w:space="4" w:color="auto"/>
              </w:pBdr>
              <w:jc w:val="left"/>
            </w:pPr>
            <w:r>
              <w:t>Performance indicator</w:t>
            </w:r>
          </w:p>
        </w:tc>
        <w:tc>
          <w:tcPr>
            <w:tcW w:w="726" w:type="pct"/>
            <w:tcBorders>
              <w:top w:val="single" w:sz="6" w:space="0" w:color="auto"/>
              <w:bottom w:val="single" w:sz="6" w:space="0" w:color="auto"/>
            </w:tcBorders>
            <w:shd w:val="clear" w:color="auto" w:fill="auto"/>
          </w:tcPr>
          <w:p w:rsidR="00482E63" w:rsidRDefault="00D155E0" w:rsidP="001C6387">
            <w:pPr>
              <w:pStyle w:val="TableColumnHeading"/>
              <w:pBdr>
                <w:left w:val="single" w:sz="4" w:space="4" w:color="auto"/>
              </w:pBdr>
              <w:ind w:right="28"/>
            </w:pPr>
            <w:r>
              <w:t>Page no. in this report</w:t>
            </w:r>
          </w:p>
        </w:tc>
      </w:tr>
      <w:tr w:rsidR="00482E63" w:rsidTr="00D155E0">
        <w:tc>
          <w:tcPr>
            <w:tcW w:w="4274" w:type="pct"/>
            <w:tcBorders>
              <w:top w:val="single" w:sz="6" w:space="0" w:color="auto"/>
            </w:tcBorders>
          </w:tcPr>
          <w:p w:rsidR="00482E63" w:rsidRDefault="00D155E0" w:rsidP="00241EE2">
            <w:pPr>
              <w:pStyle w:val="TableUnitsRow"/>
              <w:numPr>
                <w:ilvl w:val="0"/>
                <w:numId w:val="44"/>
              </w:numPr>
              <w:pBdr>
                <w:left w:val="single" w:sz="4" w:space="4" w:color="auto"/>
              </w:pBdr>
              <w:jc w:val="left"/>
            </w:pPr>
            <w:r>
              <w:t>Proportion of working age population (WAP) with higher level qualifications (Certificate III and above)</w:t>
            </w:r>
          </w:p>
        </w:tc>
        <w:tc>
          <w:tcPr>
            <w:tcW w:w="726" w:type="pct"/>
            <w:tcBorders>
              <w:top w:val="single" w:sz="6" w:space="0" w:color="auto"/>
            </w:tcBorders>
          </w:tcPr>
          <w:p w:rsidR="00482E63" w:rsidRDefault="00C74ACB" w:rsidP="00C74ACB">
            <w:pPr>
              <w:pStyle w:val="TableUnitsRow"/>
              <w:pBdr>
                <w:left w:val="single" w:sz="4" w:space="4" w:color="auto"/>
              </w:pBdr>
              <w:ind w:right="28"/>
            </w:pPr>
            <w:r>
              <w:rPr>
                <w:noProof/>
              </w:rPr>
              <w:t>300</w:t>
            </w:r>
            <w:r w:rsidR="00394E39">
              <w:rPr>
                <w:noProof/>
              </w:rPr>
              <w:t xml:space="preserve">, </w:t>
            </w:r>
            <w:r w:rsidR="00503759">
              <w:rPr>
                <w:noProof/>
              </w:rPr>
              <w:t>3</w:t>
            </w:r>
            <w:r>
              <w:rPr>
                <w:noProof/>
              </w:rPr>
              <w:t>29</w:t>
            </w:r>
          </w:p>
        </w:tc>
      </w:tr>
      <w:tr w:rsidR="00482E63" w:rsidTr="00D155E0">
        <w:tc>
          <w:tcPr>
            <w:tcW w:w="4274" w:type="pct"/>
          </w:tcPr>
          <w:p w:rsidR="00D155E0" w:rsidRDefault="00D155E0" w:rsidP="00241EE2">
            <w:pPr>
              <w:pStyle w:val="TableBodyText"/>
              <w:numPr>
                <w:ilvl w:val="0"/>
                <w:numId w:val="44"/>
              </w:numPr>
              <w:pBdr>
                <w:left w:val="single" w:sz="4" w:space="4" w:color="auto"/>
              </w:pBdr>
              <w:jc w:val="left"/>
            </w:pPr>
            <w:r>
              <w:t>Proportion of employers satisfied that training meets their needs</w:t>
            </w:r>
          </w:p>
        </w:tc>
        <w:tc>
          <w:tcPr>
            <w:tcW w:w="726" w:type="pct"/>
          </w:tcPr>
          <w:p w:rsidR="00482E63" w:rsidRDefault="00C74ACB" w:rsidP="00C74ACB">
            <w:pPr>
              <w:pStyle w:val="TableBodyText"/>
              <w:pBdr>
                <w:left w:val="single" w:sz="4" w:space="4" w:color="auto"/>
              </w:pBdr>
              <w:ind w:right="28"/>
            </w:pPr>
            <w:r>
              <w:rPr>
                <w:noProof/>
              </w:rPr>
              <w:t>303</w:t>
            </w:r>
            <w:r w:rsidR="00394E39">
              <w:rPr>
                <w:noProof/>
              </w:rPr>
              <w:t xml:space="preserve">, </w:t>
            </w:r>
            <w:r>
              <w:rPr>
                <w:noProof/>
              </w:rPr>
              <w:t>322</w:t>
            </w:r>
          </w:p>
        </w:tc>
      </w:tr>
      <w:tr w:rsidR="00482E63" w:rsidTr="001C6387">
        <w:tc>
          <w:tcPr>
            <w:tcW w:w="4274" w:type="pct"/>
            <w:shd w:val="clear" w:color="auto" w:fill="auto"/>
          </w:tcPr>
          <w:p w:rsidR="00482E63" w:rsidRDefault="001C6387" w:rsidP="00241EE2">
            <w:pPr>
              <w:pStyle w:val="TableBodyText"/>
              <w:numPr>
                <w:ilvl w:val="0"/>
                <w:numId w:val="44"/>
              </w:numPr>
              <w:pBdr>
                <w:left w:val="single" w:sz="4" w:space="4" w:color="auto"/>
              </w:pBdr>
              <w:jc w:val="left"/>
            </w:pPr>
            <w:r>
              <w:t>Proportion of WAP with adequate foundation skills (literacy level 3 or above)</w:t>
            </w:r>
          </w:p>
        </w:tc>
        <w:tc>
          <w:tcPr>
            <w:tcW w:w="726" w:type="pct"/>
            <w:shd w:val="clear" w:color="auto" w:fill="auto"/>
          </w:tcPr>
          <w:p w:rsidR="00482E63" w:rsidRDefault="00957D24" w:rsidP="00957D24">
            <w:pPr>
              <w:pStyle w:val="TableBodyText"/>
              <w:pBdr>
                <w:left w:val="single" w:sz="4" w:space="4" w:color="auto"/>
              </w:pBdr>
              <w:ind w:right="28"/>
            </w:pPr>
            <w:r>
              <w:t>..</w:t>
            </w:r>
          </w:p>
        </w:tc>
      </w:tr>
      <w:tr w:rsidR="002340FB" w:rsidTr="001C6387">
        <w:tc>
          <w:tcPr>
            <w:tcW w:w="4274" w:type="pct"/>
            <w:shd w:val="clear" w:color="auto" w:fill="auto"/>
          </w:tcPr>
          <w:p w:rsidR="002340FB" w:rsidRDefault="002340FB" w:rsidP="00241EE2">
            <w:pPr>
              <w:pStyle w:val="TableBodyText"/>
              <w:numPr>
                <w:ilvl w:val="0"/>
                <w:numId w:val="44"/>
              </w:numPr>
              <w:pBdr>
                <w:left w:val="single" w:sz="4" w:space="4" w:color="auto"/>
              </w:pBdr>
              <w:jc w:val="left"/>
            </w:pPr>
            <w:r>
              <w:t>Proportion of WAP with or working towards a non-school AQF qualification</w:t>
            </w:r>
          </w:p>
        </w:tc>
        <w:tc>
          <w:tcPr>
            <w:tcW w:w="726" w:type="pct"/>
            <w:shd w:val="clear" w:color="auto" w:fill="auto"/>
          </w:tcPr>
          <w:p w:rsidR="002340FB" w:rsidRDefault="00C74ACB" w:rsidP="001C6387">
            <w:pPr>
              <w:pStyle w:val="TableBodyText"/>
              <w:pBdr>
                <w:left w:val="single" w:sz="4" w:space="4" w:color="auto"/>
              </w:pBdr>
              <w:ind w:right="28"/>
            </w:pPr>
            <w:r>
              <w:rPr>
                <w:noProof/>
              </w:rPr>
              <w:t>306, 329</w:t>
            </w:r>
          </w:p>
        </w:tc>
      </w:tr>
      <w:tr w:rsidR="001C6387" w:rsidTr="001C6387">
        <w:tc>
          <w:tcPr>
            <w:tcW w:w="4274" w:type="pct"/>
            <w:shd w:val="clear" w:color="auto" w:fill="auto"/>
          </w:tcPr>
          <w:p w:rsidR="001C6387" w:rsidRDefault="001C6387" w:rsidP="00241EE2">
            <w:pPr>
              <w:pStyle w:val="TableBodyText"/>
              <w:numPr>
                <w:ilvl w:val="0"/>
                <w:numId w:val="44"/>
              </w:numPr>
              <w:pBdr>
                <w:left w:val="single" w:sz="4" w:space="4" w:color="auto"/>
              </w:pBdr>
              <w:jc w:val="left"/>
            </w:pPr>
            <w:r>
              <w:t>Proportion of VET graduates with improved employment status after training</w:t>
            </w:r>
          </w:p>
        </w:tc>
        <w:tc>
          <w:tcPr>
            <w:tcW w:w="726" w:type="pct"/>
            <w:shd w:val="clear" w:color="auto" w:fill="auto"/>
          </w:tcPr>
          <w:p w:rsidR="001C6387" w:rsidRDefault="00C74ACB" w:rsidP="001C6387">
            <w:pPr>
              <w:pStyle w:val="TableBodyText"/>
              <w:pBdr>
                <w:left w:val="single" w:sz="4" w:space="4" w:color="auto"/>
              </w:pBdr>
              <w:ind w:right="28"/>
            </w:pPr>
            <w:r>
              <w:rPr>
                <w:noProof/>
              </w:rPr>
              <w:t>309, 318</w:t>
            </w:r>
          </w:p>
        </w:tc>
      </w:tr>
      <w:tr w:rsidR="001C6387" w:rsidTr="00D155E0">
        <w:tc>
          <w:tcPr>
            <w:tcW w:w="4274" w:type="pct"/>
            <w:tcBorders>
              <w:bottom w:val="single" w:sz="6" w:space="0" w:color="auto"/>
            </w:tcBorders>
            <w:shd w:val="clear" w:color="auto" w:fill="auto"/>
          </w:tcPr>
          <w:p w:rsidR="001C6387" w:rsidRDefault="001C6387" w:rsidP="00241EE2">
            <w:pPr>
              <w:pStyle w:val="TableBodyText"/>
              <w:numPr>
                <w:ilvl w:val="0"/>
                <w:numId w:val="44"/>
              </w:numPr>
              <w:pBdr>
                <w:left w:val="single" w:sz="4" w:space="4" w:color="auto"/>
              </w:pBdr>
              <w:jc w:val="left"/>
            </w:pPr>
            <w:r>
              <w:t>Proportion of VET graduates with improved education/training status after training</w:t>
            </w:r>
          </w:p>
        </w:tc>
        <w:tc>
          <w:tcPr>
            <w:tcW w:w="726" w:type="pct"/>
            <w:tcBorders>
              <w:bottom w:val="single" w:sz="6" w:space="0" w:color="auto"/>
            </w:tcBorders>
            <w:shd w:val="clear" w:color="auto" w:fill="auto"/>
          </w:tcPr>
          <w:p w:rsidR="001C6387" w:rsidRDefault="00C74ACB" w:rsidP="001C6387">
            <w:pPr>
              <w:pStyle w:val="TableBodyText"/>
              <w:pBdr>
                <w:left w:val="single" w:sz="4" w:space="4" w:color="auto"/>
              </w:pBdr>
              <w:ind w:right="28"/>
            </w:pPr>
            <w:r>
              <w:rPr>
                <w:noProof/>
              </w:rPr>
              <w:t>313, 325</w:t>
            </w:r>
          </w:p>
        </w:tc>
      </w:tr>
    </w:tbl>
    <w:p w:rsidR="00482E63" w:rsidRDefault="00482E63" w:rsidP="0098383A">
      <w:pPr>
        <w:pStyle w:val="Note"/>
      </w:pPr>
      <w:r w:rsidRPr="00482E63">
        <w:rPr>
          <w:rStyle w:val="NoteLabel"/>
        </w:rPr>
        <w:t>a</w:t>
      </w:r>
      <w:r>
        <w:rPr>
          <w:rFonts w:cs="Arial"/>
        </w:rPr>
        <w:t xml:space="preserve"> </w:t>
      </w:r>
      <w:r w:rsidR="00C45887">
        <w:t>The performance indicators presented in this table refer to the performance indicators in the new NASWD (COAG 2012b).</w:t>
      </w:r>
      <w:r w:rsidR="00957D24">
        <w:t xml:space="preserve"> .. Not applicable.</w:t>
      </w:r>
    </w:p>
    <w:p w:rsidR="00FF2E2E" w:rsidRDefault="00FF2E2E">
      <w:pPr>
        <w:rPr>
          <w:rFonts w:ascii="Arial" w:hAnsi="Arial"/>
        </w:rPr>
      </w:pPr>
      <w:r>
        <w:rPr>
          <w:b/>
        </w:rPr>
        <w:br w:type="page"/>
      </w:r>
    </w:p>
    <w:p w:rsidR="001C6387" w:rsidRDefault="001C6387" w:rsidP="0098383A">
      <w:pPr>
        <w:pStyle w:val="TableTitle"/>
      </w:pPr>
      <w:r>
        <w:rPr>
          <w:b w:val="0"/>
        </w:rPr>
        <w:t xml:space="preserve">Table </w:t>
      </w:r>
      <w:bookmarkStart w:id="30" w:name="OLE_LINK18"/>
      <w:r w:rsidR="00503759">
        <w:rPr>
          <w:b w:val="0"/>
          <w:noProof/>
        </w:rPr>
        <w:t>16</w:t>
      </w:r>
      <w:bookmarkEnd w:id="30"/>
      <w:r>
        <w:tab/>
        <w:t>Data quality statements for related performance indicator in the National Indigenous Reform Agreement</w:t>
      </w:r>
      <w:r w:rsidRPr="001C6387">
        <w:rPr>
          <w:rStyle w:val="NoteLabel"/>
          <w:b/>
        </w:rPr>
        <w:t>a</w:t>
      </w:r>
    </w:p>
    <w:tbl>
      <w:tblPr>
        <w:tblW w:w="5000" w:type="pct"/>
        <w:tblCellMar>
          <w:left w:w="0" w:type="dxa"/>
          <w:right w:w="0" w:type="dxa"/>
        </w:tblCellMar>
        <w:tblLook w:val="0000" w:firstRow="0" w:lastRow="0" w:firstColumn="0" w:lastColumn="0" w:noHBand="0" w:noVBand="0"/>
      </w:tblPr>
      <w:tblGrid>
        <w:gridCol w:w="7513"/>
        <w:gridCol w:w="1276"/>
      </w:tblGrid>
      <w:tr w:rsidR="001C6387" w:rsidTr="001C6387">
        <w:tc>
          <w:tcPr>
            <w:tcW w:w="4274" w:type="pct"/>
            <w:tcBorders>
              <w:top w:val="single" w:sz="6" w:space="0" w:color="auto"/>
              <w:bottom w:val="single" w:sz="6" w:space="0" w:color="auto"/>
            </w:tcBorders>
            <w:shd w:val="clear" w:color="auto" w:fill="auto"/>
          </w:tcPr>
          <w:p w:rsidR="001C6387" w:rsidRDefault="001C6387" w:rsidP="001C6387">
            <w:pPr>
              <w:pStyle w:val="TableColumnHeading"/>
              <w:pBdr>
                <w:left w:val="single" w:sz="4" w:space="4" w:color="auto"/>
              </w:pBdr>
              <w:jc w:val="left"/>
            </w:pPr>
            <w:r>
              <w:t>Performance indicator</w:t>
            </w:r>
          </w:p>
        </w:tc>
        <w:tc>
          <w:tcPr>
            <w:tcW w:w="726" w:type="pct"/>
            <w:tcBorders>
              <w:top w:val="single" w:sz="6" w:space="0" w:color="auto"/>
              <w:bottom w:val="single" w:sz="6" w:space="0" w:color="auto"/>
            </w:tcBorders>
            <w:shd w:val="clear" w:color="auto" w:fill="auto"/>
          </w:tcPr>
          <w:p w:rsidR="001C6387" w:rsidRDefault="001C6387" w:rsidP="001C6387">
            <w:pPr>
              <w:pStyle w:val="TableColumnHeading"/>
              <w:pBdr>
                <w:left w:val="single" w:sz="4" w:space="4" w:color="auto"/>
              </w:pBdr>
              <w:ind w:right="28"/>
            </w:pPr>
            <w:r>
              <w:t>Page no. in this report</w:t>
            </w:r>
          </w:p>
        </w:tc>
      </w:tr>
      <w:tr w:rsidR="001C6387" w:rsidTr="001C6387">
        <w:tc>
          <w:tcPr>
            <w:tcW w:w="4274" w:type="pct"/>
            <w:tcBorders>
              <w:top w:val="single" w:sz="6" w:space="0" w:color="auto"/>
              <w:bottom w:val="single" w:sz="4" w:space="0" w:color="auto"/>
            </w:tcBorders>
          </w:tcPr>
          <w:p w:rsidR="001C6387" w:rsidRDefault="001C6387" w:rsidP="00241EE2">
            <w:pPr>
              <w:pStyle w:val="TableUnitsRow"/>
              <w:numPr>
                <w:ilvl w:val="0"/>
                <w:numId w:val="44"/>
              </w:numPr>
              <w:pBdr>
                <w:left w:val="single" w:sz="4" w:space="4" w:color="auto"/>
              </w:pBdr>
              <w:jc w:val="left"/>
            </w:pPr>
            <w:r>
              <w:t xml:space="preserve">Proportion of Indigenous 20–64 year olds with or working towards post school qualification </w:t>
            </w:r>
          </w:p>
        </w:tc>
        <w:tc>
          <w:tcPr>
            <w:tcW w:w="726" w:type="pct"/>
            <w:tcBorders>
              <w:top w:val="single" w:sz="6" w:space="0" w:color="auto"/>
              <w:bottom w:val="single" w:sz="4" w:space="0" w:color="auto"/>
            </w:tcBorders>
          </w:tcPr>
          <w:p w:rsidR="001C6387" w:rsidRDefault="001C6387" w:rsidP="001C6387">
            <w:pPr>
              <w:pStyle w:val="TableUnitsRow"/>
              <w:pBdr>
                <w:left w:val="single" w:sz="4" w:space="4" w:color="auto"/>
              </w:pBdr>
              <w:ind w:right="28"/>
            </w:pPr>
            <w:r>
              <w:t>..</w:t>
            </w:r>
          </w:p>
        </w:tc>
      </w:tr>
    </w:tbl>
    <w:p w:rsidR="001C6387" w:rsidRPr="001C6387" w:rsidRDefault="001C6387" w:rsidP="0098383A">
      <w:pPr>
        <w:pStyle w:val="Note"/>
        <w:rPr>
          <w:rFonts w:cs="Arial"/>
        </w:rPr>
      </w:pPr>
      <w:r w:rsidRPr="001C6387">
        <w:rPr>
          <w:rFonts w:cs="Arial"/>
        </w:rPr>
        <w:t>.. Not applicable</w:t>
      </w:r>
      <w:r w:rsidR="008B760C">
        <w:rPr>
          <w:rFonts w:cs="Arial"/>
        </w:rPr>
        <w:t>.</w:t>
      </w:r>
    </w:p>
    <w:p w:rsidR="006B35E5" w:rsidRDefault="001C6387" w:rsidP="0098383A">
      <w:pPr>
        <w:pStyle w:val="Note"/>
        <w:rPr>
          <w:rFonts w:cs="Arial"/>
        </w:rPr>
      </w:pPr>
      <w:r w:rsidRPr="001C6387">
        <w:rPr>
          <w:rStyle w:val="NoteLabel"/>
        </w:rPr>
        <w:t>a</w:t>
      </w:r>
      <w:r>
        <w:rPr>
          <w:rFonts w:cs="Arial"/>
        </w:rPr>
        <w:t xml:space="preserve"> </w:t>
      </w:r>
      <w:r w:rsidR="00C45887">
        <w:t xml:space="preserve">The performance indicator presented in this table refers to the performance indicator in the revised NIRA performance information framework </w:t>
      </w:r>
      <w:r w:rsidR="003919BA">
        <w:t>(</w:t>
      </w:r>
      <w:r w:rsidR="00990FBC">
        <w:t>endorsed by COAG out of session in July 2012</w:t>
      </w:r>
      <w:r w:rsidR="003919BA">
        <w:t>).</w:t>
      </w:r>
    </w:p>
    <w:p w:rsidR="008864C2" w:rsidRDefault="008864C2" w:rsidP="001C6387">
      <w:pPr>
        <w:pStyle w:val="Note"/>
        <w:pBdr>
          <w:left w:val="single" w:sz="4" w:space="4" w:color="auto"/>
        </w:pBdr>
      </w:pPr>
      <w:r>
        <w:br w:type="page"/>
      </w:r>
    </w:p>
    <w:p w:rsidR="006B35E5" w:rsidRDefault="006B35E5" w:rsidP="0098383A">
      <w:pPr>
        <w:pStyle w:val="Heading3"/>
      </w:pPr>
      <w:bookmarkStart w:id="31" w:name="_Ref328392353"/>
      <w:r>
        <w:t>Data Quality Statement — Target (a)</w:t>
      </w:r>
      <w:r w:rsidR="00A23FAD">
        <w:t>:</w:t>
      </w:r>
      <w:r>
        <w:t xml:space="preserve"> Halve the proportion of Australians nationally aged 20–64 without qualifications at Certificate III level and above between 2009 and 2020</w:t>
      </w:r>
      <w:bookmarkEnd w:id="31"/>
    </w:p>
    <w:p w:rsidR="006B35E5" w:rsidRDefault="006B35E5" w:rsidP="0098383A">
      <w:pPr>
        <w:pStyle w:val="TableBodyText"/>
        <w:jc w:val="left"/>
      </w:pPr>
    </w:p>
    <w:p w:rsidR="006B35E5" w:rsidRPr="004655B3" w:rsidRDefault="006B35E5" w:rsidP="0098383A">
      <w:pPr>
        <w:pStyle w:val="TableBodyText"/>
        <w:jc w:val="left"/>
        <w:rPr>
          <w:b/>
        </w:rPr>
      </w:pPr>
      <w:r>
        <w:t xml:space="preserve">This DQS should be read in conjunction with the </w:t>
      </w:r>
      <w:r w:rsidRPr="004655B3">
        <w:rPr>
          <w:b/>
        </w:rPr>
        <w:t xml:space="preserve">Data Quality Statement </w:t>
      </w:r>
      <w:r w:rsidR="004655B3">
        <w:t>–</w:t>
      </w:r>
      <w:r w:rsidRPr="004655B3">
        <w:rPr>
          <w:b/>
        </w:rPr>
        <w:t xml:space="preserve"> Survey of Education and Work</w:t>
      </w:r>
    </w:p>
    <w:p w:rsidR="006B35E5" w:rsidRPr="006B35E5" w:rsidRDefault="006B35E5" w:rsidP="0098383A">
      <w:pPr>
        <w:pStyle w:val="TableBodyText"/>
        <w:jc w:val="lef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Table of ABS data quality framework dimensions and details for this performance indicator"/>
      </w:tblPr>
      <w:tblGrid>
        <w:gridCol w:w="1809"/>
        <w:gridCol w:w="7196"/>
      </w:tblGrid>
      <w:tr w:rsidR="004655B3" w:rsidRPr="003E0E83" w:rsidTr="00DA7D25">
        <w:tc>
          <w:tcPr>
            <w:tcW w:w="1809" w:type="dxa"/>
          </w:tcPr>
          <w:p w:rsidR="009516C3" w:rsidRPr="003E0E83" w:rsidRDefault="006B35E5" w:rsidP="00DA7D25">
            <w:pPr>
              <w:pStyle w:val="TableBodyText"/>
              <w:jc w:val="both"/>
              <w:rPr>
                <w:b/>
              </w:rPr>
            </w:pPr>
            <w:r w:rsidRPr="003E0E83">
              <w:rPr>
                <w:b/>
              </w:rPr>
              <w:t>Target</w:t>
            </w:r>
          </w:p>
        </w:tc>
        <w:tc>
          <w:tcPr>
            <w:tcW w:w="7196" w:type="dxa"/>
          </w:tcPr>
          <w:p w:rsidR="009516C3" w:rsidRPr="00A808D7" w:rsidRDefault="006B35E5" w:rsidP="003E0E83">
            <w:pPr>
              <w:pStyle w:val="TableBodyText"/>
              <w:spacing w:after="120"/>
              <w:jc w:val="both"/>
            </w:pPr>
            <w:r w:rsidRPr="00A808D7">
              <w:t>Halve the proportion of Australians nationally aged 20–64 without qualifications at Certificate III level and above between 2009 and 2020</w:t>
            </w:r>
          </w:p>
        </w:tc>
      </w:tr>
      <w:tr w:rsidR="004655B3" w:rsidRPr="003E0E83" w:rsidTr="00DA7D25">
        <w:tc>
          <w:tcPr>
            <w:tcW w:w="1809" w:type="dxa"/>
          </w:tcPr>
          <w:p w:rsidR="009516C3" w:rsidRPr="003E0E83" w:rsidRDefault="009516C3" w:rsidP="00DA7D25">
            <w:pPr>
              <w:pStyle w:val="TableBodyText"/>
              <w:jc w:val="both"/>
              <w:rPr>
                <w:b/>
              </w:rPr>
            </w:pPr>
            <w:r w:rsidRPr="003E0E83">
              <w:rPr>
                <w:b/>
              </w:rPr>
              <w:t>Measure</w:t>
            </w:r>
          </w:p>
        </w:tc>
        <w:tc>
          <w:tcPr>
            <w:tcW w:w="7196" w:type="dxa"/>
          </w:tcPr>
          <w:p w:rsidR="009516C3" w:rsidRPr="00A808D7" w:rsidRDefault="009516C3" w:rsidP="003E0E83">
            <w:pPr>
              <w:pStyle w:val="TableBodyText"/>
              <w:spacing w:after="120"/>
              <w:jc w:val="both"/>
            </w:pPr>
            <w:r w:rsidRPr="00A808D7">
              <w:t>Persons aged 20–64 years without a formal qualification at Certificate III level or above.</w:t>
            </w:r>
          </w:p>
          <w:p w:rsidR="009516C3" w:rsidRPr="00A808D7" w:rsidRDefault="006B35E5" w:rsidP="003E0E83">
            <w:pPr>
              <w:pStyle w:val="TableBodyText"/>
              <w:spacing w:after="120"/>
              <w:jc w:val="both"/>
            </w:pPr>
            <w:r w:rsidRPr="00A808D7">
              <w:t xml:space="preserve">Numerator – </w:t>
            </w:r>
            <w:r w:rsidR="009516C3" w:rsidRPr="00A808D7">
              <w:t>Number of persons aged 20–64 years without a formal qualification at Certificate III level or above.</w:t>
            </w:r>
          </w:p>
          <w:p w:rsidR="009516C3" w:rsidRPr="00A808D7" w:rsidRDefault="006B35E5" w:rsidP="003E0E83">
            <w:pPr>
              <w:pStyle w:val="TableBodyText"/>
              <w:spacing w:after="120"/>
              <w:jc w:val="both"/>
            </w:pPr>
            <w:r w:rsidRPr="00A808D7">
              <w:t xml:space="preserve">Denominator – </w:t>
            </w:r>
            <w:r w:rsidR="009516C3" w:rsidRPr="00A808D7">
              <w:t>Total population of persons aged 20–64 years.</w:t>
            </w:r>
          </w:p>
          <w:p w:rsidR="009516C3" w:rsidRPr="00A808D7" w:rsidRDefault="009516C3" w:rsidP="003E0E83">
            <w:pPr>
              <w:pStyle w:val="TableBodyText"/>
              <w:spacing w:after="120"/>
              <w:jc w:val="both"/>
            </w:pPr>
            <w:r w:rsidRPr="00A808D7">
              <w:t>‘Certificate III or above’ includes Certificate III, IV, Diploma, Advanced Diploma, Bachelor’s degree and above, and excludes people whose educational attainment is not stated (only applicable to census data).</w:t>
            </w:r>
          </w:p>
          <w:p w:rsidR="009516C3" w:rsidRPr="00A808D7" w:rsidRDefault="009516C3" w:rsidP="003E0E83">
            <w:pPr>
              <w:pStyle w:val="TableBodyText"/>
              <w:spacing w:after="120"/>
              <w:jc w:val="both"/>
            </w:pPr>
            <w:r w:rsidRPr="00A808D7">
              <w:t>Note: Data from the Survey of Education and Work are provided as supplementary information to Cen</w:t>
            </w:r>
            <w:r w:rsidR="003E0E83">
              <w:t>sus data to inform this measure</w:t>
            </w:r>
          </w:p>
        </w:tc>
      </w:tr>
      <w:tr w:rsidR="004655B3" w:rsidRPr="0021661C" w:rsidTr="00DA7D25">
        <w:trPr>
          <w:trHeight w:val="1381"/>
        </w:trPr>
        <w:tc>
          <w:tcPr>
            <w:tcW w:w="1809" w:type="dxa"/>
          </w:tcPr>
          <w:p w:rsidR="009516C3" w:rsidRPr="006B35E5" w:rsidRDefault="009516C3" w:rsidP="00DA7D25">
            <w:pPr>
              <w:pStyle w:val="TableBodyText"/>
              <w:jc w:val="both"/>
              <w:rPr>
                <w:b/>
              </w:rPr>
            </w:pPr>
            <w:r w:rsidRPr="006B35E5">
              <w:rPr>
                <w:b/>
              </w:rPr>
              <w:t>Data Source</w:t>
            </w:r>
          </w:p>
        </w:tc>
        <w:tc>
          <w:tcPr>
            <w:tcW w:w="7196" w:type="dxa"/>
          </w:tcPr>
          <w:p w:rsidR="009516C3" w:rsidRPr="00A808D7" w:rsidRDefault="009516C3" w:rsidP="003E0E83">
            <w:pPr>
              <w:pStyle w:val="TableBodyText"/>
              <w:spacing w:after="120"/>
              <w:jc w:val="both"/>
            </w:pPr>
            <w:r w:rsidRPr="00A808D7">
              <w:t>Numerator and denominator:</w:t>
            </w:r>
            <w:r w:rsidR="006B35E5" w:rsidRPr="00A808D7">
              <w:t xml:space="preserve"> </w:t>
            </w:r>
            <w:r w:rsidRPr="00A808D7">
              <w:t>ABS Census of Population and Housing (Census). Data are available every five years.</w:t>
            </w:r>
          </w:p>
          <w:p w:rsidR="009516C3" w:rsidRPr="00A808D7" w:rsidRDefault="009516C3" w:rsidP="003E0E83">
            <w:pPr>
              <w:pStyle w:val="TableBodyText"/>
              <w:spacing w:after="120"/>
              <w:jc w:val="both"/>
            </w:pPr>
            <w:r w:rsidRPr="00A808D7">
              <w:t>Numerator and denominator:</w:t>
            </w:r>
            <w:r w:rsidR="006B35E5" w:rsidRPr="00A808D7">
              <w:t xml:space="preserve"> </w:t>
            </w:r>
            <w:r w:rsidRPr="00A808D7">
              <w:t>ABS Survey of Education and Work (SEW). Data are availab</w:t>
            </w:r>
            <w:r w:rsidR="006B35E5" w:rsidRPr="00A808D7">
              <w:t>le annually.</w:t>
            </w:r>
          </w:p>
          <w:p w:rsidR="009516C3" w:rsidRPr="00A808D7" w:rsidRDefault="009516C3" w:rsidP="003E0E83">
            <w:pPr>
              <w:pStyle w:val="TableBodyText"/>
              <w:spacing w:after="120"/>
              <w:jc w:val="both"/>
            </w:pPr>
            <w:r w:rsidRPr="00A808D7">
              <w:t>2011 SEW data are being used for this cycle of indicators.</w:t>
            </w:r>
          </w:p>
        </w:tc>
      </w:tr>
      <w:tr w:rsidR="004655B3" w:rsidRPr="0021661C" w:rsidTr="00DA7D25">
        <w:tblPrEx>
          <w:tblLook w:val="04A0" w:firstRow="1" w:lastRow="0" w:firstColumn="1" w:lastColumn="0" w:noHBand="0" w:noVBand="1"/>
        </w:tblPrEx>
        <w:tc>
          <w:tcPr>
            <w:tcW w:w="1809" w:type="dxa"/>
          </w:tcPr>
          <w:p w:rsidR="009516C3" w:rsidRPr="006B35E5" w:rsidRDefault="009516C3" w:rsidP="00DA7D25">
            <w:pPr>
              <w:pStyle w:val="TableBodyText"/>
              <w:jc w:val="both"/>
              <w:rPr>
                <w:b/>
              </w:rPr>
            </w:pPr>
            <w:r w:rsidRPr="006B35E5">
              <w:rPr>
                <w:b/>
              </w:rPr>
              <w:t>Institutional Environment</w:t>
            </w:r>
          </w:p>
        </w:tc>
        <w:tc>
          <w:tcPr>
            <w:tcW w:w="7196" w:type="dxa"/>
          </w:tcPr>
          <w:p w:rsidR="009516C3" w:rsidRPr="00A808D7" w:rsidRDefault="009516C3" w:rsidP="003E0E83">
            <w:pPr>
              <w:pStyle w:val="TableBodyText"/>
              <w:spacing w:after="120"/>
              <w:jc w:val="both"/>
            </w:pPr>
            <w:r w:rsidRPr="00A808D7">
              <w:t>The Census and SEW are collected by the ABS under the Census and Statistics Act 1905.</w:t>
            </w:r>
          </w:p>
          <w:p w:rsidR="009516C3" w:rsidRPr="00A808D7" w:rsidRDefault="009516C3" w:rsidP="003E0E83">
            <w:pPr>
              <w:pStyle w:val="TableBodyText"/>
              <w:spacing w:after="120"/>
              <w:jc w:val="both"/>
            </w:pPr>
            <w:r w:rsidRPr="00A808D7">
              <w:t xml:space="preserve">For information on the institutional environment of the ABS, including the legislative obligations of the ABS, financing and government arrangements, and mechanisms for scrutiny of ABS operations, see </w:t>
            </w:r>
            <w:r w:rsidRPr="002F3485">
              <w:t>ABS Institutional Environment</w:t>
            </w:r>
            <w:r w:rsidR="004655B3" w:rsidRPr="00A808D7">
              <w:rPr>
                <w:rStyle w:val="Hyperlink"/>
                <w:color w:val="auto"/>
                <w:u w:val="none"/>
              </w:rPr>
              <w:t xml:space="preserve"> </w:t>
            </w:r>
            <w:r w:rsidR="004655B3" w:rsidRPr="00A808D7">
              <w:t>/www.abs.gov.au/websitedbs/d3310114.nsf/4a256353001</w:t>
            </w:r>
            <w:r w:rsidR="003E0E83">
              <w:t xml:space="preserve"> </w:t>
            </w:r>
            <w:r w:rsidR="004655B3" w:rsidRPr="00A808D7">
              <w:t>af3ed4b2562bb00121564/10ca14cb967e5b83ca2573ae00197b65!OpenDocument]</w:t>
            </w:r>
          </w:p>
        </w:tc>
      </w:tr>
      <w:tr w:rsidR="004655B3" w:rsidRPr="0021661C" w:rsidTr="00DA7D25">
        <w:trPr>
          <w:trHeight w:val="3230"/>
        </w:trPr>
        <w:tc>
          <w:tcPr>
            <w:tcW w:w="1809" w:type="dxa"/>
          </w:tcPr>
          <w:p w:rsidR="009516C3" w:rsidRPr="006B35E5" w:rsidRDefault="009516C3" w:rsidP="00DA7D25">
            <w:pPr>
              <w:pStyle w:val="TableBodyText"/>
              <w:jc w:val="both"/>
              <w:rPr>
                <w:b/>
              </w:rPr>
            </w:pPr>
            <w:r w:rsidRPr="006B35E5">
              <w:rPr>
                <w:b/>
              </w:rPr>
              <w:t>Relevance</w:t>
            </w:r>
          </w:p>
        </w:tc>
        <w:tc>
          <w:tcPr>
            <w:tcW w:w="7196" w:type="dxa"/>
          </w:tcPr>
          <w:p w:rsidR="009516C3" w:rsidRPr="00A808D7" w:rsidRDefault="006B35E5" w:rsidP="003E0E83">
            <w:pPr>
              <w:pStyle w:val="TableBodyText"/>
              <w:spacing w:after="120"/>
              <w:jc w:val="both"/>
            </w:pPr>
            <w:r w:rsidRPr="00A808D7">
              <w:t>SEW data are available by State/T</w:t>
            </w:r>
            <w:r w:rsidR="009516C3" w:rsidRPr="00A808D7">
              <w:t>erritory. The SEW does not collect data from people in Indigenous communities in very remote areas (see Coher</w:t>
            </w:r>
            <w:r w:rsidRPr="00A808D7">
              <w:t>e</w:t>
            </w:r>
            <w:r w:rsidR="004362A2">
              <w:t>nce).</w:t>
            </w:r>
          </w:p>
          <w:p w:rsidR="009516C3" w:rsidRPr="00A808D7" w:rsidRDefault="009516C3" w:rsidP="003E0E83">
            <w:pPr>
              <w:pStyle w:val="TableBodyText"/>
              <w:spacing w:after="120"/>
              <w:jc w:val="both"/>
            </w:pPr>
            <w:r w:rsidRPr="00A808D7">
              <w:t xml:space="preserve">The SEW collects information on educational participation and attainment. The classification of qualifications used is the </w:t>
            </w:r>
            <w:r w:rsidRPr="002F3485">
              <w:t>Australian Standard Classification of Education (ASCED) (</w:t>
            </w:r>
            <w:r w:rsidR="00B20AE7" w:rsidRPr="002F3485">
              <w:t>C</w:t>
            </w:r>
            <w:r w:rsidRPr="002F3485">
              <w:t>at. no. 1272.0)</w:t>
            </w:r>
            <w:r w:rsidR="00B20AE7">
              <w:rPr>
                <w:rStyle w:val="Hyperlink"/>
                <w:color w:val="auto"/>
                <w:u w:val="none"/>
              </w:rPr>
              <w:t xml:space="preserve"> [</w:t>
            </w:r>
            <w:r w:rsidR="004655B3" w:rsidRPr="00A808D7">
              <w:rPr>
                <w:rStyle w:val="Hyperlink"/>
                <w:color w:val="auto"/>
                <w:u w:val="none"/>
              </w:rPr>
              <w:t>www.abs.gov.au/AUSSTATS/ABS@.NSF/0/F501C031BD9AC9C5CA256AAF001FCA33?opendocument]</w:t>
            </w:r>
          </w:p>
          <w:p w:rsidR="009516C3" w:rsidRPr="00A808D7" w:rsidRDefault="009516C3" w:rsidP="003E0E83">
            <w:pPr>
              <w:pStyle w:val="TableBodyText"/>
              <w:spacing w:after="120"/>
              <w:jc w:val="both"/>
            </w:pPr>
            <w:r w:rsidRPr="00A808D7">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4655B3" w:rsidRPr="00EB3D1D" w:rsidTr="00DA7D25">
        <w:tblPrEx>
          <w:tblLook w:val="04A0" w:firstRow="1" w:lastRow="0" w:firstColumn="1" w:lastColumn="0" w:noHBand="0" w:noVBand="1"/>
        </w:tblPrEx>
        <w:tc>
          <w:tcPr>
            <w:tcW w:w="1809" w:type="dxa"/>
          </w:tcPr>
          <w:p w:rsidR="009516C3" w:rsidRPr="006B35E5" w:rsidRDefault="009516C3" w:rsidP="00DA7D25">
            <w:pPr>
              <w:pStyle w:val="TableBodyText"/>
              <w:jc w:val="both"/>
              <w:rPr>
                <w:b/>
              </w:rPr>
            </w:pPr>
            <w:r w:rsidRPr="006B35E5">
              <w:rPr>
                <w:b/>
              </w:rPr>
              <w:t>Timeliness</w:t>
            </w:r>
          </w:p>
        </w:tc>
        <w:tc>
          <w:tcPr>
            <w:tcW w:w="7196" w:type="dxa"/>
          </w:tcPr>
          <w:p w:rsidR="009516C3" w:rsidRPr="00A808D7" w:rsidRDefault="009516C3" w:rsidP="003E0E83">
            <w:pPr>
              <w:pStyle w:val="TableBodyText"/>
              <w:spacing w:after="120"/>
              <w:jc w:val="both"/>
            </w:pPr>
            <w:r w:rsidRPr="00A808D7">
              <w:t xml:space="preserve">The SEW is conducted annually in May as a supplement to the monthly Labour Force Survey (LFS). Results from the 2011 survey were released in November 2011. </w:t>
            </w:r>
          </w:p>
        </w:tc>
      </w:tr>
      <w:tr w:rsidR="004655B3" w:rsidRPr="00EB3D1D" w:rsidTr="00DA7D25">
        <w:tblPrEx>
          <w:tblLook w:val="04A0" w:firstRow="1" w:lastRow="0" w:firstColumn="1" w:lastColumn="0" w:noHBand="0" w:noVBand="1"/>
        </w:tblPrEx>
        <w:tc>
          <w:tcPr>
            <w:tcW w:w="1809" w:type="dxa"/>
          </w:tcPr>
          <w:p w:rsidR="009516C3" w:rsidRPr="006B35E5" w:rsidRDefault="009516C3" w:rsidP="00DA7D25">
            <w:pPr>
              <w:pStyle w:val="TableBodyText"/>
              <w:jc w:val="both"/>
              <w:rPr>
                <w:b/>
              </w:rPr>
            </w:pPr>
            <w:r w:rsidRPr="006B35E5">
              <w:rPr>
                <w:b/>
              </w:rPr>
              <w:t>Accuracy</w:t>
            </w:r>
          </w:p>
        </w:tc>
        <w:tc>
          <w:tcPr>
            <w:tcW w:w="7196" w:type="dxa"/>
          </w:tcPr>
          <w:p w:rsidR="009516C3" w:rsidRPr="00A808D7" w:rsidRDefault="009516C3" w:rsidP="003E0E83">
            <w:pPr>
              <w:pStyle w:val="TableBodyText"/>
              <w:spacing w:after="120"/>
              <w:jc w:val="both"/>
            </w:pPr>
            <w:r w:rsidRPr="00A808D7">
              <w:t>The 2011 SEW response rate was 96</w:t>
            </w:r>
            <w:r w:rsidR="004655B3" w:rsidRPr="00A808D7">
              <w:t xml:space="preserve"> per cent which constituted 39 </w:t>
            </w:r>
            <w:r w:rsidRPr="00A808D7">
              <w:t>800 completed interviews. The 2011 response rate was consistent with that in previous years.</w:t>
            </w:r>
          </w:p>
          <w:p w:rsidR="009516C3" w:rsidRPr="00A808D7" w:rsidRDefault="009516C3" w:rsidP="003E0E83">
            <w:pPr>
              <w:pStyle w:val="TableBodyText"/>
              <w:spacing w:after="120"/>
              <w:jc w:val="both"/>
            </w:pPr>
            <w:r w:rsidRPr="00A808D7">
              <w:t>The data for the SEW are collected from an ARA (Any Responsible Adult) on behalf of other members of the household and are weighted for non-response.</w:t>
            </w:r>
          </w:p>
          <w:p w:rsidR="009516C3" w:rsidRPr="00A808D7" w:rsidRDefault="009516C3" w:rsidP="003E0E83">
            <w:pPr>
              <w:pStyle w:val="TableBodyText"/>
              <w:spacing w:after="120"/>
              <w:jc w:val="both"/>
            </w:pPr>
            <w:r w:rsidRPr="00A808D7">
              <w:t>The data are event data that can be used to measure year to year changes provided that the changes are large enough to be detected in the context of the Relative Standard Error (RSE) of estimates. The LFS sample was reduced by 20</w:t>
            </w:r>
            <w:r w:rsidR="006B35E5" w:rsidRPr="00A808D7">
              <w:t xml:space="preserve"> per cent</w:t>
            </w:r>
            <w:r w:rsidRPr="00A808D7">
              <w:t xml:space="preserve"> in 2009, but the full sample was reinstated from 2010 onwards.</w:t>
            </w:r>
          </w:p>
          <w:p w:rsidR="009516C3" w:rsidRPr="00A808D7" w:rsidRDefault="009516C3" w:rsidP="003E0E83">
            <w:pPr>
              <w:pStyle w:val="TableBodyText"/>
              <w:spacing w:after="120"/>
              <w:jc w:val="both"/>
            </w:pPr>
            <w:r w:rsidRPr="00A808D7">
              <w:t>Data with a relative standard error of between 25</w:t>
            </w:r>
            <w:r w:rsidR="004655B3" w:rsidRPr="00A808D7">
              <w:t xml:space="preserve"> per cent</w:t>
            </w:r>
            <w:r w:rsidRPr="00A808D7">
              <w:t xml:space="preserve"> and 50</w:t>
            </w:r>
            <w:r w:rsidR="004655B3" w:rsidRPr="00A808D7">
              <w:t xml:space="preserve"> per cent</w:t>
            </w:r>
            <w:r w:rsidRPr="00A808D7">
              <w:t xml:space="preserve"> should be used with caution while data with a relative standard error greater than 50</w:t>
            </w:r>
            <w:r w:rsidR="004655B3" w:rsidRPr="00A808D7">
              <w:t xml:space="preserve"> per cent</w:t>
            </w:r>
            <w:r w:rsidRPr="00A808D7">
              <w:t xml:space="preserve"> is considered too unreliable for general use.</w:t>
            </w:r>
          </w:p>
        </w:tc>
      </w:tr>
      <w:tr w:rsidR="004655B3" w:rsidRPr="00EB3D1D" w:rsidTr="00DA7D25">
        <w:tblPrEx>
          <w:tblLook w:val="04A0" w:firstRow="1" w:lastRow="0" w:firstColumn="1" w:lastColumn="0" w:noHBand="0" w:noVBand="1"/>
        </w:tblPrEx>
        <w:trPr>
          <w:trHeight w:val="4767"/>
        </w:trPr>
        <w:tc>
          <w:tcPr>
            <w:tcW w:w="1809" w:type="dxa"/>
          </w:tcPr>
          <w:p w:rsidR="009516C3" w:rsidRPr="006B35E5" w:rsidRDefault="009516C3" w:rsidP="00DA7D25">
            <w:pPr>
              <w:pStyle w:val="TableBodyText"/>
              <w:jc w:val="both"/>
              <w:rPr>
                <w:b/>
              </w:rPr>
            </w:pPr>
            <w:r w:rsidRPr="006B35E5">
              <w:rPr>
                <w:b/>
              </w:rPr>
              <w:t>Coherence</w:t>
            </w:r>
          </w:p>
        </w:tc>
        <w:tc>
          <w:tcPr>
            <w:tcW w:w="7196" w:type="dxa"/>
          </w:tcPr>
          <w:p w:rsidR="009516C3" w:rsidRPr="00A808D7" w:rsidRDefault="009516C3" w:rsidP="003E0E83">
            <w:pPr>
              <w:pStyle w:val="TableBodyText"/>
              <w:spacing w:after="120"/>
              <w:jc w:val="both"/>
            </w:pPr>
            <w:r w:rsidRPr="00A808D7">
              <w:t>Both the numerator and denominator come from the SEW. Measures based on the 2011 SEW are consistent with those supplied for COAG reporting from previous cycles of this survey. Data for 2010 have been revised due to amendments to the populati</w:t>
            </w:r>
            <w:r w:rsidR="004362A2">
              <w:t>on benchmarks for the 2010 SEW.</w:t>
            </w:r>
          </w:p>
          <w:p w:rsidR="009516C3" w:rsidRPr="00A808D7" w:rsidRDefault="009516C3" w:rsidP="003E0E83">
            <w:pPr>
              <w:pStyle w:val="TableBodyText"/>
              <w:spacing w:after="120"/>
              <w:jc w:val="both"/>
            </w:pPr>
            <w:r w:rsidRPr="00A808D7">
              <w:t>Prior to 2009, all people in very remote areas were excluded from the SEW. Very remote areas represent about two per cent of the total Australian population and 20</w:t>
            </w:r>
            <w:r w:rsidR="00311D2B" w:rsidRPr="00A808D7">
              <w:t xml:space="preserve"> per cent</w:t>
            </w:r>
            <w:r w:rsidRPr="00A808D7">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311D2B" w:rsidRPr="00A808D7">
              <w:t xml:space="preserve"> per cent</w:t>
            </w:r>
            <w:r w:rsidRPr="00A808D7">
              <w:t xml:space="preserve"> of the population. These differences should have only a minor effect on comparisons over time.</w:t>
            </w:r>
          </w:p>
          <w:p w:rsidR="009516C3" w:rsidRPr="00A808D7" w:rsidRDefault="009516C3" w:rsidP="003E0E83">
            <w:pPr>
              <w:pStyle w:val="TableBodyText"/>
              <w:spacing w:after="120"/>
              <w:jc w:val="both"/>
            </w:pPr>
            <w:r w:rsidRPr="00A808D7">
              <w:t xml:space="preserve">The </w:t>
            </w:r>
            <w:r w:rsidRPr="002F3485">
              <w:t>Australian Standard Classi</w:t>
            </w:r>
            <w:r w:rsidR="00DA7D25" w:rsidRPr="002F3485">
              <w:t>fication of Education (ASCED) (C</w:t>
            </w:r>
            <w:r w:rsidRPr="002F3485">
              <w:t>at. no. 1272.0)</w:t>
            </w:r>
            <w:r w:rsidRPr="00A808D7">
              <w:t xml:space="preserve"> </w:t>
            </w:r>
            <w:r w:rsidR="00B20AE7">
              <w:t>[</w:t>
            </w:r>
            <w:r w:rsidR="004655B3" w:rsidRPr="00A808D7">
              <w:t>www.abs.gov.au/AUSSTATS/abs@.nsf/DetailsPage/1272.02001</w:t>
            </w:r>
            <w:r w:rsidR="003E0E83">
              <w:t xml:space="preserve"> </w:t>
            </w:r>
            <w:r w:rsidR="004655B3" w:rsidRPr="00A808D7">
              <w:t xml:space="preserve">?OpenDocument] </w:t>
            </w:r>
            <w:r w:rsidRPr="00A808D7">
              <w:t>has been used in all surveys with education items since 2001 and allows the education and training items between different surveys to be compared.</w:t>
            </w:r>
            <w:r w:rsidR="003E0E83">
              <w:t xml:space="preserve"> </w:t>
            </w:r>
            <w:r w:rsidRPr="00A808D7">
              <w:t xml:space="preserve">The Census of Population and Housing and the </w:t>
            </w:r>
            <w:r w:rsidR="00967A1F" w:rsidRPr="002F3485">
              <w:t>Survey of Learning and Work (C</w:t>
            </w:r>
            <w:r w:rsidRPr="002F3485">
              <w:t>at. no. 4235.0)</w:t>
            </w:r>
            <w:r w:rsidR="004655B3" w:rsidRPr="00A808D7">
              <w:rPr>
                <w:rStyle w:val="Hyperlink"/>
                <w:color w:val="auto"/>
                <w:u w:val="none"/>
              </w:rPr>
              <w:t xml:space="preserve"> </w:t>
            </w:r>
            <w:r w:rsidR="00B20AE7">
              <w:rPr>
                <w:rStyle w:val="Hyperlink"/>
                <w:color w:val="auto"/>
                <w:u w:val="none"/>
              </w:rPr>
              <w:t>[</w:t>
            </w:r>
            <w:r w:rsidR="004655B3" w:rsidRPr="00A808D7">
              <w:t xml:space="preserve">www.abs.gov.au/ausstats/abs@.nsf/ mf/4235.0] </w:t>
            </w:r>
            <w:r w:rsidRPr="00A808D7">
              <w:t>also provide information on educational attainment.</w:t>
            </w:r>
          </w:p>
        </w:tc>
      </w:tr>
      <w:tr w:rsidR="004655B3" w:rsidRPr="00EB3D1D" w:rsidTr="00DA7D25">
        <w:tblPrEx>
          <w:tblLook w:val="04A0" w:firstRow="1" w:lastRow="0" w:firstColumn="1" w:lastColumn="0" w:noHBand="0" w:noVBand="1"/>
        </w:tblPrEx>
        <w:tc>
          <w:tcPr>
            <w:tcW w:w="1809" w:type="dxa"/>
          </w:tcPr>
          <w:p w:rsidR="009516C3" w:rsidRPr="006B35E5" w:rsidRDefault="009516C3" w:rsidP="00DA7D25">
            <w:pPr>
              <w:pStyle w:val="TableBodyText"/>
              <w:jc w:val="both"/>
              <w:rPr>
                <w:b/>
              </w:rPr>
            </w:pPr>
            <w:r w:rsidRPr="006B35E5">
              <w:rPr>
                <w:b/>
              </w:rPr>
              <w:t>Interpretability</w:t>
            </w:r>
          </w:p>
        </w:tc>
        <w:tc>
          <w:tcPr>
            <w:tcW w:w="7196" w:type="dxa"/>
          </w:tcPr>
          <w:p w:rsidR="009516C3" w:rsidRPr="00A808D7" w:rsidRDefault="009516C3" w:rsidP="003E0E83">
            <w:pPr>
              <w:pStyle w:val="TableBodyText"/>
              <w:spacing w:after="120"/>
              <w:jc w:val="both"/>
            </w:pPr>
            <w:r w:rsidRPr="00A808D7">
              <w:t xml:space="preserve">Information on how to interpret and use the data appropriately is available on the ABS website; see </w:t>
            </w:r>
            <w:r w:rsidRPr="002F3485">
              <w:t>Explanatory Notes</w:t>
            </w:r>
            <w:r w:rsidRPr="00A808D7">
              <w:t xml:space="preserve"> </w:t>
            </w:r>
            <w:r w:rsidR="00B20AE7" w:rsidRPr="00B20AE7">
              <w:t>[www.abs.gov.au /AUSSTATS/abs@.nsf/Lookup/6227.0Explanatory%20Notes1May%202009?OpenDocume</w:t>
            </w:r>
            <w:r w:rsidR="00B20AE7">
              <w:t>nt</w:t>
            </w:r>
            <w:r w:rsidR="00B20AE7" w:rsidRPr="00B20AE7">
              <w:t>]</w:t>
            </w:r>
            <w:r w:rsidR="004655B3" w:rsidRPr="00A808D7">
              <w:t xml:space="preserve"> </w:t>
            </w:r>
            <w:r w:rsidRPr="00A808D7">
              <w:t xml:space="preserve">in </w:t>
            </w:r>
            <w:r w:rsidR="00B20AE7">
              <w:t>Education and Work, Australia (C</w:t>
            </w:r>
            <w:r w:rsidRPr="00A808D7">
              <w:t>at.</w:t>
            </w:r>
            <w:r w:rsidRPr="00A808D7">
              <w:rPr>
                <w:rFonts w:eastAsiaTheme="minorHAnsi"/>
              </w:rPr>
              <w:t xml:space="preserve"> no. 6</w:t>
            </w:r>
            <w:r w:rsidR="004655B3" w:rsidRPr="00A808D7">
              <w:rPr>
                <w:rFonts w:eastAsiaTheme="minorHAnsi"/>
              </w:rPr>
              <w:t>227.0).</w:t>
            </w:r>
            <w:r w:rsidR="003E0E83">
              <w:rPr>
                <w:rFonts w:eastAsiaTheme="minorHAnsi"/>
              </w:rPr>
              <w:t xml:space="preserve"> </w:t>
            </w:r>
            <w:r w:rsidRPr="00A808D7">
              <w:t xml:space="preserve">ABS SEIFA indexes are based on data from the Census and measure the socioeconomic status of the area in which a person lives. They do not directly measure the socioeconomic status of individuals or their households. More information on the SEIFA measure of socioeconomic status can be found on the ABS website: </w:t>
            </w:r>
            <w:r w:rsidRPr="002F3485">
              <w:t>www.abs.gov.au</w:t>
            </w:r>
            <w:r w:rsidRPr="00A808D7">
              <w:t>.</w:t>
            </w:r>
          </w:p>
        </w:tc>
      </w:tr>
      <w:tr w:rsidR="004655B3" w:rsidRPr="00EB3D1D" w:rsidTr="00DA7D25">
        <w:tblPrEx>
          <w:tblLook w:val="04A0" w:firstRow="1" w:lastRow="0" w:firstColumn="1" w:lastColumn="0" w:noHBand="0" w:noVBand="1"/>
        </w:tblPrEx>
        <w:tc>
          <w:tcPr>
            <w:tcW w:w="1809" w:type="dxa"/>
          </w:tcPr>
          <w:p w:rsidR="009516C3" w:rsidRPr="006B35E5" w:rsidRDefault="009516C3" w:rsidP="00DA7D25">
            <w:pPr>
              <w:pStyle w:val="TableBodyText"/>
              <w:jc w:val="both"/>
              <w:rPr>
                <w:b/>
              </w:rPr>
            </w:pPr>
            <w:r w:rsidRPr="006B35E5">
              <w:rPr>
                <w:b/>
              </w:rPr>
              <w:t>Accessibility</w:t>
            </w:r>
          </w:p>
        </w:tc>
        <w:tc>
          <w:tcPr>
            <w:tcW w:w="7196" w:type="dxa"/>
          </w:tcPr>
          <w:p w:rsidR="009516C3" w:rsidRPr="00A808D7" w:rsidRDefault="009516C3" w:rsidP="003E0E83">
            <w:pPr>
              <w:pStyle w:val="TableBodyText"/>
              <w:spacing w:after="120"/>
              <w:jc w:val="both"/>
            </w:pPr>
            <w:r w:rsidRPr="00A808D7">
              <w:t xml:space="preserve">The data for the SEW are available via the ABS website in the publication </w:t>
            </w:r>
            <w:r w:rsidR="00B20AE7" w:rsidRPr="002F3485">
              <w:t>Education and Work, Australia (C</w:t>
            </w:r>
            <w:r w:rsidRPr="002F3485">
              <w:t>at. no. 6227.0)</w:t>
            </w:r>
            <w:r w:rsidR="004655B3" w:rsidRPr="00A808D7">
              <w:rPr>
                <w:rStyle w:val="Hyperlink"/>
                <w:color w:val="auto"/>
                <w:u w:val="none"/>
              </w:rPr>
              <w:t xml:space="preserve"> </w:t>
            </w:r>
            <w:r w:rsidR="00B20AE7">
              <w:t>[www.abs.gov.au</w:t>
            </w:r>
            <w:r w:rsidR="004655B3" w:rsidRPr="00A808D7">
              <w:t>/AUS</w:t>
            </w:r>
            <w:r w:rsidR="00B20AE7">
              <w:t xml:space="preserve"> </w:t>
            </w:r>
            <w:r w:rsidR="004655B3" w:rsidRPr="00A808D7">
              <w:t>STATS/abs@.nsf/ProductsbyCatalogue/556A439CD3D7E8A8CA257242007B3F32?OpenDocument]</w:t>
            </w:r>
            <w:r w:rsidRPr="00A808D7">
              <w:t>. This measure is also released as part of a SEW detailed education data</w:t>
            </w:r>
            <w:r w:rsidR="00967A1F">
              <w:t xml:space="preserve"> cube (C</w:t>
            </w:r>
            <w:r w:rsidR="004655B3" w:rsidRPr="00A808D7">
              <w:t>at. no. 6227.0.55.003).</w:t>
            </w:r>
            <w:r w:rsidR="003E0E83">
              <w:t xml:space="preserve"> </w:t>
            </w:r>
            <w:r w:rsidRPr="00A808D7">
              <w:t xml:space="preserve">Additional data are available at cost upon request through the </w:t>
            </w:r>
            <w:r w:rsidRPr="002F3485">
              <w:t>National Information Referral Service</w:t>
            </w:r>
            <w:r w:rsidRPr="00A808D7">
              <w:t xml:space="preserve"> (NIRS)</w:t>
            </w:r>
            <w:r w:rsidR="00B20AE7">
              <w:t xml:space="preserve"> [www.abs.gov.au/web</w:t>
            </w:r>
            <w:r w:rsidR="004655B3" w:rsidRPr="00A808D7">
              <w:t>sitedbs/D3310114.nsf/home/</w:t>
            </w:r>
            <w:r w:rsidR="003E0E83">
              <w:t xml:space="preserve"> </w:t>
            </w:r>
            <w:r w:rsidR="004655B3" w:rsidRPr="00A808D7">
              <w:t>National+Information+and+Referral+Service]</w:t>
            </w:r>
            <w:r w:rsidR="00B20AE7">
              <w:t xml:space="preserve">. </w:t>
            </w:r>
            <w:r w:rsidR="003E0E83">
              <w:t xml:space="preserve"> </w:t>
            </w:r>
            <w:r w:rsidRPr="00A808D7">
              <w:t>A Confidentialised Unit Record File (CURF) has been produced for every second cycle of the SEW since 2001, most recently for 2011.</w:t>
            </w:r>
          </w:p>
        </w:tc>
      </w:tr>
    </w:tbl>
    <w:p w:rsidR="004655B3" w:rsidRDefault="004655B3" w:rsidP="0098383A">
      <w:pPr>
        <w:pStyle w:val="Heading3"/>
      </w:pPr>
      <w:bookmarkStart w:id="32" w:name="_Ref328392357"/>
      <w:r>
        <w:t>Data Quality Statement — Target (b)</w:t>
      </w:r>
      <w:r w:rsidR="00A23FAD">
        <w:t>:</w:t>
      </w:r>
      <w:r>
        <w:t xml:space="preserve"> Double the number of higher level qualification completions (diploma and advanced diploma) nationally between 2009 and 2020</w:t>
      </w:r>
      <w:bookmarkEnd w:id="32"/>
    </w:p>
    <w:p w:rsidR="004655B3" w:rsidRDefault="004655B3" w:rsidP="0098383A">
      <w:pPr>
        <w:pStyle w:val="TableBodyText"/>
        <w:jc w:val="left"/>
      </w:pPr>
    </w:p>
    <w:p w:rsidR="004655B3" w:rsidRDefault="0091150F" w:rsidP="0098383A">
      <w:pPr>
        <w:pStyle w:val="TableBodyText"/>
        <w:jc w:val="left"/>
        <w:rPr>
          <w:b/>
        </w:rPr>
      </w:pPr>
      <w:r>
        <w:t>This DQS should be read in conjunction with</w:t>
      </w:r>
      <w:r w:rsidR="004B05C0">
        <w:t xml:space="preserve"> the </w:t>
      </w:r>
      <w:r w:rsidR="004655B3">
        <w:t xml:space="preserve"> </w:t>
      </w:r>
      <w:r w:rsidR="004655B3" w:rsidRPr="004655B3">
        <w:rPr>
          <w:b/>
        </w:rPr>
        <w:t xml:space="preserve">Data Quality Statement </w:t>
      </w:r>
      <w:r w:rsidR="004655B3">
        <w:t>–</w:t>
      </w:r>
      <w:r w:rsidR="004655B3" w:rsidRPr="004655B3">
        <w:rPr>
          <w:b/>
        </w:rPr>
        <w:t xml:space="preserve"> </w:t>
      </w:r>
      <w:r w:rsidR="004655B3">
        <w:rPr>
          <w:b/>
        </w:rPr>
        <w:t>National VET Provider Collection</w:t>
      </w:r>
    </w:p>
    <w:p w:rsidR="004655B3" w:rsidRPr="004655B3" w:rsidRDefault="004655B3" w:rsidP="0098383A">
      <w:pPr>
        <w:pStyle w:val="TableBodyText"/>
        <w:jc w:val="lef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Table of ABS data quality framework dimensions and details for this performance indicator"/>
      </w:tblPr>
      <w:tblGrid>
        <w:gridCol w:w="1809"/>
        <w:gridCol w:w="7196"/>
      </w:tblGrid>
      <w:tr w:rsidR="004655B3" w:rsidRPr="0021661C" w:rsidTr="00DA7D25">
        <w:tc>
          <w:tcPr>
            <w:tcW w:w="1809" w:type="dxa"/>
          </w:tcPr>
          <w:p w:rsidR="004655B3" w:rsidRPr="006B35E5" w:rsidRDefault="004655B3" w:rsidP="00DA7D25">
            <w:pPr>
              <w:pStyle w:val="TableBodyText"/>
              <w:jc w:val="both"/>
              <w:rPr>
                <w:b/>
              </w:rPr>
            </w:pPr>
            <w:r>
              <w:rPr>
                <w:b/>
              </w:rPr>
              <w:t>Target</w:t>
            </w:r>
          </w:p>
        </w:tc>
        <w:tc>
          <w:tcPr>
            <w:tcW w:w="7196" w:type="dxa"/>
          </w:tcPr>
          <w:p w:rsidR="004655B3" w:rsidRPr="00A808D7" w:rsidRDefault="00E0459E" w:rsidP="003E0E83">
            <w:pPr>
              <w:pStyle w:val="TableBodyText"/>
              <w:spacing w:after="120"/>
              <w:jc w:val="both"/>
            </w:pPr>
            <w:r>
              <w:t>Double the number of higher level qualification completions (diploma and advanced diploma) nationally between 2009 and 2020</w:t>
            </w:r>
          </w:p>
        </w:tc>
      </w:tr>
      <w:tr w:rsidR="004655B3" w:rsidRPr="0021661C" w:rsidTr="00DA7D25">
        <w:tc>
          <w:tcPr>
            <w:tcW w:w="1809" w:type="dxa"/>
          </w:tcPr>
          <w:p w:rsidR="004655B3" w:rsidRPr="006B35E5" w:rsidRDefault="004655B3" w:rsidP="00DA7D25">
            <w:pPr>
              <w:pStyle w:val="TableBodyText"/>
              <w:jc w:val="both"/>
              <w:rPr>
                <w:b/>
              </w:rPr>
            </w:pPr>
            <w:r w:rsidRPr="006B35E5">
              <w:rPr>
                <w:b/>
              </w:rPr>
              <w:t>Measure</w:t>
            </w:r>
          </w:p>
        </w:tc>
        <w:tc>
          <w:tcPr>
            <w:tcW w:w="7196" w:type="dxa"/>
          </w:tcPr>
          <w:p w:rsidR="004655B3" w:rsidRDefault="00E0459E" w:rsidP="003E0E83">
            <w:pPr>
              <w:pStyle w:val="TableBodyText"/>
              <w:spacing w:after="120"/>
              <w:jc w:val="both"/>
            </w:pPr>
            <w:r>
              <w:t>The measure is defined as:</w:t>
            </w:r>
          </w:p>
          <w:p w:rsidR="0091150F" w:rsidRDefault="0091150F" w:rsidP="003E0E83">
            <w:pPr>
              <w:pStyle w:val="TableBullet"/>
              <w:spacing w:after="120"/>
              <w:jc w:val="both"/>
            </w:pPr>
            <w:r>
              <w:t>Number of diplomas and advanced diplomas completed in the calendar year</w:t>
            </w:r>
          </w:p>
          <w:p w:rsidR="00E0459E" w:rsidRPr="00A808D7" w:rsidRDefault="0091150F" w:rsidP="003E0E83">
            <w:pPr>
              <w:pStyle w:val="TableBodyText"/>
              <w:spacing w:after="120"/>
              <w:jc w:val="both"/>
            </w:pPr>
            <w:r>
              <w:t xml:space="preserve">and is expressed as a </w:t>
            </w:r>
            <w:r w:rsidRPr="0091150F">
              <w:rPr>
                <w:i/>
              </w:rPr>
              <w:t xml:space="preserve">number </w:t>
            </w:r>
          </w:p>
        </w:tc>
      </w:tr>
      <w:tr w:rsidR="004655B3" w:rsidRPr="0021661C" w:rsidTr="00DA7D25">
        <w:trPr>
          <w:trHeight w:val="576"/>
        </w:trPr>
        <w:tc>
          <w:tcPr>
            <w:tcW w:w="1809" w:type="dxa"/>
          </w:tcPr>
          <w:p w:rsidR="004655B3" w:rsidRPr="006B35E5" w:rsidRDefault="004655B3" w:rsidP="00DA7D25">
            <w:pPr>
              <w:pStyle w:val="TableBodyText"/>
              <w:jc w:val="both"/>
              <w:rPr>
                <w:b/>
              </w:rPr>
            </w:pPr>
            <w:r w:rsidRPr="006B35E5">
              <w:rPr>
                <w:b/>
              </w:rPr>
              <w:t>Data Source</w:t>
            </w:r>
          </w:p>
        </w:tc>
        <w:tc>
          <w:tcPr>
            <w:tcW w:w="7196" w:type="dxa"/>
          </w:tcPr>
          <w:p w:rsidR="004655B3" w:rsidRPr="00A808D7" w:rsidRDefault="0091150F" w:rsidP="003E0E83">
            <w:pPr>
              <w:pStyle w:val="TableBodyText"/>
              <w:spacing w:after="120"/>
              <w:jc w:val="both"/>
            </w:pPr>
            <w:r w:rsidRPr="0091150F">
              <w:rPr>
                <w:i/>
              </w:rPr>
              <w:t>Numerator</w:t>
            </w:r>
            <w:r>
              <w:t xml:space="preserve"> — National VET Provider Collection. Data are collected annually. Excludes people who did not undertake publicly funded VET</w:t>
            </w:r>
          </w:p>
        </w:tc>
      </w:tr>
      <w:tr w:rsidR="004655B3" w:rsidRPr="0021661C" w:rsidTr="00DA7D25">
        <w:tblPrEx>
          <w:tblLook w:val="04A0" w:firstRow="1" w:lastRow="0" w:firstColumn="1" w:lastColumn="0" w:noHBand="0" w:noVBand="1"/>
        </w:tblPrEx>
        <w:tc>
          <w:tcPr>
            <w:tcW w:w="1809" w:type="dxa"/>
          </w:tcPr>
          <w:p w:rsidR="004655B3" w:rsidRPr="006B35E5" w:rsidRDefault="004655B3" w:rsidP="00DA7D25">
            <w:pPr>
              <w:pStyle w:val="TableBodyText"/>
              <w:jc w:val="both"/>
              <w:rPr>
                <w:b/>
              </w:rPr>
            </w:pPr>
            <w:r w:rsidRPr="006B35E5">
              <w:rPr>
                <w:b/>
              </w:rPr>
              <w:t>Institutional Environment</w:t>
            </w:r>
          </w:p>
        </w:tc>
        <w:tc>
          <w:tcPr>
            <w:tcW w:w="7196" w:type="dxa"/>
          </w:tcPr>
          <w:p w:rsidR="00787D65" w:rsidRPr="00787D65" w:rsidRDefault="00787D65" w:rsidP="003E0E83">
            <w:pPr>
              <w:pStyle w:val="TableBodyText"/>
              <w:spacing w:after="120"/>
              <w:jc w:val="both"/>
            </w:pPr>
            <w:r w:rsidRPr="00787D65">
              <w:t>The National Centre for Vocational Education Research (NCVER) is a not-f</w:t>
            </w:r>
            <w:r w:rsidR="003E0E83">
              <w:t>or-profit company owned by the Federal, State and T</w:t>
            </w:r>
            <w:r w:rsidRPr="00787D65">
              <w:t>erritory ministers responsible for training.</w:t>
            </w:r>
          </w:p>
          <w:p w:rsidR="00787D65" w:rsidRPr="00787D65" w:rsidRDefault="00787D65" w:rsidP="003E0E83">
            <w:pPr>
              <w:pStyle w:val="TableBodyText"/>
              <w:spacing w:after="120"/>
              <w:jc w:val="both"/>
            </w:pPr>
            <w:r w:rsidRPr="00787D65">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4655B3" w:rsidRPr="00787D65" w:rsidRDefault="00787D65" w:rsidP="003E0E83">
            <w:pPr>
              <w:pStyle w:val="TableBodyText"/>
              <w:spacing w:after="120"/>
              <w:jc w:val="both"/>
            </w:pPr>
            <w:r w:rsidRPr="00787D65">
              <w:t xml:space="preserve">For further information on the NCVER, see </w:t>
            </w:r>
            <w:r w:rsidR="00DA7D25" w:rsidRPr="00DA7D25">
              <w:t>www</w:t>
            </w:r>
            <w:r w:rsidR="00B20AE7">
              <w:t>.</w:t>
            </w:r>
            <w:r w:rsidRPr="00787D65">
              <w:t>ncver.edu.au/aboutncver</w:t>
            </w:r>
            <w:r w:rsidR="00B20AE7">
              <w:t xml:space="preserve"> </w:t>
            </w:r>
            <w:r w:rsidRPr="00787D65">
              <w:t>/who.html</w:t>
            </w:r>
          </w:p>
        </w:tc>
      </w:tr>
      <w:tr w:rsidR="004655B3" w:rsidRPr="0021661C" w:rsidTr="00DA7D25">
        <w:trPr>
          <w:trHeight w:val="748"/>
        </w:trPr>
        <w:tc>
          <w:tcPr>
            <w:tcW w:w="1809" w:type="dxa"/>
          </w:tcPr>
          <w:p w:rsidR="004655B3" w:rsidRPr="006B35E5" w:rsidRDefault="004655B3" w:rsidP="00DA7D25">
            <w:pPr>
              <w:pStyle w:val="TableBodyText"/>
              <w:jc w:val="both"/>
              <w:rPr>
                <w:b/>
              </w:rPr>
            </w:pPr>
            <w:r w:rsidRPr="006B35E5">
              <w:rPr>
                <w:b/>
              </w:rPr>
              <w:t>Relevance</w:t>
            </w:r>
          </w:p>
        </w:tc>
        <w:tc>
          <w:tcPr>
            <w:tcW w:w="7196" w:type="dxa"/>
          </w:tcPr>
          <w:p w:rsidR="006F1E74" w:rsidRDefault="006F1E74" w:rsidP="003E0E83">
            <w:pPr>
              <w:pStyle w:val="TableBodyText"/>
              <w:spacing w:after="120"/>
              <w:jc w:val="both"/>
            </w:pPr>
            <w:r>
              <w:t>The National VET Provider Collection collects information relating to students, courses, qualifications, training providers and funding in Australia’s publicly funded vocational education and training (VET) system.</w:t>
            </w:r>
          </w:p>
          <w:p w:rsidR="006F1E74" w:rsidRDefault="006F1E74" w:rsidP="003E0E83">
            <w:pPr>
              <w:pStyle w:val="TableBodyText"/>
              <w:spacing w:after="120"/>
              <w:jc w:val="both"/>
            </w:pPr>
            <w: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6F1E74" w:rsidRDefault="006F1E74" w:rsidP="003E0E83">
            <w:pPr>
              <w:pStyle w:val="TableBodyText"/>
              <w:spacing w:after="120"/>
              <w:jc w:val="both"/>
            </w:pPr>
            <w: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6F1E74" w:rsidRDefault="006F1E74" w:rsidP="003E0E83">
            <w:pPr>
              <w:pStyle w:val="TableBodyText"/>
              <w:spacing w:after="120"/>
              <w:jc w:val="both"/>
            </w:pPr>
            <w:r>
              <w:t>This collection does not report on the following types of training activity:</w:t>
            </w:r>
          </w:p>
          <w:p w:rsidR="006F1E74" w:rsidRDefault="006F1E74" w:rsidP="003E0E83">
            <w:pPr>
              <w:pStyle w:val="TableBullet"/>
              <w:spacing w:after="120"/>
              <w:jc w:val="both"/>
            </w:pPr>
            <w:r>
              <w:t xml:space="preserve">recreation, </w:t>
            </w:r>
            <w:r w:rsidR="004362A2">
              <w:t>leisure and personal enrichment</w:t>
            </w:r>
          </w:p>
          <w:p w:rsidR="006F1E74" w:rsidRDefault="006F1E74" w:rsidP="003E0E83">
            <w:pPr>
              <w:pStyle w:val="TableBullet"/>
              <w:spacing w:after="120"/>
              <w:jc w:val="both"/>
            </w:pPr>
            <w:r>
              <w:t>fee-for-service VET by private providers</w:t>
            </w:r>
          </w:p>
          <w:p w:rsidR="006F1E74" w:rsidRDefault="006F1E74" w:rsidP="003E0E83">
            <w:pPr>
              <w:pStyle w:val="TableBullet"/>
              <w:spacing w:after="120"/>
              <w:jc w:val="both"/>
            </w:pPr>
            <w:r>
              <w:t>delivery undertaken at overseas campuses</w:t>
            </w:r>
            <w:r w:rsidR="004362A2">
              <w:t xml:space="preserve"> of Australian VET institutions</w:t>
            </w:r>
          </w:p>
          <w:p w:rsidR="006F1E74" w:rsidRDefault="004362A2" w:rsidP="003E0E83">
            <w:pPr>
              <w:pStyle w:val="TableBullet"/>
              <w:spacing w:after="120"/>
              <w:jc w:val="both"/>
            </w:pPr>
            <w:r>
              <w:t>credit transfer</w:t>
            </w:r>
          </w:p>
          <w:p w:rsidR="004655B3" w:rsidRPr="00A808D7" w:rsidRDefault="006F1E74" w:rsidP="003E0E83">
            <w:pPr>
              <w:pStyle w:val="TableBullet"/>
              <w:spacing w:after="120"/>
              <w:jc w:val="both"/>
            </w:pPr>
            <w:r>
              <w:t>VET delivered in schools, where the delivery has been undertaken by schools.</w:t>
            </w:r>
          </w:p>
        </w:tc>
      </w:tr>
      <w:tr w:rsidR="004655B3" w:rsidRPr="00EB3D1D" w:rsidTr="00DA7D25">
        <w:tblPrEx>
          <w:tblLook w:val="04A0" w:firstRow="1" w:lastRow="0" w:firstColumn="1" w:lastColumn="0" w:noHBand="0" w:noVBand="1"/>
        </w:tblPrEx>
        <w:tc>
          <w:tcPr>
            <w:tcW w:w="1809" w:type="dxa"/>
          </w:tcPr>
          <w:p w:rsidR="004655B3" w:rsidRPr="006B35E5" w:rsidRDefault="004655B3" w:rsidP="00DA7D25">
            <w:pPr>
              <w:pStyle w:val="TableBodyText"/>
              <w:jc w:val="both"/>
              <w:rPr>
                <w:b/>
              </w:rPr>
            </w:pPr>
            <w:r w:rsidRPr="006B35E5">
              <w:rPr>
                <w:b/>
              </w:rPr>
              <w:t>Timeliness</w:t>
            </w:r>
          </w:p>
        </w:tc>
        <w:tc>
          <w:tcPr>
            <w:tcW w:w="7196" w:type="dxa"/>
          </w:tcPr>
          <w:p w:rsidR="004655B3" w:rsidRPr="00A808D7" w:rsidRDefault="006F1E74" w:rsidP="003E0E83">
            <w:pPr>
              <w:pStyle w:val="TableBodyText"/>
              <w:spacing w:after="120"/>
              <w:jc w:val="both"/>
            </w:pPr>
            <w:r w:rsidRPr="006F1E74">
              <w:t>The National VET Provider Collection is an annual collection of data. Data are submitted to NCVER (via state training authorities) by 31 March in the year following activity. A summary of 2011 data is expected to be released in the first week of July 2012 in Students and Courses</w:t>
            </w:r>
            <w:r>
              <w:t>.</w:t>
            </w:r>
          </w:p>
        </w:tc>
      </w:tr>
      <w:tr w:rsidR="004655B3" w:rsidRPr="00EB3D1D" w:rsidTr="00DA7D25">
        <w:tblPrEx>
          <w:tblLook w:val="04A0" w:firstRow="1" w:lastRow="0" w:firstColumn="1" w:lastColumn="0" w:noHBand="0" w:noVBand="1"/>
        </w:tblPrEx>
        <w:tc>
          <w:tcPr>
            <w:tcW w:w="1809" w:type="dxa"/>
          </w:tcPr>
          <w:p w:rsidR="004655B3" w:rsidRPr="006B35E5" w:rsidRDefault="004655B3" w:rsidP="00DA7D25">
            <w:pPr>
              <w:pStyle w:val="TableBodyText"/>
              <w:jc w:val="both"/>
              <w:rPr>
                <w:b/>
              </w:rPr>
            </w:pPr>
            <w:r w:rsidRPr="006B35E5">
              <w:rPr>
                <w:b/>
              </w:rPr>
              <w:t>Accuracy</w:t>
            </w:r>
          </w:p>
        </w:tc>
        <w:tc>
          <w:tcPr>
            <w:tcW w:w="7196" w:type="dxa"/>
          </w:tcPr>
          <w:p w:rsidR="006F1E74" w:rsidRDefault="006F1E74" w:rsidP="003E0E83">
            <w:pPr>
              <w:pStyle w:val="TableBodyText"/>
              <w:spacing w:after="120"/>
              <w:jc w:val="both"/>
            </w:pPr>
            <w:r>
              <w:t>The National VET Provider Collection is a collection of all publicly funded training activity in Australia in a particular year. It is an administrative collection.</w:t>
            </w:r>
          </w:p>
          <w:p w:rsidR="006F1E74" w:rsidRDefault="006F1E74" w:rsidP="003E0E83">
            <w:pPr>
              <w:pStyle w:val="TableBodyText"/>
              <w:spacing w:after="120"/>
              <w:jc w:val="both"/>
            </w:pPr>
            <w:r>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w:t>
            </w:r>
            <w:r w:rsidR="00B20AE7">
              <w:t xml:space="preserve">ard (AVETMISS) (Refer to </w:t>
            </w:r>
            <w:r>
              <w:t>www.ncver.edu.au/avetmiss/21055.ht</w:t>
            </w:r>
            <w:r w:rsidR="004362A2">
              <w:t>ml).</w:t>
            </w:r>
          </w:p>
          <w:p w:rsidR="006F1E74" w:rsidRDefault="006F1E74" w:rsidP="003E0E83">
            <w:pPr>
              <w:pStyle w:val="TableBodyText"/>
              <w:spacing w:after="120"/>
              <w:jc w:val="both"/>
            </w:pPr>
            <w:r>
              <w:t>Once data submissions are received by NCVER they are subjected to a comprehensive data quality checking program to ensure accurate reporting against agreed Key Performance Measures (KPMs). Some of the KPMs include:</w:t>
            </w:r>
          </w:p>
          <w:p w:rsidR="006F1E74" w:rsidRDefault="006F1E74" w:rsidP="003E0E83">
            <w:pPr>
              <w:pStyle w:val="TableBullet"/>
              <w:spacing w:after="120"/>
              <w:jc w:val="both"/>
            </w:pPr>
            <w:r>
              <w:t>Percentage of unknown data</w:t>
            </w:r>
          </w:p>
          <w:p w:rsidR="006F1E74" w:rsidRDefault="006F1E74" w:rsidP="003E0E83">
            <w:pPr>
              <w:pStyle w:val="TableBullet"/>
              <w:spacing w:after="120"/>
              <w:jc w:val="both"/>
            </w:pPr>
            <w:r>
              <w:t>The number of training organisation identifiers that do not match the National Training Information Service (NTIS) listing</w:t>
            </w:r>
          </w:p>
          <w:p w:rsidR="006F1E74" w:rsidRDefault="006F1E74" w:rsidP="003E0E83">
            <w:pPr>
              <w:pStyle w:val="TableBullet"/>
              <w:spacing w:after="120"/>
              <w:jc w:val="both"/>
            </w:pPr>
            <w:r>
              <w:t>Inappropriate training organisation delivery locations</w:t>
            </w:r>
          </w:p>
          <w:p w:rsidR="006F1E74" w:rsidRDefault="006F1E74" w:rsidP="003E0E83">
            <w:pPr>
              <w:pStyle w:val="TableBullet"/>
              <w:spacing w:after="120"/>
              <w:jc w:val="both"/>
            </w:pPr>
            <w:r>
              <w:t>The number of qualifications/courses that do not match the NTIS listing</w:t>
            </w:r>
          </w:p>
          <w:p w:rsidR="006F1E74" w:rsidRDefault="006F1E74" w:rsidP="003E0E83">
            <w:pPr>
              <w:pStyle w:val="TableBullet"/>
              <w:spacing w:after="120"/>
              <w:jc w:val="both"/>
            </w:pPr>
            <w:r>
              <w:t>The number of modules/units of competency tha</w:t>
            </w:r>
            <w:r w:rsidR="004362A2">
              <w:t>t do not match the NTIS listing</w:t>
            </w:r>
          </w:p>
          <w:p w:rsidR="006F1E74" w:rsidRDefault="006F1E74" w:rsidP="003E0E83">
            <w:pPr>
              <w:pStyle w:val="TableBullet"/>
              <w:spacing w:after="120"/>
              <w:jc w:val="both"/>
            </w:pPr>
            <w:r>
              <w:t>Duplicate client identification</w:t>
            </w:r>
          </w:p>
          <w:p w:rsidR="006F1E74" w:rsidRDefault="006F1E74" w:rsidP="003E0E83">
            <w:pPr>
              <w:pStyle w:val="TableBullet"/>
              <w:spacing w:after="120"/>
              <w:jc w:val="both"/>
            </w:pPr>
            <w:r>
              <w:t>Duplicate qualifications completed</w:t>
            </w:r>
          </w:p>
          <w:p w:rsidR="006F1E74" w:rsidRDefault="006F1E74" w:rsidP="003E0E83">
            <w:pPr>
              <w:pStyle w:val="TableBullet"/>
              <w:spacing w:after="120"/>
              <w:jc w:val="both"/>
            </w:pPr>
            <w:r>
              <w:t>Reporting scopes</w:t>
            </w:r>
          </w:p>
          <w:p w:rsidR="006F1E74" w:rsidRDefault="006F1E74" w:rsidP="003E0E83">
            <w:pPr>
              <w:pStyle w:val="TableBullet"/>
              <w:spacing w:after="120"/>
              <w:jc w:val="both"/>
            </w:pPr>
            <w:r>
              <w:t>Funding sources</w:t>
            </w:r>
          </w:p>
          <w:p w:rsidR="004655B3" w:rsidRPr="00A808D7" w:rsidRDefault="006F1E74" w:rsidP="003E0E83">
            <w:pPr>
              <w:pStyle w:val="TableBullet"/>
              <w:spacing w:after="120"/>
              <w:jc w:val="both"/>
            </w:pPr>
            <w:r>
              <w:t>Outcome identifiers</w:t>
            </w:r>
          </w:p>
        </w:tc>
      </w:tr>
      <w:tr w:rsidR="004655B3" w:rsidRPr="00EB3D1D" w:rsidTr="00DA7D25">
        <w:tblPrEx>
          <w:tblLook w:val="04A0" w:firstRow="1" w:lastRow="0" w:firstColumn="1" w:lastColumn="0" w:noHBand="0" w:noVBand="1"/>
        </w:tblPrEx>
        <w:trPr>
          <w:trHeight w:val="993"/>
        </w:trPr>
        <w:tc>
          <w:tcPr>
            <w:tcW w:w="1809" w:type="dxa"/>
          </w:tcPr>
          <w:p w:rsidR="004655B3" w:rsidRPr="006B35E5" w:rsidRDefault="004655B3" w:rsidP="00DA7D25">
            <w:pPr>
              <w:pStyle w:val="TableBodyText"/>
              <w:jc w:val="both"/>
              <w:rPr>
                <w:b/>
              </w:rPr>
            </w:pPr>
            <w:r w:rsidRPr="006B35E5">
              <w:rPr>
                <w:b/>
              </w:rPr>
              <w:t>Coherence</w:t>
            </w:r>
          </w:p>
        </w:tc>
        <w:tc>
          <w:tcPr>
            <w:tcW w:w="7196" w:type="dxa"/>
          </w:tcPr>
          <w:p w:rsidR="004655B3" w:rsidRPr="00A808D7" w:rsidRDefault="0007733B" w:rsidP="003E0E83">
            <w:pPr>
              <w:pStyle w:val="TableBodyText"/>
              <w:spacing w:after="120"/>
              <w:jc w:val="both"/>
            </w:pPr>
            <w:r w:rsidRPr="0007733B">
              <w:t>AVETMISS provides the foundation for nationally comparable data and includes a range of data items relevant to the VET system. From 2007, data comply with release 6.0 of AVETMISS, whereas previous collections complied with earlier re</w:t>
            </w:r>
            <w:r w:rsidR="00B20AE7">
              <w:t xml:space="preserve">leases. For details, see </w:t>
            </w:r>
            <w:r w:rsidRPr="0007733B">
              <w:t>www.ncver.edu.au/avetmiss/21055.html.</w:t>
            </w:r>
          </w:p>
        </w:tc>
      </w:tr>
      <w:tr w:rsidR="004655B3" w:rsidRPr="00EB3D1D" w:rsidTr="00DA7D25">
        <w:tblPrEx>
          <w:tblLook w:val="04A0" w:firstRow="1" w:lastRow="0" w:firstColumn="1" w:lastColumn="0" w:noHBand="0" w:noVBand="1"/>
        </w:tblPrEx>
        <w:tc>
          <w:tcPr>
            <w:tcW w:w="1809" w:type="dxa"/>
          </w:tcPr>
          <w:p w:rsidR="004655B3" w:rsidRPr="006B35E5" w:rsidRDefault="004655B3" w:rsidP="00DA7D25">
            <w:pPr>
              <w:pStyle w:val="TableBodyText"/>
              <w:jc w:val="both"/>
              <w:rPr>
                <w:b/>
              </w:rPr>
            </w:pPr>
            <w:r w:rsidRPr="006B35E5">
              <w:rPr>
                <w:b/>
              </w:rPr>
              <w:t>Interpretability</w:t>
            </w:r>
          </w:p>
        </w:tc>
        <w:tc>
          <w:tcPr>
            <w:tcW w:w="7196" w:type="dxa"/>
          </w:tcPr>
          <w:p w:rsidR="0007733B" w:rsidRDefault="0007733B" w:rsidP="003E0E83">
            <w:pPr>
              <w:pStyle w:val="TableBodyText"/>
              <w:spacing w:after="120"/>
              <w:jc w:val="both"/>
            </w:pPr>
            <w:r>
              <w:t>To aid interpretation, information on the National VET Provider Collection, AVETMISS, and Students and Courses is available on the NCVER website.</w:t>
            </w:r>
          </w:p>
          <w:p w:rsidR="0007733B" w:rsidRDefault="0007733B" w:rsidP="003E0E83">
            <w:pPr>
              <w:pStyle w:val="TableBodyText"/>
              <w:spacing w:after="120"/>
              <w:jc w:val="both"/>
            </w:pPr>
            <w:r>
              <w:t>Among other standards detailed in AVETMISS, the collection uses the:</w:t>
            </w:r>
          </w:p>
          <w:p w:rsidR="0007733B" w:rsidRDefault="0007733B" w:rsidP="003E0E83">
            <w:pPr>
              <w:pStyle w:val="TableBullet"/>
              <w:spacing w:after="120"/>
              <w:jc w:val="both"/>
            </w:pPr>
            <w:r>
              <w:t>Australian Classifica</w:t>
            </w:r>
            <w:r w:rsidR="00DA7D25">
              <w:t>tion of Education (ASCED) (ABS C</w:t>
            </w:r>
            <w:r>
              <w:t>at. no. 1272.0) to classify the level and field of education</w:t>
            </w:r>
          </w:p>
          <w:p w:rsidR="0007733B" w:rsidRDefault="0007733B" w:rsidP="003E0E83">
            <w:pPr>
              <w:pStyle w:val="TableBullet"/>
              <w:spacing w:after="120"/>
              <w:jc w:val="both"/>
            </w:pPr>
            <w:r>
              <w:t xml:space="preserve">Australian and New Zealand Standard Classification of Occupations </w:t>
            </w:r>
            <w:r w:rsidR="00DA7D25">
              <w:t>(ANZSCO, previously ASCO) (ABS C</w:t>
            </w:r>
            <w:r>
              <w:t>at. no. 1220.0) to classify occupation</w:t>
            </w:r>
          </w:p>
          <w:p w:rsidR="004655B3" w:rsidRPr="00A808D7" w:rsidRDefault="0007733B" w:rsidP="003E0E83">
            <w:pPr>
              <w:pStyle w:val="TableBullet"/>
              <w:spacing w:after="120"/>
              <w:jc w:val="both"/>
            </w:pPr>
            <w:r>
              <w:t>Access/Remoteness Index of Australia (ARIA+) to classify remoteness. It was developed by the National Centre for Applications of Geographic Information Systems (GISCA) and is the standard ABS endorsed measure of remoteness.</w:t>
            </w:r>
          </w:p>
        </w:tc>
      </w:tr>
      <w:tr w:rsidR="004655B3" w:rsidRPr="00EB3D1D" w:rsidTr="00DA7D25">
        <w:tblPrEx>
          <w:tblLook w:val="04A0" w:firstRow="1" w:lastRow="0" w:firstColumn="1" w:lastColumn="0" w:noHBand="0" w:noVBand="1"/>
        </w:tblPrEx>
        <w:tc>
          <w:tcPr>
            <w:tcW w:w="1809" w:type="dxa"/>
          </w:tcPr>
          <w:p w:rsidR="004655B3" w:rsidRPr="006B35E5" w:rsidRDefault="004655B3" w:rsidP="00DA7D25">
            <w:pPr>
              <w:pStyle w:val="TableBodyText"/>
              <w:jc w:val="both"/>
              <w:rPr>
                <w:b/>
              </w:rPr>
            </w:pPr>
            <w:r w:rsidRPr="006B35E5">
              <w:rPr>
                <w:b/>
              </w:rPr>
              <w:t>Accessibility</w:t>
            </w:r>
          </w:p>
        </w:tc>
        <w:tc>
          <w:tcPr>
            <w:tcW w:w="7196" w:type="dxa"/>
          </w:tcPr>
          <w:p w:rsidR="0007733B" w:rsidRDefault="0007733B" w:rsidP="003E0E83">
            <w:pPr>
              <w:pStyle w:val="TableBodyText"/>
              <w:spacing w:after="120"/>
              <w:jc w:val="both"/>
            </w:pPr>
            <w:r>
              <w:t>Summary information is available free of charge in Students and Course</w:t>
            </w:r>
            <w:r w:rsidR="00B20AE7">
              <w:t xml:space="preserve">s on NCVER’s website at: </w:t>
            </w:r>
            <w:r>
              <w:t>www.ncver.edu.au/statistic/21053.html. Requests for more detailed statistical information can be made to:</w:t>
            </w:r>
            <w:r w:rsidR="003E0E83">
              <w:t xml:space="preserve"> </w:t>
            </w:r>
            <w:r>
              <w:t>NCVER on (08) 8230 8400 or vet_req@ncver.edu.au</w:t>
            </w:r>
          </w:p>
          <w:p w:rsidR="004655B3" w:rsidRPr="00A808D7" w:rsidRDefault="0007733B" w:rsidP="003E0E83">
            <w:pPr>
              <w:pStyle w:val="TableBodyText"/>
              <w:spacing w:after="120"/>
              <w:jc w:val="both"/>
            </w:pPr>
            <w:r>
              <w:t>A charge will be generally made by the NCVER for more complex requests for information. See NCVER’s fees and c</w:t>
            </w:r>
            <w:r w:rsidR="00B20AE7">
              <w:t xml:space="preserve">harges policy at </w:t>
            </w:r>
            <w:r>
              <w:t>www.ncver.edu.au/statistic/21075.html</w:t>
            </w:r>
          </w:p>
        </w:tc>
      </w:tr>
    </w:tbl>
    <w:p w:rsidR="004655B3" w:rsidRPr="004655B3" w:rsidRDefault="004655B3" w:rsidP="0098383A">
      <w:pPr>
        <w:pStyle w:val="TableBodyText"/>
        <w:jc w:val="left"/>
        <w:rPr>
          <w:b/>
        </w:rPr>
      </w:pPr>
    </w:p>
    <w:p w:rsidR="004655B3" w:rsidRDefault="004655B3" w:rsidP="00D43889">
      <w:pPr>
        <w:pBdr>
          <w:left w:val="single" w:sz="4" w:space="1" w:color="auto"/>
        </w:pBdr>
      </w:pPr>
      <w:r>
        <w:br w:type="page"/>
      </w:r>
    </w:p>
    <w:p w:rsidR="004655B3" w:rsidRDefault="004655B3" w:rsidP="0098383A">
      <w:pPr>
        <w:pStyle w:val="Heading3"/>
      </w:pPr>
      <w:bookmarkStart w:id="33" w:name="_Ref328392364"/>
      <w:r>
        <w:t>Data Quality Statement — Indicator 1: Proportion of working age population with higher level qualifications (Certificate III and above)</w:t>
      </w:r>
      <w:bookmarkEnd w:id="33"/>
    </w:p>
    <w:p w:rsidR="004655B3" w:rsidRDefault="004655B3" w:rsidP="0098383A">
      <w:pPr>
        <w:pStyle w:val="TableBodyText"/>
        <w:jc w:val="left"/>
      </w:pPr>
    </w:p>
    <w:p w:rsidR="004655B3" w:rsidRDefault="004655B3" w:rsidP="0098383A">
      <w:pPr>
        <w:pStyle w:val="TableBodyText"/>
        <w:jc w:val="left"/>
        <w:rPr>
          <w:b/>
        </w:rPr>
      </w:pPr>
      <w:r>
        <w:t xml:space="preserve">This DQS should be read in conjunction with the </w:t>
      </w:r>
      <w:r w:rsidRPr="004655B3">
        <w:rPr>
          <w:b/>
        </w:rPr>
        <w:t xml:space="preserve">Data Quality Statement </w:t>
      </w:r>
      <w:r>
        <w:t>–</w:t>
      </w:r>
      <w:r w:rsidRPr="004655B3">
        <w:rPr>
          <w:b/>
        </w:rPr>
        <w:t xml:space="preserve"> </w:t>
      </w:r>
      <w:r>
        <w:rPr>
          <w:b/>
        </w:rPr>
        <w:t>Survey of Education and Work</w:t>
      </w:r>
    </w:p>
    <w:p w:rsidR="00DA7D25" w:rsidRDefault="00DA7D25" w:rsidP="0098383A">
      <w:pPr>
        <w:pStyle w:val="TableBodyText"/>
        <w:jc w:val="left"/>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Table of ABS data quality framework dimensions and details for this performance indicator"/>
      </w:tblPr>
      <w:tblGrid>
        <w:gridCol w:w="1809"/>
        <w:gridCol w:w="7196"/>
      </w:tblGrid>
      <w:tr w:rsidR="00A23FAD" w:rsidRPr="00E43E67" w:rsidTr="00DA7D25">
        <w:tc>
          <w:tcPr>
            <w:tcW w:w="1809" w:type="dxa"/>
          </w:tcPr>
          <w:p w:rsidR="00A23FAD" w:rsidRPr="004655B3" w:rsidRDefault="00A23FAD" w:rsidP="00DA7D25">
            <w:pPr>
              <w:pStyle w:val="TableBodyText"/>
              <w:jc w:val="both"/>
              <w:rPr>
                <w:b/>
              </w:rPr>
            </w:pPr>
            <w:r>
              <w:rPr>
                <w:b/>
              </w:rPr>
              <w:t>Outcome</w:t>
            </w:r>
          </w:p>
        </w:tc>
        <w:tc>
          <w:tcPr>
            <w:tcW w:w="7196" w:type="dxa"/>
          </w:tcPr>
          <w:p w:rsidR="00A23FAD" w:rsidRPr="00A808D7" w:rsidRDefault="00A23FAD" w:rsidP="003E0E83">
            <w:pPr>
              <w:pStyle w:val="TableBodyText"/>
              <w:spacing w:after="120"/>
              <w:jc w:val="both"/>
            </w:pPr>
            <w:r>
              <w:t>The skill levels of the working age population are increased to meet the changing needs of the economy</w:t>
            </w:r>
          </w:p>
        </w:tc>
      </w:tr>
      <w:tr w:rsidR="004655B3" w:rsidRPr="00E43E67" w:rsidTr="00DA7D25">
        <w:tc>
          <w:tcPr>
            <w:tcW w:w="1809" w:type="dxa"/>
          </w:tcPr>
          <w:p w:rsidR="004655B3" w:rsidRPr="004655B3" w:rsidRDefault="004655B3" w:rsidP="00DA7D25">
            <w:pPr>
              <w:pStyle w:val="TableBodyText"/>
              <w:jc w:val="both"/>
              <w:rPr>
                <w:b/>
              </w:rPr>
            </w:pPr>
            <w:r w:rsidRPr="004655B3">
              <w:rPr>
                <w:b/>
              </w:rPr>
              <w:t>Indicator</w:t>
            </w:r>
          </w:p>
        </w:tc>
        <w:tc>
          <w:tcPr>
            <w:tcW w:w="7196" w:type="dxa"/>
          </w:tcPr>
          <w:p w:rsidR="004655B3" w:rsidRPr="00A808D7" w:rsidRDefault="004655B3" w:rsidP="003E0E83">
            <w:pPr>
              <w:pStyle w:val="TableBodyText"/>
              <w:spacing w:after="120"/>
              <w:jc w:val="both"/>
            </w:pPr>
            <w:r w:rsidRPr="00A808D7">
              <w:t>NASWD 1 – Proportion of working age population with higher level qualifications (Certificate III and above)</w:t>
            </w:r>
          </w:p>
        </w:tc>
      </w:tr>
      <w:tr w:rsidR="004655B3" w:rsidRPr="00E43E67" w:rsidTr="00DA7D25">
        <w:tc>
          <w:tcPr>
            <w:tcW w:w="1809" w:type="dxa"/>
          </w:tcPr>
          <w:p w:rsidR="004655B3" w:rsidRPr="004655B3" w:rsidRDefault="004655B3" w:rsidP="00DA7D25">
            <w:pPr>
              <w:pStyle w:val="TableBodyText"/>
              <w:jc w:val="both"/>
              <w:rPr>
                <w:b/>
              </w:rPr>
            </w:pPr>
            <w:r w:rsidRPr="004655B3">
              <w:rPr>
                <w:b/>
              </w:rPr>
              <w:t>Measure</w:t>
            </w:r>
          </w:p>
        </w:tc>
        <w:tc>
          <w:tcPr>
            <w:tcW w:w="7196" w:type="dxa"/>
          </w:tcPr>
          <w:p w:rsidR="004655B3" w:rsidRPr="00A808D7" w:rsidRDefault="004655B3" w:rsidP="003E0E83">
            <w:pPr>
              <w:pStyle w:val="TableBodyText"/>
              <w:spacing w:after="120"/>
              <w:jc w:val="both"/>
            </w:pPr>
            <w:r w:rsidRPr="00A808D7">
              <w:t>Persons aged 20–64 years with a formal qualification at Certificate III level or above.</w:t>
            </w:r>
          </w:p>
          <w:p w:rsidR="004655B3" w:rsidRPr="00A808D7" w:rsidRDefault="00A808D7" w:rsidP="003E0E83">
            <w:pPr>
              <w:pStyle w:val="TableBodyText"/>
              <w:spacing w:after="120"/>
              <w:jc w:val="both"/>
            </w:pPr>
            <w:r>
              <w:rPr>
                <w:i/>
              </w:rPr>
              <w:t xml:space="preserve">Numerator — </w:t>
            </w:r>
            <w:r w:rsidR="004655B3" w:rsidRPr="00A808D7">
              <w:t>Number of persons aged 20–64 years with a formal qualification at Certificate III level or above.</w:t>
            </w:r>
          </w:p>
          <w:p w:rsidR="004655B3" w:rsidRPr="00A808D7" w:rsidRDefault="004655B3" w:rsidP="003E0E83">
            <w:pPr>
              <w:pStyle w:val="TableBodyText"/>
              <w:spacing w:after="120"/>
              <w:jc w:val="both"/>
            </w:pPr>
            <w:r w:rsidRPr="00A808D7">
              <w:rPr>
                <w:i/>
              </w:rPr>
              <w:t>Denominator</w:t>
            </w:r>
            <w:r w:rsidR="00A808D7">
              <w:t xml:space="preserve"> — </w:t>
            </w:r>
            <w:r w:rsidRPr="00A808D7">
              <w:t>Total population of persons aged 20–64 years.</w:t>
            </w:r>
          </w:p>
          <w:p w:rsidR="004655B3" w:rsidRPr="00A808D7" w:rsidRDefault="004655B3" w:rsidP="003E0E83">
            <w:pPr>
              <w:pStyle w:val="TableBodyText"/>
              <w:spacing w:after="120"/>
              <w:jc w:val="both"/>
            </w:pPr>
            <w:r w:rsidRPr="00A808D7">
              <w:t>‘Certificate III or above’ comprises Certificate III, Certificate IV, Certificate III/IV not further defined, Diploma, Advanced Diploma, Bachelor’s degree and above. It excludes Certificate not further defined. For SEW data it excludes people who have not identified the level of qualification they are working towards. For Census data, this category excludes people whose educat</w:t>
            </w:r>
            <w:r w:rsidR="004362A2">
              <w:t>ional attainment is not stated.</w:t>
            </w:r>
          </w:p>
          <w:p w:rsidR="004655B3" w:rsidRPr="00A808D7" w:rsidRDefault="004655B3" w:rsidP="003E0E83">
            <w:pPr>
              <w:pStyle w:val="TableBodyText"/>
              <w:spacing w:after="120"/>
              <w:jc w:val="both"/>
            </w:pPr>
            <w:r w:rsidRPr="00A808D7">
              <w:t>Note: Data from the Survey of Education and Work are provided as supplementary information to Census data to inform this measure.</w:t>
            </w:r>
          </w:p>
        </w:tc>
      </w:tr>
      <w:tr w:rsidR="004655B3" w:rsidRPr="00E43E67" w:rsidTr="00DA7D25">
        <w:trPr>
          <w:trHeight w:val="1297"/>
        </w:trPr>
        <w:tc>
          <w:tcPr>
            <w:tcW w:w="1809" w:type="dxa"/>
          </w:tcPr>
          <w:p w:rsidR="004655B3" w:rsidRPr="004655B3" w:rsidRDefault="004655B3" w:rsidP="00DA7D25">
            <w:pPr>
              <w:pStyle w:val="TableBodyText"/>
              <w:jc w:val="both"/>
              <w:rPr>
                <w:b/>
              </w:rPr>
            </w:pPr>
            <w:r w:rsidRPr="004655B3">
              <w:rPr>
                <w:b/>
              </w:rPr>
              <w:t>Data Source</w:t>
            </w:r>
          </w:p>
        </w:tc>
        <w:tc>
          <w:tcPr>
            <w:tcW w:w="7196" w:type="dxa"/>
          </w:tcPr>
          <w:p w:rsidR="004655B3" w:rsidRPr="00A808D7" w:rsidRDefault="004655B3" w:rsidP="003E0E83">
            <w:pPr>
              <w:pStyle w:val="TableBodyText"/>
              <w:spacing w:after="120"/>
              <w:jc w:val="both"/>
            </w:pPr>
            <w:r w:rsidRPr="00A808D7">
              <w:t>Numerator and denominator</w:t>
            </w:r>
            <w:r w:rsidR="00A808D7">
              <w:t xml:space="preserve"> —</w:t>
            </w:r>
            <w:r w:rsidRPr="00A808D7">
              <w:t xml:space="preserve"> ABS Census of Population and Housing (Census). Data are available every five years.</w:t>
            </w:r>
          </w:p>
          <w:p w:rsidR="004655B3" w:rsidRPr="00A808D7" w:rsidRDefault="00A808D7" w:rsidP="003E0E83">
            <w:pPr>
              <w:pStyle w:val="TableBodyText"/>
              <w:spacing w:after="120"/>
              <w:jc w:val="both"/>
            </w:pPr>
            <w:r>
              <w:t xml:space="preserve">Numerator and denominator </w:t>
            </w:r>
            <w:r>
              <w:rPr>
                <w:i/>
              </w:rPr>
              <w:t>—</w:t>
            </w:r>
            <w:r w:rsidR="004655B3" w:rsidRPr="00A808D7">
              <w:t xml:space="preserve"> ABS Survey of Education and Work (SEW). Data are available annually.</w:t>
            </w:r>
          </w:p>
          <w:p w:rsidR="004655B3" w:rsidRPr="00A808D7" w:rsidRDefault="004655B3" w:rsidP="003E0E83">
            <w:pPr>
              <w:pStyle w:val="TableBodyText"/>
              <w:spacing w:after="120"/>
              <w:jc w:val="both"/>
            </w:pPr>
            <w:r w:rsidRPr="00A808D7">
              <w:t>2011 SEW data are being used for this cycle of indicators.</w:t>
            </w:r>
          </w:p>
        </w:tc>
      </w:tr>
      <w:tr w:rsidR="00311D2B" w:rsidRPr="00E43E67" w:rsidTr="00DA7D25">
        <w:tblPrEx>
          <w:tblLook w:val="04A0" w:firstRow="1" w:lastRow="0" w:firstColumn="1" w:lastColumn="0" w:noHBand="0" w:noVBand="1"/>
        </w:tblPrEx>
        <w:tc>
          <w:tcPr>
            <w:tcW w:w="1809" w:type="dxa"/>
          </w:tcPr>
          <w:p w:rsidR="00311D2B" w:rsidRPr="004655B3" w:rsidRDefault="00311D2B" w:rsidP="00DA7D25">
            <w:pPr>
              <w:pStyle w:val="TableBodyText"/>
              <w:jc w:val="both"/>
              <w:rPr>
                <w:b/>
              </w:rPr>
            </w:pPr>
            <w:r w:rsidRPr="004655B3">
              <w:rPr>
                <w:b/>
              </w:rPr>
              <w:t>Institutional Environment</w:t>
            </w:r>
          </w:p>
        </w:tc>
        <w:tc>
          <w:tcPr>
            <w:tcW w:w="7196" w:type="dxa"/>
          </w:tcPr>
          <w:p w:rsidR="00311D2B" w:rsidRPr="00A808D7" w:rsidRDefault="00311D2B" w:rsidP="003E0E83">
            <w:pPr>
              <w:pStyle w:val="TableBodyText"/>
              <w:spacing w:after="120"/>
              <w:jc w:val="both"/>
            </w:pPr>
            <w:r w:rsidRPr="00A808D7">
              <w:t>The Census and SEW are collected by the ABS under the Census and Statistics Act 1905.</w:t>
            </w:r>
          </w:p>
          <w:p w:rsidR="00311D2B" w:rsidRPr="00A808D7" w:rsidRDefault="00311D2B" w:rsidP="003E0E83">
            <w:pPr>
              <w:pStyle w:val="TableBodyText"/>
              <w:spacing w:after="120"/>
              <w:jc w:val="both"/>
            </w:pPr>
            <w:r w:rsidRPr="00A808D7">
              <w:t xml:space="preserve">For information on the institutional environment of the ABS, including the legislative obligations of the ABS, financing and government arrangements, and mechanisms for scrutiny of ABS operations, see </w:t>
            </w:r>
            <w:r w:rsidRPr="002F3485">
              <w:t>ABS Institutional Environment</w:t>
            </w:r>
            <w:r w:rsidRPr="00A808D7">
              <w:rPr>
                <w:rStyle w:val="Hyperlink"/>
                <w:color w:val="auto"/>
                <w:u w:val="none"/>
              </w:rPr>
              <w:t xml:space="preserve"> </w:t>
            </w:r>
            <w:r w:rsidR="00B20AE7">
              <w:t>[</w:t>
            </w:r>
            <w:r w:rsidRPr="00A808D7">
              <w:t>www.abs.</w:t>
            </w:r>
            <w:r w:rsidR="00B20AE7">
              <w:t>gov.au/websitedbs/d3310114.nsf/</w:t>
            </w:r>
            <w:r w:rsidRPr="00A808D7">
              <w:t>4a256353001</w:t>
            </w:r>
            <w:r w:rsidR="00B20AE7">
              <w:t xml:space="preserve"> </w:t>
            </w:r>
            <w:r w:rsidRPr="00A808D7">
              <w:t>af3ed4b2562bb00121564/10ca14cb967e5b83ca2573ae00197b65!OpenDocument]</w:t>
            </w:r>
          </w:p>
        </w:tc>
      </w:tr>
      <w:tr w:rsidR="00311D2B" w:rsidRPr="00E43E67" w:rsidTr="003E0E83">
        <w:trPr>
          <w:trHeight w:val="484"/>
        </w:trPr>
        <w:tc>
          <w:tcPr>
            <w:tcW w:w="1809" w:type="dxa"/>
          </w:tcPr>
          <w:p w:rsidR="00311D2B" w:rsidRPr="004655B3" w:rsidRDefault="00311D2B" w:rsidP="00DA7D25">
            <w:pPr>
              <w:pStyle w:val="TableBodyText"/>
              <w:jc w:val="both"/>
              <w:rPr>
                <w:b/>
              </w:rPr>
            </w:pPr>
            <w:r w:rsidRPr="004655B3">
              <w:rPr>
                <w:b/>
              </w:rPr>
              <w:t>Relevance</w:t>
            </w:r>
          </w:p>
        </w:tc>
        <w:tc>
          <w:tcPr>
            <w:tcW w:w="7196" w:type="dxa"/>
          </w:tcPr>
          <w:p w:rsidR="00311D2B" w:rsidRPr="00A808D7" w:rsidRDefault="00311D2B" w:rsidP="003E0E83">
            <w:pPr>
              <w:pStyle w:val="TableBodyText"/>
              <w:spacing w:after="120"/>
              <w:jc w:val="both"/>
            </w:pPr>
            <w:r w:rsidRPr="00A808D7">
              <w:t>SEW data are available by State/Territory. The SEW does not collect data from people in Indigenous communities in ver</w:t>
            </w:r>
            <w:r w:rsidR="004362A2">
              <w:t>y remote areas (see Coherence).</w:t>
            </w:r>
          </w:p>
          <w:p w:rsidR="00311D2B" w:rsidRPr="00A808D7" w:rsidRDefault="00311D2B" w:rsidP="003E0E83">
            <w:pPr>
              <w:pStyle w:val="TableBodyText"/>
              <w:spacing w:after="120"/>
              <w:jc w:val="both"/>
            </w:pPr>
            <w:r w:rsidRPr="00A808D7">
              <w:t xml:space="preserve">The SEW collects information on educational participation and attainment. The classification of qualifications used is the </w:t>
            </w:r>
            <w:r w:rsidRPr="002F3485">
              <w:t>Australian Standard Classi</w:t>
            </w:r>
            <w:r w:rsidR="00B20AE7" w:rsidRPr="002F3485">
              <w:t>fication of Education (ASCED) (C</w:t>
            </w:r>
            <w:r w:rsidRPr="002F3485">
              <w:t>at. no. 1272.0)</w:t>
            </w:r>
            <w:r w:rsidR="00B20AE7">
              <w:rPr>
                <w:rStyle w:val="Hyperlink"/>
                <w:color w:val="auto"/>
                <w:u w:val="none"/>
              </w:rPr>
              <w:t xml:space="preserve"> [</w:t>
            </w:r>
            <w:r w:rsidRPr="00A808D7">
              <w:rPr>
                <w:rStyle w:val="Hyperlink"/>
                <w:color w:val="auto"/>
                <w:u w:val="none"/>
              </w:rPr>
              <w:t>www.abs.gov.au/AUSSTATS/ABS@.NSF/0/F501C031BD9AC9C5CA256A</w:t>
            </w:r>
            <w:r w:rsidR="00B20AE7">
              <w:rPr>
                <w:rStyle w:val="Hyperlink"/>
                <w:color w:val="auto"/>
                <w:u w:val="none"/>
              </w:rPr>
              <w:t xml:space="preserve"> </w:t>
            </w:r>
            <w:r w:rsidRPr="00A808D7">
              <w:rPr>
                <w:rStyle w:val="Hyperlink"/>
                <w:color w:val="auto"/>
                <w:u w:val="none"/>
              </w:rPr>
              <w:t>AF001FCA33?opendocument]</w:t>
            </w:r>
          </w:p>
          <w:p w:rsidR="00311D2B" w:rsidRPr="00A808D7" w:rsidRDefault="00311D2B" w:rsidP="003E0E83">
            <w:pPr>
              <w:pStyle w:val="TableBodyText"/>
              <w:spacing w:after="120"/>
              <w:jc w:val="both"/>
            </w:pPr>
            <w:r w:rsidRPr="00A808D7">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4655B3" w:rsidRPr="00E43E67" w:rsidTr="00DA7D25">
        <w:tblPrEx>
          <w:tblLook w:val="04A0" w:firstRow="1" w:lastRow="0" w:firstColumn="1" w:lastColumn="0" w:noHBand="0" w:noVBand="1"/>
        </w:tblPrEx>
        <w:tc>
          <w:tcPr>
            <w:tcW w:w="1809" w:type="dxa"/>
          </w:tcPr>
          <w:p w:rsidR="004655B3" w:rsidRPr="004655B3" w:rsidRDefault="004655B3" w:rsidP="00DA7D25">
            <w:pPr>
              <w:pStyle w:val="TableBodyText"/>
              <w:jc w:val="both"/>
              <w:rPr>
                <w:b/>
              </w:rPr>
            </w:pPr>
            <w:r w:rsidRPr="004655B3">
              <w:rPr>
                <w:b/>
              </w:rPr>
              <w:t>Timeliness</w:t>
            </w:r>
          </w:p>
        </w:tc>
        <w:tc>
          <w:tcPr>
            <w:tcW w:w="7196" w:type="dxa"/>
          </w:tcPr>
          <w:p w:rsidR="004655B3" w:rsidRPr="00A808D7" w:rsidRDefault="004655B3" w:rsidP="003E0E83">
            <w:pPr>
              <w:pStyle w:val="TableBodyText"/>
              <w:spacing w:after="120"/>
              <w:jc w:val="both"/>
            </w:pPr>
            <w:r w:rsidRPr="00A808D7">
              <w:t xml:space="preserve">The SEW is conducted annually in May as a supplement to the monthly Labour Force Survey (LFS). Results from the 2011 survey were released in November 2011. </w:t>
            </w:r>
          </w:p>
        </w:tc>
      </w:tr>
      <w:tr w:rsidR="004655B3" w:rsidRPr="00E43E67" w:rsidTr="00DA7D25">
        <w:tblPrEx>
          <w:tblLook w:val="04A0" w:firstRow="1" w:lastRow="0" w:firstColumn="1" w:lastColumn="0" w:noHBand="0" w:noVBand="1"/>
        </w:tblPrEx>
        <w:tc>
          <w:tcPr>
            <w:tcW w:w="1809" w:type="dxa"/>
          </w:tcPr>
          <w:p w:rsidR="004655B3" w:rsidRPr="004655B3" w:rsidRDefault="004655B3" w:rsidP="00DA7D25">
            <w:pPr>
              <w:pStyle w:val="TableBodyText"/>
              <w:jc w:val="both"/>
              <w:rPr>
                <w:b/>
              </w:rPr>
            </w:pPr>
            <w:r w:rsidRPr="004655B3">
              <w:rPr>
                <w:b/>
              </w:rPr>
              <w:t>Accuracy</w:t>
            </w:r>
          </w:p>
        </w:tc>
        <w:tc>
          <w:tcPr>
            <w:tcW w:w="7196" w:type="dxa"/>
          </w:tcPr>
          <w:p w:rsidR="004655B3" w:rsidRPr="00A808D7" w:rsidRDefault="004655B3" w:rsidP="003E0E83">
            <w:pPr>
              <w:pStyle w:val="TableBodyText"/>
              <w:spacing w:after="120"/>
              <w:jc w:val="both"/>
            </w:pPr>
            <w:r w:rsidRPr="00A808D7">
              <w:t>The 2011 SEW response rate was 96</w:t>
            </w:r>
            <w:r w:rsidR="00311D2B" w:rsidRPr="00A808D7">
              <w:t xml:space="preserve"> per cent which constituted 39 </w:t>
            </w:r>
            <w:r w:rsidRPr="00A808D7">
              <w:t>800 completed interviews. The 2011 response rate was consistent with that in previous years.</w:t>
            </w:r>
          </w:p>
          <w:p w:rsidR="004655B3" w:rsidRPr="00A808D7" w:rsidRDefault="004655B3" w:rsidP="003E0E83">
            <w:pPr>
              <w:pStyle w:val="TableBodyText"/>
              <w:spacing w:after="120"/>
              <w:jc w:val="both"/>
            </w:pPr>
            <w:r w:rsidRPr="00A808D7">
              <w:t>The data for the SEW are collected from an ARA (Any Responsible Adult) on behalf of other members of the household and are weighted for non-response.</w:t>
            </w:r>
          </w:p>
          <w:p w:rsidR="004655B3" w:rsidRPr="00A808D7" w:rsidRDefault="004655B3" w:rsidP="003E0E83">
            <w:pPr>
              <w:pStyle w:val="TableBodyText"/>
              <w:spacing w:after="120"/>
              <w:jc w:val="both"/>
            </w:pPr>
            <w:r w:rsidRPr="00A808D7">
              <w:t>The data are event data that can be used to measure year to year changes provided that the changes are large enough to be detected in the context of the Relative Standard Error (RSE) of estimates. The LFS sample was reduced by 20</w:t>
            </w:r>
            <w:r w:rsidR="00311D2B" w:rsidRPr="00A808D7">
              <w:t xml:space="preserve"> per cent</w:t>
            </w:r>
            <w:r w:rsidRPr="00A808D7">
              <w:t xml:space="preserve"> in 2009, but the full sample was reinstated from 2010 onwards.</w:t>
            </w:r>
          </w:p>
          <w:p w:rsidR="004655B3" w:rsidRPr="00A808D7" w:rsidRDefault="004655B3" w:rsidP="003E0E83">
            <w:pPr>
              <w:pStyle w:val="TableBodyText"/>
              <w:spacing w:after="120"/>
              <w:jc w:val="both"/>
            </w:pPr>
            <w:r w:rsidRPr="00A808D7">
              <w:t>Data with a relative standard error of between 25</w:t>
            </w:r>
            <w:r w:rsidR="00311D2B" w:rsidRPr="00A808D7">
              <w:t xml:space="preserve"> per cent</w:t>
            </w:r>
            <w:r w:rsidRPr="00A808D7">
              <w:t xml:space="preserve"> and 50</w:t>
            </w:r>
            <w:r w:rsidR="00311D2B" w:rsidRPr="00A808D7">
              <w:t xml:space="preserve"> per cent</w:t>
            </w:r>
            <w:r w:rsidRPr="00A808D7">
              <w:t xml:space="preserve"> should be used with caution while data with a relative standard error greater than 50</w:t>
            </w:r>
            <w:r w:rsidR="00311D2B" w:rsidRPr="00A808D7">
              <w:t xml:space="preserve"> per cent</w:t>
            </w:r>
            <w:r w:rsidRPr="00A808D7">
              <w:t xml:space="preserve"> are considered too unreliable for general use.</w:t>
            </w:r>
          </w:p>
        </w:tc>
      </w:tr>
      <w:tr w:rsidR="004655B3" w:rsidRPr="00E43E67" w:rsidTr="00DA7D25">
        <w:tblPrEx>
          <w:tblLook w:val="04A0" w:firstRow="1" w:lastRow="0" w:firstColumn="1" w:lastColumn="0" w:noHBand="0" w:noVBand="1"/>
        </w:tblPrEx>
        <w:trPr>
          <w:trHeight w:val="5005"/>
        </w:trPr>
        <w:tc>
          <w:tcPr>
            <w:tcW w:w="1809" w:type="dxa"/>
          </w:tcPr>
          <w:p w:rsidR="004655B3" w:rsidRPr="004655B3" w:rsidRDefault="004655B3" w:rsidP="00DA7D25">
            <w:pPr>
              <w:pStyle w:val="TableBodyText"/>
              <w:jc w:val="both"/>
              <w:rPr>
                <w:b/>
              </w:rPr>
            </w:pPr>
            <w:r w:rsidRPr="004655B3">
              <w:rPr>
                <w:b/>
              </w:rPr>
              <w:t>Coherence</w:t>
            </w:r>
          </w:p>
        </w:tc>
        <w:tc>
          <w:tcPr>
            <w:tcW w:w="7196" w:type="dxa"/>
          </w:tcPr>
          <w:p w:rsidR="00311D2B" w:rsidRPr="00A808D7" w:rsidRDefault="00311D2B" w:rsidP="003E0E83">
            <w:pPr>
              <w:pStyle w:val="TableBodyText"/>
              <w:spacing w:after="120"/>
              <w:jc w:val="both"/>
            </w:pPr>
            <w:r w:rsidRPr="00A808D7">
              <w:t>Both the numerator and denominator come from the SEW. Measures based on the 2011 SEW are consistent with those supplied for COAG reporting from previous cycles of this survey. Data for 2010 have been revised due to amendments to the populati</w:t>
            </w:r>
            <w:r w:rsidR="004362A2">
              <w:t>on benchmarks for the 2010 SEW.</w:t>
            </w:r>
          </w:p>
          <w:p w:rsidR="00311D2B" w:rsidRPr="00A808D7" w:rsidRDefault="00311D2B" w:rsidP="003E0E83">
            <w:pPr>
              <w:pStyle w:val="TableBodyText"/>
              <w:spacing w:after="120"/>
              <w:jc w:val="both"/>
            </w:pPr>
            <w:r w:rsidRPr="00A808D7">
              <w:t>Prior to 2009, all people in very remote areas were excluded from the SEW. Very remote areas represent about two per cent of the total Australian population and 20 per cent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 per cent of the population. These differences should have only a minor effect on comparisons over time.</w:t>
            </w:r>
          </w:p>
          <w:p w:rsidR="00311D2B" w:rsidRPr="00A808D7" w:rsidRDefault="00311D2B" w:rsidP="003E0E83">
            <w:pPr>
              <w:pStyle w:val="TableBodyText"/>
              <w:spacing w:after="120"/>
              <w:jc w:val="both"/>
            </w:pPr>
            <w:r w:rsidRPr="00A808D7">
              <w:t xml:space="preserve">The </w:t>
            </w:r>
            <w:r w:rsidRPr="002F3485">
              <w:t>Australian Standard Classi</w:t>
            </w:r>
            <w:r w:rsidR="00DA7D25" w:rsidRPr="002F3485">
              <w:t>fication of Education (ASCED) (C</w:t>
            </w:r>
            <w:r w:rsidRPr="002F3485">
              <w:t>at. no. 1272.0)</w:t>
            </w:r>
            <w:r w:rsidR="00B20AE7">
              <w:t xml:space="preserve"> [</w:t>
            </w:r>
            <w:r w:rsidRPr="00A808D7">
              <w:t>www.abs.gov.au/AUSSTATS/abs@.nsf/DetailsPage</w:t>
            </w:r>
          </w:p>
          <w:p w:rsidR="00311D2B" w:rsidRPr="00A808D7" w:rsidRDefault="00311D2B" w:rsidP="003E0E83">
            <w:pPr>
              <w:pStyle w:val="TableBodyText"/>
              <w:spacing w:after="120"/>
              <w:jc w:val="both"/>
            </w:pPr>
            <w:r w:rsidRPr="00A808D7">
              <w:t>/1272.02001?OpenDocument] has been used in all surveys with education items since 2001 and allows the education and training items between different surveys to be compared.</w:t>
            </w:r>
          </w:p>
          <w:p w:rsidR="004655B3" w:rsidRPr="00A808D7" w:rsidRDefault="00311D2B" w:rsidP="003E0E83">
            <w:pPr>
              <w:pStyle w:val="TableBodyText"/>
              <w:spacing w:after="120"/>
              <w:jc w:val="both"/>
            </w:pPr>
            <w:r w:rsidRPr="00A808D7">
              <w:t xml:space="preserve">The Census of Population and Housing and the </w:t>
            </w:r>
            <w:r w:rsidR="00967A1F" w:rsidRPr="002F3485">
              <w:t>Survey of Learning and Work (C</w:t>
            </w:r>
            <w:r w:rsidRPr="002F3485">
              <w:t>at. no. 4235.0)</w:t>
            </w:r>
            <w:r w:rsidRPr="00A808D7">
              <w:rPr>
                <w:rStyle w:val="Hyperlink"/>
                <w:color w:val="auto"/>
                <w:u w:val="none"/>
              </w:rPr>
              <w:t xml:space="preserve"> </w:t>
            </w:r>
            <w:r w:rsidR="00B20AE7">
              <w:t>[</w:t>
            </w:r>
            <w:r w:rsidRPr="00A808D7">
              <w:t>www.abs.gov.au/ausstats/abs@.nsf/ mf/4235.0] also provide information on educational attainment.</w:t>
            </w:r>
          </w:p>
        </w:tc>
      </w:tr>
      <w:tr w:rsidR="004655B3" w:rsidRPr="00C24F64" w:rsidTr="00DA7D25">
        <w:tblPrEx>
          <w:tblLook w:val="04A0" w:firstRow="1" w:lastRow="0" w:firstColumn="1" w:lastColumn="0" w:noHBand="0" w:noVBand="1"/>
        </w:tblPrEx>
        <w:tc>
          <w:tcPr>
            <w:tcW w:w="1809" w:type="dxa"/>
          </w:tcPr>
          <w:p w:rsidR="004655B3" w:rsidRPr="004655B3" w:rsidRDefault="004655B3" w:rsidP="00DA7D25">
            <w:pPr>
              <w:pStyle w:val="TableBodyText"/>
              <w:jc w:val="both"/>
              <w:rPr>
                <w:b/>
              </w:rPr>
            </w:pPr>
            <w:r w:rsidRPr="004655B3">
              <w:rPr>
                <w:b/>
              </w:rPr>
              <w:t>Interpretability</w:t>
            </w:r>
          </w:p>
        </w:tc>
        <w:tc>
          <w:tcPr>
            <w:tcW w:w="7196" w:type="dxa"/>
          </w:tcPr>
          <w:p w:rsidR="00311D2B" w:rsidRPr="00A808D7" w:rsidRDefault="00311D2B" w:rsidP="003E0E83">
            <w:pPr>
              <w:pStyle w:val="TableBodyText"/>
              <w:spacing w:after="120"/>
              <w:jc w:val="both"/>
            </w:pPr>
            <w:r w:rsidRPr="00A808D7">
              <w:t xml:space="preserve">Information on how to interpret and use the data appropriately is available on the ABS website; see </w:t>
            </w:r>
            <w:r w:rsidRPr="002F3485">
              <w:t>Explanatory Notes</w:t>
            </w:r>
            <w:r w:rsidRPr="00A808D7">
              <w:t xml:space="preserve"> </w:t>
            </w:r>
            <w:r w:rsidR="00DA7D25" w:rsidRPr="002F3485">
              <w:t>[</w:t>
            </w:r>
            <w:r w:rsidRPr="002F3485">
              <w:t>www.abs</w:t>
            </w:r>
            <w:r w:rsidR="00DA7D25" w:rsidRPr="002F3485">
              <w:t>.gov.au</w:t>
            </w:r>
            <w:r w:rsidRPr="002F3485">
              <w:t>/AUSSTATS/abs</w:t>
            </w:r>
            <w:r w:rsidR="00DA7D25" w:rsidRPr="002F3485">
              <w:t xml:space="preserve"> </w:t>
            </w:r>
            <w:r w:rsidRPr="002F3485">
              <w:t>@.nsf/Lookup/6227.0Explanatory%20Notes1May%202009?OpenDocument]</w:t>
            </w:r>
            <w:r w:rsidRPr="00A808D7">
              <w:t xml:space="preserve"> in </w:t>
            </w:r>
            <w:r w:rsidR="00DA7D25">
              <w:t>Education and Work, Australia (C</w:t>
            </w:r>
            <w:r w:rsidRPr="00A808D7">
              <w:t>at.</w:t>
            </w:r>
            <w:r w:rsidRPr="00A808D7">
              <w:rPr>
                <w:rFonts w:eastAsiaTheme="minorHAnsi"/>
              </w:rPr>
              <w:t xml:space="preserve"> no. 6227.0).</w:t>
            </w:r>
          </w:p>
          <w:p w:rsidR="004655B3" w:rsidRPr="00A808D7" w:rsidRDefault="00311D2B" w:rsidP="003E0E83">
            <w:pPr>
              <w:pStyle w:val="TableBodyText"/>
              <w:spacing w:after="120"/>
              <w:jc w:val="both"/>
            </w:pPr>
            <w:r w:rsidRPr="00A808D7">
              <w:t xml:space="preserve">ABS SEIFA indexes are based on data from the Census and measure the socioeconomic status of the area in which a person lives. They do not directly measure the socioeconomic status of individuals or their households. More information on the SEIFA measure of socioeconomic status can be found on the ABS website: </w:t>
            </w:r>
            <w:r w:rsidRPr="002F3485">
              <w:t>www.abs.gov.au</w:t>
            </w:r>
            <w:r w:rsidRPr="00A808D7">
              <w:t>.</w:t>
            </w:r>
          </w:p>
        </w:tc>
      </w:tr>
      <w:tr w:rsidR="004655B3" w:rsidRPr="00C24F64" w:rsidTr="00DA7D25">
        <w:tblPrEx>
          <w:tblLook w:val="04A0" w:firstRow="1" w:lastRow="0" w:firstColumn="1" w:lastColumn="0" w:noHBand="0" w:noVBand="1"/>
        </w:tblPrEx>
        <w:tc>
          <w:tcPr>
            <w:tcW w:w="1809" w:type="dxa"/>
          </w:tcPr>
          <w:p w:rsidR="004655B3" w:rsidRPr="004655B3" w:rsidRDefault="004655B3" w:rsidP="00DA7D25">
            <w:pPr>
              <w:pStyle w:val="TableBodyText"/>
              <w:jc w:val="both"/>
              <w:rPr>
                <w:b/>
              </w:rPr>
            </w:pPr>
            <w:r w:rsidRPr="004655B3">
              <w:rPr>
                <w:b/>
              </w:rPr>
              <w:t>Accessibility</w:t>
            </w:r>
          </w:p>
        </w:tc>
        <w:tc>
          <w:tcPr>
            <w:tcW w:w="7196" w:type="dxa"/>
          </w:tcPr>
          <w:p w:rsidR="00311D2B" w:rsidRPr="00A808D7" w:rsidRDefault="00311D2B" w:rsidP="003E0E83">
            <w:pPr>
              <w:pStyle w:val="TableBodyText"/>
              <w:spacing w:after="120"/>
              <w:jc w:val="both"/>
            </w:pPr>
            <w:r w:rsidRPr="00A808D7">
              <w:t xml:space="preserve">The data for the SEW are available via the ABS website in the publication </w:t>
            </w:r>
            <w:r w:rsidR="002E049F" w:rsidRPr="002F3485">
              <w:t>Education and Work, Australia (C</w:t>
            </w:r>
            <w:r w:rsidRPr="002F3485">
              <w:t>at. no. 6227.0)</w:t>
            </w:r>
            <w:r w:rsidRPr="00A808D7">
              <w:rPr>
                <w:rStyle w:val="Hyperlink"/>
                <w:color w:val="auto"/>
                <w:u w:val="none"/>
              </w:rPr>
              <w:t xml:space="preserve"> </w:t>
            </w:r>
            <w:r w:rsidR="00DA7D25">
              <w:t>[</w:t>
            </w:r>
            <w:r w:rsidR="002E049F">
              <w:t xml:space="preserve">www.abs.gov.au </w:t>
            </w:r>
            <w:r w:rsidRPr="00A808D7">
              <w:t>/AUSSTATS/abs@.nsf/ProductsbyCatalogue/556A439CD3D7E8A8CA257242007B3F32?OpenDocument]. This measure is also released as part of a SEW</w:t>
            </w:r>
            <w:r w:rsidR="00DA7D25">
              <w:t xml:space="preserve"> detailed education data cube (C</w:t>
            </w:r>
            <w:r w:rsidRPr="00A808D7">
              <w:t>at. no. 6227.0.55.003).</w:t>
            </w:r>
          </w:p>
          <w:p w:rsidR="003E0E83" w:rsidRDefault="00311D2B" w:rsidP="003E0E83">
            <w:pPr>
              <w:pStyle w:val="TableBodyText"/>
              <w:spacing w:after="120"/>
              <w:jc w:val="both"/>
            </w:pPr>
            <w:r w:rsidRPr="00A808D7">
              <w:t xml:space="preserve">Additional data are available at cost upon request through the </w:t>
            </w:r>
            <w:r w:rsidRPr="002F3485">
              <w:t>National Information Referral Service</w:t>
            </w:r>
            <w:r w:rsidR="00B20AE7">
              <w:t xml:space="preserve"> (NIRS) [www.abs.gov.au/web</w:t>
            </w:r>
            <w:r w:rsidRPr="00A808D7">
              <w:t>sitedbs/D33</w:t>
            </w:r>
            <w:r w:rsidR="00B20AE7">
              <w:t xml:space="preserve"> </w:t>
            </w:r>
            <w:r w:rsidRPr="00A808D7">
              <w:t>10114.nsf/home/National+Inf</w:t>
            </w:r>
            <w:r w:rsidR="004362A2">
              <w:t>ormation+and+Referral+Service].</w:t>
            </w:r>
          </w:p>
          <w:p w:rsidR="004655B3" w:rsidRPr="00A808D7" w:rsidRDefault="00311D2B" w:rsidP="003E0E83">
            <w:pPr>
              <w:pStyle w:val="TableBodyText"/>
              <w:spacing w:after="120"/>
              <w:jc w:val="both"/>
            </w:pPr>
            <w:r w:rsidRPr="00A808D7">
              <w:t>A Confidentialised Unit Record File (CURF) has been produced for every second cycle of the SEW sin</w:t>
            </w:r>
            <w:r w:rsidR="002E049F">
              <w:t>ce 2001, most recently for 2011</w:t>
            </w:r>
          </w:p>
        </w:tc>
      </w:tr>
    </w:tbl>
    <w:p w:rsidR="004655B3" w:rsidRDefault="004655B3" w:rsidP="00D43889">
      <w:pPr>
        <w:pBdr>
          <w:left w:val="single" w:sz="4" w:space="1" w:color="auto"/>
        </w:pBdr>
      </w:pPr>
      <w:r>
        <w:br w:type="page"/>
      </w:r>
    </w:p>
    <w:p w:rsidR="00311D2B" w:rsidRDefault="00311D2B" w:rsidP="000A3A34">
      <w:pPr>
        <w:pStyle w:val="Heading3"/>
      </w:pPr>
      <w:bookmarkStart w:id="34" w:name="_Ref328392371"/>
      <w:r>
        <w:t>Data Quality Statement — Indicator 2: Proportion of employers satisfied that training meets their needs</w:t>
      </w:r>
      <w:bookmarkEnd w:id="34"/>
    </w:p>
    <w:p w:rsidR="00311D2B" w:rsidRDefault="00311D2B" w:rsidP="000A3A34">
      <w:pPr>
        <w:pStyle w:val="TableBodyText"/>
        <w:jc w:val="left"/>
      </w:pPr>
    </w:p>
    <w:p w:rsidR="00311D2B" w:rsidRDefault="00311D2B" w:rsidP="000A3A34">
      <w:pPr>
        <w:pStyle w:val="TableBodyText"/>
        <w:jc w:val="left"/>
        <w:rPr>
          <w:b/>
        </w:rPr>
      </w:pPr>
      <w:r>
        <w:t xml:space="preserve">This DQS should be read in conjunction with the </w:t>
      </w:r>
      <w:r w:rsidRPr="004655B3">
        <w:rPr>
          <w:b/>
        </w:rPr>
        <w:t xml:space="preserve">Data Quality Statement </w:t>
      </w:r>
      <w:r>
        <w:t>–</w:t>
      </w:r>
      <w:r w:rsidRPr="004655B3">
        <w:rPr>
          <w:b/>
        </w:rPr>
        <w:t xml:space="preserve"> </w:t>
      </w:r>
      <w:r>
        <w:rPr>
          <w:b/>
        </w:rPr>
        <w:t>Survey of Employer Use and Views of the VET System (SEUV)</w:t>
      </w:r>
    </w:p>
    <w:p w:rsidR="00554AD7" w:rsidRDefault="00554AD7" w:rsidP="000A3A34">
      <w:pPr>
        <w:pStyle w:val="TableBodyText"/>
        <w:jc w:val="left"/>
        <w:rPr>
          <w:b/>
        </w:rPr>
      </w:pPr>
    </w:p>
    <w:tbl>
      <w:tblPr>
        <w:tblW w:w="5000" w:type="pct"/>
        <w:tblLook w:val="01E0" w:firstRow="1" w:lastRow="1" w:firstColumn="1" w:lastColumn="1" w:noHBand="0" w:noVBand="0"/>
      </w:tblPr>
      <w:tblGrid>
        <w:gridCol w:w="1860"/>
        <w:gridCol w:w="7145"/>
      </w:tblGrid>
      <w:tr w:rsidR="00311D2B" w:rsidRPr="0043422E" w:rsidTr="00DA7D25">
        <w:tc>
          <w:tcPr>
            <w:tcW w:w="1033" w:type="pct"/>
          </w:tcPr>
          <w:p w:rsidR="00311D2B" w:rsidRPr="00311D2B" w:rsidRDefault="00311D2B" w:rsidP="002E049F">
            <w:pPr>
              <w:pStyle w:val="TableBodyText"/>
              <w:jc w:val="both"/>
              <w:rPr>
                <w:b/>
              </w:rPr>
            </w:pPr>
            <w:r w:rsidRPr="00311D2B">
              <w:rPr>
                <w:b/>
              </w:rPr>
              <w:t>Outcome</w:t>
            </w:r>
          </w:p>
        </w:tc>
        <w:tc>
          <w:tcPr>
            <w:tcW w:w="3967" w:type="pct"/>
          </w:tcPr>
          <w:p w:rsidR="00DA7D25" w:rsidRPr="00CE7CF2" w:rsidRDefault="00A23FAD" w:rsidP="003E0E83">
            <w:pPr>
              <w:pStyle w:val="TableBodyText"/>
              <w:spacing w:after="120"/>
              <w:jc w:val="both"/>
            </w:pPr>
            <w:r>
              <w:t>The skill levels of the working age population are increased to meet the changing needs of the economy</w:t>
            </w:r>
          </w:p>
        </w:tc>
      </w:tr>
      <w:tr w:rsidR="00311D2B" w:rsidRPr="0043422E" w:rsidTr="00DA7D25">
        <w:tc>
          <w:tcPr>
            <w:tcW w:w="1033" w:type="pct"/>
          </w:tcPr>
          <w:p w:rsidR="00311D2B" w:rsidRPr="00311D2B" w:rsidRDefault="00311D2B" w:rsidP="002E049F">
            <w:pPr>
              <w:pStyle w:val="TableBodyText"/>
              <w:jc w:val="both"/>
              <w:rPr>
                <w:b/>
              </w:rPr>
            </w:pPr>
            <w:r w:rsidRPr="00311D2B">
              <w:rPr>
                <w:b/>
              </w:rPr>
              <w:t>Indicator</w:t>
            </w:r>
          </w:p>
        </w:tc>
        <w:tc>
          <w:tcPr>
            <w:tcW w:w="3967" w:type="pct"/>
          </w:tcPr>
          <w:p w:rsidR="00DA7D25" w:rsidRPr="00CE7CF2" w:rsidRDefault="00311D2B" w:rsidP="003E0E83">
            <w:pPr>
              <w:pStyle w:val="TableBodyText"/>
              <w:spacing w:after="120"/>
              <w:jc w:val="both"/>
            </w:pPr>
            <w:r w:rsidRPr="00CE7CF2">
              <w:rPr>
                <w:bCs/>
              </w:rPr>
              <w:t>Employers who are satisfied that training meets their needs</w:t>
            </w:r>
          </w:p>
        </w:tc>
      </w:tr>
      <w:tr w:rsidR="00311D2B" w:rsidRPr="0043422E" w:rsidTr="00DA7D25">
        <w:tc>
          <w:tcPr>
            <w:tcW w:w="1033" w:type="pct"/>
          </w:tcPr>
          <w:p w:rsidR="00311D2B" w:rsidRPr="00311D2B" w:rsidRDefault="00311D2B" w:rsidP="002E049F">
            <w:pPr>
              <w:pStyle w:val="TableBodyText"/>
              <w:jc w:val="both"/>
              <w:rPr>
                <w:b/>
              </w:rPr>
            </w:pPr>
            <w:r w:rsidRPr="00311D2B">
              <w:rPr>
                <w:b/>
              </w:rPr>
              <w:t>Measure (computation)</w:t>
            </w:r>
          </w:p>
        </w:tc>
        <w:tc>
          <w:tcPr>
            <w:tcW w:w="3967" w:type="pct"/>
          </w:tcPr>
          <w:p w:rsidR="00311D2B" w:rsidRPr="00DA7D25" w:rsidRDefault="00311D2B" w:rsidP="003E0E83">
            <w:pPr>
              <w:pStyle w:val="TableBodyText"/>
              <w:spacing w:after="120"/>
              <w:jc w:val="both"/>
            </w:pPr>
            <w:r w:rsidRPr="00DA7D25">
              <w:t xml:space="preserve">Proportion of employers who are satisfied with training as a way of meeting their </w:t>
            </w:r>
            <w:r w:rsidR="00DA7D25">
              <w:t>skill needs by type of training</w:t>
            </w:r>
          </w:p>
          <w:p w:rsidR="00311D2B" w:rsidRPr="001025F9" w:rsidRDefault="00311D2B" w:rsidP="003E0E83">
            <w:pPr>
              <w:pStyle w:val="TableBodyText"/>
              <w:spacing w:after="120"/>
              <w:jc w:val="both"/>
            </w:pPr>
            <w:r w:rsidRPr="001025F9">
              <w:t>The measure is defined as:</w:t>
            </w:r>
          </w:p>
          <w:p w:rsidR="00311D2B" w:rsidRPr="001025F9" w:rsidRDefault="00311D2B" w:rsidP="003E0E83">
            <w:pPr>
              <w:pStyle w:val="TableBodyText"/>
              <w:spacing w:after="120"/>
              <w:jc w:val="both"/>
            </w:pPr>
            <w:r w:rsidRPr="001025F9">
              <w:rPr>
                <w:i/>
                <w:iCs/>
              </w:rPr>
              <w:t xml:space="preserve">Numerator </w:t>
            </w:r>
            <w:r w:rsidRPr="001025F9">
              <w:t>— Employers who reported as being satisfied or very satisfied with the VET system in meeting their skill needs</w:t>
            </w:r>
          </w:p>
          <w:p w:rsidR="00311D2B" w:rsidRPr="001025F9" w:rsidRDefault="00311D2B" w:rsidP="003E0E83">
            <w:pPr>
              <w:pStyle w:val="TableBodyText"/>
              <w:spacing w:after="120"/>
              <w:jc w:val="both"/>
            </w:pPr>
            <w:r w:rsidRPr="001025F9">
              <w:rPr>
                <w:i/>
                <w:iCs/>
              </w:rPr>
              <w:t xml:space="preserve">Denominator </w:t>
            </w:r>
            <w:r w:rsidRPr="001025F9">
              <w:t>— Number of employers engaged with the VET system (less those with the</w:t>
            </w:r>
            <w:r w:rsidR="00DA7D25">
              <w:t xml:space="preserve"> numerator variable not stated)</w:t>
            </w:r>
          </w:p>
          <w:p w:rsidR="00311D2B" w:rsidRPr="001025F9" w:rsidRDefault="00311D2B" w:rsidP="003E0E83">
            <w:pPr>
              <w:pStyle w:val="TableBodyText"/>
              <w:spacing w:after="120"/>
              <w:jc w:val="both"/>
            </w:pPr>
            <w:r w:rsidRPr="001025F9">
              <w:t>An ‘employer’ is defined as an organisation in Australia with at least one employee (in the 12 months preceding the interview). An ‘employee’ is defined as ‘a person working in, or operating from, this organisation including full-time, part-time and casual employees’.</w:t>
            </w:r>
          </w:p>
          <w:p w:rsidR="00311D2B" w:rsidRPr="001025F9" w:rsidRDefault="00311D2B" w:rsidP="003E0E83">
            <w:pPr>
              <w:pStyle w:val="TableBodyText"/>
              <w:spacing w:after="120"/>
              <w:jc w:val="both"/>
            </w:pPr>
            <w:r w:rsidRPr="001025F9">
              <w:t>The measure is calculated separately for the number of employers who in the 12 months preceding the interview:</w:t>
            </w:r>
          </w:p>
          <w:p w:rsidR="00311D2B" w:rsidRPr="001025F9" w:rsidRDefault="00311D2B" w:rsidP="003E0E83">
            <w:pPr>
              <w:pStyle w:val="TableBullet"/>
              <w:spacing w:after="120"/>
              <w:jc w:val="both"/>
            </w:pPr>
            <w:r w:rsidRPr="001025F9">
              <w:t>had employees undertaking apprenticeships/traineeships, or</w:t>
            </w:r>
          </w:p>
          <w:p w:rsidR="00311D2B" w:rsidRPr="001025F9" w:rsidRDefault="00311D2B" w:rsidP="003E0E83">
            <w:pPr>
              <w:pStyle w:val="TableBullet"/>
              <w:spacing w:after="120"/>
              <w:jc w:val="both"/>
            </w:pPr>
            <w:r w:rsidRPr="001025F9">
              <w:t>arranged or provided nationally recognised training (other than apprenticeships /traineeships) for employees, or</w:t>
            </w:r>
          </w:p>
          <w:p w:rsidR="00311D2B" w:rsidRPr="001025F9" w:rsidRDefault="00311D2B" w:rsidP="003E0E83">
            <w:pPr>
              <w:pStyle w:val="TableBullet"/>
              <w:spacing w:after="120"/>
              <w:jc w:val="both"/>
            </w:pPr>
            <w:r w:rsidRPr="001025F9">
              <w:t>had employees with formal vocational qualification</w:t>
            </w:r>
            <w:r w:rsidR="00DA7D25">
              <w:t>s as a requirement of their job</w:t>
            </w:r>
          </w:p>
          <w:p w:rsidR="00311D2B" w:rsidRPr="00DA7D25" w:rsidRDefault="00311D2B" w:rsidP="003E0E83">
            <w:pPr>
              <w:pStyle w:val="TableBodyText"/>
              <w:spacing w:after="120"/>
              <w:jc w:val="both"/>
            </w:pPr>
            <w:r w:rsidRPr="00DA7D25">
              <w:t>Proportion of employers who are satisfied with vocational education and training.</w:t>
            </w:r>
          </w:p>
          <w:p w:rsidR="00311D2B" w:rsidRPr="001025F9" w:rsidRDefault="00311D2B" w:rsidP="003E0E83">
            <w:pPr>
              <w:pStyle w:val="TableBodyText"/>
              <w:spacing w:after="120"/>
              <w:jc w:val="both"/>
            </w:pPr>
            <w:r w:rsidRPr="001025F9">
              <w:t>The measure is defined as:</w:t>
            </w:r>
          </w:p>
          <w:p w:rsidR="00311D2B" w:rsidRPr="001025F9" w:rsidRDefault="00311D2B" w:rsidP="003E0E83">
            <w:pPr>
              <w:pStyle w:val="TableBodyText"/>
              <w:spacing w:after="120"/>
              <w:jc w:val="both"/>
            </w:pPr>
            <w:r w:rsidRPr="001025F9">
              <w:rPr>
                <w:i/>
                <w:iCs/>
              </w:rPr>
              <w:t xml:space="preserve">Numerator </w:t>
            </w:r>
            <w:r w:rsidRPr="001025F9">
              <w:t xml:space="preserve">— Employers engaged with the VET system who were satisfied  with formal vocational qualifications in providing employee(s) with the skills required for their job] </w:t>
            </w:r>
            <w:r w:rsidRPr="001025F9">
              <w:rPr>
                <w:bCs/>
              </w:rPr>
              <w:t xml:space="preserve">(or missing) </w:t>
            </w:r>
            <w:r w:rsidRPr="001025F9">
              <w:t xml:space="preserve">AND satisfied with apprenticeships and/or traineeships in meeting skill needs </w:t>
            </w:r>
            <w:r w:rsidRPr="001025F9">
              <w:rPr>
                <w:bCs/>
              </w:rPr>
              <w:t xml:space="preserve">(or missing) </w:t>
            </w:r>
            <w:r w:rsidRPr="001025F9">
              <w:t xml:space="preserve">AND satisfied with nationally recognised training in providing employee(s) with the skills required for their job </w:t>
            </w:r>
            <w:r w:rsidRPr="001025F9">
              <w:rPr>
                <w:bCs/>
              </w:rPr>
              <w:t>(or missing)</w:t>
            </w:r>
            <w:r w:rsidRPr="001025F9">
              <w:t>.</w:t>
            </w:r>
          </w:p>
          <w:p w:rsidR="00311D2B" w:rsidRPr="001025F9" w:rsidRDefault="00311D2B" w:rsidP="003E0E83">
            <w:pPr>
              <w:pStyle w:val="TableBodyText"/>
              <w:spacing w:after="120"/>
              <w:jc w:val="both"/>
            </w:pPr>
            <w:r w:rsidRPr="001025F9">
              <w:rPr>
                <w:i/>
                <w:iCs/>
              </w:rPr>
              <w:t xml:space="preserve">Denominator </w:t>
            </w:r>
            <w:r w:rsidRPr="001025F9">
              <w:t>— Number of employers engaged with the VET system (less those with the numerator variable not stated )</w:t>
            </w:r>
          </w:p>
          <w:p w:rsidR="00311D2B" w:rsidRPr="001025F9" w:rsidRDefault="00311D2B" w:rsidP="003E0E83">
            <w:pPr>
              <w:pStyle w:val="TableBodyText"/>
              <w:spacing w:after="120"/>
              <w:jc w:val="both"/>
            </w:pPr>
            <w:r w:rsidRPr="001025F9">
              <w:rPr>
                <w:rFonts w:eastAsia="Calibri"/>
              </w:rPr>
              <w:t>‘Missing’ refers to an employer who has not engaged with that aspect of the VET system</w:t>
            </w:r>
          </w:p>
        </w:tc>
      </w:tr>
      <w:tr w:rsidR="00311D2B" w:rsidRPr="0043422E" w:rsidTr="00DA7D25">
        <w:tc>
          <w:tcPr>
            <w:tcW w:w="1033" w:type="pct"/>
          </w:tcPr>
          <w:p w:rsidR="00311D2B" w:rsidRPr="00311D2B" w:rsidRDefault="00311D2B" w:rsidP="002E049F">
            <w:pPr>
              <w:pStyle w:val="TableBodyText"/>
              <w:jc w:val="both"/>
              <w:rPr>
                <w:b/>
              </w:rPr>
            </w:pPr>
            <w:r w:rsidRPr="00311D2B">
              <w:rPr>
                <w:b/>
              </w:rPr>
              <w:t>Data source/s</w:t>
            </w:r>
          </w:p>
        </w:tc>
        <w:tc>
          <w:tcPr>
            <w:tcW w:w="3967" w:type="pct"/>
          </w:tcPr>
          <w:p w:rsidR="00311D2B" w:rsidRPr="0043422E" w:rsidRDefault="00311D2B" w:rsidP="003E0E83">
            <w:pPr>
              <w:pStyle w:val="TableBodyText"/>
              <w:spacing w:after="120"/>
              <w:jc w:val="both"/>
            </w:pPr>
            <w:r w:rsidRPr="0043422E">
              <w:t xml:space="preserve">All data are derived from the </w:t>
            </w:r>
            <w:r w:rsidRPr="0043422E">
              <w:rPr>
                <w:i/>
              </w:rPr>
              <w:t>Survey of Employer Use and Views of the VET System</w:t>
            </w:r>
            <w:r w:rsidRPr="0043422E">
              <w:t xml:space="preserve"> (SEUV), which is a biennial survey. This survey collects information about employers' use and views of the VET system and the various ways employers use the VET system to meet their skill needs.</w:t>
            </w:r>
          </w:p>
        </w:tc>
      </w:tr>
      <w:tr w:rsidR="00311D2B" w:rsidRPr="0043422E" w:rsidTr="00DA7D25">
        <w:tc>
          <w:tcPr>
            <w:tcW w:w="1033" w:type="pct"/>
          </w:tcPr>
          <w:p w:rsidR="00311D2B" w:rsidRPr="00311D2B" w:rsidRDefault="00311D2B" w:rsidP="002E049F">
            <w:pPr>
              <w:pStyle w:val="TableBodyText"/>
              <w:jc w:val="both"/>
              <w:rPr>
                <w:b/>
              </w:rPr>
            </w:pPr>
            <w:r w:rsidRPr="00311D2B">
              <w:rPr>
                <w:b/>
              </w:rPr>
              <w:t>Institutional environment</w:t>
            </w:r>
          </w:p>
        </w:tc>
        <w:tc>
          <w:tcPr>
            <w:tcW w:w="3967" w:type="pct"/>
          </w:tcPr>
          <w:p w:rsidR="00311D2B" w:rsidRPr="00A808D7" w:rsidRDefault="00311D2B" w:rsidP="003E0E83">
            <w:pPr>
              <w:pStyle w:val="TableBodyText"/>
              <w:spacing w:after="120"/>
              <w:jc w:val="both"/>
            </w:pPr>
            <w:r w:rsidRPr="00A808D7">
              <w:t>The National Centre for Vocational Education Research (NCVER) is a not</w:t>
            </w:r>
            <w:r w:rsidR="003E0E83">
              <w:noBreakHyphen/>
            </w:r>
            <w:r w:rsidRPr="00A808D7">
              <w:t>for-profit company owned by the federal, state and territory ministers responsible for training.</w:t>
            </w:r>
          </w:p>
          <w:p w:rsidR="00311D2B" w:rsidRPr="00A808D7" w:rsidRDefault="00311D2B" w:rsidP="003E0E83">
            <w:pPr>
              <w:pStyle w:val="TableBodyText"/>
              <w:spacing w:after="120"/>
              <w:jc w:val="both"/>
            </w:pPr>
            <w:r w:rsidRPr="00A808D7">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311D2B" w:rsidRPr="00A808D7" w:rsidRDefault="00311D2B" w:rsidP="003E0E83">
            <w:pPr>
              <w:pStyle w:val="TableBodyText"/>
              <w:spacing w:after="120"/>
              <w:jc w:val="both"/>
            </w:pPr>
            <w:r w:rsidRPr="00A808D7">
              <w:t>For further information on the NCVER, see</w:t>
            </w:r>
            <w:r w:rsidR="00DA7D25">
              <w:t xml:space="preserve"> [www.ncver.edu.au/who.html]</w:t>
            </w:r>
          </w:p>
        </w:tc>
      </w:tr>
      <w:tr w:rsidR="00311D2B" w:rsidRPr="0043422E" w:rsidTr="00DA7D25">
        <w:tc>
          <w:tcPr>
            <w:tcW w:w="1033" w:type="pct"/>
          </w:tcPr>
          <w:p w:rsidR="00311D2B" w:rsidRPr="00311D2B" w:rsidRDefault="00311D2B" w:rsidP="002E049F">
            <w:pPr>
              <w:pStyle w:val="TableBodyText"/>
              <w:jc w:val="both"/>
              <w:rPr>
                <w:b/>
              </w:rPr>
            </w:pPr>
            <w:r w:rsidRPr="00311D2B">
              <w:rPr>
                <w:b/>
              </w:rPr>
              <w:t>Relevance</w:t>
            </w:r>
          </w:p>
          <w:p w:rsidR="00311D2B" w:rsidRPr="00311D2B" w:rsidRDefault="00311D2B" w:rsidP="002E049F">
            <w:pPr>
              <w:pStyle w:val="TableBodyText"/>
              <w:jc w:val="both"/>
              <w:rPr>
                <w:b/>
              </w:rPr>
            </w:pPr>
          </w:p>
        </w:tc>
        <w:tc>
          <w:tcPr>
            <w:tcW w:w="3967" w:type="pct"/>
          </w:tcPr>
          <w:p w:rsidR="00311D2B" w:rsidRPr="0043422E" w:rsidRDefault="00311D2B" w:rsidP="003E0E83">
            <w:pPr>
              <w:pStyle w:val="TableBodyText"/>
              <w:spacing w:after="120"/>
              <w:jc w:val="both"/>
            </w:pPr>
            <w:r w:rsidRPr="0043422E">
              <w:t>The Survey of Employers’ Use and Views of the VET System collects information on employers’ use and views of the vocational education and training (VET) system.  Data are collected by computer assisted telephone interview.</w:t>
            </w:r>
          </w:p>
          <w:p w:rsidR="00311D2B" w:rsidRPr="0043422E" w:rsidRDefault="00311D2B" w:rsidP="003E0E83">
            <w:pPr>
              <w:pStyle w:val="TableBodyText"/>
              <w:spacing w:after="120"/>
              <w:jc w:val="both"/>
            </w:pPr>
            <w:r w:rsidRPr="0043422E">
              <w:t>Information about the various ways in which Australian employers use the VET system and unaccredited training to meet their skill needs and their satisfaction with these methods of training is also collected.</w:t>
            </w:r>
          </w:p>
          <w:p w:rsidR="00311D2B" w:rsidRPr="0043422E" w:rsidRDefault="00311D2B" w:rsidP="003E0E83">
            <w:pPr>
              <w:pStyle w:val="TableBodyText"/>
              <w:spacing w:after="120"/>
              <w:jc w:val="both"/>
            </w:pPr>
            <w:r w:rsidRPr="0043422E">
              <w:t>The scope of the survey is all organisations in Australia with at least one employee. For this survey, an employee is defined as “a person working in, or operating from, this organisation including full time, part time and casual employees.” An owner/operator is not classed as an employee, regardless of whether they pay themselves a wage.</w:t>
            </w:r>
          </w:p>
          <w:p w:rsidR="00311D2B" w:rsidRPr="0043422E" w:rsidRDefault="00311D2B" w:rsidP="003E0E83">
            <w:pPr>
              <w:pStyle w:val="TableBodyText"/>
              <w:spacing w:after="120"/>
              <w:jc w:val="both"/>
            </w:pPr>
            <w:r w:rsidRPr="0043422E">
              <w:t>The following organisations are out of scope of the survey:</w:t>
            </w:r>
          </w:p>
          <w:p w:rsidR="00311D2B" w:rsidRPr="0043422E" w:rsidRDefault="00C6455F" w:rsidP="003E0E83">
            <w:pPr>
              <w:pStyle w:val="TableBullet"/>
              <w:spacing w:after="120"/>
              <w:jc w:val="both"/>
            </w:pPr>
            <w:r w:rsidRPr="0043422E">
              <w:t>self-employed</w:t>
            </w:r>
            <w:r w:rsidR="00311D2B" w:rsidRPr="0043422E">
              <w:t xml:space="preserve"> and not employing staff</w:t>
            </w:r>
          </w:p>
          <w:p w:rsidR="00311D2B" w:rsidRPr="0043422E" w:rsidRDefault="00311D2B" w:rsidP="003E0E83">
            <w:pPr>
              <w:pStyle w:val="TableBullet"/>
              <w:spacing w:after="120"/>
              <w:jc w:val="both"/>
            </w:pPr>
            <w:r w:rsidRPr="0043422E">
              <w:t>private households employing staff</w:t>
            </w:r>
          </w:p>
          <w:p w:rsidR="00311D2B" w:rsidRPr="0043422E" w:rsidRDefault="00311D2B" w:rsidP="003E0E83">
            <w:pPr>
              <w:pStyle w:val="TableBullet"/>
              <w:spacing w:after="120"/>
              <w:jc w:val="both"/>
            </w:pPr>
            <w:r w:rsidRPr="0043422E">
              <w:t>foreign diplomatic missions</w:t>
            </w:r>
          </w:p>
          <w:p w:rsidR="00311D2B" w:rsidRPr="0043422E" w:rsidRDefault="00311D2B" w:rsidP="003E0E83">
            <w:pPr>
              <w:pStyle w:val="TableBullet"/>
              <w:spacing w:after="120"/>
              <w:jc w:val="both"/>
            </w:pPr>
            <w:r w:rsidRPr="0043422E">
              <w:t>consulates in Australia</w:t>
            </w:r>
          </w:p>
          <w:p w:rsidR="00311D2B" w:rsidRPr="0043422E" w:rsidRDefault="00311D2B" w:rsidP="003E0E83">
            <w:pPr>
              <w:pStyle w:val="TableBullet"/>
              <w:spacing w:after="120"/>
              <w:jc w:val="both"/>
              <w:rPr>
                <w:u w:val="single"/>
              </w:rPr>
            </w:pPr>
            <w:r w:rsidRPr="0043422E">
              <w:t>defence force establishments</w:t>
            </w:r>
          </w:p>
          <w:p w:rsidR="00311D2B" w:rsidRPr="0043422E" w:rsidRDefault="00311D2B" w:rsidP="003E0E83">
            <w:pPr>
              <w:pStyle w:val="TableBullet"/>
              <w:spacing w:after="120"/>
              <w:jc w:val="both"/>
            </w:pPr>
            <w:r w:rsidRPr="0043422E">
              <w:t>superannuation funds.</w:t>
            </w:r>
          </w:p>
        </w:tc>
      </w:tr>
      <w:tr w:rsidR="00311D2B" w:rsidRPr="0043422E" w:rsidTr="00DA7D25">
        <w:tc>
          <w:tcPr>
            <w:tcW w:w="1033" w:type="pct"/>
          </w:tcPr>
          <w:p w:rsidR="00311D2B" w:rsidRPr="00311D2B" w:rsidRDefault="00311D2B" w:rsidP="002E049F">
            <w:pPr>
              <w:pStyle w:val="TableBodyText"/>
              <w:jc w:val="both"/>
              <w:rPr>
                <w:b/>
              </w:rPr>
            </w:pPr>
            <w:r w:rsidRPr="00311D2B">
              <w:rPr>
                <w:b/>
              </w:rPr>
              <w:t>Timeliness</w:t>
            </w:r>
          </w:p>
          <w:p w:rsidR="00311D2B" w:rsidRPr="00311D2B" w:rsidRDefault="00311D2B" w:rsidP="002E049F">
            <w:pPr>
              <w:pStyle w:val="TableBodyText"/>
              <w:jc w:val="both"/>
              <w:rPr>
                <w:b/>
              </w:rPr>
            </w:pPr>
          </w:p>
        </w:tc>
        <w:tc>
          <w:tcPr>
            <w:tcW w:w="3967" w:type="pct"/>
          </w:tcPr>
          <w:p w:rsidR="00311D2B" w:rsidRPr="0043422E" w:rsidRDefault="00311D2B" w:rsidP="003E0E83">
            <w:pPr>
              <w:pStyle w:val="TableBodyText"/>
              <w:spacing w:after="120"/>
              <w:jc w:val="both"/>
            </w:pPr>
            <w:r w:rsidRPr="0043422E">
              <w:t>The Survey of Employers’ Use and Views of the VET System is conducted every second year. The survey is conducted by telephone interview between March and May and the results relate to employers’ training experiences in the 12 months preceding their interview. Results from the 20</w:t>
            </w:r>
            <w:r>
              <w:t>11</w:t>
            </w:r>
            <w:r w:rsidRPr="0043422E">
              <w:t xml:space="preserve"> survey were released on the NCVER website </w:t>
            </w:r>
            <w:r>
              <w:t>o</w:t>
            </w:r>
            <w:r w:rsidRPr="0043422E">
              <w:t xml:space="preserve">n </w:t>
            </w:r>
            <w:r>
              <w:t>1 Novemb</w:t>
            </w:r>
            <w:r w:rsidRPr="0043422E">
              <w:t>er 20</w:t>
            </w:r>
            <w:r>
              <w:t>11</w:t>
            </w:r>
            <w:r w:rsidRPr="0043422E">
              <w:t>.</w:t>
            </w:r>
          </w:p>
        </w:tc>
      </w:tr>
      <w:tr w:rsidR="00311D2B" w:rsidRPr="0043422E" w:rsidTr="00DA7D25">
        <w:tc>
          <w:tcPr>
            <w:tcW w:w="1033" w:type="pct"/>
          </w:tcPr>
          <w:p w:rsidR="00311D2B" w:rsidRPr="00311D2B" w:rsidRDefault="00311D2B" w:rsidP="002E049F">
            <w:pPr>
              <w:pStyle w:val="TableBodyText"/>
              <w:jc w:val="both"/>
              <w:rPr>
                <w:b/>
              </w:rPr>
            </w:pPr>
            <w:r w:rsidRPr="00311D2B">
              <w:rPr>
                <w:b/>
              </w:rPr>
              <w:t>Accuracy</w:t>
            </w:r>
          </w:p>
          <w:p w:rsidR="00311D2B" w:rsidRPr="00311D2B" w:rsidRDefault="00311D2B" w:rsidP="002E049F">
            <w:pPr>
              <w:pStyle w:val="TableBodyText"/>
              <w:jc w:val="both"/>
              <w:rPr>
                <w:b/>
              </w:rPr>
            </w:pPr>
          </w:p>
        </w:tc>
        <w:tc>
          <w:tcPr>
            <w:tcW w:w="3967" w:type="pct"/>
          </w:tcPr>
          <w:p w:rsidR="00311D2B" w:rsidRPr="0043422E" w:rsidRDefault="00311D2B" w:rsidP="003E0E83">
            <w:pPr>
              <w:pStyle w:val="TableBodyText"/>
              <w:spacing w:after="120"/>
              <w:jc w:val="both"/>
            </w:pPr>
            <w:r w:rsidRPr="0043422E">
              <w:t>The survey is designed to produce estimates at the state, industry and employer size levels, with the approximate relative standard errors:</w:t>
            </w:r>
          </w:p>
          <w:p w:rsidR="00311D2B" w:rsidRPr="0043422E" w:rsidRDefault="00311D2B" w:rsidP="003E0E83">
            <w:pPr>
              <w:pStyle w:val="TableBullet"/>
              <w:spacing w:after="120"/>
              <w:jc w:val="both"/>
            </w:pPr>
            <w:r w:rsidRPr="0043422E">
              <w:t>Less than 8</w:t>
            </w:r>
            <w:r w:rsidR="003E0E83">
              <w:t xml:space="preserve"> per cent</w:t>
            </w:r>
            <w:r w:rsidRPr="0043422E">
              <w:t xml:space="preserve"> for state-level estimates</w:t>
            </w:r>
          </w:p>
          <w:p w:rsidR="00311D2B" w:rsidRPr="0043422E" w:rsidRDefault="003E0E83" w:rsidP="003E0E83">
            <w:pPr>
              <w:pStyle w:val="TableBullet"/>
              <w:spacing w:after="120"/>
              <w:jc w:val="both"/>
            </w:pPr>
            <w:r>
              <w:t>Less than 16 per cent</w:t>
            </w:r>
            <w:r w:rsidR="00311D2B" w:rsidRPr="0043422E">
              <w:t xml:space="preserve"> for industry-level estimates</w:t>
            </w:r>
          </w:p>
          <w:p w:rsidR="00311D2B" w:rsidRPr="0043422E" w:rsidRDefault="003E0E83" w:rsidP="003E0E83">
            <w:pPr>
              <w:pStyle w:val="TableBullet"/>
              <w:spacing w:after="120"/>
              <w:jc w:val="both"/>
            </w:pPr>
            <w:r>
              <w:t>Less than 6 per cent</w:t>
            </w:r>
            <w:r w:rsidR="00311D2B" w:rsidRPr="0043422E">
              <w:t xml:space="preserve"> for employer-size level estimates</w:t>
            </w:r>
          </w:p>
          <w:p w:rsidR="00311D2B" w:rsidRPr="0043422E" w:rsidRDefault="00311D2B" w:rsidP="003E0E83">
            <w:pPr>
              <w:pStyle w:val="TableBullet"/>
              <w:spacing w:after="120"/>
              <w:jc w:val="both"/>
            </w:pPr>
            <w:r>
              <w:t>Less than 3</w:t>
            </w:r>
            <w:r w:rsidR="003E0E83">
              <w:t xml:space="preserve"> per cent</w:t>
            </w:r>
            <w:r w:rsidRPr="0043422E">
              <w:t xml:space="preserve"> for Australia level estimates.</w:t>
            </w:r>
          </w:p>
          <w:p w:rsidR="00311D2B" w:rsidRPr="0043422E" w:rsidRDefault="00311D2B" w:rsidP="003E0E83">
            <w:pPr>
              <w:pStyle w:val="TableBodyText"/>
              <w:spacing w:after="120"/>
              <w:jc w:val="both"/>
              <w:rPr>
                <w:b/>
              </w:rPr>
            </w:pPr>
            <w:r w:rsidRPr="0043422E">
              <w:t>Employers in scope of the survey were randomly selected and stratified by:</w:t>
            </w:r>
          </w:p>
          <w:p w:rsidR="00311D2B" w:rsidRPr="0043422E" w:rsidRDefault="00311D2B" w:rsidP="003E0E83">
            <w:pPr>
              <w:pStyle w:val="TableBodyText"/>
              <w:spacing w:after="120"/>
              <w:jc w:val="both"/>
            </w:pPr>
            <w:r w:rsidRPr="0043422E">
              <w:t>State (each of the 8 states and territories)</w:t>
            </w:r>
          </w:p>
          <w:p w:rsidR="00311D2B" w:rsidRPr="0043422E" w:rsidRDefault="00311D2B" w:rsidP="003E0E83">
            <w:pPr>
              <w:pStyle w:val="TableBodyText"/>
              <w:spacing w:after="120"/>
              <w:jc w:val="both"/>
              <w:rPr>
                <w:bCs/>
              </w:rPr>
            </w:pPr>
            <w:r w:rsidRPr="0043422E">
              <w:t xml:space="preserve">Industry </w:t>
            </w:r>
            <w:r w:rsidRPr="0043422E">
              <w:rPr>
                <w:bCs/>
              </w:rPr>
              <w:t>(1</w:t>
            </w:r>
            <w:r>
              <w:rPr>
                <w:bCs/>
              </w:rPr>
              <w:t>9</w:t>
            </w:r>
            <w:r w:rsidRPr="0043422E">
              <w:rPr>
                <w:bCs/>
              </w:rPr>
              <w:t xml:space="preserve"> ANZSIC divisions)</w:t>
            </w:r>
          </w:p>
          <w:p w:rsidR="00311D2B" w:rsidRPr="0043422E" w:rsidRDefault="00311D2B" w:rsidP="003E0E83">
            <w:pPr>
              <w:pStyle w:val="TableBodyText"/>
              <w:spacing w:after="120"/>
              <w:jc w:val="both"/>
              <w:rPr>
                <w:bCs/>
              </w:rPr>
            </w:pPr>
            <w:r w:rsidRPr="0043422E">
              <w:t>Employer size</w:t>
            </w:r>
            <w:r w:rsidRPr="0043422E">
              <w:rPr>
                <w:b/>
              </w:rPr>
              <w:t xml:space="preserve"> </w:t>
            </w:r>
            <w:r w:rsidRPr="0043422E">
              <w:rPr>
                <w:bCs/>
              </w:rPr>
              <w:t>(small = 1-9 employees, medium = 10-99 employees, large = 100 or more employees).</w:t>
            </w:r>
          </w:p>
          <w:p w:rsidR="00311D2B" w:rsidRPr="0043422E" w:rsidRDefault="00311D2B" w:rsidP="003E0E83">
            <w:pPr>
              <w:pStyle w:val="TableBodyText"/>
              <w:spacing w:after="120"/>
              <w:jc w:val="both"/>
            </w:pPr>
            <w:r w:rsidRPr="0043422E">
              <w:t>Potential sources of error in survey data include failure to complete the survey or failure to answer every applicable question. Neither of these sources of error is considered, by NCVER, to hav</w:t>
            </w:r>
            <w:r w:rsidR="004362A2">
              <w:t>e affected the quality of data.</w:t>
            </w:r>
          </w:p>
          <w:p w:rsidR="00311D2B" w:rsidRPr="0043422E" w:rsidRDefault="00311D2B" w:rsidP="003E0E83">
            <w:pPr>
              <w:pStyle w:val="TableBodyText"/>
              <w:spacing w:after="120"/>
              <w:jc w:val="both"/>
            </w:pPr>
            <w:r w:rsidRPr="0043422E">
              <w:t>In 20</w:t>
            </w:r>
            <w:r>
              <w:t>11</w:t>
            </w:r>
            <w:r w:rsidRPr="0043422E">
              <w:t xml:space="preserve">, a total of </w:t>
            </w:r>
            <w:r>
              <w:t>7 500</w:t>
            </w:r>
            <w:r w:rsidRPr="0043422E">
              <w:t xml:space="preserve"> interviews were conducted. Response rates to the 20</w:t>
            </w:r>
            <w:r>
              <w:t>11</w:t>
            </w:r>
            <w:r w:rsidRPr="0043422E">
              <w:t xml:space="preserve"> survey are shown in table 1.</w:t>
            </w:r>
          </w:p>
          <w:p w:rsidR="00311D2B" w:rsidRPr="0043422E" w:rsidRDefault="00311D2B" w:rsidP="003E0E83">
            <w:pPr>
              <w:pStyle w:val="TableBodyText"/>
              <w:spacing w:after="120"/>
              <w:jc w:val="both"/>
              <w:rPr>
                <w:rFonts w:cs="Arial"/>
                <w:b/>
                <w:sz w:val="17"/>
                <w:szCs w:val="17"/>
              </w:rPr>
            </w:pPr>
            <w:r w:rsidRPr="0043422E">
              <w:rPr>
                <w:rFonts w:cs="Arial"/>
                <w:b/>
                <w:sz w:val="17"/>
                <w:szCs w:val="17"/>
              </w:rPr>
              <w:t>Table 1: Response rates to the 20</w:t>
            </w:r>
            <w:r>
              <w:rPr>
                <w:rFonts w:cs="Arial"/>
                <w:b/>
                <w:sz w:val="17"/>
                <w:szCs w:val="17"/>
              </w:rPr>
              <w:t>11</w:t>
            </w:r>
            <w:r w:rsidRPr="0043422E">
              <w:rPr>
                <w:rFonts w:cs="Arial"/>
                <w:b/>
                <w:sz w:val="17"/>
                <w:szCs w:val="17"/>
              </w:rPr>
              <w:t xml:space="preserve"> Survey of Employers’ Use and Views of VET by state</w:t>
            </w:r>
          </w:p>
          <w:tbl>
            <w:tblPr>
              <w:tblW w:w="2942" w:type="pct"/>
              <w:tblBorders>
                <w:top w:val="single" w:sz="4" w:space="0" w:color="auto"/>
                <w:bottom w:val="single" w:sz="4" w:space="0" w:color="auto"/>
              </w:tblBorders>
              <w:tblLook w:val="01E0" w:firstRow="1" w:lastRow="1" w:firstColumn="1" w:lastColumn="1" w:noHBand="0" w:noVBand="0"/>
            </w:tblPr>
            <w:tblGrid>
              <w:gridCol w:w="2281"/>
              <w:gridCol w:w="1796"/>
            </w:tblGrid>
            <w:tr w:rsidR="00311D2B" w:rsidRPr="0043422E" w:rsidTr="00772CE4">
              <w:trPr>
                <w:trHeight w:val="170"/>
              </w:trPr>
              <w:tc>
                <w:tcPr>
                  <w:tcW w:w="2798" w:type="pct"/>
                  <w:tcBorders>
                    <w:top w:val="single" w:sz="4" w:space="0" w:color="auto"/>
                    <w:left w:val="nil"/>
                    <w:bottom w:val="single" w:sz="4" w:space="0" w:color="auto"/>
                  </w:tcBorders>
                </w:tcPr>
                <w:p w:rsidR="00311D2B" w:rsidRPr="0043422E" w:rsidRDefault="00311D2B" w:rsidP="003E0E83">
                  <w:pPr>
                    <w:pStyle w:val="TableBodyText"/>
                    <w:spacing w:after="120"/>
                    <w:jc w:val="both"/>
                    <w:rPr>
                      <w:rFonts w:cs="Arial"/>
                      <w:b/>
                      <w:sz w:val="16"/>
                      <w:szCs w:val="16"/>
                    </w:rPr>
                  </w:pPr>
                  <w:r w:rsidRPr="0043422E">
                    <w:rPr>
                      <w:rFonts w:cs="Arial"/>
                      <w:b/>
                      <w:sz w:val="16"/>
                      <w:szCs w:val="16"/>
                    </w:rPr>
                    <w:t>State/Territory</w:t>
                  </w:r>
                </w:p>
              </w:tc>
              <w:tc>
                <w:tcPr>
                  <w:tcW w:w="2202" w:type="pct"/>
                  <w:tcBorders>
                    <w:top w:val="single" w:sz="4" w:space="0" w:color="auto"/>
                    <w:bottom w:val="single" w:sz="4" w:space="0" w:color="auto"/>
                  </w:tcBorders>
                </w:tcPr>
                <w:p w:rsidR="00311D2B" w:rsidRPr="0043422E" w:rsidRDefault="00311D2B" w:rsidP="003E0E83">
                  <w:pPr>
                    <w:pStyle w:val="TableBodyText"/>
                    <w:spacing w:after="120"/>
                    <w:jc w:val="both"/>
                    <w:rPr>
                      <w:rFonts w:cs="Arial"/>
                      <w:b/>
                      <w:sz w:val="16"/>
                      <w:szCs w:val="16"/>
                    </w:rPr>
                  </w:pPr>
                  <w:r w:rsidRPr="0043422E">
                    <w:rPr>
                      <w:rFonts w:cs="Arial"/>
                      <w:b/>
                      <w:sz w:val="16"/>
                      <w:szCs w:val="16"/>
                    </w:rPr>
                    <w:t>Response rate (%)</w:t>
                  </w:r>
                </w:p>
              </w:tc>
            </w:tr>
            <w:tr w:rsidR="00311D2B" w:rsidRPr="0043422E" w:rsidTr="00772CE4">
              <w:trPr>
                <w:trHeight w:val="170"/>
              </w:trPr>
              <w:tc>
                <w:tcPr>
                  <w:tcW w:w="2798" w:type="pct"/>
                  <w:tcBorders>
                    <w:top w:val="single" w:sz="4" w:space="0" w:color="auto"/>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New South Wales</w:t>
                  </w:r>
                </w:p>
              </w:tc>
              <w:tc>
                <w:tcPr>
                  <w:tcW w:w="2202" w:type="pct"/>
                  <w:tcBorders>
                    <w:top w:val="single" w:sz="4" w:space="0" w:color="auto"/>
                  </w:tcBorders>
                </w:tcPr>
                <w:p w:rsidR="00311D2B" w:rsidRPr="00363CF1" w:rsidRDefault="00311D2B" w:rsidP="003E0E83">
                  <w:pPr>
                    <w:pStyle w:val="TableBodyText"/>
                    <w:spacing w:after="120"/>
                    <w:jc w:val="both"/>
                  </w:pPr>
                  <w:r w:rsidRPr="00363CF1">
                    <w:t>69.1</w:t>
                  </w:r>
                </w:p>
              </w:tc>
            </w:tr>
            <w:tr w:rsidR="00311D2B" w:rsidRPr="0043422E" w:rsidTr="00772CE4">
              <w:trPr>
                <w:trHeight w:val="170"/>
              </w:trPr>
              <w:tc>
                <w:tcPr>
                  <w:tcW w:w="2798" w:type="pct"/>
                  <w:tcBorders>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Victoria</w:t>
                  </w:r>
                </w:p>
              </w:tc>
              <w:tc>
                <w:tcPr>
                  <w:tcW w:w="2202" w:type="pct"/>
                </w:tcPr>
                <w:p w:rsidR="00311D2B" w:rsidRPr="00363CF1" w:rsidRDefault="00311D2B" w:rsidP="003E0E83">
                  <w:pPr>
                    <w:pStyle w:val="TableBodyText"/>
                    <w:spacing w:after="120"/>
                    <w:jc w:val="both"/>
                  </w:pPr>
                  <w:r w:rsidRPr="00363CF1">
                    <w:t>66.9</w:t>
                  </w:r>
                </w:p>
              </w:tc>
            </w:tr>
            <w:tr w:rsidR="00311D2B" w:rsidRPr="0043422E" w:rsidTr="00772CE4">
              <w:trPr>
                <w:trHeight w:val="170"/>
              </w:trPr>
              <w:tc>
                <w:tcPr>
                  <w:tcW w:w="2798" w:type="pct"/>
                  <w:tcBorders>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Queensland</w:t>
                  </w:r>
                </w:p>
              </w:tc>
              <w:tc>
                <w:tcPr>
                  <w:tcW w:w="2202" w:type="pct"/>
                </w:tcPr>
                <w:p w:rsidR="00311D2B" w:rsidRPr="00363CF1" w:rsidRDefault="00311D2B" w:rsidP="003E0E83">
                  <w:pPr>
                    <w:pStyle w:val="TableBodyText"/>
                    <w:spacing w:after="120"/>
                    <w:jc w:val="both"/>
                  </w:pPr>
                  <w:r w:rsidRPr="00363CF1">
                    <w:t>69.4</w:t>
                  </w:r>
                </w:p>
              </w:tc>
            </w:tr>
            <w:tr w:rsidR="00311D2B" w:rsidRPr="0043422E" w:rsidTr="00772CE4">
              <w:trPr>
                <w:trHeight w:val="170"/>
              </w:trPr>
              <w:tc>
                <w:tcPr>
                  <w:tcW w:w="2798" w:type="pct"/>
                  <w:tcBorders>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South Australia</w:t>
                  </w:r>
                </w:p>
              </w:tc>
              <w:tc>
                <w:tcPr>
                  <w:tcW w:w="2202" w:type="pct"/>
                </w:tcPr>
                <w:p w:rsidR="00311D2B" w:rsidRPr="00363CF1" w:rsidRDefault="00311D2B" w:rsidP="003E0E83">
                  <w:pPr>
                    <w:pStyle w:val="TableBodyText"/>
                    <w:spacing w:after="120"/>
                    <w:jc w:val="both"/>
                  </w:pPr>
                  <w:r w:rsidRPr="00363CF1">
                    <w:t>72.2</w:t>
                  </w:r>
                </w:p>
              </w:tc>
            </w:tr>
            <w:tr w:rsidR="00311D2B" w:rsidRPr="0043422E" w:rsidTr="00772CE4">
              <w:trPr>
                <w:trHeight w:val="170"/>
              </w:trPr>
              <w:tc>
                <w:tcPr>
                  <w:tcW w:w="2798" w:type="pct"/>
                  <w:tcBorders>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Western Australia</w:t>
                  </w:r>
                </w:p>
              </w:tc>
              <w:tc>
                <w:tcPr>
                  <w:tcW w:w="2202" w:type="pct"/>
                </w:tcPr>
                <w:p w:rsidR="00311D2B" w:rsidRPr="00363CF1" w:rsidRDefault="00311D2B" w:rsidP="003E0E83">
                  <w:pPr>
                    <w:pStyle w:val="TableBodyText"/>
                    <w:spacing w:after="120"/>
                    <w:jc w:val="both"/>
                  </w:pPr>
                  <w:r w:rsidRPr="00363CF1">
                    <w:t>73.0</w:t>
                  </w:r>
                </w:p>
              </w:tc>
            </w:tr>
            <w:tr w:rsidR="00311D2B" w:rsidRPr="0043422E" w:rsidTr="00772CE4">
              <w:trPr>
                <w:trHeight w:val="170"/>
              </w:trPr>
              <w:tc>
                <w:tcPr>
                  <w:tcW w:w="2798" w:type="pct"/>
                  <w:tcBorders>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Tasmania</w:t>
                  </w:r>
                </w:p>
              </w:tc>
              <w:tc>
                <w:tcPr>
                  <w:tcW w:w="2202" w:type="pct"/>
                </w:tcPr>
                <w:p w:rsidR="00311D2B" w:rsidRPr="00363CF1" w:rsidRDefault="00311D2B" w:rsidP="003E0E83">
                  <w:pPr>
                    <w:pStyle w:val="TableBodyText"/>
                    <w:spacing w:after="120"/>
                    <w:jc w:val="both"/>
                  </w:pPr>
                  <w:r w:rsidRPr="00363CF1">
                    <w:t>78.1</w:t>
                  </w:r>
                </w:p>
              </w:tc>
            </w:tr>
            <w:tr w:rsidR="00311D2B" w:rsidRPr="0043422E" w:rsidTr="00772CE4">
              <w:trPr>
                <w:trHeight w:val="170"/>
              </w:trPr>
              <w:tc>
                <w:tcPr>
                  <w:tcW w:w="2798" w:type="pct"/>
                  <w:tcBorders>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Northern Territory</w:t>
                  </w:r>
                </w:p>
              </w:tc>
              <w:tc>
                <w:tcPr>
                  <w:tcW w:w="2202" w:type="pct"/>
                </w:tcPr>
                <w:p w:rsidR="00311D2B" w:rsidRPr="00363CF1" w:rsidRDefault="00311D2B" w:rsidP="003E0E83">
                  <w:pPr>
                    <w:pStyle w:val="TableBodyText"/>
                    <w:spacing w:after="120"/>
                    <w:jc w:val="both"/>
                  </w:pPr>
                  <w:r w:rsidRPr="00363CF1">
                    <w:t>81.6</w:t>
                  </w:r>
                </w:p>
              </w:tc>
            </w:tr>
            <w:tr w:rsidR="00311D2B" w:rsidRPr="0043422E" w:rsidTr="00772CE4">
              <w:trPr>
                <w:trHeight w:val="170"/>
              </w:trPr>
              <w:tc>
                <w:tcPr>
                  <w:tcW w:w="2798" w:type="pct"/>
                  <w:tcBorders>
                    <w:left w:val="nil"/>
                  </w:tcBorders>
                </w:tcPr>
                <w:p w:rsidR="00311D2B" w:rsidRPr="0043422E" w:rsidRDefault="00311D2B" w:rsidP="003E0E83">
                  <w:pPr>
                    <w:pStyle w:val="TableBodyText"/>
                    <w:spacing w:after="120"/>
                    <w:jc w:val="both"/>
                    <w:rPr>
                      <w:rFonts w:cs="Arial"/>
                      <w:sz w:val="16"/>
                      <w:szCs w:val="16"/>
                    </w:rPr>
                  </w:pPr>
                  <w:r w:rsidRPr="0043422E">
                    <w:rPr>
                      <w:rFonts w:cs="Arial"/>
                      <w:sz w:val="16"/>
                      <w:szCs w:val="16"/>
                    </w:rPr>
                    <w:t>Australian Capital Territory</w:t>
                  </w:r>
                </w:p>
              </w:tc>
              <w:tc>
                <w:tcPr>
                  <w:tcW w:w="2202" w:type="pct"/>
                </w:tcPr>
                <w:p w:rsidR="00311D2B" w:rsidRPr="00363CF1" w:rsidRDefault="00311D2B" w:rsidP="003E0E83">
                  <w:pPr>
                    <w:pStyle w:val="TableBodyText"/>
                    <w:spacing w:after="120"/>
                    <w:jc w:val="both"/>
                  </w:pPr>
                  <w:r w:rsidRPr="00363CF1">
                    <w:t>76.5</w:t>
                  </w:r>
                </w:p>
              </w:tc>
            </w:tr>
            <w:tr w:rsidR="00311D2B" w:rsidRPr="0043422E" w:rsidTr="00772CE4">
              <w:trPr>
                <w:trHeight w:val="170"/>
              </w:trPr>
              <w:tc>
                <w:tcPr>
                  <w:tcW w:w="2798" w:type="pct"/>
                  <w:tcBorders>
                    <w:left w:val="nil"/>
                    <w:bottom w:val="single" w:sz="4" w:space="0" w:color="auto"/>
                  </w:tcBorders>
                </w:tcPr>
                <w:p w:rsidR="00311D2B" w:rsidRPr="0043422E" w:rsidRDefault="00311D2B" w:rsidP="003E0E83">
                  <w:pPr>
                    <w:pStyle w:val="TableBodyText"/>
                    <w:spacing w:after="120"/>
                    <w:jc w:val="both"/>
                    <w:rPr>
                      <w:rFonts w:cs="Arial"/>
                      <w:b/>
                      <w:sz w:val="16"/>
                      <w:szCs w:val="16"/>
                    </w:rPr>
                  </w:pPr>
                  <w:r w:rsidRPr="0043422E">
                    <w:rPr>
                      <w:rFonts w:cs="Arial"/>
                      <w:b/>
                      <w:sz w:val="16"/>
                      <w:szCs w:val="16"/>
                    </w:rPr>
                    <w:t>Australia</w:t>
                  </w:r>
                </w:p>
              </w:tc>
              <w:tc>
                <w:tcPr>
                  <w:tcW w:w="2202" w:type="pct"/>
                  <w:tcBorders>
                    <w:bottom w:val="single" w:sz="4" w:space="0" w:color="auto"/>
                  </w:tcBorders>
                </w:tcPr>
                <w:p w:rsidR="00311D2B" w:rsidRPr="00363CF1" w:rsidRDefault="00311D2B" w:rsidP="003E0E83">
                  <w:pPr>
                    <w:pStyle w:val="TableBodyText"/>
                    <w:spacing w:after="120"/>
                    <w:jc w:val="both"/>
                    <w:rPr>
                      <w:b/>
                      <w:bCs/>
                    </w:rPr>
                  </w:pPr>
                  <w:r w:rsidRPr="00363CF1">
                    <w:rPr>
                      <w:b/>
                      <w:bCs/>
                    </w:rPr>
                    <w:t>71.0</w:t>
                  </w:r>
                </w:p>
              </w:tc>
            </w:tr>
          </w:tbl>
          <w:p w:rsidR="00311D2B" w:rsidRPr="0043422E" w:rsidRDefault="00311D2B" w:rsidP="003E0E83">
            <w:pPr>
              <w:pStyle w:val="TableBodyText"/>
              <w:spacing w:after="120"/>
              <w:jc w:val="both"/>
            </w:pPr>
            <w:r w:rsidRPr="0043422E">
              <w:t>The indicator has acceptable (less than 25%) relative standard errors (RSEs).</w:t>
            </w:r>
          </w:p>
        </w:tc>
      </w:tr>
      <w:tr w:rsidR="00311D2B" w:rsidRPr="0043422E" w:rsidTr="00DA7D25">
        <w:tc>
          <w:tcPr>
            <w:tcW w:w="1033" w:type="pct"/>
          </w:tcPr>
          <w:p w:rsidR="00311D2B" w:rsidRPr="00311D2B" w:rsidRDefault="00311D2B" w:rsidP="002E049F">
            <w:pPr>
              <w:pStyle w:val="TableBodyText"/>
              <w:jc w:val="both"/>
              <w:rPr>
                <w:b/>
              </w:rPr>
            </w:pPr>
            <w:r w:rsidRPr="00311D2B">
              <w:rPr>
                <w:b/>
              </w:rPr>
              <w:t>Coherence</w:t>
            </w:r>
          </w:p>
          <w:p w:rsidR="00311D2B" w:rsidRPr="00311D2B" w:rsidRDefault="00311D2B" w:rsidP="002E049F">
            <w:pPr>
              <w:pStyle w:val="TableBodyText"/>
              <w:jc w:val="both"/>
              <w:rPr>
                <w:b/>
              </w:rPr>
            </w:pPr>
          </w:p>
        </w:tc>
        <w:tc>
          <w:tcPr>
            <w:tcW w:w="3967" w:type="pct"/>
          </w:tcPr>
          <w:p w:rsidR="00311D2B" w:rsidRPr="0043422E" w:rsidRDefault="00311D2B" w:rsidP="003E0E83">
            <w:pPr>
              <w:pStyle w:val="TableBodyText"/>
              <w:spacing w:after="120"/>
              <w:jc w:val="both"/>
            </w:pPr>
            <w:r w:rsidRPr="0043422E">
              <w:t xml:space="preserve">This is the </w:t>
            </w:r>
            <w:r>
              <w:t>fourth</w:t>
            </w:r>
            <w:r w:rsidRPr="0043422E">
              <w:t xml:space="preserve"> time the survey has been conducted in this form.  Previous surveys were conducted in 2005</w:t>
            </w:r>
            <w:r>
              <w:t>,</w:t>
            </w:r>
            <w:r w:rsidRPr="0043422E">
              <w:t xml:space="preserve"> 2007</w:t>
            </w:r>
            <w:r>
              <w:t xml:space="preserve"> and 2009</w:t>
            </w:r>
            <w:r w:rsidRPr="0043422E">
              <w:t>. The majority of data items in the 20</w:t>
            </w:r>
            <w:r>
              <w:t>11</w:t>
            </w:r>
            <w:r w:rsidRPr="0043422E">
              <w:t xml:space="preserve"> survey are directly comparable with those of the previous t</w:t>
            </w:r>
            <w:r>
              <w:t>hree</w:t>
            </w:r>
            <w:r w:rsidRPr="0043422E">
              <w:t xml:space="preserve"> surveys.</w:t>
            </w:r>
          </w:p>
        </w:tc>
      </w:tr>
      <w:tr w:rsidR="00311D2B" w:rsidRPr="0043422E" w:rsidTr="00DA7D25">
        <w:tc>
          <w:tcPr>
            <w:tcW w:w="1033" w:type="pct"/>
          </w:tcPr>
          <w:p w:rsidR="00311D2B" w:rsidRPr="00311D2B" w:rsidRDefault="00311D2B" w:rsidP="002E049F">
            <w:pPr>
              <w:pStyle w:val="TableBodyText"/>
              <w:jc w:val="both"/>
              <w:rPr>
                <w:b/>
              </w:rPr>
            </w:pPr>
            <w:r w:rsidRPr="00311D2B">
              <w:rPr>
                <w:b/>
              </w:rPr>
              <w:t>Accessibility</w:t>
            </w:r>
          </w:p>
          <w:p w:rsidR="00311D2B" w:rsidRPr="00311D2B" w:rsidRDefault="00311D2B" w:rsidP="002E049F">
            <w:pPr>
              <w:pStyle w:val="TableBodyText"/>
              <w:jc w:val="both"/>
              <w:rPr>
                <w:b/>
              </w:rPr>
            </w:pPr>
          </w:p>
        </w:tc>
        <w:tc>
          <w:tcPr>
            <w:tcW w:w="3967" w:type="pct"/>
          </w:tcPr>
          <w:p w:rsidR="00311D2B" w:rsidRPr="00A808D7" w:rsidRDefault="00311D2B" w:rsidP="003E0E83">
            <w:pPr>
              <w:pStyle w:val="TableBodyText"/>
              <w:spacing w:after="120"/>
              <w:jc w:val="both"/>
            </w:pPr>
            <w:r w:rsidRPr="00A808D7">
              <w:t xml:space="preserve">Results of the survey are available free of charge on NCVER’s website at: </w:t>
            </w:r>
            <w:r w:rsidR="00B20AE7" w:rsidRPr="002F3485">
              <w:t>[</w:t>
            </w:r>
            <w:r w:rsidRPr="002F3485">
              <w:t>www.ncver.edu.au/statistic/21066.html</w:t>
            </w:r>
            <w:r w:rsidR="00B20AE7">
              <w:t>].</w:t>
            </w:r>
            <w:r w:rsidRPr="00A808D7">
              <w:t xml:space="preserve"> Requests for more detailed statistical information or further information about the Survey of Employers’ Use and Views of the VET System can be made to: </w:t>
            </w:r>
          </w:p>
          <w:p w:rsidR="00311D2B" w:rsidRPr="00A808D7" w:rsidRDefault="00311D2B" w:rsidP="003E0E83">
            <w:pPr>
              <w:pStyle w:val="TableBodyText"/>
              <w:spacing w:after="120"/>
              <w:jc w:val="both"/>
            </w:pPr>
            <w:r w:rsidRPr="00A808D7">
              <w:t xml:space="preserve">NCVER on (08) 8230 8400 or </w:t>
            </w:r>
            <w:r w:rsidRPr="002F3485">
              <w:t>surveys_req@ncver.edu.au</w:t>
            </w:r>
          </w:p>
          <w:p w:rsidR="00311D2B" w:rsidRPr="00A808D7" w:rsidRDefault="00311D2B" w:rsidP="003E0E83">
            <w:pPr>
              <w:pStyle w:val="TableBodyText"/>
              <w:spacing w:after="120"/>
              <w:jc w:val="both"/>
            </w:pPr>
            <w:r w:rsidRPr="00A808D7">
              <w:t xml:space="preserve">A charge will be generally made by the NCVER for more complex requests for information. See NCVER’s fees and charges policy at </w:t>
            </w:r>
            <w:r w:rsidR="00B20AE7" w:rsidRPr="002F3485">
              <w:t>[</w:t>
            </w:r>
            <w:r w:rsidRPr="002F3485">
              <w:t>www.ncver.edu.au/statistic/21075.html</w:t>
            </w:r>
            <w:r w:rsidR="00B20AE7">
              <w:rPr>
                <w:rStyle w:val="Hyperlink"/>
                <w:color w:val="auto"/>
                <w:u w:val="none"/>
              </w:rPr>
              <w:t>]</w:t>
            </w:r>
          </w:p>
        </w:tc>
      </w:tr>
      <w:tr w:rsidR="00311D2B" w:rsidRPr="0043422E" w:rsidTr="00DA7D25">
        <w:tc>
          <w:tcPr>
            <w:tcW w:w="1033" w:type="pct"/>
          </w:tcPr>
          <w:p w:rsidR="00311D2B" w:rsidRPr="00311D2B" w:rsidRDefault="00311D2B" w:rsidP="002E049F">
            <w:pPr>
              <w:pStyle w:val="TableBodyText"/>
              <w:jc w:val="both"/>
              <w:rPr>
                <w:b/>
              </w:rPr>
            </w:pPr>
            <w:r w:rsidRPr="00311D2B">
              <w:rPr>
                <w:b/>
              </w:rPr>
              <w:t>Interpretability</w:t>
            </w:r>
          </w:p>
          <w:p w:rsidR="00311D2B" w:rsidRPr="00311D2B" w:rsidRDefault="00311D2B" w:rsidP="002E049F">
            <w:pPr>
              <w:pStyle w:val="TableBodyText"/>
              <w:jc w:val="both"/>
              <w:rPr>
                <w:b/>
              </w:rPr>
            </w:pPr>
          </w:p>
        </w:tc>
        <w:tc>
          <w:tcPr>
            <w:tcW w:w="3967" w:type="pct"/>
          </w:tcPr>
          <w:p w:rsidR="00311D2B" w:rsidRPr="0043422E" w:rsidRDefault="00311D2B" w:rsidP="003E0E83">
            <w:pPr>
              <w:pStyle w:val="TableBodyText"/>
              <w:spacing w:after="120"/>
              <w:jc w:val="both"/>
            </w:pPr>
            <w:r w:rsidRPr="0043422E">
              <w:t>To aid interpretation of the data, information on the Survey of Employers’ Use and Views of the VET System is available on the NCVER website.</w:t>
            </w:r>
          </w:p>
          <w:p w:rsidR="00311D2B" w:rsidRPr="0043422E" w:rsidRDefault="00311D2B" w:rsidP="003E0E83">
            <w:pPr>
              <w:pStyle w:val="TableBodyText"/>
              <w:spacing w:after="120"/>
              <w:jc w:val="both"/>
            </w:pPr>
            <w:r w:rsidRPr="0043422E">
              <w:t>The survey uses the Australian and New Zealand Standard I</w:t>
            </w:r>
            <w:r w:rsidR="00DA7D25">
              <w:t>ndustry Classification (ANZSIC)</w:t>
            </w:r>
          </w:p>
        </w:tc>
      </w:tr>
    </w:tbl>
    <w:p w:rsidR="004655B3" w:rsidRDefault="004655B3" w:rsidP="00D43889">
      <w:pPr>
        <w:pBdr>
          <w:left w:val="single" w:sz="4" w:space="1" w:color="auto"/>
        </w:pBdr>
      </w:pPr>
      <w:r>
        <w:br w:type="page"/>
      </w:r>
    </w:p>
    <w:p w:rsidR="00554AD7" w:rsidRDefault="00554AD7" w:rsidP="00B936EF">
      <w:pPr>
        <w:pStyle w:val="Heading3"/>
      </w:pPr>
      <w:bookmarkStart w:id="35" w:name="_Ref328392384"/>
      <w:r>
        <w:t xml:space="preserve">Data Quality Statement — Indicator 4: Proportion of </w:t>
      </w:r>
      <w:r w:rsidR="00226584">
        <w:t>working age population with or working towards a non-school AQF qualification</w:t>
      </w:r>
      <w:bookmarkEnd w:id="35"/>
    </w:p>
    <w:p w:rsidR="00554AD7" w:rsidRDefault="00554AD7" w:rsidP="00B936EF">
      <w:pPr>
        <w:pStyle w:val="TableBodyText"/>
        <w:jc w:val="left"/>
      </w:pPr>
    </w:p>
    <w:p w:rsidR="00554AD7" w:rsidRDefault="00554AD7" w:rsidP="00B936EF">
      <w:pPr>
        <w:pStyle w:val="TableBodyText"/>
        <w:jc w:val="left"/>
        <w:rPr>
          <w:b/>
        </w:rPr>
      </w:pPr>
      <w:r>
        <w:t xml:space="preserve">This DQS should be read in conjunction with the </w:t>
      </w:r>
      <w:r w:rsidRPr="004655B3">
        <w:rPr>
          <w:b/>
        </w:rPr>
        <w:t xml:space="preserve">Data Quality Statement </w:t>
      </w:r>
      <w:r>
        <w:t>–</w:t>
      </w:r>
      <w:r w:rsidRPr="004655B3">
        <w:rPr>
          <w:b/>
        </w:rPr>
        <w:t xml:space="preserve"> </w:t>
      </w:r>
      <w:r w:rsidR="00226584">
        <w:rPr>
          <w:b/>
        </w:rPr>
        <w:t>Survey of Education and Work</w:t>
      </w:r>
    </w:p>
    <w:p w:rsidR="00226584" w:rsidRDefault="00226584" w:rsidP="00B936EF">
      <w:pPr>
        <w:pStyle w:val="TableBodyText"/>
        <w:jc w:val="left"/>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Table of ABS data quality framework dimensions and details for this performance indicator"/>
      </w:tblPr>
      <w:tblGrid>
        <w:gridCol w:w="1809"/>
        <w:gridCol w:w="7196"/>
      </w:tblGrid>
      <w:tr w:rsidR="00A23FAD" w:rsidRPr="006D61BA" w:rsidTr="00DA7D25">
        <w:tc>
          <w:tcPr>
            <w:tcW w:w="1809" w:type="dxa"/>
          </w:tcPr>
          <w:p w:rsidR="00A23FAD" w:rsidRPr="00226584" w:rsidRDefault="00A23FAD" w:rsidP="002E049F">
            <w:pPr>
              <w:pStyle w:val="TableBodyText"/>
              <w:jc w:val="both"/>
              <w:rPr>
                <w:b/>
              </w:rPr>
            </w:pPr>
            <w:r>
              <w:rPr>
                <w:b/>
              </w:rPr>
              <w:t>Outcome</w:t>
            </w:r>
          </w:p>
        </w:tc>
        <w:tc>
          <w:tcPr>
            <w:tcW w:w="7196" w:type="dxa"/>
          </w:tcPr>
          <w:p w:rsidR="00A23FAD" w:rsidRPr="006D61BA" w:rsidRDefault="00A23FAD" w:rsidP="003E0E83">
            <w:pPr>
              <w:pStyle w:val="TableBodyText"/>
              <w:spacing w:after="120"/>
              <w:jc w:val="both"/>
            </w:pPr>
            <w:r>
              <w:t>All working age Australians have the opportunity to develop skills</w:t>
            </w:r>
          </w:p>
        </w:tc>
      </w:tr>
      <w:tr w:rsidR="00226584" w:rsidRPr="006D61BA" w:rsidTr="00DA7D25">
        <w:tc>
          <w:tcPr>
            <w:tcW w:w="1809" w:type="dxa"/>
          </w:tcPr>
          <w:p w:rsidR="00226584" w:rsidRPr="00226584" w:rsidRDefault="00226584" w:rsidP="002E049F">
            <w:pPr>
              <w:pStyle w:val="TableBodyText"/>
              <w:jc w:val="both"/>
              <w:rPr>
                <w:b/>
              </w:rPr>
            </w:pPr>
            <w:r w:rsidRPr="00226584">
              <w:rPr>
                <w:b/>
              </w:rPr>
              <w:t>Indicator</w:t>
            </w:r>
          </w:p>
        </w:tc>
        <w:tc>
          <w:tcPr>
            <w:tcW w:w="7196" w:type="dxa"/>
          </w:tcPr>
          <w:p w:rsidR="00226584" w:rsidRPr="006D61BA" w:rsidRDefault="00226584" w:rsidP="003E0E83">
            <w:pPr>
              <w:pStyle w:val="TableBodyText"/>
              <w:spacing w:after="120"/>
              <w:jc w:val="both"/>
            </w:pPr>
            <w:r w:rsidRPr="006D61BA">
              <w:t>NASWD 4 – Proportion of working age population with or working towards a non-school AQF qualification.</w:t>
            </w:r>
          </w:p>
        </w:tc>
      </w:tr>
      <w:tr w:rsidR="00226584" w:rsidRPr="006D61BA" w:rsidTr="00DA7D25">
        <w:tc>
          <w:tcPr>
            <w:tcW w:w="1809" w:type="dxa"/>
          </w:tcPr>
          <w:p w:rsidR="00226584" w:rsidRPr="00226584" w:rsidRDefault="00226584" w:rsidP="002E049F">
            <w:pPr>
              <w:pStyle w:val="TableBodyText"/>
              <w:jc w:val="both"/>
              <w:rPr>
                <w:b/>
              </w:rPr>
            </w:pPr>
            <w:r w:rsidRPr="00226584">
              <w:rPr>
                <w:b/>
              </w:rPr>
              <w:t>Measure</w:t>
            </w:r>
          </w:p>
        </w:tc>
        <w:tc>
          <w:tcPr>
            <w:tcW w:w="7196" w:type="dxa"/>
          </w:tcPr>
          <w:p w:rsidR="00226584" w:rsidRPr="006D61BA" w:rsidRDefault="00226584" w:rsidP="003E0E83">
            <w:pPr>
              <w:pStyle w:val="TableBodyText"/>
              <w:spacing w:after="120"/>
              <w:jc w:val="both"/>
            </w:pPr>
            <w:r w:rsidRPr="006D61BA">
              <w:t>Persons aged 20–64 years with a non-school qualification or who are currently studying for a non-school qualification.</w:t>
            </w:r>
          </w:p>
          <w:p w:rsidR="00226584" w:rsidRPr="006D61BA" w:rsidRDefault="00A808D7" w:rsidP="003E0E83">
            <w:pPr>
              <w:pStyle w:val="TableBodyText"/>
              <w:spacing w:after="120"/>
              <w:jc w:val="both"/>
            </w:pPr>
            <w:r w:rsidRPr="00A808D7">
              <w:rPr>
                <w:i/>
              </w:rPr>
              <w:t>Numerator</w:t>
            </w:r>
            <w:r>
              <w:t xml:space="preserve"> — </w:t>
            </w:r>
            <w:r w:rsidR="00226584" w:rsidRPr="006D61BA">
              <w:t>Number of persons aged 20–64 years who state they have a non-school qualification or who are currently studying for a non-school qualification.</w:t>
            </w:r>
          </w:p>
          <w:p w:rsidR="00226584" w:rsidRPr="006D61BA" w:rsidRDefault="00A808D7" w:rsidP="003E0E83">
            <w:pPr>
              <w:pStyle w:val="TableBodyText"/>
              <w:spacing w:after="120"/>
              <w:jc w:val="both"/>
            </w:pPr>
            <w:r w:rsidRPr="00A808D7">
              <w:rPr>
                <w:i/>
              </w:rPr>
              <w:t>Denominator</w:t>
            </w:r>
            <w:r>
              <w:t xml:space="preserve"> — </w:t>
            </w:r>
            <w:r w:rsidR="00226584" w:rsidRPr="006D61BA">
              <w:t>Total population of persons aged 20–64 years.</w:t>
            </w:r>
          </w:p>
          <w:p w:rsidR="00226584" w:rsidRPr="006D61BA" w:rsidRDefault="00226584" w:rsidP="003E0E83">
            <w:pPr>
              <w:pStyle w:val="TableBodyText"/>
              <w:spacing w:after="120"/>
              <w:jc w:val="both"/>
            </w:pPr>
            <w:r w:rsidRPr="006D61BA">
              <w:t xml:space="preserve">Excludes people whose educational attainment is not stated (only applicable to </w:t>
            </w:r>
            <w:r>
              <w:t>C</w:t>
            </w:r>
            <w:r w:rsidR="004362A2">
              <w:t>ensus data).</w:t>
            </w:r>
          </w:p>
          <w:p w:rsidR="00226584" w:rsidRPr="006D61BA" w:rsidRDefault="00226584" w:rsidP="003E0E83">
            <w:pPr>
              <w:pStyle w:val="TableBodyText"/>
              <w:spacing w:after="120"/>
              <w:jc w:val="both"/>
            </w:pPr>
            <w:r w:rsidRPr="006D61BA">
              <w:rPr>
                <w:u w:val="single"/>
              </w:rPr>
              <w:t>Note</w:t>
            </w:r>
            <w:r w:rsidRPr="006D61BA">
              <w:t>: Data from the Survey of Education and Work are provided as supplementary information to Census data to inform this measure.</w:t>
            </w:r>
          </w:p>
        </w:tc>
      </w:tr>
      <w:tr w:rsidR="00226584" w:rsidRPr="006D61BA" w:rsidTr="00DA7D25">
        <w:trPr>
          <w:trHeight w:val="1291"/>
        </w:trPr>
        <w:tc>
          <w:tcPr>
            <w:tcW w:w="1809" w:type="dxa"/>
          </w:tcPr>
          <w:p w:rsidR="00226584" w:rsidRPr="00226584" w:rsidRDefault="00226584" w:rsidP="002E049F">
            <w:pPr>
              <w:pStyle w:val="TableBodyText"/>
              <w:jc w:val="both"/>
              <w:rPr>
                <w:b/>
              </w:rPr>
            </w:pPr>
            <w:r w:rsidRPr="00226584">
              <w:rPr>
                <w:b/>
              </w:rPr>
              <w:t>Data Source</w:t>
            </w:r>
          </w:p>
        </w:tc>
        <w:tc>
          <w:tcPr>
            <w:tcW w:w="7196" w:type="dxa"/>
          </w:tcPr>
          <w:p w:rsidR="00226584" w:rsidRPr="006D61BA" w:rsidRDefault="00A808D7" w:rsidP="003E0E83">
            <w:pPr>
              <w:pStyle w:val="TableBodyText"/>
              <w:spacing w:after="120"/>
              <w:jc w:val="both"/>
            </w:pPr>
            <w:r w:rsidRPr="00A808D7">
              <w:rPr>
                <w:i/>
              </w:rPr>
              <w:t>Numerator and denominator</w:t>
            </w:r>
            <w:r>
              <w:t xml:space="preserve"> — </w:t>
            </w:r>
            <w:r w:rsidR="00226584" w:rsidRPr="006D61BA">
              <w:t>ABS Census of Population and Housing (Census). Data are available every five years.</w:t>
            </w:r>
          </w:p>
          <w:p w:rsidR="00226584" w:rsidRPr="006D61BA" w:rsidRDefault="00226584" w:rsidP="003E0E83">
            <w:pPr>
              <w:pStyle w:val="TableBodyText"/>
              <w:spacing w:after="120"/>
              <w:jc w:val="both"/>
            </w:pPr>
            <w:r w:rsidRPr="00A808D7">
              <w:rPr>
                <w:i/>
              </w:rPr>
              <w:t>Numerator and denominator</w:t>
            </w:r>
            <w:r w:rsidR="00A808D7">
              <w:t xml:space="preserve"> —</w:t>
            </w:r>
            <w:r w:rsidR="003E0E83">
              <w:t xml:space="preserve"> </w:t>
            </w:r>
            <w:r w:rsidRPr="006D61BA">
              <w:t>ABS Survey of Education and Work (SEW). Data are available annually.</w:t>
            </w:r>
          </w:p>
          <w:p w:rsidR="00226584" w:rsidRPr="006D61BA" w:rsidRDefault="00226584" w:rsidP="003E0E83">
            <w:pPr>
              <w:pStyle w:val="TableBodyText"/>
              <w:spacing w:after="120"/>
              <w:jc w:val="both"/>
            </w:pPr>
            <w:r w:rsidRPr="006D61BA">
              <w:t>2011 SEW data are being used for this cycle of indicators.</w:t>
            </w:r>
          </w:p>
        </w:tc>
      </w:tr>
      <w:tr w:rsidR="00226584" w:rsidRPr="006D61BA" w:rsidTr="00DA7D25">
        <w:tblPrEx>
          <w:tblLook w:val="04A0" w:firstRow="1" w:lastRow="0" w:firstColumn="1" w:lastColumn="0" w:noHBand="0" w:noVBand="1"/>
        </w:tblPrEx>
        <w:tc>
          <w:tcPr>
            <w:tcW w:w="1809" w:type="dxa"/>
          </w:tcPr>
          <w:p w:rsidR="00226584" w:rsidRPr="00226584" w:rsidRDefault="00226584" w:rsidP="002E049F">
            <w:pPr>
              <w:pStyle w:val="TableBodyText"/>
              <w:jc w:val="both"/>
              <w:rPr>
                <w:b/>
              </w:rPr>
            </w:pPr>
            <w:r w:rsidRPr="00226584">
              <w:rPr>
                <w:b/>
              </w:rPr>
              <w:t>Institutional Environment</w:t>
            </w:r>
          </w:p>
        </w:tc>
        <w:tc>
          <w:tcPr>
            <w:tcW w:w="7196" w:type="dxa"/>
          </w:tcPr>
          <w:p w:rsidR="00226584" w:rsidRDefault="00226584" w:rsidP="003E0E83">
            <w:pPr>
              <w:pStyle w:val="TableBodyText"/>
              <w:spacing w:after="120"/>
              <w:jc w:val="both"/>
            </w:pPr>
            <w:r>
              <w:t>The Census and SEW are collected by the ABS under the Census and Statistics Act 1905.</w:t>
            </w:r>
          </w:p>
          <w:p w:rsidR="00226584" w:rsidRPr="006D61BA" w:rsidRDefault="00226584" w:rsidP="003E0E83">
            <w:pPr>
              <w:pStyle w:val="TableBodyText"/>
              <w:spacing w:after="120"/>
              <w:jc w:val="both"/>
              <w:rPr>
                <w:color w:val="000000"/>
              </w:rPr>
            </w:pPr>
            <w:r>
              <w:t>For information on the institutional environment of the ABS, including the legislative obligations of the ABS, financing and government arrangements, and mechanisms for scrutiny of ABS operations, see ABS In</w:t>
            </w:r>
            <w:r w:rsidR="00B20AE7">
              <w:t>stitutional Environment [</w:t>
            </w:r>
            <w:r>
              <w:t>www.abs.</w:t>
            </w:r>
            <w:r w:rsidR="00B20AE7">
              <w:t>gov.au/websitedbs/d3310114.nsf/</w:t>
            </w:r>
            <w:r>
              <w:t>4a256353001af3</w:t>
            </w:r>
            <w:r w:rsidR="00B20AE7">
              <w:t xml:space="preserve"> </w:t>
            </w:r>
            <w:r>
              <w:t>ed4b2562bb00121564/10ca14cb967e5b83ca2573ae 00197b65!OpenDocument]</w:t>
            </w:r>
          </w:p>
        </w:tc>
      </w:tr>
      <w:tr w:rsidR="00226584" w:rsidRPr="006D61BA" w:rsidTr="00DA7D25">
        <w:trPr>
          <w:trHeight w:val="1124"/>
        </w:trPr>
        <w:tc>
          <w:tcPr>
            <w:tcW w:w="1809" w:type="dxa"/>
          </w:tcPr>
          <w:p w:rsidR="00226584" w:rsidRPr="00226584" w:rsidRDefault="00226584" w:rsidP="002E049F">
            <w:pPr>
              <w:pStyle w:val="TableBodyText"/>
              <w:jc w:val="both"/>
              <w:rPr>
                <w:b/>
              </w:rPr>
            </w:pPr>
            <w:r w:rsidRPr="00226584">
              <w:rPr>
                <w:b/>
              </w:rPr>
              <w:t>Relevance</w:t>
            </w:r>
          </w:p>
        </w:tc>
        <w:tc>
          <w:tcPr>
            <w:tcW w:w="7196" w:type="dxa"/>
          </w:tcPr>
          <w:p w:rsidR="00226584" w:rsidRDefault="00226584" w:rsidP="003E0E83">
            <w:pPr>
              <w:pStyle w:val="TableBodyText"/>
              <w:spacing w:after="120"/>
              <w:jc w:val="both"/>
            </w:pPr>
            <w:r>
              <w:t>SEW data are available by State/Territory. The SEW does not collect data from people in Indigenous communities in very remote areas (see Coherence).</w:t>
            </w:r>
          </w:p>
          <w:p w:rsidR="00226584" w:rsidRDefault="00226584" w:rsidP="003E0E83">
            <w:pPr>
              <w:pStyle w:val="TableBodyText"/>
              <w:spacing w:after="120"/>
              <w:jc w:val="both"/>
            </w:pPr>
            <w:r>
              <w:t>The SEW collects information on educational participation and attainment. The classification of qualifications used is the Australian Standard Classi</w:t>
            </w:r>
            <w:r w:rsidR="00967A1F">
              <w:t>fication of Education (ASCED) (Cat. no. 1272.0) [</w:t>
            </w:r>
            <w:r>
              <w:t>www.abs.gov.au/AUSST</w:t>
            </w:r>
            <w:r w:rsidR="002E049F">
              <w:t>ATS/ABS@.NSF/0/F501C031BD9AC9C5</w:t>
            </w:r>
            <w:r>
              <w:t>CA</w:t>
            </w:r>
            <w:r w:rsidR="002E049F">
              <w:t xml:space="preserve"> </w:t>
            </w:r>
            <w:r>
              <w:t>256AAF001FCA33?opendocument]</w:t>
            </w:r>
          </w:p>
          <w:p w:rsidR="00226584" w:rsidRPr="00944A0A" w:rsidRDefault="00226584" w:rsidP="003E0E83">
            <w:pPr>
              <w:pStyle w:val="TableBodyText"/>
              <w:spacing w:after="120"/>
              <w:jc w:val="both"/>
            </w:pPr>
            <w:r>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tc>
      </w:tr>
      <w:tr w:rsidR="00226584" w:rsidRPr="00E43E67" w:rsidTr="00DA7D25">
        <w:tblPrEx>
          <w:tblLook w:val="04A0" w:firstRow="1" w:lastRow="0" w:firstColumn="1" w:lastColumn="0" w:noHBand="0" w:noVBand="1"/>
        </w:tblPrEx>
        <w:tc>
          <w:tcPr>
            <w:tcW w:w="1809" w:type="dxa"/>
          </w:tcPr>
          <w:p w:rsidR="00226584" w:rsidRPr="00226584" w:rsidRDefault="00226584" w:rsidP="002E049F">
            <w:pPr>
              <w:pStyle w:val="TableBodyText"/>
              <w:jc w:val="both"/>
              <w:rPr>
                <w:b/>
              </w:rPr>
            </w:pPr>
            <w:r w:rsidRPr="00226584">
              <w:rPr>
                <w:b/>
              </w:rPr>
              <w:t>Timeliness</w:t>
            </w:r>
          </w:p>
        </w:tc>
        <w:tc>
          <w:tcPr>
            <w:tcW w:w="7196" w:type="dxa"/>
          </w:tcPr>
          <w:p w:rsidR="00226584" w:rsidRPr="00944A0A" w:rsidRDefault="00226584" w:rsidP="003E0E83">
            <w:pPr>
              <w:pStyle w:val="TableBodyText"/>
              <w:spacing w:after="120"/>
              <w:jc w:val="both"/>
            </w:pPr>
            <w:r w:rsidRPr="00944A0A">
              <w:t xml:space="preserve">The SEW is conducted annually in May as a supplement to the monthly Labour Force Survey (LFS). Results from the 2011 survey were released in November 2011. </w:t>
            </w:r>
          </w:p>
        </w:tc>
      </w:tr>
      <w:tr w:rsidR="00226584" w:rsidRPr="00E43E67" w:rsidTr="00DA7D25">
        <w:tblPrEx>
          <w:tblLook w:val="04A0" w:firstRow="1" w:lastRow="0" w:firstColumn="1" w:lastColumn="0" w:noHBand="0" w:noVBand="1"/>
        </w:tblPrEx>
        <w:tc>
          <w:tcPr>
            <w:tcW w:w="1809" w:type="dxa"/>
          </w:tcPr>
          <w:p w:rsidR="00226584" w:rsidRPr="00226584" w:rsidRDefault="00226584" w:rsidP="002E049F">
            <w:pPr>
              <w:pStyle w:val="TableBodyText"/>
              <w:jc w:val="both"/>
              <w:rPr>
                <w:b/>
              </w:rPr>
            </w:pPr>
            <w:r w:rsidRPr="00226584">
              <w:rPr>
                <w:b/>
              </w:rPr>
              <w:t>Accuracy</w:t>
            </w:r>
          </w:p>
        </w:tc>
        <w:tc>
          <w:tcPr>
            <w:tcW w:w="7196" w:type="dxa"/>
          </w:tcPr>
          <w:p w:rsidR="00226584" w:rsidRPr="00944A0A" w:rsidRDefault="00226584" w:rsidP="003E0E83">
            <w:pPr>
              <w:pStyle w:val="TableBodyText"/>
              <w:spacing w:after="120"/>
              <w:jc w:val="both"/>
            </w:pPr>
            <w:r w:rsidRPr="00944A0A">
              <w:t>The 2011 SEW response rate was 96</w:t>
            </w:r>
            <w:r>
              <w:t xml:space="preserve"> per cent</w:t>
            </w:r>
            <w:r w:rsidRPr="00944A0A">
              <w:t xml:space="preserve"> which constituted 39</w:t>
            </w:r>
            <w:r w:rsidR="003E0E83">
              <w:t xml:space="preserve"> </w:t>
            </w:r>
            <w:r w:rsidRPr="00944A0A">
              <w:t>800 completed interviews. The 2011 response rate was consistent with that in previous years.</w:t>
            </w:r>
          </w:p>
          <w:p w:rsidR="00226584" w:rsidRPr="00944A0A" w:rsidRDefault="00226584" w:rsidP="003E0E83">
            <w:pPr>
              <w:pStyle w:val="TableBodyText"/>
              <w:spacing w:after="120"/>
              <w:jc w:val="both"/>
            </w:pPr>
            <w:r w:rsidRPr="00944A0A">
              <w:t>The data for the SEW are collected from an ARA (Any Responsible Adult) on behalf of other members of the household and are weighted for non-response.</w:t>
            </w:r>
          </w:p>
          <w:p w:rsidR="00226584" w:rsidRPr="00944A0A" w:rsidRDefault="00226584" w:rsidP="003E0E83">
            <w:pPr>
              <w:pStyle w:val="TableBodyText"/>
              <w:spacing w:after="120"/>
              <w:jc w:val="both"/>
            </w:pPr>
            <w:r w:rsidRPr="00944A0A">
              <w:t>The data are event data that can be used to measure year to year changes provided that the changes are large enough to be detected in the context of the Relative Standard Error (RSE) of estimates. The LFS sample was reduced by 20</w:t>
            </w:r>
            <w:r>
              <w:t xml:space="preserve"> per cent</w:t>
            </w:r>
            <w:r w:rsidRPr="00944A0A">
              <w:t xml:space="preserve"> in 2009, but the full sample was reinstated from 2010 onwards.</w:t>
            </w:r>
          </w:p>
          <w:p w:rsidR="00226584" w:rsidRPr="00944A0A" w:rsidRDefault="00226584" w:rsidP="003E0E83">
            <w:pPr>
              <w:pStyle w:val="TableBodyText"/>
              <w:spacing w:after="120"/>
              <w:jc w:val="both"/>
            </w:pPr>
            <w:r w:rsidRPr="00944A0A">
              <w:t>Data with a relative standard error of between 25</w:t>
            </w:r>
            <w:r>
              <w:t xml:space="preserve"> per cent</w:t>
            </w:r>
            <w:r w:rsidRPr="00944A0A">
              <w:t xml:space="preserve"> and 50</w:t>
            </w:r>
            <w:r>
              <w:t xml:space="preserve"> per cent</w:t>
            </w:r>
            <w:r w:rsidRPr="00944A0A">
              <w:t xml:space="preserve"> should be used with caution while data with a relative standard error greater than 50</w:t>
            </w:r>
            <w:r>
              <w:t xml:space="preserve"> per cent</w:t>
            </w:r>
            <w:r w:rsidRPr="00944A0A">
              <w:t xml:space="preserve"> is considered too unreliable for general use.</w:t>
            </w:r>
          </w:p>
        </w:tc>
      </w:tr>
      <w:tr w:rsidR="00226584" w:rsidRPr="00E43E67" w:rsidTr="00DA7D25">
        <w:tblPrEx>
          <w:tblLook w:val="04A0" w:firstRow="1" w:lastRow="0" w:firstColumn="1" w:lastColumn="0" w:noHBand="0" w:noVBand="1"/>
        </w:tblPrEx>
        <w:trPr>
          <w:trHeight w:val="4899"/>
        </w:trPr>
        <w:tc>
          <w:tcPr>
            <w:tcW w:w="1809" w:type="dxa"/>
          </w:tcPr>
          <w:p w:rsidR="00226584" w:rsidRPr="00226584" w:rsidRDefault="00226584" w:rsidP="002E049F">
            <w:pPr>
              <w:pStyle w:val="TableBodyText"/>
              <w:jc w:val="both"/>
              <w:rPr>
                <w:b/>
              </w:rPr>
            </w:pPr>
            <w:r w:rsidRPr="00226584">
              <w:rPr>
                <w:b/>
              </w:rPr>
              <w:t>Coherence</w:t>
            </w:r>
          </w:p>
        </w:tc>
        <w:tc>
          <w:tcPr>
            <w:tcW w:w="7196" w:type="dxa"/>
          </w:tcPr>
          <w:p w:rsidR="00226584" w:rsidRDefault="00226584" w:rsidP="003E0E83">
            <w:pPr>
              <w:pStyle w:val="TableBodyText"/>
              <w:spacing w:after="120"/>
              <w:jc w:val="both"/>
            </w:pPr>
            <w:r>
              <w:t>Both the numerator and denominator come from the SEW. Measures based on the 2011 SEW are consistent with those supplied for COAG reporting from previous cycles of this survey. Data for 2010 have been revised due to amendments to the populati</w:t>
            </w:r>
            <w:r w:rsidR="004362A2">
              <w:t>on benchmarks for the 2010 SEW.</w:t>
            </w:r>
          </w:p>
          <w:p w:rsidR="00226584" w:rsidRDefault="00226584" w:rsidP="003E0E83">
            <w:pPr>
              <w:pStyle w:val="TableBodyText"/>
              <w:spacing w:after="120"/>
              <w:jc w:val="both"/>
            </w:pPr>
            <w:r>
              <w:t>Prior to 2009, all people in very remote areas were excluded from the SEW. Very remote areas represent about two per cent of the total Australian population and 20 per cent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 per cent of the population. These differences should have only a minor effect on comparisons over time.</w:t>
            </w:r>
          </w:p>
          <w:p w:rsidR="00967A1F" w:rsidRDefault="00226584" w:rsidP="003E0E83">
            <w:pPr>
              <w:pStyle w:val="TableBodyText"/>
              <w:spacing w:after="120"/>
              <w:jc w:val="both"/>
            </w:pPr>
            <w:r>
              <w:t>The Australian Standard Classification of Education (A</w:t>
            </w:r>
            <w:r w:rsidR="00967A1F">
              <w:t>SCED) (Cat. no. 1272.0) [</w:t>
            </w:r>
            <w:r>
              <w:t>www.abs.gov.au/AUSSTATS/abs@.nsf/DetailsPage/1272.02001?</w:t>
            </w:r>
          </w:p>
          <w:p w:rsidR="00226584" w:rsidRDefault="00226584" w:rsidP="003E0E83">
            <w:pPr>
              <w:pStyle w:val="TableBodyText"/>
              <w:spacing w:after="120"/>
              <w:jc w:val="both"/>
            </w:pPr>
            <w:r>
              <w:t>OpenDocument] has been used in all surveys with education items since 2001 and allows the education and training items between different surveys to be compared.</w:t>
            </w:r>
          </w:p>
          <w:p w:rsidR="00226584" w:rsidRPr="00944A0A" w:rsidRDefault="00226584" w:rsidP="003E0E83">
            <w:pPr>
              <w:pStyle w:val="TableBodyText"/>
              <w:spacing w:after="120"/>
              <w:jc w:val="both"/>
            </w:pPr>
            <w:r>
              <w:t>The Census of Population and Housing and the Survey of Learning and</w:t>
            </w:r>
            <w:r w:rsidR="00967A1F">
              <w:t xml:space="preserve"> Work (Cat. no. 4235.0) [</w:t>
            </w:r>
            <w:r>
              <w:t>www.abs.gov.au/ausstats/abs@.nsf/ mf/4235.0] also provide information on educational attainment.</w:t>
            </w:r>
          </w:p>
        </w:tc>
      </w:tr>
      <w:tr w:rsidR="00226584" w:rsidRPr="00C24F64" w:rsidTr="00DA7D25">
        <w:tblPrEx>
          <w:tblLook w:val="04A0" w:firstRow="1" w:lastRow="0" w:firstColumn="1" w:lastColumn="0" w:noHBand="0" w:noVBand="1"/>
        </w:tblPrEx>
        <w:tc>
          <w:tcPr>
            <w:tcW w:w="1809" w:type="dxa"/>
          </w:tcPr>
          <w:p w:rsidR="00226584" w:rsidRPr="00226584" w:rsidRDefault="00226584" w:rsidP="002E049F">
            <w:pPr>
              <w:pStyle w:val="TableBodyText"/>
              <w:jc w:val="both"/>
              <w:rPr>
                <w:b/>
              </w:rPr>
            </w:pPr>
            <w:r w:rsidRPr="00226584">
              <w:rPr>
                <w:b/>
              </w:rPr>
              <w:t>Interpretability</w:t>
            </w:r>
          </w:p>
        </w:tc>
        <w:tc>
          <w:tcPr>
            <w:tcW w:w="7196" w:type="dxa"/>
          </w:tcPr>
          <w:p w:rsidR="00A808D7" w:rsidRDefault="00A808D7" w:rsidP="003E0E83">
            <w:pPr>
              <w:pStyle w:val="TableBodyText"/>
              <w:spacing w:after="120"/>
              <w:jc w:val="both"/>
            </w:pPr>
            <w:r>
              <w:t>Information on how to interpret and use the data appropriately is available on the ABS website</w:t>
            </w:r>
            <w:r w:rsidR="002E049F">
              <w:t>; see Explanatory Notes [</w:t>
            </w:r>
            <w:r>
              <w:t xml:space="preserve">www.abs.gov.au /AUSSTATS/abs@.nsf/Lookup/6227.0Explanatory%20Notes1May%202009?OpenDocument] in </w:t>
            </w:r>
            <w:r w:rsidR="002E049F">
              <w:t>Education and Work, Australia (C</w:t>
            </w:r>
            <w:r>
              <w:t>at. no. 6227.0).</w:t>
            </w:r>
          </w:p>
          <w:p w:rsidR="00226584" w:rsidRPr="00944A0A" w:rsidRDefault="00A808D7" w:rsidP="003E0E83">
            <w:pPr>
              <w:pStyle w:val="TableBodyText"/>
              <w:spacing w:after="120"/>
              <w:jc w:val="both"/>
            </w:pPr>
            <w:r>
              <w:t>ABS SEIFA indexes are based on data from the Census and measure the socioeconomic status of the area in which a person lives. They do not directly measure the socioeconomic status of individuals or their households. More information on the SEIFA measure of socioeconomic status can be found on the ABS website: www.abs.gov.au.</w:t>
            </w:r>
          </w:p>
        </w:tc>
      </w:tr>
      <w:tr w:rsidR="00226584" w:rsidRPr="00C24F64" w:rsidTr="00DA7D25">
        <w:tblPrEx>
          <w:tblLook w:val="04A0" w:firstRow="1" w:lastRow="0" w:firstColumn="1" w:lastColumn="0" w:noHBand="0" w:noVBand="1"/>
        </w:tblPrEx>
        <w:tc>
          <w:tcPr>
            <w:tcW w:w="1809" w:type="dxa"/>
          </w:tcPr>
          <w:p w:rsidR="00226584" w:rsidRPr="00226584" w:rsidRDefault="00226584" w:rsidP="002E049F">
            <w:pPr>
              <w:pStyle w:val="TableBodyText"/>
              <w:jc w:val="both"/>
              <w:rPr>
                <w:b/>
              </w:rPr>
            </w:pPr>
            <w:r w:rsidRPr="00226584">
              <w:rPr>
                <w:b/>
              </w:rPr>
              <w:t>Accessibility</w:t>
            </w:r>
          </w:p>
        </w:tc>
        <w:tc>
          <w:tcPr>
            <w:tcW w:w="7196" w:type="dxa"/>
          </w:tcPr>
          <w:p w:rsidR="00A808D7" w:rsidRDefault="00A808D7" w:rsidP="003E0E83">
            <w:pPr>
              <w:pStyle w:val="TableBodyText"/>
              <w:spacing w:after="120"/>
              <w:jc w:val="both"/>
            </w:pPr>
            <w:r>
              <w:t xml:space="preserve">The data for the SEW are available via the ABS website in the publication </w:t>
            </w:r>
            <w:r w:rsidR="002E049F">
              <w:t>Education and Work, Australia (C</w:t>
            </w:r>
            <w:r w:rsidR="00967A1F">
              <w:t>at. no. 6227.0) [</w:t>
            </w:r>
            <w:r>
              <w:t>www.abs.gov.au /AUSSTAT</w:t>
            </w:r>
            <w:r w:rsidR="00967A1F">
              <w:t xml:space="preserve"> </w:t>
            </w:r>
            <w:r>
              <w:t>S/abs@.nsf/ProductsbyCatalogue/556A439CD3D7E8A8CA257242007B3F32?OpenDocument]. This measure is also released as part of a SEW detailed ed</w:t>
            </w:r>
            <w:r w:rsidR="002E049F">
              <w:t>ucation data cube (C</w:t>
            </w:r>
            <w:r>
              <w:t>at. no. 6227.0.55.003).</w:t>
            </w:r>
          </w:p>
          <w:p w:rsidR="00967A1F" w:rsidRDefault="00A808D7" w:rsidP="003E0E83">
            <w:pPr>
              <w:pStyle w:val="TableBodyText"/>
              <w:spacing w:after="120"/>
              <w:jc w:val="both"/>
            </w:pPr>
            <w:r>
              <w:t xml:space="preserve">Additional data are available at cost upon request through the National Information </w:t>
            </w:r>
            <w:r w:rsidR="00967A1F">
              <w:t>Referral Service (NIRS) [www.abs.gov.au/web</w:t>
            </w:r>
            <w:r>
              <w:t>sitedbs/</w:t>
            </w:r>
            <w:r w:rsidR="00967A1F">
              <w:t xml:space="preserve"> </w:t>
            </w:r>
            <w:r>
              <w:t>D3310114.nsf/home/National+Inf</w:t>
            </w:r>
            <w:r w:rsidR="004362A2">
              <w:t>ormation+and+Referral+Service].</w:t>
            </w:r>
          </w:p>
          <w:p w:rsidR="00226584" w:rsidRPr="00944A0A" w:rsidRDefault="00A808D7" w:rsidP="003E0E83">
            <w:pPr>
              <w:pStyle w:val="TableBodyText"/>
              <w:spacing w:after="120"/>
              <w:jc w:val="both"/>
            </w:pPr>
            <w:r>
              <w:t>A Confidentialised Unit Record File (CURF) has been produced for every second cycle of the SEW sin</w:t>
            </w:r>
            <w:r w:rsidR="002E049F">
              <w:t>ce 2001, most recently for 2011</w:t>
            </w:r>
          </w:p>
        </w:tc>
      </w:tr>
    </w:tbl>
    <w:p w:rsidR="00226584" w:rsidRDefault="00226584" w:rsidP="00B936EF">
      <w:pPr>
        <w:pStyle w:val="TableBodyText"/>
        <w:jc w:val="left"/>
        <w:rPr>
          <w:b/>
        </w:rPr>
      </w:pPr>
    </w:p>
    <w:p w:rsidR="004655B3" w:rsidRDefault="004655B3" w:rsidP="00D43889">
      <w:pPr>
        <w:pBdr>
          <w:left w:val="single" w:sz="4" w:space="1" w:color="auto"/>
        </w:pBdr>
      </w:pPr>
      <w:r>
        <w:br w:type="page"/>
      </w:r>
    </w:p>
    <w:p w:rsidR="00941DB2" w:rsidRDefault="00941DB2" w:rsidP="00B936EF">
      <w:pPr>
        <w:pStyle w:val="Heading3"/>
      </w:pPr>
      <w:bookmarkStart w:id="36" w:name="_Ref328392707"/>
      <w:r>
        <w:t>Data Quality Statement — Indicator 5: Proportion of VET graduates with improved employment status after training</w:t>
      </w:r>
      <w:bookmarkEnd w:id="36"/>
    </w:p>
    <w:p w:rsidR="00941DB2" w:rsidRDefault="00941DB2" w:rsidP="00B936EF">
      <w:pPr>
        <w:pStyle w:val="TableBodyText"/>
        <w:jc w:val="left"/>
      </w:pPr>
    </w:p>
    <w:p w:rsidR="00941DB2" w:rsidRDefault="00941DB2" w:rsidP="00B936EF">
      <w:pPr>
        <w:pStyle w:val="TableBodyText"/>
        <w:jc w:val="left"/>
        <w:rPr>
          <w:b/>
        </w:rPr>
      </w:pPr>
      <w:r>
        <w:t xml:space="preserve">This DQS should be read in conjunction with the </w:t>
      </w:r>
      <w:r w:rsidRPr="004655B3">
        <w:rPr>
          <w:b/>
        </w:rPr>
        <w:t xml:space="preserve">Data Quality Statement </w:t>
      </w:r>
      <w:r>
        <w:t>–</w:t>
      </w:r>
      <w:r w:rsidRPr="004655B3">
        <w:rPr>
          <w:b/>
        </w:rPr>
        <w:t xml:space="preserve"> </w:t>
      </w:r>
      <w:r>
        <w:rPr>
          <w:b/>
        </w:rPr>
        <w:t xml:space="preserve">Student Outcomes Survey </w:t>
      </w:r>
      <w:r w:rsidRPr="00941DB2">
        <w:t>and</w:t>
      </w:r>
      <w:r>
        <w:rPr>
          <w:b/>
        </w:rPr>
        <w:t xml:space="preserve"> </w:t>
      </w:r>
      <w:r w:rsidRPr="004655B3">
        <w:rPr>
          <w:b/>
        </w:rPr>
        <w:t xml:space="preserve">Data Quality Statement </w:t>
      </w:r>
      <w:r>
        <w:t>–</w:t>
      </w:r>
      <w:r w:rsidRPr="004655B3">
        <w:rPr>
          <w:b/>
        </w:rPr>
        <w:t xml:space="preserve"> </w:t>
      </w:r>
      <w:r>
        <w:rPr>
          <w:b/>
        </w:rPr>
        <w:t>Student Outcomes Survey</w:t>
      </w:r>
    </w:p>
    <w:p w:rsidR="00941DB2" w:rsidRDefault="00941DB2" w:rsidP="00B936EF">
      <w:pPr>
        <w:pStyle w:val="TableBodyText"/>
        <w:jc w:val="left"/>
        <w:rPr>
          <w:b/>
        </w:rPr>
      </w:pPr>
    </w:p>
    <w:tbl>
      <w:tblPr>
        <w:tblW w:w="5000" w:type="pct"/>
        <w:tblLook w:val="01E0" w:firstRow="1" w:lastRow="1" w:firstColumn="1" w:lastColumn="1" w:noHBand="0" w:noVBand="0"/>
      </w:tblPr>
      <w:tblGrid>
        <w:gridCol w:w="1900"/>
        <w:gridCol w:w="7105"/>
      </w:tblGrid>
      <w:tr w:rsidR="00941DB2" w:rsidRPr="00A75A09" w:rsidTr="002E049F">
        <w:tc>
          <w:tcPr>
            <w:tcW w:w="1055" w:type="pct"/>
          </w:tcPr>
          <w:p w:rsidR="00941DB2" w:rsidRPr="00941DB2" w:rsidRDefault="00941DB2" w:rsidP="002E049F">
            <w:pPr>
              <w:pStyle w:val="TableBodyText"/>
              <w:jc w:val="both"/>
              <w:rPr>
                <w:b/>
              </w:rPr>
            </w:pPr>
            <w:r w:rsidRPr="00941DB2">
              <w:rPr>
                <w:b/>
              </w:rPr>
              <w:t>Outcome</w:t>
            </w:r>
          </w:p>
        </w:tc>
        <w:tc>
          <w:tcPr>
            <w:tcW w:w="3945" w:type="pct"/>
          </w:tcPr>
          <w:p w:rsidR="00941DB2" w:rsidRPr="000E77E9" w:rsidRDefault="00941DB2" w:rsidP="003E0E83">
            <w:pPr>
              <w:pStyle w:val="TableBodyText"/>
              <w:spacing w:after="120"/>
              <w:jc w:val="both"/>
            </w:pPr>
            <w:r>
              <w:t>Training delivers the skills and capabilities needed for improved economic participation for working age Australians</w:t>
            </w:r>
          </w:p>
        </w:tc>
      </w:tr>
      <w:tr w:rsidR="00941DB2" w:rsidRPr="00A75A09" w:rsidTr="002E049F">
        <w:tc>
          <w:tcPr>
            <w:tcW w:w="1055" w:type="pct"/>
          </w:tcPr>
          <w:p w:rsidR="00941DB2" w:rsidRPr="00941DB2" w:rsidRDefault="00941DB2" w:rsidP="002E049F">
            <w:pPr>
              <w:pStyle w:val="TableBodyText"/>
              <w:jc w:val="both"/>
              <w:rPr>
                <w:b/>
              </w:rPr>
            </w:pPr>
            <w:r w:rsidRPr="00941DB2">
              <w:rPr>
                <w:b/>
              </w:rPr>
              <w:t>Indicator</w:t>
            </w:r>
          </w:p>
        </w:tc>
        <w:tc>
          <w:tcPr>
            <w:tcW w:w="3945" w:type="pct"/>
          </w:tcPr>
          <w:p w:rsidR="00941DB2" w:rsidRPr="000E77E9" w:rsidRDefault="00941DB2" w:rsidP="003E0E83">
            <w:pPr>
              <w:pStyle w:val="TableBodyText"/>
              <w:spacing w:after="120"/>
              <w:jc w:val="both"/>
            </w:pPr>
            <w:r>
              <w:t>Proportion of VET graduates with improved employment status after training</w:t>
            </w:r>
          </w:p>
        </w:tc>
      </w:tr>
      <w:tr w:rsidR="00941DB2" w:rsidRPr="00A75A09" w:rsidTr="002E049F">
        <w:tc>
          <w:tcPr>
            <w:tcW w:w="1055" w:type="pct"/>
          </w:tcPr>
          <w:p w:rsidR="00941DB2" w:rsidRPr="00941DB2" w:rsidRDefault="00941DB2" w:rsidP="002E049F">
            <w:pPr>
              <w:pStyle w:val="TableBodyText"/>
              <w:jc w:val="both"/>
              <w:rPr>
                <w:b/>
              </w:rPr>
            </w:pPr>
            <w:r w:rsidRPr="00941DB2">
              <w:rPr>
                <w:b/>
              </w:rPr>
              <w:t>Measure</w:t>
            </w:r>
          </w:p>
          <w:p w:rsidR="00941DB2" w:rsidRPr="00941DB2" w:rsidRDefault="00941DB2" w:rsidP="002E049F">
            <w:pPr>
              <w:pStyle w:val="TableBodyText"/>
              <w:jc w:val="both"/>
              <w:rPr>
                <w:b/>
              </w:rPr>
            </w:pPr>
            <w:r w:rsidRPr="00941DB2">
              <w:rPr>
                <w:b/>
              </w:rPr>
              <w:t>(computation)</w:t>
            </w:r>
          </w:p>
        </w:tc>
        <w:tc>
          <w:tcPr>
            <w:tcW w:w="3945" w:type="pct"/>
          </w:tcPr>
          <w:p w:rsidR="00941DB2" w:rsidRPr="001B2FCA" w:rsidRDefault="00941DB2" w:rsidP="003E0E83">
            <w:pPr>
              <w:pStyle w:val="TableBodyText"/>
              <w:spacing w:after="120"/>
              <w:jc w:val="both"/>
            </w:pPr>
            <w:r w:rsidRPr="001B2FCA">
              <w:t>Proportion of VET graduates with improved employment status after  training</w:t>
            </w:r>
          </w:p>
          <w:p w:rsidR="00941DB2" w:rsidRPr="001025F9" w:rsidRDefault="00941DB2" w:rsidP="003E0E83">
            <w:pPr>
              <w:pStyle w:val="TableBodyText"/>
              <w:spacing w:after="120"/>
              <w:jc w:val="both"/>
            </w:pPr>
            <w:r w:rsidRPr="001B2FCA">
              <w:t xml:space="preserve">The measure is </w:t>
            </w:r>
            <w:r w:rsidRPr="001025F9">
              <w:t>defined as:</w:t>
            </w:r>
          </w:p>
          <w:p w:rsidR="00941DB2" w:rsidRPr="001025F9" w:rsidRDefault="00941DB2" w:rsidP="003E0E83">
            <w:pPr>
              <w:pStyle w:val="TableBodyText"/>
              <w:spacing w:after="120"/>
              <w:jc w:val="both"/>
            </w:pPr>
            <w:r w:rsidRPr="001025F9">
              <w:rPr>
                <w:i/>
                <w:iCs/>
              </w:rPr>
              <w:t xml:space="preserve">Numerator </w:t>
            </w:r>
            <w:r w:rsidRPr="001025F9">
              <w:t xml:space="preserve">— VET graduates </w:t>
            </w:r>
            <w:r w:rsidR="001D75A8">
              <w:t>aged 20–</w:t>
            </w:r>
            <w:r w:rsidR="00C11E32">
              <w:t xml:space="preserve">64 years </w:t>
            </w:r>
            <w:r w:rsidRPr="001025F9">
              <w:t>with an improved employment status after training</w:t>
            </w:r>
          </w:p>
          <w:p w:rsidR="00941DB2" w:rsidRPr="001025F9" w:rsidRDefault="00941DB2" w:rsidP="003E0E83">
            <w:pPr>
              <w:pStyle w:val="TableBodyText"/>
              <w:spacing w:after="120"/>
              <w:jc w:val="both"/>
            </w:pPr>
            <w:r w:rsidRPr="001025F9">
              <w:rPr>
                <w:i/>
                <w:iCs/>
              </w:rPr>
              <w:t xml:space="preserve">Denominator </w:t>
            </w:r>
            <w:r w:rsidRPr="001025F9">
              <w:t>— total VET graduates</w:t>
            </w:r>
            <w:r w:rsidR="001D75A8">
              <w:t xml:space="preserve"> aged 20–</w:t>
            </w:r>
            <w:r w:rsidR="00C11E32">
              <w:t>64 years</w:t>
            </w:r>
            <w:r w:rsidRPr="001025F9">
              <w:t xml:space="preserve"> (less those with all three numerator variables not stated).</w:t>
            </w:r>
          </w:p>
          <w:p w:rsidR="00941DB2" w:rsidRPr="001025F9" w:rsidRDefault="00941DB2" w:rsidP="003E0E83">
            <w:pPr>
              <w:pStyle w:val="TableBodyText"/>
              <w:spacing w:after="120"/>
              <w:jc w:val="both"/>
            </w:pPr>
            <w:r w:rsidRPr="001025F9">
              <w:t xml:space="preserve">‘Graduate’ is defined as a past student who was awarded a </w:t>
            </w:r>
            <w:r w:rsidRPr="001025F9">
              <w:rPr>
                <w:u w:val="single"/>
              </w:rPr>
              <w:t>qualification</w:t>
            </w:r>
            <w:r w:rsidRPr="001025F9">
              <w:t xml:space="preserve"> from a vocational education and training (VET) provider in Australia. This excludes those students who left their training before completing a qualification.</w:t>
            </w:r>
          </w:p>
          <w:p w:rsidR="00941DB2" w:rsidRPr="001025F9" w:rsidRDefault="00941DB2" w:rsidP="003E0E83">
            <w:pPr>
              <w:pStyle w:val="TableBodyText"/>
              <w:spacing w:after="120"/>
              <w:jc w:val="both"/>
            </w:pPr>
            <w:r w:rsidRPr="001025F9">
              <w:t>‘Improved employment status’ is defined as any one of the following:</w:t>
            </w:r>
          </w:p>
          <w:p w:rsidR="00941DB2" w:rsidRPr="001025F9" w:rsidRDefault="00941DB2" w:rsidP="003E0E83">
            <w:pPr>
              <w:pStyle w:val="TableBullet"/>
              <w:spacing w:after="120"/>
              <w:jc w:val="both"/>
            </w:pPr>
            <w:r w:rsidRPr="001025F9">
              <w:t>employment status changing from not employed before training (both unemployed and not in labour force) to employed after training (both full time and part time employed)</w:t>
            </w:r>
          </w:p>
          <w:p w:rsidR="00941DB2" w:rsidRPr="001025F9" w:rsidRDefault="00941DB2" w:rsidP="003E0E83">
            <w:pPr>
              <w:pStyle w:val="TableBullet"/>
              <w:spacing w:after="120"/>
              <w:jc w:val="both"/>
            </w:pPr>
            <w:r w:rsidRPr="001025F9">
              <w:t>employed at a higher skill level (based on ANZSCO) after training (regardless of full time or part time employment status before and after training)</w:t>
            </w:r>
          </w:p>
          <w:p w:rsidR="00941DB2" w:rsidRPr="00273054" w:rsidRDefault="00941DB2" w:rsidP="003E0E83">
            <w:pPr>
              <w:pStyle w:val="TableBullet"/>
              <w:spacing w:after="120"/>
              <w:jc w:val="both"/>
            </w:pPr>
            <w:r w:rsidRPr="001025F9">
              <w:t>received one of the following job related benefits: set up or expanded their own business, got a promotion, increased earnings, or other job-related benefits after completing their training.</w:t>
            </w:r>
          </w:p>
        </w:tc>
      </w:tr>
      <w:tr w:rsidR="00941DB2" w:rsidRPr="00A75A09" w:rsidTr="002E049F">
        <w:tc>
          <w:tcPr>
            <w:tcW w:w="1055" w:type="pct"/>
          </w:tcPr>
          <w:p w:rsidR="00941DB2" w:rsidRPr="00941DB2" w:rsidRDefault="00941DB2" w:rsidP="002E049F">
            <w:pPr>
              <w:pStyle w:val="TableBodyText"/>
              <w:jc w:val="both"/>
              <w:rPr>
                <w:b/>
              </w:rPr>
            </w:pPr>
            <w:r w:rsidRPr="00941DB2">
              <w:rPr>
                <w:b/>
              </w:rPr>
              <w:t>Data source/s</w:t>
            </w:r>
          </w:p>
        </w:tc>
        <w:tc>
          <w:tcPr>
            <w:tcW w:w="3945" w:type="pct"/>
          </w:tcPr>
          <w:p w:rsidR="00941DB2" w:rsidRPr="00941DB2" w:rsidRDefault="00941DB2" w:rsidP="003E0E83">
            <w:pPr>
              <w:pStyle w:val="TableBodyText"/>
              <w:spacing w:after="120"/>
              <w:jc w:val="both"/>
            </w:pPr>
            <w:r w:rsidRPr="00941DB2">
              <w:t>All data are derived from the Student Outcomes Survey, which is an annual survey of students who successfully complete VET in Australia. It has been conducted by the National Centre for Vocational Education a</w:t>
            </w:r>
            <w:r w:rsidR="004362A2">
              <w:t>nd Research (NCVER) since 1997.</w:t>
            </w:r>
          </w:p>
          <w:p w:rsidR="00941DB2" w:rsidRPr="00941DB2" w:rsidRDefault="00941DB2" w:rsidP="003E0E83">
            <w:pPr>
              <w:pStyle w:val="TableBodyText"/>
              <w:spacing w:after="120"/>
              <w:jc w:val="both"/>
            </w:pPr>
            <w:r w:rsidRPr="00941DB2">
              <w:t>For information on the scope and coverage of the survey, see the Student Outcomes Quality Statement.</w:t>
            </w:r>
          </w:p>
          <w:p w:rsidR="00941DB2" w:rsidRPr="00941DB2" w:rsidRDefault="00941DB2" w:rsidP="003E0E83">
            <w:pPr>
              <w:pStyle w:val="TableBodyText"/>
              <w:spacing w:after="120"/>
              <w:jc w:val="both"/>
            </w:pPr>
            <w:r w:rsidRPr="00941DB2">
              <w:t>The sample for the survey is drawn from the National VET Provider Collection. For further information, see the National VET Provider Collection Quality Statement.</w:t>
            </w:r>
          </w:p>
        </w:tc>
      </w:tr>
      <w:tr w:rsidR="00941DB2" w:rsidRPr="00A75A09" w:rsidTr="002E049F">
        <w:tc>
          <w:tcPr>
            <w:tcW w:w="1055" w:type="pct"/>
          </w:tcPr>
          <w:p w:rsidR="00941DB2" w:rsidRPr="00941DB2" w:rsidRDefault="00941DB2" w:rsidP="002E049F">
            <w:pPr>
              <w:pStyle w:val="TableBodyText"/>
              <w:jc w:val="both"/>
              <w:rPr>
                <w:b/>
              </w:rPr>
            </w:pPr>
            <w:r w:rsidRPr="00941DB2">
              <w:rPr>
                <w:b/>
              </w:rPr>
              <w:t>Institutional environment</w:t>
            </w:r>
          </w:p>
        </w:tc>
        <w:tc>
          <w:tcPr>
            <w:tcW w:w="3945" w:type="pct"/>
          </w:tcPr>
          <w:p w:rsidR="00941DB2" w:rsidRPr="00941DB2" w:rsidRDefault="00941DB2" w:rsidP="003E0E83">
            <w:pPr>
              <w:pStyle w:val="TableBodyText"/>
              <w:spacing w:after="120"/>
              <w:jc w:val="both"/>
            </w:pPr>
            <w:r w:rsidRPr="00941DB2">
              <w:t>The National Centre for Vocational Education Research (NCVER) is a not</w:t>
            </w:r>
            <w:r w:rsidR="003E0E83">
              <w:noBreakHyphen/>
            </w:r>
            <w:r w:rsidRPr="00941DB2">
              <w:t>for-profit company owned by the federal, state and territory ministers responsible for training.</w:t>
            </w:r>
          </w:p>
          <w:p w:rsidR="00941DB2" w:rsidRPr="00941DB2" w:rsidRDefault="00941DB2" w:rsidP="003E0E83">
            <w:pPr>
              <w:pStyle w:val="TableBodyText"/>
              <w:spacing w:after="120"/>
              <w:jc w:val="both"/>
            </w:pPr>
            <w:r w:rsidRPr="00941DB2">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941DB2" w:rsidRPr="00941DB2" w:rsidRDefault="00941DB2" w:rsidP="003E0E83">
            <w:pPr>
              <w:pStyle w:val="TableBodyText"/>
              <w:spacing w:after="120"/>
              <w:jc w:val="both"/>
            </w:pPr>
            <w:r w:rsidRPr="00941DB2">
              <w:t>For further information on the NCVER, see</w:t>
            </w:r>
            <w:r w:rsidR="008476D9">
              <w:t xml:space="preserve"> [</w:t>
            </w:r>
            <w:r w:rsidR="002E049F" w:rsidRPr="002E049F">
              <w:t>www.ncver.edu.au/about</w:t>
            </w:r>
            <w:r w:rsidR="008476D9">
              <w:t xml:space="preserve"> </w:t>
            </w:r>
            <w:r w:rsidR="002E049F" w:rsidRPr="002E049F">
              <w:t>ncver/who.html</w:t>
            </w:r>
            <w:r w:rsidR="008476D9">
              <w:t>]</w:t>
            </w:r>
          </w:p>
        </w:tc>
      </w:tr>
      <w:tr w:rsidR="00941DB2" w:rsidRPr="00A75A09" w:rsidTr="002E049F">
        <w:tc>
          <w:tcPr>
            <w:tcW w:w="1055" w:type="pct"/>
          </w:tcPr>
          <w:p w:rsidR="00941DB2" w:rsidRPr="00941DB2" w:rsidRDefault="00941DB2" w:rsidP="002E049F">
            <w:pPr>
              <w:pStyle w:val="TableBodyText"/>
              <w:jc w:val="both"/>
              <w:rPr>
                <w:b/>
              </w:rPr>
            </w:pPr>
            <w:r w:rsidRPr="00941DB2">
              <w:rPr>
                <w:b/>
              </w:rPr>
              <w:t>Relevance</w:t>
            </w:r>
          </w:p>
          <w:p w:rsidR="00941DB2" w:rsidRPr="00941DB2" w:rsidRDefault="00941DB2" w:rsidP="002E049F">
            <w:pPr>
              <w:pStyle w:val="TableBodyText"/>
              <w:jc w:val="both"/>
              <w:rPr>
                <w:b/>
              </w:rPr>
            </w:pPr>
          </w:p>
        </w:tc>
        <w:tc>
          <w:tcPr>
            <w:tcW w:w="3945" w:type="pct"/>
          </w:tcPr>
          <w:p w:rsidR="00941DB2" w:rsidRPr="00A75A09" w:rsidRDefault="00941DB2" w:rsidP="003E0E83">
            <w:pPr>
              <w:pStyle w:val="TableBodyText"/>
              <w:spacing w:after="120"/>
              <w:jc w:val="both"/>
            </w:pPr>
            <w:r w:rsidRPr="00A75A09">
              <w:rPr>
                <w:color w:val="000000"/>
              </w:rPr>
              <w:t xml:space="preserve">The </w:t>
            </w:r>
            <w:r w:rsidRPr="00A75A09">
              <w:t>Student Outcomes Survey</w:t>
            </w:r>
            <w:r w:rsidRPr="00A75A09">
              <w:rPr>
                <w:color w:val="000000"/>
              </w:rPr>
              <w:t xml:space="preserve"> collects information on students’ employment </w:t>
            </w:r>
            <w:r w:rsidRPr="00A75A09">
              <w:t>outcomes and satisfaction with VET in Australia. Data are collected by mail-out survey with an option to complete the survey on</w:t>
            </w:r>
            <w:r>
              <w:noBreakHyphen/>
            </w:r>
            <w:r w:rsidRPr="00A75A09">
              <w:t>line.</w:t>
            </w:r>
          </w:p>
          <w:p w:rsidR="00941DB2" w:rsidRPr="00A75A09" w:rsidRDefault="00941DB2" w:rsidP="003E0E83">
            <w:pPr>
              <w:pStyle w:val="TableBodyText"/>
              <w:spacing w:after="120"/>
              <w:jc w:val="both"/>
            </w:pPr>
            <w:r w:rsidRPr="00A75A09">
              <w:t>Information about the level and type of training students undertake, further study patterns and reasons for not continuing with the training (where applicable) is also collected.</w:t>
            </w:r>
          </w:p>
          <w:p w:rsidR="00941DB2" w:rsidRPr="00941DB2" w:rsidRDefault="00941DB2" w:rsidP="003E0E83">
            <w:pPr>
              <w:pStyle w:val="TableBodyText"/>
              <w:spacing w:after="120"/>
              <w:jc w:val="both"/>
            </w:pPr>
            <w:r w:rsidRPr="00941DB2">
              <w:t>The scope of the survey is nationa</w:t>
            </w:r>
            <w:r w:rsidR="004362A2">
              <w:t>lly recognised VET (Figure 1).</w:t>
            </w:r>
          </w:p>
          <w:p w:rsidR="00941DB2" w:rsidRPr="0019262D" w:rsidRDefault="00941DB2" w:rsidP="003E0E83">
            <w:pPr>
              <w:pStyle w:val="TableBodyText"/>
              <w:spacing w:after="120"/>
              <w:jc w:val="both"/>
            </w:pPr>
            <w:r>
              <w:t>The survey i</w:t>
            </w:r>
            <w:r w:rsidRPr="0019262D">
              <w:t>ncludes:</w:t>
            </w:r>
          </w:p>
          <w:p w:rsidR="00941DB2" w:rsidRPr="0019262D" w:rsidRDefault="00941DB2" w:rsidP="003E0E83">
            <w:pPr>
              <w:pStyle w:val="TableBullet"/>
              <w:spacing w:after="120"/>
              <w:jc w:val="both"/>
            </w:pPr>
            <w:r w:rsidRPr="0019262D">
              <w:t>Publicly funded VET activity (all providers)</w:t>
            </w:r>
          </w:p>
          <w:p w:rsidR="00941DB2" w:rsidRPr="0019262D" w:rsidRDefault="00941DB2" w:rsidP="003E0E83">
            <w:pPr>
              <w:pStyle w:val="TableBullet"/>
              <w:spacing w:after="120"/>
              <w:jc w:val="both"/>
            </w:pPr>
            <w:r w:rsidRPr="0019262D">
              <w:t>Privately funded VET activity delivered by TAFE institutions, ACE providers,</w:t>
            </w:r>
            <w:r w:rsidR="004362A2">
              <w:t xml:space="preserve"> and other government providers</w:t>
            </w:r>
          </w:p>
          <w:p w:rsidR="00941DB2" w:rsidRPr="0019262D" w:rsidRDefault="00941DB2" w:rsidP="003E0E83">
            <w:pPr>
              <w:pStyle w:val="TableBodyText"/>
              <w:spacing w:after="120"/>
              <w:jc w:val="both"/>
            </w:pPr>
            <w:r>
              <w:t>The survey e</w:t>
            </w:r>
            <w:r w:rsidRPr="0019262D">
              <w:t>xcludes:</w:t>
            </w:r>
          </w:p>
          <w:p w:rsidR="00941DB2" w:rsidRPr="0019262D" w:rsidRDefault="00941DB2" w:rsidP="003E0E83">
            <w:pPr>
              <w:pStyle w:val="TableBullet"/>
              <w:spacing w:after="120"/>
              <w:jc w:val="both"/>
            </w:pPr>
            <w:r w:rsidRPr="0019262D">
              <w:t>Recreation, leisure and personal enrichment (non-vocational programs)</w:t>
            </w:r>
          </w:p>
          <w:p w:rsidR="00941DB2" w:rsidRPr="0019262D" w:rsidRDefault="00941DB2" w:rsidP="003E0E83">
            <w:pPr>
              <w:pStyle w:val="TableBullet"/>
              <w:spacing w:after="120"/>
              <w:jc w:val="both"/>
            </w:pPr>
            <w:r w:rsidRPr="0019262D">
              <w:t>Privately funded VET activity delivered by private providers</w:t>
            </w:r>
          </w:p>
          <w:p w:rsidR="00941DB2" w:rsidRPr="0019262D" w:rsidRDefault="00941DB2" w:rsidP="003E0E83">
            <w:pPr>
              <w:pStyle w:val="TableBullet"/>
              <w:spacing w:after="120"/>
              <w:jc w:val="both"/>
            </w:pPr>
            <w:r w:rsidRPr="0019262D">
              <w:t>VET activity delivered at overseas campuses of Australian VET institutions</w:t>
            </w:r>
          </w:p>
          <w:p w:rsidR="00941DB2" w:rsidRPr="0019262D" w:rsidRDefault="00941DB2" w:rsidP="003E0E83">
            <w:pPr>
              <w:pStyle w:val="TableBullet"/>
              <w:spacing w:after="120"/>
              <w:jc w:val="both"/>
            </w:pPr>
            <w:r w:rsidRPr="0019262D">
              <w:t>VET activity delivered in schools.</w:t>
            </w:r>
          </w:p>
          <w:p w:rsidR="00941DB2" w:rsidRPr="00941DB2" w:rsidRDefault="00941DB2" w:rsidP="003E0E83">
            <w:pPr>
              <w:pStyle w:val="TableBodyText"/>
              <w:spacing w:after="120"/>
              <w:jc w:val="both"/>
            </w:pPr>
            <w:r w:rsidRPr="00941DB2">
              <w:t>This scope has been in place since 2005. Prior to 2005, information was only collected from students undertaking Commonwealth/State funded programs through TAFE.</w:t>
            </w:r>
          </w:p>
          <w:p w:rsidR="00941DB2" w:rsidRPr="00216035" w:rsidRDefault="00941DB2" w:rsidP="003E0E83">
            <w:pPr>
              <w:pStyle w:val="TableBodyText"/>
              <w:spacing w:after="120"/>
              <w:jc w:val="both"/>
            </w:pPr>
            <w:r w:rsidRPr="00216035">
              <w:t xml:space="preserve">Figure 1: Scope of the </w:t>
            </w:r>
            <w:r>
              <w:t>2011</w:t>
            </w:r>
            <w:r w:rsidRPr="00216035">
              <w:t xml:space="preserve"> Student Outcomes Survey</w:t>
            </w:r>
          </w:p>
          <w:tbl>
            <w:tblPr>
              <w:tblW w:w="0" w:type="auto"/>
              <w:tblLook w:val="01E0" w:firstRow="1" w:lastRow="1" w:firstColumn="1" w:lastColumn="1" w:noHBand="0" w:noVBand="0"/>
            </w:tblPr>
            <w:tblGrid>
              <w:gridCol w:w="1669"/>
              <w:gridCol w:w="1747"/>
              <w:gridCol w:w="1598"/>
              <w:gridCol w:w="1875"/>
            </w:tblGrid>
            <w:tr w:rsidR="00941DB2" w:rsidRPr="00624338" w:rsidTr="00772CE4">
              <w:trPr>
                <w:trHeight w:val="251"/>
              </w:trPr>
              <w:tc>
                <w:tcPr>
                  <w:tcW w:w="1691" w:type="dxa"/>
                  <w:tcBorders>
                    <w:top w:val="single" w:sz="4" w:space="0" w:color="auto"/>
                  </w:tcBorders>
                </w:tcPr>
                <w:p w:rsidR="00941DB2" w:rsidRPr="00EB65CD" w:rsidRDefault="00941DB2" w:rsidP="003E0E83">
                  <w:pPr>
                    <w:pStyle w:val="TableBodyText"/>
                    <w:spacing w:after="120"/>
                    <w:jc w:val="both"/>
                    <w:rPr>
                      <w:sz w:val="16"/>
                      <w:szCs w:val="16"/>
                    </w:rPr>
                  </w:pPr>
                </w:p>
              </w:tc>
              <w:tc>
                <w:tcPr>
                  <w:tcW w:w="5404" w:type="dxa"/>
                  <w:gridSpan w:val="3"/>
                  <w:tcBorders>
                    <w:top w:val="single" w:sz="4" w:space="0" w:color="auto"/>
                  </w:tcBorders>
                </w:tcPr>
                <w:p w:rsidR="00941DB2" w:rsidRPr="00EB65CD" w:rsidRDefault="00941DB2" w:rsidP="003E0E83">
                  <w:pPr>
                    <w:pStyle w:val="TableBodyText"/>
                    <w:spacing w:after="120"/>
                    <w:jc w:val="both"/>
                    <w:rPr>
                      <w:bCs/>
                      <w:sz w:val="16"/>
                      <w:szCs w:val="16"/>
                    </w:rPr>
                  </w:pPr>
                  <w:r w:rsidRPr="00EB65CD">
                    <w:rPr>
                      <w:bCs/>
                      <w:sz w:val="16"/>
                      <w:szCs w:val="16"/>
                    </w:rPr>
                    <w:t>Provider Type</w:t>
                  </w:r>
                </w:p>
              </w:tc>
            </w:tr>
            <w:tr w:rsidR="00941DB2" w:rsidRPr="00624338" w:rsidTr="00772CE4">
              <w:trPr>
                <w:trHeight w:val="491"/>
              </w:trPr>
              <w:tc>
                <w:tcPr>
                  <w:tcW w:w="1691" w:type="dxa"/>
                  <w:tcBorders>
                    <w:bottom w:val="single" w:sz="4" w:space="0" w:color="auto"/>
                  </w:tcBorders>
                </w:tcPr>
                <w:p w:rsidR="00941DB2" w:rsidRPr="00EB65CD" w:rsidRDefault="00941DB2" w:rsidP="003E0E83">
                  <w:pPr>
                    <w:pStyle w:val="TableBodyText"/>
                    <w:spacing w:after="120"/>
                    <w:jc w:val="both"/>
                    <w:rPr>
                      <w:bCs/>
                      <w:sz w:val="16"/>
                      <w:szCs w:val="16"/>
                    </w:rPr>
                  </w:pPr>
                  <w:r w:rsidRPr="00EB65CD">
                    <w:rPr>
                      <w:bCs/>
                      <w:sz w:val="16"/>
                      <w:szCs w:val="16"/>
                    </w:rPr>
                    <w:t>Funding Type</w:t>
                  </w:r>
                </w:p>
              </w:tc>
              <w:tc>
                <w:tcPr>
                  <w:tcW w:w="1800" w:type="dxa"/>
                  <w:tcBorders>
                    <w:bottom w:val="single" w:sz="4" w:space="0" w:color="auto"/>
                  </w:tcBorders>
                </w:tcPr>
                <w:p w:rsidR="00941DB2" w:rsidRPr="00EB65CD" w:rsidRDefault="00941DB2" w:rsidP="003E0E83">
                  <w:pPr>
                    <w:pStyle w:val="TableBodyText"/>
                    <w:spacing w:after="120"/>
                    <w:jc w:val="both"/>
                    <w:rPr>
                      <w:bCs/>
                      <w:sz w:val="16"/>
                      <w:szCs w:val="16"/>
                    </w:rPr>
                  </w:pPr>
                  <w:r w:rsidRPr="00EB65CD">
                    <w:rPr>
                      <w:bCs/>
                      <w:sz w:val="16"/>
                      <w:szCs w:val="16"/>
                    </w:rPr>
                    <w:t>TAFE and Other Government providers</w:t>
                  </w:r>
                </w:p>
              </w:tc>
              <w:tc>
                <w:tcPr>
                  <w:tcW w:w="1656" w:type="dxa"/>
                  <w:tcBorders>
                    <w:bottom w:val="single" w:sz="4" w:space="0" w:color="auto"/>
                  </w:tcBorders>
                </w:tcPr>
                <w:p w:rsidR="00941DB2" w:rsidRPr="00EB65CD" w:rsidRDefault="00941DB2" w:rsidP="003E0E83">
                  <w:pPr>
                    <w:pStyle w:val="TableBodyText"/>
                    <w:spacing w:after="120"/>
                    <w:jc w:val="both"/>
                    <w:rPr>
                      <w:bCs/>
                      <w:sz w:val="16"/>
                      <w:szCs w:val="16"/>
                    </w:rPr>
                  </w:pPr>
                  <w:r w:rsidRPr="00EB65CD">
                    <w:rPr>
                      <w:bCs/>
                      <w:sz w:val="16"/>
                      <w:szCs w:val="16"/>
                    </w:rPr>
                    <w:t>Private Providers</w:t>
                  </w:r>
                </w:p>
              </w:tc>
              <w:tc>
                <w:tcPr>
                  <w:tcW w:w="1948" w:type="dxa"/>
                  <w:tcBorders>
                    <w:bottom w:val="single" w:sz="4" w:space="0" w:color="auto"/>
                  </w:tcBorders>
                </w:tcPr>
                <w:p w:rsidR="00941DB2" w:rsidRPr="00EB65CD" w:rsidRDefault="00941DB2" w:rsidP="003E0E83">
                  <w:pPr>
                    <w:pStyle w:val="TableBodyText"/>
                    <w:spacing w:after="120"/>
                    <w:jc w:val="both"/>
                    <w:rPr>
                      <w:bCs/>
                      <w:sz w:val="16"/>
                      <w:szCs w:val="16"/>
                    </w:rPr>
                  </w:pPr>
                  <w:r w:rsidRPr="00EB65CD">
                    <w:rPr>
                      <w:bCs/>
                      <w:sz w:val="16"/>
                      <w:szCs w:val="16"/>
                    </w:rPr>
                    <w:t xml:space="preserve">Community Education Providers </w:t>
                  </w:r>
                  <w:r w:rsidRPr="00EB65CD">
                    <w:rPr>
                      <w:bCs/>
                      <w:sz w:val="16"/>
                      <w:szCs w:val="16"/>
                      <w:vertAlign w:val="superscript"/>
                    </w:rPr>
                    <w:t>a</w:t>
                  </w:r>
                </w:p>
              </w:tc>
            </w:tr>
            <w:tr w:rsidR="00941DB2" w:rsidRPr="00624338" w:rsidTr="00772CE4">
              <w:trPr>
                <w:trHeight w:val="405"/>
              </w:trPr>
              <w:tc>
                <w:tcPr>
                  <w:tcW w:w="1691" w:type="dxa"/>
                  <w:tcBorders>
                    <w:top w:val="single" w:sz="4" w:space="0" w:color="auto"/>
                  </w:tcBorders>
                </w:tcPr>
                <w:p w:rsidR="00941DB2" w:rsidRPr="00EB65CD" w:rsidRDefault="00941DB2" w:rsidP="003E0E83">
                  <w:pPr>
                    <w:pStyle w:val="TableBodyText"/>
                    <w:spacing w:after="120"/>
                    <w:jc w:val="both"/>
                    <w:rPr>
                      <w:rFonts w:cs="Arial"/>
                      <w:sz w:val="16"/>
                      <w:szCs w:val="16"/>
                    </w:rPr>
                  </w:pPr>
                  <w:r w:rsidRPr="00EB65CD">
                    <w:rPr>
                      <w:rFonts w:cs="Arial"/>
                      <w:sz w:val="16"/>
                      <w:szCs w:val="16"/>
                    </w:rPr>
                    <w:t>Commonwealth and state funded</w:t>
                  </w:r>
                </w:p>
              </w:tc>
              <w:tc>
                <w:tcPr>
                  <w:tcW w:w="1800" w:type="dxa"/>
                  <w:tcBorders>
                    <w:top w:val="single" w:sz="4" w:space="0" w:color="auto"/>
                  </w:tcBorders>
                  <w:shd w:val="clear" w:color="auto" w:fill="auto"/>
                </w:tcPr>
                <w:p w:rsidR="00941DB2" w:rsidRPr="00EB65CD" w:rsidRDefault="00941DB2" w:rsidP="003E0E83">
                  <w:pPr>
                    <w:pStyle w:val="TableBodyText"/>
                    <w:spacing w:after="120"/>
                    <w:jc w:val="both"/>
                    <w:rPr>
                      <w:sz w:val="16"/>
                      <w:szCs w:val="16"/>
                    </w:rPr>
                  </w:pPr>
                  <w:r>
                    <w:rPr>
                      <w:noProof/>
                      <w:sz w:val="16"/>
                      <w:szCs w:val="16"/>
                    </w:rPr>
                    <w:drawing>
                      <wp:inline distT="0" distB="0" distL="0" distR="0" wp14:anchorId="0BDA4826" wp14:editId="500E9FDD">
                        <wp:extent cx="200025" cy="123825"/>
                        <wp:effectExtent l="0" t="0" r="9525" b="9525"/>
                        <wp:docPr id="16" name="Picture 16"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c>
                <w:tcPr>
                  <w:tcW w:w="1656" w:type="dxa"/>
                  <w:tcBorders>
                    <w:top w:val="single" w:sz="4" w:space="0" w:color="auto"/>
                  </w:tcBorders>
                  <w:shd w:val="clear" w:color="auto" w:fill="auto"/>
                </w:tcPr>
                <w:p w:rsidR="00941DB2" w:rsidRPr="00EB65CD" w:rsidRDefault="00941DB2" w:rsidP="003E0E83">
                  <w:pPr>
                    <w:pStyle w:val="TableBodyText"/>
                    <w:spacing w:after="120"/>
                    <w:jc w:val="both"/>
                    <w:rPr>
                      <w:sz w:val="16"/>
                      <w:szCs w:val="16"/>
                    </w:rPr>
                  </w:pPr>
                  <w:r>
                    <w:rPr>
                      <w:noProof/>
                      <w:sz w:val="16"/>
                      <w:szCs w:val="16"/>
                    </w:rPr>
                    <w:drawing>
                      <wp:inline distT="0" distB="0" distL="0" distR="0" wp14:anchorId="5C17B4C1" wp14:editId="147E374B">
                        <wp:extent cx="200025" cy="123825"/>
                        <wp:effectExtent l="0" t="0" r="9525" b="9525"/>
                        <wp:docPr id="15" name="Picture 15"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c>
                <w:tcPr>
                  <w:tcW w:w="1948" w:type="dxa"/>
                  <w:tcBorders>
                    <w:top w:val="single" w:sz="4" w:space="0" w:color="auto"/>
                  </w:tcBorders>
                  <w:shd w:val="clear" w:color="auto" w:fill="auto"/>
                </w:tcPr>
                <w:p w:rsidR="00941DB2" w:rsidRPr="00EB65CD" w:rsidRDefault="00941DB2" w:rsidP="003E0E83">
                  <w:pPr>
                    <w:pStyle w:val="TableBodyText"/>
                    <w:spacing w:after="120"/>
                    <w:jc w:val="both"/>
                    <w:rPr>
                      <w:sz w:val="16"/>
                      <w:szCs w:val="16"/>
                    </w:rPr>
                  </w:pPr>
                  <w:r>
                    <w:rPr>
                      <w:noProof/>
                      <w:sz w:val="16"/>
                      <w:szCs w:val="16"/>
                    </w:rPr>
                    <w:drawing>
                      <wp:inline distT="0" distB="0" distL="0" distR="0" wp14:anchorId="491BF04B" wp14:editId="4FDE41FD">
                        <wp:extent cx="200025" cy="123825"/>
                        <wp:effectExtent l="0" t="0" r="9525" b="9525"/>
                        <wp:docPr id="14" name="Picture 14"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r>
            <w:tr w:rsidR="00941DB2" w:rsidRPr="00624338" w:rsidTr="006C3BD0">
              <w:trPr>
                <w:trHeight w:val="355"/>
              </w:trPr>
              <w:tc>
                <w:tcPr>
                  <w:tcW w:w="1691" w:type="dxa"/>
                  <w:tcBorders>
                    <w:bottom w:val="single" w:sz="4" w:space="0" w:color="auto"/>
                  </w:tcBorders>
                </w:tcPr>
                <w:p w:rsidR="00941DB2" w:rsidRPr="00EB65CD" w:rsidRDefault="00941DB2" w:rsidP="003E0E83">
                  <w:pPr>
                    <w:pStyle w:val="TableBodyText"/>
                    <w:spacing w:after="120"/>
                    <w:jc w:val="both"/>
                    <w:rPr>
                      <w:rFonts w:cs="Arial"/>
                      <w:sz w:val="16"/>
                      <w:szCs w:val="16"/>
                    </w:rPr>
                  </w:pPr>
                  <w:r w:rsidRPr="00EB65CD">
                    <w:rPr>
                      <w:rFonts w:cs="Arial"/>
                      <w:sz w:val="16"/>
                      <w:szCs w:val="16"/>
                    </w:rPr>
                    <w:t>Fee-for-service</w:t>
                  </w:r>
                </w:p>
              </w:tc>
              <w:tc>
                <w:tcPr>
                  <w:tcW w:w="1800" w:type="dxa"/>
                  <w:tcBorders>
                    <w:bottom w:val="single" w:sz="4" w:space="0" w:color="auto"/>
                  </w:tcBorders>
                  <w:shd w:val="clear" w:color="auto" w:fill="auto"/>
                </w:tcPr>
                <w:p w:rsidR="00941DB2" w:rsidRPr="00EB65CD" w:rsidRDefault="00941DB2" w:rsidP="003E0E83">
                  <w:pPr>
                    <w:pStyle w:val="TableBodyText"/>
                    <w:spacing w:after="120"/>
                    <w:jc w:val="both"/>
                    <w:rPr>
                      <w:sz w:val="16"/>
                      <w:szCs w:val="16"/>
                    </w:rPr>
                  </w:pPr>
                  <w:r>
                    <w:rPr>
                      <w:noProof/>
                      <w:sz w:val="16"/>
                      <w:szCs w:val="16"/>
                    </w:rPr>
                    <w:drawing>
                      <wp:inline distT="0" distB="0" distL="0" distR="0" wp14:anchorId="1C967176" wp14:editId="528B7A95">
                        <wp:extent cx="200025" cy="123825"/>
                        <wp:effectExtent l="0" t="0" r="9525" b="9525"/>
                        <wp:docPr id="13" name="Picture 13"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c>
                <w:tcPr>
                  <w:tcW w:w="1656" w:type="dxa"/>
                  <w:tcBorders>
                    <w:bottom w:val="single" w:sz="4" w:space="0" w:color="auto"/>
                  </w:tcBorders>
                  <w:shd w:val="clear" w:color="auto" w:fill="auto"/>
                </w:tcPr>
                <w:p w:rsidR="00941DB2" w:rsidRPr="00EB65CD" w:rsidRDefault="00941DB2" w:rsidP="003E0E83">
                  <w:pPr>
                    <w:pStyle w:val="TableBodyText"/>
                    <w:spacing w:after="120"/>
                    <w:jc w:val="both"/>
                    <w:rPr>
                      <w:sz w:val="16"/>
                      <w:szCs w:val="16"/>
                    </w:rPr>
                  </w:pPr>
                </w:p>
              </w:tc>
              <w:tc>
                <w:tcPr>
                  <w:tcW w:w="1948" w:type="dxa"/>
                  <w:tcBorders>
                    <w:bottom w:val="single" w:sz="4" w:space="0" w:color="auto"/>
                  </w:tcBorders>
                  <w:shd w:val="clear" w:color="auto" w:fill="auto"/>
                </w:tcPr>
                <w:p w:rsidR="00941DB2" w:rsidRPr="00EB65CD" w:rsidRDefault="00941DB2" w:rsidP="003E0E83">
                  <w:pPr>
                    <w:pStyle w:val="TableBodyText"/>
                    <w:spacing w:after="120"/>
                    <w:jc w:val="both"/>
                    <w:rPr>
                      <w:sz w:val="16"/>
                      <w:szCs w:val="16"/>
                    </w:rPr>
                  </w:pPr>
                  <w:r>
                    <w:rPr>
                      <w:noProof/>
                      <w:sz w:val="16"/>
                      <w:szCs w:val="16"/>
                    </w:rPr>
                    <w:drawing>
                      <wp:inline distT="0" distB="0" distL="0" distR="0" wp14:anchorId="4BEA813E" wp14:editId="7E6CFC90">
                        <wp:extent cx="200025" cy="123825"/>
                        <wp:effectExtent l="0" t="0" r="9525" b="9525"/>
                        <wp:docPr id="11" name="Picture 1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r>
          </w:tbl>
          <w:p w:rsidR="00941DB2" w:rsidRPr="00A75A09" w:rsidRDefault="00941DB2" w:rsidP="003E0E83">
            <w:pPr>
              <w:pStyle w:val="TableBodyText"/>
              <w:spacing w:after="120"/>
              <w:jc w:val="both"/>
              <w:rPr>
                <w:rFonts w:cs="Arial"/>
                <w:szCs w:val="15"/>
              </w:rPr>
            </w:pPr>
            <w:r w:rsidRPr="00A75A09">
              <w:rPr>
                <w:rFonts w:cs="Arial"/>
                <w:szCs w:val="15"/>
              </w:rPr>
              <w:t>Notes</w:t>
            </w:r>
          </w:p>
          <w:p w:rsidR="00941DB2" w:rsidRPr="00A75A09" w:rsidRDefault="00941DB2" w:rsidP="003E0E83">
            <w:pPr>
              <w:pStyle w:val="TableBodyText"/>
              <w:spacing w:after="120"/>
              <w:jc w:val="both"/>
              <w:rPr>
                <w:rFonts w:cs="Arial"/>
                <w:color w:val="000000"/>
                <w:sz w:val="15"/>
                <w:szCs w:val="15"/>
              </w:rPr>
            </w:pPr>
            <w:r w:rsidRPr="00A75A09">
              <w:rPr>
                <w:rFonts w:cs="Arial"/>
                <w:sz w:val="15"/>
                <w:szCs w:val="15"/>
              </w:rPr>
              <w:t>a</w:t>
            </w:r>
            <w:r w:rsidRPr="00A75A09">
              <w:rPr>
                <w:rFonts w:cs="Arial"/>
                <w:sz w:val="15"/>
                <w:szCs w:val="15"/>
              </w:rPr>
              <w:tab/>
              <w:t>This information is only collected in New South Wales and Victoria.</w:t>
            </w:r>
          </w:p>
        </w:tc>
      </w:tr>
      <w:tr w:rsidR="00941DB2" w:rsidRPr="00A75A09" w:rsidTr="002E049F">
        <w:tc>
          <w:tcPr>
            <w:tcW w:w="1055" w:type="pct"/>
          </w:tcPr>
          <w:p w:rsidR="00941DB2" w:rsidRPr="00941DB2" w:rsidRDefault="00941DB2" w:rsidP="002E049F">
            <w:pPr>
              <w:pStyle w:val="TableBodyText"/>
              <w:jc w:val="both"/>
              <w:rPr>
                <w:b/>
              </w:rPr>
            </w:pPr>
            <w:r w:rsidRPr="00941DB2">
              <w:rPr>
                <w:b/>
              </w:rPr>
              <w:t>Timeliness</w:t>
            </w:r>
          </w:p>
          <w:p w:rsidR="00941DB2" w:rsidRPr="00941DB2" w:rsidRDefault="00941DB2" w:rsidP="002E049F">
            <w:pPr>
              <w:pStyle w:val="TableBodyText"/>
              <w:jc w:val="both"/>
              <w:rPr>
                <w:b/>
              </w:rPr>
            </w:pPr>
          </w:p>
        </w:tc>
        <w:tc>
          <w:tcPr>
            <w:tcW w:w="3945" w:type="pct"/>
          </w:tcPr>
          <w:p w:rsidR="00941DB2" w:rsidRPr="00A75A09" w:rsidRDefault="00941DB2" w:rsidP="003E0E83">
            <w:pPr>
              <w:pStyle w:val="TableBodyText"/>
              <w:spacing w:after="120"/>
              <w:jc w:val="both"/>
            </w:pPr>
            <w:r w:rsidRPr="00A75A09">
              <w:t xml:space="preserve">The Student Outcomes Survey is conducted every year. The reference date is the last Friday in May of the year after the training was completed. </w:t>
            </w:r>
            <w:r>
              <w:t>Results from the 2011</w:t>
            </w:r>
            <w:r w:rsidRPr="00A75A09">
              <w:t xml:space="preserve"> survey (for students who </w:t>
            </w:r>
            <w:r>
              <w:t>completed their training in 2010</w:t>
            </w:r>
            <w:r w:rsidRPr="00A75A09">
              <w:t>) were</w:t>
            </w:r>
            <w:r>
              <w:t xml:space="preserve"> released on the NCVER website in December 2011</w:t>
            </w:r>
            <w:r w:rsidRPr="00A75A09">
              <w:t>.</w:t>
            </w:r>
          </w:p>
        </w:tc>
      </w:tr>
      <w:tr w:rsidR="00941DB2" w:rsidRPr="00A75A09" w:rsidTr="002E049F">
        <w:tc>
          <w:tcPr>
            <w:tcW w:w="1055" w:type="pct"/>
          </w:tcPr>
          <w:p w:rsidR="00941DB2" w:rsidRPr="00941DB2" w:rsidRDefault="00941DB2" w:rsidP="002E049F">
            <w:pPr>
              <w:pStyle w:val="TableBodyText"/>
              <w:jc w:val="both"/>
              <w:rPr>
                <w:b/>
              </w:rPr>
            </w:pPr>
            <w:r w:rsidRPr="00941DB2">
              <w:rPr>
                <w:b/>
              </w:rPr>
              <w:t>Accuracy</w:t>
            </w:r>
          </w:p>
          <w:p w:rsidR="00941DB2" w:rsidRPr="00941DB2" w:rsidRDefault="00941DB2" w:rsidP="002E049F">
            <w:pPr>
              <w:pStyle w:val="TableBodyText"/>
              <w:jc w:val="both"/>
              <w:rPr>
                <w:b/>
              </w:rPr>
            </w:pPr>
          </w:p>
        </w:tc>
        <w:tc>
          <w:tcPr>
            <w:tcW w:w="3945" w:type="pct"/>
          </w:tcPr>
          <w:p w:rsidR="00941DB2" w:rsidRPr="00941DB2" w:rsidRDefault="00941DB2" w:rsidP="003E0E83">
            <w:pPr>
              <w:pStyle w:val="TableBodyText"/>
              <w:spacing w:after="120"/>
              <w:jc w:val="both"/>
            </w:pPr>
            <w:r w:rsidRPr="00941DB2">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941DB2" w:rsidRPr="00A75A09" w:rsidRDefault="00941DB2" w:rsidP="003E0E83">
            <w:pPr>
              <w:pStyle w:val="TableBodyText"/>
              <w:spacing w:after="120"/>
              <w:jc w:val="both"/>
            </w:pPr>
            <w:r w:rsidRPr="00A75A09">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w:t>
            </w:r>
            <w:r w:rsidR="002E049F">
              <w:noBreakHyphen/>
            </w:r>
            <w:r w:rsidRPr="00A75A09">
              <w:t>response and mode bias. They are performed on weighted and unweighted data and include:</w:t>
            </w:r>
          </w:p>
          <w:p w:rsidR="00941DB2" w:rsidRPr="00A75A09" w:rsidRDefault="00941DB2" w:rsidP="003E0E83">
            <w:pPr>
              <w:pStyle w:val="TableBullet"/>
              <w:spacing w:after="120"/>
              <w:jc w:val="both"/>
            </w:pPr>
            <w:r>
              <w:t xml:space="preserve">a </w:t>
            </w:r>
            <w:r w:rsidRPr="00A75A09">
              <w:t>comparison of the responding sample with the mailing list sample</w:t>
            </w:r>
          </w:p>
          <w:p w:rsidR="00941DB2" w:rsidRPr="00A75A09" w:rsidRDefault="00941DB2" w:rsidP="003E0E83">
            <w:pPr>
              <w:pStyle w:val="TableBullet"/>
              <w:spacing w:after="120"/>
              <w:jc w:val="both"/>
            </w:pPr>
            <w:r>
              <w:t xml:space="preserve">a </w:t>
            </w:r>
            <w:r w:rsidRPr="00A75A09">
              <w:t>comparison of the characteristics of the responding sample with non</w:t>
            </w:r>
            <w:r w:rsidR="002E049F">
              <w:noBreakHyphen/>
            </w:r>
            <w:r w:rsidRPr="00A75A09">
              <w:t>respondents. Information on a sample of non-respondents is collected via telephone interview</w:t>
            </w:r>
          </w:p>
          <w:p w:rsidR="00941DB2" w:rsidRPr="00A75A09" w:rsidRDefault="00941DB2" w:rsidP="003E0E83">
            <w:pPr>
              <w:pStyle w:val="TableBullet"/>
              <w:spacing w:after="120"/>
              <w:jc w:val="both"/>
            </w:pPr>
            <w:r w:rsidRPr="00A75A09">
              <w:t>a comparison of the results obtained from mail and online completion.</w:t>
            </w:r>
          </w:p>
          <w:p w:rsidR="00941DB2" w:rsidRPr="00A75A09" w:rsidRDefault="00941DB2" w:rsidP="003E0E83">
            <w:pPr>
              <w:pStyle w:val="TableBodyText"/>
              <w:spacing w:after="120"/>
              <w:jc w:val="both"/>
            </w:pPr>
            <w:r>
              <w:t>Response rates to the 2011</w:t>
            </w:r>
            <w:r w:rsidRPr="00A75A09">
              <w:t xml:space="preserve"> survey are shown in table 1.</w:t>
            </w:r>
          </w:p>
          <w:p w:rsidR="00941DB2" w:rsidRPr="00A75A09" w:rsidRDefault="00941DB2" w:rsidP="003E0E83">
            <w:pPr>
              <w:pStyle w:val="TableBodyText"/>
              <w:spacing w:after="120"/>
              <w:jc w:val="both"/>
              <w:rPr>
                <w:rFonts w:cs="Arial"/>
                <w:b/>
                <w:sz w:val="17"/>
                <w:szCs w:val="17"/>
              </w:rPr>
            </w:pPr>
            <w:r w:rsidRPr="00A75A09">
              <w:rPr>
                <w:rFonts w:cs="Arial"/>
                <w:b/>
                <w:sz w:val="17"/>
                <w:szCs w:val="17"/>
              </w:rPr>
              <w:t>Table 1: Response</w:t>
            </w:r>
            <w:r>
              <w:rPr>
                <w:rFonts w:cs="Arial"/>
                <w:b/>
                <w:sz w:val="17"/>
                <w:szCs w:val="17"/>
              </w:rPr>
              <w:t xml:space="preserve"> rates for graduates to the 2011</w:t>
            </w:r>
            <w:r w:rsidRPr="00A75A09">
              <w:rPr>
                <w:rFonts w:cs="Arial"/>
                <w:b/>
                <w:sz w:val="17"/>
                <w:szCs w:val="17"/>
              </w:rPr>
              <w:t xml:space="preserve">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317"/>
              <w:gridCol w:w="1680"/>
            </w:tblGrid>
            <w:tr w:rsidR="00941DB2" w:rsidRPr="00A75A09" w:rsidTr="006C3BD0">
              <w:tc>
                <w:tcPr>
                  <w:tcW w:w="2898" w:type="pct"/>
                  <w:tcBorders>
                    <w:top w:val="single" w:sz="4" w:space="0" w:color="auto"/>
                    <w:bottom w:val="single" w:sz="4" w:space="0" w:color="auto"/>
                  </w:tcBorders>
                </w:tcPr>
                <w:p w:rsidR="00941DB2" w:rsidRPr="00A75A09" w:rsidRDefault="00941DB2" w:rsidP="003E0E83">
                  <w:pPr>
                    <w:pStyle w:val="TableBodyText"/>
                    <w:spacing w:after="120"/>
                    <w:jc w:val="both"/>
                    <w:rPr>
                      <w:rFonts w:cs="Arial"/>
                      <w:b/>
                      <w:color w:val="000000"/>
                      <w:sz w:val="17"/>
                      <w:szCs w:val="17"/>
                    </w:rPr>
                  </w:pPr>
                  <w:r w:rsidRPr="00A75A09">
                    <w:rPr>
                      <w:rFonts w:cs="Arial"/>
                      <w:b/>
                      <w:color w:val="000000"/>
                      <w:sz w:val="17"/>
                      <w:szCs w:val="17"/>
                    </w:rPr>
                    <w:t>State/Territory</w:t>
                  </w:r>
                </w:p>
              </w:tc>
              <w:tc>
                <w:tcPr>
                  <w:tcW w:w="2102" w:type="pct"/>
                  <w:tcBorders>
                    <w:top w:val="single" w:sz="4" w:space="0" w:color="auto"/>
                    <w:bottom w:val="single" w:sz="4" w:space="0" w:color="auto"/>
                  </w:tcBorders>
                </w:tcPr>
                <w:p w:rsidR="00941DB2" w:rsidRPr="00A75A09" w:rsidRDefault="00941DB2" w:rsidP="008476D9">
                  <w:pPr>
                    <w:pStyle w:val="TableBodyText"/>
                    <w:spacing w:after="120"/>
                    <w:jc w:val="left"/>
                    <w:rPr>
                      <w:rFonts w:cs="Arial"/>
                      <w:b/>
                      <w:color w:val="000000"/>
                      <w:sz w:val="17"/>
                      <w:szCs w:val="17"/>
                    </w:rPr>
                  </w:pPr>
                  <w:r w:rsidRPr="00A75A09">
                    <w:rPr>
                      <w:rFonts w:cs="Arial"/>
                      <w:b/>
                      <w:color w:val="000000"/>
                      <w:sz w:val="17"/>
                      <w:szCs w:val="17"/>
                    </w:rPr>
                    <w:t>Response rate (%)</w:t>
                  </w:r>
                </w:p>
              </w:tc>
            </w:tr>
            <w:tr w:rsidR="00941DB2" w:rsidRPr="00A75A09" w:rsidTr="006C3BD0">
              <w:tc>
                <w:tcPr>
                  <w:tcW w:w="2898" w:type="pct"/>
                  <w:tcBorders>
                    <w:top w:val="single" w:sz="4" w:space="0" w:color="auto"/>
                  </w:tcBorders>
                </w:tcPr>
                <w:p w:rsidR="00941DB2" w:rsidRPr="00B769A7" w:rsidRDefault="00941DB2" w:rsidP="003E0E83">
                  <w:pPr>
                    <w:pStyle w:val="TableBodyText"/>
                    <w:spacing w:after="120"/>
                    <w:jc w:val="both"/>
                    <w:rPr>
                      <w:sz w:val="17"/>
                      <w:szCs w:val="17"/>
                    </w:rPr>
                  </w:pPr>
                  <w:r w:rsidRPr="00B769A7">
                    <w:rPr>
                      <w:sz w:val="17"/>
                      <w:szCs w:val="17"/>
                    </w:rPr>
                    <w:t>New South Wales</w:t>
                  </w:r>
                </w:p>
              </w:tc>
              <w:tc>
                <w:tcPr>
                  <w:tcW w:w="2102" w:type="pct"/>
                  <w:tcBorders>
                    <w:top w:val="single" w:sz="4" w:space="0" w:color="auto"/>
                  </w:tcBorders>
                </w:tcPr>
                <w:p w:rsidR="00941DB2" w:rsidRPr="00B769A7" w:rsidRDefault="00941DB2" w:rsidP="003E0E83">
                  <w:pPr>
                    <w:pStyle w:val="TableBodyText"/>
                    <w:spacing w:after="120"/>
                    <w:jc w:val="both"/>
                    <w:rPr>
                      <w:rFonts w:cs="Arial"/>
                      <w:sz w:val="17"/>
                      <w:szCs w:val="17"/>
                    </w:rPr>
                  </w:pPr>
                  <w:r>
                    <w:rPr>
                      <w:rFonts w:cs="Arial"/>
                      <w:sz w:val="17"/>
                      <w:szCs w:val="17"/>
                    </w:rPr>
                    <w:t>44.1</w:t>
                  </w:r>
                </w:p>
              </w:tc>
            </w:tr>
            <w:tr w:rsidR="00941DB2" w:rsidRPr="00A75A09" w:rsidTr="006C3BD0">
              <w:tc>
                <w:tcPr>
                  <w:tcW w:w="2898" w:type="pct"/>
                </w:tcPr>
                <w:p w:rsidR="00941DB2" w:rsidRPr="00B769A7" w:rsidRDefault="00941DB2" w:rsidP="003E0E83">
                  <w:pPr>
                    <w:pStyle w:val="TableBodyText"/>
                    <w:spacing w:after="120"/>
                    <w:jc w:val="both"/>
                    <w:rPr>
                      <w:sz w:val="17"/>
                      <w:szCs w:val="17"/>
                    </w:rPr>
                  </w:pPr>
                  <w:r w:rsidRPr="00B769A7">
                    <w:rPr>
                      <w:sz w:val="17"/>
                      <w:szCs w:val="17"/>
                    </w:rPr>
                    <w:t>Victoria</w:t>
                  </w:r>
                </w:p>
              </w:tc>
              <w:tc>
                <w:tcPr>
                  <w:tcW w:w="2102" w:type="pct"/>
                </w:tcPr>
                <w:p w:rsidR="00941DB2" w:rsidRPr="00B769A7" w:rsidRDefault="00941DB2" w:rsidP="003E0E83">
                  <w:pPr>
                    <w:pStyle w:val="TableBodyText"/>
                    <w:spacing w:after="120"/>
                    <w:jc w:val="both"/>
                    <w:rPr>
                      <w:rFonts w:cs="Arial"/>
                      <w:sz w:val="17"/>
                      <w:szCs w:val="17"/>
                    </w:rPr>
                  </w:pPr>
                  <w:r>
                    <w:rPr>
                      <w:rFonts w:cs="Arial"/>
                      <w:sz w:val="17"/>
                      <w:szCs w:val="17"/>
                    </w:rPr>
                    <w:t>42.4</w:t>
                  </w:r>
                </w:p>
              </w:tc>
            </w:tr>
            <w:tr w:rsidR="00941DB2" w:rsidRPr="00A75A09" w:rsidTr="006C3BD0">
              <w:tc>
                <w:tcPr>
                  <w:tcW w:w="2898" w:type="pct"/>
                </w:tcPr>
                <w:p w:rsidR="00941DB2" w:rsidRPr="00B769A7" w:rsidRDefault="00941DB2" w:rsidP="003E0E83">
                  <w:pPr>
                    <w:pStyle w:val="TableBodyText"/>
                    <w:spacing w:after="120"/>
                    <w:jc w:val="both"/>
                    <w:rPr>
                      <w:sz w:val="17"/>
                      <w:szCs w:val="17"/>
                    </w:rPr>
                  </w:pPr>
                  <w:r w:rsidRPr="00B769A7">
                    <w:rPr>
                      <w:sz w:val="17"/>
                      <w:szCs w:val="17"/>
                    </w:rPr>
                    <w:t>Queensland</w:t>
                  </w:r>
                </w:p>
              </w:tc>
              <w:tc>
                <w:tcPr>
                  <w:tcW w:w="2102" w:type="pct"/>
                </w:tcPr>
                <w:p w:rsidR="00941DB2" w:rsidRPr="00B769A7" w:rsidRDefault="00941DB2" w:rsidP="003E0E83">
                  <w:pPr>
                    <w:pStyle w:val="TableBodyText"/>
                    <w:spacing w:after="120"/>
                    <w:jc w:val="both"/>
                    <w:rPr>
                      <w:rFonts w:cs="Arial"/>
                      <w:sz w:val="17"/>
                      <w:szCs w:val="17"/>
                    </w:rPr>
                  </w:pPr>
                  <w:r>
                    <w:rPr>
                      <w:rFonts w:cs="Arial"/>
                      <w:sz w:val="17"/>
                      <w:szCs w:val="17"/>
                    </w:rPr>
                    <w:t>40.4</w:t>
                  </w:r>
                </w:p>
              </w:tc>
            </w:tr>
            <w:tr w:rsidR="00941DB2" w:rsidRPr="00A75A09" w:rsidTr="006C3BD0">
              <w:tc>
                <w:tcPr>
                  <w:tcW w:w="2898" w:type="pct"/>
                </w:tcPr>
                <w:p w:rsidR="00941DB2" w:rsidRPr="00B769A7" w:rsidRDefault="00941DB2" w:rsidP="003E0E83">
                  <w:pPr>
                    <w:pStyle w:val="TableBodyText"/>
                    <w:spacing w:after="120"/>
                    <w:jc w:val="both"/>
                    <w:rPr>
                      <w:sz w:val="17"/>
                      <w:szCs w:val="17"/>
                    </w:rPr>
                  </w:pPr>
                  <w:r w:rsidRPr="00B769A7">
                    <w:rPr>
                      <w:sz w:val="17"/>
                      <w:szCs w:val="17"/>
                    </w:rPr>
                    <w:t>South Australia</w:t>
                  </w:r>
                </w:p>
              </w:tc>
              <w:tc>
                <w:tcPr>
                  <w:tcW w:w="2102" w:type="pct"/>
                </w:tcPr>
                <w:p w:rsidR="00941DB2" w:rsidRPr="00B769A7" w:rsidRDefault="00941DB2" w:rsidP="003E0E83">
                  <w:pPr>
                    <w:pStyle w:val="TableBodyText"/>
                    <w:spacing w:after="120"/>
                    <w:jc w:val="both"/>
                    <w:rPr>
                      <w:rFonts w:cs="Arial"/>
                      <w:sz w:val="17"/>
                      <w:szCs w:val="17"/>
                    </w:rPr>
                  </w:pPr>
                  <w:r>
                    <w:rPr>
                      <w:rFonts w:cs="Arial"/>
                      <w:sz w:val="17"/>
                      <w:szCs w:val="17"/>
                    </w:rPr>
                    <w:t>42.8</w:t>
                  </w:r>
                </w:p>
              </w:tc>
            </w:tr>
            <w:tr w:rsidR="00941DB2" w:rsidRPr="00A75A09" w:rsidTr="006C3BD0">
              <w:tc>
                <w:tcPr>
                  <w:tcW w:w="2898" w:type="pct"/>
                </w:tcPr>
                <w:p w:rsidR="00941DB2" w:rsidRPr="00B769A7" w:rsidRDefault="00941DB2" w:rsidP="003E0E83">
                  <w:pPr>
                    <w:pStyle w:val="TableBodyText"/>
                    <w:spacing w:after="120"/>
                    <w:jc w:val="both"/>
                    <w:rPr>
                      <w:sz w:val="17"/>
                      <w:szCs w:val="17"/>
                    </w:rPr>
                  </w:pPr>
                  <w:r w:rsidRPr="00B769A7">
                    <w:rPr>
                      <w:sz w:val="17"/>
                      <w:szCs w:val="17"/>
                    </w:rPr>
                    <w:t>Western Australia</w:t>
                  </w:r>
                </w:p>
              </w:tc>
              <w:tc>
                <w:tcPr>
                  <w:tcW w:w="2102" w:type="pct"/>
                </w:tcPr>
                <w:p w:rsidR="00941DB2" w:rsidRPr="00B769A7" w:rsidRDefault="00941DB2" w:rsidP="003E0E83">
                  <w:pPr>
                    <w:pStyle w:val="TableBodyText"/>
                    <w:spacing w:after="120"/>
                    <w:jc w:val="both"/>
                    <w:rPr>
                      <w:rFonts w:cs="Arial"/>
                      <w:sz w:val="17"/>
                      <w:szCs w:val="17"/>
                    </w:rPr>
                  </w:pPr>
                  <w:r>
                    <w:rPr>
                      <w:rFonts w:cs="Arial"/>
                      <w:sz w:val="17"/>
                      <w:szCs w:val="17"/>
                    </w:rPr>
                    <w:t>41.9</w:t>
                  </w:r>
                </w:p>
              </w:tc>
            </w:tr>
            <w:tr w:rsidR="00941DB2" w:rsidRPr="00A75A09" w:rsidTr="006C3BD0">
              <w:tc>
                <w:tcPr>
                  <w:tcW w:w="2898" w:type="pct"/>
                </w:tcPr>
                <w:p w:rsidR="00941DB2" w:rsidRPr="00B769A7" w:rsidRDefault="00941DB2" w:rsidP="003E0E83">
                  <w:pPr>
                    <w:pStyle w:val="TableBodyText"/>
                    <w:spacing w:after="120"/>
                    <w:jc w:val="both"/>
                    <w:rPr>
                      <w:sz w:val="17"/>
                      <w:szCs w:val="17"/>
                    </w:rPr>
                  </w:pPr>
                  <w:r w:rsidRPr="00B769A7">
                    <w:rPr>
                      <w:sz w:val="17"/>
                      <w:szCs w:val="17"/>
                    </w:rPr>
                    <w:t>Tasmania</w:t>
                  </w:r>
                </w:p>
              </w:tc>
              <w:tc>
                <w:tcPr>
                  <w:tcW w:w="2102" w:type="pct"/>
                </w:tcPr>
                <w:p w:rsidR="00941DB2" w:rsidRPr="00B769A7" w:rsidRDefault="00941DB2" w:rsidP="003E0E83">
                  <w:pPr>
                    <w:pStyle w:val="TableBodyText"/>
                    <w:spacing w:after="120"/>
                    <w:jc w:val="both"/>
                    <w:rPr>
                      <w:rFonts w:cs="Arial"/>
                      <w:sz w:val="17"/>
                      <w:szCs w:val="17"/>
                    </w:rPr>
                  </w:pPr>
                  <w:r>
                    <w:rPr>
                      <w:rFonts w:cs="Arial"/>
                      <w:sz w:val="17"/>
                      <w:szCs w:val="17"/>
                    </w:rPr>
                    <w:t>46.5</w:t>
                  </w:r>
                </w:p>
              </w:tc>
            </w:tr>
            <w:tr w:rsidR="00941DB2" w:rsidRPr="00A75A09" w:rsidTr="006C3BD0">
              <w:tc>
                <w:tcPr>
                  <w:tcW w:w="2898" w:type="pct"/>
                </w:tcPr>
                <w:p w:rsidR="00941DB2" w:rsidRPr="00B769A7" w:rsidRDefault="00941DB2" w:rsidP="003E0E83">
                  <w:pPr>
                    <w:pStyle w:val="TableBodyText"/>
                    <w:spacing w:after="120"/>
                    <w:jc w:val="both"/>
                    <w:rPr>
                      <w:sz w:val="17"/>
                      <w:szCs w:val="17"/>
                    </w:rPr>
                  </w:pPr>
                  <w:r w:rsidRPr="00B769A7">
                    <w:rPr>
                      <w:sz w:val="17"/>
                      <w:szCs w:val="17"/>
                    </w:rPr>
                    <w:t>Northern Territory</w:t>
                  </w:r>
                </w:p>
              </w:tc>
              <w:tc>
                <w:tcPr>
                  <w:tcW w:w="2102" w:type="pct"/>
                </w:tcPr>
                <w:p w:rsidR="00941DB2" w:rsidRPr="00B769A7" w:rsidRDefault="00941DB2" w:rsidP="003E0E83">
                  <w:pPr>
                    <w:pStyle w:val="TableBodyText"/>
                    <w:spacing w:after="120"/>
                    <w:jc w:val="both"/>
                    <w:rPr>
                      <w:rFonts w:cs="Arial"/>
                      <w:sz w:val="17"/>
                      <w:szCs w:val="17"/>
                    </w:rPr>
                  </w:pPr>
                  <w:r>
                    <w:rPr>
                      <w:rFonts w:cs="Arial"/>
                      <w:sz w:val="17"/>
                      <w:szCs w:val="17"/>
                    </w:rPr>
                    <w:t>37.7</w:t>
                  </w:r>
                </w:p>
              </w:tc>
            </w:tr>
            <w:tr w:rsidR="00941DB2" w:rsidRPr="00A75A09" w:rsidTr="006C3BD0">
              <w:tc>
                <w:tcPr>
                  <w:tcW w:w="2898" w:type="pct"/>
                </w:tcPr>
                <w:p w:rsidR="00941DB2" w:rsidRPr="00B769A7" w:rsidRDefault="008476D9" w:rsidP="008476D9">
                  <w:pPr>
                    <w:pStyle w:val="TableBodyText"/>
                    <w:spacing w:after="120"/>
                    <w:jc w:val="left"/>
                    <w:rPr>
                      <w:sz w:val="17"/>
                      <w:szCs w:val="17"/>
                    </w:rPr>
                  </w:pPr>
                  <w:r>
                    <w:rPr>
                      <w:sz w:val="17"/>
                      <w:szCs w:val="17"/>
                    </w:rPr>
                    <w:t xml:space="preserve">Australian </w:t>
                  </w:r>
                  <w:r w:rsidR="00941DB2" w:rsidRPr="00B769A7">
                    <w:rPr>
                      <w:sz w:val="17"/>
                      <w:szCs w:val="17"/>
                    </w:rPr>
                    <w:t>Capital Territory</w:t>
                  </w:r>
                </w:p>
              </w:tc>
              <w:tc>
                <w:tcPr>
                  <w:tcW w:w="2102" w:type="pct"/>
                </w:tcPr>
                <w:p w:rsidR="00941DB2" w:rsidRPr="00B769A7" w:rsidRDefault="00941DB2" w:rsidP="003E0E83">
                  <w:pPr>
                    <w:pStyle w:val="TableBodyText"/>
                    <w:spacing w:after="120"/>
                    <w:jc w:val="both"/>
                    <w:rPr>
                      <w:rFonts w:cs="Arial"/>
                      <w:sz w:val="17"/>
                      <w:szCs w:val="17"/>
                    </w:rPr>
                  </w:pPr>
                  <w:r>
                    <w:rPr>
                      <w:rFonts w:cs="Arial"/>
                      <w:sz w:val="17"/>
                      <w:szCs w:val="17"/>
                    </w:rPr>
                    <w:t>39.1</w:t>
                  </w:r>
                </w:p>
              </w:tc>
            </w:tr>
            <w:tr w:rsidR="00941DB2" w:rsidRPr="00A75A09" w:rsidTr="006C3BD0">
              <w:tc>
                <w:tcPr>
                  <w:tcW w:w="2898" w:type="pct"/>
                </w:tcPr>
                <w:p w:rsidR="00941DB2" w:rsidRPr="00B769A7" w:rsidRDefault="00941DB2" w:rsidP="003E0E83">
                  <w:pPr>
                    <w:pStyle w:val="TableBodyText"/>
                    <w:spacing w:after="120"/>
                    <w:jc w:val="both"/>
                    <w:rPr>
                      <w:b/>
                      <w:sz w:val="17"/>
                      <w:szCs w:val="17"/>
                    </w:rPr>
                  </w:pPr>
                  <w:r w:rsidRPr="00B769A7">
                    <w:rPr>
                      <w:b/>
                      <w:sz w:val="17"/>
                      <w:szCs w:val="17"/>
                    </w:rPr>
                    <w:t>Australia</w:t>
                  </w:r>
                </w:p>
              </w:tc>
              <w:tc>
                <w:tcPr>
                  <w:tcW w:w="2102" w:type="pct"/>
                </w:tcPr>
                <w:p w:rsidR="00941DB2" w:rsidRPr="00B769A7" w:rsidRDefault="00941DB2" w:rsidP="003E0E83">
                  <w:pPr>
                    <w:pStyle w:val="TableBodyText"/>
                    <w:spacing w:after="120"/>
                    <w:jc w:val="both"/>
                    <w:rPr>
                      <w:rFonts w:cs="Arial"/>
                      <w:b/>
                      <w:sz w:val="17"/>
                      <w:szCs w:val="17"/>
                    </w:rPr>
                  </w:pPr>
                  <w:r>
                    <w:rPr>
                      <w:rFonts w:cs="Arial"/>
                      <w:b/>
                      <w:sz w:val="17"/>
                      <w:szCs w:val="17"/>
                    </w:rPr>
                    <w:t>42.2</w:t>
                  </w:r>
                </w:p>
              </w:tc>
            </w:tr>
          </w:tbl>
          <w:p w:rsidR="00941DB2" w:rsidRPr="00A75A09" w:rsidRDefault="00941DB2" w:rsidP="003E0E83">
            <w:pPr>
              <w:pStyle w:val="TableBodyText"/>
              <w:spacing w:after="120"/>
              <w:jc w:val="both"/>
              <w:rPr>
                <w:color w:val="000000"/>
              </w:rPr>
            </w:pPr>
            <w:r>
              <w:t>For 2011</w:t>
            </w:r>
            <w:r w:rsidRPr="00A75A09">
              <w:t xml:space="preserve">, the indicator has acceptable (less than 25%) </w:t>
            </w:r>
            <w:r>
              <w:t>relative</w:t>
            </w:r>
            <w:r w:rsidRPr="00A75A09">
              <w:t xml:space="preserve"> standard errors (RSEs) for all VET graduates at the</w:t>
            </w:r>
            <w:r w:rsidRPr="00A75A09">
              <w:rPr>
                <w:color w:val="000000"/>
              </w:rPr>
              <w:t xml:space="preserve"> national level</w:t>
            </w:r>
            <w:r w:rsidRPr="00A75A09">
              <w:t xml:space="preserve">. When data are disaggregated by state/territory and Indigenous status or socio-economic status (SES), many RSEs </w:t>
            </w:r>
            <w:r w:rsidRPr="00A75A09">
              <w:rPr>
                <w:color w:val="000000"/>
              </w:rPr>
              <w:t>are consistently above 25% due to small sample sizes.</w:t>
            </w:r>
          </w:p>
        </w:tc>
      </w:tr>
      <w:tr w:rsidR="00941DB2" w:rsidRPr="00A75A09" w:rsidTr="002E049F">
        <w:tc>
          <w:tcPr>
            <w:tcW w:w="1055" w:type="pct"/>
          </w:tcPr>
          <w:p w:rsidR="00941DB2" w:rsidRPr="00941DB2" w:rsidRDefault="00941DB2" w:rsidP="002E049F">
            <w:pPr>
              <w:pStyle w:val="TableBodyText"/>
              <w:jc w:val="both"/>
              <w:rPr>
                <w:b/>
              </w:rPr>
            </w:pPr>
            <w:r w:rsidRPr="00941DB2">
              <w:rPr>
                <w:b/>
              </w:rPr>
              <w:t>Coherence</w:t>
            </w:r>
          </w:p>
          <w:p w:rsidR="00941DB2" w:rsidRPr="00941DB2" w:rsidRDefault="00941DB2" w:rsidP="002E049F">
            <w:pPr>
              <w:pStyle w:val="TableBodyText"/>
              <w:jc w:val="both"/>
              <w:rPr>
                <w:b/>
              </w:rPr>
            </w:pPr>
          </w:p>
        </w:tc>
        <w:tc>
          <w:tcPr>
            <w:tcW w:w="3945" w:type="pct"/>
          </w:tcPr>
          <w:p w:rsidR="00941DB2" w:rsidRPr="00A75A09" w:rsidRDefault="00941DB2" w:rsidP="003E0E83">
            <w:pPr>
              <w:pStyle w:val="TableBodyText"/>
              <w:spacing w:after="120"/>
              <w:jc w:val="both"/>
            </w:pPr>
            <w:r w:rsidRPr="00A75A09">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w:t>
            </w:r>
            <w:r w:rsidR="004362A2">
              <w:t>and other government providers.</w:t>
            </w:r>
          </w:p>
          <w:p w:rsidR="00941DB2" w:rsidRPr="00A75A09" w:rsidRDefault="00941DB2" w:rsidP="003E0E83">
            <w:pPr>
              <w:pStyle w:val="TableBodyText"/>
              <w:spacing w:after="120"/>
              <w:jc w:val="both"/>
              <w:rPr>
                <w:color w:val="FF0000"/>
              </w:rPr>
            </w:pPr>
            <w:r w:rsidRPr="00A75A09">
              <w:t>Two questionnaires are used to collect the data. The main questionnaire is sent to students from TAFE, other Government and private providers. A separate shorter questionnaire is sent to students from Adult and Community Education (ACE) providers.</w:t>
            </w:r>
          </w:p>
        </w:tc>
      </w:tr>
      <w:tr w:rsidR="00941DB2" w:rsidRPr="00A75A09" w:rsidTr="002E049F">
        <w:tc>
          <w:tcPr>
            <w:tcW w:w="1055" w:type="pct"/>
          </w:tcPr>
          <w:p w:rsidR="00941DB2" w:rsidRPr="00941DB2" w:rsidRDefault="00941DB2" w:rsidP="002E049F">
            <w:pPr>
              <w:pStyle w:val="TableBodyText"/>
              <w:jc w:val="both"/>
              <w:rPr>
                <w:b/>
              </w:rPr>
            </w:pPr>
            <w:r w:rsidRPr="00941DB2">
              <w:rPr>
                <w:b/>
              </w:rPr>
              <w:t>Accessibility</w:t>
            </w:r>
          </w:p>
          <w:p w:rsidR="00941DB2" w:rsidRPr="00941DB2" w:rsidRDefault="00941DB2" w:rsidP="002E049F">
            <w:pPr>
              <w:pStyle w:val="TableBodyText"/>
              <w:jc w:val="both"/>
              <w:rPr>
                <w:b/>
              </w:rPr>
            </w:pPr>
          </w:p>
        </w:tc>
        <w:tc>
          <w:tcPr>
            <w:tcW w:w="3945" w:type="pct"/>
          </w:tcPr>
          <w:p w:rsidR="00941DB2" w:rsidRPr="00941DB2" w:rsidRDefault="00941DB2" w:rsidP="003E0E83">
            <w:pPr>
              <w:pStyle w:val="TableBodyText"/>
              <w:spacing w:after="120"/>
              <w:jc w:val="both"/>
            </w:pPr>
            <w:r w:rsidRPr="00941DB2">
              <w:t xml:space="preserve">Results of the survey are available free of charge on NCVER’s website at: </w:t>
            </w:r>
            <w:r w:rsidR="008476D9">
              <w:t>[</w:t>
            </w:r>
            <w:r w:rsidR="002E049F" w:rsidRPr="008476D9">
              <w:t>www.ncver.edu.au/statistic/21065.html</w:t>
            </w:r>
            <w:r w:rsidR="008476D9">
              <w:t>]</w:t>
            </w:r>
            <w:r w:rsidRPr="00941DB2">
              <w:t>. Requests for more detailed statistical information or further information about the Student Outcomes Survey can be made to: NCVER on (08) 8230 8400 or surveys_req@ncver.edu.au</w:t>
            </w:r>
          </w:p>
          <w:p w:rsidR="00941DB2" w:rsidRPr="00763A9E" w:rsidRDefault="00941DB2" w:rsidP="003E0E83">
            <w:pPr>
              <w:pStyle w:val="TableBodyText"/>
              <w:spacing w:after="120"/>
              <w:jc w:val="both"/>
              <w:rPr>
                <w:color w:val="000000"/>
              </w:rPr>
            </w:pPr>
            <w:r w:rsidRPr="00941DB2">
              <w:t xml:space="preserve">A charge will be generally made by the NCVER for more complex requests for information. See NCVER’s fees and charges policy at </w:t>
            </w:r>
            <w:r w:rsidR="00967A1F" w:rsidRPr="002F3485">
              <w:t>[</w:t>
            </w:r>
            <w:r w:rsidRPr="002F3485">
              <w:t>www.ncver.edu.au/statistic/21075.html</w:t>
            </w:r>
            <w:r w:rsidR="00967A1F">
              <w:rPr>
                <w:rStyle w:val="Hyperlink"/>
                <w:color w:val="auto"/>
                <w:u w:val="none"/>
              </w:rPr>
              <w:t>]</w:t>
            </w:r>
          </w:p>
        </w:tc>
      </w:tr>
      <w:tr w:rsidR="00941DB2" w:rsidRPr="00A75A09" w:rsidTr="002E049F">
        <w:tc>
          <w:tcPr>
            <w:tcW w:w="1055" w:type="pct"/>
          </w:tcPr>
          <w:p w:rsidR="00941DB2" w:rsidRPr="00941DB2" w:rsidRDefault="00941DB2" w:rsidP="002E049F">
            <w:pPr>
              <w:pStyle w:val="TableBodyText"/>
              <w:jc w:val="both"/>
              <w:rPr>
                <w:b/>
              </w:rPr>
            </w:pPr>
            <w:r w:rsidRPr="00941DB2">
              <w:rPr>
                <w:b/>
              </w:rPr>
              <w:t>Interpretability</w:t>
            </w:r>
          </w:p>
          <w:p w:rsidR="00941DB2" w:rsidRPr="00941DB2" w:rsidRDefault="00941DB2" w:rsidP="002E049F">
            <w:pPr>
              <w:pStyle w:val="TableBodyText"/>
              <w:jc w:val="both"/>
              <w:rPr>
                <w:b/>
              </w:rPr>
            </w:pPr>
          </w:p>
        </w:tc>
        <w:tc>
          <w:tcPr>
            <w:tcW w:w="3945" w:type="pct"/>
          </w:tcPr>
          <w:p w:rsidR="00941DB2" w:rsidRPr="00941DB2" w:rsidRDefault="00941DB2" w:rsidP="003E0E83">
            <w:pPr>
              <w:pStyle w:val="TableBodyText"/>
              <w:spacing w:after="120"/>
              <w:jc w:val="both"/>
            </w:pPr>
            <w:r w:rsidRPr="00941DB2">
              <w:t>To aid interpretation of the data, information on the Student Outcomes Survey is available on the NCVER website.</w:t>
            </w:r>
          </w:p>
          <w:p w:rsidR="00941DB2" w:rsidRPr="00941DB2" w:rsidRDefault="00941DB2" w:rsidP="003E0E83">
            <w:pPr>
              <w:pStyle w:val="TableBodyText"/>
              <w:spacing w:after="120"/>
              <w:jc w:val="both"/>
            </w:pPr>
            <w:r w:rsidRPr="00941DB2">
              <w:t>The survey uses the:</w:t>
            </w:r>
          </w:p>
          <w:p w:rsidR="00941DB2" w:rsidRPr="00941DB2" w:rsidRDefault="00941DB2" w:rsidP="003E0E83">
            <w:pPr>
              <w:pStyle w:val="TableBullet"/>
              <w:spacing w:after="120"/>
              <w:jc w:val="both"/>
            </w:pPr>
            <w:r w:rsidRPr="00941DB2">
              <w:t>Australian and New Zealand Standard Industry Classification (ANZSIC)</w:t>
            </w:r>
          </w:p>
          <w:p w:rsidR="00941DB2" w:rsidRPr="00941DB2" w:rsidRDefault="00941DB2" w:rsidP="003E0E83">
            <w:pPr>
              <w:pStyle w:val="TableBullet"/>
              <w:spacing w:after="120"/>
              <w:jc w:val="both"/>
            </w:pPr>
            <w:r w:rsidRPr="00941DB2">
              <w:t>Australian and New Zealand Standard Classification of Occupations (ANZSCO, previously ASCO)</w:t>
            </w:r>
          </w:p>
          <w:p w:rsidR="00941DB2" w:rsidRPr="00941DB2" w:rsidRDefault="00941DB2" w:rsidP="003E0E83">
            <w:pPr>
              <w:pStyle w:val="TableBullet"/>
              <w:spacing w:after="120"/>
              <w:jc w:val="both"/>
            </w:pPr>
            <w:r w:rsidRPr="002F3485">
              <w:t>Australian Classification of Education (ASCED)</w:t>
            </w:r>
          </w:p>
          <w:p w:rsidR="00941DB2" w:rsidRPr="00941DB2" w:rsidRDefault="00941DB2" w:rsidP="003E0E83">
            <w:pPr>
              <w:pStyle w:val="TableBullet"/>
              <w:spacing w:after="120"/>
              <w:jc w:val="both"/>
            </w:pPr>
            <w:r w:rsidRPr="00941DB2">
              <w:t>Socio-economic Index for Area - Index of Relative Socio-economic Disadvantage (SEIFA IRSD).  SEIFA IRSD is derived from ABS Census variables related to disadvantage, such as low income, low educational attainment, unemployment, and dwellings without motor vehicles. The ABS has assigned a SEIFA IRSD score to each statistical local area (SLA) and the distribution of scores is divided into ten equal groups (deciles).  For reporting by quintiles, the deciles within Australia were first converted to quintiles. Then, a simple matching exercise was undertaken for each student in which their postcode and location recorded in the VET Provider Collection were mapped to a SLA.</w:t>
            </w:r>
          </w:p>
          <w:p w:rsidR="00941DB2" w:rsidRPr="00941DB2" w:rsidRDefault="00941DB2" w:rsidP="003E0E83">
            <w:pPr>
              <w:pStyle w:val="TableBodyText"/>
              <w:spacing w:after="120"/>
              <w:jc w:val="both"/>
            </w:pPr>
            <w:r w:rsidRPr="00941DB2">
              <w:t>Other standards used include the ABS standard question on:</w:t>
            </w:r>
          </w:p>
          <w:p w:rsidR="00941DB2" w:rsidRPr="00941DB2" w:rsidRDefault="00941DB2" w:rsidP="003E0E83">
            <w:pPr>
              <w:pStyle w:val="TableBullet"/>
              <w:spacing w:after="120"/>
              <w:jc w:val="both"/>
            </w:pPr>
            <w:r w:rsidRPr="00941DB2">
              <w:t>Indigenous status</w:t>
            </w:r>
          </w:p>
          <w:p w:rsidR="00941DB2" w:rsidRPr="00941DB2" w:rsidRDefault="00941DB2" w:rsidP="003E0E83">
            <w:pPr>
              <w:pStyle w:val="TableBullet"/>
              <w:spacing w:after="120"/>
              <w:jc w:val="both"/>
            </w:pPr>
            <w:r w:rsidRPr="00941DB2">
              <w:t>Country of birth</w:t>
            </w:r>
          </w:p>
          <w:p w:rsidR="00941DB2" w:rsidRPr="00941DB2" w:rsidRDefault="00941DB2" w:rsidP="003E0E83">
            <w:pPr>
              <w:pStyle w:val="TableBullet"/>
              <w:spacing w:after="120"/>
              <w:jc w:val="both"/>
            </w:pPr>
            <w:r w:rsidRPr="00941DB2">
              <w:t>Main Language Other than English Spoken at Home</w:t>
            </w:r>
          </w:p>
          <w:p w:rsidR="00941DB2" w:rsidRPr="00941DB2" w:rsidRDefault="00941DB2" w:rsidP="003E0E83">
            <w:pPr>
              <w:pStyle w:val="TableBullet"/>
              <w:spacing w:after="120"/>
              <w:jc w:val="both"/>
            </w:pPr>
            <w:r w:rsidRPr="00941DB2">
              <w:t>Labour force status</w:t>
            </w:r>
          </w:p>
        </w:tc>
      </w:tr>
    </w:tbl>
    <w:p w:rsidR="008476D9" w:rsidRDefault="008476D9" w:rsidP="00625494">
      <w:pPr>
        <w:pStyle w:val="Heading3"/>
      </w:pPr>
    </w:p>
    <w:p w:rsidR="008476D9" w:rsidRDefault="008476D9" w:rsidP="008476D9">
      <w:pPr>
        <w:pStyle w:val="BodyText"/>
        <w:rPr>
          <w:rFonts w:ascii="Arial" w:hAnsi="Arial"/>
        </w:rPr>
      </w:pPr>
      <w:r>
        <w:br w:type="page"/>
      </w:r>
    </w:p>
    <w:p w:rsidR="00A23FAD" w:rsidRDefault="00A23FAD" w:rsidP="00625494">
      <w:pPr>
        <w:pStyle w:val="Heading3"/>
      </w:pPr>
      <w:bookmarkStart w:id="37" w:name="_Ref328392712"/>
      <w:r>
        <w:t>Data Quality Statement — Indicator 6: Proportion of VET graduates with improved education/training status after training</w:t>
      </w:r>
      <w:bookmarkEnd w:id="37"/>
    </w:p>
    <w:p w:rsidR="00A23FAD" w:rsidRDefault="00A23FAD" w:rsidP="00625494">
      <w:pPr>
        <w:pStyle w:val="TableBodyText"/>
        <w:jc w:val="left"/>
      </w:pPr>
    </w:p>
    <w:p w:rsidR="00A23FAD" w:rsidRDefault="00A23FAD" w:rsidP="00625494">
      <w:pPr>
        <w:pStyle w:val="TableBodyText"/>
        <w:jc w:val="left"/>
        <w:rPr>
          <w:b/>
        </w:rPr>
      </w:pPr>
      <w:r>
        <w:t xml:space="preserve">This DQS should be read in conjunction with the </w:t>
      </w:r>
      <w:r w:rsidRPr="004655B3">
        <w:rPr>
          <w:b/>
        </w:rPr>
        <w:t xml:space="preserve">Data Quality Statement </w:t>
      </w:r>
      <w:r>
        <w:t>–</w:t>
      </w:r>
      <w:r w:rsidRPr="004655B3">
        <w:rPr>
          <w:b/>
        </w:rPr>
        <w:t xml:space="preserve"> </w:t>
      </w:r>
      <w:r>
        <w:rPr>
          <w:b/>
        </w:rPr>
        <w:t>National VET Provider Collection</w:t>
      </w:r>
    </w:p>
    <w:p w:rsidR="00A23FAD" w:rsidRPr="004655B3" w:rsidRDefault="00A23FAD" w:rsidP="00625494">
      <w:pPr>
        <w:pStyle w:val="TableBodyText"/>
        <w:jc w:val="left"/>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of ABS data quality framework dimensions and details for this performance indicator"/>
      </w:tblPr>
      <w:tblGrid>
        <w:gridCol w:w="1808"/>
        <w:gridCol w:w="7197"/>
      </w:tblGrid>
      <w:tr w:rsidR="00A23FAD" w:rsidRPr="00A75A09" w:rsidTr="002E049F">
        <w:tc>
          <w:tcPr>
            <w:tcW w:w="1004" w:type="pct"/>
          </w:tcPr>
          <w:p w:rsidR="00A23FAD" w:rsidRPr="00941DB2" w:rsidRDefault="00A23FAD" w:rsidP="002E049F">
            <w:pPr>
              <w:pStyle w:val="TableBodyText"/>
              <w:jc w:val="both"/>
              <w:rPr>
                <w:b/>
              </w:rPr>
            </w:pPr>
            <w:r w:rsidRPr="00941DB2">
              <w:rPr>
                <w:b/>
              </w:rPr>
              <w:t>Outcome</w:t>
            </w:r>
          </w:p>
        </w:tc>
        <w:tc>
          <w:tcPr>
            <w:tcW w:w="3996" w:type="pct"/>
          </w:tcPr>
          <w:p w:rsidR="00A23FAD" w:rsidRPr="000E77E9" w:rsidRDefault="00A23FAD" w:rsidP="008476D9">
            <w:pPr>
              <w:pStyle w:val="TableBodyText"/>
              <w:spacing w:after="120"/>
              <w:jc w:val="both"/>
            </w:pPr>
            <w:r>
              <w:t>Training delivers the skills and capabilities needed for improved economic participation for working age Australians</w:t>
            </w:r>
          </w:p>
        </w:tc>
      </w:tr>
      <w:tr w:rsidR="00A23FAD" w:rsidRPr="0021661C" w:rsidTr="002E049F">
        <w:tblPrEx>
          <w:tblLook w:val="01E0" w:firstRow="1" w:lastRow="1" w:firstColumn="1" w:lastColumn="1" w:noHBand="0" w:noVBand="0"/>
        </w:tblPrEx>
        <w:tc>
          <w:tcPr>
            <w:tcW w:w="1004" w:type="pct"/>
          </w:tcPr>
          <w:p w:rsidR="00A23FAD" w:rsidRPr="006B35E5" w:rsidRDefault="00A23FAD" w:rsidP="002E049F">
            <w:pPr>
              <w:pStyle w:val="TableBodyText"/>
              <w:jc w:val="both"/>
              <w:rPr>
                <w:b/>
              </w:rPr>
            </w:pPr>
            <w:r>
              <w:rPr>
                <w:b/>
              </w:rPr>
              <w:t>Indicator</w:t>
            </w:r>
          </w:p>
        </w:tc>
        <w:tc>
          <w:tcPr>
            <w:tcW w:w="3996" w:type="pct"/>
          </w:tcPr>
          <w:p w:rsidR="00A23FAD" w:rsidRPr="00A808D7" w:rsidRDefault="00A23FAD" w:rsidP="008476D9">
            <w:pPr>
              <w:pStyle w:val="TableBodyText"/>
              <w:spacing w:after="120"/>
              <w:jc w:val="both"/>
            </w:pPr>
            <w:r>
              <w:t>Proportion of VET graduates with improved education/training status after training</w:t>
            </w:r>
          </w:p>
        </w:tc>
      </w:tr>
      <w:tr w:rsidR="00A23FAD" w:rsidRPr="0021661C" w:rsidTr="002E049F">
        <w:tblPrEx>
          <w:tblLook w:val="01E0" w:firstRow="1" w:lastRow="1" w:firstColumn="1" w:lastColumn="1" w:noHBand="0" w:noVBand="0"/>
        </w:tblPrEx>
        <w:tc>
          <w:tcPr>
            <w:tcW w:w="1004" w:type="pct"/>
          </w:tcPr>
          <w:p w:rsidR="00A23FAD" w:rsidRPr="006B35E5" w:rsidRDefault="00A23FAD" w:rsidP="002E049F">
            <w:pPr>
              <w:pStyle w:val="TableBodyText"/>
              <w:jc w:val="both"/>
              <w:rPr>
                <w:b/>
              </w:rPr>
            </w:pPr>
            <w:r w:rsidRPr="006B35E5">
              <w:rPr>
                <w:b/>
              </w:rPr>
              <w:t>Measure</w:t>
            </w:r>
          </w:p>
        </w:tc>
        <w:tc>
          <w:tcPr>
            <w:tcW w:w="3996" w:type="pct"/>
          </w:tcPr>
          <w:p w:rsidR="00696430" w:rsidRDefault="00696430" w:rsidP="008476D9">
            <w:pPr>
              <w:pStyle w:val="TableBodyText"/>
              <w:spacing w:after="120"/>
              <w:jc w:val="both"/>
            </w:pPr>
            <w:r>
              <w:t>Proportion of VET students with improved education after  training</w:t>
            </w:r>
          </w:p>
          <w:p w:rsidR="00696430" w:rsidRDefault="00696430" w:rsidP="008476D9">
            <w:pPr>
              <w:pStyle w:val="TableBodyText"/>
              <w:spacing w:after="120"/>
              <w:jc w:val="both"/>
            </w:pPr>
            <w:r>
              <w:t>The measure(main) is defined as:</w:t>
            </w:r>
          </w:p>
          <w:p w:rsidR="00696430" w:rsidRDefault="00696430" w:rsidP="008476D9">
            <w:pPr>
              <w:pStyle w:val="TableBullet"/>
              <w:spacing w:after="120"/>
              <w:jc w:val="both"/>
            </w:pPr>
            <w:r w:rsidRPr="00696430">
              <w:rPr>
                <w:i/>
              </w:rPr>
              <w:t>Numerator</w:t>
            </w:r>
            <w:r>
              <w:t xml:space="preserve"> — the number of VET AQF qualification completions by students aged 20–64 years who have completed a course at a higher education level than their previous highest education level</w:t>
            </w:r>
          </w:p>
          <w:p w:rsidR="00696430" w:rsidRDefault="00696430" w:rsidP="008476D9">
            <w:pPr>
              <w:pStyle w:val="TableBullet"/>
              <w:spacing w:after="120"/>
              <w:jc w:val="both"/>
            </w:pPr>
            <w:r w:rsidRPr="00696430">
              <w:rPr>
                <w:i/>
              </w:rPr>
              <w:t xml:space="preserve">Denominator </w:t>
            </w:r>
            <w:r>
              <w:t>— the number of VET AQF course enrolments by students aged 20–64 years</w:t>
            </w:r>
          </w:p>
          <w:p w:rsidR="00696430" w:rsidRDefault="00696430" w:rsidP="008476D9">
            <w:pPr>
              <w:pStyle w:val="TableBodyText"/>
              <w:spacing w:after="120"/>
              <w:jc w:val="both"/>
            </w:pPr>
            <w:r>
              <w:t>The measure(supplementary) is defined as:</w:t>
            </w:r>
          </w:p>
          <w:p w:rsidR="00696430" w:rsidRDefault="00696430" w:rsidP="008476D9">
            <w:pPr>
              <w:pStyle w:val="TableBullet"/>
              <w:spacing w:after="120"/>
              <w:jc w:val="both"/>
            </w:pPr>
            <w:r w:rsidRPr="00696430">
              <w:rPr>
                <w:i/>
              </w:rPr>
              <w:t>Numerator</w:t>
            </w:r>
            <w:r>
              <w:t xml:space="preserve"> — the number of VET AQF qualification completions by students aged 20–64 years who have completed a course at a higher education level than their previous highest education level</w:t>
            </w:r>
          </w:p>
          <w:p w:rsidR="00696430" w:rsidRDefault="00696430" w:rsidP="008476D9">
            <w:pPr>
              <w:pStyle w:val="TableBullet"/>
              <w:spacing w:after="120"/>
              <w:jc w:val="both"/>
            </w:pPr>
            <w:r w:rsidRPr="00696430">
              <w:rPr>
                <w:i/>
              </w:rPr>
              <w:t>Denominator</w:t>
            </w:r>
            <w:r>
              <w:t xml:space="preserve"> — the number of VET AQF qualification completions by students aged 20–64 years</w:t>
            </w:r>
          </w:p>
          <w:p w:rsidR="00696430" w:rsidRDefault="00696430" w:rsidP="008476D9">
            <w:pPr>
              <w:pStyle w:val="TableBodyText"/>
              <w:spacing w:after="120"/>
              <w:jc w:val="both"/>
            </w:pPr>
            <w:r>
              <w:t>For both measures, the hierarchy for highest level of education is as follows:</w:t>
            </w:r>
          </w:p>
          <w:p w:rsidR="00696430" w:rsidRDefault="00696430" w:rsidP="008476D9">
            <w:pPr>
              <w:pStyle w:val="TableBullet"/>
              <w:spacing w:after="120"/>
              <w:jc w:val="both"/>
            </w:pPr>
            <w:r>
              <w:t>Advanced diploma or above</w:t>
            </w:r>
          </w:p>
          <w:p w:rsidR="00696430" w:rsidRDefault="00696430" w:rsidP="008476D9">
            <w:pPr>
              <w:pStyle w:val="TableBullet"/>
              <w:spacing w:after="120"/>
              <w:jc w:val="both"/>
            </w:pPr>
            <w:r>
              <w:t>Diploma</w:t>
            </w:r>
          </w:p>
          <w:p w:rsidR="00696430" w:rsidRDefault="00696430" w:rsidP="008476D9">
            <w:pPr>
              <w:pStyle w:val="TableBullet"/>
              <w:spacing w:after="120"/>
              <w:jc w:val="both"/>
            </w:pPr>
            <w:r>
              <w:t>Certificate IV</w:t>
            </w:r>
          </w:p>
          <w:p w:rsidR="00696430" w:rsidRDefault="00696430" w:rsidP="008476D9">
            <w:pPr>
              <w:pStyle w:val="TableBullet"/>
              <w:spacing w:after="120"/>
              <w:jc w:val="both"/>
            </w:pPr>
            <w:r>
              <w:t>Certificate III</w:t>
            </w:r>
          </w:p>
          <w:p w:rsidR="00696430" w:rsidRDefault="00696430" w:rsidP="008476D9">
            <w:pPr>
              <w:pStyle w:val="TableBullet"/>
              <w:spacing w:after="120"/>
              <w:jc w:val="both"/>
            </w:pPr>
            <w:r>
              <w:t>Certificate II/Year 12</w:t>
            </w:r>
          </w:p>
          <w:p w:rsidR="00696430" w:rsidRDefault="00696430" w:rsidP="008476D9">
            <w:pPr>
              <w:pStyle w:val="TableBullet"/>
              <w:spacing w:after="120"/>
              <w:jc w:val="both"/>
            </w:pPr>
            <w:r>
              <w:t>Certificate I</w:t>
            </w:r>
          </w:p>
          <w:p w:rsidR="00696430" w:rsidRDefault="00696430" w:rsidP="008476D9">
            <w:pPr>
              <w:pStyle w:val="TableBullet"/>
              <w:spacing w:after="120"/>
              <w:jc w:val="both"/>
            </w:pPr>
            <w:r>
              <w:t>Year 11</w:t>
            </w:r>
          </w:p>
          <w:p w:rsidR="00696430" w:rsidRDefault="00696430" w:rsidP="008476D9">
            <w:pPr>
              <w:pStyle w:val="TableBullet"/>
              <w:spacing w:after="120"/>
              <w:jc w:val="both"/>
            </w:pPr>
            <w:r>
              <w:t>Year 10</w:t>
            </w:r>
          </w:p>
          <w:p w:rsidR="00696430" w:rsidRDefault="00696430" w:rsidP="008476D9">
            <w:pPr>
              <w:pStyle w:val="TableBullet"/>
              <w:spacing w:after="120"/>
              <w:jc w:val="both"/>
            </w:pPr>
            <w:r>
              <w:t>Year 9 or below</w:t>
            </w:r>
          </w:p>
          <w:p w:rsidR="00696430" w:rsidRDefault="00696430" w:rsidP="008476D9">
            <w:pPr>
              <w:pStyle w:val="TableBullet"/>
              <w:spacing w:after="120"/>
              <w:jc w:val="both"/>
            </w:pPr>
            <w:r>
              <w:t>Miscellaneous education</w:t>
            </w:r>
          </w:p>
          <w:p w:rsidR="00696430" w:rsidRDefault="00696430" w:rsidP="008476D9">
            <w:pPr>
              <w:pStyle w:val="TableBullet"/>
              <w:spacing w:after="120"/>
              <w:jc w:val="both"/>
            </w:pPr>
            <w:r>
              <w:t>Did not go to school</w:t>
            </w:r>
          </w:p>
          <w:p w:rsidR="00A23FAD" w:rsidRPr="00A808D7" w:rsidRDefault="00696430" w:rsidP="008476D9">
            <w:pPr>
              <w:pStyle w:val="TableBodyText"/>
              <w:spacing w:after="120"/>
              <w:jc w:val="both"/>
            </w:pPr>
            <w:r>
              <w:t>‘Not stated’ responses have been excluded from the computation</w:t>
            </w:r>
          </w:p>
        </w:tc>
      </w:tr>
      <w:tr w:rsidR="00A23FAD" w:rsidRPr="0021661C" w:rsidTr="002E049F">
        <w:tblPrEx>
          <w:tblLook w:val="01E0" w:firstRow="1" w:lastRow="1" w:firstColumn="1" w:lastColumn="1" w:noHBand="0" w:noVBand="0"/>
        </w:tblPrEx>
        <w:trPr>
          <w:trHeight w:val="576"/>
        </w:trPr>
        <w:tc>
          <w:tcPr>
            <w:tcW w:w="1004" w:type="pct"/>
          </w:tcPr>
          <w:p w:rsidR="00A23FAD" w:rsidRPr="006B35E5" w:rsidRDefault="00A23FAD" w:rsidP="002E049F">
            <w:pPr>
              <w:pStyle w:val="TableBodyText"/>
              <w:jc w:val="both"/>
              <w:rPr>
                <w:b/>
              </w:rPr>
            </w:pPr>
            <w:r w:rsidRPr="006B35E5">
              <w:rPr>
                <w:b/>
              </w:rPr>
              <w:t>Data Source</w:t>
            </w:r>
          </w:p>
        </w:tc>
        <w:tc>
          <w:tcPr>
            <w:tcW w:w="3996" w:type="pct"/>
          </w:tcPr>
          <w:p w:rsidR="00A23FAD" w:rsidRPr="00A808D7" w:rsidRDefault="00696430" w:rsidP="008476D9">
            <w:pPr>
              <w:pStyle w:val="TableBodyText"/>
              <w:spacing w:after="120"/>
              <w:jc w:val="both"/>
            </w:pPr>
            <w:r w:rsidRPr="00696430">
              <w:t>All data are derived from the National VET Provider Collection</w:t>
            </w:r>
          </w:p>
        </w:tc>
      </w:tr>
      <w:tr w:rsidR="00A23FAD" w:rsidRPr="0021661C" w:rsidTr="002E049F">
        <w:tc>
          <w:tcPr>
            <w:tcW w:w="1004" w:type="pct"/>
          </w:tcPr>
          <w:p w:rsidR="00A23FAD" w:rsidRPr="006B35E5" w:rsidRDefault="00A23FAD" w:rsidP="002E049F">
            <w:pPr>
              <w:pStyle w:val="TableBodyText"/>
              <w:jc w:val="both"/>
              <w:rPr>
                <w:b/>
              </w:rPr>
            </w:pPr>
            <w:r w:rsidRPr="006B35E5">
              <w:rPr>
                <w:b/>
              </w:rPr>
              <w:t>Institutional Environment</w:t>
            </w:r>
          </w:p>
        </w:tc>
        <w:tc>
          <w:tcPr>
            <w:tcW w:w="3996" w:type="pct"/>
          </w:tcPr>
          <w:p w:rsidR="00696430" w:rsidRDefault="00696430" w:rsidP="008476D9">
            <w:pPr>
              <w:pStyle w:val="TableBodyText"/>
              <w:spacing w:after="120"/>
              <w:jc w:val="both"/>
            </w:pPr>
            <w:r>
              <w:t>The National Centre for Vocational Education Research (NCVER) is a not</w:t>
            </w:r>
            <w:r w:rsidR="008476D9">
              <w:noBreakHyphen/>
            </w:r>
            <w:r>
              <w:t>for-profit company owned by the federal, state and territory ministers responsible for training.</w:t>
            </w:r>
          </w:p>
          <w:p w:rsidR="00696430" w:rsidRDefault="00696430" w:rsidP="008476D9">
            <w:pPr>
              <w:pStyle w:val="TableBodyText"/>
              <w:spacing w:after="120"/>
              <w:jc w:val="both"/>
            </w:pPr>
            <w:r>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A23FAD" w:rsidRPr="00A808D7" w:rsidRDefault="00696430" w:rsidP="008476D9">
            <w:pPr>
              <w:pStyle w:val="TableBodyText"/>
              <w:spacing w:after="120"/>
              <w:jc w:val="both"/>
            </w:pPr>
            <w:r>
              <w:t>For further infor</w:t>
            </w:r>
            <w:r w:rsidR="002E049F">
              <w:t xml:space="preserve">mation on the NCVER, see </w:t>
            </w:r>
            <w:r w:rsidR="008476D9">
              <w:t>[</w:t>
            </w:r>
            <w:r w:rsidR="008476D9" w:rsidRPr="008476D9">
              <w:t>www.ncver.edu.au/about</w:t>
            </w:r>
            <w:r w:rsidR="008476D9">
              <w:t xml:space="preserve"> </w:t>
            </w:r>
            <w:r>
              <w:t>ncver/who.html</w:t>
            </w:r>
            <w:r w:rsidR="008476D9">
              <w:t>]</w:t>
            </w:r>
          </w:p>
        </w:tc>
      </w:tr>
      <w:tr w:rsidR="00A23FAD" w:rsidRPr="0021661C" w:rsidTr="002E049F">
        <w:tblPrEx>
          <w:tblLook w:val="01E0" w:firstRow="1" w:lastRow="1" w:firstColumn="1" w:lastColumn="1" w:noHBand="0" w:noVBand="0"/>
        </w:tblPrEx>
        <w:trPr>
          <w:trHeight w:val="748"/>
        </w:trPr>
        <w:tc>
          <w:tcPr>
            <w:tcW w:w="1004" w:type="pct"/>
          </w:tcPr>
          <w:p w:rsidR="00A23FAD" w:rsidRPr="006B35E5" w:rsidRDefault="00A23FAD" w:rsidP="002E049F">
            <w:pPr>
              <w:pStyle w:val="TableBodyText"/>
              <w:jc w:val="both"/>
              <w:rPr>
                <w:b/>
              </w:rPr>
            </w:pPr>
            <w:r w:rsidRPr="006B35E5">
              <w:rPr>
                <w:b/>
              </w:rPr>
              <w:t>Relevance</w:t>
            </w:r>
          </w:p>
        </w:tc>
        <w:tc>
          <w:tcPr>
            <w:tcW w:w="3996" w:type="pct"/>
          </w:tcPr>
          <w:p w:rsidR="00696430" w:rsidRDefault="00696430" w:rsidP="008476D9">
            <w:pPr>
              <w:pStyle w:val="TableBodyText"/>
              <w:spacing w:after="120"/>
              <w:jc w:val="both"/>
            </w:pPr>
            <w:r>
              <w:t>The National VET Provider Collection collects information relating to students, courses, qualifications, training providers and funding in Australia’s publicly funded vocational education and training (VET) system.</w:t>
            </w:r>
          </w:p>
          <w:p w:rsidR="00696430" w:rsidRDefault="00696430" w:rsidP="008476D9">
            <w:pPr>
              <w:pStyle w:val="TableBodyText"/>
              <w:spacing w:after="120"/>
              <w:jc w:val="both"/>
            </w:pPr>
            <w: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696430" w:rsidRDefault="00696430" w:rsidP="008476D9">
            <w:pPr>
              <w:pStyle w:val="TableBodyText"/>
              <w:spacing w:after="120"/>
              <w:jc w:val="both"/>
            </w:pPr>
            <w: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696430" w:rsidRDefault="00696430" w:rsidP="008476D9">
            <w:pPr>
              <w:pStyle w:val="TableBodyText"/>
              <w:spacing w:after="120"/>
              <w:jc w:val="both"/>
            </w:pPr>
            <w:r>
              <w:t>This collection does not report on the following types of training activity:</w:t>
            </w:r>
          </w:p>
          <w:p w:rsidR="00696430" w:rsidRDefault="00696430" w:rsidP="008476D9">
            <w:pPr>
              <w:pStyle w:val="TableBullet"/>
              <w:spacing w:after="120"/>
              <w:jc w:val="both"/>
            </w:pPr>
            <w:r>
              <w:t xml:space="preserve">recreation, </w:t>
            </w:r>
            <w:r w:rsidR="004362A2">
              <w:t>leisure and personal enrichment</w:t>
            </w:r>
          </w:p>
          <w:p w:rsidR="00696430" w:rsidRDefault="00696430" w:rsidP="008476D9">
            <w:pPr>
              <w:pStyle w:val="TableBullet"/>
              <w:spacing w:after="120"/>
              <w:jc w:val="both"/>
            </w:pPr>
            <w:r>
              <w:t>fee-for-s</w:t>
            </w:r>
            <w:r w:rsidR="004362A2">
              <w:t>ervice VET by private providers</w:t>
            </w:r>
          </w:p>
          <w:p w:rsidR="00696430" w:rsidRDefault="00696430" w:rsidP="008476D9">
            <w:pPr>
              <w:pStyle w:val="TableBullet"/>
              <w:spacing w:after="120"/>
              <w:jc w:val="both"/>
            </w:pPr>
            <w:r>
              <w:t>delivery undertaken at overseas campuses</w:t>
            </w:r>
            <w:r w:rsidR="004362A2">
              <w:t xml:space="preserve"> of Australian VET institutions</w:t>
            </w:r>
          </w:p>
          <w:p w:rsidR="00696430" w:rsidRDefault="004362A2" w:rsidP="008476D9">
            <w:pPr>
              <w:pStyle w:val="TableBullet"/>
              <w:spacing w:after="120"/>
              <w:jc w:val="both"/>
            </w:pPr>
            <w:r>
              <w:t>credit transfer</w:t>
            </w:r>
          </w:p>
          <w:p w:rsidR="00A23FAD" w:rsidRPr="00A808D7" w:rsidRDefault="00696430" w:rsidP="008476D9">
            <w:pPr>
              <w:pStyle w:val="TableBullet"/>
              <w:spacing w:after="120"/>
              <w:jc w:val="both"/>
            </w:pPr>
            <w:r>
              <w:t>VET delivered in schools, where the delivery has been undertaken by schools.</w:t>
            </w:r>
          </w:p>
        </w:tc>
      </w:tr>
      <w:tr w:rsidR="00A23FAD" w:rsidRPr="00EB3D1D" w:rsidTr="002E049F">
        <w:tc>
          <w:tcPr>
            <w:tcW w:w="1004" w:type="pct"/>
          </w:tcPr>
          <w:p w:rsidR="00A23FAD" w:rsidRPr="006B35E5" w:rsidRDefault="00A23FAD" w:rsidP="002E049F">
            <w:pPr>
              <w:pStyle w:val="TableBodyText"/>
              <w:jc w:val="both"/>
              <w:rPr>
                <w:b/>
              </w:rPr>
            </w:pPr>
            <w:r w:rsidRPr="006B35E5">
              <w:rPr>
                <w:b/>
              </w:rPr>
              <w:t>Timeliness</w:t>
            </w:r>
          </w:p>
        </w:tc>
        <w:tc>
          <w:tcPr>
            <w:tcW w:w="3996" w:type="pct"/>
          </w:tcPr>
          <w:p w:rsidR="00A23FAD" w:rsidRPr="00A808D7" w:rsidRDefault="00C1396C" w:rsidP="008476D9">
            <w:pPr>
              <w:pStyle w:val="TableBodyText"/>
              <w:spacing w:after="120"/>
              <w:jc w:val="both"/>
            </w:pPr>
            <w:r w:rsidRPr="00C1396C">
              <w:t>The National VET Provider Collection is an annual collection of data. Data are submitted to NCVER (via state training authorities) by 31 March in the year following activity. A summary of 2011 data is expected to be released in the first week of July 2012 in Students and Courses</w:t>
            </w:r>
            <w:r>
              <w:t>.</w:t>
            </w:r>
          </w:p>
        </w:tc>
      </w:tr>
      <w:tr w:rsidR="00A23FAD" w:rsidRPr="00EB3D1D" w:rsidTr="002E049F">
        <w:tc>
          <w:tcPr>
            <w:tcW w:w="1004" w:type="pct"/>
          </w:tcPr>
          <w:p w:rsidR="00A23FAD" w:rsidRPr="006B35E5" w:rsidRDefault="00A23FAD" w:rsidP="002E049F">
            <w:pPr>
              <w:pStyle w:val="TableBodyText"/>
              <w:jc w:val="both"/>
              <w:rPr>
                <w:b/>
              </w:rPr>
            </w:pPr>
            <w:r w:rsidRPr="006B35E5">
              <w:rPr>
                <w:b/>
              </w:rPr>
              <w:t>Accuracy</w:t>
            </w:r>
          </w:p>
        </w:tc>
        <w:tc>
          <w:tcPr>
            <w:tcW w:w="3996" w:type="pct"/>
          </w:tcPr>
          <w:p w:rsidR="00C1396C" w:rsidRDefault="00C1396C" w:rsidP="008476D9">
            <w:pPr>
              <w:pStyle w:val="TableBodyText"/>
              <w:spacing w:after="120"/>
              <w:jc w:val="both"/>
            </w:pPr>
            <w:r>
              <w:t>The National VET Provider Collection is a collection of all publicly funded training activity in Australia in a particular year. It is an administrative collection.</w:t>
            </w:r>
          </w:p>
          <w:p w:rsidR="00C1396C" w:rsidRDefault="00C1396C" w:rsidP="008476D9">
            <w:pPr>
              <w:pStyle w:val="TableBodyText"/>
              <w:spacing w:after="120"/>
              <w:jc w:val="both"/>
            </w:pPr>
            <w:r>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w:t>
            </w:r>
            <w:r w:rsidR="002E049F">
              <w:t xml:space="preserve">ard (AVETMISS) (Refer to </w:t>
            </w:r>
            <w:r w:rsidR="008476D9">
              <w:t>[</w:t>
            </w:r>
            <w:r>
              <w:t>www.ncver.edu.au/avetmiss/21055.html</w:t>
            </w:r>
            <w:r w:rsidR="008476D9">
              <w:t>]</w:t>
            </w:r>
            <w:r w:rsidR="004362A2">
              <w:t>).</w:t>
            </w:r>
          </w:p>
          <w:p w:rsidR="00C1396C" w:rsidRDefault="00C1396C" w:rsidP="008476D9">
            <w:pPr>
              <w:pStyle w:val="TableBodyText"/>
              <w:spacing w:after="120"/>
              <w:jc w:val="both"/>
            </w:pPr>
            <w:r>
              <w:t>Once data submissions are received by NCVER they are subjected to a comprehensive data quality checking program to ensure accurate reporting against agreed Key Performance Measures (KPMs). Some of the KPMs include:</w:t>
            </w:r>
          </w:p>
          <w:p w:rsidR="00C1396C" w:rsidRDefault="00C1396C" w:rsidP="008476D9">
            <w:pPr>
              <w:pStyle w:val="TableBullet"/>
              <w:spacing w:after="120"/>
              <w:jc w:val="both"/>
            </w:pPr>
            <w:r>
              <w:t>Percentage of unknown data</w:t>
            </w:r>
          </w:p>
          <w:p w:rsidR="00C1396C" w:rsidRDefault="00C1396C" w:rsidP="008476D9">
            <w:pPr>
              <w:pStyle w:val="TableBullet"/>
              <w:spacing w:after="120"/>
              <w:jc w:val="both"/>
            </w:pPr>
            <w:r>
              <w:t>The number of training organisation identifiers that do not match the National Training Information Service (NTIS) listing</w:t>
            </w:r>
          </w:p>
          <w:p w:rsidR="00C1396C" w:rsidRDefault="00C1396C" w:rsidP="008476D9">
            <w:pPr>
              <w:pStyle w:val="TableBullet"/>
              <w:spacing w:after="120"/>
              <w:jc w:val="both"/>
            </w:pPr>
            <w:r>
              <w:t>Inappropriate training organisation delivery locations</w:t>
            </w:r>
          </w:p>
          <w:p w:rsidR="00C1396C" w:rsidRDefault="00C1396C" w:rsidP="008476D9">
            <w:pPr>
              <w:pStyle w:val="TableBullet"/>
              <w:spacing w:after="120"/>
              <w:jc w:val="both"/>
            </w:pPr>
            <w:r>
              <w:t>The number of qualifications/courses that do not match the NTIS listing</w:t>
            </w:r>
          </w:p>
          <w:p w:rsidR="00C1396C" w:rsidRDefault="00C1396C" w:rsidP="008476D9">
            <w:pPr>
              <w:pStyle w:val="TableBullet"/>
              <w:spacing w:after="120"/>
              <w:jc w:val="both"/>
            </w:pPr>
            <w:r>
              <w:t>The number of modules/units of competency tha</w:t>
            </w:r>
            <w:r w:rsidR="004362A2">
              <w:t>t do not match the NTIS listing</w:t>
            </w:r>
          </w:p>
          <w:p w:rsidR="00C1396C" w:rsidRDefault="00C1396C" w:rsidP="008476D9">
            <w:pPr>
              <w:pStyle w:val="TableBullet"/>
              <w:spacing w:after="120"/>
              <w:jc w:val="both"/>
            </w:pPr>
            <w:r>
              <w:t>Duplicate client identification</w:t>
            </w:r>
          </w:p>
          <w:p w:rsidR="00C1396C" w:rsidRDefault="00C1396C" w:rsidP="008476D9">
            <w:pPr>
              <w:pStyle w:val="TableBullet"/>
              <w:spacing w:after="120"/>
              <w:jc w:val="both"/>
            </w:pPr>
            <w:r>
              <w:t>Duplicate qualifications completed</w:t>
            </w:r>
          </w:p>
          <w:p w:rsidR="00C1396C" w:rsidRDefault="00C1396C" w:rsidP="008476D9">
            <w:pPr>
              <w:pStyle w:val="TableBullet"/>
              <w:spacing w:after="120"/>
              <w:jc w:val="both"/>
            </w:pPr>
            <w:r>
              <w:t>Reporting scopes</w:t>
            </w:r>
          </w:p>
          <w:p w:rsidR="00C1396C" w:rsidRDefault="00C1396C" w:rsidP="008476D9">
            <w:pPr>
              <w:pStyle w:val="TableBullet"/>
              <w:spacing w:after="120"/>
              <w:jc w:val="both"/>
            </w:pPr>
            <w:r>
              <w:t>Funding sources</w:t>
            </w:r>
          </w:p>
          <w:p w:rsidR="00A23FAD" w:rsidRPr="00A808D7" w:rsidRDefault="00C1396C" w:rsidP="008476D9">
            <w:pPr>
              <w:pStyle w:val="TableBullet"/>
              <w:spacing w:after="120"/>
              <w:jc w:val="both"/>
            </w:pPr>
            <w:r>
              <w:t>Outcome identifiers</w:t>
            </w:r>
          </w:p>
        </w:tc>
      </w:tr>
      <w:tr w:rsidR="00A23FAD" w:rsidRPr="00EB3D1D" w:rsidTr="002E049F">
        <w:trPr>
          <w:trHeight w:val="993"/>
        </w:trPr>
        <w:tc>
          <w:tcPr>
            <w:tcW w:w="1004" w:type="pct"/>
          </w:tcPr>
          <w:p w:rsidR="00A23FAD" w:rsidRPr="006B35E5" w:rsidRDefault="00A23FAD" w:rsidP="002E049F">
            <w:pPr>
              <w:pStyle w:val="TableBodyText"/>
              <w:jc w:val="both"/>
              <w:rPr>
                <w:b/>
              </w:rPr>
            </w:pPr>
            <w:r w:rsidRPr="006B35E5">
              <w:rPr>
                <w:b/>
              </w:rPr>
              <w:t>Coherence</w:t>
            </w:r>
          </w:p>
        </w:tc>
        <w:tc>
          <w:tcPr>
            <w:tcW w:w="3996" w:type="pct"/>
          </w:tcPr>
          <w:p w:rsidR="00A23FAD" w:rsidRPr="00A808D7" w:rsidRDefault="00DA1E94" w:rsidP="008476D9">
            <w:pPr>
              <w:pStyle w:val="TableBodyText"/>
              <w:spacing w:after="120"/>
              <w:jc w:val="both"/>
            </w:pPr>
            <w:r w:rsidRPr="00DA1E94">
              <w:t xml:space="preserve">AVETMISS provides the foundation for nationally comparable data and includes a range of data items relevant to the VET system. From 2007, data comply with release 6.0 of AVETMISS, whereas previous collections complied with earlier releases. </w:t>
            </w:r>
            <w:r w:rsidR="002E049F">
              <w:t xml:space="preserve">For details, see </w:t>
            </w:r>
            <w:r w:rsidR="008476D9">
              <w:t>[</w:t>
            </w:r>
            <w:r w:rsidRPr="00DA1E94">
              <w:t>www.ncver.edu.au/avetmiss/21055.html</w:t>
            </w:r>
            <w:r w:rsidR="008476D9">
              <w:t>].</w:t>
            </w:r>
          </w:p>
        </w:tc>
      </w:tr>
      <w:tr w:rsidR="00A23FAD" w:rsidRPr="00EB3D1D" w:rsidTr="002E049F">
        <w:tc>
          <w:tcPr>
            <w:tcW w:w="1004" w:type="pct"/>
          </w:tcPr>
          <w:p w:rsidR="00A23FAD" w:rsidRPr="006B35E5" w:rsidRDefault="00A23FAD" w:rsidP="002E049F">
            <w:pPr>
              <w:pStyle w:val="TableBodyText"/>
              <w:jc w:val="both"/>
              <w:rPr>
                <w:b/>
              </w:rPr>
            </w:pPr>
            <w:r w:rsidRPr="006B35E5">
              <w:rPr>
                <w:b/>
              </w:rPr>
              <w:t>Interpretability</w:t>
            </w:r>
          </w:p>
        </w:tc>
        <w:tc>
          <w:tcPr>
            <w:tcW w:w="3996" w:type="pct"/>
          </w:tcPr>
          <w:p w:rsidR="00DA1E94" w:rsidRDefault="00DA1E94" w:rsidP="008476D9">
            <w:pPr>
              <w:pStyle w:val="TableBodyText"/>
              <w:spacing w:after="120"/>
              <w:jc w:val="both"/>
            </w:pPr>
            <w:r>
              <w:t>To aid interpretation, information on the National VET Provider Collection, AVETMISS, and Students and Courses is available on the NCVER website.</w:t>
            </w:r>
          </w:p>
          <w:p w:rsidR="00DA1E94" w:rsidRDefault="00DA1E94" w:rsidP="008476D9">
            <w:pPr>
              <w:pStyle w:val="TableBodyText"/>
              <w:spacing w:after="120"/>
              <w:jc w:val="both"/>
            </w:pPr>
            <w:r>
              <w:t>Among other standards detailed in AVETMISS, the collection uses the:</w:t>
            </w:r>
          </w:p>
          <w:p w:rsidR="00DA1E94" w:rsidRDefault="00DA1E94" w:rsidP="008476D9">
            <w:pPr>
              <w:pStyle w:val="TableBodyText"/>
              <w:spacing w:after="120"/>
              <w:jc w:val="both"/>
            </w:pPr>
            <w:r>
              <w:t>Australian Classifica</w:t>
            </w:r>
            <w:r w:rsidR="00967A1F">
              <w:t>tion of Education (ASCED) (ABS C</w:t>
            </w:r>
            <w:r>
              <w:t>at. no. 1272.0) to classify the level and field of education</w:t>
            </w:r>
          </w:p>
          <w:p w:rsidR="00DA1E94" w:rsidRDefault="00DA1E94" w:rsidP="008476D9">
            <w:pPr>
              <w:pStyle w:val="TableBodyText"/>
              <w:spacing w:after="120"/>
              <w:jc w:val="both"/>
            </w:pPr>
            <w:r>
              <w:t xml:space="preserve">Australian and New Zealand Standard Classification of Occupations </w:t>
            </w:r>
            <w:r w:rsidR="00967A1F">
              <w:t>(ANZSCO, previously ASCO) (ABS C</w:t>
            </w:r>
            <w:r>
              <w:t>at. no. 1220.0) to classify occupation</w:t>
            </w:r>
          </w:p>
          <w:p w:rsidR="00A23FAD" w:rsidRPr="00A808D7" w:rsidRDefault="00DA1E94" w:rsidP="008476D9">
            <w:pPr>
              <w:pStyle w:val="TableBodyText"/>
              <w:spacing w:after="120"/>
              <w:jc w:val="both"/>
            </w:pPr>
            <w:r>
              <w:t>Access/Remoteness Index of Australia (ARIA+) to classify remoteness. It was developed by the National Centre for Applications of Geographic Information Systems (GISCA) and is the standard ABS endorsed measure of remoteness.</w:t>
            </w:r>
          </w:p>
        </w:tc>
      </w:tr>
      <w:tr w:rsidR="00A23FAD" w:rsidRPr="00EB3D1D" w:rsidTr="002E049F">
        <w:tc>
          <w:tcPr>
            <w:tcW w:w="1004" w:type="pct"/>
          </w:tcPr>
          <w:p w:rsidR="00A23FAD" w:rsidRPr="006B35E5" w:rsidRDefault="00A23FAD" w:rsidP="002E049F">
            <w:pPr>
              <w:pStyle w:val="TableBodyText"/>
              <w:jc w:val="both"/>
              <w:rPr>
                <w:b/>
              </w:rPr>
            </w:pPr>
            <w:r w:rsidRPr="006B35E5">
              <w:rPr>
                <w:b/>
              </w:rPr>
              <w:t>Accessibility</w:t>
            </w:r>
          </w:p>
        </w:tc>
        <w:tc>
          <w:tcPr>
            <w:tcW w:w="3996" w:type="pct"/>
          </w:tcPr>
          <w:p w:rsidR="00DA1E94" w:rsidRDefault="00DA1E94" w:rsidP="008476D9">
            <w:pPr>
              <w:pStyle w:val="TableBodyText"/>
              <w:spacing w:after="120"/>
              <w:jc w:val="both"/>
            </w:pPr>
            <w:r>
              <w:t xml:space="preserve">Summary information is available free of charge in Students and Courses on NCVER’s website at: </w:t>
            </w:r>
            <w:r w:rsidR="00967A1F">
              <w:t>[</w:t>
            </w:r>
            <w:r>
              <w:t>www.ncver.edu.au/statistic/21053.html</w:t>
            </w:r>
            <w:r w:rsidR="00967A1F">
              <w:t>]</w:t>
            </w:r>
            <w:r>
              <w:t>. Requests for more detailed statistical information can be made to:</w:t>
            </w:r>
            <w:r w:rsidR="008476D9">
              <w:t xml:space="preserve"> </w:t>
            </w:r>
            <w:r>
              <w:t>NCVER on (08) 8230 8400 or vet_req@ncver.edu.au</w:t>
            </w:r>
          </w:p>
          <w:p w:rsidR="00A23FAD" w:rsidRPr="00A808D7" w:rsidRDefault="00DA1E94" w:rsidP="008476D9">
            <w:pPr>
              <w:pStyle w:val="TableBodyText"/>
              <w:spacing w:after="120"/>
              <w:jc w:val="both"/>
            </w:pPr>
            <w:r>
              <w:t>A charge will be generally made by the NCVER for more complex requests for information. See NCVER’s fe</w:t>
            </w:r>
            <w:r w:rsidR="002E049F">
              <w:t xml:space="preserve">es and charges policy at </w:t>
            </w:r>
            <w:r w:rsidR="008476D9">
              <w:t>[</w:t>
            </w:r>
            <w:r>
              <w:t>www.ncver.edu.au/statistic/21075.html</w:t>
            </w:r>
            <w:r w:rsidR="008476D9">
              <w:t>]</w:t>
            </w:r>
          </w:p>
        </w:tc>
      </w:tr>
      <w:tr w:rsidR="00DA1E94" w:rsidRPr="00EB3D1D" w:rsidTr="008476D9">
        <w:trPr>
          <w:trHeight w:val="3739"/>
        </w:trPr>
        <w:tc>
          <w:tcPr>
            <w:tcW w:w="1004" w:type="pct"/>
          </w:tcPr>
          <w:p w:rsidR="00DA1E94" w:rsidRPr="006B35E5" w:rsidRDefault="00DA1E94" w:rsidP="002E049F">
            <w:pPr>
              <w:pStyle w:val="TableBodyText"/>
              <w:jc w:val="both"/>
              <w:rPr>
                <w:b/>
              </w:rPr>
            </w:pPr>
            <w:r>
              <w:rPr>
                <w:b/>
              </w:rPr>
              <w:t>‘Not known’ information</w:t>
            </w:r>
          </w:p>
        </w:tc>
        <w:tc>
          <w:tcPr>
            <w:tcW w:w="3996" w:type="pct"/>
          </w:tcPr>
          <w:p w:rsidR="00DA1E94" w:rsidRPr="00DA1E94" w:rsidRDefault="00DA1E94" w:rsidP="008476D9">
            <w:pPr>
              <w:pStyle w:val="TableBodyText"/>
              <w:spacing w:after="120"/>
              <w:jc w:val="both"/>
            </w:pPr>
            <w:r w:rsidRPr="00DA1E94">
              <w:t>Data reported in the National VET Provider Collection as ‘not known’ are reported for the following reasons:</w:t>
            </w:r>
          </w:p>
          <w:p w:rsidR="00DA1E94" w:rsidRPr="00DA1E94" w:rsidRDefault="00DA1E94" w:rsidP="008476D9">
            <w:pPr>
              <w:pStyle w:val="TableBullet"/>
              <w:spacing w:after="120"/>
              <w:jc w:val="both"/>
            </w:pPr>
            <w:r w:rsidRPr="00DA1E94">
              <w:t>Information was not collected.</w:t>
            </w:r>
          </w:p>
          <w:p w:rsidR="00DA1E94" w:rsidRPr="00DA1E94" w:rsidRDefault="00DA1E94" w:rsidP="008476D9">
            <w:pPr>
              <w:pStyle w:val="TableBullet"/>
              <w:spacing w:after="120"/>
              <w:jc w:val="both"/>
            </w:pPr>
            <w:r w:rsidRPr="00DA1E94">
              <w:t>A student has not responded to a question on the enrolment form.</w:t>
            </w:r>
          </w:p>
          <w:p w:rsidR="00DA1E94" w:rsidRPr="00DA1E94" w:rsidRDefault="00DA1E94" w:rsidP="008476D9">
            <w:pPr>
              <w:pStyle w:val="TableBullet"/>
              <w:spacing w:after="120"/>
              <w:jc w:val="both"/>
            </w:pPr>
            <w:r w:rsidRPr="00DA1E94">
              <w:t>Invalid information was supplied.</w:t>
            </w:r>
          </w:p>
          <w:p w:rsidR="00DA1E94" w:rsidRPr="00DA1E94" w:rsidRDefault="00DA1E94" w:rsidP="008476D9">
            <w:pPr>
              <w:pStyle w:val="TableBodyText"/>
              <w:spacing w:after="120"/>
              <w:jc w:val="both"/>
            </w:pPr>
            <w:r w:rsidRPr="00DA1E94">
              <w:t>Caution should be taken when using data with a large number of ‘not known’ responses, as illustrated in the table below.</w:t>
            </w:r>
          </w:p>
          <w:p w:rsidR="00DA1E94" w:rsidRPr="00DA1E94" w:rsidRDefault="00DA1E94" w:rsidP="008476D9">
            <w:pPr>
              <w:pStyle w:val="TableBodyText"/>
              <w:spacing w:after="120"/>
              <w:jc w:val="both"/>
            </w:pPr>
            <w:r w:rsidRPr="00DA1E94">
              <w:t>Table 1: Proportion of students with ‘not known’ data (%)</w:t>
            </w:r>
          </w:p>
          <w:tbl>
            <w:tblPr>
              <w:tblW w:w="6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940"/>
              <w:gridCol w:w="941"/>
              <w:gridCol w:w="940"/>
              <w:gridCol w:w="941"/>
              <w:gridCol w:w="938"/>
            </w:tblGrid>
            <w:tr w:rsidR="00DA1E94" w:rsidRPr="00DA1E94" w:rsidTr="00264BBD">
              <w:tc>
                <w:tcPr>
                  <w:tcW w:w="1466" w:type="dxa"/>
                </w:tcPr>
                <w:p w:rsidR="00DA1E94" w:rsidRPr="00DA1E94" w:rsidRDefault="00DA1E94" w:rsidP="008476D9">
                  <w:pPr>
                    <w:pStyle w:val="TableBodyText"/>
                    <w:spacing w:after="120"/>
                    <w:jc w:val="both"/>
                  </w:pPr>
                </w:p>
              </w:tc>
              <w:tc>
                <w:tcPr>
                  <w:tcW w:w="940" w:type="dxa"/>
                </w:tcPr>
                <w:p w:rsidR="00DA1E94" w:rsidRPr="00DA1E94" w:rsidRDefault="00DA1E94" w:rsidP="008476D9">
                  <w:pPr>
                    <w:pStyle w:val="TableBodyText"/>
                    <w:spacing w:after="120"/>
                    <w:jc w:val="both"/>
                  </w:pPr>
                  <w:r w:rsidRPr="00DA1E94">
                    <w:t>2007</w:t>
                  </w:r>
                </w:p>
              </w:tc>
              <w:tc>
                <w:tcPr>
                  <w:tcW w:w="941" w:type="dxa"/>
                </w:tcPr>
                <w:p w:rsidR="00DA1E94" w:rsidRPr="00DA1E94" w:rsidRDefault="00DA1E94" w:rsidP="008476D9">
                  <w:pPr>
                    <w:pStyle w:val="TableBodyText"/>
                    <w:spacing w:after="120"/>
                    <w:jc w:val="both"/>
                  </w:pPr>
                  <w:r w:rsidRPr="00DA1E94">
                    <w:t>2008</w:t>
                  </w:r>
                </w:p>
              </w:tc>
              <w:tc>
                <w:tcPr>
                  <w:tcW w:w="940" w:type="dxa"/>
                </w:tcPr>
                <w:p w:rsidR="00DA1E94" w:rsidRPr="00DA1E94" w:rsidRDefault="00DA1E94" w:rsidP="008476D9">
                  <w:pPr>
                    <w:pStyle w:val="TableBodyText"/>
                    <w:spacing w:after="120"/>
                    <w:jc w:val="both"/>
                  </w:pPr>
                  <w:r w:rsidRPr="00DA1E94">
                    <w:t>2009</w:t>
                  </w:r>
                </w:p>
              </w:tc>
              <w:tc>
                <w:tcPr>
                  <w:tcW w:w="941" w:type="dxa"/>
                </w:tcPr>
                <w:p w:rsidR="00DA1E94" w:rsidRPr="00DA1E94" w:rsidRDefault="00DA1E94" w:rsidP="008476D9">
                  <w:pPr>
                    <w:pStyle w:val="TableBodyText"/>
                    <w:spacing w:after="120"/>
                    <w:jc w:val="both"/>
                  </w:pPr>
                  <w:r w:rsidRPr="00DA1E94">
                    <w:t>2010</w:t>
                  </w:r>
                </w:p>
              </w:tc>
              <w:tc>
                <w:tcPr>
                  <w:tcW w:w="938" w:type="dxa"/>
                  <w:shd w:val="clear" w:color="auto" w:fill="auto"/>
                </w:tcPr>
                <w:p w:rsidR="00DA1E94" w:rsidRPr="00DA1E94" w:rsidRDefault="00DA1E94" w:rsidP="008476D9">
                  <w:pPr>
                    <w:pStyle w:val="TableBodyText"/>
                    <w:spacing w:after="120"/>
                    <w:jc w:val="both"/>
                  </w:pPr>
                  <w:r w:rsidRPr="00DA1E94">
                    <w:t>2011</w:t>
                  </w:r>
                </w:p>
              </w:tc>
            </w:tr>
            <w:tr w:rsidR="00DA1E94" w:rsidRPr="00DA1E94" w:rsidTr="00E65DE9">
              <w:tc>
                <w:tcPr>
                  <w:tcW w:w="1466" w:type="dxa"/>
                </w:tcPr>
                <w:p w:rsidR="00DA1E94" w:rsidRPr="00DA1E94" w:rsidRDefault="00DA1E94" w:rsidP="008476D9">
                  <w:pPr>
                    <w:pStyle w:val="TableBodyText"/>
                    <w:spacing w:after="120"/>
                    <w:jc w:val="both"/>
                  </w:pPr>
                  <w:r w:rsidRPr="00DA1E94">
                    <w:t>Indigenous status</w:t>
                  </w:r>
                </w:p>
              </w:tc>
              <w:tc>
                <w:tcPr>
                  <w:tcW w:w="940" w:type="dxa"/>
                  <w:vAlign w:val="center"/>
                </w:tcPr>
                <w:p w:rsidR="00DA1E94" w:rsidRPr="00DA1E94" w:rsidRDefault="00DA1E94" w:rsidP="008476D9">
                  <w:pPr>
                    <w:pStyle w:val="TableBodyText"/>
                    <w:spacing w:after="120"/>
                    <w:jc w:val="both"/>
                  </w:pPr>
                  <w:r w:rsidRPr="00DA1E94">
                    <w:t xml:space="preserve">      10.7</w:t>
                  </w:r>
                </w:p>
              </w:tc>
              <w:tc>
                <w:tcPr>
                  <w:tcW w:w="941" w:type="dxa"/>
                  <w:vAlign w:val="center"/>
                </w:tcPr>
                <w:p w:rsidR="00DA1E94" w:rsidRPr="00DA1E94" w:rsidRDefault="00DA1E94" w:rsidP="008476D9">
                  <w:pPr>
                    <w:pStyle w:val="TableBodyText"/>
                    <w:spacing w:after="120"/>
                    <w:jc w:val="both"/>
                  </w:pPr>
                  <w:r w:rsidRPr="00DA1E94">
                    <w:t xml:space="preserve">      10.0</w:t>
                  </w:r>
                </w:p>
              </w:tc>
              <w:tc>
                <w:tcPr>
                  <w:tcW w:w="940" w:type="dxa"/>
                  <w:vAlign w:val="center"/>
                </w:tcPr>
                <w:p w:rsidR="00DA1E94" w:rsidRPr="00DA1E94" w:rsidRDefault="00DA1E94" w:rsidP="008476D9">
                  <w:pPr>
                    <w:pStyle w:val="TableBodyText"/>
                    <w:spacing w:after="120"/>
                    <w:jc w:val="both"/>
                  </w:pPr>
                  <w:r w:rsidRPr="00DA1E94">
                    <w:t xml:space="preserve">       9.8</w:t>
                  </w:r>
                </w:p>
              </w:tc>
              <w:tc>
                <w:tcPr>
                  <w:tcW w:w="941" w:type="dxa"/>
                  <w:vAlign w:val="center"/>
                </w:tcPr>
                <w:p w:rsidR="00DA1E94" w:rsidRPr="00DA1E94" w:rsidRDefault="00DA1E94" w:rsidP="008476D9">
                  <w:pPr>
                    <w:pStyle w:val="TableBodyText"/>
                    <w:spacing w:after="120"/>
                    <w:jc w:val="both"/>
                  </w:pPr>
                  <w:r w:rsidRPr="00DA1E94">
                    <w:t xml:space="preserve">       8.4</w:t>
                  </w:r>
                </w:p>
              </w:tc>
              <w:tc>
                <w:tcPr>
                  <w:tcW w:w="938" w:type="dxa"/>
                  <w:shd w:val="clear" w:color="auto" w:fill="auto"/>
                  <w:vAlign w:val="bottom"/>
                </w:tcPr>
                <w:p w:rsidR="00DA1E94" w:rsidRPr="00DA1E94" w:rsidRDefault="00DA1E94" w:rsidP="008476D9">
                  <w:pPr>
                    <w:pStyle w:val="TableBodyText"/>
                    <w:spacing w:after="120"/>
                    <w:jc w:val="both"/>
                  </w:pPr>
                  <w:r w:rsidRPr="00DA1E94">
                    <w:t>7.2</w:t>
                  </w:r>
                </w:p>
              </w:tc>
            </w:tr>
          </w:tbl>
          <w:p w:rsidR="00DA1E94" w:rsidRPr="00DA1E94" w:rsidRDefault="00DA1E94" w:rsidP="008476D9">
            <w:pPr>
              <w:pStyle w:val="TableBodyText"/>
              <w:spacing w:after="120"/>
              <w:jc w:val="both"/>
            </w:pPr>
          </w:p>
        </w:tc>
      </w:tr>
      <w:tr w:rsidR="00DA1E94" w:rsidRPr="00EB3D1D" w:rsidTr="002E049F">
        <w:tc>
          <w:tcPr>
            <w:tcW w:w="1004" w:type="pct"/>
          </w:tcPr>
          <w:p w:rsidR="00DA1E94" w:rsidRPr="006B35E5" w:rsidRDefault="00DA1E94" w:rsidP="002E049F">
            <w:pPr>
              <w:pStyle w:val="TableBodyText"/>
              <w:jc w:val="both"/>
              <w:rPr>
                <w:b/>
              </w:rPr>
            </w:pPr>
            <w:r>
              <w:rPr>
                <w:b/>
              </w:rPr>
              <w:t>Comparability</w:t>
            </w:r>
          </w:p>
        </w:tc>
        <w:tc>
          <w:tcPr>
            <w:tcW w:w="3996" w:type="pct"/>
          </w:tcPr>
          <w:p w:rsidR="00DA1E94" w:rsidRDefault="00DA1E94" w:rsidP="008476D9">
            <w:pPr>
              <w:pStyle w:val="TableBodyText"/>
              <w:spacing w:after="120"/>
              <w:jc w:val="both"/>
            </w:pPr>
            <w:r>
              <w:t>NCVER’s VET Provider Collection is comprised of data collected thr</w:t>
            </w:r>
            <w:r w:rsidR="008476D9">
              <w:t>ough separate submissions from State/T</w:t>
            </w:r>
            <w:r>
              <w:t>erritory training authorities every year. Therefore, despite the best efforts of NCVER and the state/territory training authorities involved, from time to time inconsistencies arise that in the collection and submission of the data that affects its comparability across different years. The issues relevant to this submission are listed below and must be included with any subsequent dissemination of the data.</w:t>
            </w:r>
          </w:p>
          <w:p w:rsidR="00DA1E94" w:rsidRDefault="00DA1E94" w:rsidP="008476D9">
            <w:pPr>
              <w:pStyle w:val="TableBodyText"/>
              <w:spacing w:after="120"/>
              <w:jc w:val="both"/>
            </w:pPr>
            <w:r>
              <w:t>Notes on tables</w:t>
            </w:r>
          </w:p>
          <w:p w:rsidR="00DA1E94" w:rsidRDefault="00DA1E94" w:rsidP="008476D9">
            <w:pPr>
              <w:pStyle w:val="TableBodyText"/>
              <w:spacing w:after="120"/>
              <w:jc w:val="both"/>
            </w:pPr>
            <w:r>
              <w:t>1. In May 2012, the Australian Capital Territory re-submitted data for the 2010 National VET Provider Collection to address data quality. The re-submission affects student characteristics that were not known in the original data submission. There was no change in the total training activity for 2010 as a result of the resubmission.</w:t>
            </w:r>
          </w:p>
          <w:p w:rsidR="00DA1E94" w:rsidRDefault="00DA1E94" w:rsidP="008476D9">
            <w:pPr>
              <w:pStyle w:val="TableBodyText"/>
              <w:spacing w:after="120"/>
              <w:jc w:val="both"/>
            </w:pPr>
            <w:r>
              <w:t>2. From 2011, the National Art School in New South Wales moved to reporting nationally as part of the Commonwealth Higher Education Statistics collection. In 2010, the National Art School reported 360 students, 2375 subject enrolments, 345 399 nationally agreed nominal hours and 480 full-year training equivalents.</w:t>
            </w:r>
          </w:p>
          <w:p w:rsidR="00DA1E94" w:rsidRDefault="00DA1E94" w:rsidP="008476D9">
            <w:pPr>
              <w:pStyle w:val="TableBodyText"/>
              <w:spacing w:after="120"/>
              <w:jc w:val="both"/>
            </w:pPr>
            <w:r>
              <w:t>3. The Northern Territory has advised that there were no data for the NT Adult and Community Education (ACE) in the 2011 VET Provider Collection. The training provider advised in late 2011 that they were no longer providing accredited training associated with ACE in the Northern Territory. In 2010, the NT ACE reported 11 students, 76 subject enrolments, 1013 nationally agreed hours and 1 full-year training equivalent.</w:t>
            </w:r>
          </w:p>
          <w:p w:rsidR="00DA1E94" w:rsidRDefault="00DA1E94" w:rsidP="008476D9">
            <w:pPr>
              <w:pStyle w:val="TableBodyText"/>
              <w:spacing w:after="120"/>
              <w:jc w:val="both"/>
            </w:pPr>
            <w:r>
              <w:t>4. In 2007, the decline in student numbers in New South Wales can be partly attributed to new and better defined exclusions from reporting scopes. New South Wales excluded sub-contracted VET activity for 2600 students, 29 200 subject enrolments and 892 100 nominal hours. In addition, 3400 students, 47 300 subject enrolments and 1 706 600 nominal hours were excluded because it was activity undertaken at overseas campuses.</w:t>
            </w:r>
          </w:p>
          <w:p w:rsidR="00DA1E94" w:rsidRDefault="00DA1E94" w:rsidP="008476D9">
            <w:pPr>
              <w:pStyle w:val="TableBodyText"/>
              <w:spacing w:after="120"/>
              <w:jc w:val="both"/>
            </w:pPr>
            <w:r>
              <w:t>5. Victoria submitted one consolidated submission for 2009 activity, in place of the three previous submissions (TAFE, ACE and private providers). As a consequence of the way some adult and community education and private registered training organisations are scoped, there may be some slight reporting differences in 2009 compared with previous years.</w:t>
            </w:r>
          </w:p>
          <w:p w:rsidR="00DA1E94" w:rsidRDefault="00DA1E94" w:rsidP="008476D9">
            <w:pPr>
              <w:pStyle w:val="TableBodyText"/>
              <w:spacing w:after="120"/>
              <w:jc w:val="both"/>
            </w:pPr>
            <w:r>
              <w:t>6. Data from the Workers Education Association (WEA) of South Australia were unable to be included in the 2009 National VET Provider Collection. In 2008 WEA reported 6397 students, 7993 subject enrolments and 135 312 nationally agreed nominal hours and 188 full-year training equivalents.</w:t>
            </w:r>
          </w:p>
          <w:p w:rsidR="00DA1E94" w:rsidRDefault="00DA1E94" w:rsidP="008476D9">
            <w:pPr>
              <w:pStyle w:val="TableBodyText"/>
              <w:spacing w:after="120"/>
              <w:jc w:val="both"/>
            </w:pPr>
            <w:r>
              <w:t>7. From 2009 onwards, data from Tasmania are not necessarily comparable with previous years due to changes in training arrangements implemented in the Tasmania Tomorrow initiatives. These initiatives included some senior secondary colleges and TAFE being replaced by the Tasmanian Academy, the Tasmanian Polytechnic and the Tasmanian Skills Institute.</w:t>
            </w:r>
          </w:p>
          <w:p w:rsidR="00DA1E94" w:rsidRDefault="00DA1E94" w:rsidP="008476D9">
            <w:pPr>
              <w:pStyle w:val="TableBodyText"/>
              <w:spacing w:after="120"/>
              <w:jc w:val="both"/>
            </w:pPr>
            <w:r>
              <w:t>8. Access/Remoteness Index of Australia (ARIA+) was developed by the National Centre for Social Applications of Geographic Information Systems (GISCA) based on ARIA. ARIA+ is now the standard ABS-endorsed measure of remoteness. It is an index of remoteness derived from measures of road distances between populated localities and service centres. These road distances are then used to generate a remoteness score for any location in Australia. ARIA+ forms the basis for the ABS ‘Remoteness Structure’ component of the Australian Standard Geographical Classification. ARIA+ was updated in 2008 from data contained in the 2006 Census of Population and Housing. The index has been backdated to apply to all years reported in this publication. As a consequence, ARIA+ data in this publication may not match previously reported data. For more details</w:t>
            </w:r>
            <w:r w:rsidR="002E049F">
              <w:t xml:space="preserve"> refer to [</w:t>
            </w:r>
            <w:r>
              <w:t>www.adelaide.edu.au/apmrc/gisca/pro</w:t>
            </w:r>
            <w:r w:rsidR="002E049F">
              <w:t>jects/category/about_aria.html ]</w:t>
            </w:r>
          </w:p>
          <w:p w:rsidR="00DA1E94" w:rsidRDefault="00DA1E94" w:rsidP="008476D9">
            <w:pPr>
              <w:pStyle w:val="TableBodyText"/>
              <w:spacing w:after="120"/>
              <w:jc w:val="both"/>
            </w:pPr>
            <w:r>
              <w:t>9. Socio-Economic Index for Area - Index of Relative Socio-economic Disadvantage (SEIFA 2006 IRSD) is derived from ABS 2006 Census variables related to disadvantage, such as low income, low educational attainment, unemployment, and dwellings without motor vehicles. The ABS has assigned a SEIFA 2006 IRSD score to each statistical local area (SLA) and the distribution of scores is divided into ten equal groups (deciles).  For reporting by quintiles, the deciles within Australia were first converted to quintiles. Then, a simple matching exercise was undertaken for each student in which their postcode and location recorded in the VET Provider Collection were mapped to a SLA. Fo</w:t>
            </w:r>
            <w:r w:rsidR="002E049F">
              <w:t>r more details refer to: [</w:t>
            </w:r>
            <w:r>
              <w:t>www.abs.gov.au</w:t>
            </w:r>
            <w:r w:rsidR="008476D9">
              <w:t xml:space="preserve"> </w:t>
            </w:r>
            <w:r>
              <w:t>/websitedbs/D3310114.nsf/home/Seifa_entry_page</w:t>
            </w:r>
            <w:r w:rsidR="002E049F">
              <w:t>]</w:t>
            </w:r>
          </w:p>
          <w:p w:rsidR="00DA1E94" w:rsidRDefault="00DA1E94" w:rsidP="008476D9">
            <w:pPr>
              <w:pStyle w:val="TableBodyText"/>
              <w:spacing w:after="120"/>
              <w:jc w:val="both"/>
            </w:pPr>
            <w:r>
              <w:t>10. In 2009, the South Australian Department of Further Education, Employment, Science and Technology (DFEEST) changed the method of reporting 'Other recognised courses' and subject only enrolments for TAFE SA. This represented a break in series, as these students could no longer be counted in course enrolments. In 2010, DFEEST implemented a new reporting method—that was similar to that used prior to 2009—for reporting 'Other recognised courses' and subject only enrolments. Consequently, this also represents a break in</w:t>
            </w:r>
            <w:r w:rsidR="004362A2">
              <w:t xml:space="preserve"> series for reporting purposes.</w:t>
            </w:r>
          </w:p>
          <w:p w:rsidR="00DA1E94" w:rsidRDefault="00DA1E94" w:rsidP="008476D9">
            <w:pPr>
              <w:pStyle w:val="TableBodyText"/>
              <w:spacing w:after="120"/>
              <w:jc w:val="both"/>
            </w:pPr>
            <w:r>
              <w:t>If the pre-2009 reporting method was applied to the 2009 data, the number of students in 'Other recognised courses' would have been 30 400 rather than 5700 and subject only enrolments 11 700 rather than 36 700. Likewise, student numbers for Australia would have been 234 100 rather than 209 200 (for other recognised courses) and 82 500 rather than 107 500 (for subject only).</w:t>
            </w:r>
          </w:p>
          <w:p w:rsidR="00DA1E94" w:rsidRDefault="00DA1E94" w:rsidP="008476D9">
            <w:pPr>
              <w:pStyle w:val="TableBodyText"/>
              <w:spacing w:after="120"/>
              <w:jc w:val="both"/>
            </w:pPr>
            <w:r>
              <w:t>11. Data for qualifications completed in 2011 are based on preliminary data submissions. Preliminary estimates indicate that there was a total of 444 600 qualifications completed in 2011 (compared with a preliminary estimate of 382 200 qualifications completed in 2010). The 2011 data will be revised upwards in the 2012 VET Provider Collection to accommodate further notificat</w:t>
            </w:r>
            <w:r w:rsidR="002E049F">
              <w:t>ion of qualifications completed</w:t>
            </w:r>
          </w:p>
        </w:tc>
      </w:tr>
    </w:tbl>
    <w:p w:rsidR="00A23FAD" w:rsidRPr="004655B3" w:rsidRDefault="00A23FAD" w:rsidP="00AF2253">
      <w:pPr>
        <w:pStyle w:val="TableBodyText"/>
        <w:jc w:val="left"/>
        <w:rPr>
          <w:b/>
        </w:rPr>
      </w:pPr>
    </w:p>
    <w:p w:rsidR="00A23FAD" w:rsidRDefault="00A23FAD" w:rsidP="00AF2253">
      <w:pPr>
        <w:pStyle w:val="Heading3"/>
      </w:pPr>
    </w:p>
    <w:p w:rsidR="00A23FAD" w:rsidRDefault="00A23FAD" w:rsidP="00A23FAD">
      <w:pPr>
        <w:pStyle w:val="BodyText"/>
        <w:rPr>
          <w:rFonts w:ascii="Arial" w:hAnsi="Arial"/>
        </w:rPr>
      </w:pPr>
      <w:r>
        <w:br w:type="page"/>
      </w:r>
    </w:p>
    <w:p w:rsidR="006C3BD0" w:rsidRDefault="006C3BD0" w:rsidP="00AF2253">
      <w:pPr>
        <w:pStyle w:val="Heading3"/>
      </w:pPr>
      <w:bookmarkStart w:id="38" w:name="_Ref328466376"/>
      <w:r>
        <w:t>Data Quality Statement — Student Outcomes Survey</w:t>
      </w:r>
      <w:bookmarkEnd w:id="38"/>
    </w:p>
    <w:p w:rsidR="00037389" w:rsidRPr="00037389" w:rsidRDefault="00037389" w:rsidP="00AF2253">
      <w:pPr>
        <w:pStyle w:val="BoxSpace"/>
      </w:pPr>
    </w:p>
    <w:tbl>
      <w:tblPr>
        <w:tblW w:w="5000" w:type="pct"/>
        <w:tblLook w:val="01E0" w:firstRow="1" w:lastRow="1" w:firstColumn="1" w:lastColumn="1" w:noHBand="0" w:noVBand="0"/>
      </w:tblPr>
      <w:tblGrid>
        <w:gridCol w:w="1860"/>
        <w:gridCol w:w="7145"/>
      </w:tblGrid>
      <w:tr w:rsidR="00037389" w:rsidRPr="00037389" w:rsidTr="002E049F">
        <w:tc>
          <w:tcPr>
            <w:tcW w:w="1033" w:type="pct"/>
          </w:tcPr>
          <w:p w:rsidR="00037389" w:rsidRPr="00037389" w:rsidRDefault="00037389" w:rsidP="00AF2253">
            <w:pPr>
              <w:pStyle w:val="TableBodyText"/>
              <w:jc w:val="left"/>
              <w:rPr>
                <w:b/>
              </w:rPr>
            </w:pPr>
            <w:r w:rsidRPr="00037389">
              <w:rPr>
                <w:b/>
              </w:rPr>
              <w:t>Institutional environment</w:t>
            </w:r>
          </w:p>
        </w:tc>
        <w:tc>
          <w:tcPr>
            <w:tcW w:w="3967" w:type="pct"/>
          </w:tcPr>
          <w:p w:rsidR="00037389" w:rsidRPr="00037389" w:rsidRDefault="00037389" w:rsidP="008476D9">
            <w:pPr>
              <w:pStyle w:val="TableBodyText"/>
              <w:spacing w:after="120"/>
              <w:jc w:val="left"/>
            </w:pPr>
            <w:r w:rsidRPr="00037389">
              <w:t>The National Centre for Vocational Education Research (NCVER) is a not-for-profit company owned by the federal, state and territory ministers responsible for training.</w:t>
            </w:r>
          </w:p>
          <w:p w:rsidR="00037389" w:rsidRPr="00037389" w:rsidRDefault="00037389" w:rsidP="008476D9">
            <w:pPr>
              <w:pStyle w:val="TableBodyText"/>
              <w:spacing w:after="120"/>
              <w:jc w:val="left"/>
            </w:pPr>
            <w:r w:rsidRPr="00037389">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037389" w:rsidRPr="00037389" w:rsidRDefault="00037389" w:rsidP="008476D9">
            <w:pPr>
              <w:pStyle w:val="TableBodyText"/>
              <w:spacing w:after="120"/>
              <w:jc w:val="left"/>
            </w:pPr>
            <w:r w:rsidRPr="00037389">
              <w:t>For further information on the NCVER, see</w:t>
            </w:r>
            <w:r w:rsidR="002E049F">
              <w:t xml:space="preserve"> </w:t>
            </w:r>
            <w:r w:rsidR="002E049F" w:rsidRPr="002E049F">
              <w:t>www.ncver.edu.au/aboutncver/who.html</w:t>
            </w:r>
          </w:p>
        </w:tc>
      </w:tr>
      <w:tr w:rsidR="00037389" w:rsidRPr="00037389" w:rsidTr="002E049F">
        <w:tc>
          <w:tcPr>
            <w:tcW w:w="1033" w:type="pct"/>
          </w:tcPr>
          <w:p w:rsidR="00037389" w:rsidRPr="00037389" w:rsidRDefault="00037389" w:rsidP="00AF2253">
            <w:pPr>
              <w:pStyle w:val="TableBodyText"/>
              <w:jc w:val="left"/>
              <w:rPr>
                <w:b/>
              </w:rPr>
            </w:pPr>
            <w:r w:rsidRPr="00037389">
              <w:rPr>
                <w:b/>
              </w:rPr>
              <w:t>Relevance</w:t>
            </w:r>
          </w:p>
          <w:p w:rsidR="00037389" w:rsidRPr="00037389" w:rsidRDefault="00037389" w:rsidP="00AF2253">
            <w:pPr>
              <w:pStyle w:val="TableBodyText"/>
              <w:jc w:val="left"/>
              <w:rPr>
                <w:b/>
              </w:rPr>
            </w:pPr>
          </w:p>
        </w:tc>
        <w:tc>
          <w:tcPr>
            <w:tcW w:w="3967" w:type="pct"/>
          </w:tcPr>
          <w:p w:rsidR="00037389" w:rsidRPr="00AF0B07" w:rsidRDefault="00037389" w:rsidP="008476D9">
            <w:pPr>
              <w:pStyle w:val="TableBodyText"/>
              <w:spacing w:after="120"/>
              <w:jc w:val="left"/>
            </w:pPr>
            <w:r w:rsidRPr="00AF0B07">
              <w:t>The Student Outcomes Survey provides annual information about students’ employment outcomes and satisfaction with vocational education and training (VET) in Australia. Data are collected by mail-out survey with an option to complete the survey on-line.</w:t>
            </w:r>
          </w:p>
          <w:p w:rsidR="00037389" w:rsidRPr="00AF0B07" w:rsidRDefault="00037389" w:rsidP="008476D9">
            <w:pPr>
              <w:pStyle w:val="TableBodyText"/>
              <w:spacing w:after="120"/>
              <w:jc w:val="left"/>
            </w:pPr>
            <w:r w:rsidRPr="00AF0B07">
              <w:t>The sample for the survey is drawn from the National VET Provider Collection, an administrative collection. For further information, see the National VET Provider Collection Quality Statement.</w:t>
            </w:r>
          </w:p>
          <w:p w:rsidR="00037389" w:rsidRPr="00AF0B07" w:rsidRDefault="00037389" w:rsidP="008476D9">
            <w:pPr>
              <w:pStyle w:val="TableBodyText"/>
              <w:spacing w:after="120"/>
              <w:jc w:val="left"/>
            </w:pPr>
            <w:r w:rsidRPr="00AF0B07">
              <w:t>The survey collects information on students’:</w:t>
            </w:r>
          </w:p>
          <w:p w:rsidR="00037389" w:rsidRPr="00AF0B07" w:rsidRDefault="00037389" w:rsidP="008476D9">
            <w:pPr>
              <w:pStyle w:val="TableBullet"/>
              <w:spacing w:after="120"/>
            </w:pPr>
            <w:r w:rsidRPr="00AF0B07">
              <w:t>Personal characteristics</w:t>
            </w:r>
          </w:p>
          <w:p w:rsidR="00037389" w:rsidRPr="00AF0B07" w:rsidRDefault="00037389" w:rsidP="008476D9">
            <w:pPr>
              <w:pStyle w:val="TableBullet"/>
              <w:spacing w:after="120"/>
            </w:pPr>
            <w:r w:rsidRPr="00AF0B07">
              <w:t>Training characteristics</w:t>
            </w:r>
          </w:p>
          <w:p w:rsidR="00037389" w:rsidRPr="00AF0B07" w:rsidRDefault="00037389" w:rsidP="008476D9">
            <w:pPr>
              <w:pStyle w:val="TableBullet"/>
              <w:spacing w:after="120"/>
            </w:pPr>
            <w:r w:rsidRPr="00AF0B07">
              <w:t>Reasons for undertaking the training</w:t>
            </w:r>
          </w:p>
          <w:p w:rsidR="00037389" w:rsidRPr="00AF0B07" w:rsidRDefault="00037389" w:rsidP="008476D9">
            <w:pPr>
              <w:pStyle w:val="TableBullet"/>
              <w:spacing w:after="120"/>
            </w:pPr>
            <w:r w:rsidRPr="00AF0B07">
              <w:t>Satisfaction with the training</w:t>
            </w:r>
          </w:p>
          <w:p w:rsidR="00037389" w:rsidRPr="00AF0B07" w:rsidRDefault="00037389" w:rsidP="008476D9">
            <w:pPr>
              <w:pStyle w:val="TableBullet"/>
              <w:spacing w:after="120"/>
            </w:pPr>
            <w:r w:rsidRPr="00AF0B07">
              <w:t>Labour force characteristics before and after training</w:t>
            </w:r>
          </w:p>
          <w:p w:rsidR="00037389" w:rsidRPr="00AF0B07" w:rsidRDefault="00037389" w:rsidP="008476D9">
            <w:pPr>
              <w:pStyle w:val="TableBullet"/>
              <w:spacing w:after="120"/>
            </w:pPr>
            <w:r w:rsidRPr="00AF0B07">
              <w:t>Further study activity</w:t>
            </w:r>
          </w:p>
          <w:p w:rsidR="00037389" w:rsidRPr="00AF0B07" w:rsidRDefault="00037389" w:rsidP="008476D9">
            <w:pPr>
              <w:pStyle w:val="TableBullet"/>
              <w:spacing w:after="120"/>
            </w:pPr>
            <w:r w:rsidRPr="00AF0B07">
              <w:t>Reasons for not continuing with t</w:t>
            </w:r>
            <w:r w:rsidR="004362A2">
              <w:t>he training (where applicable).</w:t>
            </w:r>
          </w:p>
          <w:p w:rsidR="00037389" w:rsidRPr="00AF0B07" w:rsidRDefault="00037389" w:rsidP="008476D9">
            <w:pPr>
              <w:pStyle w:val="TableBodyText"/>
              <w:spacing w:after="120"/>
              <w:jc w:val="left"/>
            </w:pPr>
            <w:r w:rsidRPr="00AF0B07">
              <w:t>Information from the National VET Provider Collection supplements survey data. This includes information on students’:</w:t>
            </w:r>
          </w:p>
          <w:p w:rsidR="00037389" w:rsidRPr="00AF0B07" w:rsidRDefault="00037389" w:rsidP="008476D9">
            <w:pPr>
              <w:pStyle w:val="TableBullet"/>
              <w:spacing w:after="120"/>
            </w:pPr>
            <w:r w:rsidRPr="00AF0B07">
              <w:t>Age</w:t>
            </w:r>
          </w:p>
          <w:p w:rsidR="00037389" w:rsidRPr="00AF0B07" w:rsidRDefault="00037389" w:rsidP="008476D9">
            <w:pPr>
              <w:pStyle w:val="TableBullet"/>
              <w:spacing w:after="120"/>
            </w:pPr>
            <w:r w:rsidRPr="00AF0B07">
              <w:t>Sex</w:t>
            </w:r>
          </w:p>
          <w:p w:rsidR="00037389" w:rsidRPr="00AF0B07" w:rsidRDefault="00037389" w:rsidP="008476D9">
            <w:pPr>
              <w:pStyle w:val="TableBullet"/>
              <w:spacing w:after="120"/>
            </w:pPr>
            <w:r w:rsidRPr="00AF0B07">
              <w:t>Indigenous status</w:t>
            </w:r>
          </w:p>
          <w:p w:rsidR="00037389" w:rsidRPr="00AF0B07" w:rsidRDefault="00037389" w:rsidP="008476D9">
            <w:pPr>
              <w:pStyle w:val="TableBullet"/>
              <w:spacing w:after="120"/>
            </w:pPr>
            <w:r w:rsidRPr="00AF0B07">
              <w:t>Disability status</w:t>
            </w:r>
          </w:p>
          <w:p w:rsidR="00037389" w:rsidRPr="00AF0B07" w:rsidRDefault="00037389" w:rsidP="008476D9">
            <w:pPr>
              <w:pStyle w:val="TableBullet"/>
              <w:spacing w:after="120"/>
            </w:pPr>
            <w:r w:rsidRPr="00AF0B07">
              <w:t>State</w:t>
            </w:r>
          </w:p>
          <w:p w:rsidR="00037389" w:rsidRPr="00AF0B07" w:rsidRDefault="00037389" w:rsidP="008476D9">
            <w:pPr>
              <w:pStyle w:val="TableBullet"/>
              <w:spacing w:after="120"/>
            </w:pPr>
            <w:r w:rsidRPr="00AF0B07">
              <w:t>Postcode/location</w:t>
            </w:r>
          </w:p>
          <w:p w:rsidR="00037389" w:rsidRPr="00AF0B07" w:rsidRDefault="00CD18DC" w:rsidP="008476D9">
            <w:pPr>
              <w:pStyle w:val="TableBullet"/>
              <w:spacing w:after="120"/>
            </w:pPr>
            <w:r>
              <w:t xml:space="preserve">Course </w:t>
            </w:r>
            <w:r w:rsidR="00037389" w:rsidRPr="00AF0B07">
              <w:t>Qualification</w:t>
            </w:r>
          </w:p>
          <w:p w:rsidR="00037389" w:rsidRPr="00AF0B07" w:rsidRDefault="00037389" w:rsidP="008476D9">
            <w:pPr>
              <w:pStyle w:val="TableBullet"/>
              <w:spacing w:after="120"/>
            </w:pPr>
            <w:r w:rsidRPr="00AF0B07">
              <w:t>Field of education</w:t>
            </w:r>
          </w:p>
          <w:p w:rsidR="00037389" w:rsidRPr="00AF0B07" w:rsidRDefault="00037389" w:rsidP="008476D9">
            <w:pPr>
              <w:pStyle w:val="TableBullet"/>
              <w:spacing w:after="120"/>
            </w:pPr>
            <w:r w:rsidRPr="00AF0B07">
              <w:t>English (main language spoken at home)</w:t>
            </w:r>
          </w:p>
          <w:p w:rsidR="00037389" w:rsidRPr="00AF0B07" w:rsidRDefault="00037389" w:rsidP="008476D9">
            <w:pPr>
              <w:pStyle w:val="TableBullet"/>
              <w:spacing w:after="120"/>
            </w:pPr>
            <w:r w:rsidRPr="00AF0B07">
              <w:t>Training institute</w:t>
            </w:r>
          </w:p>
          <w:p w:rsidR="00037389" w:rsidRPr="00AF0B07" w:rsidRDefault="00037389" w:rsidP="008476D9">
            <w:pPr>
              <w:pStyle w:val="TableBullet"/>
              <w:spacing w:after="120"/>
            </w:pPr>
            <w:r w:rsidRPr="00AF0B07">
              <w:t>Type of provider</w:t>
            </w:r>
          </w:p>
          <w:p w:rsidR="00037389" w:rsidRPr="00AF0B07" w:rsidRDefault="00037389" w:rsidP="008476D9">
            <w:pPr>
              <w:pStyle w:val="TableBullet"/>
              <w:spacing w:after="120"/>
            </w:pPr>
            <w:r w:rsidRPr="00AF0B07">
              <w:t>Major funding source</w:t>
            </w:r>
          </w:p>
          <w:p w:rsidR="00037389" w:rsidRPr="00AF0B07" w:rsidRDefault="00037389" w:rsidP="008476D9">
            <w:pPr>
              <w:pStyle w:val="TableBodyText"/>
              <w:spacing w:after="120"/>
              <w:jc w:val="left"/>
            </w:pPr>
            <w:r w:rsidRPr="00AF0B07">
              <w:t>The survey provides benchmarking data and disaggregations by state/territory, age, sex, Indigenous status, disability status, main language spoken at home, remoteness region, apprenticeship/traineeship status, and employment status before and after training.</w:t>
            </w:r>
          </w:p>
          <w:p w:rsidR="00037389" w:rsidRDefault="00037389" w:rsidP="008476D9">
            <w:pPr>
              <w:pStyle w:val="TableBodyText"/>
              <w:spacing w:after="120"/>
              <w:jc w:val="left"/>
            </w:pPr>
            <w:r w:rsidRPr="00AF0B07">
              <w:t>The scope of the survey is nationally recognised VET (Figure 1). Students who undertake recreational, leisure or personal enrichment (short) courses are excluded, as are VET in Schools students and full-fee paying overseas students. This scope has been in place since 2005. Prior to 2005, information was only collected from students undertaking Commonwealth/</w:t>
            </w:r>
            <w:r w:rsidR="00404AF0">
              <w:t xml:space="preserve"> </w:t>
            </w:r>
            <w:r w:rsidRPr="00AF0B07">
              <w:t>State funded programs through TAFE.</w:t>
            </w:r>
          </w:p>
          <w:p w:rsidR="00404AF0" w:rsidRPr="00AF0B07" w:rsidRDefault="00404AF0" w:rsidP="008476D9">
            <w:pPr>
              <w:pStyle w:val="TableBodyText"/>
              <w:spacing w:after="120"/>
              <w:jc w:val="left"/>
            </w:pPr>
          </w:p>
          <w:p w:rsidR="00037389" w:rsidRPr="00404AF0" w:rsidRDefault="00037389" w:rsidP="008476D9">
            <w:pPr>
              <w:pStyle w:val="TableBodyText"/>
              <w:spacing w:after="120"/>
              <w:jc w:val="left"/>
              <w:rPr>
                <w:b/>
              </w:rPr>
            </w:pPr>
            <w:r w:rsidRPr="00404AF0">
              <w:rPr>
                <w:b/>
              </w:rPr>
              <w:t>Figure 1: Scope of the 2011 Student Outcomes Survey</w:t>
            </w:r>
          </w:p>
          <w:tbl>
            <w:tblPr>
              <w:tblW w:w="0" w:type="auto"/>
              <w:tblLook w:val="01E0" w:firstRow="1" w:lastRow="1" w:firstColumn="1" w:lastColumn="1" w:noHBand="0" w:noVBand="0"/>
            </w:tblPr>
            <w:tblGrid>
              <w:gridCol w:w="1725"/>
              <w:gridCol w:w="1749"/>
              <w:gridCol w:w="1590"/>
              <w:gridCol w:w="1865"/>
            </w:tblGrid>
            <w:tr w:rsidR="00037389" w:rsidRPr="00AF0B07" w:rsidTr="00037389">
              <w:trPr>
                <w:trHeight w:val="251"/>
              </w:trPr>
              <w:tc>
                <w:tcPr>
                  <w:tcW w:w="1691" w:type="dxa"/>
                  <w:tcBorders>
                    <w:top w:val="single" w:sz="4" w:space="0" w:color="auto"/>
                  </w:tcBorders>
                </w:tcPr>
                <w:p w:rsidR="00037389" w:rsidRPr="00AF0B07" w:rsidRDefault="00037389" w:rsidP="008476D9">
                  <w:pPr>
                    <w:pStyle w:val="TableBodyText"/>
                    <w:spacing w:after="120"/>
                    <w:jc w:val="left"/>
                  </w:pPr>
                </w:p>
              </w:tc>
              <w:tc>
                <w:tcPr>
                  <w:tcW w:w="5404" w:type="dxa"/>
                  <w:gridSpan w:val="3"/>
                  <w:tcBorders>
                    <w:top w:val="single" w:sz="4" w:space="0" w:color="auto"/>
                  </w:tcBorders>
                </w:tcPr>
                <w:p w:rsidR="00037389" w:rsidRPr="00AF0B07" w:rsidRDefault="00037389" w:rsidP="008476D9">
                  <w:pPr>
                    <w:pStyle w:val="TableBodyText"/>
                    <w:spacing w:after="120"/>
                    <w:jc w:val="left"/>
                  </w:pPr>
                  <w:r w:rsidRPr="00AF0B07">
                    <w:t>Provider Type</w:t>
                  </w:r>
                </w:p>
              </w:tc>
            </w:tr>
            <w:tr w:rsidR="00037389" w:rsidRPr="00AF0B07" w:rsidTr="00037389">
              <w:trPr>
                <w:trHeight w:val="491"/>
              </w:trPr>
              <w:tc>
                <w:tcPr>
                  <w:tcW w:w="1691" w:type="dxa"/>
                  <w:tcBorders>
                    <w:bottom w:val="single" w:sz="4" w:space="0" w:color="auto"/>
                  </w:tcBorders>
                </w:tcPr>
                <w:p w:rsidR="00037389" w:rsidRPr="00AF0B07" w:rsidRDefault="00037389" w:rsidP="008476D9">
                  <w:pPr>
                    <w:pStyle w:val="TableBodyText"/>
                    <w:spacing w:after="120"/>
                    <w:jc w:val="left"/>
                  </w:pPr>
                  <w:r w:rsidRPr="00AF0B07">
                    <w:t>Funding Type</w:t>
                  </w:r>
                </w:p>
              </w:tc>
              <w:tc>
                <w:tcPr>
                  <w:tcW w:w="1800" w:type="dxa"/>
                  <w:tcBorders>
                    <w:bottom w:val="single" w:sz="4" w:space="0" w:color="auto"/>
                  </w:tcBorders>
                </w:tcPr>
                <w:p w:rsidR="00037389" w:rsidRPr="00AF0B07" w:rsidRDefault="00037389" w:rsidP="008476D9">
                  <w:pPr>
                    <w:pStyle w:val="TableBodyText"/>
                    <w:spacing w:after="120"/>
                    <w:jc w:val="left"/>
                  </w:pPr>
                  <w:r w:rsidRPr="00AF0B07">
                    <w:t>TAFE and Other Government providers</w:t>
                  </w:r>
                </w:p>
              </w:tc>
              <w:tc>
                <w:tcPr>
                  <w:tcW w:w="1656" w:type="dxa"/>
                  <w:tcBorders>
                    <w:bottom w:val="single" w:sz="4" w:space="0" w:color="auto"/>
                  </w:tcBorders>
                </w:tcPr>
                <w:p w:rsidR="00037389" w:rsidRPr="00AF0B07" w:rsidRDefault="00037389" w:rsidP="008476D9">
                  <w:pPr>
                    <w:pStyle w:val="TableBodyText"/>
                    <w:spacing w:after="120"/>
                    <w:jc w:val="left"/>
                  </w:pPr>
                  <w:r w:rsidRPr="00AF0B07">
                    <w:t>Private Providers</w:t>
                  </w:r>
                </w:p>
              </w:tc>
              <w:tc>
                <w:tcPr>
                  <w:tcW w:w="1948" w:type="dxa"/>
                  <w:tcBorders>
                    <w:bottom w:val="single" w:sz="4" w:space="0" w:color="auto"/>
                  </w:tcBorders>
                </w:tcPr>
                <w:p w:rsidR="00037389" w:rsidRPr="00AF0B07" w:rsidRDefault="00037389" w:rsidP="008476D9">
                  <w:pPr>
                    <w:pStyle w:val="TableBodyText"/>
                    <w:spacing w:after="120"/>
                    <w:jc w:val="left"/>
                  </w:pPr>
                  <w:r w:rsidRPr="00AF0B07">
                    <w:t>Community Education Providers a</w:t>
                  </w:r>
                </w:p>
              </w:tc>
            </w:tr>
            <w:tr w:rsidR="00037389" w:rsidRPr="00AF0B07" w:rsidTr="00037389">
              <w:trPr>
                <w:trHeight w:val="405"/>
              </w:trPr>
              <w:tc>
                <w:tcPr>
                  <w:tcW w:w="1691" w:type="dxa"/>
                  <w:tcBorders>
                    <w:top w:val="single" w:sz="4" w:space="0" w:color="auto"/>
                  </w:tcBorders>
                </w:tcPr>
                <w:p w:rsidR="00037389" w:rsidRPr="00AF0B07" w:rsidRDefault="00037389" w:rsidP="008476D9">
                  <w:pPr>
                    <w:pStyle w:val="TableBodyText"/>
                    <w:spacing w:after="120"/>
                    <w:jc w:val="left"/>
                  </w:pPr>
                  <w:r w:rsidRPr="00AF0B07">
                    <w:t>Commonwealth and state funded</w:t>
                  </w:r>
                </w:p>
              </w:tc>
              <w:tc>
                <w:tcPr>
                  <w:tcW w:w="1800" w:type="dxa"/>
                  <w:tcBorders>
                    <w:top w:val="single" w:sz="4" w:space="0" w:color="auto"/>
                  </w:tcBorders>
                  <w:shd w:val="clear" w:color="auto" w:fill="auto"/>
                </w:tcPr>
                <w:p w:rsidR="00037389" w:rsidRPr="00AF0B07" w:rsidRDefault="00037389" w:rsidP="008476D9">
                  <w:pPr>
                    <w:pStyle w:val="TableBodyText"/>
                    <w:spacing w:after="120"/>
                    <w:jc w:val="left"/>
                  </w:pPr>
                  <w:r w:rsidRPr="00AF0B07">
                    <w:rPr>
                      <w:noProof/>
                    </w:rPr>
                    <w:drawing>
                      <wp:inline distT="0" distB="0" distL="0" distR="0" wp14:anchorId="362226BC" wp14:editId="5734CEE4">
                        <wp:extent cx="200025" cy="123825"/>
                        <wp:effectExtent l="0" t="0" r="9525" b="9525"/>
                        <wp:docPr id="21" name="Picture 21"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c>
                <w:tcPr>
                  <w:tcW w:w="1656" w:type="dxa"/>
                  <w:tcBorders>
                    <w:top w:val="single" w:sz="4" w:space="0" w:color="auto"/>
                  </w:tcBorders>
                  <w:shd w:val="clear" w:color="auto" w:fill="auto"/>
                </w:tcPr>
                <w:p w:rsidR="00037389" w:rsidRPr="00AF0B07" w:rsidRDefault="00037389" w:rsidP="008476D9">
                  <w:pPr>
                    <w:pStyle w:val="TableBodyText"/>
                    <w:spacing w:after="120"/>
                    <w:jc w:val="left"/>
                  </w:pPr>
                  <w:r w:rsidRPr="00AF0B07">
                    <w:rPr>
                      <w:noProof/>
                    </w:rPr>
                    <w:drawing>
                      <wp:inline distT="0" distB="0" distL="0" distR="0" wp14:anchorId="1FF1DD71" wp14:editId="1CC8FF03">
                        <wp:extent cx="200025" cy="123825"/>
                        <wp:effectExtent l="0" t="0" r="9525" b="9525"/>
                        <wp:docPr id="20" name="Picture 20"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c>
                <w:tcPr>
                  <w:tcW w:w="1948" w:type="dxa"/>
                  <w:tcBorders>
                    <w:top w:val="single" w:sz="4" w:space="0" w:color="auto"/>
                  </w:tcBorders>
                  <w:shd w:val="clear" w:color="auto" w:fill="auto"/>
                </w:tcPr>
                <w:p w:rsidR="00037389" w:rsidRPr="00AF0B07" w:rsidRDefault="00037389" w:rsidP="008476D9">
                  <w:pPr>
                    <w:pStyle w:val="TableBodyText"/>
                    <w:spacing w:after="120"/>
                    <w:jc w:val="left"/>
                  </w:pPr>
                  <w:r w:rsidRPr="00AF0B07">
                    <w:rPr>
                      <w:noProof/>
                    </w:rPr>
                    <w:drawing>
                      <wp:inline distT="0" distB="0" distL="0" distR="0" wp14:anchorId="65EBCA17" wp14:editId="21B4B072">
                        <wp:extent cx="200025" cy="123825"/>
                        <wp:effectExtent l="0" t="0" r="9525" b="9525"/>
                        <wp:docPr id="19" name="Picture 19"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r>
            <w:tr w:rsidR="00037389" w:rsidRPr="00AF0B07" w:rsidTr="00037389">
              <w:trPr>
                <w:trHeight w:val="355"/>
              </w:trPr>
              <w:tc>
                <w:tcPr>
                  <w:tcW w:w="1691" w:type="dxa"/>
                  <w:tcBorders>
                    <w:bottom w:val="single" w:sz="4" w:space="0" w:color="auto"/>
                  </w:tcBorders>
                </w:tcPr>
                <w:p w:rsidR="00037389" w:rsidRPr="00AF0B07" w:rsidRDefault="00037389" w:rsidP="008476D9">
                  <w:pPr>
                    <w:pStyle w:val="TableBodyText"/>
                    <w:spacing w:after="120"/>
                    <w:jc w:val="left"/>
                  </w:pPr>
                  <w:r w:rsidRPr="00AF0B07">
                    <w:t>Fee-for-service</w:t>
                  </w:r>
                </w:p>
              </w:tc>
              <w:tc>
                <w:tcPr>
                  <w:tcW w:w="1800" w:type="dxa"/>
                  <w:tcBorders>
                    <w:bottom w:val="single" w:sz="4" w:space="0" w:color="auto"/>
                  </w:tcBorders>
                  <w:shd w:val="clear" w:color="auto" w:fill="auto"/>
                </w:tcPr>
                <w:p w:rsidR="00037389" w:rsidRPr="00AF0B07" w:rsidRDefault="00037389" w:rsidP="008476D9">
                  <w:pPr>
                    <w:pStyle w:val="TableBodyText"/>
                    <w:spacing w:after="120"/>
                    <w:jc w:val="left"/>
                  </w:pPr>
                  <w:r w:rsidRPr="00AF0B07">
                    <w:rPr>
                      <w:noProof/>
                    </w:rPr>
                    <w:drawing>
                      <wp:inline distT="0" distB="0" distL="0" distR="0" wp14:anchorId="2BE1C1F5" wp14:editId="0EDAA4DB">
                        <wp:extent cx="200025" cy="123825"/>
                        <wp:effectExtent l="0" t="0" r="9525" b="9525"/>
                        <wp:docPr id="18" name="Picture 18"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c>
                <w:tcPr>
                  <w:tcW w:w="1656" w:type="dxa"/>
                  <w:tcBorders>
                    <w:bottom w:val="single" w:sz="4" w:space="0" w:color="auto"/>
                  </w:tcBorders>
                  <w:shd w:val="clear" w:color="auto" w:fill="auto"/>
                </w:tcPr>
                <w:p w:rsidR="00037389" w:rsidRPr="00AF0B07" w:rsidRDefault="00037389" w:rsidP="008476D9">
                  <w:pPr>
                    <w:pStyle w:val="TableBodyText"/>
                    <w:spacing w:after="120"/>
                    <w:jc w:val="left"/>
                  </w:pPr>
                </w:p>
              </w:tc>
              <w:tc>
                <w:tcPr>
                  <w:tcW w:w="1948" w:type="dxa"/>
                  <w:tcBorders>
                    <w:bottom w:val="single" w:sz="4" w:space="0" w:color="auto"/>
                  </w:tcBorders>
                  <w:shd w:val="clear" w:color="auto" w:fill="auto"/>
                </w:tcPr>
                <w:p w:rsidR="00037389" w:rsidRPr="00AF0B07" w:rsidRDefault="00037389" w:rsidP="008476D9">
                  <w:pPr>
                    <w:pStyle w:val="TableBodyText"/>
                    <w:spacing w:after="120"/>
                    <w:jc w:val="left"/>
                  </w:pPr>
                  <w:r w:rsidRPr="00AF0B07">
                    <w:rPr>
                      <w:noProof/>
                    </w:rPr>
                    <w:drawing>
                      <wp:inline distT="0" distB="0" distL="0" distR="0" wp14:anchorId="74F318A8" wp14:editId="2D05E097">
                        <wp:extent cx="200025" cy="123825"/>
                        <wp:effectExtent l="0" t="0" r="9525" b="9525"/>
                        <wp:docPr id="17" name="Picture 17" descr="MMj01855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Mj01855880000[1]"/>
                                <pic:cNvPicPr>
                                  <a:picLocks noChangeAspect="1" noChangeArrowheads="1" noCrop="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
              </w:tc>
            </w:tr>
          </w:tbl>
          <w:p w:rsidR="00037389" w:rsidRPr="00AF0B07" w:rsidRDefault="00037389" w:rsidP="008476D9">
            <w:pPr>
              <w:pStyle w:val="TableBodyText"/>
              <w:spacing w:after="120"/>
              <w:jc w:val="left"/>
            </w:pPr>
            <w:r w:rsidRPr="00AF0B07">
              <w:t>a</w:t>
            </w:r>
            <w:r w:rsidRPr="00AF0B07">
              <w:tab/>
              <w:t xml:space="preserve">This information is only collected in New South Wales and Victoria. </w:t>
            </w:r>
          </w:p>
        </w:tc>
      </w:tr>
      <w:tr w:rsidR="00037389" w:rsidRPr="00037389" w:rsidTr="002E049F">
        <w:tc>
          <w:tcPr>
            <w:tcW w:w="1033" w:type="pct"/>
          </w:tcPr>
          <w:p w:rsidR="00037389" w:rsidRPr="00037389" w:rsidRDefault="00037389" w:rsidP="00AF2253">
            <w:pPr>
              <w:pStyle w:val="TableBodyText"/>
              <w:jc w:val="left"/>
              <w:rPr>
                <w:b/>
              </w:rPr>
            </w:pPr>
            <w:r w:rsidRPr="00037389">
              <w:rPr>
                <w:b/>
              </w:rPr>
              <w:t>Timeliness</w:t>
            </w:r>
          </w:p>
          <w:p w:rsidR="00037389" w:rsidRPr="00037389" w:rsidRDefault="00037389" w:rsidP="00AF2253">
            <w:pPr>
              <w:pStyle w:val="TableBodyText"/>
              <w:jc w:val="left"/>
              <w:rPr>
                <w:b/>
              </w:rPr>
            </w:pPr>
          </w:p>
        </w:tc>
        <w:tc>
          <w:tcPr>
            <w:tcW w:w="3967" w:type="pct"/>
          </w:tcPr>
          <w:p w:rsidR="00037389" w:rsidRPr="00037389" w:rsidRDefault="00037389" w:rsidP="008476D9">
            <w:pPr>
              <w:pStyle w:val="TableBodyText"/>
              <w:spacing w:after="120"/>
              <w:jc w:val="left"/>
            </w:pPr>
            <w:r w:rsidRPr="00037389">
              <w:t>NCVER has conducted the Student Outcomes Survey every year since 1997. The reference date is the last Friday in May of the year after the training was completed. Results from the 2011 survey were released on 5 December 2011, approximately four months after the data were collected.</w:t>
            </w:r>
          </w:p>
        </w:tc>
      </w:tr>
      <w:tr w:rsidR="00037389" w:rsidRPr="00037389" w:rsidTr="002E049F">
        <w:tc>
          <w:tcPr>
            <w:tcW w:w="1033" w:type="pct"/>
          </w:tcPr>
          <w:p w:rsidR="00037389" w:rsidRPr="00037389" w:rsidRDefault="00037389" w:rsidP="00AF2253">
            <w:pPr>
              <w:pStyle w:val="TableBodyText"/>
              <w:jc w:val="left"/>
              <w:rPr>
                <w:b/>
              </w:rPr>
            </w:pPr>
            <w:r w:rsidRPr="00037389">
              <w:rPr>
                <w:b/>
              </w:rPr>
              <w:t>Accuracy</w:t>
            </w:r>
          </w:p>
          <w:p w:rsidR="00037389" w:rsidRPr="00037389" w:rsidRDefault="00037389" w:rsidP="00AF2253">
            <w:pPr>
              <w:pStyle w:val="TableBodyText"/>
              <w:jc w:val="left"/>
              <w:rPr>
                <w:b/>
              </w:rPr>
            </w:pPr>
          </w:p>
        </w:tc>
        <w:tc>
          <w:tcPr>
            <w:tcW w:w="3967" w:type="pct"/>
          </w:tcPr>
          <w:p w:rsidR="00037389" w:rsidRPr="00404AF0" w:rsidRDefault="00037389" w:rsidP="008476D9">
            <w:pPr>
              <w:pStyle w:val="TableBodyText"/>
              <w:spacing w:after="120"/>
              <w:jc w:val="left"/>
            </w:pPr>
            <w:r w:rsidRPr="00404AF0">
              <w:t>The survey is undertaken as a stratified, randomly selected sample, with survey responses weighted to population benchmarks from the National VET Provider Collection. Table 1 outlines the initial accuracy constraints (RSEs) on estimates of the following proportions for graduates:</w:t>
            </w:r>
          </w:p>
          <w:p w:rsidR="00037389" w:rsidRPr="00404AF0" w:rsidRDefault="00037389" w:rsidP="008476D9">
            <w:pPr>
              <w:pStyle w:val="TableBullet"/>
              <w:spacing w:after="120"/>
            </w:pPr>
            <w:r w:rsidRPr="00404AF0">
              <w:t>Employed after training</w:t>
            </w:r>
          </w:p>
          <w:p w:rsidR="00037389" w:rsidRPr="00404AF0" w:rsidRDefault="00037389" w:rsidP="008476D9">
            <w:pPr>
              <w:pStyle w:val="TableBullet"/>
              <w:spacing w:after="120"/>
            </w:pPr>
            <w:r w:rsidRPr="00404AF0">
              <w:t>Employed or in further study after training</w:t>
            </w:r>
          </w:p>
          <w:p w:rsidR="00037389" w:rsidRPr="00404AF0" w:rsidRDefault="00037389" w:rsidP="008476D9">
            <w:pPr>
              <w:pStyle w:val="TableBullet"/>
              <w:spacing w:after="120"/>
            </w:pPr>
            <w:r w:rsidRPr="00404AF0">
              <w:t>Fully or partly achieved main reason for doing the training</w:t>
            </w:r>
          </w:p>
          <w:p w:rsidR="00037389" w:rsidRPr="00404AF0" w:rsidRDefault="00037389" w:rsidP="008476D9">
            <w:pPr>
              <w:pStyle w:val="TableBullet"/>
              <w:spacing w:after="120"/>
            </w:pPr>
            <w:r w:rsidRPr="00404AF0">
              <w:t>Satisfied with the overall quality of training</w:t>
            </w:r>
          </w:p>
          <w:p w:rsidR="00037389" w:rsidRPr="00037389" w:rsidRDefault="00037389" w:rsidP="008476D9">
            <w:pPr>
              <w:pStyle w:val="TableBodyText"/>
              <w:spacing w:after="120"/>
              <w:jc w:val="left"/>
              <w:rPr>
                <w:rFonts w:cs="Arial"/>
                <w:b/>
                <w:sz w:val="17"/>
                <w:szCs w:val="17"/>
              </w:rPr>
            </w:pPr>
            <w:r w:rsidRPr="00037389">
              <w:rPr>
                <w:rFonts w:cs="Arial"/>
                <w:b/>
                <w:sz w:val="17"/>
                <w:szCs w:val="17"/>
              </w:rPr>
              <w:t>Table 1: Desired accuracy levels of key survey measures for graduates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2306"/>
              <w:gridCol w:w="2306"/>
            </w:tblGrid>
            <w:tr w:rsidR="00037389" w:rsidRPr="00037389" w:rsidTr="00037389">
              <w:tc>
                <w:tcPr>
                  <w:tcW w:w="2369" w:type="dxa"/>
                  <w:tcBorders>
                    <w:left w:val="nil"/>
                    <w:bottom w:val="single" w:sz="4" w:space="0" w:color="auto"/>
                    <w:right w:val="nil"/>
                  </w:tcBorders>
                </w:tcPr>
                <w:p w:rsidR="00037389" w:rsidRPr="00037389" w:rsidRDefault="00037389" w:rsidP="008476D9">
                  <w:pPr>
                    <w:pStyle w:val="TableBodyText"/>
                    <w:spacing w:after="120"/>
                    <w:jc w:val="left"/>
                    <w:rPr>
                      <w:rFonts w:cs="Arial"/>
                      <w:b/>
                      <w:sz w:val="17"/>
                      <w:szCs w:val="17"/>
                    </w:rPr>
                  </w:pPr>
                  <w:r w:rsidRPr="00037389">
                    <w:rPr>
                      <w:rFonts w:cs="Arial"/>
                      <w:b/>
                      <w:sz w:val="17"/>
                      <w:szCs w:val="17"/>
                    </w:rPr>
                    <w:t>Level</w:t>
                  </w:r>
                </w:p>
              </w:tc>
              <w:tc>
                <w:tcPr>
                  <w:tcW w:w="2369" w:type="dxa"/>
                  <w:tcBorders>
                    <w:left w:val="nil"/>
                    <w:bottom w:val="single" w:sz="4" w:space="0" w:color="auto"/>
                    <w:right w:val="nil"/>
                  </w:tcBorders>
                </w:tcPr>
                <w:p w:rsidR="00037389" w:rsidRPr="00037389" w:rsidRDefault="00037389" w:rsidP="008476D9">
                  <w:pPr>
                    <w:pStyle w:val="TableBodyText"/>
                    <w:spacing w:after="120"/>
                    <w:jc w:val="left"/>
                    <w:rPr>
                      <w:rFonts w:cs="Arial"/>
                      <w:b/>
                      <w:sz w:val="17"/>
                      <w:szCs w:val="17"/>
                    </w:rPr>
                  </w:pPr>
                  <w:r w:rsidRPr="00037389">
                    <w:rPr>
                      <w:rFonts w:cs="Arial"/>
                      <w:b/>
                      <w:sz w:val="17"/>
                      <w:szCs w:val="17"/>
                    </w:rPr>
                    <w:t>Desired RSEs on estimates of proportion</w:t>
                  </w:r>
                  <w:r w:rsidRPr="00037389">
                    <w:rPr>
                      <w:rFonts w:cs="Arial"/>
                      <w:b/>
                      <w:sz w:val="17"/>
                      <w:szCs w:val="17"/>
                    </w:rPr>
                    <w:br w:type="textWrapping" w:clear="all"/>
                  </w:r>
                  <w:r w:rsidRPr="00037389">
                    <w:rPr>
                      <w:rFonts w:cs="Arial"/>
                      <w:sz w:val="17"/>
                      <w:szCs w:val="17"/>
                    </w:rPr>
                    <w:t>%</w:t>
                  </w:r>
                </w:p>
              </w:tc>
              <w:tc>
                <w:tcPr>
                  <w:tcW w:w="2369" w:type="dxa"/>
                  <w:tcBorders>
                    <w:left w:val="nil"/>
                    <w:bottom w:val="single" w:sz="4" w:space="0" w:color="auto"/>
                    <w:right w:val="nil"/>
                  </w:tcBorders>
                </w:tcPr>
                <w:p w:rsidR="00037389" w:rsidRPr="00037389" w:rsidRDefault="00037389" w:rsidP="008476D9">
                  <w:pPr>
                    <w:pStyle w:val="TableBodyText"/>
                    <w:spacing w:after="120"/>
                    <w:jc w:val="left"/>
                    <w:rPr>
                      <w:rFonts w:cs="Arial"/>
                      <w:b/>
                      <w:sz w:val="17"/>
                      <w:szCs w:val="17"/>
                    </w:rPr>
                  </w:pPr>
                  <w:r w:rsidRPr="00037389">
                    <w:rPr>
                      <w:rFonts w:cs="Arial"/>
                      <w:b/>
                      <w:sz w:val="17"/>
                      <w:szCs w:val="17"/>
                    </w:rPr>
                    <w:t>Achieved RSEs on estimates of proportion</w:t>
                  </w:r>
                  <w:r w:rsidRPr="00037389">
                    <w:rPr>
                      <w:rFonts w:cs="Arial"/>
                      <w:b/>
                      <w:sz w:val="17"/>
                      <w:szCs w:val="17"/>
                    </w:rPr>
                    <w:br w:type="textWrapping" w:clear="all"/>
                  </w:r>
                  <w:r w:rsidRPr="00037389">
                    <w:rPr>
                      <w:rFonts w:cs="Arial"/>
                      <w:sz w:val="17"/>
                      <w:szCs w:val="17"/>
                    </w:rPr>
                    <w:t>%</w:t>
                  </w:r>
                </w:p>
              </w:tc>
            </w:tr>
            <w:tr w:rsidR="00037389" w:rsidRPr="00037389" w:rsidTr="00037389">
              <w:tc>
                <w:tcPr>
                  <w:tcW w:w="2369" w:type="dxa"/>
                  <w:tcBorders>
                    <w:left w:val="nil"/>
                    <w:bottom w:val="nil"/>
                    <w:right w:val="nil"/>
                  </w:tcBorders>
                </w:tcPr>
                <w:p w:rsidR="00037389" w:rsidRPr="00037389" w:rsidRDefault="00037389" w:rsidP="008476D9">
                  <w:pPr>
                    <w:pStyle w:val="TableBodyText"/>
                    <w:spacing w:after="120"/>
                    <w:jc w:val="left"/>
                    <w:rPr>
                      <w:rFonts w:cs="Arial"/>
                      <w:sz w:val="17"/>
                      <w:szCs w:val="17"/>
                    </w:rPr>
                  </w:pPr>
                  <w:r w:rsidRPr="00037389">
                    <w:rPr>
                      <w:rFonts w:cs="Arial"/>
                      <w:sz w:val="17"/>
                      <w:szCs w:val="17"/>
                    </w:rPr>
                    <w:t>Australia</w:t>
                  </w:r>
                </w:p>
              </w:tc>
              <w:tc>
                <w:tcPr>
                  <w:tcW w:w="2369" w:type="dxa"/>
                  <w:tcBorders>
                    <w:left w:val="nil"/>
                    <w:bottom w:val="nil"/>
                    <w:right w:val="nil"/>
                  </w:tcBorders>
                </w:tcPr>
                <w:p w:rsidR="00037389" w:rsidRPr="00037389" w:rsidRDefault="00037389" w:rsidP="008476D9">
                  <w:pPr>
                    <w:pStyle w:val="TableBodyText"/>
                    <w:spacing w:after="120"/>
                    <w:jc w:val="left"/>
                    <w:rPr>
                      <w:rFonts w:cs="Arial"/>
                      <w:sz w:val="17"/>
                      <w:szCs w:val="17"/>
                    </w:rPr>
                  </w:pPr>
                  <w:r w:rsidRPr="00037389">
                    <w:rPr>
                      <w:rFonts w:cs="Arial"/>
                      <w:sz w:val="17"/>
                      <w:szCs w:val="17"/>
                    </w:rPr>
                    <w:t>3</w:t>
                  </w:r>
                </w:p>
              </w:tc>
              <w:tc>
                <w:tcPr>
                  <w:tcW w:w="2369" w:type="dxa"/>
                  <w:tcBorders>
                    <w:left w:val="nil"/>
                    <w:bottom w:val="nil"/>
                    <w:right w:val="nil"/>
                  </w:tcBorders>
                </w:tcPr>
                <w:p w:rsidR="00037389" w:rsidRPr="00037389" w:rsidRDefault="00037389" w:rsidP="008476D9">
                  <w:pPr>
                    <w:pStyle w:val="TableBodyText"/>
                    <w:spacing w:after="120"/>
                    <w:jc w:val="left"/>
                    <w:rPr>
                      <w:rFonts w:cs="Arial"/>
                      <w:sz w:val="17"/>
                      <w:szCs w:val="17"/>
                    </w:rPr>
                  </w:pPr>
                  <w:r w:rsidRPr="00037389">
                    <w:rPr>
                      <w:rFonts w:cs="Arial"/>
                      <w:sz w:val="17"/>
                      <w:szCs w:val="17"/>
                    </w:rPr>
                    <w:t>&lt;3</w:t>
                  </w:r>
                </w:p>
              </w:tc>
            </w:tr>
            <w:tr w:rsidR="00037389" w:rsidRPr="00037389" w:rsidTr="00037389">
              <w:tc>
                <w:tcPr>
                  <w:tcW w:w="2369" w:type="dxa"/>
                  <w:tcBorders>
                    <w:top w:val="nil"/>
                    <w:left w:val="nil"/>
                    <w:bottom w:val="single" w:sz="4" w:space="0" w:color="auto"/>
                    <w:right w:val="nil"/>
                  </w:tcBorders>
                </w:tcPr>
                <w:p w:rsidR="00037389" w:rsidRPr="00037389" w:rsidRDefault="00037389" w:rsidP="008476D9">
                  <w:pPr>
                    <w:pStyle w:val="TableBodyText"/>
                    <w:spacing w:after="120"/>
                    <w:jc w:val="left"/>
                    <w:rPr>
                      <w:rFonts w:cs="Arial"/>
                      <w:sz w:val="17"/>
                      <w:szCs w:val="17"/>
                    </w:rPr>
                  </w:pPr>
                  <w:r w:rsidRPr="00037389">
                    <w:rPr>
                      <w:rFonts w:cs="Arial"/>
                      <w:sz w:val="17"/>
                      <w:szCs w:val="17"/>
                    </w:rPr>
                    <w:t>State/Territory</w:t>
                  </w:r>
                </w:p>
              </w:tc>
              <w:tc>
                <w:tcPr>
                  <w:tcW w:w="2369" w:type="dxa"/>
                  <w:tcBorders>
                    <w:top w:val="nil"/>
                    <w:left w:val="nil"/>
                    <w:bottom w:val="single" w:sz="4" w:space="0" w:color="auto"/>
                    <w:right w:val="nil"/>
                  </w:tcBorders>
                </w:tcPr>
                <w:p w:rsidR="00037389" w:rsidRPr="00037389" w:rsidRDefault="00037389" w:rsidP="008476D9">
                  <w:pPr>
                    <w:pStyle w:val="TableBodyText"/>
                    <w:spacing w:after="120"/>
                    <w:jc w:val="left"/>
                    <w:rPr>
                      <w:rFonts w:cs="Arial"/>
                      <w:sz w:val="17"/>
                      <w:szCs w:val="17"/>
                    </w:rPr>
                  </w:pPr>
                  <w:r w:rsidRPr="00037389">
                    <w:rPr>
                      <w:rFonts w:cs="Arial"/>
                      <w:sz w:val="17"/>
                      <w:szCs w:val="17"/>
                    </w:rPr>
                    <w:t>5</w:t>
                  </w:r>
                </w:p>
              </w:tc>
              <w:tc>
                <w:tcPr>
                  <w:tcW w:w="2369" w:type="dxa"/>
                  <w:tcBorders>
                    <w:top w:val="nil"/>
                    <w:left w:val="nil"/>
                    <w:bottom w:val="single" w:sz="4" w:space="0" w:color="auto"/>
                    <w:right w:val="nil"/>
                  </w:tcBorders>
                </w:tcPr>
                <w:p w:rsidR="00037389" w:rsidRPr="00037389" w:rsidRDefault="00037389" w:rsidP="008476D9">
                  <w:pPr>
                    <w:pStyle w:val="TableBodyText"/>
                    <w:spacing w:after="120"/>
                    <w:jc w:val="left"/>
                    <w:rPr>
                      <w:rFonts w:cs="Arial"/>
                      <w:sz w:val="17"/>
                      <w:szCs w:val="17"/>
                    </w:rPr>
                  </w:pPr>
                  <w:r w:rsidRPr="00037389">
                    <w:rPr>
                      <w:rFonts w:cs="Arial"/>
                      <w:sz w:val="17"/>
                      <w:szCs w:val="17"/>
                    </w:rPr>
                    <w:t>&lt;3</w:t>
                  </w:r>
                </w:p>
              </w:tc>
            </w:tr>
          </w:tbl>
          <w:p w:rsidR="00037389" w:rsidRPr="00037389" w:rsidRDefault="00037389" w:rsidP="008476D9">
            <w:pPr>
              <w:pStyle w:val="TableBodyText"/>
              <w:spacing w:after="120"/>
              <w:jc w:val="left"/>
            </w:pPr>
            <w:r w:rsidRPr="00037389">
              <w:t>The survey was not designed to provide estimates for small equity groups such as Indigenous and disability.</w:t>
            </w:r>
          </w:p>
          <w:p w:rsidR="00037389" w:rsidRDefault="00037389" w:rsidP="008476D9">
            <w:pPr>
              <w:pStyle w:val="TableBodyText"/>
              <w:spacing w:after="120"/>
              <w:jc w:val="left"/>
            </w:pPr>
            <w:r w:rsidRPr="00037389">
              <w:t xml:space="preserve">In odd years, the sample is designed for reporting at the national, state/territory and institute level.  In even years, a smaller sample is used for reporting at the national and state/territory level only. In 2011, 109 903 students responded to the survey (after taking into account scope exclusions), </w:t>
            </w:r>
            <w:r w:rsidRPr="00037389">
              <w:rPr>
                <w:bCs/>
              </w:rPr>
              <w:t>63 048</w:t>
            </w:r>
            <w:r w:rsidRPr="00037389">
              <w:t xml:space="preserve"> of whom were graduates. Response rates to the 2011 survey are shown in table 2.</w:t>
            </w:r>
          </w:p>
          <w:p w:rsidR="008476D9" w:rsidRPr="00037389" w:rsidRDefault="008476D9" w:rsidP="008476D9">
            <w:pPr>
              <w:pStyle w:val="TableBodyText"/>
              <w:spacing w:after="120"/>
              <w:jc w:val="left"/>
            </w:pPr>
          </w:p>
          <w:p w:rsidR="00037389" w:rsidRPr="00037389" w:rsidRDefault="00037389" w:rsidP="008476D9">
            <w:pPr>
              <w:pStyle w:val="TableBodyText"/>
              <w:spacing w:after="120"/>
              <w:jc w:val="left"/>
              <w:rPr>
                <w:rFonts w:cs="Arial"/>
                <w:b/>
                <w:sz w:val="17"/>
                <w:szCs w:val="17"/>
              </w:rPr>
            </w:pPr>
            <w:r w:rsidRPr="00037389">
              <w:rPr>
                <w:rFonts w:cs="Arial"/>
                <w:b/>
                <w:sz w:val="17"/>
                <w:szCs w:val="17"/>
              </w:rPr>
              <w:t>Table 2: Response rates for graduates to the 2011 Student Outcomes Survey by state</w:t>
            </w:r>
          </w:p>
          <w:tbl>
            <w:tblPr>
              <w:tblW w:w="2901" w:type="pct"/>
              <w:tblBorders>
                <w:top w:val="single" w:sz="4" w:space="0" w:color="auto"/>
                <w:bottom w:val="single" w:sz="4" w:space="0" w:color="auto"/>
              </w:tblBorders>
              <w:tblLook w:val="01E0" w:firstRow="1" w:lastRow="1" w:firstColumn="1" w:lastColumn="1" w:noHBand="0" w:noVBand="0"/>
            </w:tblPr>
            <w:tblGrid>
              <w:gridCol w:w="2330"/>
              <w:gridCol w:w="1690"/>
            </w:tblGrid>
            <w:tr w:rsidR="00037389" w:rsidRPr="00037389" w:rsidTr="00AF2253">
              <w:tc>
                <w:tcPr>
                  <w:tcW w:w="2898" w:type="pct"/>
                  <w:tcBorders>
                    <w:top w:val="single" w:sz="4" w:space="0" w:color="auto"/>
                    <w:left w:val="nil"/>
                    <w:bottom w:val="single" w:sz="4" w:space="0" w:color="auto"/>
                  </w:tcBorders>
                </w:tcPr>
                <w:p w:rsidR="00037389" w:rsidRPr="00037389" w:rsidRDefault="00037389" w:rsidP="008476D9">
                  <w:pPr>
                    <w:pStyle w:val="TableBodyText"/>
                    <w:spacing w:after="120"/>
                    <w:jc w:val="left"/>
                    <w:rPr>
                      <w:rFonts w:cs="Arial"/>
                      <w:b/>
                      <w:color w:val="000000"/>
                      <w:sz w:val="17"/>
                      <w:szCs w:val="17"/>
                    </w:rPr>
                  </w:pPr>
                  <w:r w:rsidRPr="00037389">
                    <w:rPr>
                      <w:rFonts w:cs="Arial"/>
                      <w:b/>
                      <w:color w:val="000000"/>
                      <w:sz w:val="17"/>
                      <w:szCs w:val="17"/>
                    </w:rPr>
                    <w:t>State/Territory</w:t>
                  </w:r>
                </w:p>
              </w:tc>
              <w:tc>
                <w:tcPr>
                  <w:tcW w:w="2102" w:type="pct"/>
                  <w:tcBorders>
                    <w:top w:val="single" w:sz="4" w:space="0" w:color="auto"/>
                    <w:bottom w:val="single" w:sz="4" w:space="0" w:color="auto"/>
                  </w:tcBorders>
                </w:tcPr>
                <w:p w:rsidR="00037389" w:rsidRPr="00037389" w:rsidRDefault="00037389" w:rsidP="008476D9">
                  <w:pPr>
                    <w:pStyle w:val="TableBodyText"/>
                    <w:spacing w:after="120"/>
                    <w:jc w:val="left"/>
                    <w:rPr>
                      <w:rFonts w:cs="Arial"/>
                      <w:b/>
                      <w:color w:val="000000"/>
                      <w:sz w:val="17"/>
                      <w:szCs w:val="17"/>
                    </w:rPr>
                  </w:pPr>
                  <w:r w:rsidRPr="00037389">
                    <w:rPr>
                      <w:rFonts w:cs="Arial"/>
                      <w:b/>
                      <w:color w:val="000000"/>
                      <w:sz w:val="17"/>
                      <w:szCs w:val="17"/>
                    </w:rPr>
                    <w:t>Response rate (%)</w:t>
                  </w:r>
                </w:p>
              </w:tc>
            </w:tr>
            <w:tr w:rsidR="00037389" w:rsidRPr="00037389" w:rsidTr="00037389">
              <w:tc>
                <w:tcPr>
                  <w:tcW w:w="2898" w:type="pct"/>
                  <w:tcBorders>
                    <w:top w:val="single" w:sz="4" w:space="0" w:color="auto"/>
                  </w:tcBorders>
                </w:tcPr>
                <w:p w:rsidR="00037389" w:rsidRPr="00037389" w:rsidRDefault="00037389" w:rsidP="008476D9">
                  <w:pPr>
                    <w:pStyle w:val="TableBodyText"/>
                    <w:spacing w:after="120"/>
                    <w:jc w:val="left"/>
                    <w:rPr>
                      <w:sz w:val="17"/>
                      <w:szCs w:val="17"/>
                    </w:rPr>
                  </w:pPr>
                  <w:r w:rsidRPr="00037389">
                    <w:rPr>
                      <w:sz w:val="17"/>
                      <w:szCs w:val="17"/>
                    </w:rPr>
                    <w:t>New South Wales</w:t>
                  </w:r>
                </w:p>
              </w:tc>
              <w:tc>
                <w:tcPr>
                  <w:tcW w:w="2102" w:type="pct"/>
                  <w:tcBorders>
                    <w:top w:val="single" w:sz="4" w:space="0" w:color="auto"/>
                  </w:tcBorders>
                </w:tcPr>
                <w:p w:rsidR="00037389" w:rsidRPr="00037389" w:rsidRDefault="00037389" w:rsidP="008476D9">
                  <w:pPr>
                    <w:pStyle w:val="TableBodyText"/>
                    <w:spacing w:after="120"/>
                    <w:jc w:val="left"/>
                    <w:rPr>
                      <w:rFonts w:cs="Arial"/>
                      <w:sz w:val="17"/>
                      <w:szCs w:val="17"/>
                    </w:rPr>
                  </w:pPr>
                  <w:r w:rsidRPr="00037389">
                    <w:rPr>
                      <w:rFonts w:cs="Arial"/>
                      <w:sz w:val="17"/>
                      <w:szCs w:val="17"/>
                    </w:rPr>
                    <w:t>44.1</w:t>
                  </w:r>
                </w:p>
              </w:tc>
            </w:tr>
            <w:tr w:rsidR="00037389" w:rsidRPr="00037389" w:rsidTr="00037389">
              <w:tc>
                <w:tcPr>
                  <w:tcW w:w="2898" w:type="pct"/>
                </w:tcPr>
                <w:p w:rsidR="00037389" w:rsidRPr="00037389" w:rsidRDefault="00037389" w:rsidP="008476D9">
                  <w:pPr>
                    <w:pStyle w:val="TableBodyText"/>
                    <w:spacing w:after="120"/>
                    <w:jc w:val="left"/>
                    <w:rPr>
                      <w:sz w:val="17"/>
                      <w:szCs w:val="17"/>
                    </w:rPr>
                  </w:pPr>
                  <w:r w:rsidRPr="00037389">
                    <w:rPr>
                      <w:sz w:val="17"/>
                      <w:szCs w:val="17"/>
                    </w:rPr>
                    <w:t>Victoria</w:t>
                  </w:r>
                </w:p>
              </w:tc>
              <w:tc>
                <w:tcPr>
                  <w:tcW w:w="2102" w:type="pct"/>
                </w:tcPr>
                <w:p w:rsidR="00037389" w:rsidRPr="00037389" w:rsidRDefault="00037389" w:rsidP="008476D9">
                  <w:pPr>
                    <w:pStyle w:val="TableBodyText"/>
                    <w:spacing w:after="120"/>
                    <w:jc w:val="left"/>
                    <w:rPr>
                      <w:rFonts w:cs="Arial"/>
                      <w:sz w:val="17"/>
                      <w:szCs w:val="17"/>
                    </w:rPr>
                  </w:pPr>
                  <w:r w:rsidRPr="00037389">
                    <w:rPr>
                      <w:rFonts w:cs="Arial"/>
                      <w:sz w:val="17"/>
                      <w:szCs w:val="17"/>
                    </w:rPr>
                    <w:t>42.4</w:t>
                  </w:r>
                </w:p>
              </w:tc>
            </w:tr>
            <w:tr w:rsidR="00037389" w:rsidRPr="00037389" w:rsidTr="00037389">
              <w:tc>
                <w:tcPr>
                  <w:tcW w:w="2898" w:type="pct"/>
                </w:tcPr>
                <w:p w:rsidR="00037389" w:rsidRPr="00037389" w:rsidRDefault="00037389" w:rsidP="008476D9">
                  <w:pPr>
                    <w:pStyle w:val="TableBodyText"/>
                    <w:spacing w:after="120"/>
                    <w:jc w:val="left"/>
                    <w:rPr>
                      <w:sz w:val="17"/>
                      <w:szCs w:val="17"/>
                    </w:rPr>
                  </w:pPr>
                  <w:r w:rsidRPr="00037389">
                    <w:rPr>
                      <w:sz w:val="17"/>
                      <w:szCs w:val="17"/>
                    </w:rPr>
                    <w:t>Queensland</w:t>
                  </w:r>
                </w:p>
              </w:tc>
              <w:tc>
                <w:tcPr>
                  <w:tcW w:w="2102" w:type="pct"/>
                </w:tcPr>
                <w:p w:rsidR="00037389" w:rsidRPr="00037389" w:rsidRDefault="00037389" w:rsidP="008476D9">
                  <w:pPr>
                    <w:pStyle w:val="TableBodyText"/>
                    <w:spacing w:after="120"/>
                    <w:jc w:val="left"/>
                    <w:rPr>
                      <w:rFonts w:cs="Arial"/>
                      <w:sz w:val="17"/>
                      <w:szCs w:val="17"/>
                    </w:rPr>
                  </w:pPr>
                  <w:r w:rsidRPr="00037389">
                    <w:rPr>
                      <w:rFonts w:cs="Arial"/>
                      <w:sz w:val="17"/>
                      <w:szCs w:val="17"/>
                    </w:rPr>
                    <w:t>40.4</w:t>
                  </w:r>
                </w:p>
              </w:tc>
            </w:tr>
            <w:tr w:rsidR="00037389" w:rsidRPr="00037389" w:rsidTr="00037389">
              <w:tc>
                <w:tcPr>
                  <w:tcW w:w="2898" w:type="pct"/>
                </w:tcPr>
                <w:p w:rsidR="00037389" w:rsidRPr="00037389" w:rsidRDefault="00037389" w:rsidP="008476D9">
                  <w:pPr>
                    <w:pStyle w:val="TableBodyText"/>
                    <w:spacing w:after="120"/>
                    <w:jc w:val="left"/>
                    <w:rPr>
                      <w:sz w:val="17"/>
                      <w:szCs w:val="17"/>
                    </w:rPr>
                  </w:pPr>
                  <w:r w:rsidRPr="00037389">
                    <w:rPr>
                      <w:sz w:val="17"/>
                      <w:szCs w:val="17"/>
                    </w:rPr>
                    <w:t>South Australia</w:t>
                  </w:r>
                </w:p>
              </w:tc>
              <w:tc>
                <w:tcPr>
                  <w:tcW w:w="2102" w:type="pct"/>
                </w:tcPr>
                <w:p w:rsidR="00037389" w:rsidRPr="00037389" w:rsidRDefault="00037389" w:rsidP="008476D9">
                  <w:pPr>
                    <w:pStyle w:val="TableBodyText"/>
                    <w:spacing w:after="120"/>
                    <w:jc w:val="left"/>
                    <w:rPr>
                      <w:rFonts w:cs="Arial"/>
                      <w:sz w:val="17"/>
                      <w:szCs w:val="17"/>
                    </w:rPr>
                  </w:pPr>
                  <w:r w:rsidRPr="00037389">
                    <w:rPr>
                      <w:rFonts w:cs="Arial"/>
                      <w:sz w:val="17"/>
                      <w:szCs w:val="17"/>
                    </w:rPr>
                    <w:t>42.8</w:t>
                  </w:r>
                </w:p>
              </w:tc>
            </w:tr>
            <w:tr w:rsidR="00037389" w:rsidRPr="00037389" w:rsidTr="00037389">
              <w:tc>
                <w:tcPr>
                  <w:tcW w:w="2898" w:type="pct"/>
                </w:tcPr>
                <w:p w:rsidR="00037389" w:rsidRPr="00037389" w:rsidRDefault="00037389" w:rsidP="008476D9">
                  <w:pPr>
                    <w:pStyle w:val="TableBodyText"/>
                    <w:spacing w:after="120"/>
                    <w:jc w:val="left"/>
                    <w:rPr>
                      <w:sz w:val="17"/>
                      <w:szCs w:val="17"/>
                    </w:rPr>
                  </w:pPr>
                  <w:r w:rsidRPr="00037389">
                    <w:rPr>
                      <w:sz w:val="17"/>
                      <w:szCs w:val="17"/>
                    </w:rPr>
                    <w:t>Western Australia</w:t>
                  </w:r>
                </w:p>
              </w:tc>
              <w:tc>
                <w:tcPr>
                  <w:tcW w:w="2102" w:type="pct"/>
                </w:tcPr>
                <w:p w:rsidR="00037389" w:rsidRPr="00037389" w:rsidRDefault="00037389" w:rsidP="008476D9">
                  <w:pPr>
                    <w:pStyle w:val="TableBodyText"/>
                    <w:spacing w:after="120"/>
                    <w:jc w:val="left"/>
                    <w:rPr>
                      <w:rFonts w:cs="Arial"/>
                      <w:sz w:val="17"/>
                      <w:szCs w:val="17"/>
                    </w:rPr>
                  </w:pPr>
                  <w:r w:rsidRPr="00037389">
                    <w:rPr>
                      <w:rFonts w:cs="Arial"/>
                      <w:sz w:val="17"/>
                      <w:szCs w:val="17"/>
                    </w:rPr>
                    <w:t>41.9</w:t>
                  </w:r>
                </w:p>
              </w:tc>
            </w:tr>
            <w:tr w:rsidR="00037389" w:rsidRPr="00037389" w:rsidTr="00037389">
              <w:tc>
                <w:tcPr>
                  <w:tcW w:w="2898" w:type="pct"/>
                </w:tcPr>
                <w:p w:rsidR="00037389" w:rsidRPr="00037389" w:rsidRDefault="00037389" w:rsidP="008476D9">
                  <w:pPr>
                    <w:pStyle w:val="TableBodyText"/>
                    <w:spacing w:after="120"/>
                    <w:jc w:val="left"/>
                    <w:rPr>
                      <w:sz w:val="17"/>
                      <w:szCs w:val="17"/>
                    </w:rPr>
                  </w:pPr>
                  <w:r w:rsidRPr="00037389">
                    <w:rPr>
                      <w:sz w:val="17"/>
                      <w:szCs w:val="17"/>
                    </w:rPr>
                    <w:t>Tasmania</w:t>
                  </w:r>
                </w:p>
              </w:tc>
              <w:tc>
                <w:tcPr>
                  <w:tcW w:w="2102" w:type="pct"/>
                </w:tcPr>
                <w:p w:rsidR="00037389" w:rsidRPr="00037389" w:rsidRDefault="00037389" w:rsidP="008476D9">
                  <w:pPr>
                    <w:pStyle w:val="TableBodyText"/>
                    <w:spacing w:after="120"/>
                    <w:jc w:val="left"/>
                    <w:rPr>
                      <w:rFonts w:cs="Arial"/>
                      <w:sz w:val="17"/>
                      <w:szCs w:val="17"/>
                    </w:rPr>
                  </w:pPr>
                  <w:r w:rsidRPr="00037389">
                    <w:rPr>
                      <w:rFonts w:cs="Arial"/>
                      <w:sz w:val="17"/>
                      <w:szCs w:val="17"/>
                    </w:rPr>
                    <w:t>46.5</w:t>
                  </w:r>
                </w:p>
              </w:tc>
            </w:tr>
            <w:tr w:rsidR="00037389" w:rsidRPr="00037389" w:rsidTr="00037389">
              <w:tc>
                <w:tcPr>
                  <w:tcW w:w="2898" w:type="pct"/>
                </w:tcPr>
                <w:p w:rsidR="00037389" w:rsidRPr="00037389" w:rsidRDefault="00037389" w:rsidP="008476D9">
                  <w:pPr>
                    <w:pStyle w:val="TableBodyText"/>
                    <w:spacing w:after="120"/>
                    <w:jc w:val="left"/>
                    <w:rPr>
                      <w:sz w:val="17"/>
                      <w:szCs w:val="17"/>
                    </w:rPr>
                  </w:pPr>
                  <w:r w:rsidRPr="00037389">
                    <w:rPr>
                      <w:sz w:val="17"/>
                      <w:szCs w:val="17"/>
                    </w:rPr>
                    <w:t>Northern Territory</w:t>
                  </w:r>
                </w:p>
              </w:tc>
              <w:tc>
                <w:tcPr>
                  <w:tcW w:w="2102" w:type="pct"/>
                </w:tcPr>
                <w:p w:rsidR="00037389" w:rsidRPr="00037389" w:rsidRDefault="00037389" w:rsidP="008476D9">
                  <w:pPr>
                    <w:pStyle w:val="TableBodyText"/>
                    <w:spacing w:after="120"/>
                    <w:jc w:val="left"/>
                    <w:rPr>
                      <w:rFonts w:cs="Arial"/>
                      <w:sz w:val="17"/>
                      <w:szCs w:val="17"/>
                    </w:rPr>
                  </w:pPr>
                  <w:r w:rsidRPr="00037389">
                    <w:rPr>
                      <w:rFonts w:cs="Arial"/>
                      <w:sz w:val="17"/>
                      <w:szCs w:val="17"/>
                    </w:rPr>
                    <w:t>37.7</w:t>
                  </w:r>
                </w:p>
              </w:tc>
            </w:tr>
            <w:tr w:rsidR="00037389" w:rsidRPr="00037389" w:rsidTr="00037389">
              <w:tc>
                <w:tcPr>
                  <w:tcW w:w="2898" w:type="pct"/>
                </w:tcPr>
                <w:p w:rsidR="00037389" w:rsidRPr="00037389" w:rsidRDefault="00037389" w:rsidP="008476D9">
                  <w:pPr>
                    <w:pStyle w:val="TableBodyText"/>
                    <w:spacing w:after="120"/>
                    <w:jc w:val="left"/>
                    <w:rPr>
                      <w:sz w:val="17"/>
                      <w:szCs w:val="17"/>
                    </w:rPr>
                  </w:pPr>
                  <w:r w:rsidRPr="00037389">
                    <w:rPr>
                      <w:sz w:val="17"/>
                      <w:szCs w:val="17"/>
                    </w:rPr>
                    <w:t>Australian Capital Territory</w:t>
                  </w:r>
                </w:p>
              </w:tc>
              <w:tc>
                <w:tcPr>
                  <w:tcW w:w="2102" w:type="pct"/>
                </w:tcPr>
                <w:p w:rsidR="00037389" w:rsidRPr="00037389" w:rsidRDefault="00037389" w:rsidP="008476D9">
                  <w:pPr>
                    <w:pStyle w:val="TableBodyText"/>
                    <w:spacing w:after="120"/>
                    <w:jc w:val="left"/>
                    <w:rPr>
                      <w:rFonts w:cs="Arial"/>
                      <w:sz w:val="17"/>
                      <w:szCs w:val="17"/>
                    </w:rPr>
                  </w:pPr>
                  <w:r w:rsidRPr="00037389">
                    <w:rPr>
                      <w:rFonts w:cs="Arial"/>
                      <w:sz w:val="17"/>
                      <w:szCs w:val="17"/>
                    </w:rPr>
                    <w:t>39.1</w:t>
                  </w:r>
                </w:p>
              </w:tc>
            </w:tr>
            <w:tr w:rsidR="00037389" w:rsidRPr="00037389" w:rsidTr="00037389">
              <w:tc>
                <w:tcPr>
                  <w:tcW w:w="2898" w:type="pct"/>
                </w:tcPr>
                <w:p w:rsidR="00037389" w:rsidRPr="00037389" w:rsidRDefault="00037389" w:rsidP="008476D9">
                  <w:pPr>
                    <w:pStyle w:val="TableBodyText"/>
                    <w:spacing w:after="120"/>
                    <w:jc w:val="left"/>
                    <w:rPr>
                      <w:b/>
                      <w:sz w:val="17"/>
                      <w:szCs w:val="17"/>
                    </w:rPr>
                  </w:pPr>
                  <w:r w:rsidRPr="00037389">
                    <w:rPr>
                      <w:b/>
                      <w:sz w:val="17"/>
                      <w:szCs w:val="17"/>
                    </w:rPr>
                    <w:t>Australia</w:t>
                  </w:r>
                </w:p>
              </w:tc>
              <w:tc>
                <w:tcPr>
                  <w:tcW w:w="2102" w:type="pct"/>
                </w:tcPr>
                <w:p w:rsidR="00037389" w:rsidRPr="00037389" w:rsidRDefault="00037389" w:rsidP="008476D9">
                  <w:pPr>
                    <w:pStyle w:val="TableBodyText"/>
                    <w:spacing w:after="120"/>
                    <w:jc w:val="left"/>
                    <w:rPr>
                      <w:rFonts w:cs="Arial"/>
                      <w:b/>
                      <w:sz w:val="17"/>
                      <w:szCs w:val="17"/>
                    </w:rPr>
                  </w:pPr>
                  <w:r w:rsidRPr="00037389">
                    <w:rPr>
                      <w:rFonts w:cs="Arial"/>
                      <w:b/>
                      <w:sz w:val="17"/>
                      <w:szCs w:val="17"/>
                    </w:rPr>
                    <w:t>42.2</w:t>
                  </w:r>
                </w:p>
              </w:tc>
            </w:tr>
          </w:tbl>
          <w:p w:rsidR="00037389" w:rsidRPr="00037389" w:rsidRDefault="00037389" w:rsidP="008476D9">
            <w:pPr>
              <w:pStyle w:val="TableBodyText"/>
              <w:spacing w:after="120"/>
              <w:jc w:val="left"/>
            </w:pPr>
            <w:r w:rsidRPr="00037389">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037389" w:rsidRPr="00037389" w:rsidRDefault="00037389" w:rsidP="008476D9">
            <w:pPr>
              <w:pStyle w:val="TableBullet"/>
              <w:spacing w:after="120"/>
            </w:pPr>
            <w:r w:rsidRPr="00037389">
              <w:t>a comparison of the responding sample with the mailing list sample</w:t>
            </w:r>
          </w:p>
          <w:p w:rsidR="00037389" w:rsidRPr="00037389" w:rsidRDefault="00037389" w:rsidP="008476D9">
            <w:pPr>
              <w:pStyle w:val="TableBullet"/>
              <w:spacing w:after="120"/>
            </w:pPr>
            <w:r w:rsidRPr="00037389">
              <w:t>a comparison of the characteristics of the responding sample with non-respondents. Information on a sample of non-respondents is collected via telephone interview.</w:t>
            </w:r>
          </w:p>
          <w:p w:rsidR="00037389" w:rsidRPr="00037389" w:rsidRDefault="00037389" w:rsidP="008476D9">
            <w:pPr>
              <w:pStyle w:val="TableBullet"/>
              <w:spacing w:after="120"/>
            </w:pPr>
            <w:r w:rsidRPr="00037389">
              <w:t>a comparison of the results obtained from mail and online completion.</w:t>
            </w:r>
          </w:p>
        </w:tc>
      </w:tr>
      <w:tr w:rsidR="00037389" w:rsidRPr="00037389" w:rsidTr="002E049F">
        <w:tc>
          <w:tcPr>
            <w:tcW w:w="1033" w:type="pct"/>
          </w:tcPr>
          <w:p w:rsidR="00037389" w:rsidRPr="00037389" w:rsidRDefault="00037389" w:rsidP="00AF2253">
            <w:pPr>
              <w:pStyle w:val="TableBodyText"/>
              <w:jc w:val="left"/>
              <w:rPr>
                <w:b/>
              </w:rPr>
            </w:pPr>
            <w:r w:rsidRPr="00037389">
              <w:rPr>
                <w:b/>
              </w:rPr>
              <w:t>Coherence</w:t>
            </w:r>
          </w:p>
          <w:p w:rsidR="00037389" w:rsidRPr="00037389" w:rsidRDefault="00037389" w:rsidP="00AF2253">
            <w:pPr>
              <w:pStyle w:val="TableBodyText"/>
              <w:jc w:val="left"/>
              <w:rPr>
                <w:b/>
              </w:rPr>
            </w:pPr>
          </w:p>
        </w:tc>
        <w:tc>
          <w:tcPr>
            <w:tcW w:w="3967" w:type="pct"/>
          </w:tcPr>
          <w:p w:rsidR="00037389" w:rsidRPr="00037389" w:rsidRDefault="00037389" w:rsidP="008476D9">
            <w:pPr>
              <w:pStyle w:val="TableBodyText"/>
              <w:spacing w:after="120"/>
              <w:jc w:val="left"/>
            </w:pPr>
            <w:r w:rsidRPr="00037389">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w:t>
            </w:r>
            <w:r w:rsidR="004362A2">
              <w:t>and other government providers.</w:t>
            </w:r>
          </w:p>
          <w:p w:rsidR="00037389" w:rsidRPr="00037389" w:rsidRDefault="00037389" w:rsidP="008476D9">
            <w:pPr>
              <w:pStyle w:val="TableBodyText"/>
              <w:spacing w:after="120"/>
              <w:jc w:val="left"/>
            </w:pPr>
            <w:r w:rsidRPr="00037389">
              <w:t>Two questionnaires are used to collect the data. The main questionnaire is sent to students from TAFE, other Government and private providers. A separate shorter questionnaire is sent to students from Adult and Community Education (ACE) providers.</w:t>
            </w:r>
          </w:p>
        </w:tc>
      </w:tr>
      <w:tr w:rsidR="00037389" w:rsidRPr="00037389" w:rsidTr="002E049F">
        <w:tc>
          <w:tcPr>
            <w:tcW w:w="1033" w:type="pct"/>
          </w:tcPr>
          <w:p w:rsidR="00037389" w:rsidRPr="00037389" w:rsidRDefault="00037389" w:rsidP="00AF2253">
            <w:pPr>
              <w:pStyle w:val="TableBodyText"/>
              <w:jc w:val="left"/>
              <w:rPr>
                <w:b/>
              </w:rPr>
            </w:pPr>
            <w:r w:rsidRPr="00037389">
              <w:rPr>
                <w:b/>
              </w:rPr>
              <w:t>Interpretability</w:t>
            </w:r>
          </w:p>
          <w:p w:rsidR="00037389" w:rsidRPr="00037389" w:rsidRDefault="00037389" w:rsidP="00AF2253">
            <w:pPr>
              <w:pStyle w:val="TableBodyText"/>
              <w:jc w:val="left"/>
              <w:rPr>
                <w:b/>
              </w:rPr>
            </w:pPr>
          </w:p>
        </w:tc>
        <w:tc>
          <w:tcPr>
            <w:tcW w:w="3967" w:type="pct"/>
          </w:tcPr>
          <w:p w:rsidR="00037389" w:rsidRPr="00404AF0" w:rsidRDefault="00037389" w:rsidP="008476D9">
            <w:pPr>
              <w:pStyle w:val="TableBodyText"/>
              <w:spacing w:after="120"/>
              <w:jc w:val="left"/>
            </w:pPr>
            <w:r w:rsidRPr="00404AF0">
              <w:t>To aid interpretation of the data, information on the Student Outcomes Survey is available on the NCVER website.</w:t>
            </w:r>
          </w:p>
          <w:p w:rsidR="00037389" w:rsidRPr="00404AF0" w:rsidRDefault="00037389" w:rsidP="008476D9">
            <w:pPr>
              <w:pStyle w:val="TableBodyText"/>
              <w:spacing w:after="120"/>
              <w:jc w:val="left"/>
            </w:pPr>
            <w:r w:rsidRPr="00404AF0">
              <w:t>The survey uses the:</w:t>
            </w:r>
          </w:p>
          <w:p w:rsidR="00037389" w:rsidRPr="00404AF0" w:rsidRDefault="00037389" w:rsidP="008476D9">
            <w:pPr>
              <w:pStyle w:val="TableBullet"/>
              <w:spacing w:after="120"/>
            </w:pPr>
            <w:r w:rsidRPr="00404AF0">
              <w:t>Australian Classifica</w:t>
            </w:r>
            <w:r w:rsidR="00967A1F">
              <w:t>tion of Education (ASCED) (ABS C</w:t>
            </w:r>
            <w:r w:rsidRPr="00404AF0">
              <w:t>at. no. 1272.0) to classify the level and field of education</w:t>
            </w:r>
          </w:p>
          <w:p w:rsidR="00037389" w:rsidRPr="00404AF0" w:rsidRDefault="00037389" w:rsidP="008476D9">
            <w:pPr>
              <w:pStyle w:val="TableBullet"/>
              <w:spacing w:after="120"/>
            </w:pPr>
            <w:r w:rsidRPr="00404AF0">
              <w:t>Australian and New Zealand Standard Industr</w:t>
            </w:r>
            <w:r w:rsidR="00967A1F">
              <w:t>y Classification (ANZSIC) (ABS C</w:t>
            </w:r>
            <w:r w:rsidRPr="00404AF0">
              <w:t>at. no. 1292.0) to classify industry</w:t>
            </w:r>
          </w:p>
          <w:p w:rsidR="00037389" w:rsidRPr="00404AF0" w:rsidRDefault="00037389" w:rsidP="008476D9">
            <w:pPr>
              <w:pStyle w:val="TableBullet"/>
              <w:spacing w:after="120"/>
            </w:pPr>
            <w:r w:rsidRPr="00404AF0">
              <w:t xml:space="preserve">Australian and New Zealand Standard Classification of Occupations </w:t>
            </w:r>
            <w:r w:rsidR="00967A1F">
              <w:t>(ANZSCO, previously ASCO) (ABS C</w:t>
            </w:r>
            <w:r w:rsidRPr="00404AF0">
              <w:t>at. no. 1220.0) to classify occupation</w:t>
            </w:r>
          </w:p>
          <w:p w:rsidR="00037389" w:rsidRPr="00404AF0" w:rsidRDefault="00037389" w:rsidP="008476D9">
            <w:pPr>
              <w:pStyle w:val="TableBullet"/>
              <w:spacing w:after="120"/>
            </w:pPr>
            <w:r w:rsidRPr="00404AF0">
              <w:t>Access/Remoteness Index of Australia (ARIA+) to classify remoteness. It was developed by the National Centre for Applications of Geographic Information Systems (GISCA) and is the standard ABS endorsed measure of remoteness.</w:t>
            </w:r>
          </w:p>
          <w:p w:rsidR="00037389" w:rsidRPr="00404AF0" w:rsidRDefault="00037389" w:rsidP="008476D9">
            <w:pPr>
              <w:pStyle w:val="TableBodyText"/>
              <w:spacing w:after="120"/>
              <w:jc w:val="left"/>
            </w:pPr>
            <w:r w:rsidRPr="00404AF0">
              <w:t>Other standards used include the ABS standard question on:</w:t>
            </w:r>
          </w:p>
          <w:p w:rsidR="00037389" w:rsidRPr="00404AF0" w:rsidRDefault="00037389" w:rsidP="008476D9">
            <w:pPr>
              <w:pStyle w:val="TableBodyText"/>
              <w:spacing w:after="120"/>
              <w:jc w:val="left"/>
            </w:pPr>
            <w:r w:rsidRPr="00404AF0">
              <w:t>Indigenous status</w:t>
            </w:r>
          </w:p>
          <w:p w:rsidR="00037389" w:rsidRPr="00404AF0" w:rsidRDefault="00037389" w:rsidP="008476D9">
            <w:pPr>
              <w:pStyle w:val="TableBullet"/>
              <w:spacing w:after="120"/>
            </w:pPr>
            <w:r w:rsidRPr="00404AF0">
              <w:t>Country of birth</w:t>
            </w:r>
          </w:p>
          <w:p w:rsidR="00037389" w:rsidRPr="00404AF0" w:rsidRDefault="00037389" w:rsidP="008476D9">
            <w:pPr>
              <w:pStyle w:val="TableBullet"/>
              <w:spacing w:after="120"/>
            </w:pPr>
            <w:r w:rsidRPr="00404AF0">
              <w:t>Main Language Other than English Spoken at Home</w:t>
            </w:r>
          </w:p>
          <w:p w:rsidR="00037389" w:rsidRPr="00404AF0" w:rsidRDefault="00037389" w:rsidP="008476D9">
            <w:pPr>
              <w:pStyle w:val="TableBullet"/>
              <w:spacing w:after="120"/>
            </w:pPr>
            <w:r w:rsidRPr="00404AF0">
              <w:t>Labour force status</w:t>
            </w:r>
          </w:p>
          <w:p w:rsidR="00037389" w:rsidRPr="00404AF0" w:rsidRDefault="00037389" w:rsidP="008476D9">
            <w:pPr>
              <w:pStyle w:val="TableBullet"/>
              <w:spacing w:after="120"/>
            </w:pPr>
            <w:r w:rsidRPr="00404AF0">
              <w:t>SEIFA IRSD</w:t>
            </w:r>
          </w:p>
        </w:tc>
      </w:tr>
      <w:tr w:rsidR="00037389" w:rsidRPr="00037389" w:rsidTr="002E049F">
        <w:tc>
          <w:tcPr>
            <w:tcW w:w="1033" w:type="pct"/>
          </w:tcPr>
          <w:p w:rsidR="00037389" w:rsidRPr="00037389" w:rsidRDefault="00037389" w:rsidP="00AF2253">
            <w:pPr>
              <w:pStyle w:val="TableBodyText"/>
              <w:jc w:val="left"/>
              <w:rPr>
                <w:b/>
              </w:rPr>
            </w:pPr>
            <w:r w:rsidRPr="00037389">
              <w:rPr>
                <w:b/>
              </w:rPr>
              <w:t>Accessibility</w:t>
            </w:r>
          </w:p>
          <w:p w:rsidR="00037389" w:rsidRPr="00037389" w:rsidRDefault="00037389" w:rsidP="00AF2253">
            <w:pPr>
              <w:pStyle w:val="TableBodyText"/>
              <w:jc w:val="left"/>
              <w:rPr>
                <w:b/>
              </w:rPr>
            </w:pPr>
          </w:p>
        </w:tc>
        <w:tc>
          <w:tcPr>
            <w:tcW w:w="3967" w:type="pct"/>
          </w:tcPr>
          <w:p w:rsidR="00037389" w:rsidRPr="00404AF0" w:rsidRDefault="00037389" w:rsidP="008476D9">
            <w:pPr>
              <w:pStyle w:val="TableBodyText"/>
              <w:spacing w:after="120"/>
              <w:jc w:val="left"/>
            </w:pPr>
            <w:r w:rsidRPr="00404AF0">
              <w:t xml:space="preserve">Results of the survey are available free of charge on NCVER’s website at: </w:t>
            </w:r>
            <w:r w:rsidR="00967A1F">
              <w:t>[</w:t>
            </w:r>
            <w:r w:rsidRPr="00404AF0">
              <w:t>www.ncver.edu.au/statistic/21065.html</w:t>
            </w:r>
            <w:r w:rsidR="00967A1F">
              <w:t>]</w:t>
            </w:r>
            <w:r w:rsidRPr="00404AF0">
              <w:t xml:space="preserve">. Requests for more detailed statistical information or further information about the Student </w:t>
            </w:r>
            <w:r w:rsidR="004362A2">
              <w:t>Outcomes Survey can be made to:</w:t>
            </w:r>
          </w:p>
          <w:p w:rsidR="00037389" w:rsidRPr="00404AF0" w:rsidRDefault="00037389" w:rsidP="008476D9">
            <w:pPr>
              <w:pStyle w:val="TableBodyText"/>
              <w:spacing w:after="120"/>
              <w:jc w:val="left"/>
            </w:pPr>
            <w:r w:rsidRPr="00404AF0">
              <w:t>NCVER on (08) 8230 8400 or surveys_req@ncver.edu.au</w:t>
            </w:r>
          </w:p>
          <w:p w:rsidR="00037389" w:rsidRPr="00404AF0" w:rsidRDefault="00037389" w:rsidP="008476D9">
            <w:pPr>
              <w:pStyle w:val="TableBodyText"/>
              <w:spacing w:after="120"/>
              <w:jc w:val="left"/>
            </w:pPr>
            <w:r w:rsidRPr="00404AF0">
              <w:t xml:space="preserve">A charge will be generally made by the NCVER for more complex requests for information. See NCVER’s fees and charges policy at </w:t>
            </w:r>
            <w:r w:rsidR="00967A1F">
              <w:t>[</w:t>
            </w:r>
            <w:r w:rsidRPr="00404AF0">
              <w:t>www.ncver.edu.au/statistic/21075.html</w:t>
            </w:r>
            <w:r w:rsidR="00967A1F">
              <w:t>]</w:t>
            </w:r>
          </w:p>
        </w:tc>
      </w:tr>
    </w:tbl>
    <w:p w:rsidR="006C3BD0" w:rsidRDefault="006C3BD0" w:rsidP="00AF2253">
      <w:pPr>
        <w:pStyle w:val="TableBodyText"/>
        <w:jc w:val="left"/>
      </w:pPr>
    </w:p>
    <w:p w:rsidR="00404AF0" w:rsidRDefault="00404AF0" w:rsidP="00D43889">
      <w:pPr>
        <w:pBdr>
          <w:left w:val="single" w:sz="4" w:space="1" w:color="auto"/>
        </w:pBdr>
      </w:pPr>
      <w:r>
        <w:br w:type="page"/>
      </w:r>
    </w:p>
    <w:p w:rsidR="00B00283" w:rsidRDefault="00B00283" w:rsidP="00AF2253">
      <w:pPr>
        <w:pStyle w:val="Heading3"/>
      </w:pPr>
      <w:bookmarkStart w:id="39" w:name="_Ref328466350"/>
      <w:r>
        <w:t>Data Quality Statement — Survey of Employers’ Use and Views of the VET System</w:t>
      </w:r>
      <w:bookmarkEnd w:id="39"/>
    </w:p>
    <w:p w:rsidR="00B00283" w:rsidRPr="00037389" w:rsidRDefault="00B00283" w:rsidP="00AF2253">
      <w:pPr>
        <w:pStyle w:val="BoxSpace"/>
      </w:pPr>
    </w:p>
    <w:tbl>
      <w:tblPr>
        <w:tblW w:w="5000" w:type="pct"/>
        <w:tblLook w:val="01E0" w:firstRow="1" w:lastRow="1" w:firstColumn="1" w:lastColumn="1" w:noHBand="0" w:noVBand="0"/>
      </w:tblPr>
      <w:tblGrid>
        <w:gridCol w:w="1860"/>
        <w:gridCol w:w="7145"/>
      </w:tblGrid>
      <w:tr w:rsidR="00B00283" w:rsidRPr="000014BD" w:rsidTr="002E049F">
        <w:tc>
          <w:tcPr>
            <w:tcW w:w="1033" w:type="pct"/>
          </w:tcPr>
          <w:p w:rsidR="00B00283" w:rsidRPr="00B00283" w:rsidRDefault="00B00283" w:rsidP="00AF2253">
            <w:pPr>
              <w:pStyle w:val="TableBodyText"/>
              <w:jc w:val="left"/>
              <w:rPr>
                <w:b/>
              </w:rPr>
            </w:pPr>
            <w:r w:rsidRPr="00B00283">
              <w:rPr>
                <w:b/>
              </w:rPr>
              <w:t>Institutional environment</w:t>
            </w:r>
          </w:p>
        </w:tc>
        <w:tc>
          <w:tcPr>
            <w:tcW w:w="3967" w:type="pct"/>
          </w:tcPr>
          <w:p w:rsidR="00B00283" w:rsidRPr="00B00283" w:rsidRDefault="00B00283" w:rsidP="008476D9">
            <w:pPr>
              <w:pStyle w:val="TableBodyText"/>
              <w:spacing w:after="120"/>
              <w:jc w:val="left"/>
            </w:pPr>
            <w:r w:rsidRPr="00B00283">
              <w:t>The National Centre for Vocational Education Research (NCVER) is a not</w:t>
            </w:r>
            <w:r w:rsidR="008476D9">
              <w:noBreakHyphen/>
            </w:r>
            <w:r w:rsidRPr="00B00283">
              <w:t>for-profit company owned by the federal, state and territory ministers responsible for training.</w:t>
            </w:r>
          </w:p>
          <w:p w:rsidR="00B00283" w:rsidRPr="00B00283" w:rsidRDefault="00B00283" w:rsidP="008476D9">
            <w:pPr>
              <w:pStyle w:val="TableBodyText"/>
              <w:spacing w:after="120"/>
              <w:jc w:val="left"/>
            </w:pPr>
            <w:r w:rsidRPr="00B00283">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B00283" w:rsidRPr="00B00283" w:rsidRDefault="00B00283" w:rsidP="008476D9">
            <w:pPr>
              <w:pStyle w:val="TableBodyText"/>
              <w:spacing w:after="120"/>
              <w:jc w:val="left"/>
            </w:pPr>
            <w:r w:rsidRPr="00B00283">
              <w:t xml:space="preserve">For further information on the NCVER, see </w:t>
            </w:r>
            <w:r w:rsidR="00967A1F" w:rsidRPr="002F3485">
              <w:t>[</w:t>
            </w:r>
            <w:r w:rsidRPr="002F3485">
              <w:t>www.ncver.edu.au/aboutncver/who.html</w:t>
            </w:r>
            <w:r w:rsidR="00967A1F">
              <w:rPr>
                <w:rStyle w:val="Hyperlink"/>
                <w:color w:val="auto"/>
                <w:u w:val="none"/>
              </w:rPr>
              <w:t>]</w:t>
            </w:r>
          </w:p>
        </w:tc>
      </w:tr>
      <w:tr w:rsidR="00B00283" w:rsidRPr="000014BD" w:rsidTr="002E049F">
        <w:tc>
          <w:tcPr>
            <w:tcW w:w="1033" w:type="pct"/>
          </w:tcPr>
          <w:p w:rsidR="00B00283" w:rsidRPr="00B00283" w:rsidRDefault="00B00283" w:rsidP="00AF2253">
            <w:pPr>
              <w:pStyle w:val="TableBodyText"/>
              <w:jc w:val="left"/>
              <w:rPr>
                <w:b/>
              </w:rPr>
            </w:pPr>
            <w:r w:rsidRPr="00B00283">
              <w:rPr>
                <w:b/>
              </w:rPr>
              <w:t>Relevance</w:t>
            </w:r>
          </w:p>
          <w:p w:rsidR="00B00283" w:rsidRPr="00B00283" w:rsidRDefault="00B00283" w:rsidP="00AF2253">
            <w:pPr>
              <w:pStyle w:val="TableBodyText"/>
              <w:jc w:val="left"/>
              <w:rPr>
                <w:b/>
              </w:rPr>
            </w:pPr>
          </w:p>
        </w:tc>
        <w:tc>
          <w:tcPr>
            <w:tcW w:w="3967" w:type="pct"/>
          </w:tcPr>
          <w:p w:rsidR="00B00283" w:rsidRPr="009D3E7D" w:rsidRDefault="00B00283" w:rsidP="008476D9">
            <w:pPr>
              <w:pStyle w:val="TableBodyText"/>
              <w:spacing w:after="120"/>
              <w:jc w:val="left"/>
            </w:pPr>
            <w:r w:rsidRPr="009D3E7D">
              <w:t>The Survey of Employers’ Use and Views of the VET System provides biennial information about employers’ use and views of VET. Data are collected by computer assisted telephone interview (CATI).</w:t>
            </w:r>
          </w:p>
          <w:p w:rsidR="00B00283" w:rsidRPr="009D3E7D" w:rsidRDefault="00B00283" w:rsidP="008476D9">
            <w:pPr>
              <w:pStyle w:val="TableBodyText"/>
              <w:spacing w:after="120"/>
              <w:jc w:val="left"/>
            </w:pPr>
            <w:r w:rsidRPr="009D3E7D">
              <w:t>The sample for the survey is drawn from the Australian Bureau of Statistics (ABS) Business Register.</w:t>
            </w:r>
          </w:p>
          <w:p w:rsidR="00B00283" w:rsidRPr="009D3E7D" w:rsidRDefault="00B00283" w:rsidP="008476D9">
            <w:pPr>
              <w:pStyle w:val="TableBodyText"/>
              <w:spacing w:after="120"/>
              <w:jc w:val="left"/>
            </w:pPr>
            <w:r w:rsidRPr="009D3E7D">
              <w:t>The survey collects information from employers about:</w:t>
            </w:r>
          </w:p>
          <w:p w:rsidR="00B00283" w:rsidRPr="009D3E7D" w:rsidRDefault="00B00283" w:rsidP="008476D9">
            <w:pPr>
              <w:pStyle w:val="TableBullet"/>
              <w:spacing w:after="120"/>
            </w:pPr>
            <w:r w:rsidRPr="009D3E7D">
              <w:t>Organisational characteristics</w:t>
            </w:r>
          </w:p>
          <w:p w:rsidR="00B00283" w:rsidRPr="009D3E7D" w:rsidRDefault="00B00283" w:rsidP="008476D9">
            <w:pPr>
              <w:pStyle w:val="TableBullet"/>
              <w:spacing w:after="120"/>
            </w:pPr>
            <w:r w:rsidRPr="009D3E7D">
              <w:t>How the organisation meets its skill needs</w:t>
            </w:r>
          </w:p>
          <w:p w:rsidR="00B00283" w:rsidRPr="009D3E7D" w:rsidRDefault="00B00283" w:rsidP="008476D9">
            <w:pPr>
              <w:pStyle w:val="TableBullet"/>
              <w:spacing w:after="120"/>
            </w:pPr>
            <w:r w:rsidRPr="009D3E7D">
              <w:t>Vocational qualifications</w:t>
            </w:r>
          </w:p>
          <w:p w:rsidR="00B00283" w:rsidRPr="009D3E7D" w:rsidRDefault="00B00283" w:rsidP="008476D9">
            <w:pPr>
              <w:pStyle w:val="TableBullet"/>
              <w:spacing w:after="120"/>
            </w:pPr>
            <w:r w:rsidRPr="009D3E7D">
              <w:t>Apprenticeships and traineeships</w:t>
            </w:r>
          </w:p>
          <w:p w:rsidR="00B00283" w:rsidRPr="009D3E7D" w:rsidRDefault="00B00283" w:rsidP="008476D9">
            <w:pPr>
              <w:pStyle w:val="TableBullet"/>
              <w:spacing w:after="120"/>
            </w:pPr>
            <w:r w:rsidRPr="009D3E7D">
              <w:t>Nationally Recognised Training</w:t>
            </w:r>
          </w:p>
          <w:p w:rsidR="00B00283" w:rsidRPr="009D3E7D" w:rsidRDefault="00B00283" w:rsidP="008476D9">
            <w:pPr>
              <w:pStyle w:val="TableBullet"/>
              <w:spacing w:after="120"/>
            </w:pPr>
            <w:r w:rsidRPr="009D3E7D">
              <w:t>Unaccredited training</w:t>
            </w:r>
          </w:p>
          <w:p w:rsidR="00B00283" w:rsidRPr="009D3E7D" w:rsidRDefault="00B00283" w:rsidP="008476D9">
            <w:pPr>
              <w:pStyle w:val="TableBodyText"/>
              <w:spacing w:after="120"/>
              <w:jc w:val="left"/>
            </w:pPr>
            <w:r w:rsidRPr="009D3E7D">
              <w:t>The survey provides benchmarking data and disaggregations by state/territory, employer size, industry and type of training used.</w:t>
            </w:r>
          </w:p>
          <w:p w:rsidR="00B00283" w:rsidRPr="009D3E7D" w:rsidRDefault="00B00283" w:rsidP="008476D9">
            <w:pPr>
              <w:pStyle w:val="TableBodyText"/>
              <w:spacing w:after="120"/>
              <w:jc w:val="left"/>
            </w:pPr>
            <w:r w:rsidRPr="009D3E7D">
              <w:t>The scope of the survey is all organisations in Australia with at least one employee. For this survey, an employee is defined as a person working in, or operating from, this organisation including full time, part time and casual employees. An owner/operator is not classed as an employee, regardless of whether they pay themselves a wage.</w:t>
            </w:r>
          </w:p>
          <w:p w:rsidR="00B00283" w:rsidRPr="009D3E7D" w:rsidRDefault="00B00283" w:rsidP="008476D9">
            <w:pPr>
              <w:pStyle w:val="TableBodyText"/>
              <w:spacing w:after="120"/>
              <w:jc w:val="left"/>
            </w:pPr>
            <w:r w:rsidRPr="009D3E7D">
              <w:t>The following organisations are out of scope of the survey:</w:t>
            </w:r>
          </w:p>
          <w:p w:rsidR="00B00283" w:rsidRPr="009D3E7D" w:rsidRDefault="00E65DE9" w:rsidP="008476D9">
            <w:pPr>
              <w:pStyle w:val="TableBullet"/>
              <w:spacing w:after="120"/>
            </w:pPr>
            <w:r>
              <w:t>self-</w:t>
            </w:r>
            <w:r w:rsidR="00B00283" w:rsidRPr="009D3E7D">
              <w:t>employed and not employing staff</w:t>
            </w:r>
          </w:p>
          <w:p w:rsidR="00B00283" w:rsidRPr="009D3E7D" w:rsidRDefault="00B00283" w:rsidP="008476D9">
            <w:pPr>
              <w:pStyle w:val="TableBullet"/>
              <w:spacing w:after="120"/>
            </w:pPr>
            <w:r w:rsidRPr="009D3E7D">
              <w:t>private households employing staff</w:t>
            </w:r>
          </w:p>
          <w:p w:rsidR="00B00283" w:rsidRPr="009D3E7D" w:rsidRDefault="00B00283" w:rsidP="008476D9">
            <w:pPr>
              <w:pStyle w:val="TableBullet"/>
              <w:spacing w:after="120"/>
            </w:pPr>
            <w:r w:rsidRPr="009D3E7D">
              <w:t>foreign diplomatic missions</w:t>
            </w:r>
          </w:p>
          <w:p w:rsidR="00B00283" w:rsidRPr="009D3E7D" w:rsidRDefault="00B00283" w:rsidP="008476D9">
            <w:pPr>
              <w:pStyle w:val="TableBullet"/>
              <w:spacing w:after="120"/>
            </w:pPr>
            <w:r w:rsidRPr="009D3E7D">
              <w:t>consulates in Australia</w:t>
            </w:r>
          </w:p>
          <w:p w:rsidR="00B00283" w:rsidRPr="009D3E7D" w:rsidRDefault="00B00283" w:rsidP="008476D9">
            <w:pPr>
              <w:pStyle w:val="TableBullet"/>
              <w:spacing w:after="120"/>
            </w:pPr>
            <w:r w:rsidRPr="009D3E7D">
              <w:t>defence force establishments</w:t>
            </w:r>
          </w:p>
          <w:p w:rsidR="00B00283" w:rsidRPr="009D3E7D" w:rsidRDefault="00B00283" w:rsidP="008476D9">
            <w:pPr>
              <w:pStyle w:val="TableBullet"/>
              <w:spacing w:after="120"/>
            </w:pPr>
            <w:r w:rsidRPr="009D3E7D">
              <w:t>superannuation funds.</w:t>
            </w:r>
          </w:p>
        </w:tc>
      </w:tr>
      <w:tr w:rsidR="00B00283" w:rsidRPr="000014BD" w:rsidTr="002E049F">
        <w:tc>
          <w:tcPr>
            <w:tcW w:w="1033" w:type="pct"/>
          </w:tcPr>
          <w:p w:rsidR="00B00283" w:rsidRPr="00B00283" w:rsidRDefault="00B00283" w:rsidP="00AF2253">
            <w:pPr>
              <w:pStyle w:val="TableBodyText"/>
              <w:jc w:val="left"/>
              <w:rPr>
                <w:b/>
              </w:rPr>
            </w:pPr>
            <w:r w:rsidRPr="00B00283">
              <w:rPr>
                <w:b/>
              </w:rPr>
              <w:t>Timeliness</w:t>
            </w:r>
          </w:p>
          <w:p w:rsidR="00B00283" w:rsidRPr="00B00283" w:rsidRDefault="00B00283" w:rsidP="00AF2253">
            <w:pPr>
              <w:pStyle w:val="TableBodyText"/>
              <w:jc w:val="left"/>
              <w:rPr>
                <w:b/>
              </w:rPr>
            </w:pPr>
          </w:p>
        </w:tc>
        <w:tc>
          <w:tcPr>
            <w:tcW w:w="3967" w:type="pct"/>
          </w:tcPr>
          <w:p w:rsidR="00B00283" w:rsidRPr="009D3E7D" w:rsidRDefault="00B00283" w:rsidP="008476D9">
            <w:pPr>
              <w:pStyle w:val="TableBodyText"/>
              <w:spacing w:after="120"/>
              <w:jc w:val="left"/>
            </w:pPr>
            <w:r w:rsidRPr="009D3E7D">
              <w:t>The Survey of Employers’ Use and Views of the VET System is conducted every second year. The survey is conducted by telephone interview between March and May and the results relate to employers’ training experiences in the 12 months preceding their interview. Results from the 20</w:t>
            </w:r>
            <w:r>
              <w:t>11</w:t>
            </w:r>
            <w:r w:rsidRPr="009D3E7D">
              <w:t xml:space="preserve"> survey were released on the NCVER website in December 20</w:t>
            </w:r>
            <w:r>
              <w:t>11</w:t>
            </w:r>
            <w:r w:rsidRPr="009D3E7D">
              <w:t>.</w:t>
            </w:r>
          </w:p>
        </w:tc>
      </w:tr>
      <w:tr w:rsidR="00B00283" w:rsidRPr="000014BD" w:rsidTr="002E049F">
        <w:tc>
          <w:tcPr>
            <w:tcW w:w="1033" w:type="pct"/>
          </w:tcPr>
          <w:p w:rsidR="00B00283" w:rsidRPr="00B00283" w:rsidRDefault="00B00283" w:rsidP="00732F2D">
            <w:pPr>
              <w:pStyle w:val="TableBodyText"/>
              <w:jc w:val="left"/>
              <w:rPr>
                <w:b/>
              </w:rPr>
            </w:pPr>
            <w:r w:rsidRPr="00B00283">
              <w:rPr>
                <w:b/>
              </w:rPr>
              <w:t>Accuracy</w:t>
            </w:r>
          </w:p>
          <w:p w:rsidR="00B00283" w:rsidRPr="00B00283" w:rsidRDefault="00B00283" w:rsidP="00732F2D">
            <w:pPr>
              <w:pStyle w:val="TableBodyText"/>
              <w:jc w:val="left"/>
              <w:rPr>
                <w:b/>
              </w:rPr>
            </w:pPr>
          </w:p>
        </w:tc>
        <w:tc>
          <w:tcPr>
            <w:tcW w:w="3967" w:type="pct"/>
          </w:tcPr>
          <w:p w:rsidR="00B00283" w:rsidRPr="009D3E7D" w:rsidRDefault="00B00283" w:rsidP="008476D9">
            <w:pPr>
              <w:pStyle w:val="TableBodyText"/>
              <w:spacing w:after="120"/>
              <w:jc w:val="left"/>
            </w:pPr>
            <w:r w:rsidRPr="009D3E7D">
              <w:t>The survey is designed to produce estimates at the state, industry and employer size levels, with the approximate relative standard errors:</w:t>
            </w:r>
          </w:p>
          <w:p w:rsidR="00B00283" w:rsidRPr="009D3E7D" w:rsidRDefault="00732F2D" w:rsidP="008476D9">
            <w:pPr>
              <w:pStyle w:val="TableBullet"/>
              <w:spacing w:after="120"/>
            </w:pPr>
            <w:r>
              <w:t>Less than 8 per cent</w:t>
            </w:r>
            <w:r w:rsidR="00B00283" w:rsidRPr="009D3E7D">
              <w:t xml:space="preserve"> for state-level estimates</w:t>
            </w:r>
          </w:p>
          <w:p w:rsidR="00B00283" w:rsidRPr="009D3E7D" w:rsidRDefault="00732F2D" w:rsidP="008476D9">
            <w:pPr>
              <w:pStyle w:val="TableBullet"/>
              <w:spacing w:after="120"/>
            </w:pPr>
            <w:r>
              <w:t>Less than 16 per cent</w:t>
            </w:r>
            <w:r w:rsidR="00B00283" w:rsidRPr="009D3E7D">
              <w:t xml:space="preserve"> for industry-level estimates</w:t>
            </w:r>
          </w:p>
          <w:p w:rsidR="00B00283" w:rsidRPr="009D3E7D" w:rsidRDefault="00732F2D" w:rsidP="008476D9">
            <w:pPr>
              <w:pStyle w:val="TableBullet"/>
              <w:spacing w:after="120"/>
            </w:pPr>
            <w:r>
              <w:t>Less than 6 per cent</w:t>
            </w:r>
            <w:r w:rsidR="00B00283" w:rsidRPr="009D3E7D">
              <w:t xml:space="preserve"> for employer-size level estimates</w:t>
            </w:r>
          </w:p>
          <w:p w:rsidR="00B00283" w:rsidRPr="009D3E7D" w:rsidRDefault="00B00283" w:rsidP="008476D9">
            <w:pPr>
              <w:pStyle w:val="TableBullet"/>
              <w:spacing w:after="120"/>
            </w:pPr>
            <w:r w:rsidRPr="009D3E7D">
              <w:t xml:space="preserve">Less than </w:t>
            </w:r>
            <w:r>
              <w:t>3</w:t>
            </w:r>
            <w:r w:rsidR="00732F2D">
              <w:t xml:space="preserve"> per cent</w:t>
            </w:r>
            <w:r w:rsidRPr="009D3E7D">
              <w:t xml:space="preserve"> for Australia level estimates.</w:t>
            </w:r>
          </w:p>
          <w:p w:rsidR="00B00283" w:rsidRPr="009D3E7D" w:rsidRDefault="00B00283" w:rsidP="008476D9">
            <w:pPr>
              <w:pStyle w:val="TableBodyText"/>
              <w:spacing w:after="120"/>
              <w:jc w:val="left"/>
              <w:rPr>
                <w:b/>
              </w:rPr>
            </w:pPr>
            <w:r w:rsidRPr="009D3E7D">
              <w:t>Employers in scope of the survey were randomly selected and stratified by:</w:t>
            </w:r>
          </w:p>
          <w:p w:rsidR="00B00283" w:rsidRPr="009D3E7D" w:rsidRDefault="00B00283" w:rsidP="008476D9">
            <w:pPr>
              <w:pStyle w:val="TableBullet"/>
              <w:spacing w:after="120"/>
            </w:pPr>
            <w:r w:rsidRPr="009D3E7D">
              <w:t>State (each of the 8 states and territories)</w:t>
            </w:r>
          </w:p>
          <w:p w:rsidR="00B00283" w:rsidRPr="009D3E7D" w:rsidRDefault="00B00283" w:rsidP="008476D9">
            <w:pPr>
              <w:pStyle w:val="TableBullet"/>
              <w:spacing w:after="120"/>
              <w:rPr>
                <w:bCs/>
              </w:rPr>
            </w:pPr>
            <w:r w:rsidRPr="009D3E7D">
              <w:t xml:space="preserve">Industry </w:t>
            </w:r>
            <w:r w:rsidRPr="009D3E7D">
              <w:rPr>
                <w:bCs/>
              </w:rPr>
              <w:t>(1</w:t>
            </w:r>
            <w:r>
              <w:rPr>
                <w:bCs/>
              </w:rPr>
              <w:t>9</w:t>
            </w:r>
            <w:r w:rsidRPr="009D3E7D">
              <w:rPr>
                <w:bCs/>
              </w:rPr>
              <w:t xml:space="preserve"> ANZSIC divisions)</w:t>
            </w:r>
          </w:p>
          <w:p w:rsidR="00B00283" w:rsidRPr="009D3E7D" w:rsidRDefault="00B00283" w:rsidP="008476D9">
            <w:pPr>
              <w:pStyle w:val="TableBullet"/>
              <w:spacing w:after="120"/>
              <w:rPr>
                <w:bCs/>
              </w:rPr>
            </w:pPr>
            <w:r w:rsidRPr="009D3E7D">
              <w:t>Employer size</w:t>
            </w:r>
            <w:r w:rsidRPr="009D3E7D">
              <w:rPr>
                <w:b/>
              </w:rPr>
              <w:t xml:space="preserve"> </w:t>
            </w:r>
            <w:r w:rsidRPr="009D3E7D">
              <w:rPr>
                <w:bCs/>
              </w:rPr>
              <w:t>(small = 1-9 employees, medium = 10-99 employees, large = 100 or more employees).</w:t>
            </w:r>
          </w:p>
          <w:p w:rsidR="00B00283" w:rsidRPr="009D3E7D" w:rsidRDefault="00B00283" w:rsidP="008476D9">
            <w:pPr>
              <w:pStyle w:val="TableBodyText"/>
              <w:spacing w:after="120"/>
              <w:jc w:val="left"/>
            </w:pPr>
            <w:r w:rsidRPr="009D3E7D">
              <w:t xml:space="preserve">Potential sources of error in survey data include failure to complete the survey or failure to answer every applicable question. Neither of these sources of error is considered, by NCVER, to have affected the quality of data. </w:t>
            </w:r>
          </w:p>
          <w:p w:rsidR="00B00283" w:rsidRPr="009D3E7D" w:rsidRDefault="00B00283" w:rsidP="008476D9">
            <w:pPr>
              <w:pStyle w:val="TableBodyText"/>
              <w:spacing w:after="120"/>
              <w:jc w:val="left"/>
            </w:pPr>
            <w:r w:rsidRPr="009D3E7D">
              <w:t>In 20</w:t>
            </w:r>
            <w:r>
              <w:t>11</w:t>
            </w:r>
            <w:r w:rsidRPr="009D3E7D">
              <w:t xml:space="preserve">, a total of </w:t>
            </w:r>
            <w:r>
              <w:t>7 500</w:t>
            </w:r>
            <w:r w:rsidRPr="009D3E7D">
              <w:t xml:space="preserve"> interviews were condu</w:t>
            </w:r>
            <w:r>
              <w:t>cted. Response rates to the 2011</w:t>
            </w:r>
            <w:r w:rsidRPr="009D3E7D">
              <w:t xml:space="preserve"> survey are shown in table 1.</w:t>
            </w:r>
          </w:p>
          <w:p w:rsidR="00B00283" w:rsidRPr="00A13B16" w:rsidRDefault="00B00283" w:rsidP="008476D9">
            <w:pPr>
              <w:pStyle w:val="TableBodyText"/>
              <w:spacing w:after="120"/>
              <w:jc w:val="left"/>
              <w:rPr>
                <w:rFonts w:cs="Arial"/>
                <w:b/>
                <w:sz w:val="17"/>
                <w:szCs w:val="17"/>
              </w:rPr>
            </w:pPr>
            <w:r w:rsidRPr="00A13B16">
              <w:rPr>
                <w:rFonts w:cs="Arial"/>
                <w:b/>
                <w:sz w:val="17"/>
                <w:szCs w:val="17"/>
              </w:rPr>
              <w:t>Table 1: Response rates to the 20</w:t>
            </w:r>
            <w:r>
              <w:rPr>
                <w:rFonts w:cs="Arial"/>
                <w:b/>
                <w:sz w:val="17"/>
                <w:szCs w:val="17"/>
              </w:rPr>
              <w:t>11</w:t>
            </w:r>
            <w:r w:rsidRPr="00A13B16">
              <w:rPr>
                <w:rFonts w:cs="Arial"/>
                <w:b/>
                <w:sz w:val="17"/>
                <w:szCs w:val="17"/>
              </w:rPr>
              <w:t xml:space="preserve"> Survey of Employers’ Use and Views of VET by state</w:t>
            </w:r>
          </w:p>
          <w:tbl>
            <w:tblPr>
              <w:tblW w:w="2942" w:type="pct"/>
              <w:tblBorders>
                <w:top w:val="single" w:sz="4" w:space="0" w:color="auto"/>
                <w:bottom w:val="single" w:sz="4" w:space="0" w:color="auto"/>
              </w:tblBorders>
              <w:tblLook w:val="01E0" w:firstRow="1" w:lastRow="1" w:firstColumn="1" w:lastColumn="1" w:noHBand="0" w:noVBand="0"/>
            </w:tblPr>
            <w:tblGrid>
              <w:gridCol w:w="2281"/>
              <w:gridCol w:w="1796"/>
            </w:tblGrid>
            <w:tr w:rsidR="00B00283" w:rsidRPr="00A13B16" w:rsidTr="00B00283">
              <w:tc>
                <w:tcPr>
                  <w:tcW w:w="2798" w:type="pct"/>
                  <w:tcBorders>
                    <w:top w:val="single" w:sz="4" w:space="0" w:color="auto"/>
                    <w:bottom w:val="single" w:sz="4" w:space="0" w:color="auto"/>
                  </w:tcBorders>
                </w:tcPr>
                <w:p w:rsidR="00B00283" w:rsidRPr="00A75A09" w:rsidRDefault="00B00283" w:rsidP="008476D9">
                  <w:pPr>
                    <w:pStyle w:val="TableBodyText"/>
                    <w:spacing w:after="120"/>
                    <w:jc w:val="left"/>
                    <w:rPr>
                      <w:rFonts w:cs="Arial"/>
                      <w:b/>
                      <w:color w:val="000000"/>
                      <w:sz w:val="17"/>
                      <w:szCs w:val="17"/>
                    </w:rPr>
                  </w:pPr>
                  <w:r w:rsidRPr="00A75A09">
                    <w:rPr>
                      <w:rFonts w:cs="Arial"/>
                      <w:b/>
                      <w:color w:val="000000"/>
                      <w:sz w:val="17"/>
                      <w:szCs w:val="17"/>
                    </w:rPr>
                    <w:t>State/Territory</w:t>
                  </w:r>
                </w:p>
              </w:tc>
              <w:tc>
                <w:tcPr>
                  <w:tcW w:w="2202" w:type="pct"/>
                  <w:tcBorders>
                    <w:top w:val="single" w:sz="4" w:space="0" w:color="auto"/>
                    <w:bottom w:val="single" w:sz="4" w:space="0" w:color="auto"/>
                  </w:tcBorders>
                </w:tcPr>
                <w:p w:rsidR="00B00283" w:rsidRPr="00A13B16" w:rsidRDefault="00B00283" w:rsidP="008476D9">
                  <w:pPr>
                    <w:pStyle w:val="TableBodyText"/>
                    <w:spacing w:after="120"/>
                    <w:jc w:val="left"/>
                    <w:rPr>
                      <w:rFonts w:cs="Arial"/>
                      <w:b/>
                      <w:sz w:val="17"/>
                      <w:szCs w:val="17"/>
                    </w:rPr>
                  </w:pPr>
                  <w:r w:rsidRPr="00A13B16">
                    <w:rPr>
                      <w:rFonts w:cs="Arial"/>
                      <w:b/>
                      <w:sz w:val="17"/>
                      <w:szCs w:val="17"/>
                    </w:rPr>
                    <w:t>Response rate (%)</w:t>
                  </w:r>
                </w:p>
              </w:tc>
            </w:tr>
            <w:tr w:rsidR="00B00283" w:rsidRPr="00A13B16" w:rsidTr="00B00283">
              <w:tc>
                <w:tcPr>
                  <w:tcW w:w="2798" w:type="pct"/>
                  <w:tcBorders>
                    <w:top w:val="single" w:sz="4" w:space="0" w:color="auto"/>
                  </w:tcBorders>
                </w:tcPr>
                <w:p w:rsidR="00B00283" w:rsidRPr="00B769A7" w:rsidRDefault="00B00283" w:rsidP="008476D9">
                  <w:pPr>
                    <w:pStyle w:val="TableBodyText"/>
                    <w:spacing w:after="120"/>
                    <w:jc w:val="left"/>
                    <w:rPr>
                      <w:sz w:val="17"/>
                      <w:szCs w:val="17"/>
                    </w:rPr>
                  </w:pPr>
                  <w:r w:rsidRPr="00B769A7">
                    <w:rPr>
                      <w:sz w:val="17"/>
                      <w:szCs w:val="17"/>
                    </w:rPr>
                    <w:t>New South Wales</w:t>
                  </w:r>
                </w:p>
              </w:tc>
              <w:tc>
                <w:tcPr>
                  <w:tcW w:w="2202" w:type="pct"/>
                  <w:tcBorders>
                    <w:top w:val="single" w:sz="4" w:space="0" w:color="auto"/>
                  </w:tcBorders>
                </w:tcPr>
                <w:p w:rsidR="00B00283" w:rsidRPr="00363CF1" w:rsidRDefault="00B00283" w:rsidP="008476D9">
                  <w:pPr>
                    <w:pStyle w:val="TableBodyText"/>
                    <w:spacing w:after="120"/>
                    <w:jc w:val="left"/>
                  </w:pPr>
                  <w:r w:rsidRPr="00363CF1">
                    <w:t>69.1</w:t>
                  </w:r>
                </w:p>
              </w:tc>
            </w:tr>
            <w:tr w:rsidR="00B00283" w:rsidRPr="00A13B16" w:rsidTr="00B00283">
              <w:tc>
                <w:tcPr>
                  <w:tcW w:w="2798" w:type="pct"/>
                </w:tcPr>
                <w:p w:rsidR="00B00283" w:rsidRPr="00B769A7" w:rsidRDefault="00B00283" w:rsidP="008476D9">
                  <w:pPr>
                    <w:pStyle w:val="TableBodyText"/>
                    <w:spacing w:after="120"/>
                    <w:jc w:val="left"/>
                    <w:rPr>
                      <w:sz w:val="17"/>
                      <w:szCs w:val="17"/>
                    </w:rPr>
                  </w:pPr>
                  <w:r w:rsidRPr="00B769A7">
                    <w:rPr>
                      <w:sz w:val="17"/>
                      <w:szCs w:val="17"/>
                    </w:rPr>
                    <w:t>Victoria</w:t>
                  </w:r>
                </w:p>
              </w:tc>
              <w:tc>
                <w:tcPr>
                  <w:tcW w:w="2202" w:type="pct"/>
                </w:tcPr>
                <w:p w:rsidR="00B00283" w:rsidRPr="00363CF1" w:rsidRDefault="00B00283" w:rsidP="008476D9">
                  <w:pPr>
                    <w:pStyle w:val="TableBodyText"/>
                    <w:spacing w:after="120"/>
                    <w:jc w:val="left"/>
                  </w:pPr>
                  <w:r w:rsidRPr="00363CF1">
                    <w:t>66.9</w:t>
                  </w:r>
                </w:p>
              </w:tc>
            </w:tr>
            <w:tr w:rsidR="00B00283" w:rsidRPr="00A13B16" w:rsidTr="00B00283">
              <w:tc>
                <w:tcPr>
                  <w:tcW w:w="2798" w:type="pct"/>
                </w:tcPr>
                <w:p w:rsidR="00B00283" w:rsidRPr="00B769A7" w:rsidRDefault="00B00283" w:rsidP="008476D9">
                  <w:pPr>
                    <w:pStyle w:val="TableBodyText"/>
                    <w:spacing w:after="120"/>
                    <w:jc w:val="left"/>
                    <w:rPr>
                      <w:sz w:val="17"/>
                      <w:szCs w:val="17"/>
                    </w:rPr>
                  </w:pPr>
                  <w:r w:rsidRPr="00B769A7">
                    <w:rPr>
                      <w:sz w:val="17"/>
                      <w:szCs w:val="17"/>
                    </w:rPr>
                    <w:t>Queensland</w:t>
                  </w:r>
                </w:p>
              </w:tc>
              <w:tc>
                <w:tcPr>
                  <w:tcW w:w="2202" w:type="pct"/>
                </w:tcPr>
                <w:p w:rsidR="00B00283" w:rsidRPr="00363CF1" w:rsidRDefault="00B00283" w:rsidP="008476D9">
                  <w:pPr>
                    <w:pStyle w:val="TableBodyText"/>
                    <w:spacing w:after="120"/>
                    <w:jc w:val="left"/>
                  </w:pPr>
                  <w:r w:rsidRPr="00363CF1">
                    <w:t>69.4</w:t>
                  </w:r>
                </w:p>
              </w:tc>
            </w:tr>
            <w:tr w:rsidR="00B00283" w:rsidRPr="00A13B16" w:rsidTr="00B00283">
              <w:tc>
                <w:tcPr>
                  <w:tcW w:w="2798" w:type="pct"/>
                </w:tcPr>
                <w:p w:rsidR="00B00283" w:rsidRPr="00B769A7" w:rsidRDefault="00B00283" w:rsidP="008476D9">
                  <w:pPr>
                    <w:pStyle w:val="TableBodyText"/>
                    <w:spacing w:after="120"/>
                    <w:jc w:val="left"/>
                    <w:rPr>
                      <w:sz w:val="17"/>
                      <w:szCs w:val="17"/>
                    </w:rPr>
                  </w:pPr>
                  <w:r w:rsidRPr="00B769A7">
                    <w:rPr>
                      <w:sz w:val="17"/>
                      <w:szCs w:val="17"/>
                    </w:rPr>
                    <w:t>South Australia</w:t>
                  </w:r>
                </w:p>
              </w:tc>
              <w:tc>
                <w:tcPr>
                  <w:tcW w:w="2202" w:type="pct"/>
                </w:tcPr>
                <w:p w:rsidR="00B00283" w:rsidRPr="00363CF1" w:rsidRDefault="00B00283" w:rsidP="008476D9">
                  <w:pPr>
                    <w:pStyle w:val="TableBodyText"/>
                    <w:spacing w:after="120"/>
                    <w:jc w:val="left"/>
                  </w:pPr>
                  <w:r w:rsidRPr="00363CF1">
                    <w:t>72.2</w:t>
                  </w:r>
                </w:p>
              </w:tc>
            </w:tr>
            <w:tr w:rsidR="00B00283" w:rsidRPr="00A13B16" w:rsidTr="00B00283">
              <w:tc>
                <w:tcPr>
                  <w:tcW w:w="2798" w:type="pct"/>
                </w:tcPr>
                <w:p w:rsidR="00B00283" w:rsidRPr="00B769A7" w:rsidRDefault="00B00283" w:rsidP="008476D9">
                  <w:pPr>
                    <w:pStyle w:val="TableBodyText"/>
                    <w:spacing w:after="120"/>
                    <w:jc w:val="left"/>
                    <w:rPr>
                      <w:sz w:val="17"/>
                      <w:szCs w:val="17"/>
                    </w:rPr>
                  </w:pPr>
                  <w:r w:rsidRPr="00B769A7">
                    <w:rPr>
                      <w:sz w:val="17"/>
                      <w:szCs w:val="17"/>
                    </w:rPr>
                    <w:t>Western Australia</w:t>
                  </w:r>
                </w:p>
              </w:tc>
              <w:tc>
                <w:tcPr>
                  <w:tcW w:w="2202" w:type="pct"/>
                </w:tcPr>
                <w:p w:rsidR="00B00283" w:rsidRPr="00363CF1" w:rsidRDefault="00B00283" w:rsidP="008476D9">
                  <w:pPr>
                    <w:pStyle w:val="TableBodyText"/>
                    <w:spacing w:after="120"/>
                    <w:jc w:val="left"/>
                  </w:pPr>
                  <w:r w:rsidRPr="00363CF1">
                    <w:t>73.0</w:t>
                  </w:r>
                </w:p>
              </w:tc>
            </w:tr>
            <w:tr w:rsidR="00B00283" w:rsidRPr="00A13B16" w:rsidTr="00B00283">
              <w:tc>
                <w:tcPr>
                  <w:tcW w:w="2798" w:type="pct"/>
                </w:tcPr>
                <w:p w:rsidR="00B00283" w:rsidRPr="00B769A7" w:rsidRDefault="00B00283" w:rsidP="008476D9">
                  <w:pPr>
                    <w:pStyle w:val="TableBodyText"/>
                    <w:spacing w:after="120"/>
                    <w:jc w:val="left"/>
                    <w:rPr>
                      <w:sz w:val="17"/>
                      <w:szCs w:val="17"/>
                    </w:rPr>
                  </w:pPr>
                  <w:r w:rsidRPr="00B769A7">
                    <w:rPr>
                      <w:sz w:val="17"/>
                      <w:szCs w:val="17"/>
                    </w:rPr>
                    <w:t>Tasmania</w:t>
                  </w:r>
                </w:p>
              </w:tc>
              <w:tc>
                <w:tcPr>
                  <w:tcW w:w="2202" w:type="pct"/>
                </w:tcPr>
                <w:p w:rsidR="00B00283" w:rsidRPr="00363CF1" w:rsidRDefault="00B00283" w:rsidP="008476D9">
                  <w:pPr>
                    <w:pStyle w:val="TableBodyText"/>
                    <w:spacing w:after="120"/>
                    <w:jc w:val="left"/>
                  </w:pPr>
                  <w:r w:rsidRPr="00363CF1">
                    <w:t>78.1</w:t>
                  </w:r>
                </w:p>
              </w:tc>
            </w:tr>
            <w:tr w:rsidR="00B00283" w:rsidRPr="00A13B16" w:rsidTr="00B00283">
              <w:tc>
                <w:tcPr>
                  <w:tcW w:w="2798" w:type="pct"/>
                </w:tcPr>
                <w:p w:rsidR="00B00283" w:rsidRPr="00B769A7" w:rsidRDefault="00B00283" w:rsidP="008476D9">
                  <w:pPr>
                    <w:pStyle w:val="TableBodyText"/>
                    <w:spacing w:after="120"/>
                    <w:jc w:val="left"/>
                    <w:rPr>
                      <w:sz w:val="17"/>
                      <w:szCs w:val="17"/>
                    </w:rPr>
                  </w:pPr>
                  <w:r w:rsidRPr="00B769A7">
                    <w:rPr>
                      <w:sz w:val="17"/>
                      <w:szCs w:val="17"/>
                    </w:rPr>
                    <w:t>Northern Territory</w:t>
                  </w:r>
                </w:p>
              </w:tc>
              <w:tc>
                <w:tcPr>
                  <w:tcW w:w="2202" w:type="pct"/>
                </w:tcPr>
                <w:p w:rsidR="00B00283" w:rsidRPr="00363CF1" w:rsidRDefault="00B00283" w:rsidP="008476D9">
                  <w:pPr>
                    <w:pStyle w:val="TableBodyText"/>
                    <w:spacing w:after="120"/>
                    <w:jc w:val="left"/>
                  </w:pPr>
                  <w:r w:rsidRPr="00363CF1">
                    <w:t>81.6</w:t>
                  </w:r>
                </w:p>
              </w:tc>
            </w:tr>
            <w:tr w:rsidR="00B00283" w:rsidRPr="00A13B16" w:rsidTr="00B00283">
              <w:tc>
                <w:tcPr>
                  <w:tcW w:w="2798" w:type="pct"/>
                </w:tcPr>
                <w:p w:rsidR="00B00283" w:rsidRPr="00B769A7" w:rsidRDefault="00B00283" w:rsidP="008476D9">
                  <w:pPr>
                    <w:pStyle w:val="TableBodyText"/>
                    <w:spacing w:after="120"/>
                    <w:jc w:val="left"/>
                    <w:rPr>
                      <w:sz w:val="17"/>
                      <w:szCs w:val="17"/>
                    </w:rPr>
                  </w:pPr>
                  <w:r w:rsidRPr="00B769A7">
                    <w:rPr>
                      <w:sz w:val="17"/>
                      <w:szCs w:val="17"/>
                    </w:rPr>
                    <w:t>Australian Capital Territory</w:t>
                  </w:r>
                </w:p>
              </w:tc>
              <w:tc>
                <w:tcPr>
                  <w:tcW w:w="2202" w:type="pct"/>
                </w:tcPr>
                <w:p w:rsidR="00B00283" w:rsidRPr="00363CF1" w:rsidRDefault="00B00283" w:rsidP="008476D9">
                  <w:pPr>
                    <w:pStyle w:val="TableBodyText"/>
                    <w:spacing w:after="120"/>
                    <w:jc w:val="left"/>
                  </w:pPr>
                  <w:r w:rsidRPr="00363CF1">
                    <w:t>76.5</w:t>
                  </w:r>
                </w:p>
              </w:tc>
            </w:tr>
            <w:tr w:rsidR="00B00283" w:rsidRPr="00A13B16" w:rsidTr="00B00283">
              <w:tc>
                <w:tcPr>
                  <w:tcW w:w="2798" w:type="pct"/>
                </w:tcPr>
                <w:p w:rsidR="00B00283" w:rsidRPr="00B769A7" w:rsidRDefault="00B00283" w:rsidP="008476D9">
                  <w:pPr>
                    <w:pStyle w:val="TableBodyText"/>
                    <w:spacing w:after="120"/>
                    <w:jc w:val="left"/>
                    <w:rPr>
                      <w:b/>
                      <w:sz w:val="17"/>
                      <w:szCs w:val="17"/>
                    </w:rPr>
                  </w:pPr>
                  <w:r w:rsidRPr="00B769A7">
                    <w:rPr>
                      <w:b/>
                      <w:sz w:val="17"/>
                      <w:szCs w:val="17"/>
                    </w:rPr>
                    <w:t>Australia</w:t>
                  </w:r>
                </w:p>
              </w:tc>
              <w:tc>
                <w:tcPr>
                  <w:tcW w:w="2202" w:type="pct"/>
                </w:tcPr>
                <w:p w:rsidR="00B00283" w:rsidRPr="00363CF1" w:rsidRDefault="00B00283" w:rsidP="008476D9">
                  <w:pPr>
                    <w:pStyle w:val="TableBodyText"/>
                    <w:spacing w:after="120"/>
                    <w:jc w:val="left"/>
                    <w:rPr>
                      <w:b/>
                      <w:bCs/>
                    </w:rPr>
                  </w:pPr>
                  <w:r w:rsidRPr="00363CF1">
                    <w:rPr>
                      <w:b/>
                      <w:bCs/>
                    </w:rPr>
                    <w:t>71.0</w:t>
                  </w:r>
                </w:p>
              </w:tc>
            </w:tr>
          </w:tbl>
          <w:p w:rsidR="00B00283" w:rsidRPr="009D3E7D" w:rsidRDefault="00B00283" w:rsidP="008476D9">
            <w:pPr>
              <w:pStyle w:val="TableBodyText"/>
              <w:spacing w:after="120"/>
              <w:jc w:val="left"/>
            </w:pPr>
            <w:r w:rsidRPr="009D3E7D">
              <w:t>The indicator has acceptable (less than 25</w:t>
            </w:r>
            <w:r w:rsidR="008476D9">
              <w:t xml:space="preserve"> per cent</w:t>
            </w:r>
            <w:r w:rsidRPr="009D3E7D">
              <w:t>) relative standard errors (RSEs).</w:t>
            </w:r>
          </w:p>
        </w:tc>
      </w:tr>
      <w:tr w:rsidR="00B00283" w:rsidRPr="000014BD" w:rsidTr="002E049F">
        <w:tc>
          <w:tcPr>
            <w:tcW w:w="1033" w:type="pct"/>
          </w:tcPr>
          <w:p w:rsidR="00B00283" w:rsidRPr="00B00283" w:rsidRDefault="00B00283" w:rsidP="00732F2D">
            <w:pPr>
              <w:pStyle w:val="TableBodyText"/>
              <w:jc w:val="left"/>
              <w:rPr>
                <w:b/>
              </w:rPr>
            </w:pPr>
            <w:r w:rsidRPr="00B00283">
              <w:rPr>
                <w:b/>
              </w:rPr>
              <w:t>Coherence</w:t>
            </w:r>
          </w:p>
          <w:p w:rsidR="00B00283" w:rsidRPr="00B00283" w:rsidRDefault="00B00283" w:rsidP="00732F2D">
            <w:pPr>
              <w:pStyle w:val="TableBodyText"/>
              <w:jc w:val="left"/>
              <w:rPr>
                <w:b/>
              </w:rPr>
            </w:pPr>
          </w:p>
        </w:tc>
        <w:tc>
          <w:tcPr>
            <w:tcW w:w="3967" w:type="pct"/>
          </w:tcPr>
          <w:p w:rsidR="00B00283" w:rsidRPr="009D3E7D" w:rsidRDefault="00B00283" w:rsidP="008476D9">
            <w:pPr>
              <w:pStyle w:val="TableBodyText"/>
              <w:spacing w:after="120"/>
              <w:jc w:val="left"/>
            </w:pPr>
            <w:r w:rsidRPr="009D3E7D">
              <w:t xml:space="preserve">This is the </w:t>
            </w:r>
            <w:r>
              <w:t>fourth</w:t>
            </w:r>
            <w:r w:rsidRPr="009D3E7D">
              <w:t xml:space="preserve"> time the survey has been conducted in this form.  Previous surveys were conducted in 2005</w:t>
            </w:r>
            <w:r>
              <w:t xml:space="preserve">, </w:t>
            </w:r>
            <w:r w:rsidRPr="009D3E7D">
              <w:t>2007</w:t>
            </w:r>
            <w:r>
              <w:t xml:space="preserve"> and 2009</w:t>
            </w:r>
            <w:r w:rsidRPr="009D3E7D">
              <w:t>. The majority of data items in the 20</w:t>
            </w:r>
            <w:r>
              <w:t>11</w:t>
            </w:r>
            <w:r w:rsidRPr="009D3E7D">
              <w:t xml:space="preserve"> survey are directly comparable with those of the previous t</w:t>
            </w:r>
            <w:r>
              <w:t>hree</w:t>
            </w:r>
            <w:r w:rsidRPr="009D3E7D">
              <w:t xml:space="preserve"> surveys.</w:t>
            </w:r>
          </w:p>
        </w:tc>
      </w:tr>
      <w:tr w:rsidR="00B00283" w:rsidRPr="000014BD" w:rsidTr="002E049F">
        <w:tc>
          <w:tcPr>
            <w:tcW w:w="1033" w:type="pct"/>
          </w:tcPr>
          <w:p w:rsidR="00B00283" w:rsidRPr="00B00283" w:rsidRDefault="00B00283" w:rsidP="00732F2D">
            <w:pPr>
              <w:pStyle w:val="TableBodyText"/>
              <w:jc w:val="left"/>
              <w:rPr>
                <w:b/>
              </w:rPr>
            </w:pPr>
            <w:r w:rsidRPr="00B00283">
              <w:rPr>
                <w:b/>
              </w:rPr>
              <w:t>Accessibility</w:t>
            </w:r>
          </w:p>
          <w:p w:rsidR="00B00283" w:rsidRPr="00B00283" w:rsidRDefault="00B00283" w:rsidP="00732F2D">
            <w:pPr>
              <w:pStyle w:val="TableBodyText"/>
              <w:jc w:val="left"/>
              <w:rPr>
                <w:b/>
              </w:rPr>
            </w:pPr>
          </w:p>
        </w:tc>
        <w:tc>
          <w:tcPr>
            <w:tcW w:w="3967" w:type="pct"/>
          </w:tcPr>
          <w:p w:rsidR="00B00283" w:rsidRPr="00B00283" w:rsidRDefault="00B00283" w:rsidP="008476D9">
            <w:pPr>
              <w:pStyle w:val="TableBodyText"/>
              <w:spacing w:after="120"/>
              <w:jc w:val="left"/>
            </w:pPr>
            <w:r w:rsidRPr="00B00283">
              <w:t xml:space="preserve">Results of the survey are available free of charge on NCVER’s website at: </w:t>
            </w:r>
            <w:r w:rsidR="00967A1F" w:rsidRPr="002F3485">
              <w:t>[</w:t>
            </w:r>
            <w:r w:rsidRPr="002F3485">
              <w:t>www.ncver.edu.au/statistic/21066.html</w:t>
            </w:r>
            <w:r w:rsidR="00967A1F">
              <w:rPr>
                <w:rStyle w:val="Hyperlink"/>
                <w:color w:val="auto"/>
                <w:u w:val="none"/>
              </w:rPr>
              <w:t>]</w:t>
            </w:r>
            <w:r w:rsidRPr="00B00283">
              <w:t xml:space="preserve">. Requests for more detailed statistical information or further information about the Survey of Employers’ Use and Views of the VET System can be made to: NCVER on (08) 8230 8400 or </w:t>
            </w:r>
            <w:r w:rsidRPr="002F3485">
              <w:t>surveys_req@ncver.edu.au</w:t>
            </w:r>
          </w:p>
          <w:p w:rsidR="00B00283" w:rsidRPr="00B00283" w:rsidRDefault="00B00283" w:rsidP="008476D9">
            <w:pPr>
              <w:pStyle w:val="TableBodyText"/>
              <w:spacing w:after="120"/>
              <w:jc w:val="left"/>
            </w:pPr>
            <w:r w:rsidRPr="00B00283">
              <w:t xml:space="preserve">A charge will be generally made by the NCVER for more complex requests for information. See NCVER’s fees and charges policy at </w:t>
            </w:r>
            <w:r w:rsidR="00967A1F" w:rsidRPr="002F3485">
              <w:t>[</w:t>
            </w:r>
            <w:r w:rsidRPr="002F3485">
              <w:t>www.ncver.edu.au/statistic/21075.html</w:t>
            </w:r>
            <w:r w:rsidR="00967A1F">
              <w:rPr>
                <w:rStyle w:val="Hyperlink"/>
                <w:color w:val="auto"/>
                <w:u w:val="none"/>
              </w:rPr>
              <w:t>]</w:t>
            </w:r>
          </w:p>
        </w:tc>
      </w:tr>
      <w:tr w:rsidR="00B00283" w:rsidRPr="000014BD" w:rsidTr="002E049F">
        <w:tc>
          <w:tcPr>
            <w:tcW w:w="1033" w:type="pct"/>
          </w:tcPr>
          <w:p w:rsidR="00B00283" w:rsidRPr="00B00283" w:rsidRDefault="00B00283" w:rsidP="00732F2D">
            <w:pPr>
              <w:pStyle w:val="TableBodyText"/>
              <w:jc w:val="left"/>
              <w:rPr>
                <w:b/>
              </w:rPr>
            </w:pPr>
            <w:r w:rsidRPr="00B00283">
              <w:rPr>
                <w:b/>
              </w:rPr>
              <w:t>Interpretability</w:t>
            </w:r>
          </w:p>
          <w:p w:rsidR="00B00283" w:rsidRPr="00B00283" w:rsidRDefault="00B00283" w:rsidP="00732F2D">
            <w:pPr>
              <w:pStyle w:val="TableBodyText"/>
              <w:jc w:val="left"/>
              <w:rPr>
                <w:b/>
              </w:rPr>
            </w:pPr>
          </w:p>
        </w:tc>
        <w:tc>
          <w:tcPr>
            <w:tcW w:w="3967" w:type="pct"/>
          </w:tcPr>
          <w:p w:rsidR="00B00283" w:rsidRPr="00B00283" w:rsidRDefault="00B00283" w:rsidP="008476D9">
            <w:pPr>
              <w:pStyle w:val="TableBodyText"/>
              <w:spacing w:after="120"/>
              <w:jc w:val="left"/>
            </w:pPr>
            <w:r w:rsidRPr="00B00283">
              <w:t>To aid interpretation of the data, information on the Survey of Employers’ Use and Views of the VET System is available on the NCVER website.</w:t>
            </w:r>
          </w:p>
          <w:p w:rsidR="00B00283" w:rsidRPr="00B00283" w:rsidRDefault="00B00283" w:rsidP="008476D9">
            <w:pPr>
              <w:pStyle w:val="TableBodyText"/>
              <w:spacing w:after="120"/>
              <w:jc w:val="left"/>
            </w:pPr>
            <w:r w:rsidRPr="00B00283">
              <w:t>The survey uses the Australian and New Zealand Standard Industry Classification (ANZSIC).</w:t>
            </w:r>
          </w:p>
        </w:tc>
      </w:tr>
    </w:tbl>
    <w:p w:rsidR="004273FF" w:rsidRDefault="004273FF" w:rsidP="00732F2D"/>
    <w:p w:rsidR="004273FF" w:rsidRDefault="004273FF" w:rsidP="004273FF">
      <w:pPr>
        <w:pStyle w:val="BodyText"/>
      </w:pPr>
      <w:r>
        <w:br w:type="page"/>
      </w:r>
    </w:p>
    <w:p w:rsidR="004273FF" w:rsidRDefault="004273FF" w:rsidP="00732F2D">
      <w:pPr>
        <w:pStyle w:val="Heading3"/>
      </w:pPr>
      <w:bookmarkStart w:id="40" w:name="_Ref328466321"/>
      <w:r>
        <w:t>Data Quality Statement — National VET Provider Collection</w:t>
      </w:r>
      <w:bookmarkEnd w:id="40"/>
    </w:p>
    <w:p w:rsidR="004273FF" w:rsidRPr="00037389" w:rsidRDefault="004273FF" w:rsidP="00732F2D">
      <w:pPr>
        <w:pStyle w:val="BoxSpace"/>
      </w:pPr>
    </w:p>
    <w:tbl>
      <w:tblPr>
        <w:tblW w:w="5000" w:type="pct"/>
        <w:tblLook w:val="01E0" w:firstRow="1" w:lastRow="1" w:firstColumn="1" w:lastColumn="1" w:noHBand="0" w:noVBand="0"/>
      </w:tblPr>
      <w:tblGrid>
        <w:gridCol w:w="1860"/>
        <w:gridCol w:w="7145"/>
      </w:tblGrid>
      <w:tr w:rsidR="004273FF" w:rsidRPr="000014BD" w:rsidTr="002E049F">
        <w:tc>
          <w:tcPr>
            <w:tcW w:w="1033" w:type="pct"/>
          </w:tcPr>
          <w:p w:rsidR="004273FF" w:rsidRPr="00B00283" w:rsidRDefault="004273FF" w:rsidP="00732F2D">
            <w:pPr>
              <w:pStyle w:val="TableBodyText"/>
              <w:jc w:val="left"/>
              <w:rPr>
                <w:b/>
              </w:rPr>
            </w:pPr>
            <w:r w:rsidRPr="00B00283">
              <w:rPr>
                <w:b/>
              </w:rPr>
              <w:t>Institutional environment</w:t>
            </w:r>
          </w:p>
        </w:tc>
        <w:tc>
          <w:tcPr>
            <w:tcW w:w="3967" w:type="pct"/>
          </w:tcPr>
          <w:p w:rsidR="004273FF" w:rsidRPr="00B00283" w:rsidRDefault="004273FF" w:rsidP="008476D9">
            <w:pPr>
              <w:pStyle w:val="TableBodyText"/>
              <w:spacing w:after="120"/>
              <w:jc w:val="left"/>
            </w:pPr>
            <w:r w:rsidRPr="00B00283">
              <w:t>The National Centre for Vocational Education Research (NCVER) is a not-for-profit company owned by the federal, state and territory ministers responsible for training.</w:t>
            </w:r>
          </w:p>
          <w:p w:rsidR="004273FF" w:rsidRPr="00B00283" w:rsidRDefault="004273FF" w:rsidP="008476D9">
            <w:pPr>
              <w:pStyle w:val="TableBodyText"/>
              <w:spacing w:after="120"/>
              <w:jc w:val="left"/>
            </w:pPr>
            <w:r w:rsidRPr="00B00283">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4273FF" w:rsidRPr="00B00283" w:rsidRDefault="004273FF" w:rsidP="008476D9">
            <w:pPr>
              <w:pStyle w:val="TableBodyText"/>
              <w:spacing w:after="120"/>
              <w:jc w:val="left"/>
            </w:pPr>
            <w:r w:rsidRPr="00B00283">
              <w:t xml:space="preserve">For further information on the NCVER, see </w:t>
            </w:r>
            <w:r w:rsidR="00967A1F" w:rsidRPr="002F3485">
              <w:t>[</w:t>
            </w:r>
            <w:r w:rsidRPr="002F3485">
              <w:t>www.ncver.edu.au/aboutncver/who.html</w:t>
            </w:r>
            <w:r w:rsidR="00967A1F">
              <w:rPr>
                <w:rStyle w:val="Hyperlink"/>
                <w:color w:val="auto"/>
                <w:u w:val="none"/>
              </w:rPr>
              <w:t>]</w:t>
            </w:r>
          </w:p>
        </w:tc>
      </w:tr>
      <w:tr w:rsidR="004273FF" w:rsidRPr="000014BD" w:rsidTr="002E049F">
        <w:tc>
          <w:tcPr>
            <w:tcW w:w="1033" w:type="pct"/>
          </w:tcPr>
          <w:p w:rsidR="004273FF" w:rsidRPr="00B00283" w:rsidRDefault="004273FF" w:rsidP="00732F2D">
            <w:pPr>
              <w:pStyle w:val="TableBodyText"/>
              <w:jc w:val="left"/>
              <w:rPr>
                <w:b/>
              </w:rPr>
            </w:pPr>
            <w:r w:rsidRPr="00B00283">
              <w:rPr>
                <w:b/>
              </w:rPr>
              <w:t>Relevance</w:t>
            </w:r>
          </w:p>
          <w:p w:rsidR="004273FF" w:rsidRPr="00B00283" w:rsidRDefault="004273FF" w:rsidP="00732F2D">
            <w:pPr>
              <w:pStyle w:val="TableBodyText"/>
              <w:jc w:val="left"/>
              <w:rPr>
                <w:b/>
              </w:rPr>
            </w:pPr>
          </w:p>
        </w:tc>
        <w:tc>
          <w:tcPr>
            <w:tcW w:w="3967" w:type="pct"/>
          </w:tcPr>
          <w:p w:rsidR="004273FF" w:rsidRDefault="004273FF" w:rsidP="008476D9">
            <w:pPr>
              <w:pStyle w:val="TableBodyText"/>
              <w:spacing w:after="120"/>
              <w:jc w:val="left"/>
            </w:pPr>
            <w:r>
              <w:t>The National VET Provider Collection collects information relating to students, courses, qualifications, training providers and funding in Australia’s publicly funded vocational education and training (VET) system.</w:t>
            </w:r>
          </w:p>
          <w:p w:rsidR="004273FF" w:rsidRDefault="004273FF" w:rsidP="008476D9">
            <w:pPr>
              <w:pStyle w:val="TableBodyText"/>
              <w:spacing w:after="120"/>
              <w:jc w:val="left"/>
            </w:pPr>
            <w: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4273FF" w:rsidRDefault="004273FF" w:rsidP="008476D9">
            <w:pPr>
              <w:pStyle w:val="TableBodyText"/>
              <w:spacing w:after="120"/>
              <w:jc w:val="left"/>
            </w:pPr>
            <w: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4273FF" w:rsidRDefault="004273FF" w:rsidP="008476D9">
            <w:pPr>
              <w:pStyle w:val="TableBodyText"/>
              <w:spacing w:after="120"/>
              <w:jc w:val="left"/>
            </w:pPr>
            <w:r>
              <w:t>This collection does not report on the following types of training activity:</w:t>
            </w:r>
          </w:p>
          <w:p w:rsidR="004273FF" w:rsidRDefault="004273FF" w:rsidP="008476D9">
            <w:pPr>
              <w:pStyle w:val="TableBullet"/>
              <w:spacing w:after="120"/>
            </w:pPr>
            <w:r>
              <w:t xml:space="preserve">recreation, leisure and personal enrichment </w:t>
            </w:r>
          </w:p>
          <w:p w:rsidR="004273FF" w:rsidRDefault="004273FF" w:rsidP="008476D9">
            <w:pPr>
              <w:pStyle w:val="TableBullet"/>
              <w:spacing w:after="120"/>
            </w:pPr>
            <w:r>
              <w:t xml:space="preserve">fee-for-service VET by private providers </w:t>
            </w:r>
          </w:p>
          <w:p w:rsidR="004273FF" w:rsidRDefault="004273FF" w:rsidP="008476D9">
            <w:pPr>
              <w:pStyle w:val="TableBullet"/>
              <w:spacing w:after="120"/>
            </w:pPr>
            <w:r>
              <w:t xml:space="preserve">delivery undertaken at overseas campuses of Australian VET institutions </w:t>
            </w:r>
          </w:p>
          <w:p w:rsidR="004273FF" w:rsidRDefault="004273FF" w:rsidP="008476D9">
            <w:pPr>
              <w:pStyle w:val="TableBullet"/>
              <w:spacing w:after="120"/>
            </w:pPr>
            <w:r>
              <w:t xml:space="preserve">credit transfer </w:t>
            </w:r>
          </w:p>
          <w:p w:rsidR="004273FF" w:rsidRPr="009D3E7D" w:rsidRDefault="004273FF" w:rsidP="008476D9">
            <w:pPr>
              <w:pStyle w:val="TableBullet"/>
              <w:spacing w:after="120"/>
            </w:pPr>
            <w:r>
              <w:t>VET delivered in schools, where the delivery has been undertaken by schools.</w:t>
            </w:r>
          </w:p>
        </w:tc>
      </w:tr>
      <w:tr w:rsidR="004273FF" w:rsidRPr="000014BD" w:rsidTr="002E049F">
        <w:tc>
          <w:tcPr>
            <w:tcW w:w="1033" w:type="pct"/>
          </w:tcPr>
          <w:p w:rsidR="004273FF" w:rsidRPr="00B00283" w:rsidRDefault="004273FF" w:rsidP="00732F2D">
            <w:pPr>
              <w:pStyle w:val="TableBodyText"/>
              <w:jc w:val="left"/>
              <w:rPr>
                <w:b/>
              </w:rPr>
            </w:pPr>
            <w:r w:rsidRPr="00B00283">
              <w:rPr>
                <w:b/>
              </w:rPr>
              <w:t>Timeliness</w:t>
            </w:r>
          </w:p>
          <w:p w:rsidR="004273FF" w:rsidRPr="00B00283" w:rsidRDefault="004273FF" w:rsidP="00732F2D">
            <w:pPr>
              <w:pStyle w:val="TableBodyText"/>
              <w:jc w:val="left"/>
              <w:rPr>
                <w:b/>
              </w:rPr>
            </w:pPr>
          </w:p>
        </w:tc>
        <w:tc>
          <w:tcPr>
            <w:tcW w:w="3967" w:type="pct"/>
          </w:tcPr>
          <w:p w:rsidR="004273FF" w:rsidRPr="009D3E7D" w:rsidRDefault="004273FF" w:rsidP="008476D9">
            <w:pPr>
              <w:pStyle w:val="TableBodyText"/>
              <w:spacing w:after="120"/>
              <w:jc w:val="left"/>
            </w:pPr>
            <w:r w:rsidRPr="004273FF">
              <w:t>The National VET Provider Collection is an annual collection of data. Data are submitted to NCVER (via state training authorities) by 31 March in the year following activity. A summary of 2011 data is expected to be released in the first week of July 2012 in Students and Courses.</w:t>
            </w:r>
          </w:p>
        </w:tc>
      </w:tr>
      <w:tr w:rsidR="004273FF" w:rsidRPr="000014BD" w:rsidTr="002E049F">
        <w:tc>
          <w:tcPr>
            <w:tcW w:w="1033" w:type="pct"/>
          </w:tcPr>
          <w:p w:rsidR="004273FF" w:rsidRPr="00B00283" w:rsidRDefault="004273FF" w:rsidP="00732F2D">
            <w:pPr>
              <w:pStyle w:val="TableBodyText"/>
              <w:jc w:val="left"/>
              <w:rPr>
                <w:b/>
              </w:rPr>
            </w:pPr>
            <w:r w:rsidRPr="00B00283">
              <w:rPr>
                <w:b/>
              </w:rPr>
              <w:t>Accuracy</w:t>
            </w:r>
          </w:p>
          <w:p w:rsidR="004273FF" w:rsidRPr="00B00283" w:rsidRDefault="004273FF" w:rsidP="00732F2D">
            <w:pPr>
              <w:pStyle w:val="TableBodyText"/>
              <w:jc w:val="left"/>
              <w:rPr>
                <w:b/>
              </w:rPr>
            </w:pPr>
          </w:p>
        </w:tc>
        <w:tc>
          <w:tcPr>
            <w:tcW w:w="3967" w:type="pct"/>
          </w:tcPr>
          <w:p w:rsidR="00264BBD" w:rsidRDefault="00264BBD" w:rsidP="008476D9">
            <w:pPr>
              <w:pStyle w:val="TableBodyText"/>
              <w:spacing w:after="120"/>
              <w:jc w:val="left"/>
            </w:pPr>
            <w:r>
              <w:t>The National VET Provider Collection is a collection of all publicly funded training activity in Australia in a particular year. It is an administrative collection.</w:t>
            </w:r>
          </w:p>
          <w:p w:rsidR="00264BBD" w:rsidRDefault="00264BBD" w:rsidP="008476D9">
            <w:pPr>
              <w:pStyle w:val="TableBodyText"/>
              <w:spacing w:after="120"/>
              <w:jc w:val="left"/>
            </w:pPr>
            <w:r>
              <w:t>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w:t>
            </w:r>
            <w:r w:rsidR="00967A1F">
              <w:t>ard (AVETMISS) (Refer to [</w:t>
            </w:r>
            <w:r>
              <w:t>www.ncver.edu.au/avetmiss/21055.html</w:t>
            </w:r>
            <w:r w:rsidR="00967A1F">
              <w:t>]</w:t>
            </w:r>
            <w:r w:rsidR="00943A41">
              <w:t>).</w:t>
            </w:r>
          </w:p>
          <w:p w:rsidR="00264BBD" w:rsidRDefault="00264BBD" w:rsidP="008476D9">
            <w:pPr>
              <w:pStyle w:val="TableBodyText"/>
              <w:spacing w:after="120"/>
              <w:jc w:val="left"/>
            </w:pPr>
            <w:r>
              <w:t>Once data submissions are received by NCVER they are subjected to a comprehensive data quality checking program to ensure accurate reporting against agreed Key Performance Measures (KPMs). Some of the KPMs include:</w:t>
            </w:r>
          </w:p>
          <w:p w:rsidR="00264BBD" w:rsidRDefault="00264BBD" w:rsidP="008476D9">
            <w:pPr>
              <w:pStyle w:val="TableBullet"/>
              <w:spacing w:after="120"/>
            </w:pPr>
            <w:r>
              <w:t>Percentage of unknown data</w:t>
            </w:r>
          </w:p>
          <w:p w:rsidR="00264BBD" w:rsidRDefault="00264BBD" w:rsidP="008476D9">
            <w:pPr>
              <w:pStyle w:val="TableBullet"/>
              <w:spacing w:after="120"/>
            </w:pPr>
            <w:r>
              <w:t>The number of training organisation identifiers that do not match the National Training Information Service (NTIS) listing</w:t>
            </w:r>
          </w:p>
          <w:p w:rsidR="00264BBD" w:rsidRDefault="00264BBD" w:rsidP="008476D9">
            <w:pPr>
              <w:pStyle w:val="TableBullet"/>
              <w:spacing w:after="120"/>
            </w:pPr>
            <w:r>
              <w:t>Inappropriate training organisation delivery locations</w:t>
            </w:r>
          </w:p>
          <w:p w:rsidR="00264BBD" w:rsidRDefault="00264BBD" w:rsidP="008476D9">
            <w:pPr>
              <w:pStyle w:val="TableBullet"/>
              <w:spacing w:after="120"/>
            </w:pPr>
            <w:r>
              <w:t>The number of qualifications/courses that do not match the NTIS listing</w:t>
            </w:r>
          </w:p>
          <w:p w:rsidR="00264BBD" w:rsidRDefault="00264BBD" w:rsidP="008476D9">
            <w:pPr>
              <w:pStyle w:val="TableBullet"/>
              <w:spacing w:after="120"/>
            </w:pPr>
            <w:r>
              <w:t xml:space="preserve">The number of modules/units of competency that do not match the NTIS listing </w:t>
            </w:r>
          </w:p>
          <w:p w:rsidR="00264BBD" w:rsidRDefault="00264BBD" w:rsidP="008476D9">
            <w:pPr>
              <w:pStyle w:val="TableBullet"/>
              <w:spacing w:after="120"/>
            </w:pPr>
            <w:r>
              <w:t>Duplicate client identification</w:t>
            </w:r>
          </w:p>
          <w:p w:rsidR="00264BBD" w:rsidRDefault="00264BBD" w:rsidP="008476D9">
            <w:pPr>
              <w:pStyle w:val="TableBullet"/>
              <w:spacing w:after="120"/>
            </w:pPr>
            <w:r>
              <w:t>Duplicate qualifications completed</w:t>
            </w:r>
          </w:p>
          <w:p w:rsidR="00264BBD" w:rsidRDefault="00264BBD" w:rsidP="008476D9">
            <w:pPr>
              <w:pStyle w:val="TableBullet"/>
              <w:spacing w:after="120"/>
            </w:pPr>
            <w:r>
              <w:t>Reporting scopes</w:t>
            </w:r>
          </w:p>
          <w:p w:rsidR="00264BBD" w:rsidRDefault="00264BBD" w:rsidP="008476D9">
            <w:pPr>
              <w:pStyle w:val="TableBullet"/>
              <w:spacing w:after="120"/>
            </w:pPr>
            <w:r>
              <w:t>Funding sources</w:t>
            </w:r>
          </w:p>
          <w:p w:rsidR="004273FF" w:rsidRPr="009D3E7D" w:rsidRDefault="00264BBD" w:rsidP="008476D9">
            <w:pPr>
              <w:pStyle w:val="TableBullet"/>
              <w:spacing w:after="120"/>
            </w:pPr>
            <w:r>
              <w:t>Outcome identifiers</w:t>
            </w:r>
          </w:p>
        </w:tc>
      </w:tr>
      <w:tr w:rsidR="004273FF" w:rsidRPr="000014BD" w:rsidTr="002E049F">
        <w:tc>
          <w:tcPr>
            <w:tcW w:w="1033" w:type="pct"/>
          </w:tcPr>
          <w:p w:rsidR="004273FF" w:rsidRPr="00B00283" w:rsidRDefault="004273FF" w:rsidP="00732F2D">
            <w:pPr>
              <w:pStyle w:val="TableBodyText"/>
              <w:jc w:val="left"/>
              <w:rPr>
                <w:b/>
              </w:rPr>
            </w:pPr>
            <w:r w:rsidRPr="00B00283">
              <w:rPr>
                <w:b/>
              </w:rPr>
              <w:t>Coherence</w:t>
            </w:r>
          </w:p>
          <w:p w:rsidR="004273FF" w:rsidRPr="00B00283" w:rsidRDefault="004273FF" w:rsidP="00732F2D">
            <w:pPr>
              <w:pStyle w:val="TableBodyText"/>
              <w:jc w:val="left"/>
              <w:rPr>
                <w:b/>
              </w:rPr>
            </w:pPr>
          </w:p>
        </w:tc>
        <w:tc>
          <w:tcPr>
            <w:tcW w:w="3967" w:type="pct"/>
          </w:tcPr>
          <w:p w:rsidR="004273FF" w:rsidRPr="009D3E7D" w:rsidRDefault="00264BBD" w:rsidP="008476D9">
            <w:pPr>
              <w:pStyle w:val="TableBodyText"/>
              <w:spacing w:after="120"/>
              <w:jc w:val="left"/>
            </w:pPr>
            <w:r w:rsidRPr="00264BBD">
              <w:t>AVETMISS provides the foundation for nationally comparable data and includes a range of data items relevant to the VET system. From 2007, data comply with release 6.0 of AVETMISS, whereas previous collections complied with earlier re</w:t>
            </w:r>
            <w:r w:rsidR="00967A1F">
              <w:t>leases. For details, see [</w:t>
            </w:r>
            <w:r w:rsidRPr="00264BBD">
              <w:t>www.ncver.edu.au/avetmiss/21055.html</w:t>
            </w:r>
            <w:r w:rsidR="00967A1F">
              <w:t>]</w:t>
            </w:r>
            <w:r w:rsidRPr="00264BBD">
              <w:t>.</w:t>
            </w:r>
          </w:p>
        </w:tc>
      </w:tr>
      <w:tr w:rsidR="004273FF" w:rsidRPr="000014BD" w:rsidTr="002E049F">
        <w:tc>
          <w:tcPr>
            <w:tcW w:w="1033" w:type="pct"/>
          </w:tcPr>
          <w:p w:rsidR="004273FF" w:rsidRPr="00B00283" w:rsidRDefault="004273FF" w:rsidP="00732F2D">
            <w:pPr>
              <w:pStyle w:val="TableBodyText"/>
              <w:jc w:val="left"/>
              <w:rPr>
                <w:b/>
              </w:rPr>
            </w:pPr>
            <w:r w:rsidRPr="00B00283">
              <w:rPr>
                <w:b/>
              </w:rPr>
              <w:t>Accessibility</w:t>
            </w:r>
          </w:p>
          <w:p w:rsidR="004273FF" w:rsidRPr="00B00283" w:rsidRDefault="004273FF" w:rsidP="00732F2D">
            <w:pPr>
              <w:pStyle w:val="TableBodyText"/>
              <w:jc w:val="left"/>
              <w:rPr>
                <w:b/>
              </w:rPr>
            </w:pPr>
          </w:p>
        </w:tc>
        <w:tc>
          <w:tcPr>
            <w:tcW w:w="3967" w:type="pct"/>
          </w:tcPr>
          <w:p w:rsidR="006C7834" w:rsidRDefault="006C7834" w:rsidP="008476D9">
            <w:pPr>
              <w:pStyle w:val="TableBodyText"/>
              <w:spacing w:after="120"/>
              <w:jc w:val="left"/>
            </w:pPr>
            <w:r>
              <w:t>Summary information is available free of charge in Students and Course</w:t>
            </w:r>
            <w:r w:rsidR="00967A1F">
              <w:t>s on NCVER’s website at: [</w:t>
            </w:r>
            <w:r>
              <w:t>www.ncver.edu.au/statisti</w:t>
            </w:r>
            <w:r w:rsidR="00967A1F">
              <w:t xml:space="preserve">c/publications/21053.html]. </w:t>
            </w:r>
            <w:r>
              <w:t>Requests for more detailed statistical information can be made to:</w:t>
            </w:r>
          </w:p>
          <w:p w:rsidR="006C7834" w:rsidRDefault="006C7834" w:rsidP="008476D9">
            <w:pPr>
              <w:pStyle w:val="TableBodyText"/>
              <w:spacing w:after="120"/>
              <w:jc w:val="left"/>
            </w:pPr>
            <w:r>
              <w:t>NCVER on (08) 8230 8400 or vet_req@ncver.edu.au</w:t>
            </w:r>
          </w:p>
          <w:p w:rsidR="004273FF" w:rsidRPr="00B00283" w:rsidRDefault="006C7834" w:rsidP="008476D9">
            <w:pPr>
              <w:pStyle w:val="TableBodyText"/>
              <w:spacing w:after="120"/>
              <w:jc w:val="left"/>
            </w:pPr>
            <w:r>
              <w:t>A charge will be generally made by the NCVER for more complex requests for information. See NCVER’s fees and charg</w:t>
            </w:r>
            <w:r w:rsidR="00967A1F">
              <w:t>es policy at [</w:t>
            </w:r>
            <w:r>
              <w:t>www.ncver.edu.au/statistic/21075.html</w:t>
            </w:r>
            <w:r w:rsidR="00967A1F">
              <w:t>]</w:t>
            </w:r>
          </w:p>
        </w:tc>
      </w:tr>
      <w:tr w:rsidR="004273FF" w:rsidRPr="000014BD" w:rsidTr="002E049F">
        <w:tc>
          <w:tcPr>
            <w:tcW w:w="1033" w:type="pct"/>
          </w:tcPr>
          <w:p w:rsidR="004273FF" w:rsidRPr="00B00283" w:rsidRDefault="004273FF" w:rsidP="00732F2D">
            <w:pPr>
              <w:pStyle w:val="TableBodyText"/>
              <w:jc w:val="left"/>
              <w:rPr>
                <w:b/>
              </w:rPr>
            </w:pPr>
            <w:r w:rsidRPr="00B00283">
              <w:rPr>
                <w:b/>
              </w:rPr>
              <w:t>Interpretability</w:t>
            </w:r>
          </w:p>
          <w:p w:rsidR="004273FF" w:rsidRPr="00B00283" w:rsidRDefault="004273FF" w:rsidP="00732F2D">
            <w:pPr>
              <w:pStyle w:val="TableBodyText"/>
              <w:jc w:val="left"/>
              <w:rPr>
                <w:b/>
              </w:rPr>
            </w:pPr>
          </w:p>
        </w:tc>
        <w:tc>
          <w:tcPr>
            <w:tcW w:w="3967" w:type="pct"/>
          </w:tcPr>
          <w:p w:rsidR="00E037A1" w:rsidRDefault="00E037A1" w:rsidP="008476D9">
            <w:pPr>
              <w:pStyle w:val="TableBodyText"/>
              <w:spacing w:after="120"/>
              <w:jc w:val="left"/>
            </w:pPr>
            <w:r>
              <w:t>To aid interpretation, information on the National VET Provider Collection, AVETMISS, and Students and Courses is available on the NCVER website.</w:t>
            </w:r>
          </w:p>
          <w:p w:rsidR="00E037A1" w:rsidRDefault="00E037A1" w:rsidP="008476D9">
            <w:pPr>
              <w:pStyle w:val="TableBodyText"/>
              <w:spacing w:after="120"/>
              <w:jc w:val="left"/>
            </w:pPr>
            <w:r>
              <w:t>Among other standards detailed in AVETMISS, the collection uses the:</w:t>
            </w:r>
          </w:p>
          <w:p w:rsidR="00E037A1" w:rsidRDefault="00E037A1" w:rsidP="008476D9">
            <w:pPr>
              <w:pStyle w:val="TableBullet"/>
              <w:spacing w:after="120"/>
            </w:pPr>
            <w:r>
              <w:t>Australian Classifica</w:t>
            </w:r>
            <w:r w:rsidR="00967A1F">
              <w:t>tion of Education (ASCED) (ABS C</w:t>
            </w:r>
            <w:r>
              <w:t>at. no. 1272.0) to classify the level and field of education</w:t>
            </w:r>
          </w:p>
          <w:p w:rsidR="00E037A1" w:rsidRDefault="00E037A1" w:rsidP="008476D9">
            <w:pPr>
              <w:pStyle w:val="TableBullet"/>
              <w:spacing w:after="120"/>
            </w:pPr>
            <w:r>
              <w:t xml:space="preserve">Australian and New Zealand Standard Classification of Occupations </w:t>
            </w:r>
            <w:r w:rsidR="00967A1F">
              <w:t>(ANZSCO, previously ASCO) (ABS C</w:t>
            </w:r>
            <w:r>
              <w:t>at. no. 1220.0) to classify occupation</w:t>
            </w:r>
          </w:p>
          <w:p w:rsidR="004273FF" w:rsidRPr="00B00283" w:rsidRDefault="00E037A1" w:rsidP="008476D9">
            <w:pPr>
              <w:pStyle w:val="TableBullet"/>
              <w:spacing w:after="120"/>
            </w:pPr>
            <w:r>
              <w:t>Access/Remoteness Index of Australia (ARIA+) to classify remoteness. It was developed by the National Centre for Applications of Geographic Information Systems (GISCA) and is the standard ABS endorsed measure of remoteness.</w:t>
            </w:r>
          </w:p>
        </w:tc>
      </w:tr>
      <w:tr w:rsidR="00E037A1" w:rsidRPr="000014BD" w:rsidTr="00B61931">
        <w:trPr>
          <w:trHeight w:val="5586"/>
        </w:trPr>
        <w:tc>
          <w:tcPr>
            <w:tcW w:w="1033" w:type="pct"/>
          </w:tcPr>
          <w:p w:rsidR="00E037A1" w:rsidRPr="00B00283" w:rsidRDefault="00E037A1" w:rsidP="00732F2D">
            <w:pPr>
              <w:pStyle w:val="TableBodyText"/>
              <w:jc w:val="left"/>
              <w:rPr>
                <w:b/>
              </w:rPr>
            </w:pPr>
            <w:r>
              <w:rPr>
                <w:b/>
              </w:rPr>
              <w:t>‘Not known’ information</w:t>
            </w:r>
          </w:p>
        </w:tc>
        <w:tc>
          <w:tcPr>
            <w:tcW w:w="3967" w:type="pct"/>
          </w:tcPr>
          <w:p w:rsidR="00E037A1" w:rsidRDefault="00E037A1" w:rsidP="008476D9">
            <w:pPr>
              <w:pStyle w:val="TableBodyText"/>
              <w:spacing w:after="120"/>
              <w:jc w:val="left"/>
            </w:pPr>
            <w:r>
              <w:t>Data reported in the National VET Provider Collection as ‘not known’ are reported for the following reasons:</w:t>
            </w:r>
          </w:p>
          <w:p w:rsidR="00E037A1" w:rsidRDefault="00E037A1" w:rsidP="008476D9">
            <w:pPr>
              <w:pStyle w:val="TableBullet"/>
              <w:spacing w:after="120"/>
            </w:pPr>
            <w:r>
              <w:t>Information was not collected.</w:t>
            </w:r>
          </w:p>
          <w:p w:rsidR="00E037A1" w:rsidRDefault="00E037A1" w:rsidP="008476D9">
            <w:pPr>
              <w:pStyle w:val="TableBullet"/>
              <w:spacing w:after="120"/>
            </w:pPr>
            <w:r>
              <w:t>A student has not responded to a question on the enrolment form.</w:t>
            </w:r>
          </w:p>
          <w:p w:rsidR="00E037A1" w:rsidRDefault="00E037A1" w:rsidP="008476D9">
            <w:pPr>
              <w:pStyle w:val="TableBullet"/>
              <w:spacing w:after="120"/>
            </w:pPr>
            <w:r>
              <w:t>Invalid information was supplied.</w:t>
            </w:r>
          </w:p>
          <w:p w:rsidR="00E037A1" w:rsidRDefault="00E037A1" w:rsidP="008476D9">
            <w:pPr>
              <w:pStyle w:val="TableBodyText"/>
              <w:spacing w:after="120"/>
              <w:jc w:val="left"/>
            </w:pPr>
            <w:r>
              <w:t>Caution should be taken when using data with a large number of ‘not known’ responses, as illustrated in the table below.</w:t>
            </w:r>
          </w:p>
          <w:p w:rsidR="00E037A1" w:rsidRDefault="00E037A1" w:rsidP="008476D9">
            <w:pPr>
              <w:autoSpaceDE w:val="0"/>
              <w:autoSpaceDN w:val="0"/>
              <w:adjustRightInd w:val="0"/>
              <w:spacing w:before="120" w:after="120" w:line="240" w:lineRule="atLeast"/>
              <w:rPr>
                <w:rFonts w:ascii="Arial" w:hAnsi="Arial" w:cs="Arial"/>
                <w:b/>
                <w:iCs/>
                <w:color w:val="000000"/>
                <w:sz w:val="17"/>
                <w:szCs w:val="17"/>
              </w:rPr>
            </w:pPr>
            <w:r>
              <w:rPr>
                <w:rFonts w:ascii="Arial" w:hAnsi="Arial" w:cs="Arial"/>
                <w:b/>
                <w:iCs/>
                <w:color w:val="000000"/>
                <w:sz w:val="17"/>
                <w:szCs w:val="17"/>
              </w:rPr>
              <w:t>Table 1:</w:t>
            </w:r>
            <w:r w:rsidRPr="00911DCF">
              <w:rPr>
                <w:rFonts w:ascii="Arial" w:hAnsi="Arial" w:cs="Arial"/>
                <w:b/>
                <w:iCs/>
                <w:color w:val="000000"/>
                <w:sz w:val="17"/>
                <w:szCs w:val="17"/>
              </w:rPr>
              <w:t xml:space="preserve"> Proportion of students with ‘not known’ data (%)</w:t>
            </w:r>
          </w:p>
          <w:tbl>
            <w:tblPr>
              <w:tblW w:w="5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941"/>
              <w:gridCol w:w="940"/>
              <w:gridCol w:w="941"/>
              <w:gridCol w:w="938"/>
            </w:tblGrid>
            <w:tr w:rsidR="00B61931" w:rsidRPr="00093933" w:rsidTr="00366CCF">
              <w:tc>
                <w:tcPr>
                  <w:tcW w:w="1466" w:type="dxa"/>
                </w:tcPr>
                <w:p w:rsidR="00B61931" w:rsidRPr="00093933" w:rsidRDefault="00B61931" w:rsidP="00366CCF">
                  <w:pPr>
                    <w:autoSpaceDE w:val="0"/>
                    <w:autoSpaceDN w:val="0"/>
                    <w:adjustRightInd w:val="0"/>
                    <w:spacing w:before="80" w:after="120" w:line="240" w:lineRule="atLeast"/>
                    <w:rPr>
                      <w:rFonts w:ascii="Arial" w:hAnsi="Arial" w:cs="Arial"/>
                      <w:b/>
                      <w:color w:val="000000"/>
                      <w:sz w:val="17"/>
                      <w:szCs w:val="17"/>
                    </w:rPr>
                  </w:pPr>
                </w:p>
              </w:tc>
              <w:tc>
                <w:tcPr>
                  <w:tcW w:w="941" w:type="dxa"/>
                </w:tcPr>
                <w:p w:rsidR="00B61931" w:rsidRPr="00093933" w:rsidRDefault="00B61931" w:rsidP="00366CCF">
                  <w:pPr>
                    <w:autoSpaceDE w:val="0"/>
                    <w:autoSpaceDN w:val="0"/>
                    <w:adjustRightInd w:val="0"/>
                    <w:spacing w:before="80" w:after="120" w:line="240" w:lineRule="atLeast"/>
                    <w:jc w:val="center"/>
                    <w:rPr>
                      <w:rFonts w:ascii="Arial" w:hAnsi="Arial" w:cs="Arial"/>
                      <w:b/>
                      <w:color w:val="000000"/>
                      <w:sz w:val="17"/>
                      <w:szCs w:val="17"/>
                    </w:rPr>
                  </w:pPr>
                  <w:r w:rsidRPr="00093933">
                    <w:rPr>
                      <w:rFonts w:ascii="Arial" w:hAnsi="Arial" w:cs="Arial"/>
                      <w:b/>
                      <w:color w:val="000000"/>
                      <w:sz w:val="17"/>
                      <w:szCs w:val="17"/>
                    </w:rPr>
                    <w:t>2008</w:t>
                  </w:r>
                </w:p>
              </w:tc>
              <w:tc>
                <w:tcPr>
                  <w:tcW w:w="940" w:type="dxa"/>
                </w:tcPr>
                <w:p w:rsidR="00B61931" w:rsidRPr="00093933" w:rsidRDefault="00B61931" w:rsidP="00366CCF">
                  <w:pPr>
                    <w:autoSpaceDE w:val="0"/>
                    <w:autoSpaceDN w:val="0"/>
                    <w:adjustRightInd w:val="0"/>
                    <w:spacing w:before="80" w:after="120" w:line="240" w:lineRule="atLeast"/>
                    <w:jc w:val="center"/>
                    <w:rPr>
                      <w:rFonts w:ascii="Arial" w:hAnsi="Arial" w:cs="Arial"/>
                      <w:b/>
                      <w:color w:val="000000"/>
                      <w:sz w:val="17"/>
                      <w:szCs w:val="17"/>
                    </w:rPr>
                  </w:pPr>
                  <w:r w:rsidRPr="00093933">
                    <w:rPr>
                      <w:rFonts w:ascii="Arial" w:hAnsi="Arial" w:cs="Arial"/>
                      <w:b/>
                      <w:color w:val="000000"/>
                      <w:sz w:val="17"/>
                      <w:szCs w:val="17"/>
                    </w:rPr>
                    <w:t>2009</w:t>
                  </w:r>
                </w:p>
              </w:tc>
              <w:tc>
                <w:tcPr>
                  <w:tcW w:w="941" w:type="dxa"/>
                </w:tcPr>
                <w:p w:rsidR="00B61931" w:rsidRPr="00093933" w:rsidRDefault="00B61931" w:rsidP="00366CCF">
                  <w:pPr>
                    <w:autoSpaceDE w:val="0"/>
                    <w:autoSpaceDN w:val="0"/>
                    <w:adjustRightInd w:val="0"/>
                    <w:spacing w:before="80" w:after="120" w:line="240" w:lineRule="atLeast"/>
                    <w:jc w:val="center"/>
                    <w:rPr>
                      <w:rFonts w:ascii="Arial" w:hAnsi="Arial" w:cs="Arial"/>
                      <w:b/>
                      <w:color w:val="000000"/>
                      <w:sz w:val="17"/>
                      <w:szCs w:val="17"/>
                    </w:rPr>
                  </w:pPr>
                  <w:r w:rsidRPr="00093933">
                    <w:rPr>
                      <w:rFonts w:ascii="Arial" w:hAnsi="Arial" w:cs="Arial"/>
                      <w:b/>
                      <w:color w:val="000000"/>
                      <w:sz w:val="17"/>
                      <w:szCs w:val="17"/>
                    </w:rPr>
                    <w:t>2010</w:t>
                  </w:r>
                </w:p>
              </w:tc>
              <w:tc>
                <w:tcPr>
                  <w:tcW w:w="938" w:type="dxa"/>
                  <w:shd w:val="clear" w:color="auto" w:fill="auto"/>
                </w:tcPr>
                <w:p w:rsidR="00B61931" w:rsidRPr="00093933" w:rsidRDefault="00B61931" w:rsidP="00366CCF">
                  <w:pPr>
                    <w:autoSpaceDE w:val="0"/>
                    <w:autoSpaceDN w:val="0"/>
                    <w:adjustRightInd w:val="0"/>
                    <w:spacing w:before="80" w:after="120" w:line="240" w:lineRule="atLeast"/>
                    <w:jc w:val="center"/>
                    <w:rPr>
                      <w:rFonts w:ascii="Arial" w:hAnsi="Arial" w:cs="Arial"/>
                      <w:b/>
                      <w:color w:val="000000"/>
                      <w:sz w:val="17"/>
                      <w:szCs w:val="17"/>
                    </w:rPr>
                  </w:pPr>
                  <w:r>
                    <w:rPr>
                      <w:rFonts w:ascii="Arial" w:hAnsi="Arial" w:cs="Arial"/>
                      <w:b/>
                      <w:color w:val="000000"/>
                      <w:sz w:val="17"/>
                      <w:szCs w:val="17"/>
                    </w:rPr>
                    <w:t>2011</w:t>
                  </w:r>
                </w:p>
              </w:tc>
            </w:tr>
            <w:tr w:rsidR="00B61931" w:rsidRPr="00093933" w:rsidTr="00366CCF">
              <w:tc>
                <w:tcPr>
                  <w:tcW w:w="1466" w:type="dxa"/>
                </w:tcPr>
                <w:p w:rsidR="00B61931" w:rsidRPr="00093933" w:rsidRDefault="00B61931" w:rsidP="00366CCF">
                  <w:pPr>
                    <w:spacing w:before="80" w:after="120"/>
                    <w:rPr>
                      <w:rFonts w:ascii="Arial" w:hAnsi="Arial" w:cs="Arial"/>
                      <w:sz w:val="17"/>
                      <w:szCs w:val="17"/>
                    </w:rPr>
                  </w:pPr>
                  <w:r w:rsidRPr="00093933">
                    <w:rPr>
                      <w:rFonts w:ascii="Arial" w:hAnsi="Arial" w:cs="Arial"/>
                      <w:sz w:val="17"/>
                      <w:szCs w:val="17"/>
                    </w:rPr>
                    <w:t>Indigenous status</w:t>
                  </w:r>
                </w:p>
              </w:tc>
              <w:tc>
                <w:tcPr>
                  <w:tcW w:w="941" w:type="dxa"/>
                </w:tcPr>
                <w:p w:rsidR="00B61931" w:rsidRPr="00093933" w:rsidRDefault="00B61931" w:rsidP="00366CCF">
                  <w:pPr>
                    <w:spacing w:before="80" w:after="120"/>
                    <w:jc w:val="center"/>
                    <w:rPr>
                      <w:rFonts w:ascii="Arial" w:hAnsi="Arial" w:cs="Arial"/>
                      <w:sz w:val="17"/>
                      <w:szCs w:val="17"/>
                    </w:rPr>
                  </w:pPr>
                  <w:r>
                    <w:rPr>
                      <w:rFonts w:ascii="Arial" w:hAnsi="Arial" w:cs="Arial"/>
                      <w:sz w:val="17"/>
                      <w:szCs w:val="17"/>
                    </w:rPr>
                    <w:t>10.0</w:t>
                  </w:r>
                </w:p>
              </w:tc>
              <w:tc>
                <w:tcPr>
                  <w:tcW w:w="940" w:type="dxa"/>
                </w:tcPr>
                <w:p w:rsidR="00B61931" w:rsidRPr="00093933" w:rsidRDefault="00B61931" w:rsidP="00366CCF">
                  <w:pPr>
                    <w:spacing w:before="80" w:after="120"/>
                    <w:jc w:val="center"/>
                    <w:rPr>
                      <w:rFonts w:ascii="Arial" w:hAnsi="Arial" w:cs="Arial"/>
                      <w:sz w:val="17"/>
                      <w:szCs w:val="17"/>
                    </w:rPr>
                  </w:pPr>
                  <w:r>
                    <w:rPr>
                      <w:rFonts w:ascii="Arial" w:hAnsi="Arial" w:cs="Arial"/>
                      <w:sz w:val="17"/>
                      <w:szCs w:val="17"/>
                    </w:rPr>
                    <w:t>9.8</w:t>
                  </w:r>
                </w:p>
              </w:tc>
              <w:tc>
                <w:tcPr>
                  <w:tcW w:w="941" w:type="dxa"/>
                </w:tcPr>
                <w:p w:rsidR="00B61931" w:rsidRPr="00093933" w:rsidRDefault="00B61931" w:rsidP="00366CCF">
                  <w:pPr>
                    <w:spacing w:before="80" w:after="120"/>
                    <w:jc w:val="center"/>
                    <w:rPr>
                      <w:rFonts w:ascii="Arial" w:hAnsi="Arial" w:cs="Arial"/>
                      <w:sz w:val="17"/>
                      <w:szCs w:val="17"/>
                    </w:rPr>
                  </w:pPr>
                  <w:r>
                    <w:rPr>
                      <w:rFonts w:ascii="Arial" w:hAnsi="Arial" w:cs="Arial"/>
                      <w:sz w:val="17"/>
                      <w:szCs w:val="17"/>
                    </w:rPr>
                    <w:t>8.4</w:t>
                  </w:r>
                </w:p>
              </w:tc>
              <w:tc>
                <w:tcPr>
                  <w:tcW w:w="938" w:type="dxa"/>
                  <w:shd w:val="clear" w:color="auto" w:fill="auto"/>
                </w:tcPr>
                <w:p w:rsidR="00B61931" w:rsidRPr="00911DCF" w:rsidRDefault="00B61931" w:rsidP="00366CCF">
                  <w:pPr>
                    <w:spacing w:before="80" w:after="120"/>
                    <w:jc w:val="center"/>
                    <w:rPr>
                      <w:rFonts w:ascii="Arial" w:hAnsi="Arial" w:cs="Arial"/>
                      <w:sz w:val="17"/>
                      <w:szCs w:val="17"/>
                    </w:rPr>
                  </w:pPr>
                  <w:r>
                    <w:rPr>
                      <w:rFonts w:ascii="Arial" w:hAnsi="Arial" w:cs="Arial"/>
                      <w:sz w:val="17"/>
                      <w:szCs w:val="17"/>
                    </w:rPr>
                    <w:t>7.2</w:t>
                  </w:r>
                </w:p>
              </w:tc>
            </w:tr>
            <w:tr w:rsidR="00B61931" w:rsidRPr="00093933" w:rsidTr="00366CCF">
              <w:tc>
                <w:tcPr>
                  <w:tcW w:w="1466" w:type="dxa"/>
                </w:tcPr>
                <w:p w:rsidR="00B61931" w:rsidRPr="00093933" w:rsidRDefault="00B61931" w:rsidP="00366CCF">
                  <w:pPr>
                    <w:spacing w:before="80" w:after="120"/>
                    <w:rPr>
                      <w:rFonts w:ascii="Arial" w:hAnsi="Arial" w:cs="Arial"/>
                      <w:sz w:val="17"/>
                      <w:szCs w:val="17"/>
                    </w:rPr>
                  </w:pPr>
                  <w:r w:rsidRPr="00093933">
                    <w:rPr>
                      <w:rFonts w:ascii="Arial" w:hAnsi="Arial" w:cs="Arial"/>
                      <w:sz w:val="17"/>
                      <w:szCs w:val="17"/>
                    </w:rPr>
                    <w:t>Disability status</w:t>
                  </w:r>
                </w:p>
              </w:tc>
              <w:tc>
                <w:tcPr>
                  <w:tcW w:w="941" w:type="dxa"/>
                </w:tcPr>
                <w:p w:rsidR="00B61931" w:rsidRPr="00093933" w:rsidRDefault="00B61931" w:rsidP="00366CCF">
                  <w:pPr>
                    <w:spacing w:before="80" w:after="120"/>
                    <w:jc w:val="center"/>
                    <w:rPr>
                      <w:rFonts w:ascii="Arial" w:hAnsi="Arial" w:cs="Arial"/>
                      <w:sz w:val="17"/>
                      <w:szCs w:val="17"/>
                    </w:rPr>
                  </w:pPr>
                  <w:r>
                    <w:rPr>
                      <w:rFonts w:ascii="Arial" w:hAnsi="Arial" w:cs="Arial"/>
                      <w:sz w:val="17"/>
                      <w:szCs w:val="17"/>
                    </w:rPr>
                    <w:t>13.4</w:t>
                  </w:r>
                </w:p>
              </w:tc>
              <w:tc>
                <w:tcPr>
                  <w:tcW w:w="940" w:type="dxa"/>
                </w:tcPr>
                <w:p w:rsidR="00B61931" w:rsidRPr="00093933" w:rsidRDefault="00B61931" w:rsidP="00366CCF">
                  <w:pPr>
                    <w:spacing w:before="80" w:after="120"/>
                    <w:jc w:val="center"/>
                    <w:rPr>
                      <w:rFonts w:ascii="Arial" w:hAnsi="Arial" w:cs="Arial"/>
                      <w:sz w:val="17"/>
                      <w:szCs w:val="17"/>
                    </w:rPr>
                  </w:pPr>
                  <w:r>
                    <w:rPr>
                      <w:rFonts w:ascii="Arial" w:hAnsi="Arial" w:cs="Arial"/>
                      <w:sz w:val="17"/>
                      <w:szCs w:val="17"/>
                    </w:rPr>
                    <w:t>13.2</w:t>
                  </w:r>
                </w:p>
              </w:tc>
              <w:tc>
                <w:tcPr>
                  <w:tcW w:w="941" w:type="dxa"/>
                </w:tcPr>
                <w:p w:rsidR="00B61931" w:rsidRPr="00093933" w:rsidRDefault="00B61931" w:rsidP="00366CCF">
                  <w:pPr>
                    <w:spacing w:before="80" w:after="120"/>
                    <w:jc w:val="center"/>
                    <w:rPr>
                      <w:rFonts w:ascii="Arial" w:hAnsi="Arial" w:cs="Arial"/>
                      <w:sz w:val="17"/>
                      <w:szCs w:val="17"/>
                    </w:rPr>
                  </w:pPr>
                  <w:r>
                    <w:rPr>
                      <w:rFonts w:ascii="Arial" w:hAnsi="Arial" w:cs="Arial"/>
                      <w:sz w:val="17"/>
                      <w:szCs w:val="17"/>
                    </w:rPr>
                    <w:t>13.6</w:t>
                  </w:r>
                </w:p>
              </w:tc>
              <w:tc>
                <w:tcPr>
                  <w:tcW w:w="938" w:type="dxa"/>
                  <w:shd w:val="clear" w:color="auto" w:fill="auto"/>
                </w:tcPr>
                <w:p w:rsidR="00B61931" w:rsidRPr="00911DCF" w:rsidRDefault="00B61931" w:rsidP="00366CCF">
                  <w:pPr>
                    <w:spacing w:before="80" w:after="120"/>
                    <w:jc w:val="center"/>
                    <w:rPr>
                      <w:rFonts w:ascii="Arial" w:hAnsi="Arial" w:cs="Arial"/>
                      <w:sz w:val="17"/>
                      <w:szCs w:val="17"/>
                    </w:rPr>
                  </w:pPr>
                  <w:r>
                    <w:rPr>
                      <w:rFonts w:ascii="Arial" w:hAnsi="Arial" w:cs="Arial"/>
                      <w:sz w:val="17"/>
                      <w:szCs w:val="17"/>
                    </w:rPr>
                    <w:t>12.8</w:t>
                  </w:r>
                </w:p>
              </w:tc>
            </w:tr>
            <w:tr w:rsidR="00B61931" w:rsidRPr="00093933" w:rsidTr="00366CCF">
              <w:trPr>
                <w:trHeight w:val="991"/>
              </w:trPr>
              <w:tc>
                <w:tcPr>
                  <w:tcW w:w="1466" w:type="dxa"/>
                </w:tcPr>
                <w:p w:rsidR="00B61931" w:rsidRPr="00093933" w:rsidRDefault="00B61931" w:rsidP="00366CCF">
                  <w:pPr>
                    <w:spacing w:before="80" w:after="120"/>
                    <w:rPr>
                      <w:rFonts w:ascii="Arial" w:hAnsi="Arial" w:cs="Arial"/>
                      <w:sz w:val="17"/>
                      <w:szCs w:val="17"/>
                    </w:rPr>
                  </w:pPr>
                  <w:r>
                    <w:rPr>
                      <w:rFonts w:ascii="Arial" w:hAnsi="Arial" w:cs="Arial"/>
                      <w:sz w:val="17"/>
                      <w:szCs w:val="17"/>
                    </w:rPr>
                    <w:t>Non-English speaking background</w:t>
                  </w:r>
                </w:p>
              </w:tc>
              <w:tc>
                <w:tcPr>
                  <w:tcW w:w="941" w:type="dxa"/>
                </w:tcPr>
                <w:p w:rsidR="00B61931" w:rsidRDefault="00B61931" w:rsidP="00366CCF">
                  <w:pPr>
                    <w:spacing w:before="80" w:after="120"/>
                    <w:jc w:val="center"/>
                    <w:rPr>
                      <w:rFonts w:ascii="Arial" w:hAnsi="Arial" w:cs="Arial"/>
                      <w:sz w:val="17"/>
                      <w:szCs w:val="17"/>
                    </w:rPr>
                  </w:pPr>
                  <w:r>
                    <w:rPr>
                      <w:rFonts w:ascii="Arial" w:hAnsi="Arial" w:cs="Arial"/>
                      <w:sz w:val="17"/>
                      <w:szCs w:val="17"/>
                    </w:rPr>
                    <w:t>10.7</w:t>
                  </w:r>
                </w:p>
              </w:tc>
              <w:tc>
                <w:tcPr>
                  <w:tcW w:w="940" w:type="dxa"/>
                </w:tcPr>
                <w:p w:rsidR="00B61931" w:rsidRDefault="00B61931" w:rsidP="00366CCF">
                  <w:pPr>
                    <w:spacing w:before="80" w:after="120"/>
                    <w:jc w:val="center"/>
                    <w:rPr>
                      <w:rFonts w:ascii="Arial" w:hAnsi="Arial" w:cs="Arial"/>
                      <w:sz w:val="17"/>
                      <w:szCs w:val="17"/>
                    </w:rPr>
                  </w:pPr>
                  <w:r>
                    <w:rPr>
                      <w:rFonts w:ascii="Arial" w:hAnsi="Arial" w:cs="Arial"/>
                      <w:sz w:val="17"/>
                      <w:szCs w:val="17"/>
                    </w:rPr>
                    <w:t>10.5</w:t>
                  </w:r>
                </w:p>
              </w:tc>
              <w:tc>
                <w:tcPr>
                  <w:tcW w:w="941" w:type="dxa"/>
                </w:tcPr>
                <w:p w:rsidR="00B61931" w:rsidRDefault="00B61931" w:rsidP="00366CCF">
                  <w:pPr>
                    <w:spacing w:before="80" w:after="120"/>
                    <w:jc w:val="center"/>
                    <w:rPr>
                      <w:rFonts w:ascii="Arial" w:hAnsi="Arial" w:cs="Arial"/>
                      <w:sz w:val="17"/>
                      <w:szCs w:val="17"/>
                    </w:rPr>
                  </w:pPr>
                  <w:r>
                    <w:rPr>
                      <w:rFonts w:ascii="Arial" w:hAnsi="Arial" w:cs="Arial"/>
                      <w:sz w:val="17"/>
                      <w:szCs w:val="17"/>
                    </w:rPr>
                    <w:t>8.2</w:t>
                  </w:r>
                </w:p>
              </w:tc>
              <w:tc>
                <w:tcPr>
                  <w:tcW w:w="938" w:type="dxa"/>
                  <w:shd w:val="clear" w:color="auto" w:fill="auto"/>
                </w:tcPr>
                <w:p w:rsidR="00B61931" w:rsidRDefault="00B61931" w:rsidP="00366CCF">
                  <w:pPr>
                    <w:spacing w:before="80" w:after="120"/>
                    <w:jc w:val="center"/>
                    <w:rPr>
                      <w:rFonts w:ascii="Arial" w:hAnsi="Arial" w:cs="Arial"/>
                      <w:sz w:val="17"/>
                      <w:szCs w:val="17"/>
                    </w:rPr>
                  </w:pPr>
                  <w:r>
                    <w:rPr>
                      <w:rFonts w:ascii="Arial" w:hAnsi="Arial" w:cs="Arial"/>
                      <w:sz w:val="17"/>
                      <w:szCs w:val="17"/>
                    </w:rPr>
                    <w:t>7.5</w:t>
                  </w:r>
                </w:p>
              </w:tc>
            </w:tr>
          </w:tbl>
          <w:p w:rsidR="00B61931" w:rsidRPr="00911DCF" w:rsidRDefault="00B61931" w:rsidP="008476D9">
            <w:pPr>
              <w:autoSpaceDE w:val="0"/>
              <w:autoSpaceDN w:val="0"/>
              <w:adjustRightInd w:val="0"/>
              <w:spacing w:before="120" w:after="120" w:line="240" w:lineRule="atLeast"/>
              <w:rPr>
                <w:color w:val="000000"/>
                <w:sz w:val="22"/>
                <w:szCs w:val="22"/>
              </w:rPr>
            </w:pPr>
          </w:p>
          <w:p w:rsidR="00B61931" w:rsidRDefault="00B61931" w:rsidP="008476D9">
            <w:pPr>
              <w:pStyle w:val="TableBodyText"/>
              <w:spacing w:after="120"/>
              <w:jc w:val="left"/>
            </w:pPr>
          </w:p>
        </w:tc>
      </w:tr>
      <w:tr w:rsidR="00E037A1" w:rsidRPr="000014BD" w:rsidTr="002E049F">
        <w:tc>
          <w:tcPr>
            <w:tcW w:w="1033" w:type="pct"/>
          </w:tcPr>
          <w:p w:rsidR="00E037A1" w:rsidRPr="00B00283" w:rsidRDefault="00E037A1" w:rsidP="00732F2D">
            <w:pPr>
              <w:pStyle w:val="TableBodyText"/>
              <w:jc w:val="left"/>
              <w:rPr>
                <w:b/>
              </w:rPr>
            </w:pPr>
            <w:r>
              <w:rPr>
                <w:b/>
              </w:rPr>
              <w:t>Comparability</w:t>
            </w:r>
          </w:p>
        </w:tc>
        <w:tc>
          <w:tcPr>
            <w:tcW w:w="3967" w:type="pct"/>
          </w:tcPr>
          <w:p w:rsidR="00E037A1" w:rsidRDefault="00E037A1" w:rsidP="008476D9">
            <w:pPr>
              <w:pStyle w:val="TableBodyText"/>
              <w:spacing w:after="120"/>
              <w:jc w:val="left"/>
            </w:pPr>
            <w:r>
              <w:t>NCVER’s VET Provider Collection is comprised of data collected through separate submissions from state/territory training authorities every year. Therefore, despite the best efforts of NCVER and the state/territory training authorities involved, from time to time inconsistencies arise that in the collection and submission of the data that affects its comparability across different years. The issues relevant to this submission are listed below and must be included with any subsequent dissemination of the data.</w:t>
            </w:r>
          </w:p>
          <w:p w:rsidR="00E037A1" w:rsidRDefault="00E037A1" w:rsidP="008476D9">
            <w:pPr>
              <w:pStyle w:val="TableBodyText"/>
              <w:spacing w:after="120"/>
              <w:jc w:val="left"/>
            </w:pPr>
            <w:r>
              <w:t>Notes on tables</w:t>
            </w:r>
          </w:p>
          <w:p w:rsidR="00E037A1" w:rsidRDefault="00E037A1" w:rsidP="008476D9">
            <w:pPr>
              <w:pStyle w:val="TableBodyText"/>
              <w:spacing w:after="120"/>
              <w:jc w:val="left"/>
            </w:pPr>
            <w:r>
              <w:t>1. In May 2012, the Australian Capital Territory re-submitted data for the 2010 National VET Provider Collection to address data quality. The re-submission affects student characteristics that were not known in the original data submission. There was no change in the total training activity for 2010 as a result of the resubmission.</w:t>
            </w:r>
          </w:p>
          <w:p w:rsidR="00E037A1" w:rsidRDefault="00E037A1" w:rsidP="008476D9">
            <w:pPr>
              <w:pStyle w:val="TableBodyText"/>
              <w:spacing w:after="120"/>
              <w:jc w:val="left"/>
            </w:pPr>
            <w:r>
              <w:t>2.  From 2011, the National Art School in New South Wales moved to reporting nationally as part of the Commonwealth Higher Education Statistics collection. In 2010, the National Art School reported 360 students, 2375 subject enrolments, 345 399 nationally agreed nominal hours and 480 full-year training equivalents.</w:t>
            </w:r>
          </w:p>
          <w:p w:rsidR="00E037A1" w:rsidRDefault="00E037A1" w:rsidP="008476D9">
            <w:pPr>
              <w:pStyle w:val="TableBodyText"/>
              <w:spacing w:after="120"/>
              <w:jc w:val="left"/>
            </w:pPr>
            <w:r>
              <w:t>3. The Northern Territory has advised that there were no data for the NT Adult and Community Education (ACE) in the 2011 VET Provider Collection. The training provider advised in late 2011 that they were no longer providing accredited training associated with ACE in the Northern Territory. In 2010, the NT ACE reported 11 students, 76 subject enrolments, 1013 nationally agreed hours and 1 full-year training equivalent.</w:t>
            </w:r>
          </w:p>
          <w:p w:rsidR="00E037A1" w:rsidRDefault="00E037A1" w:rsidP="008476D9">
            <w:pPr>
              <w:pStyle w:val="TableBodyText"/>
              <w:spacing w:after="120"/>
              <w:jc w:val="left"/>
            </w:pPr>
            <w:r>
              <w:t>4. Victoria submitted one consolidated submission for 2009 activity, in place of the three previous submissions (TAFE, ACE and private providers). As a consequence of the way some adult and community education and private registered training organisations are scoped, there may be some slight reporting differences in 2009 compared with previous years.</w:t>
            </w:r>
          </w:p>
          <w:p w:rsidR="00E037A1" w:rsidRDefault="00E037A1" w:rsidP="008476D9">
            <w:pPr>
              <w:pStyle w:val="TableBodyText"/>
              <w:spacing w:after="120"/>
              <w:jc w:val="left"/>
            </w:pPr>
            <w:r>
              <w:t>5. Data from the Workers Education Association (WEA) of South Australia were unable to be included in the 2009 National VET Provider Collection. In 2008 WEA reported 6397 students, 7993 subject enrolments and 135 312 nationally agreed nominal hours and 188 full-year training equivalents.</w:t>
            </w:r>
          </w:p>
          <w:p w:rsidR="00E037A1" w:rsidRDefault="00E037A1" w:rsidP="008476D9">
            <w:pPr>
              <w:pStyle w:val="TableBodyText"/>
              <w:spacing w:after="120"/>
              <w:jc w:val="left"/>
            </w:pPr>
            <w:r>
              <w:t>6. From 2009 onwards, data from Tasmania are not necessarily comparable with previous years due to changes in training arrangements implemented in the Tasmania Tomorrow initiatives. These initiatives included some senior secondary colleges and TAFE being replaced by the Tasmanian Academy, the Tasmanian Polytechnic and the Tasmanian Skills Institute.</w:t>
            </w:r>
          </w:p>
          <w:p w:rsidR="00E037A1" w:rsidRDefault="00E037A1" w:rsidP="008476D9">
            <w:pPr>
              <w:pStyle w:val="TableBodyText"/>
              <w:spacing w:after="120"/>
              <w:jc w:val="left"/>
            </w:pPr>
            <w:r>
              <w:t>7. Access/Remoteness Index of Australia (ARIA+) was developed by the National Centre for Social Applications of Geographic Information Systems (GISCA) based on ARIA. ARIA+ is now the standard ABS-endorsed measure of remoteness. It is an index of remoteness derived from measures of road distances between populated localities and service centres. These road distances are then used to generate a remoteness score for any location in Australia. ARIA+ forms the basis for the ABS ‘Remoteness Structure’ component of the Australian Standard Geographical Classification. ARIA+ was updated in 2008 from data contained in the 2006 Census of Population and Housing. The index has been backdated to apply to all years reported in this publication. As a consequence, ARIA+ data in this publication may not match previously reported data. For mo</w:t>
            </w:r>
            <w:r w:rsidR="00967A1F">
              <w:t>re details refer to [</w:t>
            </w:r>
            <w:r>
              <w:t>www.adelaide.edu.au/apmrc/gisca/pr</w:t>
            </w:r>
            <w:r w:rsidR="00967A1F">
              <w:t>ojects/category/about_aria.html]</w:t>
            </w:r>
          </w:p>
          <w:p w:rsidR="00E037A1" w:rsidRDefault="00E037A1" w:rsidP="008476D9">
            <w:pPr>
              <w:pStyle w:val="TableBodyText"/>
              <w:spacing w:after="120"/>
              <w:jc w:val="left"/>
            </w:pPr>
            <w:r>
              <w:t>8. In 2009, the South Australian Department of Further Education, Employment, Science and Technology (DFEEST) changed the method of reporting 'Other recognised courses' and subject only enrolments for TAFE SA. This represented a break in series, as these students could no longer be counted in course enrolments. In 2010, DFEEST implemented a new reporting method—that was similar to that used prior to 2009—for reporting 'Other recognised courses' and subject only enrolments. Consequently, this also represents a break in series for reporting purposes. If the pre-2009 reporting method was applied to the 2009 data, the number of students in 'Other recognised courses' would have been 30 400 rather than 5700 and subject only enrolments 11 700 rather than 36 700. Likewise, student numbers for Australia would have been 234 100 rather than 209 200 (for other recognised courses) and 82 500 rather than 107 500 (for subject only).</w:t>
            </w:r>
          </w:p>
          <w:p w:rsidR="00E037A1" w:rsidRDefault="00E037A1" w:rsidP="008476D9">
            <w:pPr>
              <w:pStyle w:val="TableBodyText"/>
              <w:spacing w:after="120"/>
              <w:jc w:val="left"/>
            </w:pPr>
            <w:r>
              <w:t>9. Data for qualifications completed in 2011 are based on preliminary data submissions. Preliminary estimates indicate that there was a total of 444 600 qualifications completed in 2011 (compared with a preliminary estimate of 382 200 qualifications completed in 2010). The 2011 data will be revised upwards in the 2012 VET Provider Collection to accommodate further notification of qualifications completed.</w:t>
            </w:r>
          </w:p>
        </w:tc>
      </w:tr>
    </w:tbl>
    <w:p w:rsidR="004655B3" w:rsidRDefault="004655B3" w:rsidP="00732F2D"/>
    <w:p w:rsidR="00B00283" w:rsidRDefault="00B00283" w:rsidP="00D43889">
      <w:pPr>
        <w:pBdr>
          <w:left w:val="single" w:sz="4" w:space="1" w:color="auto"/>
        </w:pBdr>
      </w:pPr>
      <w:r>
        <w:br w:type="page"/>
      </w:r>
    </w:p>
    <w:p w:rsidR="00B00283" w:rsidRDefault="00B00283" w:rsidP="00732F2D">
      <w:pPr>
        <w:pStyle w:val="Heading3"/>
      </w:pPr>
      <w:bookmarkStart w:id="41" w:name="_Ref328466309"/>
      <w:r>
        <w:t>Data Quality Statement — Survey of Education and Work</w:t>
      </w:r>
      <w:bookmarkEnd w:id="41"/>
    </w:p>
    <w:p w:rsidR="00B00283" w:rsidRPr="00037389" w:rsidRDefault="00B00283" w:rsidP="00732F2D">
      <w:pPr>
        <w:pStyle w:val="BoxSpace"/>
      </w:pPr>
    </w:p>
    <w:tbl>
      <w:tblPr>
        <w:tblW w:w="5000" w:type="pct"/>
        <w:tblLook w:val="01E0" w:firstRow="1" w:lastRow="1" w:firstColumn="1" w:lastColumn="1" w:noHBand="0" w:noVBand="0"/>
      </w:tblPr>
      <w:tblGrid>
        <w:gridCol w:w="1860"/>
        <w:gridCol w:w="7145"/>
      </w:tblGrid>
      <w:tr w:rsidR="00B00283" w:rsidRPr="000014BD" w:rsidTr="002E049F">
        <w:tc>
          <w:tcPr>
            <w:tcW w:w="1033" w:type="pct"/>
          </w:tcPr>
          <w:p w:rsidR="00B00283" w:rsidRPr="00B00283" w:rsidRDefault="00B00283" w:rsidP="00732F2D">
            <w:pPr>
              <w:pStyle w:val="TableBodyText"/>
              <w:jc w:val="left"/>
              <w:rPr>
                <w:b/>
              </w:rPr>
            </w:pPr>
            <w:r w:rsidRPr="00B00283">
              <w:rPr>
                <w:b/>
              </w:rPr>
              <w:t>Institutional environment</w:t>
            </w:r>
          </w:p>
        </w:tc>
        <w:tc>
          <w:tcPr>
            <w:tcW w:w="3967" w:type="pct"/>
          </w:tcPr>
          <w:p w:rsidR="003E0E83" w:rsidRDefault="00B00283" w:rsidP="003E0E83">
            <w:pPr>
              <w:pStyle w:val="TableBodyText"/>
              <w:jc w:val="left"/>
            </w:pPr>
            <w:r w:rsidRPr="00B00283">
              <w:rPr>
                <w:rFonts w:eastAsiaTheme="minorHAnsi"/>
                <w:lang w:eastAsia="en-US"/>
              </w:rPr>
              <w:t>For information on the institutional environment of the Australian Bureau of Statistics (ABS), including the legislative obligations of the ABS, financing and governance arrangements, and mechanisms for scrutiny of ABS operations, please se</w:t>
            </w:r>
            <w:r w:rsidR="00B24B97">
              <w:rPr>
                <w:rFonts w:eastAsiaTheme="minorHAnsi"/>
                <w:lang w:eastAsia="en-US"/>
              </w:rPr>
              <w:t xml:space="preserve">e ABS Institutional Environment </w:t>
            </w:r>
            <w:r w:rsidR="00B20AE7">
              <w:t>[</w:t>
            </w:r>
            <w:r w:rsidR="00B24B97">
              <w:t>www.abs.gov.au/websitedbs/d3310114.nsf/4a256353001af3ed4</w:t>
            </w:r>
          </w:p>
          <w:p w:rsidR="00B00283" w:rsidRPr="00B00283" w:rsidRDefault="00B24B97" w:rsidP="003E0E83">
            <w:pPr>
              <w:pStyle w:val="TableBodyText"/>
              <w:jc w:val="left"/>
              <w:rPr>
                <w:rFonts w:eastAsiaTheme="minorHAnsi"/>
                <w:lang w:eastAsia="en-US"/>
              </w:rPr>
            </w:pPr>
            <w:r>
              <w:t>b2562bb00121564/10ca14cb967e5b83ca2573ae 00197b65!OpenDocument]</w:t>
            </w:r>
          </w:p>
        </w:tc>
      </w:tr>
      <w:tr w:rsidR="00B00283" w:rsidRPr="000014BD" w:rsidTr="002E049F">
        <w:tc>
          <w:tcPr>
            <w:tcW w:w="1033" w:type="pct"/>
          </w:tcPr>
          <w:p w:rsidR="00B00283" w:rsidRPr="00B00283" w:rsidRDefault="00B00283" w:rsidP="00732F2D">
            <w:pPr>
              <w:pStyle w:val="TableBodyText"/>
              <w:jc w:val="left"/>
              <w:rPr>
                <w:b/>
              </w:rPr>
            </w:pPr>
            <w:r w:rsidRPr="00B00283">
              <w:rPr>
                <w:b/>
              </w:rPr>
              <w:t>Relevance</w:t>
            </w:r>
          </w:p>
          <w:p w:rsidR="00B00283" w:rsidRPr="00B00283" w:rsidRDefault="00B00283" w:rsidP="00732F2D">
            <w:pPr>
              <w:pStyle w:val="TableBodyText"/>
              <w:jc w:val="left"/>
              <w:rPr>
                <w:b/>
              </w:rPr>
            </w:pPr>
          </w:p>
        </w:tc>
        <w:tc>
          <w:tcPr>
            <w:tcW w:w="3967" w:type="pct"/>
          </w:tcPr>
          <w:p w:rsidR="00B00283" w:rsidRPr="00B00283" w:rsidRDefault="00B00283" w:rsidP="00732F2D">
            <w:pPr>
              <w:pStyle w:val="TableBodyText"/>
              <w:jc w:val="left"/>
            </w:pPr>
            <w:r w:rsidRPr="00B00283">
              <w:t>The Education and Work survey provides annual information about a range of key indicators relating to educational participation and attainment along with data on people's transition between education and work for all persons aged 15–64 years and persons aged 65–74 years who are employed or marginall</w:t>
            </w:r>
            <w:r w:rsidR="00943A41">
              <w:t>y attached to the labour force.</w:t>
            </w:r>
          </w:p>
          <w:p w:rsidR="00B20AE7" w:rsidRDefault="00B00283" w:rsidP="00732F2D">
            <w:pPr>
              <w:pStyle w:val="TableBodyText"/>
              <w:jc w:val="left"/>
            </w:pPr>
            <w:r w:rsidRPr="00B00283">
              <w:t>Since this survey is supplementary to the Labour Force Survey (LFS), persons excluded from the LFS are also excluded from this survey (see Explanatory Not</w:t>
            </w:r>
            <w:r w:rsidR="00967A1F">
              <w:t>es of Labour Force, Australia (C</w:t>
            </w:r>
            <w:r w:rsidRPr="00B00283">
              <w:t>at. no. 6202.0)</w:t>
            </w:r>
            <w:r w:rsidR="00B20AE7">
              <w:t xml:space="preserve"> [</w:t>
            </w:r>
            <w:r w:rsidR="00B24B97" w:rsidRPr="00B24B97">
              <w:t>www.abs.gov.au/</w:t>
            </w:r>
            <w:r w:rsidR="00B20AE7">
              <w:t>A</w:t>
            </w:r>
            <w:r w:rsidR="00B24B97" w:rsidRPr="00B24B97">
              <w:t>USSTATS/abs@.nsf/Latestproducts/6202.0Explanatory</w:t>
            </w:r>
          </w:p>
          <w:p w:rsidR="003E0E83" w:rsidRDefault="00B24B97" w:rsidP="00732F2D">
            <w:pPr>
              <w:pStyle w:val="TableBodyText"/>
              <w:jc w:val="left"/>
            </w:pPr>
            <w:r w:rsidRPr="00B24B97">
              <w:t>%20Notes1Apr%202012?opendocument&amp;tabname=Notes&amp;prodno=</w:t>
            </w:r>
          </w:p>
          <w:p w:rsidR="00B00283" w:rsidRPr="00B00283" w:rsidRDefault="00B24B97" w:rsidP="00732F2D">
            <w:pPr>
              <w:pStyle w:val="TableBodyText"/>
              <w:jc w:val="left"/>
            </w:pPr>
            <w:r w:rsidRPr="00B24B97">
              <w:t>6202.0&amp;issue=Apr%</w:t>
            </w:r>
            <w:r w:rsidR="00A23FAD">
              <w:t xml:space="preserve"> </w:t>
            </w:r>
            <w:r w:rsidRPr="00B24B97">
              <w:t>202012&amp;num=&amp;view=</w:t>
            </w:r>
            <w:r>
              <w:t>]</w:t>
            </w:r>
            <w:r w:rsidR="003E0E83">
              <w:t xml:space="preserve"> for standard LFS exclusions]</w:t>
            </w:r>
            <w:r w:rsidR="00B00283" w:rsidRPr="00B00283">
              <w:t>. Additional exclusions from this survey were persons aged 75 years or older, persons aged 65–74 years who are not intending to work, persons permanently unable to work, institutionalised persons and boarding school pupils. Very remote areas were inclu</w:t>
            </w:r>
            <w:r w:rsidR="00943A41">
              <w:t>ded for the first time in 2009.</w:t>
            </w:r>
          </w:p>
          <w:p w:rsidR="00B00283" w:rsidRPr="00B00283" w:rsidRDefault="00B00283" w:rsidP="00732F2D">
            <w:pPr>
              <w:pStyle w:val="TableBodyText"/>
              <w:jc w:val="left"/>
            </w:pPr>
            <w:r w:rsidRPr="00B00283">
              <w:t>The type of information collected included: participation in education in the year prior to the survey, and in the survey month; labour force characteristics; type of educational institution; level of education of current and previous study; highest year of school completed; level and main field of highest non-school qualification; transition from education to work; unmet demand for education; and selected characteristics of apprentices.</w:t>
            </w:r>
          </w:p>
          <w:p w:rsidR="00B24B97" w:rsidRDefault="00B00283" w:rsidP="00732F2D">
            <w:pPr>
              <w:pStyle w:val="TableBodyText"/>
              <w:jc w:val="left"/>
            </w:pPr>
            <w:r w:rsidRPr="00B00283">
              <w:t>The Australian Classi</w:t>
            </w:r>
            <w:r w:rsidR="00967A1F">
              <w:t>fication of Education (ASCED) (C</w:t>
            </w:r>
            <w:r w:rsidRPr="00B00283">
              <w:t xml:space="preserve">at. no. 1272.0) </w:t>
            </w:r>
            <w:r w:rsidR="00B20AE7">
              <w:t>[</w:t>
            </w:r>
            <w:r w:rsidR="00B24B97">
              <w:t>www.abs.gov.au/AUSSTATS/abs@.nsf/DetailsPage</w:t>
            </w:r>
          </w:p>
          <w:p w:rsidR="00B00283" w:rsidRPr="00B00283" w:rsidRDefault="00B24B97" w:rsidP="00732F2D">
            <w:pPr>
              <w:pStyle w:val="TableBodyText"/>
              <w:jc w:val="left"/>
            </w:pPr>
            <w:r>
              <w:t xml:space="preserve">/1272.02001?OpenDocument] </w:t>
            </w:r>
            <w:r w:rsidR="00B00283" w:rsidRPr="00B00283">
              <w:t xml:space="preserve">was used to classify education. The ASCED is a national standard classification which can be applied to all sectors of the Australian education system including schools, vocational education and training and higher education. The ASCED comprises two classifications: Level of Education and Field of Education. </w:t>
            </w:r>
          </w:p>
        </w:tc>
      </w:tr>
      <w:tr w:rsidR="00B00283" w:rsidRPr="000014BD" w:rsidTr="002E049F">
        <w:tc>
          <w:tcPr>
            <w:tcW w:w="1033" w:type="pct"/>
          </w:tcPr>
          <w:p w:rsidR="00B00283" w:rsidRPr="00B00283" w:rsidRDefault="00B00283" w:rsidP="00732F2D">
            <w:pPr>
              <w:pStyle w:val="TableBodyText"/>
              <w:jc w:val="left"/>
              <w:rPr>
                <w:b/>
              </w:rPr>
            </w:pPr>
            <w:r w:rsidRPr="00B00283">
              <w:rPr>
                <w:b/>
              </w:rPr>
              <w:t>Timeliness</w:t>
            </w:r>
          </w:p>
          <w:p w:rsidR="00B00283" w:rsidRPr="00B00283" w:rsidRDefault="00B00283" w:rsidP="00732F2D">
            <w:pPr>
              <w:pStyle w:val="TableBodyText"/>
              <w:jc w:val="left"/>
              <w:rPr>
                <w:b/>
              </w:rPr>
            </w:pPr>
          </w:p>
        </w:tc>
        <w:tc>
          <w:tcPr>
            <w:tcW w:w="3967" w:type="pct"/>
          </w:tcPr>
          <w:p w:rsidR="00B00283" w:rsidRPr="00B00283" w:rsidRDefault="00B00283" w:rsidP="00732F2D">
            <w:pPr>
              <w:pStyle w:val="TableBodyText"/>
              <w:jc w:val="left"/>
              <w:rPr>
                <w:rFonts w:eastAsiaTheme="minorHAnsi"/>
                <w:lang w:eastAsia="en-US"/>
              </w:rPr>
            </w:pPr>
            <w:r w:rsidRPr="00B00283">
              <w:rPr>
                <w:rFonts w:eastAsiaTheme="minorHAnsi"/>
                <w:lang w:eastAsia="en-US"/>
              </w:rPr>
              <w:t xml:space="preserve">The most recent Education and Work survey was conducted throughout Australia in May 2011 as a supplement to the monthly LFS. The ABS has been conducting similar surveys since 1964. These surveys were conducted annually from February 1964 to February 1974, in May 1975 and 1976, in August 1977 and 1978 and annually in May since 1979. Data from the survey are released approximately six months after they have been collected. </w:t>
            </w:r>
          </w:p>
        </w:tc>
      </w:tr>
      <w:tr w:rsidR="00B00283" w:rsidRPr="000014BD" w:rsidTr="002E049F">
        <w:tc>
          <w:tcPr>
            <w:tcW w:w="1033" w:type="pct"/>
          </w:tcPr>
          <w:p w:rsidR="00B00283" w:rsidRPr="00B00283" w:rsidRDefault="00B00283" w:rsidP="00732F2D">
            <w:pPr>
              <w:pStyle w:val="TableBodyText"/>
              <w:jc w:val="left"/>
              <w:rPr>
                <w:b/>
              </w:rPr>
            </w:pPr>
            <w:r w:rsidRPr="00B00283">
              <w:rPr>
                <w:b/>
              </w:rPr>
              <w:t>Accuracy</w:t>
            </w:r>
          </w:p>
          <w:p w:rsidR="00B00283" w:rsidRPr="00B00283" w:rsidRDefault="00B00283" w:rsidP="00732F2D">
            <w:pPr>
              <w:pStyle w:val="TableBodyText"/>
              <w:jc w:val="left"/>
              <w:rPr>
                <w:b/>
              </w:rPr>
            </w:pPr>
          </w:p>
        </w:tc>
        <w:tc>
          <w:tcPr>
            <w:tcW w:w="3967" w:type="pct"/>
          </w:tcPr>
          <w:p w:rsidR="00B00283" w:rsidRPr="00B00283" w:rsidRDefault="00B00283" w:rsidP="00732F2D">
            <w:pPr>
              <w:pStyle w:val="TableBodyText"/>
              <w:jc w:val="left"/>
            </w:pPr>
            <w:r w:rsidRPr="00B00283">
              <w:t>The number of completed interviews (after taking into account scope and co</w:t>
            </w:r>
            <w:r w:rsidR="00B24B97">
              <w:t xml:space="preserve">verage exclusions) was about 39 </w:t>
            </w:r>
            <w:r w:rsidRPr="00B00283">
              <w:t xml:space="preserve">800. This sample was achieved by </w:t>
            </w:r>
            <w:r w:rsidR="00B24B97">
              <w:t>obtaining a response rate of 96 per cent</w:t>
            </w:r>
            <w:r w:rsidR="00943A41">
              <w:t xml:space="preserve"> from the selected households.</w:t>
            </w:r>
          </w:p>
          <w:p w:rsidR="00B00283" w:rsidRPr="00B00283" w:rsidRDefault="00B00283" w:rsidP="00732F2D">
            <w:pPr>
              <w:pStyle w:val="TableBodyText"/>
              <w:jc w:val="left"/>
            </w:pPr>
            <w:r w:rsidRPr="00B00283">
              <w:t>The Labour Force Survey is designed to primarily provide estimates for the whole of Aus</w:t>
            </w:r>
            <w:r w:rsidR="00B24B97">
              <w:t>tralia and, secondly, for each State and T</w:t>
            </w:r>
            <w:r w:rsidRPr="00B00283">
              <w:t>erritory.</w:t>
            </w:r>
          </w:p>
          <w:p w:rsidR="00B00283" w:rsidRPr="00B00283" w:rsidRDefault="00B00283" w:rsidP="00732F2D">
            <w:pPr>
              <w:pStyle w:val="TableBodyText"/>
              <w:jc w:val="left"/>
            </w:pPr>
            <w:r w:rsidRPr="00B00283">
              <w:t>Two types of error are possible in an estimat</w:t>
            </w:r>
            <w:r w:rsidR="00B24B97">
              <w:t xml:space="preserve">e based on a sample survey: </w:t>
            </w:r>
            <w:r w:rsidR="00B24B97">
              <w:br/>
              <w:t>non-</w:t>
            </w:r>
            <w:r w:rsidRPr="00B00283">
              <w:t>sampling error and sampling error.</w:t>
            </w:r>
          </w:p>
          <w:p w:rsidR="00B00283" w:rsidRPr="00B00283" w:rsidRDefault="00B00283" w:rsidP="00732F2D">
            <w:pPr>
              <w:pStyle w:val="TableBodyText"/>
              <w:jc w:val="left"/>
            </w:pPr>
            <w:r w:rsidRPr="00B00283">
              <w:t>Non-sampling error arises from inaccuracies in collecting, recording and processing the data. Every effort is made to minimise reporting error by the careful design of questionnaires, intensive training and supervision of interviewers, and efficient data processing procedures. Non-sampling error arises because information cannot be obtained from all persons selected in the survey.</w:t>
            </w:r>
          </w:p>
          <w:p w:rsidR="00B00283" w:rsidRPr="00B00283" w:rsidRDefault="00B00283" w:rsidP="00732F2D">
            <w:pPr>
              <w:pStyle w:val="TableBodyText"/>
              <w:jc w:val="left"/>
            </w:pPr>
            <w:r w:rsidRPr="00B00283">
              <w:t>Sampling error occurs because a sample, rather than the entire population is surveyed. One measure of the likely difference resulting from not including all dwellings in the survey is given by the standard error. There are about two chances in three that a sample estimate will differ by less than one standard error from the figure that would have been obtained if all dwellings had been included in the survey and about 19 chances in 20 that the difference will be less than two standard errors.</w:t>
            </w:r>
          </w:p>
          <w:p w:rsidR="00B00283" w:rsidRPr="00B00283" w:rsidRDefault="00B00283" w:rsidP="00B20AE7">
            <w:pPr>
              <w:pStyle w:val="TableBodyText"/>
              <w:jc w:val="left"/>
            </w:pPr>
            <w:r w:rsidRPr="00B00283">
              <w:t xml:space="preserve">Every five years, following the availability of data from the Census of Population and Housing, the ABS reviews the LFS sample design. As a result of the review following the 2006 Census, the new sample design, implemented over the period November 2007 to June 2008, resulted in a smaller sample size from July 2008. For more information see Information Paper: Labour </w:t>
            </w:r>
            <w:r w:rsidR="00B20AE7">
              <w:t>Force Sample Design, Nov 2007 (Cat. no. 6269.0) [</w:t>
            </w:r>
            <w:r w:rsidR="00B24B97" w:rsidRPr="00B24B97">
              <w:t>www.abs.gov.au/ausstats/abs@.nsf/mf/6269.0]</w:t>
            </w:r>
            <w:r w:rsidR="00B24B97">
              <w:t>.</w:t>
            </w:r>
          </w:p>
        </w:tc>
      </w:tr>
      <w:tr w:rsidR="00B00283" w:rsidRPr="000014BD" w:rsidTr="002E049F">
        <w:tc>
          <w:tcPr>
            <w:tcW w:w="1033" w:type="pct"/>
          </w:tcPr>
          <w:p w:rsidR="00B00283" w:rsidRPr="00B00283" w:rsidRDefault="00B00283" w:rsidP="00732F2D">
            <w:pPr>
              <w:pStyle w:val="TableBodyText"/>
              <w:jc w:val="left"/>
              <w:rPr>
                <w:b/>
              </w:rPr>
            </w:pPr>
            <w:r w:rsidRPr="00B00283">
              <w:rPr>
                <w:b/>
              </w:rPr>
              <w:t>Coherence</w:t>
            </w:r>
          </w:p>
          <w:p w:rsidR="00B00283" w:rsidRPr="00B00283" w:rsidRDefault="00B00283" w:rsidP="00732F2D">
            <w:pPr>
              <w:pStyle w:val="TableBodyText"/>
              <w:jc w:val="left"/>
              <w:rPr>
                <w:b/>
              </w:rPr>
            </w:pPr>
          </w:p>
        </w:tc>
        <w:tc>
          <w:tcPr>
            <w:tcW w:w="3967" w:type="pct"/>
          </w:tcPr>
          <w:p w:rsidR="00B00283" w:rsidRPr="00B00283" w:rsidRDefault="00B00283" w:rsidP="00732F2D">
            <w:pPr>
              <w:pStyle w:val="TableBodyText"/>
              <w:jc w:val="left"/>
            </w:pPr>
            <w:r w:rsidRPr="00B00283">
              <w:t>The indicators for COAG national agreement reporting that are based on the 2011 SEW are consistent with those supplied from previous cycles of this survey. Data for 2010 have been revised due to amendments to the populati</w:t>
            </w:r>
            <w:r w:rsidR="00943A41">
              <w:t>on benchmarks for the 2010 SEW.</w:t>
            </w:r>
          </w:p>
          <w:p w:rsidR="00B00283" w:rsidRPr="00B00283" w:rsidRDefault="00B00283" w:rsidP="00732F2D">
            <w:pPr>
              <w:pStyle w:val="TableBodyText"/>
              <w:jc w:val="left"/>
            </w:pPr>
            <w:r w:rsidRPr="00B00283">
              <w:t>The ABS seeks to maximise consistency and comparability over time by minimising changes to the survey; sound survey practice requires ongoing development to maintain the integrity of the data. No changes were made to th</w:t>
            </w:r>
            <w:r w:rsidR="00943A41">
              <w:t>e survey between 2010 and 2011.</w:t>
            </w:r>
          </w:p>
          <w:p w:rsidR="00B00283" w:rsidRPr="00B00283" w:rsidRDefault="00B00283" w:rsidP="00732F2D">
            <w:pPr>
              <w:pStyle w:val="TableBodyText"/>
              <w:jc w:val="left"/>
            </w:pPr>
            <w:r w:rsidRPr="00B00283">
              <w:t xml:space="preserve">In 2009 the scope of the survey was extended to include persons aged </w:t>
            </w:r>
            <w:r>
              <w:br/>
            </w:r>
            <w:r w:rsidRPr="00B00283">
              <w:t>65–74 years who are employed or marginally attached to the labour force. Persons are determined to be marginally attached to the labour force if they were not in the labour force in the reference week, wanted to work and: were actively looking for work but did not meet the availability criteria to be classified as unemployed; or were not actively looking for work but were available to start work within four weeks or could start work within four wee</w:t>
            </w:r>
            <w:r w:rsidR="00943A41">
              <w:t>ks if child care was available.</w:t>
            </w:r>
          </w:p>
          <w:p w:rsidR="00B00283" w:rsidRPr="00B00283" w:rsidRDefault="00B00283" w:rsidP="00732F2D">
            <w:pPr>
              <w:pStyle w:val="TableBodyText"/>
              <w:jc w:val="left"/>
            </w:pPr>
            <w:r w:rsidRPr="00B00283">
              <w:t>Prior to 2009, all people in very remote areas were excluded from the SEW. Very remote areas represent about two per cent of the total Australian population and 20</w:t>
            </w:r>
            <w:r>
              <w:t xml:space="preserve"> per cent</w:t>
            </w:r>
            <w:r w:rsidRPr="00B00283">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t xml:space="preserve"> per cent</w:t>
            </w:r>
            <w:r w:rsidRPr="00B00283">
              <w:t xml:space="preserve"> of the population. These differences should have only a minor effect on comparisons over time.</w:t>
            </w:r>
          </w:p>
        </w:tc>
      </w:tr>
      <w:tr w:rsidR="00B00283" w:rsidRPr="000014BD" w:rsidTr="002E049F">
        <w:tc>
          <w:tcPr>
            <w:tcW w:w="1033" w:type="pct"/>
          </w:tcPr>
          <w:p w:rsidR="00B00283" w:rsidRPr="00B00283" w:rsidRDefault="00B00283" w:rsidP="00732F2D">
            <w:pPr>
              <w:pStyle w:val="TableBodyText"/>
              <w:jc w:val="left"/>
              <w:rPr>
                <w:b/>
              </w:rPr>
            </w:pPr>
            <w:r w:rsidRPr="00B00283">
              <w:rPr>
                <w:b/>
              </w:rPr>
              <w:t>Accessibility</w:t>
            </w:r>
          </w:p>
          <w:p w:rsidR="00B00283" w:rsidRPr="00B00283" w:rsidRDefault="00B00283" w:rsidP="00732F2D">
            <w:pPr>
              <w:pStyle w:val="TableBodyText"/>
              <w:jc w:val="left"/>
              <w:rPr>
                <w:b/>
              </w:rPr>
            </w:pPr>
          </w:p>
        </w:tc>
        <w:tc>
          <w:tcPr>
            <w:tcW w:w="3967" w:type="pct"/>
          </w:tcPr>
          <w:p w:rsidR="00B00283" w:rsidRPr="00B00283" w:rsidRDefault="00B00283" w:rsidP="00732F2D">
            <w:pPr>
              <w:pStyle w:val="TableBodyText"/>
              <w:jc w:val="left"/>
              <w:rPr>
                <w:rFonts w:eastAsiaTheme="minorHAnsi"/>
                <w:lang w:eastAsia="en-US"/>
              </w:rPr>
            </w:pPr>
            <w:r w:rsidRPr="00B00283">
              <w:rPr>
                <w:rFonts w:eastAsiaTheme="minorHAnsi"/>
                <w:lang w:eastAsia="en-US"/>
              </w:rPr>
              <w:t>In addition to the electronic publication, the tables and associated RSEs are available in spreadsheet format on the website. Extra tables not contained in the electronic publication ar</w:t>
            </w:r>
            <w:r w:rsidR="00943A41">
              <w:rPr>
                <w:rFonts w:eastAsiaTheme="minorHAnsi"/>
                <w:lang w:eastAsia="en-US"/>
              </w:rPr>
              <w:t>e also included on the website.</w:t>
            </w:r>
          </w:p>
          <w:p w:rsidR="00B00283" w:rsidRPr="00B00283" w:rsidRDefault="00B00283" w:rsidP="00732F2D">
            <w:pPr>
              <w:pStyle w:val="TableBodyText"/>
              <w:jc w:val="left"/>
              <w:rPr>
                <w:rFonts w:eastAsiaTheme="minorHAnsi"/>
                <w:lang w:eastAsia="en-US"/>
              </w:rPr>
            </w:pPr>
            <w:r w:rsidRPr="00B00283">
              <w:rPr>
                <w:rFonts w:eastAsiaTheme="minorHAnsi"/>
                <w:lang w:eastAsia="en-US"/>
              </w:rPr>
              <w:t xml:space="preserve">A Confidentialised Unit Record File (CURF) containing confidentialised microdata from the Survey of Education and Work has been released biennially since 2001. The CURF facilitates interrogation and analysis of survey data. The most recent CURF for the Survey of Education and Work was released from the 2011 survey. For further details refer to the ABS </w:t>
            </w:r>
            <w:r w:rsidR="00B20AE7">
              <w:rPr>
                <w:rFonts w:eastAsiaTheme="minorHAnsi"/>
                <w:lang w:eastAsia="en-US"/>
              </w:rPr>
              <w:t>website [www.abs.gov.au]</w:t>
            </w:r>
          </w:p>
          <w:p w:rsidR="00B00283" w:rsidRPr="00B00283" w:rsidRDefault="00B00283" w:rsidP="00732F2D">
            <w:pPr>
              <w:pStyle w:val="TableBodyText"/>
              <w:jc w:val="left"/>
              <w:rPr>
                <w:rFonts w:eastAsiaTheme="minorHAnsi"/>
                <w:lang w:eastAsia="en-US"/>
              </w:rPr>
            </w:pPr>
            <w:r w:rsidRPr="00B00283">
              <w:rPr>
                <w:rFonts w:eastAsiaTheme="minorHAnsi"/>
                <w:lang w:eastAsia="en-US"/>
              </w:rPr>
              <w:t>Data are also available on request. Note that detailed data can be subject to high relative standard errors which in some cases may result in data being confidentialised.</w:t>
            </w:r>
          </w:p>
          <w:p w:rsidR="00B00283" w:rsidRPr="00B00283" w:rsidRDefault="00B00283" w:rsidP="00732F2D">
            <w:pPr>
              <w:pStyle w:val="TableBodyText"/>
              <w:jc w:val="left"/>
              <w:rPr>
                <w:rFonts w:eastAsiaTheme="minorHAnsi"/>
                <w:lang w:eastAsia="en-US"/>
              </w:rPr>
            </w:pPr>
            <w:r w:rsidRPr="00B00283">
              <w:rPr>
                <w:rFonts w:eastAsiaTheme="minorHAnsi"/>
                <w:lang w:eastAsia="en-US"/>
              </w:rPr>
              <w:t>For further information about these or related statistics, contact the National Information and Referral Service on 1300 135 070.</w:t>
            </w:r>
          </w:p>
        </w:tc>
      </w:tr>
      <w:tr w:rsidR="00B00283" w:rsidRPr="000014BD" w:rsidTr="002E049F">
        <w:tc>
          <w:tcPr>
            <w:tcW w:w="1033" w:type="pct"/>
          </w:tcPr>
          <w:p w:rsidR="00B00283" w:rsidRPr="00B00283" w:rsidRDefault="00B00283" w:rsidP="00732F2D">
            <w:pPr>
              <w:pStyle w:val="TableBodyText"/>
              <w:jc w:val="left"/>
              <w:rPr>
                <w:b/>
              </w:rPr>
            </w:pPr>
            <w:r w:rsidRPr="00B00283">
              <w:rPr>
                <w:b/>
              </w:rPr>
              <w:t>Interpretability</w:t>
            </w:r>
          </w:p>
          <w:p w:rsidR="00B00283" w:rsidRPr="00B00283" w:rsidRDefault="00B00283" w:rsidP="00732F2D">
            <w:pPr>
              <w:pStyle w:val="TableBodyText"/>
              <w:jc w:val="left"/>
              <w:rPr>
                <w:b/>
              </w:rPr>
            </w:pPr>
          </w:p>
        </w:tc>
        <w:tc>
          <w:tcPr>
            <w:tcW w:w="3967" w:type="pct"/>
          </w:tcPr>
          <w:p w:rsidR="00B00283" w:rsidRPr="00B00283" w:rsidRDefault="00B00283" w:rsidP="00732F2D">
            <w:pPr>
              <w:pStyle w:val="TableBodyText"/>
              <w:jc w:val="left"/>
            </w:pPr>
            <w:r w:rsidRPr="00B00283">
              <w:t>Detailed information on the terminology, classifications and other technical aspects associated with the Survey of Education and Work can be found in the relevant web pages included with this release.</w:t>
            </w:r>
          </w:p>
        </w:tc>
      </w:tr>
    </w:tbl>
    <w:p w:rsidR="00B00283" w:rsidRDefault="00B00283" w:rsidP="00732F2D"/>
    <w:p w:rsidR="006C3BD0" w:rsidRDefault="006C3BD0">
      <w:pPr>
        <w:rPr>
          <w:rFonts w:ascii="Arial" w:hAnsi="Arial"/>
          <w:b/>
          <w:sz w:val="32"/>
          <w:szCs w:val="20"/>
        </w:rPr>
      </w:pPr>
      <w:r>
        <w:br w:type="page"/>
      </w:r>
    </w:p>
    <w:p w:rsidR="00017EB5" w:rsidRDefault="00017EB5" w:rsidP="001C6387">
      <w:pPr>
        <w:pStyle w:val="Heading2"/>
      </w:pPr>
      <w:r>
        <w:t>References</w:t>
      </w:r>
    </w:p>
    <w:p w:rsidR="00985566" w:rsidRDefault="00985566" w:rsidP="00985566">
      <w:pPr>
        <w:pStyle w:val="Reference"/>
      </w:pPr>
      <w:r>
        <w:t xml:space="preserve">ABS (Australian Bureau of Statistics) 2010a, ‘The labour market during recent economic downturns’, </w:t>
      </w:r>
      <w:r w:rsidRPr="00404BBA">
        <w:rPr>
          <w:i/>
        </w:rPr>
        <w:t>Australian Social Trends March 2010</w:t>
      </w:r>
      <w:r>
        <w:t>, Cat. no. 4102.0, Canberra.</w:t>
      </w:r>
    </w:p>
    <w:p w:rsidR="00985566" w:rsidRDefault="00985566" w:rsidP="00985566">
      <w:pPr>
        <w:pStyle w:val="Reference"/>
      </w:pPr>
      <w:r>
        <w:t xml:space="preserve">—— 2010b, ‘Are Young People Learning Or Earning?’, </w:t>
      </w:r>
      <w:r w:rsidRPr="00404BBA">
        <w:rPr>
          <w:i/>
        </w:rPr>
        <w:t>Australian Social Trends</w:t>
      </w:r>
      <w:r>
        <w:t xml:space="preserve"> </w:t>
      </w:r>
      <w:r w:rsidRPr="00404BBA">
        <w:rPr>
          <w:i/>
        </w:rPr>
        <w:t>March 2010</w:t>
      </w:r>
      <w:r>
        <w:t>, Cat. no. 4102.0, Canberra.</w:t>
      </w:r>
    </w:p>
    <w:p w:rsidR="00985566" w:rsidRDefault="00985566" w:rsidP="00985566">
      <w:pPr>
        <w:pStyle w:val="Reference"/>
      </w:pPr>
      <w:r>
        <w:t xml:space="preserve">Access Economics 2009, </w:t>
      </w:r>
      <w:r w:rsidR="00241EE2">
        <w:rPr>
          <w:i/>
        </w:rPr>
        <w:t>Economic Modelling of Skills D</w:t>
      </w:r>
      <w:r w:rsidRPr="00C25B1D">
        <w:rPr>
          <w:i/>
        </w:rPr>
        <w:t>emand, Report for Skills Australia</w:t>
      </w:r>
      <w:r>
        <w:t xml:space="preserve">, </w:t>
      </w:r>
      <w:r w:rsidRPr="00C25B1D">
        <w:t>www.skillsaustralia.gov</w:t>
      </w:r>
      <w:r>
        <w:t xml:space="preserve"> </w:t>
      </w:r>
      <w:r w:rsidRPr="00C25B1D">
        <w:t>.au/national-workforce-development-strategy/Australian-Workforce-Futures/documents/AE_Skills_Demand.pdf</w:t>
      </w:r>
      <w:r w:rsidR="00943A41">
        <w:t xml:space="preserve"> (accessed 4 April 2012).</w:t>
      </w:r>
    </w:p>
    <w:p w:rsidR="00985566" w:rsidRDefault="00985566" w:rsidP="00985566">
      <w:pPr>
        <w:pStyle w:val="Reference"/>
      </w:pPr>
      <w:r>
        <w:t xml:space="preserve">Anlezark, A. 2011, </w:t>
      </w:r>
      <w:r w:rsidRPr="00404BBA">
        <w:rPr>
          <w:i/>
        </w:rPr>
        <w:t>Young People in an Economic Downturn, Longitudinal Surveys of Australian Youth</w:t>
      </w:r>
      <w:r>
        <w:t>, Briefing Paper 2.3, NCVER, Adelaide.</w:t>
      </w:r>
    </w:p>
    <w:p w:rsidR="00985566" w:rsidRDefault="00985566" w:rsidP="00985566">
      <w:pPr>
        <w:pStyle w:val="Reference"/>
      </w:pPr>
      <w:r>
        <w:t>Australian Qualifications Framework Council 2011, Australian Qualifications Framework, www.aqf.edu.au (accessed 20 March 2011).</w:t>
      </w:r>
    </w:p>
    <w:p w:rsidR="00985566" w:rsidRDefault="00985566" w:rsidP="00985566">
      <w:pPr>
        <w:pStyle w:val="Reference"/>
      </w:pPr>
      <w:r>
        <w:t>Brad</w:t>
      </w:r>
      <w:r w:rsidR="00241EE2">
        <w:t>ley, D., Noonan, P., Nugent, H. and</w:t>
      </w:r>
      <w:r>
        <w:t xml:space="preserve"> Scales, B. 2008, </w:t>
      </w:r>
      <w:r w:rsidR="00241EE2">
        <w:rPr>
          <w:i/>
        </w:rPr>
        <w:t xml:space="preserve">Review of Australian Higher Education: Final </w:t>
      </w:r>
      <w:r w:rsidRPr="00404BBA">
        <w:rPr>
          <w:i/>
        </w:rPr>
        <w:t>Report</w:t>
      </w:r>
      <w:r>
        <w:t>,</w:t>
      </w:r>
      <w:r w:rsidR="00241EE2">
        <w:t xml:space="preserve"> www.deewr.gov.au/</w:t>
      </w:r>
      <w:r w:rsidR="00241EE2" w:rsidRPr="00241EE2">
        <w:t>HigherEducation/Review/</w:t>
      </w:r>
      <w:r w:rsidR="00241EE2">
        <w:t xml:space="preserve"> </w:t>
      </w:r>
      <w:r w:rsidR="00241EE2" w:rsidRPr="00241EE2">
        <w:t>Pages/ReviewofAustralian</w:t>
      </w:r>
      <w:r>
        <w:t>HigherEducationReport.aspx (accessed 29 April 2011).</w:t>
      </w:r>
    </w:p>
    <w:p w:rsidR="00985566" w:rsidRDefault="00985566" w:rsidP="00985566">
      <w:pPr>
        <w:pStyle w:val="Reference"/>
      </w:pPr>
      <w:r>
        <w:t>Buchanan, J. 2008, ‘</w:t>
      </w:r>
      <w:r w:rsidRPr="00404BBA">
        <w:rPr>
          <w:i/>
        </w:rPr>
        <w:t>Workforce development and the use of skills</w:t>
      </w:r>
      <w:r>
        <w:t>’, Seminar paper presented at The Labour Market, Skills Demand and Skills Formation Seminar, Skills Australia and the Academy of the Socia</w:t>
      </w:r>
      <w:r w:rsidR="00B20AE7">
        <w:t xml:space="preserve">l Sciences in Australia, </w:t>
      </w:r>
      <w:r>
        <w:t>www.skillsaustralia.gov.au/PDFs_RTFs/Skills_demand_skills_formation_paper.pdf  (accessed 10 June 2011).</w:t>
      </w:r>
    </w:p>
    <w:p w:rsidR="00985566" w:rsidRDefault="00985566" w:rsidP="00985566">
      <w:pPr>
        <w:pStyle w:val="Reference"/>
      </w:pPr>
      <w:r>
        <w:t xml:space="preserve">COAG (Council of Australian Governments) 2009a, </w:t>
      </w:r>
      <w:r w:rsidRPr="00404BBA">
        <w:rPr>
          <w:i/>
        </w:rPr>
        <w:t>Intergovernmental Agreement on Federal Financial Relations</w:t>
      </w:r>
      <w:r>
        <w:t xml:space="preserve">, www.coag.gov.au/intergov_agreements/ federal_financial_relations/docs/IGA_federal_financial_relations.pdf (accessed </w:t>
      </w:r>
      <w:r w:rsidR="00404BBA">
        <w:t>30</w:t>
      </w:r>
      <w:r>
        <w:t xml:space="preserve"> April 201</w:t>
      </w:r>
      <w:r w:rsidR="00404BBA">
        <w:t>2</w:t>
      </w:r>
      <w:r>
        <w:t>).</w:t>
      </w:r>
    </w:p>
    <w:p w:rsidR="006121EC" w:rsidRDefault="006121EC" w:rsidP="006121EC">
      <w:pPr>
        <w:pStyle w:val="Reference"/>
      </w:pPr>
      <w:r>
        <w:t xml:space="preserve">—— 2009b, </w:t>
      </w:r>
      <w:r w:rsidRPr="00AA18C2">
        <w:rPr>
          <w:i/>
        </w:rPr>
        <w:t>National Agreement for Skills and Workforce Development</w:t>
      </w:r>
      <w:r>
        <w:t xml:space="preserve">, </w:t>
      </w:r>
      <w:r w:rsidR="00241EE2" w:rsidRPr="00380DAE">
        <w:t xml:space="preserve">www.federalfinancialrelations.gov.au/content/national_agreements/skills_workforce/skills_agreement.pdf (accessed </w:t>
      </w:r>
      <w:r w:rsidR="00241EE2">
        <w:t>4 June 2012</w:t>
      </w:r>
      <w:r w:rsidR="00241EE2" w:rsidRPr="00380DAE">
        <w:t>).</w:t>
      </w:r>
    </w:p>
    <w:p w:rsidR="00985566" w:rsidRDefault="006121EC" w:rsidP="00985566">
      <w:pPr>
        <w:pStyle w:val="Reference"/>
      </w:pPr>
      <w:r>
        <w:t>—— 2009c</w:t>
      </w:r>
      <w:r w:rsidR="00985566">
        <w:t xml:space="preserve">, </w:t>
      </w:r>
      <w:r w:rsidR="00985566" w:rsidRPr="00AA18C2">
        <w:rPr>
          <w:i/>
        </w:rPr>
        <w:t>National Partnership Agreement on Productivity Places Program</w:t>
      </w:r>
      <w:r w:rsidR="00985566">
        <w:t xml:space="preserve">, </w:t>
      </w:r>
      <w:r w:rsidR="00241EE2" w:rsidRPr="00380DAE">
        <w:t xml:space="preserve">www.federalfinancialrelations.gov.au/content/national_partnership_agreements/education/productivity_places_program/national_partnership.pdf (accessed </w:t>
      </w:r>
      <w:r w:rsidR="00241EE2">
        <w:t>4 June 2012</w:t>
      </w:r>
      <w:r w:rsidR="00241EE2" w:rsidRPr="00380DAE">
        <w:t>).</w:t>
      </w:r>
    </w:p>
    <w:p w:rsidR="00985566" w:rsidRDefault="006121EC" w:rsidP="00985566">
      <w:pPr>
        <w:pStyle w:val="Reference"/>
      </w:pPr>
      <w:r>
        <w:t>—— 2009d</w:t>
      </w:r>
      <w:r w:rsidR="00985566">
        <w:t xml:space="preserve">, </w:t>
      </w:r>
      <w:r w:rsidR="00985566" w:rsidRPr="00AA18C2">
        <w:rPr>
          <w:i/>
        </w:rPr>
        <w:t>National Partnership Agreement on the Nation Building and Jobs Plan: Building Prosperity for the Future and Supporting Jobs Now</w:t>
      </w:r>
      <w:r w:rsidR="00985566">
        <w:t>, www.coag.gov.au/coag_meeting_outcomes/2009-02-05/docs/20090205 _nation_building_jobs.pdf (accessed 12 April 2010).</w:t>
      </w:r>
    </w:p>
    <w:p w:rsidR="005239AE" w:rsidRPr="00380DAE" w:rsidRDefault="006121EC" w:rsidP="005239AE">
      <w:pPr>
        <w:pStyle w:val="Reference"/>
      </w:pPr>
      <w:r>
        <w:t>—— 2009e</w:t>
      </w:r>
      <w:r w:rsidR="00985566">
        <w:t xml:space="preserve">, </w:t>
      </w:r>
      <w:r w:rsidR="00985566" w:rsidRPr="00AA18C2">
        <w:rPr>
          <w:i/>
        </w:rPr>
        <w:t>National Partnership Agreement on Youth Attainment and Transitions</w:t>
      </w:r>
      <w:r w:rsidR="00985566">
        <w:t xml:space="preserve">, </w:t>
      </w:r>
      <w:r w:rsidR="005239AE" w:rsidRPr="00380DAE">
        <w:t xml:space="preserve">www.federalfinancialrelations.gov.au/content/national_partnership_agreements/infrastructure/nation_building_and_jobs_plan/national_partnership.pdf (accessed </w:t>
      </w:r>
      <w:r w:rsidR="005239AE">
        <w:t>4 June 2012</w:t>
      </w:r>
      <w:r w:rsidR="005239AE" w:rsidRPr="00380DAE">
        <w:t>).</w:t>
      </w:r>
    </w:p>
    <w:p w:rsidR="00985566" w:rsidRDefault="00985566" w:rsidP="00985566">
      <w:pPr>
        <w:pStyle w:val="Reference"/>
      </w:pPr>
      <w:r>
        <w:t xml:space="preserve">—— 2010, </w:t>
      </w:r>
      <w:r w:rsidRPr="00AA18C2">
        <w:rPr>
          <w:i/>
        </w:rPr>
        <w:t>National Partnership Agreement on Pre-Apprenticeship Training</w:t>
      </w:r>
      <w:r>
        <w:t>, www.federalfinancialrelations.gov.au/content/national_partnership_ agreements/education/pre_apprenticeship/Pre-Apprenticeship_Training_NP.pdf (accessed 18 April 2010).</w:t>
      </w:r>
    </w:p>
    <w:p w:rsidR="00F87724" w:rsidRDefault="00F87724" w:rsidP="00F87724">
      <w:pPr>
        <w:pStyle w:val="Reference"/>
      </w:pPr>
      <w:r>
        <w:t xml:space="preserve">—— 2011a, </w:t>
      </w:r>
      <w:r w:rsidRPr="00AA18C2">
        <w:rPr>
          <w:i/>
        </w:rPr>
        <w:t>COAG Communiqué 1</w:t>
      </w:r>
      <w:r>
        <w:rPr>
          <w:i/>
        </w:rPr>
        <w:t>9 August</w:t>
      </w:r>
      <w:r w:rsidRPr="00AA18C2">
        <w:rPr>
          <w:i/>
        </w:rPr>
        <w:t xml:space="preserve"> 2011</w:t>
      </w:r>
      <w:r>
        <w:t xml:space="preserve">, </w:t>
      </w:r>
      <w:r w:rsidRPr="00F87724">
        <w:t xml:space="preserve">www.coag.gov.au/coag_meeting_outcomes/2011-08-19/index.cfm </w:t>
      </w:r>
      <w:r>
        <w:t>(accessed 31 May 2011).</w:t>
      </w:r>
    </w:p>
    <w:p w:rsidR="00985566" w:rsidRDefault="00985566" w:rsidP="00985566">
      <w:pPr>
        <w:pStyle w:val="Reference"/>
      </w:pPr>
      <w:r>
        <w:t>—— 2011</w:t>
      </w:r>
      <w:r w:rsidR="00F87724">
        <w:t>b</w:t>
      </w:r>
      <w:r>
        <w:t xml:space="preserve">, </w:t>
      </w:r>
      <w:r w:rsidRPr="00AA18C2">
        <w:rPr>
          <w:i/>
        </w:rPr>
        <w:t>COAG Communiqué 13 February 2011</w:t>
      </w:r>
      <w:r>
        <w:t>, www.coag.gov.au/ coag_meeting_outcomes/2011-02-13/docs/communique_20110213.pdf (accessed 19 April 2011).</w:t>
      </w:r>
    </w:p>
    <w:p w:rsidR="00985566" w:rsidRDefault="00985566" w:rsidP="00985566">
      <w:pPr>
        <w:pStyle w:val="Reference"/>
      </w:pPr>
      <w:r>
        <w:t>—— 2012</w:t>
      </w:r>
      <w:r w:rsidR="006121EC">
        <w:t>a</w:t>
      </w:r>
      <w:r>
        <w:t xml:space="preserve">, </w:t>
      </w:r>
      <w:r w:rsidRPr="00AA18C2">
        <w:rPr>
          <w:i/>
        </w:rPr>
        <w:t>COAG Communique 13 April 2012</w:t>
      </w:r>
      <w:r>
        <w:t xml:space="preserve">, </w:t>
      </w:r>
      <w:r w:rsidRPr="00985566">
        <w:t>www.coag.gov.au/</w:t>
      </w:r>
      <w:r>
        <w:t xml:space="preserve"> coag_meeting_outcomes/2012-04</w:t>
      </w:r>
      <w:r w:rsidRPr="008F031B">
        <w:t>13/docs/COAG</w:t>
      </w:r>
      <w:r>
        <w:t xml:space="preserve"> </w:t>
      </w:r>
      <w:r w:rsidRPr="008F031B">
        <w:t>Communique13April2012.pdf</w:t>
      </w:r>
      <w:r>
        <w:t xml:space="preserve"> (accessed 16 April 2012).</w:t>
      </w:r>
    </w:p>
    <w:p w:rsidR="006121EC" w:rsidRDefault="006121EC" w:rsidP="006121EC">
      <w:pPr>
        <w:pStyle w:val="Reference"/>
      </w:pPr>
      <w:r>
        <w:t xml:space="preserve">—— 2012b, </w:t>
      </w:r>
      <w:r w:rsidRPr="00AA18C2">
        <w:rPr>
          <w:i/>
        </w:rPr>
        <w:t>Revised National Agreement for Skills and Workforce Development</w:t>
      </w:r>
      <w:r>
        <w:t xml:space="preserve">, </w:t>
      </w:r>
      <w:r w:rsidRPr="006121EC">
        <w:t>www.coag.gov.au/coag_meeting_outcomes/2012-0413/docs/NA_Skills</w:t>
      </w:r>
      <w:r>
        <w:t xml:space="preserve"> _Workforce_Development.pdf (accessed 16 April 2012).</w:t>
      </w:r>
    </w:p>
    <w:p w:rsidR="006121EC" w:rsidRDefault="006121EC" w:rsidP="00985566">
      <w:pPr>
        <w:pStyle w:val="Reference"/>
      </w:pPr>
      <w:r>
        <w:t xml:space="preserve">—— 2012c, </w:t>
      </w:r>
      <w:r w:rsidRPr="00AA18C2">
        <w:rPr>
          <w:i/>
        </w:rPr>
        <w:t>COAG Communique 13 April 2012</w:t>
      </w:r>
      <w:r>
        <w:t xml:space="preserve">, </w:t>
      </w:r>
      <w:r w:rsidRPr="00985566">
        <w:t>www.coag.gov.au/</w:t>
      </w:r>
      <w:r>
        <w:t xml:space="preserve"> coag_meeting_outcomes/2012-04</w:t>
      </w:r>
      <w:r w:rsidRPr="008F031B">
        <w:t>13/docs/</w:t>
      </w:r>
      <w:r>
        <w:t>NPA_Skills_Reform</w:t>
      </w:r>
      <w:r w:rsidRPr="008F031B">
        <w:t>.pdf</w:t>
      </w:r>
      <w:r>
        <w:t xml:space="preserve"> (accessed 16 April 2012).</w:t>
      </w:r>
    </w:p>
    <w:p w:rsidR="00985566" w:rsidRDefault="00985566" w:rsidP="00985566">
      <w:pPr>
        <w:pStyle w:val="Reference"/>
      </w:pPr>
      <w:r>
        <w:t xml:space="preserve">Considine, G., Watson, I. and Hall, R. 2005, </w:t>
      </w:r>
      <w:r w:rsidRPr="00AA18C2">
        <w:rPr>
          <w:i/>
        </w:rPr>
        <w:t>Who’s missing out? Access and Equity in Vocational Education and Training</w:t>
      </w:r>
      <w:r>
        <w:t>, NCVER, Adelaide.</w:t>
      </w:r>
    </w:p>
    <w:p w:rsidR="005239AE" w:rsidRPr="00FD685B" w:rsidRDefault="00985566" w:rsidP="005239AE">
      <w:pPr>
        <w:pStyle w:val="Reference"/>
      </w:pPr>
      <w:r>
        <w:t xml:space="preserve">CRC (COAG Reform Council) 2009, </w:t>
      </w:r>
      <w:r w:rsidRPr="00AA18C2">
        <w:rPr>
          <w:i/>
        </w:rPr>
        <w:t>National Agreement for Skills and Workforce Development: Baseline performance report for 2008</w:t>
      </w:r>
      <w:r>
        <w:t xml:space="preserve">, </w:t>
      </w:r>
      <w:r w:rsidR="005239AE" w:rsidRPr="00FD685B">
        <w:t xml:space="preserve">www.coagreformcouncil.gov.au/reports/docs/education_agreement_report_2008.pdf (accessed </w:t>
      </w:r>
      <w:r w:rsidR="005239AE">
        <w:t>4 </w:t>
      </w:r>
      <w:r w:rsidR="005239AE" w:rsidRPr="00FD685B">
        <w:t>June</w:t>
      </w:r>
      <w:r w:rsidR="005239AE">
        <w:t> </w:t>
      </w:r>
      <w:r w:rsidR="005239AE" w:rsidRPr="00FD685B">
        <w:t>201</w:t>
      </w:r>
      <w:r w:rsidR="005239AE">
        <w:t>2</w:t>
      </w:r>
      <w:r w:rsidR="005239AE" w:rsidRPr="00FD685B">
        <w:t>).</w:t>
      </w:r>
    </w:p>
    <w:p w:rsidR="005239AE" w:rsidRPr="00FD685B" w:rsidRDefault="00985566" w:rsidP="005239AE">
      <w:pPr>
        <w:pStyle w:val="Reference"/>
      </w:pPr>
      <w:r>
        <w:t xml:space="preserve">—— 2010, </w:t>
      </w:r>
      <w:r w:rsidRPr="00AA18C2">
        <w:rPr>
          <w:i/>
        </w:rPr>
        <w:t>National Agreement for Skills and Workforce Development: Performance report for 2009</w:t>
      </w:r>
      <w:r>
        <w:t xml:space="preserve">, </w:t>
      </w:r>
      <w:r w:rsidR="005239AE" w:rsidRPr="005239AE">
        <w:t>www.coagreformcouncil.gov.au</w:t>
      </w:r>
      <w:r w:rsidR="005239AE">
        <w:t xml:space="preserve"> </w:t>
      </w:r>
      <w:r w:rsidR="005239AE" w:rsidRPr="00FD685B">
        <w:t xml:space="preserve">/reports/docs/NASWD_performance_report_2009.pdf (accessed </w:t>
      </w:r>
      <w:r w:rsidR="005239AE">
        <w:t>4 June 2012</w:t>
      </w:r>
      <w:r w:rsidR="005239AE" w:rsidRPr="00FD685B">
        <w:t>).</w:t>
      </w:r>
    </w:p>
    <w:p w:rsidR="007B6339" w:rsidRDefault="007B6339" w:rsidP="00985566">
      <w:pPr>
        <w:pStyle w:val="Reference"/>
      </w:pPr>
      <w:r>
        <w:t xml:space="preserve">—— 2011, </w:t>
      </w:r>
      <w:r w:rsidRPr="00AA18C2">
        <w:rPr>
          <w:i/>
        </w:rPr>
        <w:t>National Agreement for Skills and Workforce Development: Performance report for 2010</w:t>
      </w:r>
      <w:r>
        <w:t xml:space="preserve">, </w:t>
      </w:r>
      <w:r w:rsidRPr="007B6339">
        <w:t>www.coagreformcouncil.gov.au/</w:t>
      </w:r>
      <w:r>
        <w:t xml:space="preserve"> </w:t>
      </w:r>
      <w:r w:rsidRPr="007B6339">
        <w:t>reports/docs/skills/swd2010/swd2010_comparing.pdf</w:t>
      </w:r>
      <w:r>
        <w:t xml:space="preserve"> (accessed 24 April 2012).</w:t>
      </w:r>
    </w:p>
    <w:p w:rsidR="00985566" w:rsidRDefault="00985566" w:rsidP="00985566">
      <w:pPr>
        <w:pStyle w:val="Reference"/>
      </w:pPr>
      <w:r>
        <w:t xml:space="preserve">Hillman, K., Marks, G. and McKenzie, P. 2002, </w:t>
      </w:r>
      <w:r w:rsidRPr="00AA18C2">
        <w:rPr>
          <w:i/>
        </w:rPr>
        <w:t>Rural and Urban Differences in Australian Education</w:t>
      </w:r>
      <w:r>
        <w:t>, Australian Council for Educational Research (ACER), Melbourne.</w:t>
      </w:r>
    </w:p>
    <w:p w:rsidR="00985566" w:rsidRDefault="00985566" w:rsidP="00985566">
      <w:pPr>
        <w:pStyle w:val="Reference"/>
      </w:pPr>
      <w:r>
        <w:t xml:space="preserve">Hunter, B. 2010, </w:t>
      </w:r>
      <w:r w:rsidRPr="00AA18C2">
        <w:rPr>
          <w:i/>
        </w:rPr>
        <w:t>Pathways for Indigenous School Leavers to Undertake Training or Gain Employment</w:t>
      </w:r>
      <w:r>
        <w:t>, Resource sheet No. 2, Closing the Gap Clearinghouse, AIHW, Canberra.</w:t>
      </w:r>
    </w:p>
    <w:p w:rsidR="00985566" w:rsidRDefault="00985566" w:rsidP="00985566">
      <w:pPr>
        <w:pStyle w:val="Reference"/>
      </w:pPr>
      <w:r>
        <w:t xml:space="preserve">International Labour Office 2008, </w:t>
      </w:r>
      <w:r w:rsidR="005239AE">
        <w:rPr>
          <w:i/>
        </w:rPr>
        <w:t>Skills for Improved Productivity, Employment Growth and D</w:t>
      </w:r>
      <w:r w:rsidRPr="00017EB5">
        <w:rPr>
          <w:i/>
        </w:rPr>
        <w:t>evelopment</w:t>
      </w:r>
      <w:r>
        <w:t>, Report V, International Labour Conference, 97</w:t>
      </w:r>
      <w:r w:rsidRPr="00017EB5">
        <w:rPr>
          <w:vertAlign w:val="superscript"/>
        </w:rPr>
        <w:t>th</w:t>
      </w:r>
      <w:r w:rsidR="005239AE">
        <w:t xml:space="preserve"> Session, </w:t>
      </w:r>
      <w:r w:rsidRPr="00D63D34">
        <w:t>www.ilo.org/wcmsp5/groups/public/@ed_norm/@relconf/docum</w:t>
      </w:r>
      <w:r>
        <w:t xml:space="preserve"> </w:t>
      </w:r>
      <w:r w:rsidRPr="00D63D34">
        <w:t>ents/meetingdocument/wcms_092054.pdf</w:t>
      </w:r>
      <w:r>
        <w:t xml:space="preserve"> (accessed 3 April 2012).</w:t>
      </w:r>
    </w:p>
    <w:p w:rsidR="00985566" w:rsidRDefault="00985566" w:rsidP="00985566">
      <w:pPr>
        <w:pStyle w:val="Reference"/>
      </w:pPr>
      <w:r>
        <w:t xml:space="preserve">Industry Skills Council, 2011, </w:t>
      </w:r>
      <w:r w:rsidRPr="00AA18C2">
        <w:rPr>
          <w:i/>
        </w:rPr>
        <w:t>No More Excuses: an Industry Response to The Language, Literacy and Numeracy Challenge</w:t>
      </w:r>
      <w:r>
        <w:t xml:space="preserve">, </w:t>
      </w:r>
      <w:r w:rsidR="00AA18C2" w:rsidRPr="00AA18C2">
        <w:t>www.isc.org.au/pdf/</w:t>
      </w:r>
      <w:r w:rsidR="00AA18C2">
        <w:t xml:space="preserve"> </w:t>
      </w:r>
      <w:r>
        <w:t>NoMoreExcuses_FINAL%20single%20page.pdf (accessed 10 June 2011)</w:t>
      </w:r>
    </w:p>
    <w:p w:rsidR="00985566" w:rsidRDefault="005239AE" w:rsidP="00985566">
      <w:pPr>
        <w:pStyle w:val="Reference"/>
      </w:pPr>
      <w:r>
        <w:t>Lowry, D., Molloy, S. and</w:t>
      </w:r>
      <w:r w:rsidR="00985566">
        <w:t xml:space="preserve"> McGlennon, S. 2008, </w:t>
      </w:r>
      <w:r w:rsidR="00985566" w:rsidRPr="00AA18C2">
        <w:rPr>
          <w:i/>
        </w:rPr>
        <w:t>Future Skill Needs: Projections and Employers’ Views</w:t>
      </w:r>
      <w:r w:rsidR="00985566">
        <w:t>, National Institute of Labour Studies, Flinders University, NCVER.</w:t>
      </w:r>
    </w:p>
    <w:p w:rsidR="00985566" w:rsidRDefault="00985566" w:rsidP="00985566">
      <w:pPr>
        <w:pStyle w:val="Reference"/>
      </w:pPr>
      <w:r>
        <w:t>Mavromaras, K., McGuinn</w:t>
      </w:r>
      <w:r w:rsidR="005239AE">
        <w:t>ess, S. and</w:t>
      </w:r>
      <w:r>
        <w:t xml:space="preserve"> Fok, Y.K. 2010, </w:t>
      </w:r>
      <w:r w:rsidRPr="00AA18C2">
        <w:rPr>
          <w:i/>
        </w:rPr>
        <w:t>The Incidence and Wage Effects of Overskilling Among Employed VET Graduates</w:t>
      </w:r>
      <w:r>
        <w:t>, NCVER Monograph Series 03/2009.</w:t>
      </w:r>
    </w:p>
    <w:p w:rsidR="00985566" w:rsidRDefault="00985566" w:rsidP="00985566">
      <w:pPr>
        <w:pStyle w:val="Reference"/>
      </w:pPr>
      <w:r>
        <w:t xml:space="preserve">Mavromaras, K. and Polidano, C. 2011, </w:t>
      </w:r>
      <w:r w:rsidRPr="00AA18C2">
        <w:rPr>
          <w:i/>
        </w:rPr>
        <w:t>Improving the Employment Rates of People with Disabilities Through Vocational Education</w:t>
      </w:r>
      <w:r>
        <w:t>, Working Paper No. 3/11, Melbourne Institute of Applied Economic and Social Research, The University of Melbourne.</w:t>
      </w:r>
    </w:p>
    <w:p w:rsidR="00985566" w:rsidRDefault="00985566" w:rsidP="00985566">
      <w:pPr>
        <w:pStyle w:val="Reference"/>
      </w:pPr>
      <w:r>
        <w:t xml:space="preserve">NCVER (National Centre for Vocational Education Research) </w:t>
      </w:r>
      <w:r w:rsidR="007E2DC9">
        <w:t xml:space="preserve">2010, </w:t>
      </w:r>
      <w:r w:rsidR="007E2DC9" w:rsidRPr="00A71C95">
        <w:rPr>
          <w:i/>
        </w:rPr>
        <w:t>Indigenous VET students 2010</w:t>
      </w:r>
      <w:r w:rsidR="007E2DC9">
        <w:t xml:space="preserve">, </w:t>
      </w:r>
      <w:r w:rsidR="007E2DC9" w:rsidRPr="00A71C95">
        <w:t>www.ncver.edu.au</w:t>
      </w:r>
      <w:r w:rsidR="007E2DC9">
        <w:t xml:space="preserve"> </w:t>
      </w:r>
      <w:r w:rsidR="007E2DC9" w:rsidRPr="00A71C95">
        <w:t>/publications/2393.html</w:t>
      </w:r>
      <w:r w:rsidR="007E2DC9">
        <w:t xml:space="preserve"> (accessed 1 May 2012).</w:t>
      </w:r>
    </w:p>
    <w:p w:rsidR="00A71C95" w:rsidRDefault="00A71C95" w:rsidP="00A71C95">
      <w:pPr>
        <w:pStyle w:val="Reference"/>
      </w:pPr>
      <w:r>
        <w:t xml:space="preserve">—— </w:t>
      </w:r>
      <w:r w:rsidR="007E2DC9">
        <w:t xml:space="preserve">2012, </w:t>
      </w:r>
      <w:r w:rsidR="007E2DC9" w:rsidRPr="003C65CC">
        <w:rPr>
          <w:i/>
        </w:rPr>
        <w:t>Indigenous participation in VET</w:t>
      </w:r>
      <w:r w:rsidR="007E2DC9">
        <w:t xml:space="preserve">, </w:t>
      </w:r>
      <w:r w:rsidR="007E2DC9" w:rsidRPr="007E2DC9">
        <w:t>www.indigenousvet.edu.au</w:t>
      </w:r>
      <w:r w:rsidR="007E2DC9">
        <w:t xml:space="preserve"> </w:t>
      </w:r>
      <w:r w:rsidR="007E2DC9" w:rsidRPr="003C65CC">
        <w:t>/IndigenousParticipation</w:t>
      </w:r>
      <w:r w:rsidR="007E2DC9">
        <w:t>InVET (accessed 5 April 2012).</w:t>
      </w:r>
    </w:p>
    <w:p w:rsidR="005239AE" w:rsidRPr="00F54533" w:rsidRDefault="00985566" w:rsidP="005239AE">
      <w:pPr>
        <w:pStyle w:val="Reference"/>
      </w:pPr>
      <w:r>
        <w:t xml:space="preserve">OECD (Organisation for Economic Co-Operation and Development) 2010, </w:t>
      </w:r>
      <w:r w:rsidR="005239AE" w:rsidRPr="000C7490">
        <w:rPr>
          <w:i/>
        </w:rPr>
        <w:t xml:space="preserve">OECD Reviews of Vocational Education and Training — </w:t>
      </w:r>
      <w:r w:rsidR="005239AE" w:rsidRPr="00F54533">
        <w:rPr>
          <w:i/>
        </w:rPr>
        <w:t>Learning for Jobs</w:t>
      </w:r>
      <w:r w:rsidR="005239AE">
        <w:t xml:space="preserve">, </w:t>
      </w:r>
      <w:r w:rsidR="005239AE" w:rsidRPr="000C7490">
        <w:t>www.oecd.org/edu/learningforjobs</w:t>
      </w:r>
      <w:r w:rsidR="005239AE">
        <w:t xml:space="preserve"> (accessed 4 June 2012)</w:t>
      </w:r>
      <w:r w:rsidR="005239AE" w:rsidRPr="000C7490">
        <w:t>.</w:t>
      </w:r>
    </w:p>
    <w:p w:rsidR="00985566" w:rsidRDefault="00985566" w:rsidP="00985566">
      <w:pPr>
        <w:pStyle w:val="Reference"/>
      </w:pPr>
      <w:r>
        <w:t xml:space="preserve">Payne, J. 2010, </w:t>
      </w:r>
      <w:r w:rsidRPr="00AA18C2">
        <w:rPr>
          <w:i/>
        </w:rPr>
        <w:t>Skill Utilisation: Towards a Measurement and Evaluation Framework</w:t>
      </w:r>
      <w:r>
        <w:t>, SKOP</w:t>
      </w:r>
      <w:r w:rsidR="005239AE">
        <w:t xml:space="preserve">E Research Paper No. 93. </w:t>
      </w:r>
      <w:r>
        <w:t>www.cardiff.ac.uk/socsi /research/researchcentres/skope/publications/researchpapers/RP93.pdf (accessed 20 January 2011).</w:t>
      </w:r>
    </w:p>
    <w:p w:rsidR="009F2D0A" w:rsidRDefault="00985566" w:rsidP="009F2D0A">
      <w:pPr>
        <w:pStyle w:val="Reference"/>
      </w:pPr>
      <w:r>
        <w:t xml:space="preserve">PC (Productivity Commission) 2011, </w:t>
      </w:r>
      <w:r w:rsidRPr="00AA18C2">
        <w:rPr>
          <w:i/>
        </w:rPr>
        <w:t>Vocational Education and Training Workforce</w:t>
      </w:r>
      <w:r>
        <w:t>, Research Report, Canberra.</w:t>
      </w:r>
    </w:p>
    <w:p w:rsidR="007E2DC9" w:rsidRDefault="009F2D0A" w:rsidP="009F2D0A">
      <w:pPr>
        <w:pStyle w:val="Reference"/>
      </w:pPr>
      <w:r>
        <w:t xml:space="preserve">—— </w:t>
      </w:r>
      <w:r w:rsidR="007E2DC9">
        <w:t xml:space="preserve">2012, </w:t>
      </w:r>
      <w:r w:rsidR="007E2DC9" w:rsidRPr="007E2DC9">
        <w:rPr>
          <w:i/>
        </w:rPr>
        <w:t>Impact of COAG Reforms: Business Regional and VET</w:t>
      </w:r>
      <w:r w:rsidR="007E2DC9">
        <w:t>, Research Report, Canberra.</w:t>
      </w:r>
    </w:p>
    <w:p w:rsidR="00985566" w:rsidRDefault="00985566" w:rsidP="00985566">
      <w:pPr>
        <w:pStyle w:val="Reference"/>
      </w:pPr>
      <w:r>
        <w:t xml:space="preserve">Saunders, J., Jones, M., Bowman, K., Loveder, P. </w:t>
      </w:r>
      <w:r w:rsidR="005239AE">
        <w:t>and Brooks, L.</w:t>
      </w:r>
      <w:r>
        <w:t xml:space="preserve"> 2003, </w:t>
      </w:r>
      <w:r w:rsidRPr="00AA18C2">
        <w:rPr>
          <w:i/>
        </w:rPr>
        <w:t>Indigenous People in Vocational Education and Training: A Statistical Review of Progress</w:t>
      </w:r>
      <w:r>
        <w:t>, NCVER.</w:t>
      </w:r>
    </w:p>
    <w:p w:rsidR="00985566" w:rsidRDefault="00985566" w:rsidP="00985566">
      <w:pPr>
        <w:pStyle w:val="Reference"/>
      </w:pPr>
      <w:r>
        <w:t xml:space="preserve">Scottish Government Social Research 2008, </w:t>
      </w:r>
      <w:r w:rsidRPr="00AA18C2">
        <w:rPr>
          <w:i/>
        </w:rPr>
        <w:t>Skills Utilisation Literature Review</w:t>
      </w:r>
      <w:r>
        <w:t>, Education Analytical Services, Lifelong Learning Research, Scottish Government.</w:t>
      </w:r>
    </w:p>
    <w:p w:rsidR="00985566" w:rsidRDefault="00985566" w:rsidP="00985566">
      <w:pPr>
        <w:pStyle w:val="Reference"/>
      </w:pPr>
      <w:r>
        <w:t xml:space="preserve">SCRGSP (Steering Committee for the Review of Government Service Provision) </w:t>
      </w:r>
      <w:r w:rsidR="005239AE">
        <w:t xml:space="preserve">2010, </w:t>
      </w:r>
      <w:r w:rsidR="005239AE" w:rsidRPr="00F867E5">
        <w:rPr>
          <w:i/>
        </w:rPr>
        <w:t>National Agreement performance information 200</w:t>
      </w:r>
      <w:r w:rsidR="005239AE">
        <w:rPr>
          <w:i/>
        </w:rPr>
        <w:t>9</w:t>
      </w:r>
      <w:r w:rsidR="005239AE" w:rsidRPr="00F867E5">
        <w:rPr>
          <w:i/>
        </w:rPr>
        <w:t>: National Agreement for Skills and Workforce Development</w:t>
      </w:r>
      <w:r w:rsidR="005239AE">
        <w:t>, Productivity Commission, Canberra.</w:t>
      </w:r>
    </w:p>
    <w:p w:rsidR="009F2D0A" w:rsidRDefault="009F2D0A" w:rsidP="00985566">
      <w:pPr>
        <w:pStyle w:val="Reference"/>
      </w:pPr>
      <w:r>
        <w:t xml:space="preserve">—— 2011, </w:t>
      </w:r>
      <w:r w:rsidRPr="00F867E5">
        <w:rPr>
          <w:i/>
        </w:rPr>
        <w:t xml:space="preserve">National Agreement performance </w:t>
      </w:r>
      <w:r w:rsidR="00F867E5" w:rsidRPr="00F867E5">
        <w:rPr>
          <w:i/>
        </w:rPr>
        <w:t>information 2010: National Agreement for Skills and Workforce Development</w:t>
      </w:r>
      <w:r w:rsidR="00F867E5">
        <w:t>, Productivity Commission, Canberra.</w:t>
      </w:r>
    </w:p>
    <w:p w:rsidR="00F867E5" w:rsidRDefault="00F867E5" w:rsidP="00F867E5">
      <w:pPr>
        <w:pStyle w:val="Reference"/>
      </w:pPr>
      <w:r>
        <w:t xml:space="preserve">—— </w:t>
      </w:r>
      <w:r w:rsidR="005239AE">
        <w:t xml:space="preserve">2012, </w:t>
      </w:r>
      <w:r w:rsidR="005239AE" w:rsidRPr="009F2D0A">
        <w:rPr>
          <w:i/>
        </w:rPr>
        <w:t>Report on Government Services 2012</w:t>
      </w:r>
      <w:r w:rsidR="005239AE">
        <w:t>, Productivity Commission, Canberra.</w:t>
      </w:r>
    </w:p>
    <w:p w:rsidR="00985566" w:rsidRDefault="00985566" w:rsidP="00985566">
      <w:pPr>
        <w:pStyle w:val="Reference"/>
      </w:pPr>
      <w:r>
        <w:t xml:space="preserve">Shah, C., and Burke, G. 2003, </w:t>
      </w:r>
      <w:r w:rsidRPr="00AA18C2">
        <w:rPr>
          <w:i/>
        </w:rPr>
        <w:t>Skills Shortages: Concepts, Measurement and Implications</w:t>
      </w:r>
      <w:r>
        <w:t>, Working paper no. 52, Centre for the Economics of Education and Tra</w:t>
      </w:r>
      <w:r w:rsidR="005239AE">
        <w:t xml:space="preserve">ining, Monash University </w:t>
      </w:r>
      <w:r>
        <w:t>www.education.monash.edu.au/centres/ceet/ docs/workingpapers/wp52nov03shah.pdf (accessed 24 January 2011).</w:t>
      </w:r>
    </w:p>
    <w:p w:rsidR="00985566" w:rsidRDefault="00985566" w:rsidP="00985566">
      <w:pPr>
        <w:pStyle w:val="Reference"/>
      </w:pPr>
      <w:r>
        <w:t xml:space="preserve">Universities Australia 2008, </w:t>
      </w:r>
      <w:r w:rsidRPr="00AA18C2">
        <w:rPr>
          <w:i/>
        </w:rPr>
        <w:t>Advancing Equity and Participation in Australian Higher Education</w:t>
      </w:r>
      <w:r w:rsidR="005239AE">
        <w:t xml:space="preserve">, </w:t>
      </w:r>
      <w:r>
        <w:t>www.universitiesaustralia.edu.au/page/media-centre/2008-media-releases/equity-and-participation-in-higher-education/ (accessed 17 June 2011).</w:t>
      </w:r>
    </w:p>
    <w:p w:rsidR="00985566" w:rsidRDefault="00985566" w:rsidP="00985566">
      <w:pPr>
        <w:pStyle w:val="Reference"/>
      </w:pPr>
      <w:r>
        <w:t xml:space="preserve">Watson, I. 2008, </w:t>
      </w:r>
      <w:r w:rsidRPr="00AA18C2">
        <w:rPr>
          <w:i/>
        </w:rPr>
        <w:t>Skills in Use: Labour Market and Workplace Trends in Skills Use in Australia</w:t>
      </w:r>
      <w:r>
        <w:t>, paper presented to New Directions in Skills Policy and Practice NSW DET Conference, Sydney, 26 May 2008.</w:t>
      </w:r>
    </w:p>
    <w:p w:rsidR="00985566" w:rsidRDefault="00985566" w:rsidP="00985566">
      <w:pPr>
        <w:pStyle w:val="Reference"/>
      </w:pPr>
      <w:r>
        <w:t xml:space="preserve">Watson, I 2011 </w:t>
      </w:r>
      <w:r w:rsidR="005239AE">
        <w:rPr>
          <w:i/>
        </w:rPr>
        <w:t>Education, Earnings and the Labour M</w:t>
      </w:r>
      <w:r w:rsidRPr="00D63D34">
        <w:rPr>
          <w:i/>
        </w:rPr>
        <w:t>arket, Report for Skills Australia</w:t>
      </w:r>
      <w:r w:rsidR="005239AE">
        <w:t xml:space="preserve">, </w:t>
      </w:r>
      <w:r w:rsidRPr="00D63D34">
        <w:t>www.skillsaustralia.gov.au/publications/documents/education_</w:t>
      </w:r>
      <w:r>
        <w:t xml:space="preserve"> </w:t>
      </w:r>
      <w:r w:rsidRPr="00D63D34">
        <w:t>earnings%20and%20the%20labour%20market%20report_final_30may2011.pdf</w:t>
      </w:r>
      <w:r>
        <w:t xml:space="preserve"> (accessed 3 April 2012).</w:t>
      </w:r>
    </w:p>
    <w:p w:rsidR="00612EE0" w:rsidRDefault="00612EE0">
      <w:pPr>
        <w:rPr>
          <w:szCs w:val="20"/>
        </w:rPr>
      </w:pPr>
      <w:r>
        <w:br w:type="page"/>
      </w:r>
    </w:p>
    <w:p w:rsidR="00612EE0" w:rsidRDefault="00612EE0" w:rsidP="00E04D46">
      <w:pPr>
        <w:pStyle w:val="Heading2"/>
      </w:pPr>
      <w:r>
        <w:t>Acronyms and abbreviations</w:t>
      </w:r>
    </w:p>
    <w:p w:rsidR="00612EE0" w:rsidRDefault="00612EE0" w:rsidP="00612EE0">
      <w:pPr>
        <w:pStyle w:val="Reference"/>
      </w:pPr>
    </w:p>
    <w:p w:rsidR="00612EE0" w:rsidRDefault="00612EE0" w:rsidP="00E04D46">
      <w:pPr>
        <w:pStyle w:val="Abbreviation"/>
      </w:pPr>
      <w:r>
        <w:t>..</w:t>
      </w:r>
      <w:r>
        <w:tab/>
        <w:t>not applicable</w:t>
      </w:r>
    </w:p>
    <w:p w:rsidR="00612EE0" w:rsidRDefault="00612EE0" w:rsidP="00E04D46">
      <w:pPr>
        <w:pStyle w:val="Abbreviation"/>
      </w:pPr>
      <w:r>
        <w:t>–</w:t>
      </w:r>
      <w:r>
        <w:tab/>
        <w:t>zero, or rounded to zero</w:t>
      </w:r>
    </w:p>
    <w:p w:rsidR="00404BBA" w:rsidRDefault="00404BBA" w:rsidP="00E04D46">
      <w:pPr>
        <w:pStyle w:val="Abbreviation"/>
      </w:pPr>
      <w:r>
        <w:t>AATSIHS</w:t>
      </w:r>
      <w:r>
        <w:tab/>
        <w:t>Australian Aboriginal and Torres Strait Islander Health Survey</w:t>
      </w:r>
    </w:p>
    <w:p w:rsidR="00612EE0" w:rsidRDefault="00612EE0" w:rsidP="00E04D46">
      <w:pPr>
        <w:pStyle w:val="Abbreviation"/>
      </w:pPr>
      <w:r>
        <w:t>ABS</w:t>
      </w:r>
      <w:r>
        <w:tab/>
        <w:t>Australian Bureau of Statistics</w:t>
      </w:r>
    </w:p>
    <w:p w:rsidR="00612EE0" w:rsidRDefault="00612EE0" w:rsidP="00E04D46">
      <w:pPr>
        <w:pStyle w:val="Abbreviation"/>
      </w:pPr>
      <w:r>
        <w:t>ACE</w:t>
      </w:r>
      <w:r>
        <w:tab/>
        <w:t>Adult and Community Education</w:t>
      </w:r>
    </w:p>
    <w:p w:rsidR="00612EE0" w:rsidRDefault="00612EE0" w:rsidP="00E04D46">
      <w:pPr>
        <w:pStyle w:val="Abbreviation"/>
      </w:pPr>
      <w:r>
        <w:t>ACT</w:t>
      </w:r>
      <w:r>
        <w:tab/>
        <w:t xml:space="preserve">Australian Capital Territory </w:t>
      </w:r>
    </w:p>
    <w:p w:rsidR="00612EE0" w:rsidRDefault="00612EE0" w:rsidP="00E04D46">
      <w:pPr>
        <w:pStyle w:val="Abbreviation"/>
      </w:pPr>
      <w:r>
        <w:t>ALLS</w:t>
      </w:r>
      <w:r>
        <w:tab/>
        <w:t>Adult Literacy and Life Skills Survey</w:t>
      </w:r>
    </w:p>
    <w:p w:rsidR="00612EE0" w:rsidRDefault="00612EE0" w:rsidP="00E04D46">
      <w:pPr>
        <w:pStyle w:val="Abbreviation"/>
      </w:pPr>
      <w:r>
        <w:t>AMES</w:t>
      </w:r>
      <w:r>
        <w:tab/>
        <w:t>Adult Migrant Educational Service</w:t>
      </w:r>
    </w:p>
    <w:p w:rsidR="00612EE0" w:rsidRDefault="00612EE0" w:rsidP="00E04D46">
      <w:pPr>
        <w:pStyle w:val="Abbreviation"/>
      </w:pPr>
      <w:r>
        <w:t>AQF</w:t>
      </w:r>
      <w:r>
        <w:tab/>
        <w:t>Australian Qualifications Framework</w:t>
      </w:r>
    </w:p>
    <w:p w:rsidR="00612EE0" w:rsidRDefault="00612EE0" w:rsidP="00E04D46">
      <w:pPr>
        <w:pStyle w:val="Abbreviation"/>
      </w:pPr>
      <w:r>
        <w:t>AQTF</w:t>
      </w:r>
      <w:r>
        <w:tab/>
        <w:t>Australian Quality Training Framework</w:t>
      </w:r>
    </w:p>
    <w:p w:rsidR="00612EE0" w:rsidRDefault="00612EE0" w:rsidP="00E04D46">
      <w:pPr>
        <w:pStyle w:val="Abbreviation"/>
      </w:pPr>
      <w:r>
        <w:t>ARA</w:t>
      </w:r>
      <w:r>
        <w:tab/>
        <w:t>Any responsible adult</w:t>
      </w:r>
    </w:p>
    <w:p w:rsidR="00612EE0" w:rsidRDefault="00612EE0" w:rsidP="00E04D46">
      <w:pPr>
        <w:pStyle w:val="Abbreviation"/>
      </w:pPr>
      <w:r>
        <w:t>ARIA</w:t>
      </w:r>
      <w:r>
        <w:tab/>
        <w:t>Accessibility/Remoteness Index for Australia</w:t>
      </w:r>
    </w:p>
    <w:p w:rsidR="0008107B" w:rsidRDefault="0008107B" w:rsidP="00E04D46">
      <w:pPr>
        <w:pStyle w:val="Abbreviation"/>
      </w:pPr>
      <w:r>
        <w:t>ASCED</w:t>
      </w:r>
      <w:r>
        <w:tab/>
        <w:t>Australian Standard Classification of Education</w:t>
      </w:r>
    </w:p>
    <w:p w:rsidR="00612EE0" w:rsidRDefault="00612EE0" w:rsidP="00E04D46">
      <w:pPr>
        <w:pStyle w:val="Abbreviation"/>
      </w:pPr>
      <w:r>
        <w:t>Aust</w:t>
      </w:r>
      <w:r>
        <w:tab/>
        <w:t>Australia</w:t>
      </w:r>
    </w:p>
    <w:p w:rsidR="00612EE0" w:rsidRDefault="00612EE0" w:rsidP="00E04D46">
      <w:pPr>
        <w:pStyle w:val="Abbreviation"/>
      </w:pPr>
      <w:r>
        <w:t>CD</w:t>
      </w:r>
      <w:r>
        <w:tab/>
        <w:t>Collection District</w:t>
      </w:r>
    </w:p>
    <w:p w:rsidR="00612EE0" w:rsidRDefault="00612EE0" w:rsidP="00E04D46">
      <w:pPr>
        <w:pStyle w:val="Abbreviation"/>
      </w:pPr>
      <w:r>
        <w:t>COAG</w:t>
      </w:r>
      <w:r>
        <w:tab/>
        <w:t>Council of Australian Governments</w:t>
      </w:r>
    </w:p>
    <w:p w:rsidR="00612EE0" w:rsidRDefault="00612EE0" w:rsidP="00E04D46">
      <w:pPr>
        <w:pStyle w:val="Abbreviation"/>
      </w:pPr>
      <w:r>
        <w:t>CRC</w:t>
      </w:r>
      <w:r>
        <w:tab/>
        <w:t>COAG Reform Council</w:t>
      </w:r>
    </w:p>
    <w:p w:rsidR="00612EE0" w:rsidRDefault="00612EE0" w:rsidP="00E04D46">
      <w:pPr>
        <w:pStyle w:val="Abbreviation"/>
      </w:pPr>
      <w:r>
        <w:t>CURF</w:t>
      </w:r>
      <w:r>
        <w:tab/>
        <w:t>Confidentialised Unit Record File</w:t>
      </w:r>
    </w:p>
    <w:p w:rsidR="00612EE0" w:rsidRDefault="00612EE0" w:rsidP="00E04D46">
      <w:pPr>
        <w:pStyle w:val="Abbreviation"/>
      </w:pPr>
      <w:r>
        <w:t>DEEWR</w:t>
      </w:r>
      <w:r>
        <w:tab/>
        <w:t>Department of Education Employment and Workplace Relations</w:t>
      </w:r>
    </w:p>
    <w:p w:rsidR="00612EE0" w:rsidRDefault="00612EE0" w:rsidP="00E04D46">
      <w:pPr>
        <w:pStyle w:val="Abbreviation"/>
      </w:pPr>
      <w:r>
        <w:t>DQS</w:t>
      </w:r>
      <w:r>
        <w:tab/>
        <w:t>Data Quality Statement</w:t>
      </w:r>
    </w:p>
    <w:p w:rsidR="00804102" w:rsidRDefault="00804102" w:rsidP="00E04D46">
      <w:pPr>
        <w:pStyle w:val="Abbreviation"/>
      </w:pPr>
      <w:r>
        <w:t>FLAG</w:t>
      </w:r>
      <w:r>
        <w:tab/>
        <w:t>Flexible Learning Advisory Group</w:t>
      </w:r>
    </w:p>
    <w:p w:rsidR="00612EE0" w:rsidRDefault="00612EE0" w:rsidP="00E04D46">
      <w:pPr>
        <w:pStyle w:val="Abbreviation"/>
      </w:pPr>
      <w:r>
        <w:t>IGA</w:t>
      </w:r>
      <w:r>
        <w:tab/>
        <w:t>Intergovernmental Agreement on Federal Financial Relations</w:t>
      </w:r>
    </w:p>
    <w:p w:rsidR="00804102" w:rsidRDefault="00804102" w:rsidP="00E04D46">
      <w:pPr>
        <w:pStyle w:val="Abbreviation"/>
      </w:pPr>
      <w:r>
        <w:t>IP</w:t>
      </w:r>
      <w:r>
        <w:tab/>
        <w:t>Implementation Plan</w:t>
      </w:r>
    </w:p>
    <w:p w:rsidR="00612EE0" w:rsidRDefault="00612EE0" w:rsidP="00E04D46">
      <w:pPr>
        <w:pStyle w:val="Abbreviation"/>
      </w:pPr>
      <w:r>
        <w:t>IRSD</w:t>
      </w:r>
      <w:r>
        <w:tab/>
        <w:t>Index of Relative Social Disadvantage</w:t>
      </w:r>
    </w:p>
    <w:p w:rsidR="0008107B" w:rsidRDefault="0008107B" w:rsidP="00E04D46">
      <w:pPr>
        <w:pStyle w:val="Abbreviation"/>
      </w:pPr>
      <w:r>
        <w:t>LFS</w:t>
      </w:r>
      <w:r>
        <w:tab/>
        <w:t>Labour Force Survey</w:t>
      </w:r>
    </w:p>
    <w:p w:rsidR="00612EE0" w:rsidRDefault="00612EE0" w:rsidP="00E04D46">
      <w:pPr>
        <w:pStyle w:val="Abbreviation"/>
      </w:pPr>
      <w:r>
        <w:t>LOTE</w:t>
      </w:r>
      <w:r>
        <w:tab/>
        <w:t>Language other than English</w:t>
      </w:r>
    </w:p>
    <w:p w:rsidR="00612EE0" w:rsidRDefault="00612EE0" w:rsidP="00E04D46">
      <w:pPr>
        <w:pStyle w:val="Abbreviation"/>
      </w:pPr>
      <w:r>
        <w:t>MCTEE</w:t>
      </w:r>
      <w:r>
        <w:tab/>
        <w:t>Ministerial Council for Tertiary Education and Employment</w:t>
      </w:r>
    </w:p>
    <w:p w:rsidR="00612EE0" w:rsidRDefault="00612EE0" w:rsidP="00E04D46">
      <w:pPr>
        <w:pStyle w:val="Abbreviation"/>
      </w:pPr>
      <w:r>
        <w:t>NA</w:t>
      </w:r>
      <w:r>
        <w:tab/>
        <w:t>National Agreement</w:t>
      </w:r>
    </w:p>
    <w:p w:rsidR="00612EE0" w:rsidRDefault="00612EE0" w:rsidP="00E04D46">
      <w:pPr>
        <w:pStyle w:val="Abbreviation"/>
      </w:pPr>
      <w:r>
        <w:t>na</w:t>
      </w:r>
      <w:r>
        <w:tab/>
        <w:t>not available</w:t>
      </w:r>
    </w:p>
    <w:p w:rsidR="00612EE0" w:rsidRDefault="00612EE0" w:rsidP="00E04D46">
      <w:pPr>
        <w:pStyle w:val="Abbreviation"/>
      </w:pPr>
      <w:r>
        <w:t>NASWD</w:t>
      </w:r>
      <w:r>
        <w:tab/>
        <w:t>National Agreement for Skills and Workforce Development</w:t>
      </w:r>
    </w:p>
    <w:p w:rsidR="00804102" w:rsidRDefault="00804102" w:rsidP="00E04D46">
      <w:pPr>
        <w:pStyle w:val="Abbreviation"/>
      </w:pPr>
      <w:r>
        <w:t>NATESE</w:t>
      </w:r>
      <w:r>
        <w:tab/>
        <w:t xml:space="preserve">National Advisory for Tertiary Education, Skills and Employment </w:t>
      </w:r>
    </w:p>
    <w:p w:rsidR="00612EE0" w:rsidRDefault="00612EE0" w:rsidP="00E04D46">
      <w:pPr>
        <w:pStyle w:val="Abbreviation"/>
      </w:pPr>
      <w:r>
        <w:t>NATSIHS</w:t>
      </w:r>
      <w:r>
        <w:tab/>
        <w:t>National Aboriginal and Torres Strait Islander Health Survey</w:t>
      </w:r>
    </w:p>
    <w:p w:rsidR="00612EE0" w:rsidRDefault="00612EE0" w:rsidP="00E04D46">
      <w:pPr>
        <w:pStyle w:val="Abbreviation"/>
      </w:pPr>
      <w:r>
        <w:t>NATSISS</w:t>
      </w:r>
      <w:r>
        <w:tab/>
        <w:t xml:space="preserve">National Aboriginal and Torres Strait Islander Social Survey </w:t>
      </w:r>
    </w:p>
    <w:p w:rsidR="00612EE0" w:rsidRDefault="00612EE0" w:rsidP="00E04D46">
      <w:pPr>
        <w:pStyle w:val="Abbreviation"/>
      </w:pPr>
      <w:r>
        <w:t>NCVER</w:t>
      </w:r>
      <w:r>
        <w:tab/>
        <w:t>National Centre for Vocational Education Research</w:t>
      </w:r>
    </w:p>
    <w:p w:rsidR="00612EE0" w:rsidRDefault="00612EE0" w:rsidP="00E04D46">
      <w:pPr>
        <w:pStyle w:val="Abbreviation"/>
      </w:pPr>
      <w:r>
        <w:t>NEA</w:t>
      </w:r>
      <w:r>
        <w:tab/>
        <w:t>National Education Agreement</w:t>
      </w:r>
    </w:p>
    <w:p w:rsidR="00612EE0" w:rsidRDefault="00612EE0" w:rsidP="00E04D46">
      <w:pPr>
        <w:pStyle w:val="Abbreviation"/>
      </w:pPr>
      <w:r>
        <w:t>nfd</w:t>
      </w:r>
      <w:r>
        <w:tab/>
        <w:t>not further defined</w:t>
      </w:r>
    </w:p>
    <w:p w:rsidR="00612EE0" w:rsidRDefault="00612EE0" w:rsidP="00E04D46">
      <w:pPr>
        <w:pStyle w:val="Abbreviation"/>
      </w:pPr>
      <w:r>
        <w:t>NIRA</w:t>
      </w:r>
      <w:r>
        <w:tab/>
        <w:t>National Indigenous Reform Agreement</w:t>
      </w:r>
    </w:p>
    <w:p w:rsidR="00612EE0" w:rsidRDefault="00612EE0" w:rsidP="00E04D46">
      <w:pPr>
        <w:pStyle w:val="Abbreviation"/>
      </w:pPr>
      <w:r>
        <w:t>NP</w:t>
      </w:r>
      <w:r>
        <w:tab/>
        <w:t>National Partnership</w:t>
      </w:r>
    </w:p>
    <w:p w:rsidR="00612EE0" w:rsidRDefault="00612EE0" w:rsidP="00E04D46">
      <w:pPr>
        <w:pStyle w:val="Abbreviation"/>
      </w:pPr>
      <w:r>
        <w:t>np</w:t>
      </w:r>
      <w:r>
        <w:tab/>
        <w:t>not published</w:t>
      </w:r>
    </w:p>
    <w:p w:rsidR="00612EE0" w:rsidRDefault="00612EE0" w:rsidP="00E04D46">
      <w:pPr>
        <w:pStyle w:val="Abbreviation"/>
      </w:pPr>
      <w:r>
        <w:t>NSOC</w:t>
      </w:r>
      <w:r>
        <w:tab/>
        <w:t>National Senior Officials Committee</w:t>
      </w:r>
    </w:p>
    <w:p w:rsidR="00804102" w:rsidRDefault="00804102" w:rsidP="00E04D46">
      <w:pPr>
        <w:pStyle w:val="Abbreviation"/>
      </w:pPr>
      <w:r>
        <w:t>NSSC</w:t>
      </w:r>
      <w:r>
        <w:tab/>
        <w:t>National Skills Standard Council</w:t>
      </w:r>
    </w:p>
    <w:p w:rsidR="00612EE0" w:rsidRDefault="00612EE0" w:rsidP="00E04D46">
      <w:pPr>
        <w:pStyle w:val="Abbreviation"/>
      </w:pPr>
      <w:r>
        <w:t>NSW</w:t>
      </w:r>
      <w:r>
        <w:tab/>
        <w:t>New South Wales</w:t>
      </w:r>
    </w:p>
    <w:p w:rsidR="00612EE0" w:rsidRDefault="00612EE0" w:rsidP="00E04D46">
      <w:pPr>
        <w:pStyle w:val="Abbreviation"/>
      </w:pPr>
      <w:r>
        <w:t>NT</w:t>
      </w:r>
      <w:r>
        <w:tab/>
        <w:t>Northern Territory</w:t>
      </w:r>
    </w:p>
    <w:p w:rsidR="00804102" w:rsidRDefault="00804102" w:rsidP="00E04D46">
      <w:pPr>
        <w:pStyle w:val="Abbreviation"/>
      </w:pPr>
      <w:r>
        <w:t>NVEAC</w:t>
      </w:r>
      <w:r>
        <w:tab/>
        <w:t>National VET Equity Advisory Council</w:t>
      </w:r>
    </w:p>
    <w:p w:rsidR="00612EE0" w:rsidRDefault="00612EE0" w:rsidP="00E04D46">
      <w:pPr>
        <w:pStyle w:val="Abbreviation"/>
      </w:pPr>
      <w:r>
        <w:t>OECD</w:t>
      </w:r>
      <w:r>
        <w:tab/>
        <w:t>Organisation for Economic Co-operation and Development</w:t>
      </w:r>
    </w:p>
    <w:p w:rsidR="00612EE0" w:rsidRDefault="00612EE0" w:rsidP="00E04D46">
      <w:pPr>
        <w:pStyle w:val="Abbreviation"/>
      </w:pPr>
      <w:r>
        <w:t>PC</w:t>
      </w:r>
      <w:r>
        <w:tab/>
        <w:t>Productivity Commission</w:t>
      </w:r>
    </w:p>
    <w:p w:rsidR="009921B0" w:rsidRDefault="009921B0" w:rsidP="00E04D46">
      <w:pPr>
        <w:pStyle w:val="Abbreviation"/>
      </w:pPr>
      <w:r>
        <w:t>PIAAC</w:t>
      </w:r>
      <w:r>
        <w:tab/>
        <w:t>OECD Programme for the International Assessment of Adult Competencies</w:t>
      </w:r>
    </w:p>
    <w:p w:rsidR="00612EE0" w:rsidRDefault="00612EE0" w:rsidP="00E04D46">
      <w:pPr>
        <w:pStyle w:val="Abbreviation"/>
      </w:pPr>
      <w:r>
        <w:t>PPP</w:t>
      </w:r>
      <w:r>
        <w:tab/>
        <w:t>Productivity Places Program</w:t>
      </w:r>
    </w:p>
    <w:p w:rsidR="00612EE0" w:rsidRDefault="00612EE0" w:rsidP="00E04D46">
      <w:pPr>
        <w:pStyle w:val="Abbreviation"/>
      </w:pPr>
      <w:r>
        <w:t>Qld</w:t>
      </w:r>
      <w:r>
        <w:tab/>
        <w:t>Queensland</w:t>
      </w:r>
    </w:p>
    <w:p w:rsidR="00612EE0" w:rsidRDefault="00612EE0" w:rsidP="00E04D46">
      <w:pPr>
        <w:pStyle w:val="Abbreviation"/>
      </w:pPr>
      <w:r>
        <w:t>RSE</w:t>
      </w:r>
      <w:r>
        <w:tab/>
        <w:t>relative standard error</w:t>
      </w:r>
    </w:p>
    <w:p w:rsidR="00804102" w:rsidRDefault="00804102" w:rsidP="00E04D46">
      <w:pPr>
        <w:pStyle w:val="Abbreviation"/>
      </w:pPr>
      <w:r>
        <w:t>RTO</w:t>
      </w:r>
      <w:r>
        <w:tab/>
        <w:t>Registered Training Organisation</w:t>
      </w:r>
    </w:p>
    <w:p w:rsidR="00612EE0" w:rsidRDefault="00612EE0" w:rsidP="00E04D46">
      <w:pPr>
        <w:pStyle w:val="Abbreviation"/>
      </w:pPr>
      <w:r>
        <w:t>SA</w:t>
      </w:r>
      <w:r>
        <w:tab/>
        <w:t>South Australia</w:t>
      </w:r>
    </w:p>
    <w:p w:rsidR="001F558D" w:rsidRDefault="001F558D" w:rsidP="001F558D">
      <w:pPr>
        <w:pStyle w:val="Abbreviation"/>
      </w:pPr>
      <w:r>
        <w:t>SCFFR</w:t>
      </w:r>
      <w:r>
        <w:tab/>
        <w:t>Standing Council for Federal Financial Relations</w:t>
      </w:r>
    </w:p>
    <w:p w:rsidR="00804102" w:rsidRDefault="00804102" w:rsidP="00E04D46">
      <w:pPr>
        <w:pStyle w:val="Abbreviation"/>
      </w:pPr>
      <w:r>
        <w:t>SCOTESE</w:t>
      </w:r>
      <w:r>
        <w:tab/>
        <w:t>Standing Council on Tertiary Education, Skills and Employment</w:t>
      </w:r>
    </w:p>
    <w:p w:rsidR="00612EE0" w:rsidRDefault="00612EE0" w:rsidP="00E04D46">
      <w:pPr>
        <w:pStyle w:val="Abbreviation"/>
      </w:pPr>
      <w:r>
        <w:t>SCRGSP</w:t>
      </w:r>
      <w:r>
        <w:tab/>
        <w:t>Steering Committee for the Review of Government Service Provision</w:t>
      </w:r>
    </w:p>
    <w:p w:rsidR="00612EE0" w:rsidRDefault="00612EE0" w:rsidP="00E04D46">
      <w:pPr>
        <w:pStyle w:val="Abbreviation"/>
      </w:pPr>
      <w:r>
        <w:t>SEIFA</w:t>
      </w:r>
      <w:r>
        <w:tab/>
        <w:t>Socioeconomic Indexes for Areas</w:t>
      </w:r>
    </w:p>
    <w:p w:rsidR="00612EE0" w:rsidRDefault="00612EE0" w:rsidP="00E04D46">
      <w:pPr>
        <w:pStyle w:val="Abbreviation"/>
      </w:pPr>
      <w:r>
        <w:t>SES</w:t>
      </w:r>
      <w:r>
        <w:tab/>
        <w:t>socio-economic status</w:t>
      </w:r>
    </w:p>
    <w:p w:rsidR="00612EE0" w:rsidRDefault="00612EE0" w:rsidP="00E04D46">
      <w:pPr>
        <w:pStyle w:val="Abbreviation"/>
      </w:pPr>
      <w:r>
        <w:t>SEUV</w:t>
      </w:r>
      <w:r>
        <w:tab/>
        <w:t>Survey of Employer Use and Views of the VET Sector</w:t>
      </w:r>
    </w:p>
    <w:p w:rsidR="00612EE0" w:rsidRDefault="00612EE0" w:rsidP="00E04D46">
      <w:pPr>
        <w:pStyle w:val="Abbreviation"/>
      </w:pPr>
      <w:r>
        <w:t>SEW</w:t>
      </w:r>
      <w:r>
        <w:tab/>
        <w:t>Survey of Education and Work</w:t>
      </w:r>
    </w:p>
    <w:p w:rsidR="00612EE0" w:rsidRDefault="00612EE0" w:rsidP="00E04D46">
      <w:pPr>
        <w:pStyle w:val="Abbreviation"/>
      </w:pPr>
      <w:r>
        <w:t>SLA</w:t>
      </w:r>
      <w:r>
        <w:tab/>
        <w:t>Statistical Local Area</w:t>
      </w:r>
    </w:p>
    <w:p w:rsidR="00612EE0" w:rsidRDefault="00612EE0" w:rsidP="00E04D46">
      <w:pPr>
        <w:pStyle w:val="Abbreviation"/>
      </w:pPr>
      <w:r>
        <w:t>SOS</w:t>
      </w:r>
      <w:r>
        <w:tab/>
        <w:t>Student Outcomes Survey</w:t>
      </w:r>
    </w:p>
    <w:p w:rsidR="00612EE0" w:rsidRDefault="00612EE0" w:rsidP="00E04D46">
      <w:pPr>
        <w:pStyle w:val="Abbreviation"/>
      </w:pPr>
      <w:r>
        <w:t>SPP</w:t>
      </w:r>
      <w:r>
        <w:tab/>
        <w:t>specific purpose payment</w:t>
      </w:r>
    </w:p>
    <w:p w:rsidR="00612EE0" w:rsidRDefault="00612EE0" w:rsidP="00E04D46">
      <w:pPr>
        <w:pStyle w:val="Abbreviation"/>
      </w:pPr>
      <w:r>
        <w:t>TAFE</w:t>
      </w:r>
      <w:r>
        <w:tab/>
        <w:t>technical and further education</w:t>
      </w:r>
    </w:p>
    <w:p w:rsidR="00612EE0" w:rsidRDefault="00612EE0" w:rsidP="00E04D46">
      <w:pPr>
        <w:pStyle w:val="Abbreviation"/>
      </w:pPr>
      <w:r>
        <w:t>Tas</w:t>
      </w:r>
      <w:r>
        <w:tab/>
        <w:t>Tasmania</w:t>
      </w:r>
    </w:p>
    <w:p w:rsidR="00612EE0" w:rsidRDefault="00612EE0" w:rsidP="00E04D46">
      <w:pPr>
        <w:pStyle w:val="Abbreviation"/>
      </w:pPr>
      <w:r>
        <w:t>VET</w:t>
      </w:r>
      <w:r>
        <w:tab/>
        <w:t>vocational education and training</w:t>
      </w:r>
    </w:p>
    <w:p w:rsidR="00612EE0" w:rsidRDefault="00612EE0" w:rsidP="00E04D46">
      <w:pPr>
        <w:pStyle w:val="Abbreviation"/>
      </w:pPr>
      <w:r>
        <w:t>Vic</w:t>
      </w:r>
      <w:r>
        <w:tab/>
        <w:t>Victoria</w:t>
      </w:r>
    </w:p>
    <w:p w:rsidR="00612EE0" w:rsidRDefault="00612EE0" w:rsidP="00E04D46">
      <w:pPr>
        <w:pStyle w:val="Abbreviation"/>
      </w:pPr>
      <w:r>
        <w:t>WA</w:t>
      </w:r>
      <w:r>
        <w:tab/>
        <w:t>Western Australia</w:t>
      </w:r>
    </w:p>
    <w:p w:rsidR="00985566" w:rsidRDefault="00612EE0" w:rsidP="00E04D46">
      <w:pPr>
        <w:pStyle w:val="Abbreviation"/>
      </w:pPr>
      <w:r>
        <w:t>WEA</w:t>
      </w:r>
      <w:r>
        <w:tab/>
        <w:t>Workers’ Education Association of South Australia</w:t>
      </w:r>
    </w:p>
    <w:p w:rsidR="00DD585A" w:rsidRDefault="00DD585A">
      <w:pPr>
        <w:rPr>
          <w:szCs w:val="20"/>
        </w:rPr>
      </w:pPr>
      <w:r>
        <w:br w:type="page"/>
      </w:r>
    </w:p>
    <w:p w:rsidR="00DD585A" w:rsidRDefault="00DD585A" w:rsidP="00DD585A">
      <w:pPr>
        <w:pStyle w:val="Heading2"/>
      </w:pPr>
      <w:bookmarkStart w:id="42" w:name="_Toc290470598"/>
      <w:r>
        <w:t>Glossary</w:t>
      </w:r>
      <w:bookmarkEnd w:id="42"/>
    </w:p>
    <w:p w:rsidR="00DD585A" w:rsidRPr="00687A67" w:rsidRDefault="00DD585A" w:rsidP="00DD585A">
      <w:pPr>
        <w:pStyle w:val="BoxSpace"/>
      </w:pPr>
    </w:p>
    <w:tbl>
      <w:tblPr>
        <w:tblW w:w="0" w:type="auto"/>
        <w:tblLook w:val="01E0" w:firstRow="1" w:lastRow="1" w:firstColumn="1" w:lastColumn="1" w:noHBand="0" w:noVBand="0"/>
      </w:tblPr>
      <w:tblGrid>
        <w:gridCol w:w="2410"/>
        <w:gridCol w:w="6379"/>
      </w:tblGrid>
      <w:tr w:rsidR="00DD585A" w:rsidRPr="00687A67" w:rsidTr="00DD585A">
        <w:tc>
          <w:tcPr>
            <w:tcW w:w="2410" w:type="dxa"/>
          </w:tcPr>
          <w:p w:rsidR="00DD585A" w:rsidRPr="004A05D1" w:rsidRDefault="00DD585A" w:rsidP="00DD585A">
            <w:pPr>
              <w:pStyle w:val="TableBodyText"/>
              <w:jc w:val="left"/>
              <w:rPr>
                <w:b/>
              </w:rPr>
            </w:pPr>
            <w:r w:rsidRPr="004A05D1">
              <w:rPr>
                <w:b/>
              </w:rPr>
              <w:t>Completions</w:t>
            </w:r>
          </w:p>
        </w:tc>
        <w:tc>
          <w:tcPr>
            <w:tcW w:w="6379" w:type="dxa"/>
          </w:tcPr>
          <w:p w:rsidR="00DD585A" w:rsidRPr="00687A67" w:rsidRDefault="00DD585A" w:rsidP="00DD585A">
            <w:pPr>
              <w:pStyle w:val="TableBodyText"/>
              <w:jc w:val="left"/>
            </w:pPr>
            <w:r w:rsidRPr="00687A67">
              <w:t>Fulfilment of all of the requirements of a course enrolment or module enrolment. Completion of a qualification or course is indicated by acknowledging eligibility for a qualification (whether or not the student physically received the acknowledgment).</w:t>
            </w:r>
          </w:p>
        </w:tc>
      </w:tr>
      <w:tr w:rsidR="00DD585A" w:rsidRPr="00687A67" w:rsidTr="00DD585A">
        <w:tc>
          <w:tcPr>
            <w:tcW w:w="2410" w:type="dxa"/>
          </w:tcPr>
          <w:p w:rsidR="00DD585A" w:rsidRPr="004A05D1" w:rsidRDefault="00DD585A" w:rsidP="00DD585A">
            <w:pPr>
              <w:pStyle w:val="TableBodyText"/>
              <w:jc w:val="left"/>
              <w:rPr>
                <w:b/>
              </w:rPr>
            </w:pPr>
            <w:r w:rsidRPr="004A05D1">
              <w:rPr>
                <w:b/>
              </w:rPr>
              <w:t>Course</w:t>
            </w:r>
          </w:p>
        </w:tc>
        <w:tc>
          <w:tcPr>
            <w:tcW w:w="6379" w:type="dxa"/>
          </w:tcPr>
          <w:p w:rsidR="00DD585A" w:rsidRPr="00687A67" w:rsidRDefault="00DD585A" w:rsidP="00DD585A">
            <w:pPr>
              <w:pStyle w:val="TableBodyText"/>
              <w:jc w:val="left"/>
            </w:pPr>
            <w:r w:rsidRPr="00687A67">
              <w:t>A structured program of study that leads to the acquisition of identified competencies and includes assessment leading to a qualification.</w:t>
            </w:r>
          </w:p>
        </w:tc>
      </w:tr>
      <w:tr w:rsidR="00DD585A" w:rsidRPr="00687A67" w:rsidTr="00DD585A">
        <w:tc>
          <w:tcPr>
            <w:tcW w:w="2410" w:type="dxa"/>
          </w:tcPr>
          <w:p w:rsidR="00DD585A" w:rsidRPr="004A05D1" w:rsidRDefault="00DD585A" w:rsidP="00DD585A">
            <w:pPr>
              <w:pStyle w:val="TableBodyText"/>
              <w:jc w:val="left"/>
              <w:rPr>
                <w:b/>
              </w:rPr>
            </w:pPr>
            <w:r w:rsidRPr="004A05D1">
              <w:rPr>
                <w:b/>
              </w:rPr>
              <w:t>Enrolment</w:t>
            </w:r>
          </w:p>
        </w:tc>
        <w:tc>
          <w:tcPr>
            <w:tcW w:w="6379" w:type="dxa"/>
          </w:tcPr>
          <w:p w:rsidR="00DD585A" w:rsidRPr="00687A67" w:rsidRDefault="00DD585A" w:rsidP="00DD585A">
            <w:pPr>
              <w:pStyle w:val="TableBodyText"/>
              <w:jc w:val="left"/>
            </w:pPr>
            <w:r w:rsidRPr="00687A67">
              <w:t>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w:t>
            </w:r>
          </w:p>
        </w:tc>
      </w:tr>
      <w:tr w:rsidR="00DD585A" w:rsidRPr="00687A67" w:rsidTr="00DD585A">
        <w:tc>
          <w:tcPr>
            <w:tcW w:w="2410" w:type="dxa"/>
          </w:tcPr>
          <w:p w:rsidR="00DD585A" w:rsidRPr="004A05D1" w:rsidRDefault="00DD585A" w:rsidP="00DD585A">
            <w:pPr>
              <w:pStyle w:val="TableBodyText"/>
              <w:jc w:val="left"/>
              <w:rPr>
                <w:b/>
              </w:rPr>
            </w:pPr>
            <w:r w:rsidRPr="004A05D1">
              <w:rPr>
                <w:b/>
              </w:rPr>
              <w:t>Fee-for-service</w:t>
            </w:r>
          </w:p>
        </w:tc>
        <w:tc>
          <w:tcPr>
            <w:tcW w:w="6379" w:type="dxa"/>
          </w:tcPr>
          <w:p w:rsidR="00DD585A" w:rsidRPr="00687A67" w:rsidRDefault="00DD585A" w:rsidP="00DD585A">
            <w:pPr>
              <w:pStyle w:val="TableBodyText"/>
              <w:jc w:val="left"/>
            </w:pPr>
            <w:r w:rsidRPr="00687A67">
              <w:t>Training for which most or all of the cost is borne by the student or a person or organisation on behalf of the student.</w:t>
            </w:r>
          </w:p>
        </w:tc>
      </w:tr>
      <w:tr w:rsidR="00DD585A" w:rsidRPr="00687A67" w:rsidTr="00DD585A">
        <w:tc>
          <w:tcPr>
            <w:tcW w:w="2410" w:type="dxa"/>
          </w:tcPr>
          <w:p w:rsidR="00DD585A" w:rsidRPr="004A05D1" w:rsidRDefault="00DD585A" w:rsidP="00DD585A">
            <w:pPr>
              <w:pStyle w:val="TableBodyText"/>
              <w:jc w:val="left"/>
              <w:rPr>
                <w:b/>
              </w:rPr>
            </w:pPr>
            <w:r w:rsidRPr="004A05D1">
              <w:rPr>
                <w:b/>
              </w:rPr>
              <w:t>Government funded</w:t>
            </w:r>
          </w:p>
        </w:tc>
        <w:tc>
          <w:tcPr>
            <w:tcW w:w="6379" w:type="dxa"/>
          </w:tcPr>
          <w:p w:rsidR="00DD585A" w:rsidRPr="00687A67" w:rsidRDefault="00DD585A" w:rsidP="00DD585A">
            <w:pPr>
              <w:pStyle w:val="TableBodyText"/>
              <w:jc w:val="left"/>
            </w:pPr>
            <w:r w:rsidRPr="00687A67">
              <w:t xml:space="preserve">Government recurrent funded students (which relates directly to training activity funded under the Commonwealth–State Agreement for Skilling Australia’s Workforce unless otherwise specified) and excludes students participating in VET programs delivered in schools (where the delivery was undertaken by schools) or who undertook ‘recreation, leisure or personal enrichment’ education programs. Fee-for-service by private providers, delivery undertaken at overseas campuses of Australian VET institutions, and credit transfer are also excluded. </w:t>
            </w:r>
          </w:p>
        </w:tc>
      </w:tr>
      <w:tr w:rsidR="00DD585A" w:rsidRPr="00687A67" w:rsidTr="00DD585A">
        <w:tc>
          <w:tcPr>
            <w:tcW w:w="2410" w:type="dxa"/>
          </w:tcPr>
          <w:p w:rsidR="00DD585A" w:rsidRPr="004A05D1" w:rsidRDefault="00DD585A" w:rsidP="00DD585A">
            <w:pPr>
              <w:pStyle w:val="TableBodyText"/>
              <w:jc w:val="left"/>
              <w:rPr>
                <w:b/>
              </w:rPr>
            </w:pPr>
            <w:r w:rsidRPr="004A05D1">
              <w:rPr>
                <w:b/>
              </w:rPr>
              <w:t>Graduate</w:t>
            </w:r>
          </w:p>
        </w:tc>
        <w:tc>
          <w:tcPr>
            <w:tcW w:w="6379" w:type="dxa"/>
          </w:tcPr>
          <w:p w:rsidR="00DD585A" w:rsidRPr="00687A67" w:rsidRDefault="00DD585A" w:rsidP="00DD585A">
            <w:pPr>
              <w:pStyle w:val="TableBodyText"/>
              <w:jc w:val="left"/>
            </w:pPr>
            <w:r w:rsidRPr="00687A67">
              <w:t>A person who has completed a VET program.</w:t>
            </w:r>
          </w:p>
        </w:tc>
      </w:tr>
      <w:tr w:rsidR="00DD585A" w:rsidRPr="00687A67" w:rsidTr="00DD585A">
        <w:tc>
          <w:tcPr>
            <w:tcW w:w="2410" w:type="dxa"/>
          </w:tcPr>
          <w:p w:rsidR="00DD585A" w:rsidRPr="004A05D1" w:rsidRDefault="00DD585A" w:rsidP="00DD585A">
            <w:pPr>
              <w:pStyle w:val="TableBodyText"/>
              <w:jc w:val="left"/>
              <w:rPr>
                <w:b/>
              </w:rPr>
            </w:pPr>
            <w:r w:rsidRPr="004A05D1">
              <w:rPr>
                <w:b/>
              </w:rPr>
              <w:t>Module</w:t>
            </w:r>
          </w:p>
        </w:tc>
        <w:tc>
          <w:tcPr>
            <w:tcW w:w="6379" w:type="dxa"/>
          </w:tcPr>
          <w:p w:rsidR="00DD585A" w:rsidRPr="00687A67" w:rsidRDefault="00DD585A" w:rsidP="00DD585A">
            <w:pPr>
              <w:pStyle w:val="TableBodyText"/>
              <w:jc w:val="left"/>
            </w:pPr>
            <w:r w:rsidRPr="00687A67">
              <w:t>A unit of training in which a student can enrol and be assessed.</w:t>
            </w:r>
          </w:p>
        </w:tc>
      </w:tr>
      <w:tr w:rsidR="00DD585A" w:rsidRPr="00687A67" w:rsidTr="00DD585A">
        <w:tc>
          <w:tcPr>
            <w:tcW w:w="2410" w:type="dxa"/>
          </w:tcPr>
          <w:p w:rsidR="00DD585A" w:rsidRPr="004A05D1" w:rsidRDefault="00DD585A" w:rsidP="00DD585A">
            <w:pPr>
              <w:pStyle w:val="TableBodyText"/>
              <w:jc w:val="left"/>
              <w:rPr>
                <w:b/>
              </w:rPr>
            </w:pPr>
            <w:r w:rsidRPr="004A05D1">
              <w:rPr>
                <w:b/>
              </w:rPr>
              <w:t>Private provider</w:t>
            </w:r>
          </w:p>
        </w:tc>
        <w:tc>
          <w:tcPr>
            <w:tcW w:w="6379" w:type="dxa"/>
          </w:tcPr>
          <w:p w:rsidR="00DD585A" w:rsidRPr="00687A67" w:rsidRDefault="00DD585A" w:rsidP="00DD585A">
            <w:pPr>
              <w:pStyle w:val="TableBodyText"/>
              <w:jc w:val="left"/>
            </w:pPr>
            <w:r w:rsidRPr="00687A67">
              <w:t>A commercial organisation that provides training to individuals and industry.</w:t>
            </w:r>
          </w:p>
        </w:tc>
      </w:tr>
      <w:tr w:rsidR="00DD585A" w:rsidRPr="00687A67" w:rsidTr="00DD585A">
        <w:tc>
          <w:tcPr>
            <w:tcW w:w="2410" w:type="dxa"/>
          </w:tcPr>
          <w:p w:rsidR="00DD585A" w:rsidRPr="002F2EDE" w:rsidRDefault="00DD585A" w:rsidP="00DD585A">
            <w:pPr>
              <w:pStyle w:val="TableBodyText"/>
              <w:jc w:val="left"/>
              <w:rPr>
                <w:b/>
              </w:rPr>
            </w:pPr>
            <w:r w:rsidRPr="002F2EDE">
              <w:rPr>
                <w:b/>
              </w:rPr>
              <w:t>Productivity Places Program</w:t>
            </w:r>
            <w:r>
              <w:rPr>
                <w:b/>
              </w:rPr>
              <w:t xml:space="preserve"> (PPP)</w:t>
            </w:r>
          </w:p>
        </w:tc>
        <w:tc>
          <w:tcPr>
            <w:tcW w:w="6379" w:type="dxa"/>
          </w:tcPr>
          <w:p w:rsidR="00DD585A" w:rsidRPr="002F2EDE" w:rsidRDefault="00DD585A" w:rsidP="00DD585A">
            <w:pPr>
              <w:pStyle w:val="TableBodyText"/>
              <w:jc w:val="left"/>
            </w:pPr>
            <w:r w:rsidRPr="002F2EDE">
              <w:t xml:space="preserve">The PPP </w:t>
            </w:r>
            <w:r>
              <w:t>was</w:t>
            </w:r>
            <w:r w:rsidRPr="002F2EDE">
              <w:t xml:space="preserve"> part of the Australian Government’s Skilling Australia for the Future initiative. The program </w:t>
            </w:r>
            <w:r>
              <w:t xml:space="preserve">aimed to </w:t>
            </w:r>
            <w:r w:rsidRPr="002F2EDE">
              <w:t>provide additional training opportunities to assist Australian workers and job seekers to develop the skills they need</w:t>
            </w:r>
            <w:r>
              <w:t>ed</w:t>
            </w:r>
            <w:r w:rsidRPr="002F2EDE">
              <w:t xml:space="preserve"> to be effective participants and contributors to the modern workforce. The training places </w:t>
            </w:r>
            <w:r>
              <w:t>were</w:t>
            </w:r>
            <w:r w:rsidRPr="002F2EDE">
              <w:t xml:space="preserve"> delivered in response to skills and occupations demand identified by industry.</w:t>
            </w:r>
          </w:p>
        </w:tc>
      </w:tr>
      <w:tr w:rsidR="00DD585A" w:rsidRPr="00687A67" w:rsidTr="00DD585A">
        <w:tc>
          <w:tcPr>
            <w:tcW w:w="2410" w:type="dxa"/>
          </w:tcPr>
          <w:p w:rsidR="00DD585A" w:rsidRPr="004A05D1" w:rsidRDefault="00DD585A" w:rsidP="00DD585A">
            <w:pPr>
              <w:pStyle w:val="TableBodyText"/>
              <w:jc w:val="left"/>
              <w:rPr>
                <w:b/>
              </w:rPr>
            </w:pPr>
            <w:r w:rsidRPr="004A05D1">
              <w:rPr>
                <w:b/>
              </w:rPr>
              <w:t>Program of study</w:t>
            </w:r>
          </w:p>
        </w:tc>
        <w:tc>
          <w:tcPr>
            <w:tcW w:w="6379" w:type="dxa"/>
          </w:tcPr>
          <w:p w:rsidR="00DD585A" w:rsidRPr="00687A67" w:rsidRDefault="00DD585A" w:rsidP="00DD585A">
            <w:pPr>
              <w:pStyle w:val="TableBodyText"/>
              <w:jc w:val="left"/>
            </w:pPr>
            <w:r w:rsidRPr="00687A67">
              <w:t>A generic term to describe Training Package qualifications, nationally recognised accredited courses, other courses (not nationally recognised accredited courses), units of competency and modules.</w:t>
            </w:r>
          </w:p>
        </w:tc>
      </w:tr>
      <w:tr w:rsidR="00DD585A" w:rsidRPr="00687A67" w:rsidTr="00DD585A">
        <w:tc>
          <w:tcPr>
            <w:tcW w:w="2410" w:type="dxa"/>
          </w:tcPr>
          <w:p w:rsidR="00DD585A" w:rsidRPr="004A05D1" w:rsidRDefault="00DD585A" w:rsidP="00DD585A">
            <w:pPr>
              <w:pStyle w:val="TableBodyText"/>
              <w:jc w:val="left"/>
              <w:rPr>
                <w:b/>
              </w:rPr>
            </w:pPr>
            <w:r w:rsidRPr="004A05D1">
              <w:rPr>
                <w:b/>
              </w:rPr>
              <w:t>Recurrent funding</w:t>
            </w:r>
          </w:p>
        </w:tc>
        <w:tc>
          <w:tcPr>
            <w:tcW w:w="6379" w:type="dxa"/>
          </w:tcPr>
          <w:p w:rsidR="00DD585A" w:rsidRPr="00687A67" w:rsidRDefault="00DD585A" w:rsidP="00DD585A">
            <w:pPr>
              <w:pStyle w:val="TableBodyText"/>
              <w:jc w:val="left"/>
            </w:pPr>
            <w:r w:rsidRPr="00687A67">
              <w:t>Funding provided by the Australian, State and Territory governments to cover operating costs, salaries and rent.</w:t>
            </w:r>
          </w:p>
        </w:tc>
      </w:tr>
      <w:tr w:rsidR="00DD585A" w:rsidRPr="00687A67" w:rsidTr="00DD585A">
        <w:tc>
          <w:tcPr>
            <w:tcW w:w="2410" w:type="dxa"/>
          </w:tcPr>
          <w:p w:rsidR="00DD585A" w:rsidRPr="004A05D1" w:rsidRDefault="00DD585A" w:rsidP="00DD585A">
            <w:pPr>
              <w:pStyle w:val="TableBodyText"/>
              <w:jc w:val="left"/>
              <w:rPr>
                <w:b/>
              </w:rPr>
            </w:pPr>
            <w:r w:rsidRPr="004A05D1">
              <w:rPr>
                <w:b/>
              </w:rPr>
              <w:t>Registered training organisation (RTO)</w:t>
            </w:r>
          </w:p>
        </w:tc>
        <w:tc>
          <w:tcPr>
            <w:tcW w:w="6379" w:type="dxa"/>
          </w:tcPr>
          <w:p w:rsidR="00DD585A" w:rsidRPr="00687A67" w:rsidRDefault="00DD585A" w:rsidP="00DD585A">
            <w:pPr>
              <w:pStyle w:val="TableBodyText"/>
              <w:jc w:val="left"/>
            </w:pPr>
            <w:r w:rsidRPr="00687A67">
              <w:t>RTOs are organisations registered by a State or Territory recognition authority to deliver specified VET and/or assessment services, and issue nationally recognised qualifications in accordance with the AQTF. RTOs include TAFE colleges and institutes, adult and community education providers, private providers, community organisations, schools, higher education institutions, commercial and enterprise training providers, industry bodies and other organisations meeting the registration requirements.</w:t>
            </w:r>
          </w:p>
        </w:tc>
      </w:tr>
      <w:tr w:rsidR="00DD585A" w:rsidRPr="00687A67" w:rsidTr="00DD585A">
        <w:tc>
          <w:tcPr>
            <w:tcW w:w="2410" w:type="dxa"/>
          </w:tcPr>
          <w:p w:rsidR="00DD585A" w:rsidRPr="004A05D1" w:rsidRDefault="00DD585A" w:rsidP="00DD585A">
            <w:pPr>
              <w:pStyle w:val="TableBodyText"/>
              <w:jc w:val="left"/>
              <w:rPr>
                <w:b/>
              </w:rPr>
            </w:pPr>
            <w:r w:rsidRPr="004A05D1">
              <w:rPr>
                <w:b/>
              </w:rPr>
              <w:t>TAFE</w:t>
            </w:r>
          </w:p>
        </w:tc>
        <w:tc>
          <w:tcPr>
            <w:tcW w:w="6379" w:type="dxa"/>
          </w:tcPr>
          <w:p w:rsidR="00DD585A" w:rsidRPr="00687A67" w:rsidRDefault="00DD585A" w:rsidP="00DD585A">
            <w:pPr>
              <w:pStyle w:val="TableBodyText"/>
              <w:jc w:val="left"/>
            </w:pPr>
            <w:r w:rsidRPr="00687A67">
              <w:t>Technical and further education colleges and institutes, which are the primary providers of government funded VET.</w:t>
            </w:r>
          </w:p>
        </w:tc>
      </w:tr>
      <w:tr w:rsidR="00DD585A" w:rsidRPr="00687A67" w:rsidTr="00DD585A">
        <w:tc>
          <w:tcPr>
            <w:tcW w:w="2410" w:type="dxa"/>
          </w:tcPr>
          <w:p w:rsidR="00DD585A" w:rsidRPr="004A05D1" w:rsidRDefault="00DD585A" w:rsidP="00DD585A">
            <w:pPr>
              <w:pStyle w:val="TableBodyText"/>
              <w:jc w:val="left"/>
              <w:rPr>
                <w:b/>
              </w:rPr>
            </w:pPr>
            <w:r w:rsidRPr="004A05D1">
              <w:rPr>
                <w:b/>
              </w:rPr>
              <w:t>Training packages</w:t>
            </w:r>
          </w:p>
        </w:tc>
        <w:tc>
          <w:tcPr>
            <w:tcW w:w="6379" w:type="dxa"/>
          </w:tcPr>
          <w:p w:rsidR="00DD585A" w:rsidRDefault="00DD585A" w:rsidP="00DD585A">
            <w:pPr>
              <w:pStyle w:val="TableBodyText"/>
              <w:jc w:val="left"/>
            </w:pPr>
            <w:r w:rsidRPr="00687A67">
              <w:t xml:space="preserve">An integrated set of nationally endorsed standards, guidelines and qualifications for training, assessing and recognising people’s skills, developed by industry to meet the training needs of an industry or group of industries. Training packages consist of core endorsed components of competency standards, assessment guidelines and qualifications, and optional non-endorsed components of support materials such as learning strategies, assessment resources and professional development materials. </w:t>
            </w:r>
          </w:p>
          <w:p w:rsidR="00DD585A" w:rsidRPr="00687A67" w:rsidRDefault="00DD585A" w:rsidP="00DD585A">
            <w:pPr>
              <w:pStyle w:val="TableBodyText"/>
              <w:jc w:val="left"/>
            </w:pPr>
            <w:r w:rsidRPr="00687A67">
              <w:t>A Training Package is the grouping together of the training components designed to assist in achieving the competencies for a specific industry. Units of competency are packaged together which, when combined at various levels, can form qualifications (Certificate, Diploma etc.).</w:t>
            </w:r>
          </w:p>
        </w:tc>
      </w:tr>
      <w:tr w:rsidR="00DD585A" w:rsidRPr="004A05D1" w:rsidTr="00DD585A">
        <w:tc>
          <w:tcPr>
            <w:tcW w:w="2410" w:type="dxa"/>
          </w:tcPr>
          <w:p w:rsidR="00DD585A" w:rsidRPr="004A05D1" w:rsidRDefault="00DD585A" w:rsidP="00DD585A">
            <w:pPr>
              <w:pStyle w:val="TableBodyText"/>
              <w:jc w:val="left"/>
              <w:rPr>
                <w:b/>
              </w:rPr>
            </w:pPr>
            <w:r w:rsidRPr="004A05D1">
              <w:rPr>
                <w:b/>
              </w:rPr>
              <w:t>VET program</w:t>
            </w:r>
          </w:p>
        </w:tc>
        <w:tc>
          <w:tcPr>
            <w:tcW w:w="6379" w:type="dxa"/>
          </w:tcPr>
          <w:p w:rsidR="00DD585A" w:rsidRPr="005015FA" w:rsidRDefault="00DD585A" w:rsidP="00DD585A">
            <w:pPr>
              <w:pStyle w:val="TableBodyText"/>
              <w:jc w:val="left"/>
            </w:pPr>
            <w:r w:rsidRPr="00687A67">
              <w:t>A course or module offered by a training organisation in which students may enrol and gives people work-related knowledge and skills.</w:t>
            </w:r>
          </w:p>
        </w:tc>
      </w:tr>
    </w:tbl>
    <w:p w:rsidR="00DD585A" w:rsidRPr="005015FA" w:rsidRDefault="00DD585A" w:rsidP="00DD585A">
      <w:pPr>
        <w:pStyle w:val="BodyText"/>
      </w:pPr>
    </w:p>
    <w:p w:rsidR="00DD585A" w:rsidRDefault="00DD585A" w:rsidP="00E04D46">
      <w:pPr>
        <w:pStyle w:val="Abbreviation"/>
      </w:pPr>
    </w:p>
    <w:sectPr w:rsidR="00DD585A" w:rsidSect="0092225E">
      <w:pgSz w:w="11907" w:h="16840" w:code="9"/>
      <w:pgMar w:top="1985" w:right="1304" w:bottom="1418" w:left="1814" w:header="1701" w:footer="567" w:gutter="0"/>
      <w:pgNumType w:start="292"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3BF" w:rsidRDefault="001D43BF">
      <w:r>
        <w:separator/>
      </w:r>
    </w:p>
  </w:endnote>
  <w:endnote w:type="continuationSeparator" w:id="0">
    <w:p w:rsidR="001D43BF" w:rsidRDefault="001D4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D43BF">
      <w:trPr>
        <w:trHeight w:hRule="exact" w:val="740"/>
      </w:trPr>
      <w:tc>
        <w:tcPr>
          <w:tcW w:w="510" w:type="dxa"/>
          <w:tcBorders>
            <w:top w:val="single" w:sz="6" w:space="0" w:color="auto"/>
          </w:tcBorders>
        </w:tcPr>
        <w:p w:rsidR="001D43BF" w:rsidRDefault="001D43BF" w:rsidP="00590E06">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87A2F">
            <w:rPr>
              <w:rStyle w:val="PageNumber"/>
              <w:noProof/>
            </w:rPr>
            <w:t>28</w:t>
          </w:r>
          <w:r>
            <w:rPr>
              <w:rStyle w:val="PageNumber"/>
            </w:rPr>
            <w:fldChar w:fldCharType="end"/>
          </w:r>
        </w:p>
      </w:tc>
      <w:tc>
        <w:tcPr>
          <w:tcW w:w="1644" w:type="dxa"/>
          <w:tcBorders>
            <w:top w:val="single" w:sz="6" w:space="0" w:color="auto"/>
          </w:tcBorders>
        </w:tcPr>
        <w:p w:rsidR="001D43BF" w:rsidRDefault="001D43BF" w:rsidP="0019293B">
          <w:pPr>
            <w:pStyle w:val="Footer"/>
          </w:pPr>
          <w:fldSimple w:instr=" SUBJECT  \* MERGEFORMAT ">
            <w:r w:rsidR="00952059">
              <w:t>SCRGSP REPORT TO CRC JUNE 2012</w:t>
            </w:r>
          </w:fldSimple>
        </w:p>
      </w:tc>
      <w:tc>
        <w:tcPr>
          <w:tcW w:w="6634" w:type="dxa"/>
        </w:tcPr>
        <w:p w:rsidR="001D43BF" w:rsidRDefault="001D43BF" w:rsidP="0019293B">
          <w:pPr>
            <w:pStyle w:val="Footer"/>
          </w:pPr>
        </w:p>
      </w:tc>
    </w:tr>
  </w:tbl>
  <w:p w:rsidR="001D43BF" w:rsidRDefault="001D43B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096"/>
      <w:gridCol w:w="2182"/>
      <w:gridCol w:w="510"/>
    </w:tblGrid>
    <w:tr w:rsidR="001D43BF" w:rsidTr="00DF3AA3">
      <w:trPr>
        <w:trHeight w:hRule="exact" w:val="740"/>
      </w:trPr>
      <w:tc>
        <w:tcPr>
          <w:tcW w:w="6096" w:type="dxa"/>
        </w:tcPr>
        <w:p w:rsidR="001D43BF" w:rsidRDefault="001D43BF">
          <w:pPr>
            <w:pStyle w:val="Footer"/>
            <w:ind w:right="360" w:firstLine="360"/>
          </w:pPr>
        </w:p>
      </w:tc>
      <w:tc>
        <w:tcPr>
          <w:tcW w:w="2182" w:type="dxa"/>
          <w:tcBorders>
            <w:top w:val="single" w:sz="6" w:space="0" w:color="auto"/>
          </w:tcBorders>
        </w:tcPr>
        <w:p w:rsidR="001D43BF" w:rsidRDefault="00C34B33">
          <w:pPr>
            <w:pStyle w:val="Footer"/>
          </w:pPr>
          <w:fldSimple w:instr=" TITLE  \* MERGEFORMAT ">
            <w:r w:rsidR="00952059">
              <w:t>NATIONAL AGREEMENT FOR SKILLS AND WORKFORCE DEVELOPMENT</w:t>
            </w:r>
          </w:fldSimple>
          <w:bookmarkStart w:id="27" w:name="_Ref260833035"/>
        </w:p>
      </w:tc>
      <w:tc>
        <w:tcPr>
          <w:tcW w:w="510" w:type="dxa"/>
          <w:tcBorders>
            <w:top w:val="single" w:sz="6" w:space="0" w:color="auto"/>
          </w:tcBorders>
        </w:tcPr>
        <w:p w:rsidR="001D43BF" w:rsidRDefault="001D43BF" w:rsidP="0092225E">
          <w:pPr>
            <w:pStyle w:val="Footer"/>
            <w:jc w:val="right"/>
          </w:pPr>
          <w:r>
            <w:rPr>
              <w:rStyle w:val="PageNumber"/>
            </w:rPr>
            <w:fldChar w:fldCharType="begin"/>
          </w:r>
          <w:r>
            <w:rPr>
              <w:rStyle w:val="PageNumber"/>
            </w:rPr>
            <w:instrText xml:space="preserve">PAGE  </w:instrText>
          </w:r>
          <w:r>
            <w:rPr>
              <w:rStyle w:val="PageNumber"/>
            </w:rPr>
            <w:fldChar w:fldCharType="separate"/>
          </w:r>
          <w:r w:rsidR="00A87A2F">
            <w:rPr>
              <w:rStyle w:val="PageNumber"/>
              <w:noProof/>
            </w:rPr>
            <w:t>1</w:t>
          </w:r>
          <w:r>
            <w:rPr>
              <w:rStyle w:val="PageNumber"/>
            </w:rPr>
            <w:fldChar w:fldCharType="end"/>
          </w:r>
        </w:p>
      </w:tc>
    </w:tr>
    <w:bookmarkEnd w:id="27"/>
  </w:tbl>
  <w:p w:rsidR="001D43BF" w:rsidRDefault="001D43B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3BF" w:rsidRDefault="001D43BF">
      <w:r>
        <w:separator/>
      </w:r>
    </w:p>
  </w:footnote>
  <w:footnote w:type="continuationSeparator" w:id="0">
    <w:p w:rsidR="001D43BF" w:rsidRDefault="001D43BF">
      <w:r>
        <w:continuationSeparator/>
      </w:r>
    </w:p>
  </w:footnote>
  <w:footnote w:id="1">
    <w:p w:rsidR="001D43BF" w:rsidRDefault="001D43BF">
      <w:pPr>
        <w:pStyle w:val="FootnoteText"/>
      </w:pPr>
      <w:r>
        <w:rPr>
          <w:rStyle w:val="FootnoteReference"/>
        </w:rPr>
        <w:footnoteRef/>
      </w:r>
      <w:r>
        <w:t xml:space="preserve"> The Standing Council on Tertiary Education, Skills and Employment (SCOTESE) replaced the Ministerial Council for Tertiary Education and Employment (MCTEE) from 1 September 2011, as part of the COAG reform of Ministerial Councils.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D43BF">
      <w:tc>
        <w:tcPr>
          <w:tcW w:w="2155" w:type="dxa"/>
          <w:tcBorders>
            <w:top w:val="single" w:sz="24" w:space="0" w:color="auto"/>
          </w:tcBorders>
        </w:tcPr>
        <w:p w:rsidR="001D43BF" w:rsidRDefault="001D43BF" w:rsidP="0019293B">
          <w:pPr>
            <w:pStyle w:val="HeaderEven"/>
          </w:pPr>
        </w:p>
      </w:tc>
      <w:tc>
        <w:tcPr>
          <w:tcW w:w="6634" w:type="dxa"/>
          <w:tcBorders>
            <w:top w:val="single" w:sz="6" w:space="0" w:color="auto"/>
          </w:tcBorders>
        </w:tcPr>
        <w:p w:rsidR="001D43BF" w:rsidRDefault="001D43BF" w:rsidP="005E59FF">
          <w:pPr>
            <w:pStyle w:val="HeaderEven"/>
          </w:pPr>
        </w:p>
      </w:tc>
    </w:tr>
  </w:tbl>
  <w:p w:rsidR="001D43BF" w:rsidRDefault="001D43B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D43BF">
      <w:tc>
        <w:tcPr>
          <w:tcW w:w="6634" w:type="dxa"/>
          <w:tcBorders>
            <w:top w:val="single" w:sz="6" w:space="0" w:color="auto"/>
          </w:tcBorders>
        </w:tcPr>
        <w:p w:rsidR="001D43BF" w:rsidRDefault="001D43BF" w:rsidP="00E669E2">
          <w:pPr>
            <w:pStyle w:val="HeaderOdd"/>
          </w:pPr>
        </w:p>
      </w:tc>
      <w:tc>
        <w:tcPr>
          <w:tcW w:w="2155" w:type="dxa"/>
          <w:tcBorders>
            <w:top w:val="single" w:sz="24" w:space="0" w:color="auto"/>
          </w:tcBorders>
        </w:tcPr>
        <w:p w:rsidR="001D43BF" w:rsidRDefault="001D43BF" w:rsidP="00E669E2">
          <w:pPr>
            <w:pStyle w:val="HeaderOdd"/>
          </w:pPr>
        </w:p>
      </w:tc>
    </w:tr>
  </w:tbl>
  <w:p w:rsidR="001D43BF" w:rsidRDefault="001D43B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3104AE2"/>
    <w:lvl w:ilvl="0">
      <w:start w:val="1"/>
      <w:numFmt w:val="decimal"/>
      <w:lvlText w:val="%1."/>
      <w:lvlJc w:val="left"/>
      <w:pPr>
        <w:tabs>
          <w:tab w:val="num" w:pos="360"/>
        </w:tabs>
        <w:ind w:left="360" w:hanging="36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F45931"/>
    <w:multiLevelType w:val="hybridMultilevel"/>
    <w:tmpl w:val="EBD6EFE6"/>
    <w:lvl w:ilvl="0" w:tplc="2D96184A">
      <w:start w:val="1"/>
      <w:numFmt w:val="lowerLetter"/>
      <w:lvlText w:val="(%1)"/>
      <w:lvlJc w:val="left"/>
      <w:pPr>
        <w:tabs>
          <w:tab w:val="num" w:pos="700"/>
        </w:tabs>
        <w:ind w:left="700" w:hanging="360"/>
      </w:pPr>
      <w:rPr>
        <w:rFonts w:ascii="Times New Roman" w:hAnsi="Times New Roman" w:cs="Times New Roman" w:hint="default"/>
        <w:color w:val="auto"/>
        <w:sz w:val="24"/>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2F57118"/>
    <w:multiLevelType w:val="hybridMultilevel"/>
    <w:tmpl w:val="0BC8741E"/>
    <w:lvl w:ilvl="0" w:tplc="0C090001">
      <w:start w:val="1"/>
      <w:numFmt w:val="bullet"/>
      <w:lvlText w:val=""/>
      <w:lvlJc w:val="left"/>
      <w:pPr>
        <w:ind w:left="719" w:hanging="360"/>
      </w:pPr>
      <w:rPr>
        <w:rFonts w:ascii="Symbol" w:hAnsi="Symbol" w:hint="default"/>
      </w:rPr>
    </w:lvl>
    <w:lvl w:ilvl="1" w:tplc="0C090003" w:tentative="1">
      <w:start w:val="1"/>
      <w:numFmt w:val="bullet"/>
      <w:lvlText w:val="o"/>
      <w:lvlJc w:val="left"/>
      <w:pPr>
        <w:ind w:left="1439" w:hanging="360"/>
      </w:pPr>
      <w:rPr>
        <w:rFonts w:ascii="Courier New" w:hAnsi="Courier New" w:cs="Courier New" w:hint="default"/>
      </w:rPr>
    </w:lvl>
    <w:lvl w:ilvl="2" w:tplc="0C090005" w:tentative="1">
      <w:start w:val="1"/>
      <w:numFmt w:val="bullet"/>
      <w:lvlText w:val=""/>
      <w:lvlJc w:val="left"/>
      <w:pPr>
        <w:ind w:left="2159" w:hanging="360"/>
      </w:pPr>
      <w:rPr>
        <w:rFonts w:ascii="Wingdings" w:hAnsi="Wingdings" w:hint="default"/>
      </w:rPr>
    </w:lvl>
    <w:lvl w:ilvl="3" w:tplc="0C090001" w:tentative="1">
      <w:start w:val="1"/>
      <w:numFmt w:val="bullet"/>
      <w:lvlText w:val=""/>
      <w:lvlJc w:val="left"/>
      <w:pPr>
        <w:ind w:left="2879" w:hanging="360"/>
      </w:pPr>
      <w:rPr>
        <w:rFonts w:ascii="Symbol" w:hAnsi="Symbol" w:hint="default"/>
      </w:rPr>
    </w:lvl>
    <w:lvl w:ilvl="4" w:tplc="0C090003" w:tentative="1">
      <w:start w:val="1"/>
      <w:numFmt w:val="bullet"/>
      <w:lvlText w:val="o"/>
      <w:lvlJc w:val="left"/>
      <w:pPr>
        <w:ind w:left="3599" w:hanging="360"/>
      </w:pPr>
      <w:rPr>
        <w:rFonts w:ascii="Courier New" w:hAnsi="Courier New" w:cs="Courier New" w:hint="default"/>
      </w:rPr>
    </w:lvl>
    <w:lvl w:ilvl="5" w:tplc="0C090005" w:tentative="1">
      <w:start w:val="1"/>
      <w:numFmt w:val="bullet"/>
      <w:lvlText w:val=""/>
      <w:lvlJc w:val="left"/>
      <w:pPr>
        <w:ind w:left="4319" w:hanging="360"/>
      </w:pPr>
      <w:rPr>
        <w:rFonts w:ascii="Wingdings" w:hAnsi="Wingdings" w:hint="default"/>
      </w:rPr>
    </w:lvl>
    <w:lvl w:ilvl="6" w:tplc="0C090001" w:tentative="1">
      <w:start w:val="1"/>
      <w:numFmt w:val="bullet"/>
      <w:lvlText w:val=""/>
      <w:lvlJc w:val="left"/>
      <w:pPr>
        <w:ind w:left="5039" w:hanging="360"/>
      </w:pPr>
      <w:rPr>
        <w:rFonts w:ascii="Symbol" w:hAnsi="Symbol" w:hint="default"/>
      </w:rPr>
    </w:lvl>
    <w:lvl w:ilvl="7" w:tplc="0C090003" w:tentative="1">
      <w:start w:val="1"/>
      <w:numFmt w:val="bullet"/>
      <w:lvlText w:val="o"/>
      <w:lvlJc w:val="left"/>
      <w:pPr>
        <w:ind w:left="5759" w:hanging="360"/>
      </w:pPr>
      <w:rPr>
        <w:rFonts w:ascii="Courier New" w:hAnsi="Courier New" w:cs="Courier New" w:hint="default"/>
      </w:rPr>
    </w:lvl>
    <w:lvl w:ilvl="8" w:tplc="0C090005" w:tentative="1">
      <w:start w:val="1"/>
      <w:numFmt w:val="bullet"/>
      <w:lvlText w:val=""/>
      <w:lvlJc w:val="left"/>
      <w:pPr>
        <w:ind w:left="6479" w:hanging="360"/>
      </w:pPr>
      <w:rPr>
        <w:rFonts w:ascii="Wingdings" w:hAnsi="Wingdings" w:hint="default"/>
      </w:rPr>
    </w:lvl>
  </w:abstractNum>
  <w:abstractNum w:abstractNumId="9">
    <w:nsid w:val="13026FDD"/>
    <w:multiLevelType w:val="hybridMultilevel"/>
    <w:tmpl w:val="98B008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00A4503"/>
    <w:multiLevelType w:val="hybridMultilevel"/>
    <w:tmpl w:val="9BCA3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1020FEA"/>
    <w:multiLevelType w:val="hybridMultilevel"/>
    <w:tmpl w:val="5EE613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4A2040B"/>
    <w:multiLevelType w:val="hybridMultilevel"/>
    <w:tmpl w:val="71C64C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7AF1C9F"/>
    <w:multiLevelType w:val="hybridMultilevel"/>
    <w:tmpl w:val="C3401770"/>
    <w:lvl w:ilvl="0" w:tplc="1324BB7E">
      <w:start w:val="1"/>
      <w:numFmt w:val="lowerLetter"/>
      <w:lvlText w:val="(%1)"/>
      <w:lvlJc w:val="left"/>
      <w:pPr>
        <w:tabs>
          <w:tab w:val="num" w:pos="700"/>
        </w:tabs>
        <w:ind w:left="700" w:hanging="360"/>
      </w:pPr>
      <w:rPr>
        <w:rFonts w:ascii="Times New Roman" w:hAnsi="Times New Roman" w:cs="Times New Roman" w:hint="default"/>
        <w:color w:val="auto"/>
        <w:sz w:val="24"/>
      </w:rPr>
    </w:lvl>
    <w:lvl w:ilvl="1" w:tplc="972273EE">
      <w:start w:val="7"/>
      <w:numFmt w:val="bullet"/>
      <w:lvlText w:val=""/>
      <w:lvlJc w:val="left"/>
      <w:pPr>
        <w:tabs>
          <w:tab w:val="num" w:pos="1440"/>
        </w:tabs>
        <w:ind w:left="1440" w:hanging="360"/>
      </w:pPr>
      <w:rPr>
        <w:rFonts w:ascii="Wingdings" w:eastAsia="Times New Roman" w:hAnsi="Wingdings"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5">
    <w:nsid w:val="28A86799"/>
    <w:multiLevelType w:val="hybridMultilevel"/>
    <w:tmpl w:val="3FF4F6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9A00939"/>
    <w:multiLevelType w:val="hybridMultilevel"/>
    <w:tmpl w:val="231A08E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AF069B9"/>
    <w:multiLevelType w:val="hybridMultilevel"/>
    <w:tmpl w:val="6142B8A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BF46D4E"/>
    <w:multiLevelType w:val="hybridMultilevel"/>
    <w:tmpl w:val="487049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24830D2"/>
    <w:multiLevelType w:val="hybridMultilevel"/>
    <w:tmpl w:val="3F0C286C"/>
    <w:lvl w:ilvl="0" w:tplc="F94A5766">
      <w:start w:val="1"/>
      <w:numFmt w:val="lowerLetter"/>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1">
    <w:nsid w:val="42255856"/>
    <w:multiLevelType w:val="hybridMultilevel"/>
    <w:tmpl w:val="2FB0FB80"/>
    <w:lvl w:ilvl="0" w:tplc="8D6AA76A">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4384BBC"/>
    <w:multiLevelType w:val="hybridMultilevel"/>
    <w:tmpl w:val="865606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44AA644B"/>
    <w:multiLevelType w:val="hybridMultilevel"/>
    <w:tmpl w:val="AD8EA15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84B2C8C"/>
    <w:multiLevelType w:val="hybridMultilevel"/>
    <w:tmpl w:val="5B02F5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4B44452C"/>
    <w:multiLevelType w:val="hybridMultilevel"/>
    <w:tmpl w:val="19B44DEE"/>
    <w:lvl w:ilvl="0" w:tplc="8FC27DBC">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C7F6CCA"/>
    <w:multiLevelType w:val="hybridMultilevel"/>
    <w:tmpl w:val="BE6CD294"/>
    <w:lvl w:ilvl="0" w:tplc="1D687BBE">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7">
    <w:nsid w:val="4FBE7CC6"/>
    <w:multiLevelType w:val="hybridMultilevel"/>
    <w:tmpl w:val="0EFC18AE"/>
    <w:lvl w:ilvl="0" w:tplc="9BD25582">
      <w:start w:val="1"/>
      <w:numFmt w:val="bullet"/>
      <w:lvlText w:val=""/>
      <w:lvlJc w:val="left"/>
      <w:pPr>
        <w:tabs>
          <w:tab w:val="num" w:pos="700"/>
        </w:tabs>
        <w:ind w:left="70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539B1E79"/>
    <w:multiLevelType w:val="hybridMultilevel"/>
    <w:tmpl w:val="8B142300"/>
    <w:lvl w:ilvl="0" w:tplc="CEA426C8">
      <w:start w:val="1"/>
      <w:numFmt w:val="lowerLetter"/>
      <w:lvlText w:val="(%1)"/>
      <w:lvlJc w:val="left"/>
      <w:pPr>
        <w:tabs>
          <w:tab w:val="num" w:pos="700"/>
        </w:tabs>
        <w:ind w:left="700" w:hanging="36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4"/>
        <w:szCs w:val="24"/>
        <w:u w:val="none" w:color="000000"/>
        <w:vertAlign w:val="baseline"/>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72458E6"/>
    <w:multiLevelType w:val="hybridMultilevel"/>
    <w:tmpl w:val="0E567744"/>
    <w:lvl w:ilvl="0" w:tplc="ED9617DC">
      <w:start w:val="1"/>
      <w:numFmt w:val="bullet"/>
      <w:pStyle w:val="MtgPaperDotpoint1"/>
      <w:lvlText w:val=""/>
      <w:lvlJc w:val="left"/>
      <w:pPr>
        <w:tabs>
          <w:tab w:val="num" w:pos="360"/>
        </w:tabs>
        <w:ind w:left="360" w:hanging="360"/>
      </w:pPr>
      <w:rPr>
        <w:rFonts w:ascii="Symbol" w:hAnsi="Symbol" w:hint="default"/>
        <w:color w:val="auto"/>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578A0AD0"/>
    <w:multiLevelType w:val="hybridMultilevel"/>
    <w:tmpl w:val="E808FC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5A3D2259"/>
    <w:multiLevelType w:val="hybridMultilevel"/>
    <w:tmpl w:val="D81A048C"/>
    <w:lvl w:ilvl="0" w:tplc="ACE2E66C">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6">
    <w:nsid w:val="65577BC8"/>
    <w:multiLevelType w:val="hybridMultilevel"/>
    <w:tmpl w:val="E04A3B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68A37516"/>
    <w:multiLevelType w:val="hybridMultilevel"/>
    <w:tmpl w:val="4126A864"/>
    <w:lvl w:ilvl="0" w:tplc="0C090001">
      <w:start w:val="1"/>
      <w:numFmt w:val="bullet"/>
      <w:lvlText w:val=""/>
      <w:lvlJc w:val="left"/>
      <w:pPr>
        <w:ind w:left="718"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38">
    <w:nsid w:val="755924F8"/>
    <w:multiLevelType w:val="hybridMultilevel"/>
    <w:tmpl w:val="FFB6A418"/>
    <w:lvl w:ilvl="0" w:tplc="0C090001">
      <w:start w:val="1"/>
      <w:numFmt w:val="bullet"/>
      <w:lvlText w:val=""/>
      <w:lvlJc w:val="left"/>
      <w:pPr>
        <w:ind w:left="359"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5A75C04"/>
    <w:multiLevelType w:val="hybridMultilevel"/>
    <w:tmpl w:val="97C4DA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3"/>
  </w:num>
  <w:num w:numId="3">
    <w:abstractNumId w:val="40"/>
  </w:num>
  <w:num w:numId="4">
    <w:abstractNumId w:val="1"/>
  </w:num>
  <w:num w:numId="5">
    <w:abstractNumId w:val="29"/>
  </w:num>
  <w:num w:numId="6">
    <w:abstractNumId w:val="2"/>
  </w:num>
  <w:num w:numId="7">
    <w:abstractNumId w:val="35"/>
  </w:num>
  <w:num w:numId="8">
    <w:abstractNumId w:val="31"/>
  </w:num>
  <w:num w:numId="9">
    <w:abstractNumId w:val="41"/>
  </w:num>
  <w:num w:numId="10">
    <w:abstractNumId w:val="7"/>
  </w:num>
  <w:num w:numId="11">
    <w:abstractNumId w:val="30"/>
  </w:num>
  <w:num w:numId="12">
    <w:abstractNumId w:val="5"/>
  </w:num>
  <w:num w:numId="13">
    <w:abstractNumId w:val="4"/>
  </w:num>
  <w:num w:numId="14">
    <w:abstractNumId w:val="12"/>
  </w:num>
  <w:num w:numId="15">
    <w:abstractNumId w:val="27"/>
  </w:num>
  <w:num w:numId="16">
    <w:abstractNumId w:val="28"/>
  </w:num>
  <w:num w:numId="17">
    <w:abstractNumId w:val="6"/>
  </w:num>
  <w:num w:numId="18">
    <w:abstractNumId w:val="14"/>
  </w:num>
  <w:num w:numId="19">
    <w:abstractNumId w:val="0"/>
  </w:num>
  <w:num w:numId="20">
    <w:abstractNumId w:val="25"/>
  </w:num>
  <w:num w:numId="21">
    <w:abstractNumId w:val="20"/>
  </w:num>
  <w:num w:numId="22">
    <w:abstractNumId w:val="19"/>
  </w:num>
  <w:num w:numId="23">
    <w:abstractNumId w:val="21"/>
  </w:num>
  <w:num w:numId="24">
    <w:abstractNumId w:val="15"/>
  </w:num>
  <w:num w:numId="25">
    <w:abstractNumId w:val="36"/>
  </w:num>
  <w:num w:numId="26">
    <w:abstractNumId w:val="9"/>
  </w:num>
  <w:num w:numId="27">
    <w:abstractNumId w:val="37"/>
  </w:num>
  <w:num w:numId="28">
    <w:abstractNumId w:val="34"/>
  </w:num>
  <w:num w:numId="29">
    <w:abstractNumId w:val="39"/>
  </w:num>
  <w:num w:numId="30">
    <w:abstractNumId w:val="32"/>
  </w:num>
  <w:num w:numId="31">
    <w:abstractNumId w:val="10"/>
  </w:num>
  <w:num w:numId="32">
    <w:abstractNumId w:val="13"/>
  </w:num>
  <w:num w:numId="33">
    <w:abstractNumId w:val="16"/>
  </w:num>
  <w:num w:numId="34">
    <w:abstractNumId w:val="33"/>
  </w:num>
  <w:num w:numId="35">
    <w:abstractNumId w:val="11"/>
  </w:num>
  <w:num w:numId="36">
    <w:abstractNumId w:val="18"/>
  </w:num>
  <w:num w:numId="37">
    <w:abstractNumId w:val="8"/>
  </w:num>
  <w:num w:numId="38">
    <w:abstractNumId w:val="23"/>
  </w:num>
  <w:num w:numId="39">
    <w:abstractNumId w:val="24"/>
  </w:num>
  <w:num w:numId="40">
    <w:abstractNumId w:val="38"/>
  </w:num>
  <w:num w:numId="41">
    <w:abstractNumId w:val="17"/>
  </w:num>
  <w:num w:numId="42">
    <w:abstractNumId w:val="22"/>
  </w:num>
  <w:num w:numId="43">
    <w:abstractNumId w:val="19"/>
  </w:num>
  <w:num w:numId="44">
    <w:abstractNumId w:val="26"/>
  </w:num>
  <w:num w:numId="45">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NATIONAL AGREEMENT FOR SKILLS AND WORKFORCE DEVELOPMENT"/>
    <w:docVar w:name="ShortReportTitle" w:val="SCRGSP REPORT TO CRC JUNE 2012"/>
  </w:docVars>
  <w:rsids>
    <w:rsidRoot w:val="00DF3AA3"/>
    <w:rsid w:val="00004155"/>
    <w:rsid w:val="000049B8"/>
    <w:rsid w:val="000132A1"/>
    <w:rsid w:val="000159BC"/>
    <w:rsid w:val="00017EB5"/>
    <w:rsid w:val="00021D77"/>
    <w:rsid w:val="000245AA"/>
    <w:rsid w:val="000270CE"/>
    <w:rsid w:val="0003664B"/>
    <w:rsid w:val="00037389"/>
    <w:rsid w:val="0004111F"/>
    <w:rsid w:val="000565B3"/>
    <w:rsid w:val="00056723"/>
    <w:rsid w:val="00057F5E"/>
    <w:rsid w:val="00062E03"/>
    <w:rsid w:val="00067B73"/>
    <w:rsid w:val="0007150B"/>
    <w:rsid w:val="0007733B"/>
    <w:rsid w:val="0008107B"/>
    <w:rsid w:val="000938F5"/>
    <w:rsid w:val="00093E69"/>
    <w:rsid w:val="000A0229"/>
    <w:rsid w:val="000A025D"/>
    <w:rsid w:val="000A3A34"/>
    <w:rsid w:val="000A7474"/>
    <w:rsid w:val="000B4612"/>
    <w:rsid w:val="000B5441"/>
    <w:rsid w:val="000B601B"/>
    <w:rsid w:val="000B71E5"/>
    <w:rsid w:val="000C0E10"/>
    <w:rsid w:val="000C207E"/>
    <w:rsid w:val="000C402F"/>
    <w:rsid w:val="000C4E24"/>
    <w:rsid w:val="000D78E5"/>
    <w:rsid w:val="000E2A4E"/>
    <w:rsid w:val="000E3781"/>
    <w:rsid w:val="000E4F0D"/>
    <w:rsid w:val="000F0DB7"/>
    <w:rsid w:val="000F4FE8"/>
    <w:rsid w:val="0010169E"/>
    <w:rsid w:val="00110116"/>
    <w:rsid w:val="00126EB8"/>
    <w:rsid w:val="001363AA"/>
    <w:rsid w:val="00140741"/>
    <w:rsid w:val="001541C8"/>
    <w:rsid w:val="00155C51"/>
    <w:rsid w:val="00156D16"/>
    <w:rsid w:val="00183E82"/>
    <w:rsid w:val="001861FE"/>
    <w:rsid w:val="0019293B"/>
    <w:rsid w:val="00193E25"/>
    <w:rsid w:val="001B133B"/>
    <w:rsid w:val="001B2084"/>
    <w:rsid w:val="001B41E2"/>
    <w:rsid w:val="001C0865"/>
    <w:rsid w:val="001C3ABA"/>
    <w:rsid w:val="001C6387"/>
    <w:rsid w:val="001C64D2"/>
    <w:rsid w:val="001D0907"/>
    <w:rsid w:val="001D2206"/>
    <w:rsid w:val="001D43BF"/>
    <w:rsid w:val="001D75A8"/>
    <w:rsid w:val="001E7BE8"/>
    <w:rsid w:val="001F0248"/>
    <w:rsid w:val="001F3EB3"/>
    <w:rsid w:val="001F558D"/>
    <w:rsid w:val="00202C2C"/>
    <w:rsid w:val="00216425"/>
    <w:rsid w:val="00226584"/>
    <w:rsid w:val="002340FB"/>
    <w:rsid w:val="002417DC"/>
    <w:rsid w:val="00241EE2"/>
    <w:rsid w:val="00242279"/>
    <w:rsid w:val="00245C82"/>
    <w:rsid w:val="00253FFA"/>
    <w:rsid w:val="002543A1"/>
    <w:rsid w:val="002560DB"/>
    <w:rsid w:val="00264BBD"/>
    <w:rsid w:val="002749E5"/>
    <w:rsid w:val="00281B10"/>
    <w:rsid w:val="002821BF"/>
    <w:rsid w:val="0028355C"/>
    <w:rsid w:val="00291B40"/>
    <w:rsid w:val="002A173F"/>
    <w:rsid w:val="002A18AB"/>
    <w:rsid w:val="002B4008"/>
    <w:rsid w:val="002B75F5"/>
    <w:rsid w:val="002C5D0A"/>
    <w:rsid w:val="002D0E8E"/>
    <w:rsid w:val="002D2AD1"/>
    <w:rsid w:val="002D52A4"/>
    <w:rsid w:val="002D56D0"/>
    <w:rsid w:val="002D6448"/>
    <w:rsid w:val="002E049F"/>
    <w:rsid w:val="002E41C5"/>
    <w:rsid w:val="002E767C"/>
    <w:rsid w:val="002F3227"/>
    <w:rsid w:val="002F3485"/>
    <w:rsid w:val="00300097"/>
    <w:rsid w:val="00301189"/>
    <w:rsid w:val="00302DC2"/>
    <w:rsid w:val="00311D2B"/>
    <w:rsid w:val="00320E5D"/>
    <w:rsid w:val="00323E09"/>
    <w:rsid w:val="003319FA"/>
    <w:rsid w:val="00333932"/>
    <w:rsid w:val="003420AD"/>
    <w:rsid w:val="00350A5D"/>
    <w:rsid w:val="003518AA"/>
    <w:rsid w:val="003520B6"/>
    <w:rsid w:val="00352165"/>
    <w:rsid w:val="00353182"/>
    <w:rsid w:val="00355EDE"/>
    <w:rsid w:val="003565D9"/>
    <w:rsid w:val="003602E1"/>
    <w:rsid w:val="00360EB1"/>
    <w:rsid w:val="00366CCF"/>
    <w:rsid w:val="0037026F"/>
    <w:rsid w:val="00371240"/>
    <w:rsid w:val="00374731"/>
    <w:rsid w:val="003919BA"/>
    <w:rsid w:val="003919F9"/>
    <w:rsid w:val="00393BA6"/>
    <w:rsid w:val="00394E39"/>
    <w:rsid w:val="00397A53"/>
    <w:rsid w:val="003A0B0A"/>
    <w:rsid w:val="003B34C8"/>
    <w:rsid w:val="003C38B5"/>
    <w:rsid w:val="003C5D99"/>
    <w:rsid w:val="003C65CC"/>
    <w:rsid w:val="003D14FC"/>
    <w:rsid w:val="003D29CA"/>
    <w:rsid w:val="003E0E83"/>
    <w:rsid w:val="003F074E"/>
    <w:rsid w:val="003F0789"/>
    <w:rsid w:val="003F436C"/>
    <w:rsid w:val="00401882"/>
    <w:rsid w:val="00402212"/>
    <w:rsid w:val="00402752"/>
    <w:rsid w:val="00404AF0"/>
    <w:rsid w:val="00404BBA"/>
    <w:rsid w:val="004100C8"/>
    <w:rsid w:val="00411CFA"/>
    <w:rsid w:val="00412ACE"/>
    <w:rsid w:val="00414BB6"/>
    <w:rsid w:val="004177E0"/>
    <w:rsid w:val="004273FF"/>
    <w:rsid w:val="004274D4"/>
    <w:rsid w:val="00431249"/>
    <w:rsid w:val="00434C19"/>
    <w:rsid w:val="00435A39"/>
    <w:rsid w:val="004362A2"/>
    <w:rsid w:val="0044624E"/>
    <w:rsid w:val="0044732C"/>
    <w:rsid w:val="00450810"/>
    <w:rsid w:val="004655B3"/>
    <w:rsid w:val="004656D4"/>
    <w:rsid w:val="004672B5"/>
    <w:rsid w:val="00470741"/>
    <w:rsid w:val="00477144"/>
    <w:rsid w:val="00482E63"/>
    <w:rsid w:val="0049459F"/>
    <w:rsid w:val="004A38DD"/>
    <w:rsid w:val="004B05C0"/>
    <w:rsid w:val="004B43AE"/>
    <w:rsid w:val="004C0D13"/>
    <w:rsid w:val="004C142A"/>
    <w:rsid w:val="004C30ED"/>
    <w:rsid w:val="004C6554"/>
    <w:rsid w:val="004D23AB"/>
    <w:rsid w:val="004D45BC"/>
    <w:rsid w:val="004D5675"/>
    <w:rsid w:val="004E7A15"/>
    <w:rsid w:val="004F2160"/>
    <w:rsid w:val="004F238E"/>
    <w:rsid w:val="004F35D6"/>
    <w:rsid w:val="004F3A32"/>
    <w:rsid w:val="004F47C4"/>
    <w:rsid w:val="00501EB8"/>
    <w:rsid w:val="00503054"/>
    <w:rsid w:val="00503759"/>
    <w:rsid w:val="005142B9"/>
    <w:rsid w:val="00515BBB"/>
    <w:rsid w:val="0052286A"/>
    <w:rsid w:val="00523639"/>
    <w:rsid w:val="005239AE"/>
    <w:rsid w:val="005325D6"/>
    <w:rsid w:val="00536C9F"/>
    <w:rsid w:val="00554AD7"/>
    <w:rsid w:val="00554FEE"/>
    <w:rsid w:val="005634A1"/>
    <w:rsid w:val="005776E2"/>
    <w:rsid w:val="00583C39"/>
    <w:rsid w:val="00586034"/>
    <w:rsid w:val="00586392"/>
    <w:rsid w:val="00586DC9"/>
    <w:rsid w:val="005909CF"/>
    <w:rsid w:val="00590E06"/>
    <w:rsid w:val="00591E71"/>
    <w:rsid w:val="005921AF"/>
    <w:rsid w:val="00592B2E"/>
    <w:rsid w:val="0059393F"/>
    <w:rsid w:val="005A0D41"/>
    <w:rsid w:val="005A2EE7"/>
    <w:rsid w:val="005B07DF"/>
    <w:rsid w:val="005B0DB0"/>
    <w:rsid w:val="005B29FA"/>
    <w:rsid w:val="005B3671"/>
    <w:rsid w:val="005C4285"/>
    <w:rsid w:val="005C691A"/>
    <w:rsid w:val="005E59FF"/>
    <w:rsid w:val="005E767C"/>
    <w:rsid w:val="005F5A28"/>
    <w:rsid w:val="0060107E"/>
    <w:rsid w:val="0060283E"/>
    <w:rsid w:val="006045C8"/>
    <w:rsid w:val="00607BF1"/>
    <w:rsid w:val="006121EC"/>
    <w:rsid w:val="00612EE0"/>
    <w:rsid w:val="00617B4A"/>
    <w:rsid w:val="00623B57"/>
    <w:rsid w:val="00625494"/>
    <w:rsid w:val="00630D4D"/>
    <w:rsid w:val="00632A74"/>
    <w:rsid w:val="00641401"/>
    <w:rsid w:val="00687DCC"/>
    <w:rsid w:val="00696430"/>
    <w:rsid w:val="006A4655"/>
    <w:rsid w:val="006B03DC"/>
    <w:rsid w:val="006B2351"/>
    <w:rsid w:val="006B2B3C"/>
    <w:rsid w:val="006B35E5"/>
    <w:rsid w:val="006C3BD0"/>
    <w:rsid w:val="006C7038"/>
    <w:rsid w:val="006C7834"/>
    <w:rsid w:val="006D2F6A"/>
    <w:rsid w:val="006E73EF"/>
    <w:rsid w:val="006E7F32"/>
    <w:rsid w:val="006F0D35"/>
    <w:rsid w:val="006F1E74"/>
    <w:rsid w:val="0070753D"/>
    <w:rsid w:val="007136A7"/>
    <w:rsid w:val="00713DD2"/>
    <w:rsid w:val="00714D4D"/>
    <w:rsid w:val="00715E2D"/>
    <w:rsid w:val="00715E8C"/>
    <w:rsid w:val="00716E94"/>
    <w:rsid w:val="0072329B"/>
    <w:rsid w:val="007249FB"/>
    <w:rsid w:val="00724A07"/>
    <w:rsid w:val="00725CFC"/>
    <w:rsid w:val="00731095"/>
    <w:rsid w:val="00732F2D"/>
    <w:rsid w:val="00733F78"/>
    <w:rsid w:val="00746591"/>
    <w:rsid w:val="00753126"/>
    <w:rsid w:val="007604BB"/>
    <w:rsid w:val="007668CD"/>
    <w:rsid w:val="00771B74"/>
    <w:rsid w:val="00772CE4"/>
    <w:rsid w:val="00774591"/>
    <w:rsid w:val="0078312C"/>
    <w:rsid w:val="00785232"/>
    <w:rsid w:val="007852FB"/>
    <w:rsid w:val="00787D65"/>
    <w:rsid w:val="00791F17"/>
    <w:rsid w:val="007A21EB"/>
    <w:rsid w:val="007A5083"/>
    <w:rsid w:val="007A7A5F"/>
    <w:rsid w:val="007B6339"/>
    <w:rsid w:val="007C056A"/>
    <w:rsid w:val="007C3216"/>
    <w:rsid w:val="007C36C9"/>
    <w:rsid w:val="007C3A5D"/>
    <w:rsid w:val="007D12AE"/>
    <w:rsid w:val="007E01E4"/>
    <w:rsid w:val="007E2DC9"/>
    <w:rsid w:val="007F7107"/>
    <w:rsid w:val="007F7A1F"/>
    <w:rsid w:val="00800100"/>
    <w:rsid w:val="00804102"/>
    <w:rsid w:val="00804289"/>
    <w:rsid w:val="0081030F"/>
    <w:rsid w:val="00812CA5"/>
    <w:rsid w:val="00813CFA"/>
    <w:rsid w:val="0082087D"/>
    <w:rsid w:val="008231D3"/>
    <w:rsid w:val="00834C5D"/>
    <w:rsid w:val="00842933"/>
    <w:rsid w:val="0084639F"/>
    <w:rsid w:val="008476D9"/>
    <w:rsid w:val="00852D3A"/>
    <w:rsid w:val="0085425D"/>
    <w:rsid w:val="00860162"/>
    <w:rsid w:val="0086082C"/>
    <w:rsid w:val="0086287E"/>
    <w:rsid w:val="00864ADC"/>
    <w:rsid w:val="00867CA1"/>
    <w:rsid w:val="00880153"/>
    <w:rsid w:val="00880F97"/>
    <w:rsid w:val="0088133A"/>
    <w:rsid w:val="0088487B"/>
    <w:rsid w:val="008864C2"/>
    <w:rsid w:val="0089285E"/>
    <w:rsid w:val="0089436C"/>
    <w:rsid w:val="008959B4"/>
    <w:rsid w:val="008A0CB8"/>
    <w:rsid w:val="008A3466"/>
    <w:rsid w:val="008A5F2F"/>
    <w:rsid w:val="008B07EF"/>
    <w:rsid w:val="008B4286"/>
    <w:rsid w:val="008B760C"/>
    <w:rsid w:val="008D123A"/>
    <w:rsid w:val="008D365C"/>
    <w:rsid w:val="008D54C5"/>
    <w:rsid w:val="008D641F"/>
    <w:rsid w:val="008D6E74"/>
    <w:rsid w:val="008E6786"/>
    <w:rsid w:val="008F031B"/>
    <w:rsid w:val="008F5813"/>
    <w:rsid w:val="009030BF"/>
    <w:rsid w:val="0091150F"/>
    <w:rsid w:val="00914368"/>
    <w:rsid w:val="0091563F"/>
    <w:rsid w:val="009157A4"/>
    <w:rsid w:val="00915B03"/>
    <w:rsid w:val="00917561"/>
    <w:rsid w:val="0092225E"/>
    <w:rsid w:val="0092249A"/>
    <w:rsid w:val="00922C23"/>
    <w:rsid w:val="00931076"/>
    <w:rsid w:val="00932359"/>
    <w:rsid w:val="009345D9"/>
    <w:rsid w:val="00934B15"/>
    <w:rsid w:val="00941DB2"/>
    <w:rsid w:val="00942B62"/>
    <w:rsid w:val="0094302C"/>
    <w:rsid w:val="00943A41"/>
    <w:rsid w:val="009516C3"/>
    <w:rsid w:val="00952059"/>
    <w:rsid w:val="0095384E"/>
    <w:rsid w:val="00956A0C"/>
    <w:rsid w:val="00956BD9"/>
    <w:rsid w:val="00957D24"/>
    <w:rsid w:val="00962489"/>
    <w:rsid w:val="0096360D"/>
    <w:rsid w:val="00967A1F"/>
    <w:rsid w:val="009764E1"/>
    <w:rsid w:val="0098383A"/>
    <w:rsid w:val="00985566"/>
    <w:rsid w:val="00985CA6"/>
    <w:rsid w:val="00987A5A"/>
    <w:rsid w:val="00990C2C"/>
    <w:rsid w:val="00990FBC"/>
    <w:rsid w:val="00991C12"/>
    <w:rsid w:val="009921B0"/>
    <w:rsid w:val="009A0AA3"/>
    <w:rsid w:val="009A4A72"/>
    <w:rsid w:val="009C6ACB"/>
    <w:rsid w:val="009D0CF5"/>
    <w:rsid w:val="009D1BC2"/>
    <w:rsid w:val="009E0152"/>
    <w:rsid w:val="009F2D0A"/>
    <w:rsid w:val="009F2E42"/>
    <w:rsid w:val="009F5C5E"/>
    <w:rsid w:val="009F696D"/>
    <w:rsid w:val="009F6BC6"/>
    <w:rsid w:val="00A10EB0"/>
    <w:rsid w:val="00A16EAF"/>
    <w:rsid w:val="00A17328"/>
    <w:rsid w:val="00A217DC"/>
    <w:rsid w:val="00A23A20"/>
    <w:rsid w:val="00A23FAD"/>
    <w:rsid w:val="00A268B9"/>
    <w:rsid w:val="00A2703A"/>
    <w:rsid w:val="00A33DFF"/>
    <w:rsid w:val="00A35115"/>
    <w:rsid w:val="00A4649A"/>
    <w:rsid w:val="00A52408"/>
    <w:rsid w:val="00A554AB"/>
    <w:rsid w:val="00A62567"/>
    <w:rsid w:val="00A62733"/>
    <w:rsid w:val="00A71C95"/>
    <w:rsid w:val="00A75CDB"/>
    <w:rsid w:val="00A76B8A"/>
    <w:rsid w:val="00A808D7"/>
    <w:rsid w:val="00A80978"/>
    <w:rsid w:val="00A87A2F"/>
    <w:rsid w:val="00A92B53"/>
    <w:rsid w:val="00A94FA6"/>
    <w:rsid w:val="00AA0689"/>
    <w:rsid w:val="00AA18C2"/>
    <w:rsid w:val="00AA3506"/>
    <w:rsid w:val="00AA49A0"/>
    <w:rsid w:val="00AA6710"/>
    <w:rsid w:val="00AB0681"/>
    <w:rsid w:val="00AC24DC"/>
    <w:rsid w:val="00AD09A1"/>
    <w:rsid w:val="00AD1D8B"/>
    <w:rsid w:val="00AE14D9"/>
    <w:rsid w:val="00AF0B07"/>
    <w:rsid w:val="00AF2253"/>
    <w:rsid w:val="00AF265C"/>
    <w:rsid w:val="00AF32BA"/>
    <w:rsid w:val="00B00283"/>
    <w:rsid w:val="00B02B0B"/>
    <w:rsid w:val="00B06320"/>
    <w:rsid w:val="00B0738E"/>
    <w:rsid w:val="00B07E93"/>
    <w:rsid w:val="00B12EC5"/>
    <w:rsid w:val="00B13BA8"/>
    <w:rsid w:val="00B147C4"/>
    <w:rsid w:val="00B20AE7"/>
    <w:rsid w:val="00B24B97"/>
    <w:rsid w:val="00B2659D"/>
    <w:rsid w:val="00B30A03"/>
    <w:rsid w:val="00B40A9E"/>
    <w:rsid w:val="00B439F4"/>
    <w:rsid w:val="00B440AD"/>
    <w:rsid w:val="00B53311"/>
    <w:rsid w:val="00B53E7E"/>
    <w:rsid w:val="00B61931"/>
    <w:rsid w:val="00B6342E"/>
    <w:rsid w:val="00B7113F"/>
    <w:rsid w:val="00B80439"/>
    <w:rsid w:val="00B8081C"/>
    <w:rsid w:val="00B93428"/>
    <w:rsid w:val="00B936EF"/>
    <w:rsid w:val="00B95F55"/>
    <w:rsid w:val="00B9608B"/>
    <w:rsid w:val="00B966DB"/>
    <w:rsid w:val="00BA73B6"/>
    <w:rsid w:val="00BB0462"/>
    <w:rsid w:val="00BB4FCD"/>
    <w:rsid w:val="00BC56C1"/>
    <w:rsid w:val="00BD13EA"/>
    <w:rsid w:val="00BE3808"/>
    <w:rsid w:val="00BE626B"/>
    <w:rsid w:val="00BF087C"/>
    <w:rsid w:val="00BF491E"/>
    <w:rsid w:val="00BF51B1"/>
    <w:rsid w:val="00C01315"/>
    <w:rsid w:val="00C020BF"/>
    <w:rsid w:val="00C062E9"/>
    <w:rsid w:val="00C07B64"/>
    <w:rsid w:val="00C11E32"/>
    <w:rsid w:val="00C13721"/>
    <w:rsid w:val="00C1396C"/>
    <w:rsid w:val="00C25B1D"/>
    <w:rsid w:val="00C2733B"/>
    <w:rsid w:val="00C3066D"/>
    <w:rsid w:val="00C31F8A"/>
    <w:rsid w:val="00C34B33"/>
    <w:rsid w:val="00C37845"/>
    <w:rsid w:val="00C45887"/>
    <w:rsid w:val="00C46E14"/>
    <w:rsid w:val="00C543F4"/>
    <w:rsid w:val="00C5471F"/>
    <w:rsid w:val="00C6291C"/>
    <w:rsid w:val="00C633CB"/>
    <w:rsid w:val="00C6455F"/>
    <w:rsid w:val="00C652DF"/>
    <w:rsid w:val="00C74ACB"/>
    <w:rsid w:val="00C8162A"/>
    <w:rsid w:val="00C8294C"/>
    <w:rsid w:val="00C8762C"/>
    <w:rsid w:val="00C9096B"/>
    <w:rsid w:val="00C9250A"/>
    <w:rsid w:val="00C959E2"/>
    <w:rsid w:val="00CA00F9"/>
    <w:rsid w:val="00CA2961"/>
    <w:rsid w:val="00CA6B35"/>
    <w:rsid w:val="00CB008C"/>
    <w:rsid w:val="00CB198D"/>
    <w:rsid w:val="00CB50D7"/>
    <w:rsid w:val="00CB7177"/>
    <w:rsid w:val="00CC1998"/>
    <w:rsid w:val="00CC4946"/>
    <w:rsid w:val="00CC70C2"/>
    <w:rsid w:val="00CD18DC"/>
    <w:rsid w:val="00CD3D34"/>
    <w:rsid w:val="00CD4151"/>
    <w:rsid w:val="00CE215C"/>
    <w:rsid w:val="00CF20C7"/>
    <w:rsid w:val="00CF740A"/>
    <w:rsid w:val="00D01E56"/>
    <w:rsid w:val="00D04382"/>
    <w:rsid w:val="00D06687"/>
    <w:rsid w:val="00D07580"/>
    <w:rsid w:val="00D14EA6"/>
    <w:rsid w:val="00D155E0"/>
    <w:rsid w:val="00D178FF"/>
    <w:rsid w:val="00D270A4"/>
    <w:rsid w:val="00D34E1B"/>
    <w:rsid w:val="00D376BA"/>
    <w:rsid w:val="00D4060A"/>
    <w:rsid w:val="00D43889"/>
    <w:rsid w:val="00D43996"/>
    <w:rsid w:val="00D50B65"/>
    <w:rsid w:val="00D5568A"/>
    <w:rsid w:val="00D56E3F"/>
    <w:rsid w:val="00D632D7"/>
    <w:rsid w:val="00D63AAA"/>
    <w:rsid w:val="00D63D34"/>
    <w:rsid w:val="00D63D73"/>
    <w:rsid w:val="00D66E1E"/>
    <w:rsid w:val="00D75722"/>
    <w:rsid w:val="00D87377"/>
    <w:rsid w:val="00D90BC1"/>
    <w:rsid w:val="00D9280C"/>
    <w:rsid w:val="00DA1E94"/>
    <w:rsid w:val="00DA50BB"/>
    <w:rsid w:val="00DA5BBA"/>
    <w:rsid w:val="00DA7D25"/>
    <w:rsid w:val="00DB04D7"/>
    <w:rsid w:val="00DB67C9"/>
    <w:rsid w:val="00DC0C95"/>
    <w:rsid w:val="00DD0ABC"/>
    <w:rsid w:val="00DD577B"/>
    <w:rsid w:val="00DD585A"/>
    <w:rsid w:val="00DD6580"/>
    <w:rsid w:val="00DE04BA"/>
    <w:rsid w:val="00DF3AA3"/>
    <w:rsid w:val="00E00475"/>
    <w:rsid w:val="00E0080B"/>
    <w:rsid w:val="00E037A1"/>
    <w:rsid w:val="00E0459E"/>
    <w:rsid w:val="00E04D46"/>
    <w:rsid w:val="00E10A72"/>
    <w:rsid w:val="00E15D47"/>
    <w:rsid w:val="00E17C72"/>
    <w:rsid w:val="00E21FC6"/>
    <w:rsid w:val="00E2570B"/>
    <w:rsid w:val="00E2763A"/>
    <w:rsid w:val="00E32311"/>
    <w:rsid w:val="00E41A5F"/>
    <w:rsid w:val="00E46BF2"/>
    <w:rsid w:val="00E6176D"/>
    <w:rsid w:val="00E65DE9"/>
    <w:rsid w:val="00E669E2"/>
    <w:rsid w:val="00E71332"/>
    <w:rsid w:val="00E76135"/>
    <w:rsid w:val="00E77A31"/>
    <w:rsid w:val="00E80843"/>
    <w:rsid w:val="00EA001E"/>
    <w:rsid w:val="00EA1EDF"/>
    <w:rsid w:val="00EA7E10"/>
    <w:rsid w:val="00EC0CB2"/>
    <w:rsid w:val="00EC2844"/>
    <w:rsid w:val="00EE1CC6"/>
    <w:rsid w:val="00EE42CD"/>
    <w:rsid w:val="00EF2EE1"/>
    <w:rsid w:val="00EF482D"/>
    <w:rsid w:val="00EF6C6C"/>
    <w:rsid w:val="00F01DD5"/>
    <w:rsid w:val="00F056FC"/>
    <w:rsid w:val="00F10476"/>
    <w:rsid w:val="00F120AF"/>
    <w:rsid w:val="00F135D8"/>
    <w:rsid w:val="00F22FD5"/>
    <w:rsid w:val="00F232B5"/>
    <w:rsid w:val="00F31299"/>
    <w:rsid w:val="00F3421B"/>
    <w:rsid w:val="00F3534A"/>
    <w:rsid w:val="00F56200"/>
    <w:rsid w:val="00F72EA9"/>
    <w:rsid w:val="00F75845"/>
    <w:rsid w:val="00F75B7B"/>
    <w:rsid w:val="00F85325"/>
    <w:rsid w:val="00F867E5"/>
    <w:rsid w:val="00F869F6"/>
    <w:rsid w:val="00F87724"/>
    <w:rsid w:val="00FA2272"/>
    <w:rsid w:val="00FA4728"/>
    <w:rsid w:val="00FA6040"/>
    <w:rsid w:val="00FA762C"/>
    <w:rsid w:val="00FB6BF4"/>
    <w:rsid w:val="00FB6EB8"/>
    <w:rsid w:val="00FC785C"/>
    <w:rsid w:val="00FD22B1"/>
    <w:rsid w:val="00FE4D28"/>
    <w:rsid w:val="00FE6230"/>
    <w:rsid w:val="00FF2E2E"/>
    <w:rsid w:val="00FF6B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uiPriority="9" w:qFormat="1"/>
    <w:lsdException w:name="heading 3" w:uiPriority="9" w:qFormat="1"/>
    <w:lsdException w:name="heading 4" w:qFormat="1"/>
    <w:lsdException w:name="heading 5" w:qFormat="1"/>
    <w:lsdException w:name="List Bullet" w:uiPriority="99"/>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F3AA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link w:val="FigureTitleChar"/>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uiPriority w:val="99"/>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link w:val="BodyText"/>
    <w:uiPriority w:val="99"/>
    <w:locked/>
    <w:rsid w:val="00586034"/>
    <w:rPr>
      <w:sz w:val="26"/>
    </w:rPr>
  </w:style>
  <w:style w:type="character" w:customStyle="1" w:styleId="NoteChar">
    <w:name w:val="Note Char"/>
    <w:link w:val="Note"/>
    <w:locked/>
    <w:rsid w:val="0028355C"/>
    <w:rPr>
      <w:rFonts w:ascii="Arial" w:hAnsi="Arial"/>
      <w:sz w:val="18"/>
    </w:rPr>
  </w:style>
  <w:style w:type="character" w:customStyle="1" w:styleId="FigureTitleChar">
    <w:name w:val="Figure Title Char"/>
    <w:link w:val="FigureTitle"/>
    <w:locked/>
    <w:rsid w:val="0028355C"/>
    <w:rPr>
      <w:rFonts w:ascii="Arial" w:hAnsi="Arial"/>
      <w:b/>
      <w:sz w:val="26"/>
      <w:szCs w:val="24"/>
    </w:rPr>
  </w:style>
  <w:style w:type="character" w:customStyle="1" w:styleId="Heading2Char">
    <w:name w:val="Heading 2 Char"/>
    <w:link w:val="Heading2"/>
    <w:uiPriority w:val="9"/>
    <w:locked/>
    <w:rsid w:val="00932359"/>
    <w:rPr>
      <w:rFonts w:ascii="Arial" w:hAnsi="Arial"/>
      <w:b/>
      <w:sz w:val="32"/>
    </w:rPr>
  </w:style>
  <w:style w:type="character" w:customStyle="1" w:styleId="ListBulletChar">
    <w:name w:val="List Bullet Char"/>
    <w:basedOn w:val="BodyTextChar"/>
    <w:link w:val="ListBullet"/>
    <w:uiPriority w:val="99"/>
    <w:locked/>
    <w:rsid w:val="00932359"/>
    <w:rPr>
      <w:sz w:val="26"/>
    </w:rPr>
  </w:style>
  <w:style w:type="character" w:customStyle="1" w:styleId="TableBodyTextChar">
    <w:name w:val="Table Body Text Char"/>
    <w:link w:val="TableBodyText"/>
    <w:locked/>
    <w:rsid w:val="00932359"/>
    <w:rPr>
      <w:rFonts w:ascii="Arial" w:hAnsi="Arial"/>
    </w:rPr>
  </w:style>
  <w:style w:type="character" w:customStyle="1" w:styleId="TableBulletChar">
    <w:name w:val="Table Bullet Char"/>
    <w:basedOn w:val="TableBodyTextChar"/>
    <w:link w:val="TableBullet"/>
    <w:locked/>
    <w:rsid w:val="00932359"/>
    <w:rPr>
      <w:rFonts w:ascii="Arial" w:hAnsi="Arial"/>
    </w:rPr>
  </w:style>
  <w:style w:type="character" w:styleId="Hyperlink">
    <w:name w:val="Hyperlink"/>
    <w:basedOn w:val="DefaultParagraphFont"/>
    <w:rsid w:val="00017EB5"/>
    <w:rPr>
      <w:color w:val="0000FF" w:themeColor="hyperlink"/>
      <w:u w:val="single"/>
    </w:rPr>
  </w:style>
  <w:style w:type="character" w:styleId="FollowedHyperlink">
    <w:name w:val="FollowedHyperlink"/>
    <w:basedOn w:val="DefaultParagraphFont"/>
    <w:rsid w:val="00D63D34"/>
    <w:rPr>
      <w:color w:val="800080" w:themeColor="followedHyperlink"/>
      <w:u w:val="single"/>
    </w:rPr>
  </w:style>
  <w:style w:type="character" w:customStyle="1" w:styleId="Heading3Char">
    <w:name w:val="Heading 3 Char"/>
    <w:link w:val="Heading3"/>
    <w:uiPriority w:val="9"/>
    <w:locked/>
    <w:rsid w:val="00F75B7B"/>
    <w:rPr>
      <w:rFonts w:ascii="Arial" w:hAnsi="Arial"/>
      <w:b/>
      <w:sz w:val="26"/>
    </w:rPr>
  </w:style>
  <w:style w:type="paragraph" w:styleId="CommentSubject">
    <w:name w:val="annotation subject"/>
    <w:basedOn w:val="CommentText"/>
    <w:next w:val="CommentText"/>
    <w:link w:val="CommentSubjectChar"/>
    <w:rsid w:val="008F581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F5813"/>
    <w:rPr>
      <w:szCs w:val="24"/>
    </w:rPr>
  </w:style>
  <w:style w:type="character" w:customStyle="1" w:styleId="CommentSubjectChar">
    <w:name w:val="Comment Subject Char"/>
    <w:basedOn w:val="CommentTextChar"/>
    <w:link w:val="CommentSubject"/>
    <w:rsid w:val="008F5813"/>
    <w:rPr>
      <w:b/>
      <w:bCs/>
      <w:szCs w:val="24"/>
    </w:rPr>
  </w:style>
  <w:style w:type="table" w:styleId="TableGrid">
    <w:name w:val="Table Grid"/>
    <w:basedOn w:val="TableNormal"/>
    <w:rsid w:val="009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516C3"/>
    <w:pPr>
      <w:spacing w:after="115"/>
    </w:pPr>
    <w:rPr>
      <w:sz w:val="24"/>
    </w:rPr>
  </w:style>
  <w:style w:type="paragraph" w:customStyle="1" w:styleId="Tabletext">
    <w:name w:val="Table text"/>
    <w:next w:val="Normal"/>
    <w:rsid w:val="00311D2B"/>
    <w:pPr>
      <w:spacing w:before="80"/>
    </w:pPr>
    <w:rPr>
      <w:rFonts w:ascii="Arial" w:hAnsi="Arial"/>
      <w:sz w:val="16"/>
    </w:rPr>
  </w:style>
  <w:style w:type="paragraph" w:customStyle="1" w:styleId="MtgPaperDotpoint1">
    <w:name w:val="Mtg Paper Dotpoint1"/>
    <w:basedOn w:val="Normal"/>
    <w:rsid w:val="00941DB2"/>
    <w:pPr>
      <w:numPr>
        <w:numId w:val="30"/>
      </w:numPr>
      <w:tabs>
        <w:tab w:val="left" w:pos="1080"/>
      </w:tabs>
      <w:spacing w:after="80"/>
    </w:pPr>
    <w:rPr>
      <w:rFonts w:ascii="Verdana" w:hAnsi="Verdana" w:cs="Arial"/>
      <w:sz w:val="20"/>
      <w:szCs w:val="20"/>
      <w:lang w:val="en-US" w:eastAsia="en-US"/>
    </w:rPr>
  </w:style>
  <w:style w:type="paragraph" w:customStyle="1" w:styleId="Text">
    <w:name w:val="Text"/>
    <w:link w:val="TextChar"/>
    <w:rsid w:val="00941DB2"/>
    <w:pPr>
      <w:spacing w:before="200" w:line="260" w:lineRule="exact"/>
    </w:pPr>
    <w:rPr>
      <w:rFonts w:ascii="Garamond" w:hAnsi="Garamond"/>
      <w:sz w:val="22"/>
    </w:rPr>
  </w:style>
  <w:style w:type="character" w:customStyle="1" w:styleId="TextChar">
    <w:name w:val="Text Char"/>
    <w:basedOn w:val="DefaultParagraphFont"/>
    <w:link w:val="Text"/>
    <w:rsid w:val="00941DB2"/>
    <w:rPr>
      <w:rFonts w:ascii="Garamond" w:hAnsi="Garamond"/>
      <w:sz w:val="22"/>
    </w:rPr>
  </w:style>
  <w:style w:type="paragraph" w:customStyle="1" w:styleId="tabletitle0">
    <w:name w:val="tabletitle"/>
    <w:next w:val="Text"/>
    <w:rsid w:val="00941DB2"/>
    <w:pPr>
      <w:tabs>
        <w:tab w:val="left" w:pos="992"/>
      </w:tabs>
      <w:spacing w:before="360" w:after="80"/>
    </w:pPr>
    <w:rPr>
      <w:rFonts w:ascii="Arial" w:hAnsi="Arial"/>
      <w:b/>
      <w:sz w:val="17"/>
    </w:rPr>
  </w:style>
  <w:style w:type="paragraph" w:customStyle="1" w:styleId="Tablehead1">
    <w:name w:val="Tablehead1"/>
    <w:rsid w:val="00941DB2"/>
    <w:pPr>
      <w:spacing w:before="80" w:after="80"/>
    </w:pPr>
    <w:rPr>
      <w:rFonts w:ascii="Arial" w:hAnsi="Arial"/>
      <w:b/>
      <w:sz w:val="17"/>
    </w:rPr>
  </w:style>
  <w:style w:type="paragraph" w:customStyle="1" w:styleId="Tablehead2">
    <w:name w:val="Tablehead2"/>
    <w:basedOn w:val="Tablehead1"/>
    <w:rsid w:val="00941DB2"/>
    <w:pPr>
      <w:tabs>
        <w:tab w:val="left" w:pos="992"/>
      </w:tabs>
      <w:spacing w:before="20" w:after="20"/>
    </w:pPr>
    <w:rPr>
      <w:b w:val="0"/>
    </w:rPr>
  </w:style>
  <w:style w:type="paragraph" w:styleId="ListParagraph">
    <w:name w:val="List Paragraph"/>
    <w:basedOn w:val="Normal"/>
    <w:uiPriority w:val="34"/>
    <w:qFormat/>
    <w:rsid w:val="00941DB2"/>
    <w:pPr>
      <w:widowControl w:val="0"/>
      <w:spacing w:before="60" w:after="60"/>
      <w:ind w:left="720"/>
      <w:contextualSpacing/>
    </w:pPr>
    <w:rPr>
      <w:sz w:val="24"/>
      <w:szCs w:val="20"/>
      <w:lang w:eastAsia="en-US"/>
    </w:rPr>
  </w:style>
  <w:style w:type="paragraph" w:styleId="Revision">
    <w:name w:val="Revision"/>
    <w:hidden/>
    <w:uiPriority w:val="99"/>
    <w:semiHidden/>
    <w:rsid w:val="006D2F6A"/>
    <w:rPr>
      <w:sz w:val="26"/>
      <w:szCs w:val="24"/>
    </w:rPr>
  </w:style>
  <w:style w:type="character" w:customStyle="1" w:styleId="ReferenceChar">
    <w:name w:val="Reference Char"/>
    <w:basedOn w:val="DefaultParagraphFont"/>
    <w:link w:val="Reference"/>
    <w:rsid w:val="005239AE"/>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uiPriority="9" w:qFormat="1"/>
    <w:lsdException w:name="heading 3" w:uiPriority="9" w:qFormat="1"/>
    <w:lsdException w:name="heading 4" w:qFormat="1"/>
    <w:lsdException w:name="heading 5" w:qFormat="1"/>
    <w:lsdException w:name="List Bullet" w:uiPriority="99"/>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F3AA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link w:val="FigureTitleChar"/>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uiPriority w:val="99"/>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link w:val="BodyText"/>
    <w:uiPriority w:val="99"/>
    <w:locked/>
    <w:rsid w:val="00586034"/>
    <w:rPr>
      <w:sz w:val="26"/>
    </w:rPr>
  </w:style>
  <w:style w:type="character" w:customStyle="1" w:styleId="NoteChar">
    <w:name w:val="Note Char"/>
    <w:link w:val="Note"/>
    <w:locked/>
    <w:rsid w:val="0028355C"/>
    <w:rPr>
      <w:rFonts w:ascii="Arial" w:hAnsi="Arial"/>
      <w:sz w:val="18"/>
    </w:rPr>
  </w:style>
  <w:style w:type="character" w:customStyle="1" w:styleId="FigureTitleChar">
    <w:name w:val="Figure Title Char"/>
    <w:link w:val="FigureTitle"/>
    <w:locked/>
    <w:rsid w:val="0028355C"/>
    <w:rPr>
      <w:rFonts w:ascii="Arial" w:hAnsi="Arial"/>
      <w:b/>
      <w:sz w:val="26"/>
      <w:szCs w:val="24"/>
    </w:rPr>
  </w:style>
  <w:style w:type="character" w:customStyle="1" w:styleId="Heading2Char">
    <w:name w:val="Heading 2 Char"/>
    <w:link w:val="Heading2"/>
    <w:uiPriority w:val="9"/>
    <w:locked/>
    <w:rsid w:val="00932359"/>
    <w:rPr>
      <w:rFonts w:ascii="Arial" w:hAnsi="Arial"/>
      <w:b/>
      <w:sz w:val="32"/>
    </w:rPr>
  </w:style>
  <w:style w:type="character" w:customStyle="1" w:styleId="ListBulletChar">
    <w:name w:val="List Bullet Char"/>
    <w:basedOn w:val="BodyTextChar"/>
    <w:link w:val="ListBullet"/>
    <w:uiPriority w:val="99"/>
    <w:locked/>
    <w:rsid w:val="00932359"/>
    <w:rPr>
      <w:sz w:val="26"/>
    </w:rPr>
  </w:style>
  <w:style w:type="character" w:customStyle="1" w:styleId="TableBodyTextChar">
    <w:name w:val="Table Body Text Char"/>
    <w:link w:val="TableBodyText"/>
    <w:locked/>
    <w:rsid w:val="00932359"/>
    <w:rPr>
      <w:rFonts w:ascii="Arial" w:hAnsi="Arial"/>
    </w:rPr>
  </w:style>
  <w:style w:type="character" w:customStyle="1" w:styleId="TableBulletChar">
    <w:name w:val="Table Bullet Char"/>
    <w:basedOn w:val="TableBodyTextChar"/>
    <w:link w:val="TableBullet"/>
    <w:locked/>
    <w:rsid w:val="00932359"/>
    <w:rPr>
      <w:rFonts w:ascii="Arial" w:hAnsi="Arial"/>
    </w:rPr>
  </w:style>
  <w:style w:type="character" w:styleId="Hyperlink">
    <w:name w:val="Hyperlink"/>
    <w:basedOn w:val="DefaultParagraphFont"/>
    <w:rsid w:val="00017EB5"/>
    <w:rPr>
      <w:color w:val="0000FF" w:themeColor="hyperlink"/>
      <w:u w:val="single"/>
    </w:rPr>
  </w:style>
  <w:style w:type="character" w:styleId="FollowedHyperlink">
    <w:name w:val="FollowedHyperlink"/>
    <w:basedOn w:val="DefaultParagraphFont"/>
    <w:rsid w:val="00D63D34"/>
    <w:rPr>
      <w:color w:val="800080" w:themeColor="followedHyperlink"/>
      <w:u w:val="single"/>
    </w:rPr>
  </w:style>
  <w:style w:type="character" w:customStyle="1" w:styleId="Heading3Char">
    <w:name w:val="Heading 3 Char"/>
    <w:link w:val="Heading3"/>
    <w:uiPriority w:val="9"/>
    <w:locked/>
    <w:rsid w:val="00F75B7B"/>
    <w:rPr>
      <w:rFonts w:ascii="Arial" w:hAnsi="Arial"/>
      <w:b/>
      <w:sz w:val="26"/>
    </w:rPr>
  </w:style>
  <w:style w:type="paragraph" w:styleId="CommentSubject">
    <w:name w:val="annotation subject"/>
    <w:basedOn w:val="CommentText"/>
    <w:next w:val="CommentText"/>
    <w:link w:val="CommentSubjectChar"/>
    <w:rsid w:val="008F581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F5813"/>
    <w:rPr>
      <w:szCs w:val="24"/>
    </w:rPr>
  </w:style>
  <w:style w:type="character" w:customStyle="1" w:styleId="CommentSubjectChar">
    <w:name w:val="Comment Subject Char"/>
    <w:basedOn w:val="CommentTextChar"/>
    <w:link w:val="CommentSubject"/>
    <w:rsid w:val="008F5813"/>
    <w:rPr>
      <w:b/>
      <w:bCs/>
      <w:szCs w:val="24"/>
    </w:rPr>
  </w:style>
  <w:style w:type="table" w:styleId="TableGrid">
    <w:name w:val="Table Grid"/>
    <w:basedOn w:val="TableNormal"/>
    <w:rsid w:val="009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516C3"/>
    <w:pPr>
      <w:spacing w:after="115"/>
    </w:pPr>
    <w:rPr>
      <w:sz w:val="24"/>
    </w:rPr>
  </w:style>
  <w:style w:type="paragraph" w:customStyle="1" w:styleId="Tabletext">
    <w:name w:val="Table text"/>
    <w:next w:val="Normal"/>
    <w:rsid w:val="00311D2B"/>
    <w:pPr>
      <w:spacing w:before="80"/>
    </w:pPr>
    <w:rPr>
      <w:rFonts w:ascii="Arial" w:hAnsi="Arial"/>
      <w:sz w:val="16"/>
    </w:rPr>
  </w:style>
  <w:style w:type="paragraph" w:customStyle="1" w:styleId="MtgPaperDotpoint1">
    <w:name w:val="Mtg Paper Dotpoint1"/>
    <w:basedOn w:val="Normal"/>
    <w:rsid w:val="00941DB2"/>
    <w:pPr>
      <w:numPr>
        <w:numId w:val="30"/>
      </w:numPr>
      <w:tabs>
        <w:tab w:val="left" w:pos="1080"/>
      </w:tabs>
      <w:spacing w:after="80"/>
    </w:pPr>
    <w:rPr>
      <w:rFonts w:ascii="Verdana" w:hAnsi="Verdana" w:cs="Arial"/>
      <w:sz w:val="20"/>
      <w:szCs w:val="20"/>
      <w:lang w:val="en-US" w:eastAsia="en-US"/>
    </w:rPr>
  </w:style>
  <w:style w:type="paragraph" w:customStyle="1" w:styleId="Text">
    <w:name w:val="Text"/>
    <w:link w:val="TextChar"/>
    <w:rsid w:val="00941DB2"/>
    <w:pPr>
      <w:spacing w:before="200" w:line="260" w:lineRule="exact"/>
    </w:pPr>
    <w:rPr>
      <w:rFonts w:ascii="Garamond" w:hAnsi="Garamond"/>
      <w:sz w:val="22"/>
    </w:rPr>
  </w:style>
  <w:style w:type="character" w:customStyle="1" w:styleId="TextChar">
    <w:name w:val="Text Char"/>
    <w:basedOn w:val="DefaultParagraphFont"/>
    <w:link w:val="Text"/>
    <w:rsid w:val="00941DB2"/>
    <w:rPr>
      <w:rFonts w:ascii="Garamond" w:hAnsi="Garamond"/>
      <w:sz w:val="22"/>
    </w:rPr>
  </w:style>
  <w:style w:type="paragraph" w:customStyle="1" w:styleId="tabletitle0">
    <w:name w:val="tabletitle"/>
    <w:next w:val="Text"/>
    <w:rsid w:val="00941DB2"/>
    <w:pPr>
      <w:tabs>
        <w:tab w:val="left" w:pos="992"/>
      </w:tabs>
      <w:spacing w:before="360" w:after="80"/>
    </w:pPr>
    <w:rPr>
      <w:rFonts w:ascii="Arial" w:hAnsi="Arial"/>
      <w:b/>
      <w:sz w:val="17"/>
    </w:rPr>
  </w:style>
  <w:style w:type="paragraph" w:customStyle="1" w:styleId="Tablehead1">
    <w:name w:val="Tablehead1"/>
    <w:rsid w:val="00941DB2"/>
    <w:pPr>
      <w:spacing w:before="80" w:after="80"/>
    </w:pPr>
    <w:rPr>
      <w:rFonts w:ascii="Arial" w:hAnsi="Arial"/>
      <w:b/>
      <w:sz w:val="17"/>
    </w:rPr>
  </w:style>
  <w:style w:type="paragraph" w:customStyle="1" w:styleId="Tablehead2">
    <w:name w:val="Tablehead2"/>
    <w:basedOn w:val="Tablehead1"/>
    <w:rsid w:val="00941DB2"/>
    <w:pPr>
      <w:tabs>
        <w:tab w:val="left" w:pos="992"/>
      </w:tabs>
      <w:spacing w:before="20" w:after="20"/>
    </w:pPr>
    <w:rPr>
      <w:b w:val="0"/>
    </w:rPr>
  </w:style>
  <w:style w:type="paragraph" w:styleId="ListParagraph">
    <w:name w:val="List Paragraph"/>
    <w:basedOn w:val="Normal"/>
    <w:uiPriority w:val="34"/>
    <w:qFormat/>
    <w:rsid w:val="00941DB2"/>
    <w:pPr>
      <w:widowControl w:val="0"/>
      <w:spacing w:before="60" w:after="60"/>
      <w:ind w:left="720"/>
      <w:contextualSpacing/>
    </w:pPr>
    <w:rPr>
      <w:sz w:val="24"/>
      <w:szCs w:val="20"/>
      <w:lang w:eastAsia="en-US"/>
    </w:rPr>
  </w:style>
  <w:style w:type="paragraph" w:styleId="Revision">
    <w:name w:val="Revision"/>
    <w:hidden/>
    <w:uiPriority w:val="99"/>
    <w:semiHidden/>
    <w:rsid w:val="006D2F6A"/>
    <w:rPr>
      <w:sz w:val="26"/>
      <w:szCs w:val="24"/>
    </w:rPr>
  </w:style>
  <w:style w:type="character" w:customStyle="1" w:styleId="ReferenceChar">
    <w:name w:val="Reference Char"/>
    <w:basedOn w:val="DefaultParagraphFont"/>
    <w:link w:val="Reference"/>
    <w:rsid w:val="005239AE"/>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440">
      <w:bodyDiv w:val="1"/>
      <w:marLeft w:val="0"/>
      <w:marRight w:val="0"/>
      <w:marTop w:val="0"/>
      <w:marBottom w:val="0"/>
      <w:divBdr>
        <w:top w:val="none" w:sz="0" w:space="0" w:color="auto"/>
        <w:left w:val="none" w:sz="0" w:space="0" w:color="auto"/>
        <w:bottom w:val="none" w:sz="0" w:space="0" w:color="auto"/>
        <w:right w:val="none" w:sz="0" w:space="0" w:color="auto"/>
      </w:divBdr>
    </w:div>
    <w:div w:id="363602866">
      <w:bodyDiv w:val="1"/>
      <w:marLeft w:val="0"/>
      <w:marRight w:val="0"/>
      <w:marTop w:val="0"/>
      <w:marBottom w:val="0"/>
      <w:divBdr>
        <w:top w:val="none" w:sz="0" w:space="0" w:color="auto"/>
        <w:left w:val="none" w:sz="0" w:space="0" w:color="auto"/>
        <w:bottom w:val="none" w:sz="0" w:space="0" w:color="auto"/>
        <w:right w:val="none" w:sz="0" w:space="0" w:color="auto"/>
      </w:divBdr>
    </w:div>
    <w:div w:id="370157643">
      <w:bodyDiv w:val="1"/>
      <w:marLeft w:val="0"/>
      <w:marRight w:val="0"/>
      <w:marTop w:val="0"/>
      <w:marBottom w:val="0"/>
      <w:divBdr>
        <w:top w:val="none" w:sz="0" w:space="0" w:color="auto"/>
        <w:left w:val="none" w:sz="0" w:space="0" w:color="auto"/>
        <w:bottom w:val="none" w:sz="0" w:space="0" w:color="auto"/>
        <w:right w:val="none" w:sz="0" w:space="0" w:color="auto"/>
      </w:divBdr>
    </w:div>
    <w:div w:id="908810061">
      <w:bodyDiv w:val="1"/>
      <w:marLeft w:val="0"/>
      <w:marRight w:val="0"/>
      <w:marTop w:val="0"/>
      <w:marBottom w:val="0"/>
      <w:divBdr>
        <w:top w:val="none" w:sz="0" w:space="0" w:color="auto"/>
        <w:left w:val="none" w:sz="0" w:space="0" w:color="auto"/>
        <w:bottom w:val="none" w:sz="0" w:space="0" w:color="auto"/>
        <w:right w:val="none" w:sz="0" w:space="0" w:color="auto"/>
      </w:divBdr>
    </w:div>
    <w:div w:id="946817872">
      <w:bodyDiv w:val="1"/>
      <w:marLeft w:val="0"/>
      <w:marRight w:val="0"/>
      <w:marTop w:val="0"/>
      <w:marBottom w:val="0"/>
      <w:divBdr>
        <w:top w:val="none" w:sz="0" w:space="0" w:color="auto"/>
        <w:left w:val="none" w:sz="0" w:space="0" w:color="auto"/>
        <w:bottom w:val="none" w:sz="0" w:space="0" w:color="auto"/>
        <w:right w:val="none" w:sz="0" w:space="0" w:color="auto"/>
      </w:divBdr>
    </w:div>
    <w:div w:id="1296570719">
      <w:bodyDiv w:val="1"/>
      <w:marLeft w:val="0"/>
      <w:marRight w:val="0"/>
      <w:marTop w:val="0"/>
      <w:marBottom w:val="0"/>
      <w:divBdr>
        <w:top w:val="none" w:sz="0" w:space="0" w:color="auto"/>
        <w:left w:val="none" w:sz="0" w:space="0" w:color="auto"/>
        <w:bottom w:val="none" w:sz="0" w:space="0" w:color="auto"/>
        <w:right w:val="none" w:sz="0" w:space="0" w:color="auto"/>
      </w:divBdr>
    </w:div>
    <w:div w:id="1451122369">
      <w:bodyDiv w:val="1"/>
      <w:marLeft w:val="0"/>
      <w:marRight w:val="0"/>
      <w:marTop w:val="0"/>
      <w:marBottom w:val="0"/>
      <w:divBdr>
        <w:top w:val="none" w:sz="0" w:space="0" w:color="auto"/>
        <w:left w:val="none" w:sz="0" w:space="0" w:color="auto"/>
        <w:bottom w:val="none" w:sz="0" w:space="0" w:color="auto"/>
        <w:right w:val="none" w:sz="0" w:space="0" w:color="auto"/>
      </w:divBdr>
    </w:div>
    <w:div w:id="1929384941">
      <w:bodyDiv w:val="1"/>
      <w:marLeft w:val="0"/>
      <w:marRight w:val="0"/>
      <w:marTop w:val="0"/>
      <w:marBottom w:val="0"/>
      <w:divBdr>
        <w:top w:val="none" w:sz="0" w:space="0" w:color="auto"/>
        <w:left w:val="none" w:sz="0" w:space="0" w:color="auto"/>
        <w:bottom w:val="none" w:sz="0" w:space="0" w:color="auto"/>
        <w:right w:val="none" w:sz="0" w:space="0" w:color="auto"/>
      </w:divBdr>
    </w:div>
    <w:div w:id="2006276152">
      <w:bodyDiv w:val="1"/>
      <w:marLeft w:val="0"/>
      <w:marRight w:val="0"/>
      <w:marTop w:val="0"/>
      <w:marBottom w:val="0"/>
      <w:divBdr>
        <w:top w:val="none" w:sz="0" w:space="0" w:color="auto"/>
        <w:left w:val="none" w:sz="0" w:space="0" w:color="auto"/>
        <w:bottom w:val="none" w:sz="0" w:space="0" w:color="auto"/>
        <w:right w:val="none" w:sz="0" w:space="0" w:color="auto"/>
      </w:divBdr>
    </w:div>
    <w:div w:id="2066755622">
      <w:bodyDiv w:val="1"/>
      <w:marLeft w:val="0"/>
      <w:marRight w:val="0"/>
      <w:marTop w:val="0"/>
      <w:marBottom w:val="0"/>
      <w:divBdr>
        <w:top w:val="none" w:sz="0" w:space="0" w:color="auto"/>
        <w:left w:val="none" w:sz="0" w:space="0" w:color="auto"/>
        <w:bottom w:val="none" w:sz="0" w:space="0" w:color="auto"/>
        <w:right w:val="none" w:sz="0" w:space="0" w:color="auto"/>
      </w:divBdr>
    </w:div>
    <w:div w:id="208105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image" Target="media/image2.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903248388581548"/>
          <c:y val="0.19615384615384615"/>
          <c:w val="0.84587961658479049"/>
          <c:h val="0.63076923076923075"/>
        </c:manualLayout>
      </c:layout>
      <c:barChart>
        <c:barDir val="col"/>
        <c:grouping val="clustered"/>
        <c:varyColors val="0"/>
        <c:ser>
          <c:idx val="3"/>
          <c:order val="0"/>
          <c:tx>
            <c:strRef>
              <c:f>NASWDFig2data!$A$4:$F$4</c:f>
              <c:strCache>
                <c:ptCount val="1"/>
                <c:pt idx="0">
                  <c:v>Bachelor or above</c:v>
                </c:pt>
              </c:strCache>
            </c:strRef>
          </c:tx>
          <c:spPr>
            <a:pattFill prst="pct30">
              <a:fgClr>
                <a:srgbClr val="333333"/>
              </a:fgClr>
              <a:bgClr>
                <a:srgbClr val="FFFFFF"/>
              </a:bgClr>
            </a:pattFill>
            <a:ln w="3175">
              <a:solidFill>
                <a:srgbClr val="000000"/>
              </a:solidFill>
              <a:prstDash val="solid"/>
            </a:ln>
            <a:effectLst/>
          </c:spPr>
          <c:invertIfNegative val="0"/>
          <c:errBars>
            <c:errBarType val="both"/>
            <c:errValType val="cust"/>
            <c:noEndCap val="0"/>
            <c:plus>
              <c:numRef>
                <c:f>NASWDFig2data!$G$12:$O$12</c:f>
                <c:numCache>
                  <c:formatCode>General</c:formatCode>
                  <c:ptCount val="9"/>
                  <c:pt idx="0">
                    <c:v>1</c:v>
                  </c:pt>
                  <c:pt idx="1">
                    <c:v>0.9</c:v>
                  </c:pt>
                  <c:pt idx="2">
                    <c:v>1.1000000000000001</c:v>
                  </c:pt>
                  <c:pt idx="3">
                    <c:v>1</c:v>
                  </c:pt>
                  <c:pt idx="4">
                    <c:v>1.4</c:v>
                  </c:pt>
                  <c:pt idx="5">
                    <c:v>2.7</c:v>
                  </c:pt>
                  <c:pt idx="6">
                    <c:v>1.5</c:v>
                  </c:pt>
                  <c:pt idx="7">
                    <c:v>1.7</c:v>
                  </c:pt>
                  <c:pt idx="8">
                    <c:v>0.4</c:v>
                  </c:pt>
                </c:numCache>
              </c:numRef>
            </c:plus>
            <c:minus>
              <c:numRef>
                <c:f>NASWDFig2data!$G$12:$O$12</c:f>
                <c:numCache>
                  <c:formatCode>General</c:formatCode>
                  <c:ptCount val="9"/>
                  <c:pt idx="0">
                    <c:v>1</c:v>
                  </c:pt>
                  <c:pt idx="1">
                    <c:v>0.9</c:v>
                  </c:pt>
                  <c:pt idx="2">
                    <c:v>1.1000000000000001</c:v>
                  </c:pt>
                  <c:pt idx="3">
                    <c:v>1</c:v>
                  </c:pt>
                  <c:pt idx="4">
                    <c:v>1.4</c:v>
                  </c:pt>
                  <c:pt idx="5">
                    <c:v>2.7</c:v>
                  </c:pt>
                  <c:pt idx="6">
                    <c:v>1.5</c:v>
                  </c:pt>
                  <c:pt idx="7">
                    <c:v>1.7</c:v>
                  </c:pt>
                  <c:pt idx="8">
                    <c:v>0.4</c:v>
                  </c:pt>
                </c:numCache>
              </c:numRef>
            </c:minus>
            <c:spPr>
              <a:ln w="1270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NASWDFig2data!$G$4:$O$4</c:f>
              <c:numCache>
                <c:formatCode>0.0</c:formatCode>
                <c:ptCount val="9"/>
                <c:pt idx="0">
                  <c:v>85.2</c:v>
                </c:pt>
                <c:pt idx="1">
                  <c:v>85.4</c:v>
                </c:pt>
                <c:pt idx="2">
                  <c:v>86</c:v>
                </c:pt>
                <c:pt idx="3">
                  <c:v>85</c:v>
                </c:pt>
                <c:pt idx="4">
                  <c:v>84.9</c:v>
                </c:pt>
                <c:pt idx="5">
                  <c:v>85</c:v>
                </c:pt>
                <c:pt idx="6">
                  <c:v>86.3</c:v>
                </c:pt>
                <c:pt idx="7">
                  <c:v>91.8</c:v>
                </c:pt>
                <c:pt idx="8">
                  <c:v>85.4</c:v>
                </c:pt>
              </c:numCache>
            </c:numRef>
          </c:val>
        </c:ser>
        <c:ser>
          <c:idx val="0"/>
          <c:order val="1"/>
          <c:tx>
            <c:strRef>
              <c:f>NASWDFig2data!$A$5:$F$5</c:f>
              <c:strCache>
                <c:ptCount val="1"/>
                <c:pt idx="0">
                  <c:v>Certificate III or above (c)</c:v>
                </c:pt>
              </c:strCache>
            </c:strRef>
          </c:tx>
          <c:spPr>
            <a:pattFill prst="divot">
              <a:fgClr>
                <a:srgbClr val="000000"/>
              </a:fgClr>
              <a:bgClr>
                <a:srgbClr val="FFFFFF"/>
              </a:bgClr>
            </a:pattFill>
            <a:ln w="3175">
              <a:solidFill>
                <a:srgbClr val="000000"/>
              </a:solidFill>
              <a:prstDash val="solid"/>
            </a:ln>
            <a:effectLst/>
          </c:spPr>
          <c:invertIfNegative val="0"/>
          <c:errBars>
            <c:errBarType val="both"/>
            <c:errValType val="cust"/>
            <c:noEndCap val="0"/>
            <c:plus>
              <c:numRef>
                <c:f>NASWDFig2data!$G$13:$O$13</c:f>
                <c:numCache>
                  <c:formatCode>General</c:formatCode>
                  <c:ptCount val="9"/>
                  <c:pt idx="0">
                    <c:v>1.1000000000000001</c:v>
                  </c:pt>
                  <c:pt idx="1">
                    <c:v>1.2</c:v>
                  </c:pt>
                  <c:pt idx="2">
                    <c:v>0.9</c:v>
                  </c:pt>
                  <c:pt idx="3">
                    <c:v>1.1000000000000001</c:v>
                  </c:pt>
                  <c:pt idx="4">
                    <c:v>1.3</c:v>
                  </c:pt>
                  <c:pt idx="5">
                    <c:v>2.2000000000000002</c:v>
                  </c:pt>
                  <c:pt idx="6">
                    <c:v>2.1</c:v>
                  </c:pt>
                  <c:pt idx="7">
                    <c:v>2.2999999999999998</c:v>
                  </c:pt>
                  <c:pt idx="8">
                    <c:v>0.5</c:v>
                  </c:pt>
                </c:numCache>
              </c:numRef>
            </c:plus>
            <c:minus>
              <c:numRef>
                <c:f>NASWDFig2data!$G$13:$O$13</c:f>
                <c:numCache>
                  <c:formatCode>General</c:formatCode>
                  <c:ptCount val="9"/>
                  <c:pt idx="0">
                    <c:v>1.1000000000000001</c:v>
                  </c:pt>
                  <c:pt idx="1">
                    <c:v>1.2</c:v>
                  </c:pt>
                  <c:pt idx="2">
                    <c:v>0.9</c:v>
                  </c:pt>
                  <c:pt idx="3">
                    <c:v>1.1000000000000001</c:v>
                  </c:pt>
                  <c:pt idx="4">
                    <c:v>1.3</c:v>
                  </c:pt>
                  <c:pt idx="5">
                    <c:v>2.2000000000000002</c:v>
                  </c:pt>
                  <c:pt idx="6">
                    <c:v>2.1</c:v>
                  </c:pt>
                  <c:pt idx="7">
                    <c:v>2.2999999999999998</c:v>
                  </c:pt>
                  <c:pt idx="8">
                    <c:v>0.5</c:v>
                  </c:pt>
                </c:numCache>
              </c:numRef>
            </c:minus>
            <c:spPr>
              <a:ln w="1270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NASWDFig2data!$G$5:$O$5</c:f>
              <c:numCache>
                <c:formatCode>0.0</c:formatCode>
                <c:ptCount val="9"/>
                <c:pt idx="0">
                  <c:v>81.5</c:v>
                </c:pt>
                <c:pt idx="1">
                  <c:v>82.2</c:v>
                </c:pt>
                <c:pt idx="2">
                  <c:v>82.4</c:v>
                </c:pt>
                <c:pt idx="3">
                  <c:v>84.4</c:v>
                </c:pt>
                <c:pt idx="4">
                  <c:v>83.2</c:v>
                </c:pt>
                <c:pt idx="5">
                  <c:v>83.1</c:v>
                </c:pt>
                <c:pt idx="6">
                  <c:v>85.3</c:v>
                </c:pt>
                <c:pt idx="7">
                  <c:v>88.2</c:v>
                </c:pt>
                <c:pt idx="8">
                  <c:v>82.4</c:v>
                </c:pt>
              </c:numCache>
            </c:numRef>
          </c:val>
        </c:ser>
        <c:ser>
          <c:idx val="1"/>
          <c:order val="2"/>
          <c:tx>
            <c:strRef>
              <c:f>NASWDFig2data!$A$6:$F$6</c:f>
              <c:strCache>
                <c:ptCount val="1"/>
                <c:pt idx="0">
                  <c:v>Year 12 (d)</c:v>
                </c:pt>
              </c:strCache>
            </c:strRef>
          </c:tx>
          <c:spPr>
            <a:pattFill prst="dkUpDiag">
              <a:fgClr>
                <a:srgbClr val="808080"/>
              </a:fgClr>
              <a:bgClr>
                <a:srgbClr val="FFFFFF"/>
              </a:bgClr>
            </a:pattFill>
            <a:ln w="3175">
              <a:solidFill>
                <a:srgbClr val="000000"/>
              </a:solidFill>
              <a:prstDash val="solid"/>
            </a:ln>
            <a:effectLst/>
          </c:spPr>
          <c:invertIfNegative val="0"/>
          <c:errBars>
            <c:errBarType val="both"/>
            <c:errValType val="cust"/>
            <c:noEndCap val="0"/>
            <c:plus>
              <c:numRef>
                <c:f>NASWDFig2chart!$G$14:$O$14</c:f>
                <c:numCache>
                  <c:formatCode>General</c:formatCode>
                  <c:ptCount val="9"/>
                </c:numCache>
              </c:numRef>
            </c:plus>
            <c:minus>
              <c:numRef>
                <c:f>NASWDFig2data!$G$14:$O$14</c:f>
                <c:numCache>
                  <c:formatCode>General</c:formatCode>
                  <c:ptCount val="9"/>
                  <c:pt idx="0">
                    <c:v>1.6</c:v>
                  </c:pt>
                  <c:pt idx="1">
                    <c:v>1.6</c:v>
                  </c:pt>
                  <c:pt idx="2">
                    <c:v>2</c:v>
                  </c:pt>
                  <c:pt idx="3">
                    <c:v>2</c:v>
                  </c:pt>
                  <c:pt idx="4">
                    <c:v>2.1</c:v>
                  </c:pt>
                  <c:pt idx="5">
                    <c:v>4.2</c:v>
                  </c:pt>
                  <c:pt idx="6">
                    <c:v>3.7</c:v>
                  </c:pt>
                  <c:pt idx="7">
                    <c:v>3.9</c:v>
                  </c:pt>
                  <c:pt idx="8">
                    <c:v>0.9</c:v>
                  </c:pt>
                </c:numCache>
              </c:numRef>
            </c:minus>
            <c:spPr>
              <a:ln w="1270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NASWDFig2data!$G$6:$O$6</c:f>
              <c:numCache>
                <c:formatCode>0.0</c:formatCode>
                <c:ptCount val="9"/>
                <c:pt idx="0">
                  <c:v>71.400000000000006</c:v>
                </c:pt>
                <c:pt idx="1">
                  <c:v>74.7</c:v>
                </c:pt>
                <c:pt idx="2">
                  <c:v>75.7</c:v>
                </c:pt>
                <c:pt idx="3">
                  <c:v>77</c:v>
                </c:pt>
                <c:pt idx="4">
                  <c:v>74.5</c:v>
                </c:pt>
                <c:pt idx="5">
                  <c:v>68.8</c:v>
                </c:pt>
                <c:pt idx="6">
                  <c:v>74.900000000000006</c:v>
                </c:pt>
                <c:pt idx="7">
                  <c:v>80.099999999999994</c:v>
                </c:pt>
                <c:pt idx="8">
                  <c:v>74.099999999999994</c:v>
                </c:pt>
              </c:numCache>
            </c:numRef>
          </c:val>
        </c:ser>
        <c:ser>
          <c:idx val="4"/>
          <c:order val="3"/>
          <c:tx>
            <c:strRef>
              <c:f>NASWDFig2data!$A$7:$F$7</c:f>
              <c:strCache>
                <c:ptCount val="1"/>
                <c:pt idx="0">
                  <c:v>Year 10/11 (d)</c:v>
                </c:pt>
              </c:strCache>
            </c:strRef>
          </c:tx>
          <c:spPr>
            <a:pattFill prst="pct10">
              <a:fgClr>
                <a:srgbClr val="000000"/>
              </a:fgClr>
              <a:bgClr>
                <a:srgbClr val="FFFFFF"/>
              </a:bgClr>
            </a:pattFill>
            <a:ln w="3175">
              <a:solidFill>
                <a:srgbClr val="000000"/>
              </a:solidFill>
              <a:prstDash val="solid"/>
            </a:ln>
            <a:effectLst/>
          </c:spPr>
          <c:invertIfNegative val="0"/>
          <c:errBars>
            <c:errBarType val="both"/>
            <c:errValType val="cust"/>
            <c:noEndCap val="0"/>
            <c:plus>
              <c:numRef>
                <c:f>NASWDFig2data!$G$15:$O$15</c:f>
                <c:numCache>
                  <c:formatCode>General</c:formatCode>
                  <c:ptCount val="9"/>
                  <c:pt idx="0">
                    <c:v>2.2999999999999998</c:v>
                  </c:pt>
                  <c:pt idx="1">
                    <c:v>2</c:v>
                  </c:pt>
                  <c:pt idx="2">
                    <c:v>1.8</c:v>
                  </c:pt>
                  <c:pt idx="3">
                    <c:v>1.8</c:v>
                  </c:pt>
                  <c:pt idx="4">
                    <c:v>2.2999999999999998</c:v>
                  </c:pt>
                  <c:pt idx="5">
                    <c:v>3.1</c:v>
                  </c:pt>
                  <c:pt idx="6">
                    <c:v>5.6</c:v>
                  </c:pt>
                  <c:pt idx="7">
                    <c:v>3.4</c:v>
                  </c:pt>
                  <c:pt idx="8">
                    <c:v>0.7</c:v>
                  </c:pt>
                </c:numCache>
              </c:numRef>
            </c:plus>
            <c:minus>
              <c:numRef>
                <c:f>NASWDFig2data!$G$15:$O$15</c:f>
                <c:numCache>
                  <c:formatCode>General</c:formatCode>
                  <c:ptCount val="9"/>
                  <c:pt idx="0">
                    <c:v>2.2999999999999998</c:v>
                  </c:pt>
                  <c:pt idx="1">
                    <c:v>2</c:v>
                  </c:pt>
                  <c:pt idx="2">
                    <c:v>1.8</c:v>
                  </c:pt>
                  <c:pt idx="3">
                    <c:v>1.8</c:v>
                  </c:pt>
                  <c:pt idx="4">
                    <c:v>2.2999999999999998</c:v>
                  </c:pt>
                  <c:pt idx="5">
                    <c:v>3.1</c:v>
                  </c:pt>
                  <c:pt idx="6">
                    <c:v>5.6</c:v>
                  </c:pt>
                  <c:pt idx="7">
                    <c:v>3.4</c:v>
                  </c:pt>
                  <c:pt idx="8">
                    <c:v>0.7</c:v>
                  </c:pt>
                </c:numCache>
              </c:numRef>
            </c:minus>
            <c:spPr>
              <a:ln w="1270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NASWDFig2data!$G$7:$O$7</c:f>
              <c:numCache>
                <c:formatCode>0.0</c:formatCode>
                <c:ptCount val="9"/>
                <c:pt idx="0">
                  <c:v>61.6</c:v>
                </c:pt>
                <c:pt idx="1">
                  <c:v>64.599999999999994</c:v>
                </c:pt>
                <c:pt idx="2">
                  <c:v>65.599999999999994</c:v>
                </c:pt>
                <c:pt idx="3">
                  <c:v>67.3</c:v>
                </c:pt>
                <c:pt idx="4">
                  <c:v>64.099999999999994</c:v>
                </c:pt>
                <c:pt idx="5">
                  <c:v>66.599999999999994</c:v>
                </c:pt>
                <c:pt idx="6">
                  <c:v>61.8</c:v>
                </c:pt>
                <c:pt idx="7">
                  <c:v>70.599999999999994</c:v>
                </c:pt>
                <c:pt idx="8">
                  <c:v>64.3</c:v>
                </c:pt>
              </c:numCache>
            </c:numRef>
          </c:val>
        </c:ser>
        <c:ser>
          <c:idx val="5"/>
          <c:order val="4"/>
          <c:tx>
            <c:strRef>
              <c:f>NASWDFig2data!$A$8:$F$8</c:f>
              <c:strCache>
                <c:ptCount val="1"/>
                <c:pt idx="0">
                  <c:v>Below Year 10 (e)</c:v>
                </c:pt>
              </c:strCache>
            </c:strRef>
          </c:tx>
          <c:spPr>
            <a:pattFill prst="dkDnDiag">
              <a:fgClr>
                <a:srgbClr val="000000"/>
              </a:fgClr>
              <a:bgClr>
                <a:srgbClr val="FFFFFF"/>
              </a:bgClr>
            </a:pattFill>
            <a:ln w="3175">
              <a:solidFill>
                <a:srgbClr val="000000"/>
              </a:solidFill>
              <a:prstDash val="solid"/>
            </a:ln>
            <a:effectLst/>
          </c:spPr>
          <c:invertIfNegative val="0"/>
          <c:errBars>
            <c:errBarType val="both"/>
            <c:errValType val="cust"/>
            <c:noEndCap val="0"/>
            <c:plus>
              <c:numRef>
                <c:f>NASWDFig2data!$G$16:$O$16</c:f>
                <c:numCache>
                  <c:formatCode>General</c:formatCode>
                  <c:ptCount val="9"/>
                  <c:pt idx="0">
                    <c:v>4.2</c:v>
                  </c:pt>
                  <c:pt idx="1">
                    <c:v>4</c:v>
                  </c:pt>
                  <c:pt idx="2">
                    <c:v>6.5</c:v>
                  </c:pt>
                  <c:pt idx="3">
                    <c:v>6.9</c:v>
                  </c:pt>
                  <c:pt idx="4">
                    <c:v>7</c:v>
                  </c:pt>
                  <c:pt idx="5">
                    <c:v>8.5</c:v>
                  </c:pt>
                  <c:pt idx="6">
                    <c:v>11.5</c:v>
                  </c:pt>
                  <c:pt idx="7">
                    <c:v>8.6999999999999993</c:v>
                  </c:pt>
                  <c:pt idx="8">
                    <c:v>2</c:v>
                  </c:pt>
                </c:numCache>
              </c:numRef>
            </c:plus>
            <c:minus>
              <c:numRef>
                <c:f>NASWDFig2data!$G$16:$O$16</c:f>
                <c:numCache>
                  <c:formatCode>General</c:formatCode>
                  <c:ptCount val="9"/>
                  <c:pt idx="0">
                    <c:v>4.2</c:v>
                  </c:pt>
                  <c:pt idx="1">
                    <c:v>4</c:v>
                  </c:pt>
                  <c:pt idx="2">
                    <c:v>6.5</c:v>
                  </c:pt>
                  <c:pt idx="3">
                    <c:v>6.9</c:v>
                  </c:pt>
                  <c:pt idx="4">
                    <c:v>7</c:v>
                  </c:pt>
                  <c:pt idx="5">
                    <c:v>8.5</c:v>
                  </c:pt>
                  <c:pt idx="6">
                    <c:v>11.5</c:v>
                  </c:pt>
                  <c:pt idx="7">
                    <c:v>8.6999999999999993</c:v>
                  </c:pt>
                  <c:pt idx="8">
                    <c:v>2</c:v>
                  </c:pt>
                </c:numCache>
              </c:numRef>
            </c:minus>
            <c:spPr>
              <a:ln w="1270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NASWDFig2data!$G$8:$O$8</c:f>
              <c:numCache>
                <c:formatCode>0.0</c:formatCode>
                <c:ptCount val="9"/>
                <c:pt idx="0">
                  <c:v>42.4</c:v>
                </c:pt>
                <c:pt idx="1">
                  <c:v>45.7</c:v>
                </c:pt>
                <c:pt idx="2">
                  <c:v>49.5</c:v>
                </c:pt>
                <c:pt idx="3">
                  <c:v>53.1</c:v>
                </c:pt>
                <c:pt idx="4">
                  <c:v>38.4</c:v>
                </c:pt>
                <c:pt idx="5">
                  <c:v>39.4</c:v>
                </c:pt>
                <c:pt idx="6">
                  <c:v>48.9</c:v>
                </c:pt>
                <c:pt idx="7">
                  <c:v>52.7</c:v>
                </c:pt>
                <c:pt idx="8">
                  <c:v>45</c:v>
                </c:pt>
              </c:numCache>
            </c:numRef>
          </c:val>
        </c:ser>
        <c:dLbls>
          <c:showLegendKey val="0"/>
          <c:showVal val="0"/>
          <c:showCatName val="0"/>
          <c:showSerName val="0"/>
          <c:showPercent val="0"/>
          <c:showBubbleSize val="0"/>
        </c:dLbls>
        <c:gapWidth val="150"/>
        <c:axId val="180203904"/>
        <c:axId val="180205440"/>
      </c:barChart>
      <c:catAx>
        <c:axId val="180203904"/>
        <c:scaling>
          <c:orientation val="minMax"/>
        </c:scaling>
        <c:delete val="0"/>
        <c:axPos val="b"/>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0205440"/>
        <c:crosses val="autoZero"/>
        <c:auto val="1"/>
        <c:lblAlgn val="ctr"/>
        <c:lblOffset val="100"/>
        <c:tickLblSkip val="1"/>
        <c:tickMarkSkip val="1"/>
        <c:noMultiLvlLbl val="0"/>
      </c:catAx>
      <c:valAx>
        <c:axId val="180205440"/>
        <c:scaling>
          <c:orientation val="minMax"/>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AU" sz="1000" b="1" i="0" u="none" strike="noStrike" baseline="0">
                    <a:solidFill>
                      <a:srgbClr val="000000"/>
                    </a:solidFill>
                    <a:latin typeface="Arial"/>
                  </a:rPr>
                  <a:t>Employment to population ratio </a:t>
                </a:r>
              </a:p>
              <a:p>
                <a:pPr>
                  <a:defRPr sz="1000" b="1" i="0" u="none" strike="noStrike" baseline="0">
                    <a:solidFill>
                      <a:srgbClr val="000000"/>
                    </a:solidFill>
                    <a:latin typeface="Arial"/>
                    <a:ea typeface="Arial"/>
                    <a:cs typeface="Arial"/>
                  </a:defRPr>
                </a:pPr>
                <a:r>
                  <a:rPr lang="en-AU" sz="1000" b="1" i="0" u="none" strike="noStrike" baseline="0">
                    <a:solidFill>
                      <a:srgbClr val="000000"/>
                    </a:solidFill>
                    <a:latin typeface="Arial"/>
                  </a:rPr>
                  <a:t>(per cent)</a:t>
                </a:r>
              </a:p>
            </c:rich>
          </c:tx>
          <c:layout>
            <c:manualLayout>
              <c:xMode val="edge"/>
              <c:yMode val="edge"/>
              <c:x val="5.1553703703703683E-3"/>
              <c:y val="0.18168784722222223"/>
            </c:manualLayout>
          </c:layout>
          <c:overlay val="0"/>
          <c:spPr>
            <a:noFill/>
            <a:ln w="25400">
              <a:noFill/>
            </a:ln>
          </c:spPr>
        </c:title>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0203904"/>
        <c:crosses val="autoZero"/>
        <c:crossBetween val="between"/>
        <c:majorUnit val="20"/>
      </c:valAx>
      <c:spPr>
        <a:ln w="25400">
          <a:noFill/>
        </a:ln>
      </c:spPr>
    </c:plotArea>
    <c:legend>
      <c:legendPos val="t"/>
      <c:layout>
        <c:manualLayout>
          <c:xMode val="edge"/>
          <c:yMode val="edge"/>
          <c:x val="0.14097968936678615"/>
          <c:y val="1.5384615384615385E-2"/>
          <c:w val="0.83512544802867383"/>
          <c:h val="0.16731516252776096"/>
        </c:manualLayout>
      </c:layout>
      <c:overlay val="0"/>
      <c:spPr>
        <a:ln w="25400">
          <a:noFill/>
        </a:ln>
        <a:effectLst/>
      </c:spPr>
      <c:txPr>
        <a:bodyPr/>
        <a:lstStyle/>
        <a:p>
          <a:pPr>
            <a:defRPr sz="10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a:effectLst/>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11888888888888"/>
          <c:y val="0.15020937500000001"/>
          <c:w val="0.8710107407407407"/>
          <c:h val="0.57643888888888883"/>
        </c:manualLayout>
      </c:layout>
      <c:barChart>
        <c:barDir val="col"/>
        <c:grouping val="stacked"/>
        <c:varyColors val="0"/>
        <c:ser>
          <c:idx val="0"/>
          <c:order val="0"/>
          <c:tx>
            <c:strRef>
              <c:f>Sheet1!$A$4</c:f>
              <c:strCache>
                <c:ptCount val="1"/>
                <c:pt idx="0">
                  <c:v>AQF Certificate I, II or lower</c:v>
                </c:pt>
              </c:strCache>
            </c:strRef>
          </c:tx>
          <c:spPr>
            <a:pattFill prst="divot">
              <a:fgClr>
                <a:srgbClr val="000000"/>
              </a:fgClr>
              <a:bgClr>
                <a:srgbClr val="FFFFFF"/>
              </a:bgClr>
            </a:pattFill>
            <a:ln w="3175">
              <a:solidFill>
                <a:srgbClr val="000000"/>
              </a:solidFill>
              <a:prstDash val="solid"/>
            </a:ln>
            <a:effectLst/>
          </c:spPr>
          <c:invertIfNegative val="0"/>
          <c:cat>
            <c:multiLvlStrRef>
              <c:f>Sheet1!$B$2:$S$3</c:f>
              <c:multiLvlStrCache>
                <c:ptCount val="18"/>
                <c:lvl>
                  <c:pt idx="0">
                    <c:v>2010</c:v>
                  </c:pt>
                  <c:pt idx="1">
                    <c:v>2011</c:v>
                  </c:pt>
                  <c:pt idx="2">
                    <c:v>2010</c:v>
                  </c:pt>
                  <c:pt idx="3">
                    <c:v>2011</c:v>
                  </c:pt>
                  <c:pt idx="4">
                    <c:v>2010</c:v>
                  </c:pt>
                  <c:pt idx="5">
                    <c:v>2011</c:v>
                  </c:pt>
                  <c:pt idx="6">
                    <c:v>2010</c:v>
                  </c:pt>
                  <c:pt idx="7">
                    <c:v>2011</c:v>
                  </c:pt>
                  <c:pt idx="8">
                    <c:v>2010</c:v>
                  </c:pt>
                  <c:pt idx="9">
                    <c:v>2011</c:v>
                  </c:pt>
                  <c:pt idx="10">
                    <c:v>2010</c:v>
                  </c:pt>
                  <c:pt idx="11">
                    <c:v>2011</c:v>
                  </c:pt>
                  <c:pt idx="12">
                    <c:v>2010</c:v>
                  </c:pt>
                  <c:pt idx="13">
                    <c:v>2011</c:v>
                  </c:pt>
                  <c:pt idx="14">
                    <c:v>2010</c:v>
                  </c:pt>
                  <c:pt idx="15">
                    <c:v>2011</c:v>
                  </c:pt>
                  <c:pt idx="16">
                    <c:v>2010</c:v>
                  </c:pt>
                  <c:pt idx="17">
                    <c:v>2011</c:v>
                  </c:pt>
                </c:lvl>
                <c:lvl>
                  <c:pt idx="0">
                    <c:v>NSW</c:v>
                  </c:pt>
                  <c:pt idx="2">
                    <c:v>Vic</c:v>
                  </c:pt>
                  <c:pt idx="4">
                    <c:v>Qld</c:v>
                  </c:pt>
                  <c:pt idx="6">
                    <c:v>WA</c:v>
                  </c:pt>
                  <c:pt idx="8">
                    <c:v>SA</c:v>
                  </c:pt>
                  <c:pt idx="10">
                    <c:v>Tas</c:v>
                  </c:pt>
                  <c:pt idx="12">
                    <c:v>ACT</c:v>
                  </c:pt>
                  <c:pt idx="14">
                    <c:v>NT</c:v>
                  </c:pt>
                  <c:pt idx="16">
                    <c:v>Aust</c:v>
                  </c:pt>
                </c:lvl>
              </c:multiLvlStrCache>
            </c:multiLvlStrRef>
          </c:cat>
          <c:val>
            <c:numRef>
              <c:f>Sheet1!$B$4:$S$4</c:f>
              <c:numCache>
                <c:formatCode>0.00</c:formatCode>
                <c:ptCount val="18"/>
                <c:pt idx="0">
                  <c:v>21.700937592164554</c:v>
                </c:pt>
                <c:pt idx="1">
                  <c:v>21.1</c:v>
                </c:pt>
                <c:pt idx="2">
                  <c:v>21.404546564691721</c:v>
                </c:pt>
                <c:pt idx="3">
                  <c:v>20.2</c:v>
                </c:pt>
                <c:pt idx="4">
                  <c:v>19.989835788584404</c:v>
                </c:pt>
                <c:pt idx="5">
                  <c:v>19.600000000000001</c:v>
                </c:pt>
                <c:pt idx="6">
                  <c:v>29.576157823063664</c:v>
                </c:pt>
                <c:pt idx="7">
                  <c:v>28.2</c:v>
                </c:pt>
                <c:pt idx="8">
                  <c:v>20.914610515437282</c:v>
                </c:pt>
                <c:pt idx="9">
                  <c:v>20.2</c:v>
                </c:pt>
                <c:pt idx="10">
                  <c:v>33.866053231632257</c:v>
                </c:pt>
                <c:pt idx="11">
                  <c:v>28.8</c:v>
                </c:pt>
                <c:pt idx="12">
                  <c:v>10.186699373126192</c:v>
                </c:pt>
                <c:pt idx="13">
                  <c:v>9</c:v>
                </c:pt>
                <c:pt idx="14">
                  <c:v>39.078739502785396</c:v>
                </c:pt>
                <c:pt idx="15">
                  <c:v>39.299999999999997</c:v>
                </c:pt>
                <c:pt idx="16">
                  <c:v>22.4</c:v>
                </c:pt>
                <c:pt idx="17">
                  <c:v>21.4</c:v>
                </c:pt>
              </c:numCache>
            </c:numRef>
          </c:val>
        </c:ser>
        <c:ser>
          <c:idx val="1"/>
          <c:order val="1"/>
          <c:tx>
            <c:strRef>
              <c:f>Sheet1!$A$5</c:f>
              <c:strCache>
                <c:ptCount val="1"/>
                <c:pt idx="0">
                  <c:v>AQF Certificate III or IV</c:v>
                </c:pt>
              </c:strCache>
            </c:strRef>
          </c:tx>
          <c:spPr>
            <a:pattFill prst="dkUpDiag">
              <a:fgClr>
                <a:srgbClr val="808080"/>
              </a:fgClr>
              <a:bgClr>
                <a:srgbClr val="FFFFFF"/>
              </a:bgClr>
            </a:pattFill>
            <a:ln w="3175">
              <a:solidFill>
                <a:srgbClr val="000000"/>
              </a:solidFill>
              <a:prstDash val="solid"/>
            </a:ln>
            <a:effectLst/>
          </c:spPr>
          <c:invertIfNegative val="0"/>
          <c:cat>
            <c:multiLvlStrRef>
              <c:f>Sheet1!$B$2:$S$3</c:f>
              <c:multiLvlStrCache>
                <c:ptCount val="18"/>
                <c:lvl>
                  <c:pt idx="0">
                    <c:v>2010</c:v>
                  </c:pt>
                  <c:pt idx="1">
                    <c:v>2011</c:v>
                  </c:pt>
                  <c:pt idx="2">
                    <c:v>2010</c:v>
                  </c:pt>
                  <c:pt idx="3">
                    <c:v>2011</c:v>
                  </c:pt>
                  <c:pt idx="4">
                    <c:v>2010</c:v>
                  </c:pt>
                  <c:pt idx="5">
                    <c:v>2011</c:v>
                  </c:pt>
                  <c:pt idx="6">
                    <c:v>2010</c:v>
                  </c:pt>
                  <c:pt idx="7">
                    <c:v>2011</c:v>
                  </c:pt>
                  <c:pt idx="8">
                    <c:v>2010</c:v>
                  </c:pt>
                  <c:pt idx="9">
                    <c:v>2011</c:v>
                  </c:pt>
                  <c:pt idx="10">
                    <c:v>2010</c:v>
                  </c:pt>
                  <c:pt idx="11">
                    <c:v>2011</c:v>
                  </c:pt>
                  <c:pt idx="12">
                    <c:v>2010</c:v>
                  </c:pt>
                  <c:pt idx="13">
                    <c:v>2011</c:v>
                  </c:pt>
                  <c:pt idx="14">
                    <c:v>2010</c:v>
                  </c:pt>
                  <c:pt idx="15">
                    <c:v>2011</c:v>
                  </c:pt>
                  <c:pt idx="16">
                    <c:v>2010</c:v>
                  </c:pt>
                  <c:pt idx="17">
                    <c:v>2011</c:v>
                  </c:pt>
                </c:lvl>
                <c:lvl>
                  <c:pt idx="0">
                    <c:v>NSW</c:v>
                  </c:pt>
                  <c:pt idx="2">
                    <c:v>Vic</c:v>
                  </c:pt>
                  <c:pt idx="4">
                    <c:v>Qld</c:v>
                  </c:pt>
                  <c:pt idx="6">
                    <c:v>WA</c:v>
                  </c:pt>
                  <c:pt idx="8">
                    <c:v>SA</c:v>
                  </c:pt>
                  <c:pt idx="10">
                    <c:v>Tas</c:v>
                  </c:pt>
                  <c:pt idx="12">
                    <c:v>ACT</c:v>
                  </c:pt>
                  <c:pt idx="14">
                    <c:v>NT</c:v>
                  </c:pt>
                  <c:pt idx="16">
                    <c:v>Aust</c:v>
                  </c:pt>
                </c:lvl>
              </c:multiLvlStrCache>
            </c:multiLvlStrRef>
          </c:cat>
          <c:val>
            <c:numRef>
              <c:f>Sheet1!$B$5:$S$5</c:f>
              <c:numCache>
                <c:formatCode>0.00</c:formatCode>
                <c:ptCount val="18"/>
                <c:pt idx="0">
                  <c:v>39.740498906028158</c:v>
                </c:pt>
                <c:pt idx="1">
                  <c:v>41.8</c:v>
                </c:pt>
                <c:pt idx="2">
                  <c:v>43.117556447441039</c:v>
                </c:pt>
                <c:pt idx="3">
                  <c:v>49.4</c:v>
                </c:pt>
                <c:pt idx="4">
                  <c:v>54.953733037647176</c:v>
                </c:pt>
                <c:pt idx="5">
                  <c:v>58.4</c:v>
                </c:pt>
                <c:pt idx="6">
                  <c:v>51.768519745959821</c:v>
                </c:pt>
                <c:pt idx="7">
                  <c:v>52.6</c:v>
                </c:pt>
                <c:pt idx="8">
                  <c:v>39.112356284717734</c:v>
                </c:pt>
                <c:pt idx="9">
                  <c:v>44.8</c:v>
                </c:pt>
                <c:pt idx="10">
                  <c:v>52.349819399882961</c:v>
                </c:pt>
                <c:pt idx="11">
                  <c:v>54</c:v>
                </c:pt>
                <c:pt idx="12">
                  <c:v>46.535159443990189</c:v>
                </c:pt>
                <c:pt idx="13">
                  <c:v>49.4</c:v>
                </c:pt>
                <c:pt idx="14">
                  <c:v>45.680552091128298</c:v>
                </c:pt>
                <c:pt idx="15">
                  <c:v>46.5</c:v>
                </c:pt>
                <c:pt idx="16">
                  <c:v>44.9</c:v>
                </c:pt>
                <c:pt idx="17">
                  <c:v>48.6</c:v>
                </c:pt>
              </c:numCache>
            </c:numRef>
          </c:val>
        </c:ser>
        <c:ser>
          <c:idx val="2"/>
          <c:order val="2"/>
          <c:tx>
            <c:strRef>
              <c:f>Sheet1!$A$6</c:f>
              <c:strCache>
                <c:ptCount val="1"/>
                <c:pt idx="0">
                  <c:v>Diploma or above</c:v>
                </c:pt>
              </c:strCache>
            </c:strRef>
          </c:tx>
          <c:spPr>
            <a:pattFill prst="pct10">
              <a:fgClr>
                <a:srgbClr val="000000"/>
              </a:fgClr>
              <a:bgClr>
                <a:srgbClr val="FFFFFF"/>
              </a:bgClr>
            </a:pattFill>
            <a:ln w="3175">
              <a:solidFill>
                <a:srgbClr val="000000"/>
              </a:solidFill>
              <a:prstDash val="solid"/>
            </a:ln>
            <a:effectLst/>
          </c:spPr>
          <c:invertIfNegative val="0"/>
          <c:cat>
            <c:multiLvlStrRef>
              <c:f>Sheet1!$B$2:$S$3</c:f>
              <c:multiLvlStrCache>
                <c:ptCount val="18"/>
                <c:lvl>
                  <c:pt idx="0">
                    <c:v>2010</c:v>
                  </c:pt>
                  <c:pt idx="1">
                    <c:v>2011</c:v>
                  </c:pt>
                  <c:pt idx="2">
                    <c:v>2010</c:v>
                  </c:pt>
                  <c:pt idx="3">
                    <c:v>2011</c:v>
                  </c:pt>
                  <c:pt idx="4">
                    <c:v>2010</c:v>
                  </c:pt>
                  <c:pt idx="5">
                    <c:v>2011</c:v>
                  </c:pt>
                  <c:pt idx="6">
                    <c:v>2010</c:v>
                  </c:pt>
                  <c:pt idx="7">
                    <c:v>2011</c:v>
                  </c:pt>
                  <c:pt idx="8">
                    <c:v>2010</c:v>
                  </c:pt>
                  <c:pt idx="9">
                    <c:v>2011</c:v>
                  </c:pt>
                  <c:pt idx="10">
                    <c:v>2010</c:v>
                  </c:pt>
                  <c:pt idx="11">
                    <c:v>2011</c:v>
                  </c:pt>
                  <c:pt idx="12">
                    <c:v>2010</c:v>
                  </c:pt>
                  <c:pt idx="13">
                    <c:v>2011</c:v>
                  </c:pt>
                  <c:pt idx="14">
                    <c:v>2010</c:v>
                  </c:pt>
                  <c:pt idx="15">
                    <c:v>2011</c:v>
                  </c:pt>
                  <c:pt idx="16">
                    <c:v>2010</c:v>
                  </c:pt>
                  <c:pt idx="17">
                    <c:v>2011</c:v>
                  </c:pt>
                </c:lvl>
                <c:lvl>
                  <c:pt idx="0">
                    <c:v>NSW</c:v>
                  </c:pt>
                  <c:pt idx="2">
                    <c:v>Vic</c:v>
                  </c:pt>
                  <c:pt idx="4">
                    <c:v>Qld</c:v>
                  </c:pt>
                  <c:pt idx="6">
                    <c:v>WA</c:v>
                  </c:pt>
                  <c:pt idx="8">
                    <c:v>SA</c:v>
                  </c:pt>
                  <c:pt idx="10">
                    <c:v>Tas</c:v>
                  </c:pt>
                  <c:pt idx="12">
                    <c:v>ACT</c:v>
                  </c:pt>
                  <c:pt idx="14">
                    <c:v>NT</c:v>
                  </c:pt>
                  <c:pt idx="16">
                    <c:v>Aust</c:v>
                  </c:pt>
                </c:lvl>
              </c:multiLvlStrCache>
            </c:multiLvlStrRef>
          </c:cat>
          <c:val>
            <c:numRef>
              <c:f>Sheet1!$B$6:$S$6</c:f>
              <c:numCache>
                <c:formatCode>0.00</c:formatCode>
                <c:ptCount val="18"/>
                <c:pt idx="0">
                  <c:v>11.274254281579434</c:v>
                </c:pt>
                <c:pt idx="1">
                  <c:v>12.6</c:v>
                </c:pt>
                <c:pt idx="2">
                  <c:v>15.618359336688481</c:v>
                </c:pt>
                <c:pt idx="3">
                  <c:v>15.9</c:v>
                </c:pt>
                <c:pt idx="4">
                  <c:v>13.342837531020646</c:v>
                </c:pt>
                <c:pt idx="5">
                  <c:v>14.6</c:v>
                </c:pt>
                <c:pt idx="6">
                  <c:v>11.387218452861568</c:v>
                </c:pt>
                <c:pt idx="7">
                  <c:v>12.7</c:v>
                </c:pt>
                <c:pt idx="8">
                  <c:v>11.295375274512336</c:v>
                </c:pt>
                <c:pt idx="9">
                  <c:v>12</c:v>
                </c:pt>
                <c:pt idx="10">
                  <c:v>8.4064814254293037</c:v>
                </c:pt>
                <c:pt idx="11">
                  <c:v>9.8000000000000007</c:v>
                </c:pt>
                <c:pt idx="12">
                  <c:v>26.451349141455438</c:v>
                </c:pt>
                <c:pt idx="13">
                  <c:v>23.4</c:v>
                </c:pt>
                <c:pt idx="14">
                  <c:v>3.321692857736759</c:v>
                </c:pt>
                <c:pt idx="15">
                  <c:v>3.4</c:v>
                </c:pt>
                <c:pt idx="16">
                  <c:v>13</c:v>
                </c:pt>
                <c:pt idx="17">
                  <c:v>13.9</c:v>
                </c:pt>
              </c:numCache>
            </c:numRef>
          </c:val>
        </c:ser>
        <c:ser>
          <c:idx val="3"/>
          <c:order val="3"/>
          <c:tx>
            <c:strRef>
              <c:f>Sheet1!$A$7</c:f>
              <c:strCache>
                <c:ptCount val="1"/>
                <c:pt idx="0">
                  <c:v>Other</c:v>
                </c:pt>
              </c:strCache>
            </c:strRef>
          </c:tx>
          <c:spPr>
            <a:pattFill prst="dkDnDiag">
              <a:fgClr>
                <a:srgbClr val="000000"/>
              </a:fgClr>
              <a:bgClr>
                <a:srgbClr val="FFFFFF"/>
              </a:bgClr>
            </a:pattFill>
            <a:ln w="3175">
              <a:solidFill>
                <a:srgbClr val="000000"/>
              </a:solidFill>
              <a:prstDash val="solid"/>
            </a:ln>
            <a:effectLst/>
          </c:spPr>
          <c:invertIfNegative val="0"/>
          <c:cat>
            <c:multiLvlStrRef>
              <c:f>Sheet1!$B$2:$S$3</c:f>
              <c:multiLvlStrCache>
                <c:ptCount val="18"/>
                <c:lvl>
                  <c:pt idx="0">
                    <c:v>2010</c:v>
                  </c:pt>
                  <c:pt idx="1">
                    <c:v>2011</c:v>
                  </c:pt>
                  <c:pt idx="2">
                    <c:v>2010</c:v>
                  </c:pt>
                  <c:pt idx="3">
                    <c:v>2011</c:v>
                  </c:pt>
                  <c:pt idx="4">
                    <c:v>2010</c:v>
                  </c:pt>
                  <c:pt idx="5">
                    <c:v>2011</c:v>
                  </c:pt>
                  <c:pt idx="6">
                    <c:v>2010</c:v>
                  </c:pt>
                  <c:pt idx="7">
                    <c:v>2011</c:v>
                  </c:pt>
                  <c:pt idx="8">
                    <c:v>2010</c:v>
                  </c:pt>
                  <c:pt idx="9">
                    <c:v>2011</c:v>
                  </c:pt>
                  <c:pt idx="10">
                    <c:v>2010</c:v>
                  </c:pt>
                  <c:pt idx="11">
                    <c:v>2011</c:v>
                  </c:pt>
                  <c:pt idx="12">
                    <c:v>2010</c:v>
                  </c:pt>
                  <c:pt idx="13">
                    <c:v>2011</c:v>
                  </c:pt>
                  <c:pt idx="14">
                    <c:v>2010</c:v>
                  </c:pt>
                  <c:pt idx="15">
                    <c:v>2011</c:v>
                  </c:pt>
                  <c:pt idx="16">
                    <c:v>2010</c:v>
                  </c:pt>
                  <c:pt idx="17">
                    <c:v>2011</c:v>
                  </c:pt>
                </c:lvl>
                <c:lvl>
                  <c:pt idx="0">
                    <c:v>NSW</c:v>
                  </c:pt>
                  <c:pt idx="2">
                    <c:v>Vic</c:v>
                  </c:pt>
                  <c:pt idx="4">
                    <c:v>Qld</c:v>
                  </c:pt>
                  <c:pt idx="6">
                    <c:v>WA</c:v>
                  </c:pt>
                  <c:pt idx="8">
                    <c:v>SA</c:v>
                  </c:pt>
                  <c:pt idx="10">
                    <c:v>Tas</c:v>
                  </c:pt>
                  <c:pt idx="12">
                    <c:v>ACT</c:v>
                  </c:pt>
                  <c:pt idx="14">
                    <c:v>NT</c:v>
                  </c:pt>
                  <c:pt idx="16">
                    <c:v>Aust</c:v>
                  </c:pt>
                </c:lvl>
              </c:multiLvlStrCache>
            </c:multiLvlStrRef>
          </c:cat>
          <c:val>
            <c:numRef>
              <c:f>Sheet1!$B$7:$S$7</c:f>
              <c:numCache>
                <c:formatCode>0.00</c:formatCode>
                <c:ptCount val="18"/>
                <c:pt idx="0">
                  <c:v>27.284309220227847</c:v>
                </c:pt>
                <c:pt idx="1">
                  <c:v>24.4</c:v>
                </c:pt>
                <c:pt idx="2">
                  <c:v>19.859537651178758</c:v>
                </c:pt>
                <c:pt idx="3">
                  <c:v>14.4</c:v>
                </c:pt>
                <c:pt idx="4">
                  <c:v>11.713593642747769</c:v>
                </c:pt>
                <c:pt idx="5">
                  <c:v>7.4</c:v>
                </c:pt>
                <c:pt idx="6">
                  <c:v>7.2681039781149455</c:v>
                </c:pt>
                <c:pt idx="7">
                  <c:v>6.6</c:v>
                </c:pt>
                <c:pt idx="8">
                  <c:v>28.677657925332646</c:v>
                </c:pt>
                <c:pt idx="9">
                  <c:v>23.1</c:v>
                </c:pt>
                <c:pt idx="10">
                  <c:v>5.3776459430554713</c:v>
                </c:pt>
                <c:pt idx="11">
                  <c:v>7.3</c:v>
                </c:pt>
                <c:pt idx="12">
                  <c:v>16.826792041428181</c:v>
                </c:pt>
                <c:pt idx="13">
                  <c:v>18.2</c:v>
                </c:pt>
                <c:pt idx="14">
                  <c:v>11.919015548349547</c:v>
                </c:pt>
                <c:pt idx="15">
                  <c:v>10.7</c:v>
                </c:pt>
                <c:pt idx="16">
                  <c:v>19.8</c:v>
                </c:pt>
                <c:pt idx="17">
                  <c:v>16.100000000000001</c:v>
                </c:pt>
              </c:numCache>
            </c:numRef>
          </c:val>
        </c:ser>
        <c:dLbls>
          <c:showLegendKey val="0"/>
          <c:showVal val="0"/>
          <c:showCatName val="0"/>
          <c:showSerName val="0"/>
          <c:showPercent val="0"/>
          <c:showBubbleSize val="0"/>
        </c:dLbls>
        <c:gapWidth val="150"/>
        <c:overlap val="100"/>
        <c:axId val="184001280"/>
        <c:axId val="184002816"/>
      </c:barChart>
      <c:catAx>
        <c:axId val="184001280"/>
        <c:scaling>
          <c:orientation val="minMax"/>
        </c:scaling>
        <c:delete val="0"/>
        <c:axPos val="b"/>
        <c:numFmt formatCode="###\ ###\ ##0;0###\ ###\ ##0;&quot;0&quot;" sourceLinked="0"/>
        <c:majorTickMark val="out"/>
        <c:minorTickMark val="none"/>
        <c:tickLblPos val="nextTo"/>
        <c:spPr>
          <a:ln w="3175">
            <a:solidFill>
              <a:srgbClr val="000000"/>
            </a:solidFill>
            <a:prstDash val="solid"/>
          </a:ln>
          <a:effectLst/>
        </c:spPr>
        <c:txPr>
          <a:bodyPr/>
          <a:lstStyle/>
          <a:p>
            <a:pPr>
              <a:defRPr sz="1000" b="0" i="0" u="none" strike="noStrike" baseline="0">
                <a:solidFill>
                  <a:srgbClr val="000000"/>
                </a:solidFill>
                <a:latin typeface="Arial"/>
                <a:ea typeface="Arial"/>
                <a:cs typeface="Arial"/>
              </a:defRPr>
            </a:pPr>
            <a:endParaRPr lang="en-US"/>
          </a:p>
        </c:txPr>
        <c:crossAx val="184002816"/>
        <c:crosses val="autoZero"/>
        <c:auto val="0"/>
        <c:lblAlgn val="ctr"/>
        <c:lblOffset val="100"/>
        <c:noMultiLvlLbl val="0"/>
      </c:catAx>
      <c:valAx>
        <c:axId val="184002816"/>
        <c:scaling>
          <c:orientation val="minMax"/>
          <c:max val="100"/>
          <c:min val="0"/>
        </c:scaling>
        <c:delete val="0"/>
        <c:axPos val="l"/>
        <c:majorGridlines>
          <c:spPr>
            <a:ln w="3175">
              <a:solidFill>
                <a:srgbClr val="000000"/>
              </a:solidFill>
              <a:prstDash val="solid"/>
            </a:ln>
          </c:spPr>
        </c:majorGridlines>
        <c:title>
          <c:tx>
            <c:rich>
              <a:bodyPr rot="-5400000" vert="horz"/>
              <a:lstStyle/>
              <a:p>
                <a:pPr>
                  <a:defRPr/>
                </a:pPr>
                <a:r>
                  <a:rPr lang="en-AU"/>
                  <a:t>Per cent</a:t>
                </a:r>
              </a:p>
            </c:rich>
          </c:tx>
          <c:layout>
            <c:manualLayout>
              <c:xMode val="edge"/>
              <c:yMode val="edge"/>
              <c:x val="4.7037037037037039E-3"/>
              <c:y val="0.35583472222222223"/>
            </c:manualLayout>
          </c:layout>
          <c:overlay val="0"/>
        </c:title>
        <c:numFmt formatCode="###\ ###\ ##0;0###\ ###\ ##0;&quot;0&quot;" sourceLinked="0"/>
        <c:majorTickMark val="out"/>
        <c:minorTickMark val="none"/>
        <c:tickLblPos val="nextTo"/>
        <c:spPr>
          <a:ln w="3175">
            <a:solidFill>
              <a:srgbClr val="000000"/>
            </a:solidFill>
            <a:prstDash val="solid"/>
          </a:ln>
          <a:effectLst/>
        </c:spPr>
        <c:txPr>
          <a:bodyPr/>
          <a:lstStyle/>
          <a:p>
            <a:pPr>
              <a:defRPr sz="1000" b="0" i="0" u="none" strike="noStrike" baseline="0">
                <a:solidFill>
                  <a:srgbClr val="000000"/>
                </a:solidFill>
                <a:latin typeface="Arial"/>
                <a:ea typeface="Arial"/>
                <a:cs typeface="Arial"/>
              </a:defRPr>
            </a:pPr>
            <a:endParaRPr lang="en-US"/>
          </a:p>
        </c:txPr>
        <c:crossAx val="184001280"/>
        <c:crosses val="autoZero"/>
        <c:crossBetween val="between"/>
        <c:majorUnit val="20"/>
        <c:minorUnit val="20"/>
      </c:valAx>
      <c:spPr>
        <a:ln w="25400">
          <a:noFill/>
        </a:ln>
      </c:spPr>
    </c:plotArea>
    <c:legend>
      <c:legendPos val="t"/>
      <c:layout>
        <c:manualLayout>
          <c:xMode val="edge"/>
          <c:yMode val="edge"/>
          <c:x val="0.11053703703703703"/>
          <c:y val="1.7638888888888888E-2"/>
          <c:w val="0.86124074074074075"/>
          <c:h val="0.10611215277777777"/>
        </c:manualLayout>
      </c:layout>
      <c:overlay val="0"/>
      <c:spPr>
        <a:ln w="25400">
          <a:noFill/>
        </a:ln>
        <a:effectLst/>
      </c:spPr>
      <c:txPr>
        <a:bodyPr/>
        <a:lstStyle/>
        <a:p>
          <a:pPr>
            <a:defRPr sz="10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a:effectLst/>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690657748793128"/>
          <c:y val="0.19767516683005856"/>
          <c:w val="0.85791442248835725"/>
          <c:h val="0.62790935346018595"/>
        </c:manualLayout>
      </c:layout>
      <c:barChart>
        <c:barDir val="col"/>
        <c:grouping val="clustered"/>
        <c:varyColors val="0"/>
        <c:ser>
          <c:idx val="3"/>
          <c:order val="0"/>
          <c:tx>
            <c:strRef>
              <c:f>'NASWDFig6data(b)'!$A$4</c:f>
              <c:strCache>
                <c:ptCount val="1"/>
                <c:pt idx="0">
                  <c:v>All students 20–64 year olds</c:v>
                </c:pt>
              </c:strCache>
            </c:strRef>
          </c:tx>
          <c:spPr>
            <a:pattFill prst="dkUpDiag">
              <a:fgClr>
                <a:srgbClr val="808080"/>
              </a:fgClr>
              <a:bgClr>
                <a:srgbClr val="FFFFFF"/>
              </a:bgClr>
            </a:pattFill>
            <a:ln w="3175">
              <a:solidFill>
                <a:srgbClr val="000000"/>
              </a:solidFill>
              <a:prstDash val="solid"/>
            </a:ln>
            <a:effectLst/>
          </c:spPr>
          <c:invertIfNegative val="0"/>
          <c:cat>
            <c:strRef>
              <c:f>'NASWDFig6data(b)'!$B$2:$J$2</c:f>
              <c:strCache>
                <c:ptCount val="9"/>
                <c:pt idx="0">
                  <c:v>NSW</c:v>
                </c:pt>
                <c:pt idx="1">
                  <c:v>Vic</c:v>
                </c:pt>
                <c:pt idx="2">
                  <c:v>Qld</c:v>
                </c:pt>
                <c:pt idx="3">
                  <c:v>WA</c:v>
                </c:pt>
                <c:pt idx="4">
                  <c:v>SA</c:v>
                </c:pt>
                <c:pt idx="5">
                  <c:v>Tas</c:v>
                </c:pt>
                <c:pt idx="6">
                  <c:v>ACT</c:v>
                </c:pt>
                <c:pt idx="7">
                  <c:v>NT</c:v>
                </c:pt>
                <c:pt idx="8">
                  <c:v>Aust</c:v>
                </c:pt>
              </c:strCache>
            </c:strRef>
          </c:cat>
          <c:val>
            <c:numRef>
              <c:f>'NASWDFig6data(b)'!$B$4:$J$4</c:f>
              <c:numCache>
                <c:formatCode>0.0</c:formatCode>
                <c:ptCount val="9"/>
                <c:pt idx="0">
                  <c:v>9.2578451380212901</c:v>
                </c:pt>
                <c:pt idx="1">
                  <c:v>12.8397262607313</c:v>
                </c:pt>
                <c:pt idx="2">
                  <c:v>7.8199537518545998</c:v>
                </c:pt>
                <c:pt idx="3">
                  <c:v>8.1297236525159704</c:v>
                </c:pt>
                <c:pt idx="4">
                  <c:v>9.2872853085401008</c:v>
                </c:pt>
                <c:pt idx="5">
                  <c:v>12.305651062626101</c:v>
                </c:pt>
                <c:pt idx="6">
                  <c:v>9.79655885079565</c:v>
                </c:pt>
                <c:pt idx="7">
                  <c:v>12.492276353759999</c:v>
                </c:pt>
                <c:pt idx="8">
                  <c:v>9.8589445422881195</c:v>
                </c:pt>
              </c:numCache>
            </c:numRef>
          </c:val>
        </c:ser>
        <c:ser>
          <c:idx val="4"/>
          <c:order val="1"/>
          <c:tx>
            <c:strRef>
              <c:f>'NASWDFig6data(b)'!$A$5</c:f>
              <c:strCache>
                <c:ptCount val="1"/>
                <c:pt idx="0">
                  <c:v>All students 15–64 year olds</c:v>
                </c:pt>
              </c:strCache>
            </c:strRef>
          </c:tx>
          <c:spPr>
            <a:pattFill prst="pct10">
              <a:fgClr>
                <a:srgbClr val="000000"/>
              </a:fgClr>
              <a:bgClr>
                <a:srgbClr val="FFFFFF"/>
              </a:bgClr>
            </a:pattFill>
            <a:ln w="3175">
              <a:solidFill>
                <a:srgbClr val="000000"/>
              </a:solidFill>
              <a:prstDash val="solid"/>
            </a:ln>
            <a:effectLst/>
          </c:spPr>
          <c:invertIfNegative val="0"/>
          <c:cat>
            <c:strRef>
              <c:f>'NASWDFig6data(b)'!$B$2:$J$2</c:f>
              <c:strCache>
                <c:ptCount val="9"/>
                <c:pt idx="0">
                  <c:v>NSW</c:v>
                </c:pt>
                <c:pt idx="1">
                  <c:v>Vic</c:v>
                </c:pt>
                <c:pt idx="2">
                  <c:v>Qld</c:v>
                </c:pt>
                <c:pt idx="3">
                  <c:v>WA</c:v>
                </c:pt>
                <c:pt idx="4">
                  <c:v>SA</c:v>
                </c:pt>
                <c:pt idx="5">
                  <c:v>Tas</c:v>
                </c:pt>
                <c:pt idx="6">
                  <c:v>ACT</c:v>
                </c:pt>
                <c:pt idx="7">
                  <c:v>NT</c:v>
                </c:pt>
                <c:pt idx="8">
                  <c:v>Aust</c:v>
                </c:pt>
              </c:strCache>
            </c:strRef>
          </c:cat>
          <c:val>
            <c:numRef>
              <c:f>'NASWDFig6data(b)'!$B$5:$J$5</c:f>
              <c:numCache>
                <c:formatCode>0.0</c:formatCode>
                <c:ptCount val="9"/>
                <c:pt idx="0">
                  <c:v>11.6384862104705</c:v>
                </c:pt>
                <c:pt idx="1">
                  <c:v>15.3274137982559</c:v>
                </c:pt>
                <c:pt idx="2">
                  <c:v>9.8551717035991704</c:v>
                </c:pt>
                <c:pt idx="3">
                  <c:v>10.391454742800301</c:v>
                </c:pt>
                <c:pt idx="4">
                  <c:v>10.857663901787999</c:v>
                </c:pt>
                <c:pt idx="5">
                  <c:v>14.1129239019947</c:v>
                </c:pt>
                <c:pt idx="6">
                  <c:v>11.191749427043501</c:v>
                </c:pt>
                <c:pt idx="7">
                  <c:v>14.470681554701301</c:v>
                </c:pt>
                <c:pt idx="8">
                  <c:v>12.0288663269795</c:v>
                </c:pt>
              </c:numCache>
            </c:numRef>
          </c:val>
        </c:ser>
        <c:ser>
          <c:idx val="2"/>
          <c:order val="2"/>
          <c:tx>
            <c:strRef>
              <c:f>'NASWDFig6data(b)'!$A$3</c:f>
              <c:strCache>
                <c:ptCount val="1"/>
                <c:pt idx="0">
                  <c:v>All students 18–24 year olds</c:v>
                </c:pt>
              </c:strCache>
            </c:strRef>
          </c:tx>
          <c:spPr>
            <a:pattFill prst="dkDnDiag">
              <a:fgClr>
                <a:srgbClr val="000000"/>
              </a:fgClr>
              <a:bgClr>
                <a:srgbClr val="FFFFFF"/>
              </a:bgClr>
            </a:pattFill>
            <a:ln w="3175">
              <a:solidFill>
                <a:srgbClr val="000000"/>
              </a:solidFill>
              <a:prstDash val="solid"/>
            </a:ln>
            <a:effectLst/>
          </c:spPr>
          <c:invertIfNegative val="0"/>
          <c:cat>
            <c:strRef>
              <c:f>'NASWDFig6data(b)'!$B$2:$J$2</c:f>
              <c:strCache>
                <c:ptCount val="9"/>
                <c:pt idx="0">
                  <c:v>NSW</c:v>
                </c:pt>
                <c:pt idx="1">
                  <c:v>Vic</c:v>
                </c:pt>
                <c:pt idx="2">
                  <c:v>Qld</c:v>
                </c:pt>
                <c:pt idx="3">
                  <c:v>WA</c:v>
                </c:pt>
                <c:pt idx="4">
                  <c:v>SA</c:v>
                </c:pt>
                <c:pt idx="5">
                  <c:v>Tas</c:v>
                </c:pt>
                <c:pt idx="6">
                  <c:v>ACT</c:v>
                </c:pt>
                <c:pt idx="7">
                  <c:v>NT</c:v>
                </c:pt>
                <c:pt idx="8">
                  <c:v>Aust</c:v>
                </c:pt>
              </c:strCache>
            </c:strRef>
          </c:cat>
          <c:val>
            <c:numRef>
              <c:f>'NASWDFig6data(b)'!$B$3:$J$3</c:f>
              <c:numCache>
                <c:formatCode>0.0</c:formatCode>
                <c:ptCount val="9"/>
                <c:pt idx="0">
                  <c:v>21.5038262294627</c:v>
                </c:pt>
                <c:pt idx="1">
                  <c:v>32.781970073163002</c:v>
                </c:pt>
                <c:pt idx="2">
                  <c:v>18.821336355104201</c:v>
                </c:pt>
                <c:pt idx="3">
                  <c:v>19.343673034680201</c:v>
                </c:pt>
                <c:pt idx="4">
                  <c:v>21.5915518345174</c:v>
                </c:pt>
                <c:pt idx="5">
                  <c:v>28.471859208921401</c:v>
                </c:pt>
                <c:pt idx="6">
                  <c:v>25.2718428080885</c:v>
                </c:pt>
                <c:pt idx="7">
                  <c:v>23.075707910430101</c:v>
                </c:pt>
                <c:pt idx="8">
                  <c:v>23.812957780210901</c:v>
                </c:pt>
              </c:numCache>
            </c:numRef>
          </c:val>
        </c:ser>
        <c:dLbls>
          <c:showLegendKey val="0"/>
          <c:showVal val="0"/>
          <c:showCatName val="0"/>
          <c:showSerName val="0"/>
          <c:showPercent val="0"/>
          <c:showBubbleSize val="0"/>
        </c:dLbls>
        <c:gapWidth val="150"/>
        <c:axId val="185642368"/>
        <c:axId val="185648256"/>
      </c:barChart>
      <c:catAx>
        <c:axId val="185642368"/>
        <c:scaling>
          <c:orientation val="minMax"/>
        </c:scaling>
        <c:delete val="0"/>
        <c:axPos val="b"/>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5648256"/>
        <c:crosses val="autoZero"/>
        <c:auto val="1"/>
        <c:lblAlgn val="ctr"/>
        <c:lblOffset val="100"/>
        <c:tickLblSkip val="1"/>
        <c:tickMarkSkip val="1"/>
        <c:noMultiLvlLbl val="0"/>
      </c:catAx>
      <c:valAx>
        <c:axId val="185648256"/>
        <c:scaling>
          <c:orientation val="minMax"/>
          <c:max val="35"/>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AU" sz="1000" b="1" i="0" u="none" strike="noStrike" baseline="0">
                    <a:solidFill>
                      <a:srgbClr val="000000"/>
                    </a:solidFill>
                    <a:latin typeface="Arial"/>
                  </a:rPr>
                  <a:t>Per cent</a:t>
                </a:r>
              </a:p>
            </c:rich>
          </c:tx>
          <c:layout>
            <c:manualLayout>
              <c:xMode val="edge"/>
              <c:yMode val="edge"/>
              <c:x val="2.877700368933693E-2"/>
              <c:y val="0.40310230098678607"/>
            </c:manualLayout>
          </c:layout>
          <c:overlay val="0"/>
          <c:spPr>
            <a:noFill/>
            <a:ln w="25400">
              <a:noFill/>
            </a:ln>
          </c:spPr>
        </c:title>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5642368"/>
        <c:crosses val="autoZero"/>
        <c:crossBetween val="between"/>
        <c:majorUnit val="5"/>
      </c:valAx>
      <c:spPr>
        <a:ln w="25400">
          <a:noFill/>
        </a:ln>
      </c:spPr>
    </c:plotArea>
    <c:legend>
      <c:legendPos val="t"/>
      <c:overlay val="0"/>
      <c:spPr>
        <a:ln w="25400">
          <a:noFill/>
        </a:ln>
        <a:effectLst/>
      </c:spPr>
      <c:txPr>
        <a:bodyPr/>
        <a:lstStyle/>
        <a:p>
          <a:pPr>
            <a:defRPr sz="10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a:effectLst/>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669658886894076"/>
          <c:y val="0.19691156813987115"/>
          <c:w val="0.85816876122082586"/>
          <c:h val="0.62934481581958823"/>
        </c:manualLayout>
      </c:layout>
      <c:barChart>
        <c:barDir val="col"/>
        <c:grouping val="clustered"/>
        <c:varyColors val="0"/>
        <c:ser>
          <c:idx val="2"/>
          <c:order val="0"/>
          <c:tx>
            <c:strRef>
              <c:f>NASWDFig7data!$A$4</c:f>
              <c:strCache>
                <c:ptCount val="1"/>
                <c:pt idx="0">
                  <c:v>All students 18-24 year olds</c:v>
                </c:pt>
              </c:strCache>
            </c:strRef>
          </c:tx>
          <c:spPr>
            <a:pattFill prst="pct10">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NASWDFig7data!$B$2:$J$3</c:f>
              <c:strCache>
                <c:ptCount val="9"/>
                <c:pt idx="0">
                  <c:v>NSW</c:v>
                </c:pt>
                <c:pt idx="1">
                  <c:v>Vic</c:v>
                </c:pt>
                <c:pt idx="2">
                  <c:v>Qld</c:v>
                </c:pt>
                <c:pt idx="3">
                  <c:v>WA</c:v>
                </c:pt>
                <c:pt idx="4">
                  <c:v>SA</c:v>
                </c:pt>
                <c:pt idx="5">
                  <c:v>Tas</c:v>
                </c:pt>
                <c:pt idx="6">
                  <c:v>ACT</c:v>
                </c:pt>
                <c:pt idx="7">
                  <c:v>NT</c:v>
                </c:pt>
                <c:pt idx="8">
                  <c:v>Aust</c:v>
                </c:pt>
              </c:strCache>
            </c:strRef>
          </c:cat>
          <c:val>
            <c:numRef>
              <c:f>NASWDFig7data!$B$4:$J$4</c:f>
              <c:numCache>
                <c:formatCode>0.0</c:formatCode>
                <c:ptCount val="9"/>
                <c:pt idx="0">
                  <c:v>21.5038262294627</c:v>
                </c:pt>
                <c:pt idx="1">
                  <c:v>32.781970073163002</c:v>
                </c:pt>
                <c:pt idx="2">
                  <c:v>18.821336355104201</c:v>
                </c:pt>
                <c:pt idx="3">
                  <c:v>19.343673034680201</c:v>
                </c:pt>
                <c:pt idx="4">
                  <c:v>21.5915518345174</c:v>
                </c:pt>
                <c:pt idx="5">
                  <c:v>28.471859208921401</c:v>
                </c:pt>
                <c:pt idx="6">
                  <c:v>25.2718428080885</c:v>
                </c:pt>
                <c:pt idx="7">
                  <c:v>23.075707910430101</c:v>
                </c:pt>
                <c:pt idx="8">
                  <c:v>23.812957780210901</c:v>
                </c:pt>
              </c:numCache>
            </c:numRef>
          </c:val>
        </c:ser>
        <c:ser>
          <c:idx val="3"/>
          <c:order val="1"/>
          <c:tx>
            <c:strRef>
              <c:f>NASWDFig7data!$A$5</c:f>
              <c:strCache>
                <c:ptCount val="1"/>
                <c:pt idx="0">
                  <c:v>Indigenous students 18-24 year olds </c:v>
                </c:pt>
              </c:strCache>
            </c:strRef>
          </c:tx>
          <c:spPr>
            <a:pattFill prst="dkDnDiag">
              <a:fgClr>
                <a:schemeClr val="tx1"/>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NASWDFig7data!$B$2:$J$3</c:f>
              <c:strCache>
                <c:ptCount val="9"/>
                <c:pt idx="0">
                  <c:v>NSW</c:v>
                </c:pt>
                <c:pt idx="1">
                  <c:v>Vic</c:v>
                </c:pt>
                <c:pt idx="2">
                  <c:v>Qld</c:v>
                </c:pt>
                <c:pt idx="3">
                  <c:v>WA</c:v>
                </c:pt>
                <c:pt idx="4">
                  <c:v>SA</c:v>
                </c:pt>
                <c:pt idx="5">
                  <c:v>Tas</c:v>
                </c:pt>
                <c:pt idx="6">
                  <c:v>ACT</c:v>
                </c:pt>
                <c:pt idx="7">
                  <c:v>NT</c:v>
                </c:pt>
                <c:pt idx="8">
                  <c:v>Aust</c:v>
                </c:pt>
              </c:strCache>
            </c:strRef>
          </c:cat>
          <c:val>
            <c:numRef>
              <c:f>NASWDFig7data!$B$5:$J$5</c:f>
              <c:numCache>
                <c:formatCode>0.0</c:formatCode>
                <c:ptCount val="9"/>
                <c:pt idx="0">
                  <c:v>39.855752816661003</c:v>
                </c:pt>
                <c:pt idx="1">
                  <c:v>42.507256894049299</c:v>
                </c:pt>
                <c:pt idx="2">
                  <c:v>24.367644475671899</c:v>
                </c:pt>
                <c:pt idx="3">
                  <c:v>33.599405977352902</c:v>
                </c:pt>
                <c:pt idx="4">
                  <c:v>33.807439824945298</c:v>
                </c:pt>
                <c:pt idx="5">
                  <c:v>23.269611074489099</c:v>
                </c:pt>
                <c:pt idx="6">
                  <c:v>44.303797468354396</c:v>
                </c:pt>
                <c:pt idx="7">
                  <c:v>25.720949957591198</c:v>
                </c:pt>
                <c:pt idx="8">
                  <c:v>32.156696612133501</c:v>
                </c:pt>
              </c:numCache>
            </c:numRef>
          </c:val>
        </c:ser>
        <c:dLbls>
          <c:showLegendKey val="0"/>
          <c:showVal val="0"/>
          <c:showCatName val="0"/>
          <c:showSerName val="0"/>
          <c:showPercent val="0"/>
          <c:showBubbleSize val="0"/>
        </c:dLbls>
        <c:gapWidth val="150"/>
        <c:axId val="188053760"/>
        <c:axId val="188063744"/>
      </c:barChart>
      <c:catAx>
        <c:axId val="18805376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88063744"/>
        <c:crosses val="autoZero"/>
        <c:auto val="1"/>
        <c:lblAlgn val="ctr"/>
        <c:lblOffset val="100"/>
        <c:tickLblSkip val="1"/>
        <c:tickMarkSkip val="1"/>
        <c:noMultiLvlLbl val="0"/>
      </c:catAx>
      <c:valAx>
        <c:axId val="188063744"/>
        <c:scaling>
          <c:orientation val="minMax"/>
          <c:max val="5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AU"/>
                  <a:t>Per cent</a:t>
                </a:r>
              </a:p>
            </c:rich>
          </c:tx>
          <c:layout>
            <c:manualLayout>
              <c:xMode val="edge"/>
              <c:yMode val="edge"/>
              <c:x val="2.8725314183123879E-2"/>
              <c:y val="0.40154515855973727"/>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88053760"/>
        <c:crosses val="autoZero"/>
        <c:crossBetween val="between"/>
        <c:majorUnit val="10"/>
      </c:valAx>
      <c:spPr>
        <a:noFill/>
        <a:ln w="25400">
          <a:noFill/>
        </a:ln>
      </c:spPr>
    </c:plotArea>
    <c:legend>
      <c:legendPos val="t"/>
      <c:layout>
        <c:manualLayout>
          <c:xMode val="edge"/>
          <c:yMode val="edge"/>
          <c:x val="0.17594254937163376"/>
          <c:y val="3.0888089119979791E-2"/>
          <c:w val="0.73967684021543989"/>
          <c:h val="8.4942245079944426E-2"/>
        </c:manualLayout>
      </c:layout>
      <c:overlay val="0"/>
      <c:spPr>
        <a:solidFill>
          <a:srgbClr val="FFFFFF"/>
        </a:solidFill>
        <a:ln w="25400">
          <a:noFill/>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9CF52-0B08-49FB-822E-4F29454C8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298</TotalTime>
  <Pages>28</Pages>
  <Words>32606</Words>
  <Characters>185860</Characters>
  <Application>Microsoft Office Word</Application>
  <DocSecurity>0</DocSecurity>
  <Lines>1548</Lines>
  <Paragraphs>436</Paragraphs>
  <ScaleCrop>false</ScaleCrop>
  <HeadingPairs>
    <vt:vector size="2" baseType="variant">
      <vt:variant>
        <vt:lpstr>Title</vt:lpstr>
      </vt:variant>
      <vt:variant>
        <vt:i4>1</vt:i4>
      </vt:variant>
    </vt:vector>
  </HeadingPairs>
  <TitlesOfParts>
    <vt:vector size="1" baseType="lpstr">
      <vt:lpstr>NATIONAL AGREEMENT FOR SKILLS AND WORKFORCE DEVELOPMENT</vt:lpstr>
    </vt:vector>
  </TitlesOfParts>
  <Company>Productivity Commission</Company>
  <LinksUpToDate>false</LinksUpToDate>
  <CharactersWithSpaces>218030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AGREEMENT FOR SKILLS AND WORKFORCE DEVELOPMENT</dc:title>
  <dc:subject>SCRGSP REPORT TO CRC JUNE 2012</dc:subject>
  <dc:creator/>
  <dc:description>1.</dc:description>
  <cp:lastModifiedBy>Productivity Commission</cp:lastModifiedBy>
  <cp:revision>29</cp:revision>
  <cp:lastPrinted>2012-08-28T04:10:00Z</cp:lastPrinted>
  <dcterms:created xsi:type="dcterms:W3CDTF">2012-08-20T01:14:00Z</dcterms:created>
  <dcterms:modified xsi:type="dcterms:W3CDTF">2012-11-14T03:35:00Z</dcterms:modified>
</cp:coreProperties>
</file>