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DFF" w:rsidRDefault="004E2DA8" w:rsidP="004E2DA8">
      <w:pPr>
        <w:pStyle w:val="Heading1"/>
        <w:spacing w:before="0"/>
      </w:pPr>
      <w:bookmarkStart w:id="0" w:name="ChapterNumber"/>
      <w:bookmarkStart w:id="1" w:name="_GoBack"/>
      <w:bookmarkEnd w:id="1"/>
      <w:r>
        <w:t>2</w:t>
      </w:r>
      <w:bookmarkEnd w:id="0"/>
      <w:r>
        <w:tab/>
      </w:r>
      <w:bookmarkStart w:id="2" w:name="ChapterTitle"/>
      <w:r>
        <w:t>Assessment against benchmarks</w:t>
      </w:r>
      <w:bookmarkEnd w:id="2"/>
    </w:p>
    <w:p w:rsidR="003D1F99" w:rsidRDefault="003D1F99" w:rsidP="003D1F99">
      <w:pPr>
        <w:pStyle w:val="Heading2"/>
      </w:pPr>
      <w:bookmarkStart w:id="3" w:name="begin"/>
      <w:bookmarkEnd w:id="3"/>
      <w:r>
        <w:t>The results</w:t>
      </w:r>
    </w:p>
    <w:p w:rsidR="00666E02" w:rsidRDefault="003D1F99" w:rsidP="003D1F99">
      <w:pPr>
        <w:pStyle w:val="Rec"/>
      </w:pPr>
      <w:r>
        <w:t>This chapter reports the Productivity Commission’s assessment of each State</w:t>
      </w:r>
      <w:r w:rsidR="00E75C05">
        <w:t>’s</w:t>
      </w:r>
      <w:r>
        <w:t xml:space="preserve"> and Territory’s achievement of </w:t>
      </w:r>
      <w:r w:rsidR="00713937">
        <w:t xml:space="preserve">the </w:t>
      </w:r>
      <w:r>
        <w:t>benchmarks in the NP.</w:t>
      </w:r>
    </w:p>
    <w:p w:rsidR="008C02B7" w:rsidRPr="00D71839" w:rsidRDefault="008C02B7">
      <w:pPr>
        <w:rPr>
          <w:rStyle w:val="DraftingNote"/>
        </w:rPr>
      </w:pPr>
      <w:r w:rsidRPr="00D71839">
        <w:rPr>
          <w:rStyle w:val="DraftingNote"/>
        </w:rPr>
        <w:br w:type="page"/>
      </w:r>
    </w:p>
    <w:p w:rsidR="003D1F99" w:rsidRDefault="003D1F99" w:rsidP="00183A24">
      <w:pPr>
        <w:pStyle w:val="Heading2"/>
      </w:pPr>
      <w:r>
        <w:lastRenderedPageBreak/>
        <w:t>New South Wales</w:t>
      </w:r>
    </w:p>
    <w:p w:rsidR="00183A24" w:rsidRPr="00F822AC" w:rsidRDefault="000D6520" w:rsidP="000D6520">
      <w:pPr>
        <w:pStyle w:val="Heading3"/>
      </w:pPr>
      <w:r w:rsidRPr="00F822AC">
        <w:t xml:space="preserve">NSW met </w:t>
      </w:r>
      <w:r w:rsidR="005778B3">
        <w:t>all</w:t>
      </w:r>
      <w:r w:rsidR="00030F71" w:rsidRPr="00F822AC">
        <w:t xml:space="preserve"> </w:t>
      </w:r>
      <w:r w:rsidRPr="00F822AC">
        <w:t>four benchmarks</w:t>
      </w:r>
    </w:p>
    <w:p w:rsidR="0052751F" w:rsidRPr="00B564DE" w:rsidRDefault="0052751F" w:rsidP="00B564DE">
      <w:pPr>
        <w:pStyle w:val="Heading4"/>
        <w:ind w:left="1843" w:hanging="1843"/>
        <w:rPr>
          <w:b/>
        </w:rPr>
      </w:pPr>
      <w:r w:rsidRPr="00B564DE">
        <w:rPr>
          <w:b/>
        </w:rPr>
        <w:t>Benchmark 1:</w:t>
      </w:r>
      <w:r w:rsidRPr="00B564DE">
        <w:rPr>
          <w:b/>
        </w:rPr>
        <w:tab/>
        <w:t>maintaining or increasing vaccine coverage for Indigenous Australians</w:t>
      </w:r>
    </w:p>
    <w:p w:rsidR="000D6520" w:rsidRPr="004B35BD" w:rsidRDefault="000D6520" w:rsidP="00D14789">
      <w:pPr>
        <w:pStyle w:val="BodyText"/>
      </w:pPr>
      <w:r w:rsidRPr="00503AF8">
        <w:t>Benchmark 1</w:t>
      </w:r>
      <w:r w:rsidR="006F3C8A" w:rsidRPr="00503AF8">
        <w:t xml:space="preserve"> </w:t>
      </w:r>
      <w:r w:rsidR="006F3C8A" w:rsidRPr="004B35BD">
        <w:t>was MET</w:t>
      </w:r>
      <w:r w:rsidRPr="004B35BD">
        <w:t>:</w:t>
      </w:r>
      <w:r w:rsidR="00D14789" w:rsidRPr="004B35BD">
        <w:t xml:space="preserve"> </w:t>
      </w:r>
      <w:r w:rsidRPr="004B35BD">
        <w:t xml:space="preserve">Vaccination rates </w:t>
      </w:r>
      <w:r w:rsidR="00E75C05" w:rsidRPr="004B35BD">
        <w:t xml:space="preserve">for Indigenous children </w:t>
      </w:r>
      <w:r w:rsidR="00294D52" w:rsidRPr="004B35BD">
        <w:t>were</w:t>
      </w:r>
      <w:r w:rsidR="00D14789" w:rsidRPr="004B35BD">
        <w:t xml:space="preserve"> higher than the </w:t>
      </w:r>
      <w:r w:rsidR="001E2511" w:rsidRPr="004B35BD">
        <w:t xml:space="preserve">baseline for </w:t>
      </w:r>
      <w:r w:rsidR="00D805B5" w:rsidRPr="004B35BD">
        <w:t>all</w:t>
      </w:r>
      <w:r w:rsidR="001E2511" w:rsidRPr="004B35BD">
        <w:t xml:space="preserve"> three age groups</w:t>
      </w:r>
      <w:r w:rsidR="008F718C" w:rsidRPr="004B35BD">
        <w:t xml:space="preserve"> (table </w:t>
      </w:r>
      <w:r w:rsidR="00294D52" w:rsidRPr="004B35BD">
        <w:t>2.1).</w:t>
      </w:r>
      <w:r w:rsidR="00713937" w:rsidRPr="004B35BD">
        <w:t xml:space="preserve"> </w:t>
      </w:r>
    </w:p>
    <w:p w:rsidR="000D6520" w:rsidRDefault="000D6520" w:rsidP="003E719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0D6520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0D6520" w:rsidRDefault="000D6520" w:rsidP="000D6520">
            <w:pPr>
              <w:pStyle w:val="TableTitle"/>
            </w:pPr>
            <w:r>
              <w:rPr>
                <w:b w:val="0"/>
              </w:rPr>
              <w:t>Table 2.</w:t>
            </w:r>
            <w:r w:rsidR="003619D0">
              <w:rPr>
                <w:b w:val="0"/>
                <w:noProof/>
              </w:rPr>
              <w:t>1</w:t>
            </w:r>
            <w:r>
              <w:tab/>
              <w:t>Vaccination coverage rates among Indigenous children in NSW</w:t>
            </w:r>
          </w:p>
          <w:p w:rsidR="000D6520" w:rsidRPr="000D6520" w:rsidRDefault="000D6520" w:rsidP="00D14789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0D6520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7E76FA" w:rsidRPr="007E76FA" w:rsidTr="000D6520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0D6520" w:rsidRPr="007E76FA" w:rsidRDefault="000D6520" w:rsidP="000D6520">
                  <w:pPr>
                    <w:pStyle w:val="TableColumnHeading"/>
                    <w:jc w:val="left"/>
                  </w:pPr>
                  <w:r w:rsidRPr="007E76FA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0D6520" w:rsidRPr="007E76FA" w:rsidRDefault="0052751F" w:rsidP="00B564DE">
                  <w:pPr>
                    <w:pStyle w:val="TableColumnHeading"/>
                  </w:pPr>
                  <w:r w:rsidRPr="007E76FA">
                    <w:t>Baseline</w:t>
                  </w:r>
                  <w:r w:rsidR="00713937" w:rsidRPr="007E76FA">
                    <w:t xml:space="preserve"> </w:t>
                  </w:r>
                  <w:r w:rsidR="000D6520" w:rsidRPr="007E76FA">
                    <w:t>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0D6520" w:rsidRPr="007E76FA" w:rsidRDefault="000D6520" w:rsidP="00507940">
                  <w:pPr>
                    <w:pStyle w:val="TableColumnHeading"/>
                    <w:ind w:right="156"/>
                  </w:pPr>
                  <w:r w:rsidRPr="007E76FA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0D6520" w:rsidRPr="007E76FA" w:rsidRDefault="000D6520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="00D14789"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0D6520" w:rsidRPr="004B35BD" w:rsidRDefault="000D6520" w:rsidP="003E7197">
                  <w:pPr>
                    <w:pStyle w:val="TableUnitsRow"/>
                    <w:jc w:val="left"/>
                  </w:pPr>
                  <w:r w:rsidRPr="004B35BD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0D6520" w:rsidRPr="004B35BD" w:rsidRDefault="00E17FA7" w:rsidP="005470EB">
                  <w:pPr>
                    <w:pStyle w:val="TableUnitsRow"/>
                  </w:pPr>
                  <w:r>
                    <w:t>87.1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0D6520" w:rsidRPr="004B35BD" w:rsidRDefault="00E17FA7" w:rsidP="00507940">
                  <w:pPr>
                    <w:pStyle w:val="TableUnitsRow"/>
                    <w:ind w:right="156"/>
                  </w:pPr>
                  <w:r>
                    <w:t>93.7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0D6520" w:rsidRPr="00E17FA7" w:rsidRDefault="00E9228A" w:rsidP="003E7197">
                  <w:pPr>
                    <w:pStyle w:val="TableUnitsRow"/>
                    <w:ind w:right="28"/>
                  </w:pPr>
                  <w:r w:rsidRPr="00E17FA7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0D6520" w:rsidRPr="00E17FA7" w:rsidRDefault="00503AF8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E17FA7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</w:tcPr>
                <w:p w:rsidR="000D6520" w:rsidRPr="004B35BD" w:rsidRDefault="000D6520" w:rsidP="003E7197">
                  <w:pPr>
                    <w:pStyle w:val="TableBodyText"/>
                    <w:jc w:val="left"/>
                  </w:pPr>
                  <w:r w:rsidRPr="004B35BD">
                    <w:t>24–27 months</w:t>
                  </w:r>
                </w:p>
              </w:tc>
              <w:tc>
                <w:tcPr>
                  <w:tcW w:w="1002" w:type="pct"/>
                </w:tcPr>
                <w:p w:rsidR="000D6520" w:rsidRPr="004B35BD" w:rsidRDefault="00E17FA7" w:rsidP="003E7197">
                  <w:pPr>
                    <w:pStyle w:val="TableBodyText"/>
                  </w:pPr>
                  <w:r>
                    <w:t>91.7</w:t>
                  </w:r>
                </w:p>
              </w:tc>
              <w:tc>
                <w:tcPr>
                  <w:tcW w:w="1000" w:type="pct"/>
                </w:tcPr>
                <w:p w:rsidR="000D6520" w:rsidRPr="004B35BD" w:rsidRDefault="00E17FA7" w:rsidP="00507940">
                  <w:pPr>
                    <w:pStyle w:val="TableBodyText"/>
                    <w:ind w:right="156"/>
                  </w:pPr>
                  <w:r>
                    <w:t>95.7</w:t>
                  </w:r>
                </w:p>
              </w:tc>
              <w:tc>
                <w:tcPr>
                  <w:tcW w:w="999" w:type="pct"/>
                </w:tcPr>
                <w:p w:rsidR="000D6520" w:rsidRPr="00E17FA7" w:rsidRDefault="00AA2ABF" w:rsidP="003E7197">
                  <w:pPr>
                    <w:pStyle w:val="TableBodyText"/>
                    <w:ind w:right="28"/>
                  </w:pPr>
                  <w:r w:rsidRPr="00E17FA7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0D6520" w:rsidRPr="00E17FA7" w:rsidRDefault="00AA2ABF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E17FA7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0D6520" w:rsidRPr="004B35BD" w:rsidRDefault="000D6520" w:rsidP="003E7197">
                  <w:pPr>
                    <w:pStyle w:val="TableBodyText"/>
                    <w:jc w:val="left"/>
                  </w:pPr>
                  <w:r w:rsidRPr="004B35BD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0D6520" w:rsidRPr="004B35BD" w:rsidRDefault="00E17FA7" w:rsidP="003E7197">
                  <w:pPr>
                    <w:pStyle w:val="TableBodyText"/>
                  </w:pPr>
                  <w:r>
                    <w:t>93.6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0D6520" w:rsidRPr="004B35BD" w:rsidRDefault="00E17FA7" w:rsidP="00507940">
                  <w:pPr>
                    <w:pStyle w:val="TableBodyText"/>
                    <w:ind w:right="156"/>
                  </w:pPr>
                  <w:r>
                    <w:t>96.4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0D6520" w:rsidRPr="00E17FA7" w:rsidRDefault="00E9228A" w:rsidP="003E7197">
                  <w:pPr>
                    <w:pStyle w:val="TableBodyText"/>
                    <w:ind w:right="28"/>
                  </w:pPr>
                  <w:r w:rsidRPr="00E17FA7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0D6520" w:rsidRPr="00E17FA7" w:rsidRDefault="00E9228A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E17FA7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0D6520" w:rsidRPr="007E76FA" w:rsidRDefault="000D6520" w:rsidP="003E7197">
            <w:pPr>
              <w:pStyle w:val="Box"/>
            </w:pPr>
          </w:p>
        </w:tc>
      </w:tr>
      <w:tr w:rsidR="000D6520" w:rsidTr="00B96CFC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937" w:rsidRPr="007E76FA" w:rsidRDefault="00B564DE" w:rsidP="00421295">
            <w:pPr>
              <w:pStyle w:val="Note"/>
            </w:pPr>
            <w:r w:rsidRPr="007E76FA">
              <w:rPr>
                <w:rStyle w:val="NoteLabel"/>
              </w:rPr>
              <w:t>a</w:t>
            </w:r>
            <w:r w:rsidRPr="007E76FA">
              <w:t xml:space="preserve"> </w:t>
            </w:r>
            <w:r w:rsidR="00713937" w:rsidRPr="007E76FA">
              <w:t>The benchmark is met if at least two of the three age groups have cov</w:t>
            </w:r>
            <w:r w:rsidRPr="007E76FA">
              <w:t xml:space="preserve">erage rates equal to or </w:t>
            </w:r>
            <w:r w:rsidR="00421295" w:rsidRPr="007E76FA">
              <w:t>higher</w:t>
            </w:r>
            <w:r w:rsidRPr="007E76FA">
              <w:t xml:space="preserve"> </w:t>
            </w:r>
            <w:r w:rsidR="00713937" w:rsidRPr="007E76FA">
              <w:t>than the baseline or 92.5 per cent</w:t>
            </w:r>
            <w:r w:rsidR="0052751F" w:rsidRPr="007E76FA">
              <w:t>.</w:t>
            </w:r>
          </w:p>
        </w:tc>
      </w:tr>
      <w:tr w:rsidR="000D6520" w:rsidTr="00B96CFC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0D6520" w:rsidRPr="007E76FA" w:rsidRDefault="000D6520" w:rsidP="000D6520">
            <w:pPr>
              <w:pStyle w:val="Box"/>
              <w:jc w:val="center"/>
              <w:rPr>
                <w:b/>
              </w:rPr>
            </w:pPr>
            <w:r w:rsidRPr="004B35BD">
              <w:rPr>
                <w:b/>
              </w:rPr>
              <w:t>Benchmark</w:t>
            </w:r>
            <w:r w:rsidR="001E2511" w:rsidRPr="004B35BD">
              <w:rPr>
                <w:b/>
              </w:rPr>
              <w:t xml:space="preserve"> </w:t>
            </w:r>
            <w:r w:rsidRPr="004B35BD">
              <w:rPr>
                <w:b/>
              </w:rPr>
              <w:t>met</w:t>
            </w:r>
          </w:p>
        </w:tc>
      </w:tr>
      <w:tr w:rsidR="000D6520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0D6520" w:rsidRDefault="000D6520" w:rsidP="003E7197">
            <w:pPr>
              <w:pStyle w:val="Box"/>
              <w:spacing w:before="0" w:line="120" w:lineRule="exact"/>
            </w:pPr>
          </w:p>
        </w:tc>
      </w:tr>
      <w:tr w:rsidR="000D6520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0D6520" w:rsidRPr="00626D32" w:rsidRDefault="000D6520" w:rsidP="003E7197">
            <w:pPr>
              <w:pStyle w:val="BoxSpaceBelow"/>
            </w:pPr>
          </w:p>
        </w:tc>
      </w:tr>
    </w:tbl>
    <w:p w:rsidR="0052751F" w:rsidRPr="00B564DE" w:rsidRDefault="0052751F" w:rsidP="00B564DE">
      <w:pPr>
        <w:pStyle w:val="Heading4"/>
        <w:ind w:left="1843" w:hanging="1843"/>
        <w:rPr>
          <w:b/>
        </w:rPr>
      </w:pPr>
      <w:r w:rsidRPr="00B564DE">
        <w:rPr>
          <w:b/>
        </w:rPr>
        <w:t>Benchmark 2:</w:t>
      </w:r>
      <w:r w:rsidRPr="00B564DE">
        <w:rPr>
          <w:b/>
        </w:rPr>
        <w:tab/>
        <w:t>maintaining or increasing coverage in agreed areas of low immunisation coverage</w:t>
      </w:r>
    </w:p>
    <w:p w:rsidR="007E6D4D" w:rsidRDefault="007E6D4D" w:rsidP="00E17FA7">
      <w:pPr>
        <w:pStyle w:val="BodyText"/>
      </w:pPr>
      <w:r w:rsidRPr="00E9228A">
        <w:t>Benchmark 2</w:t>
      </w:r>
      <w:r w:rsidR="00E75C05" w:rsidRPr="00E9228A">
        <w:t xml:space="preserve"> </w:t>
      </w:r>
      <w:r w:rsidR="006F3C8A" w:rsidRPr="00E9228A">
        <w:t>was</w:t>
      </w:r>
      <w:r w:rsidR="004951E1">
        <w:t xml:space="preserve"> </w:t>
      </w:r>
      <w:r w:rsidR="00E75C05" w:rsidRPr="00F822AC">
        <w:t>MET</w:t>
      </w:r>
      <w:r w:rsidR="006F3C8A" w:rsidRPr="00F822AC">
        <w:t>:</w:t>
      </w:r>
      <w:r w:rsidR="00D14789" w:rsidRPr="00F822AC">
        <w:t xml:space="preserve"> </w:t>
      </w:r>
      <w:r w:rsidR="00E17FA7">
        <w:t>NSW</w:t>
      </w:r>
      <w:r w:rsidR="00E17FA7" w:rsidRPr="0055696A">
        <w:t xml:space="preserve"> had no areas </w:t>
      </w:r>
      <w:r w:rsidR="00CD6C89">
        <w:t xml:space="preserve">in the current period </w:t>
      </w:r>
      <w:r w:rsidR="00E17FA7" w:rsidRPr="0055696A">
        <w:t xml:space="preserve">that met the specifications for agreed areas of low coverage (for the </w:t>
      </w:r>
      <w:r w:rsidR="00CD6C89">
        <w:t xml:space="preserve">baseline and </w:t>
      </w:r>
      <w:r w:rsidR="00E17FA7" w:rsidRPr="0055696A">
        <w:t>current period, areas with coverage 5 per cent or less than the national average and with at least 2 per cent of the State population for the relevant age group). As there were no low coverage areas (as per the specifications)</w:t>
      </w:r>
      <w:r w:rsidR="00E17FA7">
        <w:t xml:space="preserve"> for the current period</w:t>
      </w:r>
      <w:r w:rsidR="00E17FA7" w:rsidRPr="0055696A">
        <w:t>, the benchmark was assessed as met.</w:t>
      </w:r>
    </w:p>
    <w:p w:rsidR="00E17FA7" w:rsidRDefault="00E17FA7" w:rsidP="00E17FA7">
      <w:pPr>
        <w:pStyle w:val="BodyText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E9228A" w:rsidRPr="00E9228A" w:rsidTr="00B96CFC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7E6D4D" w:rsidRPr="007E76FA" w:rsidRDefault="007E6D4D" w:rsidP="005778B3">
            <w:pPr>
              <w:pStyle w:val="Box"/>
              <w:jc w:val="center"/>
              <w:rPr>
                <w:b/>
              </w:rPr>
            </w:pPr>
            <w:r w:rsidRPr="00F822AC">
              <w:rPr>
                <w:b/>
              </w:rPr>
              <w:t>Benchmark met</w:t>
            </w:r>
          </w:p>
        </w:tc>
      </w:tr>
    </w:tbl>
    <w:p w:rsidR="00E17FA7" w:rsidRDefault="00E17FA7" w:rsidP="00B564DE">
      <w:pPr>
        <w:pStyle w:val="Heading4"/>
        <w:ind w:left="1843" w:hanging="1843"/>
        <w:rPr>
          <w:b/>
        </w:rPr>
      </w:pPr>
    </w:p>
    <w:p w:rsidR="00E17FA7" w:rsidRDefault="00E17FA7" w:rsidP="00E17FA7">
      <w:pPr>
        <w:pStyle w:val="BodyText"/>
        <w:rPr>
          <w:rFonts w:ascii="Arial" w:hAnsi="Arial"/>
        </w:rPr>
      </w:pPr>
      <w:r>
        <w:br w:type="page"/>
      </w:r>
    </w:p>
    <w:p w:rsidR="0052751F" w:rsidRPr="00B564DE" w:rsidRDefault="0052751F" w:rsidP="00B564DE">
      <w:pPr>
        <w:pStyle w:val="Heading4"/>
        <w:ind w:left="1843" w:hanging="1843"/>
        <w:rPr>
          <w:b/>
        </w:rPr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7E6D4D" w:rsidRPr="003617E6" w:rsidRDefault="00C1296F" w:rsidP="00D14789">
      <w:pPr>
        <w:pStyle w:val="BodyText"/>
      </w:pPr>
      <w:r>
        <w:t>Benchmark 3</w:t>
      </w:r>
      <w:r w:rsidR="006F3C8A">
        <w:t xml:space="preserve"> </w:t>
      </w:r>
      <w:r w:rsidR="006F3C8A" w:rsidRPr="003617E6">
        <w:t>was MET</w:t>
      </w:r>
      <w:r w:rsidR="00D14789" w:rsidRPr="003617E6">
        <w:t xml:space="preserve">: </w:t>
      </w:r>
      <w:r w:rsidRPr="003617E6">
        <w:t xml:space="preserve">The rate of wastage or leakage was lower than </w:t>
      </w:r>
      <w:r w:rsidR="006F3C8A" w:rsidRPr="003617E6">
        <w:t>the benchmark</w:t>
      </w:r>
      <w:r w:rsidR="00294D52" w:rsidRPr="003617E6">
        <w:t xml:space="preserve"> (table 2.3).</w:t>
      </w:r>
    </w:p>
    <w:p w:rsidR="00B96CFC" w:rsidRDefault="00B96CFC" w:rsidP="003E719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B96CFC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B96CFC" w:rsidRDefault="00B96CFC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3619D0">
              <w:rPr>
                <w:b w:val="0"/>
                <w:noProof/>
              </w:rPr>
              <w:t>3</w:t>
            </w:r>
            <w:r>
              <w:tab/>
              <w:t>Vaccines lost to wastage or leakage in NSW</w:t>
            </w:r>
          </w:p>
          <w:p w:rsidR="00B96CFC" w:rsidRPr="00B96CFC" w:rsidRDefault="00B96CFC" w:rsidP="00D14789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</w:t>
            </w:r>
            <w:r w:rsidR="00D14789">
              <w:rPr>
                <w:b/>
              </w:rPr>
              <w:t>taining or decreasing wastage and</w:t>
            </w:r>
            <w:r w:rsidRPr="00B96CFC">
              <w:rPr>
                <w:b/>
              </w:rPr>
              <w:t xml:space="preserve"> leakage</w:t>
            </w:r>
          </w:p>
        </w:tc>
      </w:tr>
      <w:tr w:rsidR="00B96CFC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7E76FA" w:rsidRPr="007E76FA" w:rsidTr="00B96CFC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B96CFC" w:rsidRPr="007E76FA" w:rsidRDefault="00B96CFC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B96CFC" w:rsidRPr="007E76FA" w:rsidRDefault="0052751F" w:rsidP="00B564DE">
                  <w:pPr>
                    <w:pStyle w:val="TableColumnHeading"/>
                  </w:pPr>
                  <w:r w:rsidRPr="007E76FA">
                    <w:t xml:space="preserve">Benchmark </w:t>
                  </w:r>
                  <w:r w:rsidR="00B96CFC" w:rsidRPr="007E76FA">
                    <w:t>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B96CFC" w:rsidRPr="007E76FA" w:rsidRDefault="00B96CFC" w:rsidP="00507940">
                  <w:pPr>
                    <w:pStyle w:val="TableColumnHeading"/>
                    <w:ind w:right="156"/>
                  </w:pPr>
                  <w:r w:rsidRPr="007E76FA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B96CFC" w:rsidRPr="007E76FA" w:rsidRDefault="00B96CFC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="00D14789"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B96CFC" w:rsidRPr="007E76FA" w:rsidRDefault="00B96CFC" w:rsidP="00B96CFC">
                  <w:pPr>
                    <w:pStyle w:val="TableBodyText"/>
                    <w:spacing w:before="40"/>
                    <w:jc w:val="left"/>
                  </w:pPr>
                  <w:r w:rsidRPr="007E76FA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B96CFC" w:rsidRPr="003617E6" w:rsidRDefault="00B96CFC" w:rsidP="00B96CFC">
                  <w:pPr>
                    <w:pStyle w:val="TableBodyText"/>
                    <w:spacing w:before="40"/>
                  </w:pPr>
                  <w:r w:rsidRPr="003617E6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B96CFC" w:rsidRPr="003617E6" w:rsidRDefault="00E17FA7" w:rsidP="00507940">
                  <w:pPr>
                    <w:pStyle w:val="TableBodyText"/>
                    <w:spacing w:before="40"/>
                    <w:ind w:right="156"/>
                  </w:pPr>
                  <w:r>
                    <w:t>5.5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B96CFC" w:rsidRPr="00E17FA7" w:rsidRDefault="001A1ADE" w:rsidP="00B96CFC">
                  <w:pPr>
                    <w:pStyle w:val="TableBodyText"/>
                    <w:spacing w:before="40"/>
                    <w:ind w:right="28"/>
                  </w:pPr>
                  <w:r w:rsidRPr="00E17FA7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B96CFC" w:rsidRPr="00E17FA7" w:rsidRDefault="001A1ADE" w:rsidP="00B96CFC">
                  <w:pPr>
                    <w:pStyle w:val="TableBodyText"/>
                    <w:spacing w:before="40"/>
                    <w:ind w:right="28"/>
                  </w:pPr>
                  <w:r w:rsidRPr="00E17FA7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B96CFC" w:rsidRPr="007E76FA" w:rsidRDefault="00B96CFC" w:rsidP="003E7197">
            <w:pPr>
              <w:pStyle w:val="Box"/>
            </w:pPr>
          </w:p>
        </w:tc>
      </w:tr>
      <w:tr w:rsidR="00B96CFC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CFC" w:rsidRPr="007E76FA" w:rsidRDefault="00B564DE" w:rsidP="00DC128E">
            <w:pPr>
              <w:pStyle w:val="Note"/>
              <w:rPr>
                <w:i/>
              </w:rPr>
            </w:pPr>
            <w:r w:rsidRPr="007E76FA">
              <w:rPr>
                <w:rStyle w:val="NoteLabel"/>
              </w:rPr>
              <w:t>a</w:t>
            </w:r>
            <w:r w:rsidRPr="007E76FA">
              <w:t xml:space="preserve"> </w:t>
            </w:r>
            <w:r w:rsidR="0041256C" w:rsidRPr="007E76FA">
              <w:t>The benchmark is met if wastage or leak</w:t>
            </w:r>
            <w:r w:rsidRPr="007E76FA">
              <w:t>age is less than or equal to 10 </w:t>
            </w:r>
            <w:r w:rsidR="0041256C" w:rsidRPr="007E76FA">
              <w:t>per cent</w:t>
            </w:r>
            <w:r w:rsidR="00DC128E" w:rsidRPr="007E76FA">
              <w:t>.</w:t>
            </w:r>
          </w:p>
        </w:tc>
      </w:tr>
      <w:tr w:rsidR="001A1ADE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B96CFC" w:rsidRPr="007E76FA" w:rsidRDefault="00B96CFC" w:rsidP="00B96CFC">
            <w:pPr>
              <w:pStyle w:val="Box"/>
              <w:jc w:val="center"/>
              <w:rPr>
                <w:b/>
              </w:rPr>
            </w:pPr>
            <w:r w:rsidRPr="003617E6">
              <w:rPr>
                <w:b/>
              </w:rPr>
              <w:t>Benchmark met</w:t>
            </w:r>
          </w:p>
        </w:tc>
      </w:tr>
      <w:tr w:rsidR="00B96CFC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B96CFC" w:rsidRDefault="00B96CFC" w:rsidP="003E7197">
            <w:pPr>
              <w:pStyle w:val="Box"/>
              <w:spacing w:before="0" w:line="120" w:lineRule="exact"/>
            </w:pPr>
          </w:p>
        </w:tc>
      </w:tr>
      <w:tr w:rsidR="00B96CFC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B96CFC" w:rsidRPr="00626D32" w:rsidRDefault="00B96CFC" w:rsidP="003E7197">
            <w:pPr>
              <w:pStyle w:val="BoxSpaceBelow"/>
            </w:pPr>
          </w:p>
        </w:tc>
      </w:tr>
    </w:tbl>
    <w:p w:rsidR="0052751F" w:rsidRPr="00B564DE" w:rsidRDefault="0052751F" w:rsidP="00B564DE">
      <w:pPr>
        <w:pStyle w:val="Heading4"/>
        <w:ind w:left="1843" w:hanging="1843"/>
        <w:rPr>
          <w:b/>
        </w:rPr>
      </w:pPr>
      <w:r w:rsidRPr="00B564DE">
        <w:rPr>
          <w:b/>
        </w:rPr>
        <w:t xml:space="preserve">Benchmark 4: </w:t>
      </w:r>
      <w:r w:rsidRPr="00B564DE">
        <w:rPr>
          <w:b/>
        </w:rPr>
        <w:tab/>
        <w:t>maintaining o</w:t>
      </w:r>
      <w:r w:rsidR="00F622A5">
        <w:rPr>
          <w:b/>
        </w:rPr>
        <w:t>r</w:t>
      </w:r>
      <w:r w:rsidRPr="00B564DE">
        <w:rPr>
          <w:b/>
        </w:rPr>
        <w:t xml:space="preserve"> increasing vaccination coverage for four year olds</w:t>
      </w:r>
    </w:p>
    <w:p w:rsidR="007E6D4D" w:rsidRPr="006D7415" w:rsidRDefault="00C20975" w:rsidP="00D14789">
      <w:pPr>
        <w:pStyle w:val="BodyText"/>
      </w:pPr>
      <w:r>
        <w:t>Benchmark 4</w:t>
      </w:r>
      <w:r w:rsidR="006F3C8A">
        <w:t xml:space="preserve"> was </w:t>
      </w:r>
      <w:r w:rsidR="006F3C8A" w:rsidRPr="006D7415">
        <w:t>MET</w:t>
      </w:r>
      <w:r w:rsidRPr="006D7415">
        <w:t>:</w:t>
      </w:r>
      <w:r w:rsidR="00D14789" w:rsidRPr="006D7415">
        <w:t xml:space="preserve"> </w:t>
      </w:r>
      <w:r w:rsidR="006F3C8A" w:rsidRPr="006D7415">
        <w:t>V</w:t>
      </w:r>
      <w:r w:rsidRPr="006D7415">
        <w:t xml:space="preserve">accination rates </w:t>
      </w:r>
      <w:r w:rsidR="006F3C8A" w:rsidRPr="006D7415">
        <w:t xml:space="preserve">for </w:t>
      </w:r>
      <w:r w:rsidRPr="006D7415">
        <w:t>four year old children</w:t>
      </w:r>
      <w:r w:rsidR="006F3C8A" w:rsidRPr="006D7415">
        <w:t xml:space="preserve"> </w:t>
      </w:r>
      <w:r w:rsidR="00294D52" w:rsidRPr="006D7415">
        <w:t>were higher than the baseline (table 2.4).</w:t>
      </w:r>
    </w:p>
    <w:p w:rsidR="00C20975" w:rsidRDefault="00C20975" w:rsidP="003E719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C2097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C20975" w:rsidRDefault="00C20975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3619D0">
              <w:rPr>
                <w:b w:val="0"/>
                <w:noProof/>
              </w:rPr>
              <w:t>4</w:t>
            </w:r>
            <w:r>
              <w:tab/>
              <w:t>Vaccination coverage among four year olds in NSW</w:t>
            </w:r>
          </w:p>
          <w:p w:rsidR="00C20975" w:rsidRPr="00C20975" w:rsidRDefault="00C20975" w:rsidP="00D14789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 w:rsidR="006F3C8A"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C2097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7E76FA" w:rsidRPr="007E76FA" w:rsidTr="00C20975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C20975" w:rsidRPr="007E76FA" w:rsidRDefault="00C20975" w:rsidP="00C20975">
                  <w:pPr>
                    <w:pStyle w:val="TableColumnHeading"/>
                    <w:jc w:val="left"/>
                  </w:pPr>
                  <w:r w:rsidRPr="007E76FA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C20975" w:rsidRPr="007E76FA" w:rsidRDefault="00C20975" w:rsidP="00B564DE">
                  <w:pPr>
                    <w:pStyle w:val="TableColumnHeading"/>
                  </w:pPr>
                  <w:r w:rsidRPr="007E76FA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C20975" w:rsidRPr="007E76FA" w:rsidRDefault="00C20975" w:rsidP="00507940">
                  <w:pPr>
                    <w:pStyle w:val="TableColumnHeading"/>
                    <w:ind w:right="155"/>
                  </w:pPr>
                  <w:r w:rsidRPr="007E76FA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C20975" w:rsidRPr="007E76FA" w:rsidRDefault="00C20975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="00D14789"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7E76FA" w:rsidRPr="007E76FA" w:rsidTr="008C02B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C20975" w:rsidRPr="007E76FA" w:rsidRDefault="008C02B7" w:rsidP="008C02B7">
                  <w:pPr>
                    <w:pStyle w:val="TableBodyText"/>
                    <w:spacing w:before="40"/>
                    <w:jc w:val="left"/>
                  </w:pPr>
                  <w:r w:rsidRPr="007E76FA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C20975" w:rsidRPr="006D7415" w:rsidRDefault="00E17FA7" w:rsidP="004526FE">
                  <w:pPr>
                    <w:pStyle w:val="TableBodyText"/>
                    <w:spacing w:before="40"/>
                  </w:pPr>
                  <w:r>
                    <w:t>92.2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C20975" w:rsidRPr="006D7415" w:rsidRDefault="00E17FA7" w:rsidP="004526FE">
                  <w:pPr>
                    <w:pStyle w:val="TableBodyText"/>
                    <w:spacing w:before="40"/>
                    <w:ind w:right="155"/>
                  </w:pPr>
                  <w:r>
                    <w:t>93.5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C20975" w:rsidRPr="00E17FA7" w:rsidRDefault="001A1ADE" w:rsidP="008C02B7">
                  <w:pPr>
                    <w:pStyle w:val="TableBodyText"/>
                    <w:spacing w:before="40"/>
                    <w:ind w:right="28"/>
                  </w:pPr>
                  <w:r w:rsidRPr="00E17FA7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C20975" w:rsidRPr="00E17FA7" w:rsidRDefault="001A1ADE" w:rsidP="008C02B7">
                  <w:pPr>
                    <w:pStyle w:val="TableBodyText"/>
                    <w:spacing w:before="40"/>
                    <w:ind w:right="28"/>
                  </w:pPr>
                  <w:r w:rsidRPr="00E17FA7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C20975" w:rsidRPr="007E76FA" w:rsidRDefault="00C20975" w:rsidP="003E7197">
            <w:pPr>
              <w:pStyle w:val="Box"/>
            </w:pPr>
          </w:p>
        </w:tc>
      </w:tr>
      <w:tr w:rsidR="00C20975" w:rsidTr="008C02B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975" w:rsidRPr="007E76FA" w:rsidRDefault="00B564DE" w:rsidP="00421295">
            <w:pPr>
              <w:pStyle w:val="Note"/>
              <w:rPr>
                <w:i/>
              </w:rPr>
            </w:pPr>
            <w:r w:rsidRPr="007E76FA">
              <w:rPr>
                <w:rStyle w:val="NoteLabel"/>
              </w:rPr>
              <w:t>a</w:t>
            </w:r>
            <w:r w:rsidRPr="007E76FA">
              <w:t xml:space="preserve"> </w:t>
            </w:r>
            <w:r w:rsidR="0041256C" w:rsidRPr="007E76FA">
              <w:t>The benchmark is met if the coverage rate is equal to</w:t>
            </w:r>
            <w:r w:rsidR="00421295" w:rsidRPr="007E76FA">
              <w:t xml:space="preserve"> or higher than</w:t>
            </w:r>
            <w:r w:rsidR="0041256C" w:rsidRPr="007E76FA">
              <w:t xml:space="preserve"> the baseline or 92.5 per cent.</w:t>
            </w:r>
          </w:p>
        </w:tc>
      </w:tr>
      <w:tr w:rsidR="001A1ADE" w:rsidRPr="001A1ADE" w:rsidTr="008C02B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C02B7" w:rsidRPr="007E76FA" w:rsidRDefault="008C02B7" w:rsidP="003E7197">
            <w:pPr>
              <w:pStyle w:val="Box"/>
              <w:jc w:val="center"/>
              <w:rPr>
                <w:b/>
              </w:rPr>
            </w:pPr>
            <w:r w:rsidRPr="006D7415">
              <w:rPr>
                <w:b/>
              </w:rPr>
              <w:t>Benchmark met</w:t>
            </w:r>
          </w:p>
        </w:tc>
      </w:tr>
      <w:tr w:rsidR="00C2097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C20975" w:rsidRDefault="00C20975" w:rsidP="003E7197">
            <w:pPr>
              <w:pStyle w:val="Box"/>
              <w:spacing w:before="0" w:line="120" w:lineRule="exact"/>
            </w:pPr>
          </w:p>
        </w:tc>
      </w:tr>
      <w:tr w:rsidR="00C20975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C20975" w:rsidRPr="00626D32" w:rsidRDefault="00C20975" w:rsidP="003E7197">
            <w:pPr>
              <w:pStyle w:val="BoxSpaceBelow"/>
            </w:pPr>
          </w:p>
        </w:tc>
      </w:tr>
    </w:tbl>
    <w:p w:rsidR="00C20975" w:rsidRPr="00C20975" w:rsidRDefault="00C20975" w:rsidP="00C20975">
      <w:pPr>
        <w:pStyle w:val="BodyText"/>
      </w:pPr>
    </w:p>
    <w:p w:rsidR="008C02B7" w:rsidRDefault="008C02B7" w:rsidP="00B564DE">
      <w:pPr>
        <w:pStyle w:val="BodyText"/>
        <w:rPr>
          <w:rFonts w:ascii="Arial" w:hAnsi="Arial"/>
          <w:b/>
          <w:sz w:val="32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Victoria</w:t>
      </w:r>
    </w:p>
    <w:p w:rsidR="002655DB" w:rsidRPr="0055696A" w:rsidRDefault="002655DB" w:rsidP="002655DB">
      <w:pPr>
        <w:pStyle w:val="Heading3"/>
      </w:pPr>
      <w:r w:rsidRPr="0055696A">
        <w:t>Victoria</w:t>
      </w:r>
      <w:r w:rsidR="001E2511" w:rsidRPr="0055696A">
        <w:t xml:space="preserve"> met </w:t>
      </w:r>
      <w:r w:rsidR="00CC78F4" w:rsidRPr="0055696A">
        <w:t>all</w:t>
      </w:r>
      <w:r w:rsidRPr="0055696A">
        <w:t xml:space="preserve"> four benchmarks</w:t>
      </w:r>
    </w:p>
    <w:p w:rsidR="00D14789" w:rsidRPr="00D14789" w:rsidRDefault="00D14789" w:rsidP="00D14789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2655DB" w:rsidRPr="00B552DD" w:rsidRDefault="001E2511" w:rsidP="00D14789">
      <w:pPr>
        <w:pStyle w:val="BodyText"/>
      </w:pPr>
      <w:r>
        <w:t xml:space="preserve">Benchmark 1 was </w:t>
      </w:r>
      <w:r w:rsidR="00D14789" w:rsidRPr="00B552DD">
        <w:t xml:space="preserve">MET: </w:t>
      </w:r>
      <w:r w:rsidR="00B552DD" w:rsidRPr="00B552DD">
        <w:t>Vaccination rates for Indigenous children were higher than the baseline for all three age groups</w:t>
      </w:r>
      <w:r w:rsidR="002655DB" w:rsidRPr="00B552DD">
        <w:t xml:space="preserve"> (table 2.5).</w:t>
      </w:r>
    </w:p>
    <w:p w:rsidR="002655DB" w:rsidRDefault="002655DB" w:rsidP="002655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655DB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3619D0">
              <w:rPr>
                <w:b w:val="0"/>
                <w:noProof/>
              </w:rPr>
              <w:t>5</w:t>
            </w:r>
            <w:r>
              <w:tab/>
              <w:t xml:space="preserve">Vaccination coverage rates </w:t>
            </w:r>
            <w:r w:rsidR="00553F43">
              <w:t>among Indigenous children in Victoria</w:t>
            </w:r>
          </w:p>
          <w:p w:rsidR="002655DB" w:rsidRPr="000D6520" w:rsidRDefault="002655DB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2655DB" w:rsidRPr="00316298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316298" w:rsidRDefault="002655DB" w:rsidP="003E7197">
                  <w:pPr>
                    <w:pStyle w:val="TableColumnHeading"/>
                    <w:jc w:val="left"/>
                  </w:pPr>
                  <w:r w:rsidRPr="00316298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316298" w:rsidRDefault="002655DB" w:rsidP="00507940">
                  <w:pPr>
                    <w:pStyle w:val="TableColumnHeading"/>
                  </w:pPr>
                  <w:r w:rsidRPr="00316298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316298" w:rsidRDefault="002655DB" w:rsidP="00507940">
                  <w:pPr>
                    <w:pStyle w:val="TableColumnHeading"/>
                    <w:ind w:right="156"/>
                  </w:pPr>
                  <w:r w:rsidRPr="00316298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316298" w:rsidRDefault="002655DB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316298">
                    <w:t>Assessment</w:t>
                  </w:r>
                  <w:r w:rsidR="004C71DB" w:rsidRPr="00316298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655DB" w:rsidRPr="00316298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2655DB" w:rsidRPr="00316298" w:rsidRDefault="002655DB" w:rsidP="003E7197">
                  <w:pPr>
                    <w:pStyle w:val="TableUnitsRow"/>
                    <w:jc w:val="left"/>
                  </w:pPr>
                  <w:r w:rsidRPr="00316298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2655DB" w:rsidRPr="00B552DD" w:rsidRDefault="003C65B6" w:rsidP="004B35BD">
                  <w:pPr>
                    <w:pStyle w:val="TableUnitsRow"/>
                  </w:pPr>
                  <w:r>
                    <w:t>85.5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2655DB" w:rsidRPr="00B552DD" w:rsidRDefault="003C65B6" w:rsidP="00507940">
                  <w:pPr>
                    <w:pStyle w:val="TableUnitsRow"/>
                    <w:ind w:right="156"/>
                  </w:pPr>
                  <w:r>
                    <w:t>91.2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2655DB" w:rsidRPr="00B552DD" w:rsidRDefault="002655DB" w:rsidP="003E7197">
                  <w:pPr>
                    <w:pStyle w:val="TableUnitsRow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2655DB" w:rsidRPr="00B552DD" w:rsidRDefault="002655DB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2655DB" w:rsidRPr="00316298" w:rsidTr="003E7197">
              <w:tc>
                <w:tcPr>
                  <w:tcW w:w="1000" w:type="pct"/>
                </w:tcPr>
                <w:p w:rsidR="002655DB" w:rsidRPr="00316298" w:rsidRDefault="002655DB" w:rsidP="003E7197">
                  <w:pPr>
                    <w:pStyle w:val="TableBodyText"/>
                    <w:jc w:val="left"/>
                  </w:pPr>
                  <w:r w:rsidRPr="00316298">
                    <w:t>24–27 months</w:t>
                  </w:r>
                </w:p>
              </w:tc>
              <w:tc>
                <w:tcPr>
                  <w:tcW w:w="1002" w:type="pct"/>
                </w:tcPr>
                <w:p w:rsidR="002655DB" w:rsidRPr="00B552DD" w:rsidRDefault="003C65B6" w:rsidP="003E7197">
                  <w:pPr>
                    <w:pStyle w:val="TableBodyText"/>
                  </w:pPr>
                  <w:r>
                    <w:t>91.7</w:t>
                  </w:r>
                </w:p>
              </w:tc>
              <w:tc>
                <w:tcPr>
                  <w:tcW w:w="1000" w:type="pct"/>
                </w:tcPr>
                <w:p w:rsidR="002655DB" w:rsidRPr="00B552DD" w:rsidRDefault="003C65B6" w:rsidP="00507940">
                  <w:pPr>
                    <w:pStyle w:val="TableBodyText"/>
                    <w:ind w:right="156"/>
                  </w:pPr>
                  <w:r>
                    <w:t>95.9</w:t>
                  </w:r>
                </w:p>
              </w:tc>
              <w:tc>
                <w:tcPr>
                  <w:tcW w:w="999" w:type="pct"/>
                </w:tcPr>
                <w:p w:rsidR="002655DB" w:rsidRPr="00B552DD" w:rsidRDefault="00B552DD" w:rsidP="00B552DD">
                  <w:pPr>
                    <w:pStyle w:val="TableBodyText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2655DB" w:rsidRPr="00B552DD" w:rsidRDefault="00B552DD" w:rsidP="00B552DD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2655DB" w:rsidRPr="00316298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316298" w:rsidRDefault="002655DB" w:rsidP="003E7197">
                  <w:pPr>
                    <w:pStyle w:val="TableBodyText"/>
                    <w:jc w:val="left"/>
                  </w:pPr>
                  <w:r w:rsidRPr="00316298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B552DD" w:rsidRDefault="003C65B6" w:rsidP="003E7197">
                  <w:pPr>
                    <w:pStyle w:val="TableBodyText"/>
                  </w:pPr>
                  <w:r>
                    <w:t>91.0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655DB" w:rsidRPr="00B552DD" w:rsidRDefault="003C65B6" w:rsidP="00507940">
                  <w:pPr>
                    <w:pStyle w:val="TableBodyText"/>
                    <w:ind w:right="156"/>
                  </w:pPr>
                  <w:r>
                    <w:t>93.4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2655DB" w:rsidRPr="00B552DD" w:rsidRDefault="002655DB" w:rsidP="003E7197">
                  <w:pPr>
                    <w:pStyle w:val="TableBodyText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655DB" w:rsidRPr="00B552DD" w:rsidRDefault="002655DB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655DB" w:rsidRPr="00316298" w:rsidRDefault="002655DB" w:rsidP="003E7197">
            <w:pPr>
              <w:pStyle w:val="Box"/>
            </w:pP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55DB" w:rsidRPr="00316298" w:rsidRDefault="004C71DB" w:rsidP="00DC128E">
            <w:pPr>
              <w:pStyle w:val="Note"/>
              <w:rPr>
                <w:i/>
              </w:rPr>
            </w:pPr>
            <w:r w:rsidRPr="00316298">
              <w:rPr>
                <w:rStyle w:val="NoteLabel"/>
              </w:rPr>
              <w:t>a</w:t>
            </w:r>
            <w:r w:rsidRPr="00316298">
              <w:t xml:space="preserve"> </w:t>
            </w:r>
            <w:r w:rsidR="00DC128E" w:rsidRPr="00316298">
              <w:t>The benchmark is met if at least two of the three age</w:t>
            </w:r>
            <w:r w:rsidRPr="00316298">
              <w:t xml:space="preserve"> group</w:t>
            </w:r>
            <w:r w:rsidR="00DC128E" w:rsidRPr="00316298">
              <w:t>s have coverage rates equal to or higher than</w:t>
            </w:r>
            <w:r w:rsidRPr="00316298">
              <w:t xml:space="preserve"> the baseline </w:t>
            </w:r>
            <w:r w:rsidR="00DC128E" w:rsidRPr="00316298">
              <w:t>o</w:t>
            </w:r>
            <w:r w:rsidRPr="00316298">
              <w:t>r 92.5 per cent.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655DB" w:rsidRPr="00316298" w:rsidRDefault="001E2511" w:rsidP="003E7197">
            <w:pPr>
              <w:pStyle w:val="Box"/>
              <w:jc w:val="center"/>
              <w:rPr>
                <w:b/>
              </w:rPr>
            </w:pPr>
            <w:r w:rsidRPr="00B552DD">
              <w:rPr>
                <w:b/>
              </w:rPr>
              <w:t xml:space="preserve">Benchmark </w:t>
            </w:r>
            <w:r w:rsidR="002655DB" w:rsidRPr="00B552DD">
              <w:rPr>
                <w:b/>
              </w:rPr>
              <w:t>met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Box"/>
              <w:spacing w:before="0" w:line="120" w:lineRule="exact"/>
            </w:pPr>
          </w:p>
        </w:tc>
      </w:tr>
      <w:tr w:rsidR="002655DB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655DB" w:rsidRPr="00626D32" w:rsidRDefault="002655DB" w:rsidP="003E7197">
            <w:pPr>
              <w:pStyle w:val="BoxSpaceBelow"/>
            </w:pPr>
          </w:p>
        </w:tc>
      </w:tr>
    </w:tbl>
    <w:p w:rsidR="00D14789" w:rsidRPr="00316298" w:rsidRDefault="00D14789" w:rsidP="007774B0">
      <w:pPr>
        <w:pStyle w:val="Heading4"/>
        <w:ind w:left="1985" w:hanging="1985"/>
        <w:rPr>
          <w:b/>
        </w:rPr>
      </w:pPr>
      <w:r w:rsidRPr="00316298">
        <w:rPr>
          <w:b/>
        </w:rPr>
        <w:t xml:space="preserve">Benchmark 2: </w:t>
      </w:r>
      <w:r w:rsidRPr="00316298">
        <w:rPr>
          <w:b/>
        </w:rPr>
        <w:tab/>
        <w:t>maintaining or increasing coverage in agreed areas of low immunisation coverage</w:t>
      </w:r>
    </w:p>
    <w:p w:rsidR="003478DF" w:rsidRPr="0055696A" w:rsidRDefault="00D14789" w:rsidP="007774B0">
      <w:pPr>
        <w:pStyle w:val="BodyText"/>
      </w:pPr>
      <w:r w:rsidRPr="00316298">
        <w:t xml:space="preserve">Benchmark </w:t>
      </w:r>
      <w:r w:rsidRPr="0055696A">
        <w:t>2 was</w:t>
      </w:r>
      <w:r w:rsidR="003478DF" w:rsidRPr="0055696A">
        <w:t xml:space="preserve"> </w:t>
      </w:r>
      <w:r w:rsidR="00CC78F4" w:rsidRPr="0055696A">
        <w:t>MET</w:t>
      </w:r>
      <w:r w:rsidR="003478DF" w:rsidRPr="0055696A">
        <w:t xml:space="preserve">: Victoria had </w:t>
      </w:r>
      <w:r w:rsidR="00CC78F4" w:rsidRPr="0055696A">
        <w:t xml:space="preserve">no areas that met the specifications for </w:t>
      </w:r>
      <w:r w:rsidR="003478DF" w:rsidRPr="0055696A">
        <w:t>agreed areas of low coverage</w:t>
      </w:r>
      <w:r w:rsidR="00CC78F4" w:rsidRPr="0055696A">
        <w:t xml:space="preserve"> (</w:t>
      </w:r>
      <w:r w:rsidR="00494F2A" w:rsidRPr="0055696A">
        <w:t xml:space="preserve">for the current </w:t>
      </w:r>
      <w:r w:rsidR="007E76FA" w:rsidRPr="0055696A">
        <w:t xml:space="preserve">and baseline </w:t>
      </w:r>
      <w:r w:rsidR="00494F2A" w:rsidRPr="0055696A">
        <w:t>period</w:t>
      </w:r>
      <w:r w:rsidR="007E76FA" w:rsidRPr="0055696A">
        <w:t>s</w:t>
      </w:r>
      <w:r w:rsidR="00494F2A" w:rsidRPr="0055696A">
        <w:t xml:space="preserve">, </w:t>
      </w:r>
      <w:r w:rsidR="00CC78F4" w:rsidRPr="0055696A">
        <w:t>areas with coverage 5 per cent or less than the national average and with at least 2 per cent of the State population</w:t>
      </w:r>
      <w:r w:rsidR="00316298" w:rsidRPr="0055696A">
        <w:t xml:space="preserve"> for the relevant age group)</w:t>
      </w:r>
      <w:r w:rsidR="003478DF" w:rsidRPr="0055696A">
        <w:t>.</w:t>
      </w:r>
      <w:r w:rsidR="00316298" w:rsidRPr="0055696A">
        <w:t xml:space="preserve"> As there were no </w:t>
      </w:r>
      <w:r w:rsidR="00CC78F4" w:rsidRPr="0055696A">
        <w:t xml:space="preserve">low coverage </w:t>
      </w:r>
      <w:r w:rsidR="00316298" w:rsidRPr="0055696A">
        <w:t xml:space="preserve">areas </w:t>
      </w:r>
      <w:r w:rsidR="00CC78F4" w:rsidRPr="0055696A">
        <w:t>(as per</w:t>
      </w:r>
      <w:r w:rsidR="00316298" w:rsidRPr="0055696A">
        <w:t xml:space="preserve"> the specifications</w:t>
      </w:r>
      <w:r w:rsidR="00CC78F4" w:rsidRPr="0055696A">
        <w:t>)</w:t>
      </w:r>
      <w:r w:rsidR="00316298" w:rsidRPr="0055696A">
        <w:t xml:space="preserve">, the benchmark </w:t>
      </w:r>
      <w:r w:rsidR="00CC78F4" w:rsidRPr="0055696A">
        <w:t xml:space="preserve">was </w:t>
      </w:r>
      <w:r w:rsidR="00316298" w:rsidRPr="0055696A">
        <w:t>assessed</w:t>
      </w:r>
      <w:r w:rsidR="00CC78F4" w:rsidRPr="0055696A">
        <w:t xml:space="preserve"> as met</w:t>
      </w:r>
      <w:r w:rsidR="00494F2A" w:rsidRPr="0055696A">
        <w:t>.</w:t>
      </w:r>
      <w:r w:rsidRPr="0055696A">
        <w:t xml:space="preserve"> </w:t>
      </w:r>
    </w:p>
    <w:p w:rsidR="002655DB" w:rsidRPr="0055696A" w:rsidRDefault="002655DB" w:rsidP="007774B0">
      <w:pPr>
        <w:pStyle w:val="BodyText"/>
      </w:pPr>
    </w:p>
    <w:tbl>
      <w:tblPr>
        <w:tblW w:w="0" w:type="auto"/>
        <w:tblInd w:w="164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3478DF" w:rsidRPr="0055696A" w:rsidTr="007774B0">
        <w:tc>
          <w:tcPr>
            <w:tcW w:w="8771" w:type="dxa"/>
            <w:shd w:val="pct12" w:color="auto" w:fill="auto"/>
            <w:vAlign w:val="center"/>
          </w:tcPr>
          <w:p w:rsidR="003478DF" w:rsidRPr="0055696A" w:rsidRDefault="003478DF" w:rsidP="00CC78F4">
            <w:pPr>
              <w:pStyle w:val="Box"/>
              <w:jc w:val="center"/>
              <w:rPr>
                <w:b/>
              </w:rPr>
            </w:pPr>
            <w:r w:rsidRPr="0055696A">
              <w:rPr>
                <w:b/>
              </w:rPr>
              <w:t xml:space="preserve">Benchmark </w:t>
            </w:r>
            <w:r w:rsidR="00CC78F4" w:rsidRPr="0055696A">
              <w:rPr>
                <w:b/>
              </w:rPr>
              <w:t>met</w:t>
            </w:r>
          </w:p>
        </w:tc>
      </w:tr>
    </w:tbl>
    <w:p w:rsidR="003478DF" w:rsidRDefault="003478DF" w:rsidP="007774B0">
      <w:pPr>
        <w:pStyle w:val="Heading4"/>
        <w:ind w:left="1843" w:hanging="1843"/>
        <w:rPr>
          <w:b/>
        </w:rPr>
      </w:pPr>
    </w:p>
    <w:p w:rsidR="003478DF" w:rsidRDefault="003478DF" w:rsidP="00A64C23">
      <w:pPr>
        <w:pStyle w:val="BodyText"/>
        <w:rPr>
          <w:rFonts w:ascii="Arial" w:hAnsi="Arial"/>
        </w:rPr>
      </w:pPr>
      <w:r>
        <w:br w:type="page"/>
      </w:r>
    </w:p>
    <w:p w:rsidR="00DC128E" w:rsidRPr="00B564DE" w:rsidRDefault="00DC128E" w:rsidP="00DC128E">
      <w:pPr>
        <w:pStyle w:val="Heading4"/>
        <w:ind w:left="1843" w:hanging="1843"/>
        <w:rPr>
          <w:b/>
        </w:rPr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2655DB" w:rsidRPr="003617E6" w:rsidRDefault="002655DB" w:rsidP="00DC128E">
      <w:pPr>
        <w:pStyle w:val="BodyText"/>
      </w:pPr>
      <w:r>
        <w:t xml:space="preserve">Benchmark 3 </w:t>
      </w:r>
      <w:r w:rsidRPr="003617E6">
        <w:t>was MET: The rate of wastage or leakage was lower than the benchmark</w:t>
      </w:r>
      <w:r w:rsidR="007774B0" w:rsidRPr="003617E6">
        <w:t xml:space="preserve"> (table 2.6</w:t>
      </w:r>
      <w:r w:rsidRPr="003617E6">
        <w:t>).</w:t>
      </w:r>
    </w:p>
    <w:p w:rsidR="002655DB" w:rsidRDefault="002655DB" w:rsidP="002655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655DB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553F43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6</w:t>
            </w:r>
            <w:r>
              <w:tab/>
              <w:t>Vaccines l</w:t>
            </w:r>
            <w:r w:rsidR="00553F43">
              <w:t>ost to wastage or leakage in Victoria</w:t>
            </w:r>
          </w:p>
          <w:p w:rsidR="002655DB" w:rsidRPr="00B96CFC" w:rsidRDefault="002655DB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2655DB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78F4" w:rsidRDefault="002655DB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78F4" w:rsidRDefault="002655DB" w:rsidP="00957C83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78F4" w:rsidRDefault="002655DB" w:rsidP="00957C83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CC78F4" w:rsidRDefault="002655DB" w:rsidP="00957C83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DC128E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655DB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3617E6" w:rsidRDefault="003C65B6" w:rsidP="00957C83">
                  <w:pPr>
                    <w:pStyle w:val="TableBodyText"/>
                    <w:spacing w:before="40"/>
                    <w:ind w:right="156"/>
                  </w:pPr>
                  <w:r>
                    <w:t>4.2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2655DB" w:rsidRPr="003617E6" w:rsidRDefault="002655DB" w:rsidP="003E7197">
                  <w:pPr>
                    <w:pStyle w:val="TableBodyText"/>
                    <w:spacing w:before="40"/>
                    <w:ind w:right="28"/>
                  </w:pPr>
                  <w:r w:rsidRPr="003617E6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655DB" w:rsidRPr="003617E6" w:rsidRDefault="002655DB" w:rsidP="003E7197">
                  <w:pPr>
                    <w:pStyle w:val="TableBodyText"/>
                    <w:spacing w:before="40"/>
                    <w:ind w:right="28"/>
                  </w:pPr>
                  <w:r w:rsidRPr="003617E6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655DB" w:rsidRPr="00CC78F4" w:rsidRDefault="002655DB" w:rsidP="003E7197">
            <w:pPr>
              <w:pStyle w:val="Box"/>
            </w:pP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55DB" w:rsidRPr="00CC78F4" w:rsidRDefault="00DC128E" w:rsidP="00DC128E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2655DB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655DB" w:rsidRPr="00CC78F4" w:rsidRDefault="002655DB" w:rsidP="003E7197">
            <w:pPr>
              <w:pStyle w:val="Box"/>
              <w:jc w:val="center"/>
              <w:rPr>
                <w:b/>
              </w:rPr>
            </w:pPr>
            <w:r w:rsidRPr="003617E6">
              <w:rPr>
                <w:b/>
              </w:rPr>
              <w:t>Benchmark met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Box"/>
              <w:spacing w:before="0" w:line="120" w:lineRule="exact"/>
            </w:pPr>
          </w:p>
        </w:tc>
      </w:tr>
      <w:tr w:rsidR="002655DB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655DB" w:rsidRPr="00626D32" w:rsidRDefault="002655DB" w:rsidP="003E7197">
            <w:pPr>
              <w:pStyle w:val="BoxSpaceBelow"/>
            </w:pPr>
          </w:p>
        </w:tc>
      </w:tr>
    </w:tbl>
    <w:p w:rsidR="00DC128E" w:rsidRPr="00B564DE" w:rsidRDefault="00DC128E" w:rsidP="00DC128E">
      <w:pPr>
        <w:pStyle w:val="Heading4"/>
        <w:ind w:left="1843" w:hanging="1843"/>
        <w:rPr>
          <w:b/>
        </w:rPr>
      </w:pPr>
      <w:r w:rsidRPr="00B564DE">
        <w:rPr>
          <w:b/>
        </w:rPr>
        <w:t xml:space="preserve">Benchmark 4: </w:t>
      </w:r>
      <w:r w:rsidRPr="00B564DE">
        <w:rPr>
          <w:b/>
        </w:rPr>
        <w:tab/>
      </w:r>
      <w:r w:rsidR="00F622A5">
        <w:rPr>
          <w:b/>
        </w:rPr>
        <w:t>maintaining or</w:t>
      </w:r>
      <w:r w:rsidRPr="00B564DE">
        <w:rPr>
          <w:b/>
        </w:rPr>
        <w:t xml:space="preserve"> increasing vaccination coverage for four year olds</w:t>
      </w:r>
    </w:p>
    <w:p w:rsidR="002655DB" w:rsidRPr="00CC0A62" w:rsidRDefault="00DC128E" w:rsidP="00DC128E">
      <w:pPr>
        <w:pStyle w:val="BodyText"/>
      </w:pPr>
      <w:r>
        <w:t xml:space="preserve">Benchmark 4 was </w:t>
      </w:r>
      <w:r w:rsidRPr="00CC0A62">
        <w:t xml:space="preserve">MET: </w:t>
      </w:r>
      <w:r w:rsidR="002655DB" w:rsidRPr="00CC0A62">
        <w:t>Vaccination rates for four year old children were higher than</w:t>
      </w:r>
      <w:r w:rsidR="007774B0" w:rsidRPr="00CC0A62">
        <w:t xml:space="preserve"> the baseline (table 2.7</w:t>
      </w:r>
      <w:r w:rsidR="002655DB" w:rsidRPr="00CC0A62">
        <w:t>).</w:t>
      </w:r>
    </w:p>
    <w:p w:rsidR="002655DB" w:rsidRDefault="002655DB" w:rsidP="002655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655DB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553F43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7</w:t>
            </w:r>
            <w:r>
              <w:tab/>
              <w:t xml:space="preserve">Vaccination coverage among four </w:t>
            </w:r>
            <w:r w:rsidR="00553F43">
              <w:t>year olds in Victoria</w:t>
            </w:r>
          </w:p>
          <w:p w:rsidR="002655DB" w:rsidRPr="00C20975" w:rsidRDefault="002655DB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2655DB" w:rsidRPr="00CC0A62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0A62" w:rsidRDefault="002655DB" w:rsidP="003E7197">
                  <w:pPr>
                    <w:pStyle w:val="TableColumnHeading"/>
                    <w:jc w:val="left"/>
                  </w:pPr>
                  <w:r w:rsidRPr="00CC0A62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0A62" w:rsidRDefault="002655DB" w:rsidP="00957C83">
                  <w:pPr>
                    <w:pStyle w:val="TableColumnHeading"/>
                  </w:pPr>
                  <w:r w:rsidRPr="00CC0A62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CC0A62" w:rsidRDefault="002655DB" w:rsidP="00957C83">
                  <w:pPr>
                    <w:pStyle w:val="TableColumnHeading"/>
                    <w:ind w:right="155"/>
                  </w:pPr>
                  <w:r w:rsidRPr="00CC0A62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CC0A62" w:rsidRDefault="002655DB" w:rsidP="00957C83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0A62">
                    <w:t>Assessment</w:t>
                  </w:r>
                  <w:r w:rsidR="00DC128E" w:rsidRPr="00CC0A62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655DB" w:rsidRPr="00CC0A62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0A62" w:rsidRDefault="002655DB" w:rsidP="003E7197">
                  <w:pPr>
                    <w:pStyle w:val="TableBodyText"/>
                    <w:spacing w:before="40"/>
                    <w:jc w:val="left"/>
                  </w:pPr>
                  <w:r w:rsidRPr="00CC0A62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0A62" w:rsidRDefault="00660552" w:rsidP="004526FE">
                  <w:pPr>
                    <w:pStyle w:val="TableBodyText"/>
                    <w:spacing w:before="40"/>
                  </w:pPr>
                  <w:r>
                    <w:t>92.3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655DB" w:rsidRPr="00CC0A62" w:rsidRDefault="00660552" w:rsidP="004526FE">
                  <w:pPr>
                    <w:pStyle w:val="TableBodyText"/>
                    <w:spacing w:before="40"/>
                    <w:ind w:right="155"/>
                  </w:pPr>
                  <w:r>
                    <w:t>93.8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655DB" w:rsidRPr="00CC0A62" w:rsidRDefault="002655DB" w:rsidP="003E7197">
                  <w:pPr>
                    <w:pStyle w:val="TableBodyText"/>
                    <w:spacing w:before="40"/>
                    <w:ind w:right="28"/>
                  </w:pPr>
                  <w:r w:rsidRPr="00CC0A6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655DB" w:rsidRPr="00CC0A62" w:rsidRDefault="002655DB" w:rsidP="003E7197">
                  <w:pPr>
                    <w:pStyle w:val="TableBodyText"/>
                    <w:spacing w:before="40"/>
                    <w:ind w:right="28"/>
                  </w:pPr>
                  <w:r w:rsidRPr="00CC0A6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655DB" w:rsidRPr="00CC0A62" w:rsidRDefault="002655DB" w:rsidP="003E7197">
            <w:pPr>
              <w:pStyle w:val="Box"/>
            </w:pP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55DB" w:rsidRPr="00CC0A62" w:rsidRDefault="00DC128E" w:rsidP="00421295">
            <w:pPr>
              <w:pStyle w:val="Note"/>
              <w:rPr>
                <w:i/>
              </w:rPr>
            </w:pPr>
            <w:r w:rsidRPr="00CC0A62">
              <w:rPr>
                <w:rStyle w:val="NoteLabel"/>
              </w:rPr>
              <w:t>a</w:t>
            </w:r>
            <w:r w:rsidRPr="00CC0A62">
              <w:t xml:space="preserve"> The benchmark is met if the coverage rate is equal to</w:t>
            </w:r>
            <w:r w:rsidR="00421295" w:rsidRPr="00CC0A62">
              <w:t xml:space="preserve"> or higher than</w:t>
            </w:r>
            <w:r w:rsidRPr="00CC0A62">
              <w:t xml:space="preserve"> the baseline or 92.5 per cent.</w:t>
            </w:r>
          </w:p>
        </w:tc>
      </w:tr>
      <w:tr w:rsidR="002655DB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655DB" w:rsidRPr="00CC0A62" w:rsidRDefault="002655DB" w:rsidP="003E7197">
            <w:pPr>
              <w:pStyle w:val="Box"/>
              <w:jc w:val="center"/>
              <w:rPr>
                <w:b/>
              </w:rPr>
            </w:pPr>
            <w:r w:rsidRPr="00CC0A62">
              <w:rPr>
                <w:b/>
              </w:rPr>
              <w:t>Benchmark met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Box"/>
              <w:spacing w:before="0" w:line="120" w:lineRule="exact"/>
            </w:pPr>
          </w:p>
        </w:tc>
      </w:tr>
      <w:tr w:rsidR="002655DB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655DB" w:rsidRPr="00626D32" w:rsidRDefault="002655DB" w:rsidP="003E7197">
            <w:pPr>
              <w:pStyle w:val="BoxSpaceBelow"/>
            </w:pPr>
          </w:p>
        </w:tc>
      </w:tr>
    </w:tbl>
    <w:p w:rsidR="002655DB" w:rsidRPr="00C20975" w:rsidRDefault="002655DB" w:rsidP="002655DB">
      <w:pPr>
        <w:pStyle w:val="BodyText"/>
      </w:pPr>
    </w:p>
    <w:p w:rsidR="00183A24" w:rsidRDefault="002655DB" w:rsidP="002655DB">
      <w:pPr>
        <w:pStyle w:val="BodyText"/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Queensland</w:t>
      </w:r>
    </w:p>
    <w:p w:rsidR="002D7391" w:rsidRPr="00E25CF1" w:rsidRDefault="002D7391" w:rsidP="002D7391">
      <w:pPr>
        <w:pStyle w:val="Heading3"/>
      </w:pPr>
      <w:r w:rsidRPr="00E25CF1">
        <w:t>Queensland met</w:t>
      </w:r>
      <w:r w:rsidR="007443FA" w:rsidRPr="00E25CF1">
        <w:t xml:space="preserve"> </w:t>
      </w:r>
      <w:r w:rsidR="00CC78F4" w:rsidRPr="00E25CF1">
        <w:t>all</w:t>
      </w:r>
      <w:r w:rsidR="00421295" w:rsidRPr="00E25CF1">
        <w:t xml:space="preserve"> four</w:t>
      </w:r>
      <w:r w:rsidRPr="00E25CF1">
        <w:t xml:space="preserve"> benchmarks</w:t>
      </w:r>
    </w:p>
    <w:p w:rsidR="00A9418A" w:rsidRPr="00D14789" w:rsidRDefault="00A9418A" w:rsidP="00A9418A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2D7391" w:rsidRPr="00503AF8" w:rsidRDefault="002D7391" w:rsidP="00A9418A">
      <w:pPr>
        <w:pStyle w:val="BodyText"/>
      </w:pPr>
      <w:r w:rsidRPr="00503AF8">
        <w:t>Benchmark 1</w:t>
      </w:r>
      <w:r>
        <w:t xml:space="preserve"> was</w:t>
      </w:r>
      <w:r w:rsidR="00A9418A">
        <w:t xml:space="preserve"> </w:t>
      </w:r>
      <w:r w:rsidR="00A9418A" w:rsidRPr="00B552DD">
        <w:t xml:space="preserve">MET: </w:t>
      </w:r>
      <w:r w:rsidRPr="00B552DD">
        <w:t>Vaccination rates for Indigenous children were higher than the baseline for all three age groups (table 2</w:t>
      </w:r>
      <w:r>
        <w:t>.</w:t>
      </w:r>
      <w:r w:rsidR="007774B0">
        <w:t>8</w:t>
      </w:r>
      <w:r w:rsidRPr="00503AF8">
        <w:t>).</w:t>
      </w:r>
    </w:p>
    <w:p w:rsidR="002D7391" w:rsidRDefault="002D7391" w:rsidP="002D7391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D7391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D7391" w:rsidRDefault="002D7391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3619D0">
              <w:rPr>
                <w:b w:val="0"/>
                <w:noProof/>
              </w:rPr>
              <w:t>8</w:t>
            </w:r>
            <w:r>
              <w:tab/>
              <w:t xml:space="preserve">Vaccination coverage rates among Indigenous children in </w:t>
            </w:r>
            <w:r w:rsidR="00894B61">
              <w:t>Queensland</w:t>
            </w:r>
          </w:p>
          <w:p w:rsidR="002D7391" w:rsidRPr="000D6520" w:rsidRDefault="002D7391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2D7391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957C83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78F4" w:rsidRDefault="002D7391" w:rsidP="00957C83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78F4" w:rsidRDefault="002D7391" w:rsidP="00957C83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4C71DB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2D7391" w:rsidRPr="00B552DD" w:rsidRDefault="002D7391" w:rsidP="003E7197">
                  <w:pPr>
                    <w:pStyle w:val="TableUnitsRow"/>
                    <w:jc w:val="left"/>
                  </w:pPr>
                  <w:r w:rsidRPr="00B552DD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2D7391" w:rsidRPr="00B552DD" w:rsidRDefault="00FD5F18" w:rsidP="00B552DD">
                  <w:pPr>
                    <w:pStyle w:val="TableUnitsRow"/>
                  </w:pPr>
                  <w:r>
                    <w:t>85.5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2D7391" w:rsidRPr="00B552DD" w:rsidRDefault="00FD5F18" w:rsidP="00957C83">
                  <w:pPr>
                    <w:pStyle w:val="TableUnitsRow"/>
                    <w:ind w:right="156"/>
                  </w:pPr>
                  <w:r>
                    <w:t>91.5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2D7391" w:rsidRPr="00B552DD" w:rsidRDefault="002D7391" w:rsidP="003E7197">
                  <w:pPr>
                    <w:pStyle w:val="TableUnitsRow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2D7391" w:rsidRPr="00B552DD" w:rsidRDefault="002D7391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</w:tcPr>
                <w:p w:rsidR="002D7391" w:rsidRPr="00B552DD" w:rsidRDefault="002D7391" w:rsidP="003E7197">
                  <w:pPr>
                    <w:pStyle w:val="TableBodyText"/>
                    <w:jc w:val="left"/>
                  </w:pPr>
                  <w:r w:rsidRPr="00B552DD">
                    <w:t>24–27 months</w:t>
                  </w:r>
                </w:p>
              </w:tc>
              <w:tc>
                <w:tcPr>
                  <w:tcW w:w="1002" w:type="pct"/>
                </w:tcPr>
                <w:p w:rsidR="002D7391" w:rsidRPr="00B552DD" w:rsidRDefault="00FD5F18" w:rsidP="003E7197">
                  <w:pPr>
                    <w:pStyle w:val="TableBodyText"/>
                  </w:pPr>
                  <w:r>
                    <w:t>92.9</w:t>
                  </w:r>
                </w:p>
              </w:tc>
              <w:tc>
                <w:tcPr>
                  <w:tcW w:w="1000" w:type="pct"/>
                </w:tcPr>
                <w:p w:rsidR="002D7391" w:rsidRPr="00B552DD" w:rsidRDefault="00FD5F18" w:rsidP="00957C83">
                  <w:pPr>
                    <w:pStyle w:val="TableBodyText"/>
                    <w:ind w:right="156"/>
                  </w:pPr>
                  <w:r>
                    <w:t>95.6</w:t>
                  </w:r>
                </w:p>
              </w:tc>
              <w:tc>
                <w:tcPr>
                  <w:tcW w:w="999" w:type="pct"/>
                </w:tcPr>
                <w:p w:rsidR="002D7391" w:rsidRPr="00B552DD" w:rsidRDefault="002D7391" w:rsidP="003E7197">
                  <w:pPr>
                    <w:pStyle w:val="TableUnitsRow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2D7391" w:rsidRPr="00B552DD" w:rsidRDefault="002D7391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B552DD" w:rsidRDefault="002D7391" w:rsidP="003E7197">
                  <w:pPr>
                    <w:pStyle w:val="TableBodyText"/>
                    <w:jc w:val="left"/>
                  </w:pPr>
                  <w:r w:rsidRPr="00B552DD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B552DD" w:rsidRDefault="00FD5F18" w:rsidP="003E7197">
                  <w:pPr>
                    <w:pStyle w:val="TableBodyText"/>
                  </w:pPr>
                  <w:r>
                    <w:t>93.4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D7391" w:rsidRPr="00B552DD" w:rsidRDefault="00FD5F18" w:rsidP="00B552DD">
                  <w:pPr>
                    <w:pStyle w:val="TableBodyText"/>
                    <w:ind w:right="156"/>
                  </w:pPr>
                  <w:r>
                    <w:t>95.8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2D7391" w:rsidRPr="00B552DD" w:rsidRDefault="002D7391" w:rsidP="003E7197">
                  <w:pPr>
                    <w:pStyle w:val="TableBodyText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D7391" w:rsidRPr="00B552DD" w:rsidRDefault="002D7391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D7391" w:rsidRPr="00CC78F4" w:rsidRDefault="002D7391" w:rsidP="003E7197">
            <w:pPr>
              <w:pStyle w:val="Box"/>
            </w:pP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A9418A" w:rsidP="003E7197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D7391" w:rsidRPr="00CC78F4" w:rsidRDefault="002D7391" w:rsidP="003E7197">
            <w:pPr>
              <w:pStyle w:val="Box"/>
              <w:jc w:val="center"/>
              <w:rPr>
                <w:b/>
              </w:rPr>
            </w:pPr>
            <w:r w:rsidRPr="00B552DD">
              <w:rPr>
                <w:b/>
              </w:rPr>
              <w:t>Benchmark met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D7391" w:rsidRDefault="002D7391" w:rsidP="003E7197">
            <w:pPr>
              <w:pStyle w:val="Box"/>
              <w:spacing w:before="0" w:line="120" w:lineRule="exact"/>
            </w:pPr>
          </w:p>
        </w:tc>
      </w:tr>
      <w:tr w:rsidR="002D7391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D7391" w:rsidRPr="00626D32" w:rsidRDefault="002D7391" w:rsidP="003E7197">
            <w:pPr>
              <w:pStyle w:val="BoxSpaceBelow"/>
            </w:pPr>
          </w:p>
        </w:tc>
      </w:tr>
    </w:tbl>
    <w:p w:rsidR="00A9418A" w:rsidRPr="00D14789" w:rsidRDefault="00A9418A" w:rsidP="000A0B38">
      <w:pPr>
        <w:pStyle w:val="Heading4"/>
        <w:ind w:left="1985" w:hanging="1985"/>
        <w:rPr>
          <w:b/>
        </w:rPr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AD1252" w:rsidRPr="00E25CF1" w:rsidRDefault="00CC78F4" w:rsidP="00AD1252">
      <w:pPr>
        <w:pStyle w:val="BodyText"/>
      </w:pPr>
      <w:r w:rsidRPr="00E25CF1">
        <w:t>Benchmark 2 was MET: Queensland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</w:t>
      </w:r>
    </w:p>
    <w:p w:rsidR="00A9418A" w:rsidRPr="00E25CF1" w:rsidRDefault="00A9418A" w:rsidP="00A9418A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CC78F4" w:rsidRPr="00E25CF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AD1252" w:rsidRPr="00E25CF1" w:rsidRDefault="00AD1252" w:rsidP="00CC78F4">
            <w:pPr>
              <w:pStyle w:val="Box"/>
              <w:keepNext w:val="0"/>
              <w:jc w:val="center"/>
              <w:rPr>
                <w:b/>
              </w:rPr>
            </w:pPr>
            <w:r w:rsidRPr="00E25CF1">
              <w:rPr>
                <w:b/>
              </w:rPr>
              <w:t xml:space="preserve">Benchmark </w:t>
            </w:r>
            <w:r w:rsidR="00CC78F4" w:rsidRPr="00E25CF1">
              <w:rPr>
                <w:b/>
              </w:rPr>
              <w:t>met</w:t>
            </w:r>
          </w:p>
        </w:tc>
      </w:tr>
    </w:tbl>
    <w:p w:rsidR="00A9418A" w:rsidRDefault="00A9418A" w:rsidP="00A9418A">
      <w:pPr>
        <w:pStyle w:val="Heading4"/>
        <w:ind w:left="1843" w:hanging="1843"/>
        <w:rPr>
          <w:b/>
        </w:rPr>
      </w:pPr>
    </w:p>
    <w:p w:rsidR="00A9418A" w:rsidRDefault="00A9418A" w:rsidP="00A9418A">
      <w:pPr>
        <w:pStyle w:val="BodyText"/>
        <w:rPr>
          <w:rFonts w:ascii="Arial" w:hAnsi="Arial"/>
        </w:rPr>
      </w:pPr>
      <w:r>
        <w:br w:type="page"/>
      </w:r>
    </w:p>
    <w:p w:rsidR="00A9418A" w:rsidRPr="00CC78F4" w:rsidRDefault="00A9418A" w:rsidP="00A9418A">
      <w:pPr>
        <w:pStyle w:val="Heading4"/>
        <w:ind w:left="1843" w:hanging="1843"/>
        <w:rPr>
          <w:b/>
        </w:rPr>
      </w:pPr>
      <w:r w:rsidRPr="00CC78F4">
        <w:rPr>
          <w:b/>
        </w:rPr>
        <w:lastRenderedPageBreak/>
        <w:t>Benchmark 3:</w:t>
      </w:r>
      <w:r w:rsidRPr="00CC78F4">
        <w:rPr>
          <w:b/>
        </w:rPr>
        <w:tab/>
        <w:t>maintaining or decreasing wastage and leakage</w:t>
      </w:r>
    </w:p>
    <w:p w:rsidR="002D7391" w:rsidRPr="00CC78F4" w:rsidRDefault="002D7391" w:rsidP="00A9418A">
      <w:pPr>
        <w:pStyle w:val="BodyText"/>
      </w:pPr>
      <w:r w:rsidRPr="00CC78F4">
        <w:t xml:space="preserve">Benchmark 3 was </w:t>
      </w:r>
      <w:r w:rsidRPr="00195F89">
        <w:t>MET: The rate of wastage or leakage was lower than the benchmark (table 2.</w:t>
      </w:r>
      <w:r w:rsidR="007774B0" w:rsidRPr="00195F89">
        <w:t>9</w:t>
      </w:r>
      <w:r w:rsidRPr="00195F89">
        <w:t>)</w:t>
      </w:r>
      <w:r w:rsidRPr="00CC78F4">
        <w:t>.</w:t>
      </w:r>
    </w:p>
    <w:p w:rsidR="002D7391" w:rsidRPr="00CC78F4" w:rsidRDefault="002D7391" w:rsidP="002D7391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D7391" w:rsidRPr="00CC78F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2D7391" w:rsidP="003E7197">
            <w:pPr>
              <w:pStyle w:val="TableTitle"/>
            </w:pPr>
            <w:r w:rsidRPr="00CC78F4">
              <w:rPr>
                <w:b w:val="0"/>
              </w:rPr>
              <w:t>Table</w:t>
            </w:r>
            <w:r w:rsidR="00AD1252" w:rsidRPr="00CC78F4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9</w:t>
            </w:r>
            <w:r w:rsidRPr="00CC78F4">
              <w:tab/>
              <w:t xml:space="preserve">Vaccines lost to wastage or leakage in </w:t>
            </w:r>
            <w:r w:rsidR="00894B61" w:rsidRPr="00CC78F4">
              <w:t>Queensland</w:t>
            </w:r>
          </w:p>
          <w:p w:rsidR="002D7391" w:rsidRPr="00CC78F4" w:rsidRDefault="002D7391" w:rsidP="003E7197">
            <w:pPr>
              <w:pStyle w:val="Box"/>
              <w:rPr>
                <w:b/>
              </w:rPr>
            </w:pPr>
            <w:r w:rsidRPr="00CC78F4">
              <w:rPr>
                <w:b/>
              </w:rPr>
              <w:t>Benchmark 3: Maintaining or decreasing wastage or leakage</w:t>
            </w: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2D7391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874CA0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874CA0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78F4" w:rsidRDefault="002D7391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A9418A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78F4" w:rsidRDefault="002D7391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195F89" w:rsidRDefault="002D7391" w:rsidP="003E7197">
                  <w:pPr>
                    <w:pStyle w:val="TableBodyText"/>
                    <w:spacing w:before="40"/>
                  </w:pPr>
                  <w:r w:rsidRPr="00195F89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195F89" w:rsidRDefault="007B66E3" w:rsidP="00195F89">
                  <w:pPr>
                    <w:pStyle w:val="TableBodyText"/>
                    <w:spacing w:before="40"/>
                    <w:ind w:right="156"/>
                  </w:pPr>
                  <w:r>
                    <w:t>1.3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2D7391" w:rsidRPr="00195F89" w:rsidRDefault="002D7391" w:rsidP="003E7197">
                  <w:pPr>
                    <w:pStyle w:val="TableBodyText"/>
                    <w:spacing w:before="40"/>
                    <w:ind w:right="28"/>
                  </w:pPr>
                  <w:r w:rsidRPr="00195F89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D7391" w:rsidRPr="00195F89" w:rsidRDefault="002D7391" w:rsidP="003E7197">
                  <w:pPr>
                    <w:pStyle w:val="TableBodyText"/>
                    <w:spacing w:before="40"/>
                    <w:ind w:right="28"/>
                  </w:pPr>
                  <w:r w:rsidRPr="00195F89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D7391" w:rsidRPr="00CC78F4" w:rsidRDefault="002D7391" w:rsidP="003E7197">
            <w:pPr>
              <w:pStyle w:val="Box"/>
            </w:pP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A9418A" w:rsidP="003E7197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D7391" w:rsidRPr="00CC78F4" w:rsidRDefault="002D7391" w:rsidP="003E7197">
            <w:pPr>
              <w:pStyle w:val="Box"/>
              <w:jc w:val="center"/>
              <w:rPr>
                <w:b/>
              </w:rPr>
            </w:pPr>
            <w:r w:rsidRPr="00195F89">
              <w:rPr>
                <w:b/>
              </w:rPr>
              <w:t>Benchmark met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D7391" w:rsidRDefault="002D7391" w:rsidP="003E7197">
            <w:pPr>
              <w:pStyle w:val="Box"/>
              <w:spacing w:before="0" w:line="120" w:lineRule="exact"/>
            </w:pPr>
          </w:p>
        </w:tc>
      </w:tr>
      <w:tr w:rsidR="002D7391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D7391" w:rsidRPr="00626D32" w:rsidRDefault="002D7391" w:rsidP="003E7197">
            <w:pPr>
              <w:pStyle w:val="BoxSpaceBelow"/>
            </w:pPr>
          </w:p>
        </w:tc>
      </w:tr>
    </w:tbl>
    <w:p w:rsidR="00A9418A" w:rsidRPr="00B564DE" w:rsidRDefault="00F622A5" w:rsidP="00A9418A">
      <w:pPr>
        <w:pStyle w:val="Heading4"/>
        <w:ind w:left="1843" w:hanging="1843"/>
        <w:rPr>
          <w:b/>
        </w:rPr>
      </w:pPr>
      <w:r>
        <w:rPr>
          <w:b/>
        </w:rPr>
        <w:t xml:space="preserve">Benchmark 4: </w:t>
      </w:r>
      <w:r>
        <w:rPr>
          <w:b/>
        </w:rPr>
        <w:tab/>
        <w:t>maintaining or</w:t>
      </w:r>
      <w:r w:rsidR="00A9418A" w:rsidRPr="00B564DE">
        <w:rPr>
          <w:b/>
        </w:rPr>
        <w:t xml:space="preserve"> increasing vaccination coverage for four year olds</w:t>
      </w:r>
    </w:p>
    <w:p w:rsidR="002D7391" w:rsidRPr="00CC0A62" w:rsidRDefault="00A9418A" w:rsidP="00A9418A">
      <w:pPr>
        <w:pStyle w:val="BodyText"/>
      </w:pPr>
      <w:r w:rsidRPr="00CC78F4">
        <w:t xml:space="preserve">Benchmark 4 was </w:t>
      </w:r>
      <w:r w:rsidRPr="00CC0A62">
        <w:t xml:space="preserve">MET: </w:t>
      </w:r>
      <w:r w:rsidR="002D7391" w:rsidRPr="00CC0A62">
        <w:t>Vaccination rates for four year old children were higher than the baseline (table 2.</w:t>
      </w:r>
      <w:r w:rsidR="00894B61" w:rsidRPr="00CC0A62">
        <w:t>1</w:t>
      </w:r>
      <w:r w:rsidR="007774B0" w:rsidRPr="00CC0A62">
        <w:t>0</w:t>
      </w:r>
      <w:r w:rsidR="002D7391" w:rsidRPr="00CC0A62">
        <w:t>).</w:t>
      </w:r>
    </w:p>
    <w:p w:rsidR="002D7391" w:rsidRPr="00CC78F4" w:rsidRDefault="002D7391" w:rsidP="002D7391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D7391" w:rsidRPr="00CC78F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2D7391" w:rsidP="003E7197">
            <w:pPr>
              <w:pStyle w:val="TableTitle"/>
            </w:pPr>
            <w:r w:rsidRPr="00CC78F4">
              <w:rPr>
                <w:b w:val="0"/>
              </w:rPr>
              <w:t>Table</w:t>
            </w:r>
            <w:r w:rsidR="00894B61" w:rsidRPr="00CC78F4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10</w:t>
            </w:r>
            <w:r w:rsidRPr="00CC78F4">
              <w:tab/>
              <w:t xml:space="preserve">Vaccination coverage among four year olds in </w:t>
            </w:r>
            <w:r w:rsidR="00894B61" w:rsidRPr="00CC78F4">
              <w:t>Queensland</w:t>
            </w:r>
          </w:p>
          <w:p w:rsidR="002D7391" w:rsidRPr="00CC78F4" w:rsidRDefault="002D7391" w:rsidP="003E7197">
            <w:pPr>
              <w:pStyle w:val="Box"/>
              <w:rPr>
                <w:b/>
              </w:rPr>
            </w:pPr>
            <w:r w:rsidRPr="00CC78F4">
              <w:rPr>
                <w:b/>
              </w:rPr>
              <w:t>Benchmark 4: Maintaining or increasing vaccination coverage for four year olds</w:t>
            </w: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2D7391" w:rsidRPr="00CC0A62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0A62" w:rsidRDefault="002D7391" w:rsidP="003E7197">
                  <w:pPr>
                    <w:pStyle w:val="TableColumnHeading"/>
                    <w:jc w:val="left"/>
                  </w:pPr>
                  <w:r w:rsidRPr="00CC0A62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0A62" w:rsidRDefault="002D7391" w:rsidP="00874CA0">
                  <w:pPr>
                    <w:pStyle w:val="TableColumnHeading"/>
                  </w:pPr>
                  <w:r w:rsidRPr="00CC0A62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0A62" w:rsidRDefault="002D7391" w:rsidP="00874CA0">
                  <w:pPr>
                    <w:pStyle w:val="TableColumnHeading"/>
                    <w:ind w:right="155"/>
                  </w:pPr>
                  <w:r w:rsidRPr="00CC0A62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0A62" w:rsidRDefault="002D7391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0A62">
                    <w:t>Assessment</w:t>
                  </w:r>
                  <w:r w:rsidR="00A9418A" w:rsidRPr="00CC0A62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D7391" w:rsidRPr="00CC0A62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0A62" w:rsidRDefault="002D7391" w:rsidP="003E7197">
                  <w:pPr>
                    <w:pStyle w:val="TableBodyText"/>
                    <w:spacing w:before="40"/>
                    <w:jc w:val="left"/>
                  </w:pPr>
                  <w:r w:rsidRPr="00CC0A62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0A62" w:rsidRDefault="00BA333D" w:rsidP="003E7197">
                  <w:pPr>
                    <w:pStyle w:val="TableBodyText"/>
                    <w:spacing w:before="40"/>
                  </w:pPr>
                  <w:r>
                    <w:t>92.1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D7391" w:rsidRPr="00CC0A62" w:rsidRDefault="00BA333D" w:rsidP="00CC0A62">
                  <w:pPr>
                    <w:pStyle w:val="TableBodyText"/>
                    <w:spacing w:before="40"/>
                    <w:ind w:right="155"/>
                  </w:pPr>
                  <w:r>
                    <w:t>93.5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D7391" w:rsidRPr="00CC0A62" w:rsidRDefault="002D7391" w:rsidP="003E7197">
                  <w:pPr>
                    <w:pStyle w:val="TableBodyText"/>
                    <w:spacing w:before="40"/>
                    <w:ind w:right="28"/>
                  </w:pPr>
                  <w:r w:rsidRPr="00CC0A6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D7391" w:rsidRPr="00CC0A62" w:rsidRDefault="002D7391" w:rsidP="003E7197">
                  <w:pPr>
                    <w:pStyle w:val="TableBodyText"/>
                    <w:spacing w:before="40"/>
                    <w:ind w:right="28"/>
                  </w:pPr>
                  <w:r w:rsidRPr="00CC0A6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D7391" w:rsidRPr="00CC0A62" w:rsidRDefault="002D7391" w:rsidP="003E7197">
            <w:pPr>
              <w:pStyle w:val="Box"/>
            </w:pP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1" w:rsidRPr="00CC0A62" w:rsidRDefault="00A9418A" w:rsidP="003E7197">
            <w:pPr>
              <w:pStyle w:val="Note"/>
              <w:rPr>
                <w:i/>
              </w:rPr>
            </w:pPr>
            <w:r w:rsidRPr="00CC0A62">
              <w:rPr>
                <w:rStyle w:val="NoteLabel"/>
              </w:rPr>
              <w:t>a</w:t>
            </w:r>
            <w:r w:rsidRPr="00CC0A62">
              <w:t xml:space="preserve"> The benchmark is met if the coverage rate is equal to or higher than the baseline or 92.5 per cent.</w:t>
            </w: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D7391" w:rsidRPr="00CC0A62" w:rsidRDefault="002D7391" w:rsidP="003E7197">
            <w:pPr>
              <w:pStyle w:val="Box"/>
              <w:jc w:val="center"/>
              <w:rPr>
                <w:b/>
              </w:rPr>
            </w:pPr>
            <w:r w:rsidRPr="00CC0A62">
              <w:rPr>
                <w:b/>
              </w:rPr>
              <w:t>Benchmark met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D7391" w:rsidRDefault="002D7391" w:rsidP="003E7197">
            <w:pPr>
              <w:pStyle w:val="Box"/>
              <w:spacing w:before="0" w:line="120" w:lineRule="exact"/>
            </w:pPr>
          </w:p>
        </w:tc>
      </w:tr>
      <w:tr w:rsidR="002D7391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D7391" w:rsidRPr="00626D32" w:rsidRDefault="002D7391" w:rsidP="003E7197">
            <w:pPr>
              <w:pStyle w:val="BoxSpaceBelow"/>
            </w:pPr>
          </w:p>
        </w:tc>
      </w:tr>
    </w:tbl>
    <w:p w:rsidR="002D7391" w:rsidRPr="00C20975" w:rsidRDefault="002D7391" w:rsidP="002D7391">
      <w:pPr>
        <w:pStyle w:val="BodyText"/>
      </w:pPr>
    </w:p>
    <w:p w:rsidR="00183A24" w:rsidRDefault="00183A24" w:rsidP="00120072">
      <w:pPr>
        <w:pStyle w:val="BodyText"/>
      </w:pPr>
    </w:p>
    <w:p w:rsidR="00183A24" w:rsidRDefault="00183A24" w:rsidP="00120072">
      <w:pPr>
        <w:pStyle w:val="BodyText"/>
      </w:pPr>
    </w:p>
    <w:p w:rsidR="00894B61" w:rsidRDefault="00894B61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Western Australia</w:t>
      </w:r>
    </w:p>
    <w:p w:rsidR="001D4E44" w:rsidRPr="00B63DB3" w:rsidRDefault="001D4E44" w:rsidP="001D4E44">
      <w:pPr>
        <w:pStyle w:val="Heading3"/>
      </w:pPr>
      <w:r w:rsidRPr="00B63DB3">
        <w:t xml:space="preserve">Western Australia met </w:t>
      </w:r>
      <w:r w:rsidR="003179EF" w:rsidRPr="00B63DB3">
        <w:t>all</w:t>
      </w:r>
      <w:r w:rsidRPr="00B63DB3">
        <w:t xml:space="preserve"> four benchmarks</w:t>
      </w:r>
    </w:p>
    <w:p w:rsidR="000A0B38" w:rsidRPr="00D14789" w:rsidRDefault="000A0B38" w:rsidP="000A0B38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1D4E44" w:rsidRPr="00503AF8" w:rsidRDefault="000A0B38" w:rsidP="000A0B38">
      <w:pPr>
        <w:pStyle w:val="BodyText"/>
      </w:pPr>
      <w:r>
        <w:t xml:space="preserve">Benchmark 1 </w:t>
      </w:r>
      <w:r w:rsidRPr="00AF39C2">
        <w:t xml:space="preserve">was MET: </w:t>
      </w:r>
      <w:r w:rsidR="001D4E44" w:rsidRPr="00AF39C2">
        <w:t xml:space="preserve">Vaccination rates for Indigenous children were higher than the baseline </w:t>
      </w:r>
      <w:r w:rsidR="00B17BDB" w:rsidRPr="00AF39C2">
        <w:t xml:space="preserve">for </w:t>
      </w:r>
      <w:r w:rsidR="001D4E44" w:rsidRPr="00AF39C2">
        <w:t xml:space="preserve">all three age groups (table </w:t>
      </w:r>
      <w:r w:rsidR="001D4E44">
        <w:t>2.</w:t>
      </w:r>
      <w:r w:rsidR="000A733D">
        <w:t>1</w:t>
      </w:r>
      <w:r w:rsidR="007774B0">
        <w:t>1</w:t>
      </w:r>
      <w:r w:rsidR="001D4E44" w:rsidRPr="00503AF8">
        <w:t>).</w:t>
      </w:r>
    </w:p>
    <w:p w:rsidR="001D4E44" w:rsidRDefault="001D4E44" w:rsidP="001D4E44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D4E4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0A733D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11</w:t>
            </w:r>
            <w:r>
              <w:tab/>
              <w:t>Vaccination coverage rates among Indigenous children in WA</w:t>
            </w:r>
          </w:p>
          <w:p w:rsidR="001D4E44" w:rsidRPr="000D6520" w:rsidRDefault="001D4E44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874CA0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874CA0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4C71DB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D4E44" w:rsidRPr="00CC78F4" w:rsidRDefault="001D4E44" w:rsidP="003E7197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1D4E44" w:rsidRPr="00AF39C2" w:rsidRDefault="00156400" w:rsidP="003E7197">
                  <w:pPr>
                    <w:pStyle w:val="TableUnitsRow"/>
                  </w:pPr>
                  <w:r>
                    <w:t>82.7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D4E44" w:rsidRPr="00AF39C2" w:rsidRDefault="00156400" w:rsidP="00874CA0">
                  <w:pPr>
                    <w:pStyle w:val="TableUnitsRow"/>
                    <w:ind w:right="156"/>
                  </w:pPr>
                  <w:r>
                    <w:t>88.1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1D4E44" w:rsidRPr="00AF39C2" w:rsidRDefault="001D4E44" w:rsidP="003E7197">
                  <w:pPr>
                    <w:pStyle w:val="TableUnitsRow"/>
                    <w:ind w:right="28"/>
                  </w:pPr>
                  <w:r w:rsidRPr="00AF39C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1D4E44" w:rsidRPr="00AF39C2" w:rsidRDefault="001D4E44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AF39C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</w:tcPr>
                <w:p w:rsidR="001D4E44" w:rsidRPr="00CC78F4" w:rsidRDefault="001D4E44" w:rsidP="003E7197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1D4E44" w:rsidRPr="00AF39C2" w:rsidRDefault="00156400" w:rsidP="003E7197">
                  <w:pPr>
                    <w:pStyle w:val="TableBodyText"/>
                  </w:pPr>
                  <w:r>
                    <w:t>90.4</w:t>
                  </w:r>
                </w:p>
              </w:tc>
              <w:tc>
                <w:tcPr>
                  <w:tcW w:w="1000" w:type="pct"/>
                </w:tcPr>
                <w:p w:rsidR="001D4E44" w:rsidRPr="00AF39C2" w:rsidRDefault="00156400" w:rsidP="00874CA0">
                  <w:pPr>
                    <w:pStyle w:val="TableBodyText"/>
                    <w:ind w:right="156"/>
                  </w:pPr>
                  <w:r>
                    <w:t>93.1</w:t>
                  </w:r>
                </w:p>
              </w:tc>
              <w:tc>
                <w:tcPr>
                  <w:tcW w:w="999" w:type="pct"/>
                </w:tcPr>
                <w:p w:rsidR="001D4E44" w:rsidRPr="00AF39C2" w:rsidRDefault="001D4E44" w:rsidP="001D4E44">
                  <w:pPr>
                    <w:pStyle w:val="TableUnitsRow"/>
                    <w:spacing w:before="0"/>
                    <w:ind w:right="28"/>
                  </w:pPr>
                  <w:r w:rsidRPr="00AF39C2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1D4E44" w:rsidRPr="00AF39C2" w:rsidRDefault="001D4E44" w:rsidP="001D4E44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AF39C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1D4E44" w:rsidP="003E7197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AF39C2" w:rsidRDefault="00156400" w:rsidP="003E7197">
                  <w:pPr>
                    <w:pStyle w:val="TableBodyText"/>
                  </w:pPr>
                  <w:r>
                    <w:t>90.3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D4E44" w:rsidRPr="00AF39C2" w:rsidRDefault="00156400" w:rsidP="00AF39C2">
                  <w:pPr>
                    <w:pStyle w:val="TableBodyText"/>
                    <w:ind w:right="156"/>
                  </w:pPr>
                  <w:r>
                    <w:t>94.1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1D4E44" w:rsidRPr="00AF39C2" w:rsidRDefault="001D4E44" w:rsidP="003E7197">
                  <w:pPr>
                    <w:pStyle w:val="TableBodyText"/>
                    <w:ind w:right="28"/>
                  </w:pPr>
                  <w:r w:rsidRPr="00AF39C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D4E44" w:rsidRPr="00AF39C2" w:rsidRDefault="001D4E44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AF39C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D4E44" w:rsidRPr="00CC78F4" w:rsidRDefault="001D4E44" w:rsidP="003E7197">
            <w:pPr>
              <w:pStyle w:val="Box"/>
            </w:pP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44" w:rsidRPr="00CC78F4" w:rsidRDefault="000A0B38" w:rsidP="003E7197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D4E44" w:rsidRPr="00CC78F4" w:rsidRDefault="001D4E44" w:rsidP="003E7197">
            <w:pPr>
              <w:pStyle w:val="Box"/>
              <w:jc w:val="center"/>
              <w:rPr>
                <w:b/>
              </w:rPr>
            </w:pPr>
            <w:r w:rsidRPr="00AF39C2">
              <w:rPr>
                <w:b/>
              </w:rPr>
              <w:t>Benchmark met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Box"/>
              <w:spacing w:before="0" w:line="120" w:lineRule="exact"/>
            </w:pPr>
          </w:p>
        </w:tc>
      </w:tr>
      <w:tr w:rsidR="001D4E44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D4E44" w:rsidRPr="00626D32" w:rsidRDefault="001D4E44" w:rsidP="003E7197">
            <w:pPr>
              <w:pStyle w:val="BoxSpaceBelow"/>
            </w:pPr>
          </w:p>
        </w:tc>
      </w:tr>
    </w:tbl>
    <w:p w:rsidR="000A0B38" w:rsidRPr="00D14789" w:rsidRDefault="000A0B38" w:rsidP="000A0B38">
      <w:pPr>
        <w:pStyle w:val="Heading4"/>
        <w:ind w:left="1985" w:hanging="1985"/>
        <w:rPr>
          <w:b/>
        </w:rPr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52766A" w:rsidRDefault="0052766A" w:rsidP="0052766A">
      <w:pPr>
        <w:pStyle w:val="BodyText"/>
      </w:pPr>
      <w:r w:rsidRPr="00316298">
        <w:t xml:space="preserve">Benchmark </w:t>
      </w:r>
      <w:r w:rsidRPr="0055696A">
        <w:t xml:space="preserve">2 was MET: </w:t>
      </w:r>
      <w:r>
        <w:t>WA</w:t>
      </w:r>
      <w:r w:rsidRPr="0055696A">
        <w:t xml:space="preserve"> had no areas </w:t>
      </w:r>
      <w:r w:rsidR="00CD6C89">
        <w:t xml:space="preserve">in the current period </w:t>
      </w:r>
      <w:r w:rsidRPr="0055696A">
        <w:t xml:space="preserve">that met the specifications for agreed areas of low coverage (for the </w:t>
      </w:r>
      <w:r w:rsidR="00CD6C89">
        <w:t xml:space="preserve">baseline and </w:t>
      </w:r>
      <w:r w:rsidRPr="0055696A">
        <w:t>current period, areas with coverage 5 per cent or less than the national average and with at least 2 per cent of the State population for the relevant age group). As there were no low coverage areas (as per the specifications)</w:t>
      </w:r>
      <w:r>
        <w:t xml:space="preserve"> for the current period</w:t>
      </w:r>
      <w:r w:rsidRPr="0055696A">
        <w:t xml:space="preserve">, the benchmark was assessed as met. </w:t>
      </w:r>
    </w:p>
    <w:p w:rsidR="0052766A" w:rsidRPr="0055696A" w:rsidRDefault="0052766A" w:rsidP="0052766A">
      <w:pPr>
        <w:pStyle w:val="BodyText"/>
      </w:pPr>
    </w:p>
    <w:tbl>
      <w:tblPr>
        <w:tblW w:w="0" w:type="auto"/>
        <w:tblInd w:w="164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52766A" w:rsidRPr="0055696A" w:rsidTr="0052766A">
        <w:tc>
          <w:tcPr>
            <w:tcW w:w="8771" w:type="dxa"/>
            <w:shd w:val="pct12" w:color="auto" w:fill="auto"/>
            <w:vAlign w:val="center"/>
          </w:tcPr>
          <w:p w:rsidR="0052766A" w:rsidRPr="0055696A" w:rsidRDefault="0052766A" w:rsidP="0052766A">
            <w:pPr>
              <w:pStyle w:val="Box"/>
              <w:jc w:val="center"/>
              <w:rPr>
                <w:b/>
              </w:rPr>
            </w:pPr>
            <w:r w:rsidRPr="0055696A">
              <w:rPr>
                <w:b/>
              </w:rPr>
              <w:t>Benchmark met</w:t>
            </w:r>
          </w:p>
        </w:tc>
      </w:tr>
    </w:tbl>
    <w:p w:rsidR="0052766A" w:rsidRDefault="0052766A" w:rsidP="001D4E44">
      <w:pPr>
        <w:pStyle w:val="Heading4"/>
        <w:rPr>
          <w:b/>
        </w:rPr>
      </w:pPr>
    </w:p>
    <w:p w:rsidR="0052766A" w:rsidRDefault="0052766A" w:rsidP="0052766A">
      <w:pPr>
        <w:pStyle w:val="BodyText"/>
        <w:rPr>
          <w:rFonts w:ascii="Arial" w:hAnsi="Arial"/>
        </w:rPr>
      </w:pPr>
      <w:r>
        <w:br w:type="page"/>
      </w:r>
    </w:p>
    <w:p w:rsidR="000A0B38" w:rsidRDefault="000A0B38" w:rsidP="001D4E44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1D4E44" w:rsidRDefault="001D4E44" w:rsidP="000A0B38">
      <w:pPr>
        <w:pStyle w:val="BodyText"/>
      </w:pPr>
      <w:r>
        <w:t xml:space="preserve">Benchmark 3 was </w:t>
      </w:r>
      <w:r w:rsidRPr="00195F89">
        <w:t xml:space="preserve">MET: The rate of wastage or leakage was lower than the benchmark </w:t>
      </w:r>
      <w:r>
        <w:t>(table 2.</w:t>
      </w:r>
      <w:r w:rsidR="003179EF">
        <w:t>1</w:t>
      </w:r>
      <w:r w:rsidR="007774B0">
        <w:t>3</w:t>
      </w:r>
      <w:r>
        <w:t>).</w:t>
      </w:r>
    </w:p>
    <w:p w:rsidR="001D4E44" w:rsidRDefault="001D4E44" w:rsidP="001D4E44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D4E4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3179EF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13</w:t>
            </w:r>
            <w:r>
              <w:tab/>
              <w:t xml:space="preserve">Vaccines lost to wastage or leakage in </w:t>
            </w:r>
            <w:r w:rsidR="003179EF">
              <w:t>WA</w:t>
            </w:r>
          </w:p>
          <w:p w:rsidR="001D4E44" w:rsidRPr="00B96CFC" w:rsidRDefault="001D4E44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874CA0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874CA0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9A31D7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195F89" w:rsidRDefault="00F03276" w:rsidP="00874CA0">
                  <w:pPr>
                    <w:pStyle w:val="TableBodyText"/>
                    <w:spacing w:before="40"/>
                    <w:ind w:right="156"/>
                  </w:pPr>
                  <w:r>
                    <w:t>4.4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1D4E44" w:rsidRPr="00195F89" w:rsidRDefault="001D4E44" w:rsidP="003E7197">
                  <w:pPr>
                    <w:pStyle w:val="TableBodyText"/>
                    <w:spacing w:before="40"/>
                    <w:ind w:right="28"/>
                  </w:pPr>
                  <w:r w:rsidRPr="00195F89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D4E44" w:rsidRPr="00195F89" w:rsidRDefault="001D4E44" w:rsidP="003E7197">
                  <w:pPr>
                    <w:pStyle w:val="TableBodyText"/>
                    <w:spacing w:before="40"/>
                    <w:ind w:right="28"/>
                  </w:pPr>
                  <w:r w:rsidRPr="00195F89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D4E44" w:rsidRPr="00CC78F4" w:rsidRDefault="001D4E44" w:rsidP="003E7197">
            <w:pPr>
              <w:pStyle w:val="Box"/>
            </w:pP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44" w:rsidRPr="00CC78F4" w:rsidRDefault="009A31D7" w:rsidP="00665410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1D4E44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D4E44" w:rsidRPr="00CC78F4" w:rsidRDefault="001D4E44" w:rsidP="003E7197">
            <w:pPr>
              <w:pStyle w:val="Box"/>
              <w:jc w:val="center"/>
              <w:rPr>
                <w:b/>
              </w:rPr>
            </w:pPr>
            <w:r w:rsidRPr="00195F89">
              <w:rPr>
                <w:b/>
              </w:rPr>
              <w:t>Benchmark met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Box"/>
              <w:spacing w:before="0" w:line="120" w:lineRule="exact"/>
            </w:pPr>
          </w:p>
        </w:tc>
      </w:tr>
      <w:tr w:rsidR="001D4E44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D4E44" w:rsidRPr="00626D32" w:rsidRDefault="001D4E44" w:rsidP="003E7197">
            <w:pPr>
              <w:pStyle w:val="BoxSpaceBelow"/>
            </w:pPr>
          </w:p>
        </w:tc>
      </w:tr>
    </w:tbl>
    <w:p w:rsidR="005C4C28" w:rsidRPr="00B564DE" w:rsidRDefault="00F622A5" w:rsidP="005C4C28">
      <w:pPr>
        <w:pStyle w:val="Heading4"/>
        <w:ind w:left="1843" w:hanging="1843"/>
        <w:rPr>
          <w:b/>
        </w:rPr>
      </w:pPr>
      <w:r>
        <w:rPr>
          <w:b/>
        </w:rPr>
        <w:t xml:space="preserve">Benchmark 4: </w:t>
      </w:r>
      <w:r>
        <w:rPr>
          <w:b/>
        </w:rPr>
        <w:tab/>
        <w:t>maintaining or</w:t>
      </w:r>
      <w:r w:rsidR="005C4C28" w:rsidRPr="00B564DE">
        <w:rPr>
          <w:b/>
        </w:rPr>
        <w:t xml:space="preserve"> increasing vaccination coverage for four year olds</w:t>
      </w:r>
    </w:p>
    <w:p w:rsidR="001D4E44" w:rsidRDefault="005C4C28" w:rsidP="005C4C28">
      <w:pPr>
        <w:pStyle w:val="BodyText"/>
      </w:pPr>
      <w:r>
        <w:t xml:space="preserve">Benchmark 4 </w:t>
      </w:r>
      <w:r w:rsidRPr="00CC0A62">
        <w:t xml:space="preserve">was MET: </w:t>
      </w:r>
      <w:r w:rsidR="001D4E44" w:rsidRPr="00CC0A62">
        <w:t>Vaccination rates for four year old children were higher than the baseline (table 2.</w:t>
      </w:r>
      <w:r w:rsidR="003179EF" w:rsidRPr="00CC0A62">
        <w:t>1</w:t>
      </w:r>
      <w:r w:rsidR="007774B0">
        <w:t>4</w:t>
      </w:r>
      <w:r w:rsidR="001D4E44">
        <w:t>).</w:t>
      </w:r>
    </w:p>
    <w:p w:rsidR="001D4E44" w:rsidRDefault="001D4E44" w:rsidP="001D4E44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D4E4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3179EF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14</w:t>
            </w:r>
            <w:r>
              <w:tab/>
              <w:t xml:space="preserve">Vaccination coverage among four year olds in </w:t>
            </w:r>
            <w:r w:rsidR="003179EF">
              <w:t>WA</w:t>
            </w:r>
          </w:p>
          <w:p w:rsidR="001D4E44" w:rsidRPr="00C20975" w:rsidRDefault="001D4E44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1D4E44" w:rsidRPr="00CC0A62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0A62" w:rsidRDefault="001D4E44" w:rsidP="003E7197">
                  <w:pPr>
                    <w:pStyle w:val="TableColumnHeading"/>
                    <w:jc w:val="left"/>
                  </w:pPr>
                  <w:r w:rsidRPr="00CC0A62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0A62" w:rsidRDefault="001D4E44" w:rsidP="007373AD">
                  <w:pPr>
                    <w:pStyle w:val="TableColumnHeading"/>
                  </w:pPr>
                  <w:r w:rsidRPr="00CC0A62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0A62" w:rsidRDefault="001D4E44" w:rsidP="007373AD">
                  <w:pPr>
                    <w:pStyle w:val="TableColumnHeading"/>
                    <w:ind w:right="155"/>
                  </w:pPr>
                  <w:r w:rsidRPr="00CC0A62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0A62" w:rsidRDefault="001D4E44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0A62">
                    <w:t>Assessment</w:t>
                  </w:r>
                  <w:r w:rsidR="009A31D7" w:rsidRPr="00CC0A62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D4E44" w:rsidRPr="00CC0A62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0A62" w:rsidRDefault="001D4E44" w:rsidP="003E7197">
                  <w:pPr>
                    <w:pStyle w:val="TableBodyText"/>
                    <w:spacing w:before="40"/>
                    <w:jc w:val="left"/>
                  </w:pPr>
                  <w:r w:rsidRPr="00CC0A62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0A62" w:rsidRDefault="00F15678" w:rsidP="004526FE">
                  <w:pPr>
                    <w:pStyle w:val="TableBodyText"/>
                    <w:spacing w:before="40"/>
                  </w:pPr>
                  <w:r>
                    <w:t>89.6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D4E44" w:rsidRPr="00CC0A62" w:rsidRDefault="00F15678" w:rsidP="007373AD">
                  <w:pPr>
                    <w:pStyle w:val="TableBodyText"/>
                    <w:spacing w:before="40"/>
                    <w:ind w:right="155"/>
                  </w:pPr>
                  <w:r>
                    <w:t>91.5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D4E44" w:rsidRPr="00CC0A62" w:rsidRDefault="001D4E44" w:rsidP="003E7197">
                  <w:pPr>
                    <w:pStyle w:val="TableBodyText"/>
                    <w:spacing w:before="40"/>
                    <w:ind w:right="28"/>
                  </w:pPr>
                  <w:r w:rsidRPr="00CC0A6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D4E44" w:rsidRPr="00CC0A62" w:rsidRDefault="001D4E44" w:rsidP="003E7197">
                  <w:pPr>
                    <w:pStyle w:val="TableBodyText"/>
                    <w:spacing w:before="40"/>
                    <w:ind w:right="28"/>
                  </w:pPr>
                  <w:r w:rsidRPr="00CC0A6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D4E44" w:rsidRPr="00CC0A62" w:rsidRDefault="001D4E44" w:rsidP="003E7197">
            <w:pPr>
              <w:pStyle w:val="Box"/>
            </w:pP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44" w:rsidRPr="00CC0A62" w:rsidRDefault="009A31D7" w:rsidP="003E7197">
            <w:pPr>
              <w:pStyle w:val="Note"/>
              <w:rPr>
                <w:i/>
              </w:rPr>
            </w:pPr>
            <w:r w:rsidRPr="00CC0A62">
              <w:rPr>
                <w:rStyle w:val="NoteLabel"/>
              </w:rPr>
              <w:t>a</w:t>
            </w:r>
            <w:r w:rsidRPr="00CC0A62">
              <w:t xml:space="preserve"> The benchmark is met if the coverage rate is equal to or higher than the baseline or 92.5 per cent.</w:t>
            </w:r>
          </w:p>
        </w:tc>
      </w:tr>
      <w:tr w:rsidR="001D4E44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D4E44" w:rsidRPr="00CC0A62" w:rsidRDefault="001D4E44" w:rsidP="003E7197">
            <w:pPr>
              <w:pStyle w:val="Box"/>
              <w:jc w:val="center"/>
              <w:rPr>
                <w:b/>
              </w:rPr>
            </w:pPr>
            <w:r w:rsidRPr="00CC0A62">
              <w:rPr>
                <w:b/>
              </w:rPr>
              <w:t>Benchmark met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Box"/>
              <w:spacing w:before="0" w:line="120" w:lineRule="exact"/>
            </w:pPr>
          </w:p>
        </w:tc>
      </w:tr>
      <w:tr w:rsidR="001D4E44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D4E44" w:rsidRPr="00626D32" w:rsidRDefault="001D4E44" w:rsidP="003E7197">
            <w:pPr>
              <w:pStyle w:val="BoxSpaceBelow"/>
            </w:pPr>
          </w:p>
        </w:tc>
      </w:tr>
    </w:tbl>
    <w:p w:rsidR="001D4E44" w:rsidRPr="00C20975" w:rsidRDefault="001D4E44" w:rsidP="001D4E44">
      <w:pPr>
        <w:pStyle w:val="BodyText"/>
      </w:pPr>
    </w:p>
    <w:p w:rsidR="00183A24" w:rsidRDefault="00183A24" w:rsidP="00120072">
      <w:pPr>
        <w:pStyle w:val="BodyText"/>
      </w:pPr>
    </w:p>
    <w:p w:rsidR="00183A24" w:rsidRDefault="00183A24" w:rsidP="00120072">
      <w:pPr>
        <w:pStyle w:val="BodyText"/>
      </w:pPr>
    </w:p>
    <w:p w:rsidR="001D4E44" w:rsidRDefault="001D4E44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South Australia</w:t>
      </w:r>
    </w:p>
    <w:p w:rsidR="001860CD" w:rsidRPr="00E01DED" w:rsidRDefault="001B28B9" w:rsidP="001860CD">
      <w:pPr>
        <w:pStyle w:val="Heading3"/>
      </w:pPr>
      <w:r w:rsidRPr="00E01DED">
        <w:t>South</w:t>
      </w:r>
      <w:r w:rsidR="001860CD" w:rsidRPr="00E01DED">
        <w:t xml:space="preserve"> Australia has met </w:t>
      </w:r>
      <w:r w:rsidR="00CC78F4" w:rsidRPr="00E01DED">
        <w:t>all</w:t>
      </w:r>
      <w:r w:rsidR="00965A13" w:rsidRPr="00E01DED">
        <w:t xml:space="preserve"> four</w:t>
      </w:r>
      <w:r w:rsidR="001860CD" w:rsidRPr="00E01DED">
        <w:t xml:space="preserve"> benchmarks</w:t>
      </w:r>
    </w:p>
    <w:p w:rsidR="00965A13" w:rsidRDefault="00965A13" w:rsidP="00DE2B48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1860CD" w:rsidRPr="00503AF8" w:rsidRDefault="00E106B5" w:rsidP="00965A13">
      <w:pPr>
        <w:pStyle w:val="BodyText"/>
      </w:pPr>
      <w:r>
        <w:t xml:space="preserve">Benchmark 1 was </w:t>
      </w:r>
      <w:r w:rsidR="00965A13" w:rsidRPr="00976AB3">
        <w:t xml:space="preserve">MET: </w:t>
      </w:r>
      <w:r w:rsidR="001860CD" w:rsidRPr="00976AB3">
        <w:t>Vaccination rates for Indigenous children were</w:t>
      </w:r>
      <w:r w:rsidRPr="00976AB3">
        <w:t xml:space="preserve"> higher </w:t>
      </w:r>
      <w:r w:rsidR="003C51F0" w:rsidRPr="00976AB3">
        <w:t xml:space="preserve">than the baseline </w:t>
      </w:r>
      <w:r w:rsidRPr="00976AB3">
        <w:t xml:space="preserve">for </w:t>
      </w:r>
      <w:r w:rsidR="003C51F0" w:rsidRPr="00976AB3">
        <w:t>all</w:t>
      </w:r>
      <w:r w:rsidRPr="00976AB3">
        <w:t xml:space="preserve"> three age groups </w:t>
      </w:r>
      <w:r w:rsidR="00965A13">
        <w:t>(table </w:t>
      </w:r>
      <w:r w:rsidR="001860CD">
        <w:t>2.1</w:t>
      </w:r>
      <w:r w:rsidR="007774B0">
        <w:t>5</w:t>
      </w:r>
      <w:r w:rsidR="001860CD" w:rsidRPr="00503AF8">
        <w:t>).</w:t>
      </w:r>
    </w:p>
    <w:p w:rsidR="001860CD" w:rsidRDefault="001860CD" w:rsidP="001860CD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860CD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1B28B9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15</w:t>
            </w:r>
            <w:r>
              <w:tab/>
              <w:t xml:space="preserve">Vaccination coverage rates among Indigenous children in </w:t>
            </w:r>
            <w:r w:rsidR="001B28B9">
              <w:t>S</w:t>
            </w:r>
            <w:r>
              <w:t>A</w:t>
            </w:r>
          </w:p>
          <w:p w:rsidR="001860CD" w:rsidRPr="000D6520" w:rsidRDefault="001860CD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1860CD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7373AD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78F4" w:rsidRDefault="001860CD" w:rsidP="007373AD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78F4" w:rsidRDefault="001860CD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4C71DB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860CD" w:rsidRPr="00CC78F4" w:rsidTr="007B04B6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860CD" w:rsidRPr="00CC78F4" w:rsidRDefault="001860CD" w:rsidP="003E7197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1860CD" w:rsidRPr="003B7DDD" w:rsidRDefault="005608B2" w:rsidP="003E7197">
                  <w:pPr>
                    <w:pStyle w:val="TableUnitsRow"/>
                  </w:pPr>
                  <w:r>
                    <w:t>79.5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860CD" w:rsidRPr="003B7DDD" w:rsidRDefault="005608B2" w:rsidP="007373AD">
                  <w:pPr>
                    <w:pStyle w:val="TableUnitsRow"/>
                    <w:ind w:right="156"/>
                  </w:pPr>
                  <w:r>
                    <w:t>92.4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1860CD" w:rsidRPr="003B7DDD" w:rsidRDefault="001860CD" w:rsidP="003E7197">
                  <w:pPr>
                    <w:pStyle w:val="TableUnitsRow"/>
                    <w:ind w:right="28"/>
                  </w:pPr>
                  <w:r w:rsidRPr="003B7D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1860CD" w:rsidRPr="003B7DDD" w:rsidRDefault="001860CD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B7D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1B28B9" w:rsidRPr="00CC78F4" w:rsidTr="007B04B6">
              <w:tc>
                <w:tcPr>
                  <w:tcW w:w="1000" w:type="pct"/>
                </w:tcPr>
                <w:p w:rsidR="001B28B9" w:rsidRPr="00CC78F4" w:rsidRDefault="001B28B9" w:rsidP="003E7197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1B28B9" w:rsidRPr="003B7DDD" w:rsidRDefault="005608B2" w:rsidP="003E7197">
                  <w:pPr>
                    <w:pStyle w:val="TableBodyText"/>
                  </w:pPr>
                  <w:r>
                    <w:t>88.9</w:t>
                  </w:r>
                </w:p>
              </w:tc>
              <w:tc>
                <w:tcPr>
                  <w:tcW w:w="1000" w:type="pct"/>
                </w:tcPr>
                <w:p w:rsidR="001B28B9" w:rsidRPr="00826898" w:rsidRDefault="005608B2" w:rsidP="007373AD">
                  <w:pPr>
                    <w:pStyle w:val="TableBodyText"/>
                    <w:ind w:right="156"/>
                  </w:pPr>
                  <w:r>
                    <w:t>94.3</w:t>
                  </w:r>
                </w:p>
              </w:tc>
              <w:tc>
                <w:tcPr>
                  <w:tcW w:w="999" w:type="pct"/>
                </w:tcPr>
                <w:p w:rsidR="001B28B9" w:rsidRPr="00826898" w:rsidRDefault="00945399" w:rsidP="00945399">
                  <w:pPr>
                    <w:pStyle w:val="TableBodyText"/>
                    <w:ind w:right="28"/>
                  </w:pPr>
                  <w:r w:rsidRPr="00826898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1B28B9" w:rsidRPr="003B7DDD" w:rsidRDefault="00464E16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B7D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1860CD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1860CD" w:rsidP="003E7197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3B7DDD" w:rsidRDefault="005608B2" w:rsidP="003E7197">
                  <w:pPr>
                    <w:pStyle w:val="TableBodyText"/>
                  </w:pPr>
                  <w:r>
                    <w:t>87.2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860CD" w:rsidRPr="00826898" w:rsidRDefault="005608B2" w:rsidP="007373AD">
                  <w:pPr>
                    <w:pStyle w:val="TableBodyText"/>
                    <w:ind w:right="156"/>
                  </w:pPr>
                  <w:r>
                    <w:t>92.8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1860CD" w:rsidRPr="00826898" w:rsidRDefault="00945399" w:rsidP="00945399">
                  <w:pPr>
                    <w:pStyle w:val="TableBodyText"/>
                    <w:ind w:right="28"/>
                  </w:pPr>
                  <w:r w:rsidRPr="00826898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860CD" w:rsidRPr="003B7DDD" w:rsidRDefault="001860CD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B7D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860CD" w:rsidRPr="00CC78F4" w:rsidRDefault="001860CD" w:rsidP="003E7197">
            <w:pPr>
              <w:pStyle w:val="Box"/>
            </w:pP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60CD" w:rsidRPr="00CC78F4" w:rsidRDefault="00965A13" w:rsidP="003E7197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860CD" w:rsidRPr="00CC78F4" w:rsidRDefault="001860CD" w:rsidP="003E7197">
            <w:pPr>
              <w:pStyle w:val="Box"/>
              <w:jc w:val="center"/>
              <w:rPr>
                <w:b/>
              </w:rPr>
            </w:pPr>
            <w:r w:rsidRPr="00976AB3">
              <w:rPr>
                <w:b/>
              </w:rPr>
              <w:t>Benchmark met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Box"/>
              <w:spacing w:before="0" w:line="120" w:lineRule="exact"/>
            </w:pPr>
          </w:p>
        </w:tc>
      </w:tr>
      <w:tr w:rsidR="001860CD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860CD" w:rsidRPr="00626D32" w:rsidRDefault="001860CD" w:rsidP="003E7197">
            <w:pPr>
              <w:pStyle w:val="BoxSpaceBelow"/>
            </w:pPr>
          </w:p>
        </w:tc>
      </w:tr>
    </w:tbl>
    <w:p w:rsidR="00DE2B48" w:rsidRDefault="00DE2B48" w:rsidP="00DE2B48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1B28B9" w:rsidRPr="00E01DED" w:rsidRDefault="00CC78F4" w:rsidP="00DE2B48">
      <w:pPr>
        <w:pStyle w:val="BodyText"/>
      </w:pPr>
      <w:r w:rsidRPr="00E01DED">
        <w:t>Benchmark 2 was MET: SA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</w:t>
      </w:r>
      <w:r w:rsidR="001860CD" w:rsidRPr="00E01DED">
        <w:t xml:space="preserve"> </w:t>
      </w:r>
    </w:p>
    <w:p w:rsidR="001B28B9" w:rsidRPr="00E01DED" w:rsidRDefault="001B28B9" w:rsidP="00DE2B48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CC78F4" w:rsidRPr="00E01DE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B28B9" w:rsidRPr="00E01DED" w:rsidRDefault="001B28B9" w:rsidP="00CC78F4">
            <w:pPr>
              <w:pStyle w:val="Box"/>
              <w:keepNext w:val="0"/>
              <w:jc w:val="center"/>
              <w:rPr>
                <w:b/>
              </w:rPr>
            </w:pPr>
            <w:r w:rsidRPr="00E01DED">
              <w:rPr>
                <w:b/>
              </w:rPr>
              <w:t xml:space="preserve">Benchmark </w:t>
            </w:r>
            <w:r w:rsidR="00CC78F4" w:rsidRPr="00E01DED">
              <w:rPr>
                <w:b/>
              </w:rPr>
              <w:t>met</w:t>
            </w:r>
          </w:p>
        </w:tc>
      </w:tr>
    </w:tbl>
    <w:p w:rsidR="00FC0A91" w:rsidRDefault="00FC0A91" w:rsidP="001B28B9">
      <w:pPr>
        <w:pStyle w:val="Heading4"/>
        <w:rPr>
          <w:b/>
        </w:rPr>
      </w:pPr>
    </w:p>
    <w:p w:rsidR="00FC0A91" w:rsidRDefault="00FC0A91" w:rsidP="00FC0A91">
      <w:pPr>
        <w:pStyle w:val="BodyText"/>
        <w:rPr>
          <w:rFonts w:ascii="Arial" w:hAnsi="Arial"/>
        </w:rPr>
      </w:pPr>
      <w:r>
        <w:br w:type="page"/>
      </w:r>
    </w:p>
    <w:p w:rsidR="00FC0A91" w:rsidRDefault="00FC0A91" w:rsidP="001B28B9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1860CD" w:rsidRDefault="001860CD" w:rsidP="00FC0A91">
      <w:pPr>
        <w:pStyle w:val="BodyText"/>
      </w:pPr>
      <w:r>
        <w:t xml:space="preserve">Benchmark 3 was </w:t>
      </w:r>
      <w:r w:rsidRPr="00195F89">
        <w:t xml:space="preserve">MET: The rate of wastage or leakage was lower than the benchmark </w:t>
      </w:r>
      <w:r>
        <w:t>(table 2.</w:t>
      </w:r>
      <w:r w:rsidR="001B28B9">
        <w:t>1</w:t>
      </w:r>
      <w:r w:rsidR="007774B0">
        <w:t>6</w:t>
      </w:r>
      <w:r>
        <w:t>).</w:t>
      </w:r>
    </w:p>
    <w:p w:rsidR="001860CD" w:rsidRDefault="001860CD" w:rsidP="001860CD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860CD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1B28B9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16</w:t>
            </w:r>
            <w:r>
              <w:tab/>
              <w:t xml:space="preserve">Vaccines lost to wastage or leakage in </w:t>
            </w:r>
            <w:r w:rsidR="001B28B9">
              <w:t>SA</w:t>
            </w:r>
          </w:p>
          <w:p w:rsidR="001860CD" w:rsidRPr="00B96CFC" w:rsidRDefault="001860CD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1860CD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7373AD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7373AD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78F4" w:rsidRDefault="001860CD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FC0A91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860CD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195F89" w:rsidRDefault="005608B2" w:rsidP="007373AD">
                  <w:pPr>
                    <w:pStyle w:val="TableBodyText"/>
                    <w:spacing w:before="40"/>
                    <w:ind w:right="156"/>
                  </w:pPr>
                  <w:r>
                    <w:t>2.8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1860CD" w:rsidRPr="00195F89" w:rsidRDefault="001860CD" w:rsidP="003E7197">
                  <w:pPr>
                    <w:pStyle w:val="TableBodyText"/>
                    <w:spacing w:before="40"/>
                    <w:ind w:right="28"/>
                  </w:pPr>
                  <w:r w:rsidRPr="00195F89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860CD" w:rsidRPr="00195F89" w:rsidRDefault="001860CD" w:rsidP="003E7197">
                  <w:pPr>
                    <w:pStyle w:val="TableBodyText"/>
                    <w:spacing w:before="40"/>
                    <w:ind w:right="28"/>
                  </w:pPr>
                  <w:r w:rsidRPr="00195F89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860CD" w:rsidRPr="00CC78F4" w:rsidRDefault="001860CD" w:rsidP="003E7197">
            <w:pPr>
              <w:pStyle w:val="Box"/>
            </w:pP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60CD" w:rsidRPr="00CC78F4" w:rsidRDefault="00FC0A91" w:rsidP="00665410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1860CD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860CD" w:rsidRPr="00CC78F4" w:rsidRDefault="001860CD" w:rsidP="003E7197">
            <w:pPr>
              <w:pStyle w:val="Box"/>
              <w:jc w:val="center"/>
              <w:rPr>
                <w:b/>
              </w:rPr>
            </w:pPr>
            <w:r w:rsidRPr="00195F89">
              <w:rPr>
                <w:b/>
              </w:rPr>
              <w:t>Benchmark met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Box"/>
              <w:spacing w:before="0" w:line="120" w:lineRule="exact"/>
            </w:pPr>
          </w:p>
        </w:tc>
      </w:tr>
      <w:tr w:rsidR="001860CD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860CD" w:rsidRPr="00626D32" w:rsidRDefault="001860CD" w:rsidP="003E7197">
            <w:pPr>
              <w:pStyle w:val="BoxSpaceBelow"/>
            </w:pPr>
          </w:p>
        </w:tc>
      </w:tr>
    </w:tbl>
    <w:p w:rsidR="00FC0A91" w:rsidRPr="00FC0A91" w:rsidRDefault="00FC0A91" w:rsidP="00FC0A91">
      <w:pPr>
        <w:pStyle w:val="Heading4"/>
        <w:ind w:left="1985" w:hanging="1985"/>
        <w:rPr>
          <w:b/>
        </w:rPr>
      </w:pPr>
      <w:r>
        <w:rPr>
          <w:b/>
        </w:rPr>
        <w:t>Benchmark 4:</w:t>
      </w:r>
      <w:r w:rsidR="00F622A5"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1860CD" w:rsidRDefault="00FC0A91" w:rsidP="00FC0A91">
      <w:pPr>
        <w:pStyle w:val="BodyText"/>
      </w:pPr>
      <w:r>
        <w:t xml:space="preserve">Benchmark 4 </w:t>
      </w:r>
      <w:r w:rsidRPr="00CC0A62">
        <w:t xml:space="preserve">was MET: </w:t>
      </w:r>
      <w:r w:rsidR="001860CD" w:rsidRPr="00CC0A62">
        <w:t>Vaccination rates for four year old children were higher than the baseline (table 2.</w:t>
      </w:r>
      <w:r w:rsidR="001B28B9" w:rsidRPr="00CC0A62">
        <w:t>1</w:t>
      </w:r>
      <w:r w:rsidR="007774B0">
        <w:t>7</w:t>
      </w:r>
      <w:r w:rsidR="001860CD">
        <w:t>).</w:t>
      </w:r>
    </w:p>
    <w:p w:rsidR="001860CD" w:rsidRDefault="001860CD" w:rsidP="001860CD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860CD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1B28B9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17</w:t>
            </w:r>
            <w:r>
              <w:tab/>
              <w:t xml:space="preserve">Vaccination coverage among four year olds in </w:t>
            </w:r>
            <w:r w:rsidR="001B28B9">
              <w:t>S</w:t>
            </w:r>
            <w:r>
              <w:t>A</w:t>
            </w:r>
          </w:p>
          <w:p w:rsidR="001860CD" w:rsidRPr="00C20975" w:rsidRDefault="001860CD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1860CD" w:rsidRPr="00CC0A62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0A62" w:rsidRDefault="001860CD" w:rsidP="003E7197">
                  <w:pPr>
                    <w:pStyle w:val="TableColumnHeading"/>
                    <w:jc w:val="left"/>
                  </w:pPr>
                  <w:r w:rsidRPr="00CC0A62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0A62" w:rsidRDefault="001860CD" w:rsidP="007373AD">
                  <w:pPr>
                    <w:pStyle w:val="TableColumnHeading"/>
                  </w:pPr>
                  <w:r w:rsidRPr="00CC0A62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0A62" w:rsidRDefault="001860CD" w:rsidP="007373AD">
                  <w:pPr>
                    <w:pStyle w:val="TableColumnHeading"/>
                    <w:ind w:right="155"/>
                  </w:pPr>
                  <w:r w:rsidRPr="00CC0A62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0A62" w:rsidRDefault="001860CD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0A62">
                    <w:t>Assessment</w:t>
                  </w:r>
                  <w:r w:rsidR="00FC0A91" w:rsidRPr="00CC0A62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860CD" w:rsidRPr="00CC0A62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0A62" w:rsidRDefault="001860CD" w:rsidP="003E7197">
                  <w:pPr>
                    <w:pStyle w:val="TableBodyText"/>
                    <w:spacing w:before="40"/>
                    <w:jc w:val="left"/>
                  </w:pPr>
                  <w:r w:rsidRPr="00CC0A62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0A62" w:rsidRDefault="00183A18" w:rsidP="004526FE">
                  <w:pPr>
                    <w:pStyle w:val="TableBodyText"/>
                    <w:spacing w:before="40"/>
                  </w:pPr>
                  <w:r>
                    <w:t>90.6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860CD" w:rsidRPr="00CC0A62" w:rsidRDefault="00183A18" w:rsidP="007373AD">
                  <w:pPr>
                    <w:pStyle w:val="TableBodyText"/>
                    <w:spacing w:before="40"/>
                    <w:ind w:right="155"/>
                  </w:pPr>
                  <w:r>
                    <w:t>93.4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860CD" w:rsidRPr="00CC0A62" w:rsidRDefault="001860CD" w:rsidP="003E7197">
                  <w:pPr>
                    <w:pStyle w:val="TableBodyText"/>
                    <w:spacing w:before="40"/>
                    <w:ind w:right="28"/>
                  </w:pPr>
                  <w:r w:rsidRPr="00CC0A6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860CD" w:rsidRPr="00CC0A62" w:rsidRDefault="001860CD" w:rsidP="003E7197">
                  <w:pPr>
                    <w:pStyle w:val="TableBodyText"/>
                    <w:spacing w:before="40"/>
                    <w:ind w:right="28"/>
                  </w:pPr>
                  <w:r w:rsidRPr="00CC0A6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860CD" w:rsidRPr="00CC0A62" w:rsidRDefault="001860CD" w:rsidP="003E7197">
            <w:pPr>
              <w:pStyle w:val="Box"/>
            </w:pP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60CD" w:rsidRPr="00CC0A62" w:rsidRDefault="00FC0A91" w:rsidP="003E7197">
            <w:pPr>
              <w:pStyle w:val="Note"/>
              <w:rPr>
                <w:i/>
              </w:rPr>
            </w:pPr>
            <w:r w:rsidRPr="00CC0A62">
              <w:rPr>
                <w:rStyle w:val="NoteLabel"/>
              </w:rPr>
              <w:t>a</w:t>
            </w:r>
            <w:r w:rsidRPr="00CC0A62">
              <w:t xml:space="preserve"> The benchmark is met if the coverage rate is equal to or higher than the baseline or 92.5 per cent.</w:t>
            </w:r>
          </w:p>
        </w:tc>
      </w:tr>
      <w:tr w:rsidR="001860CD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860CD" w:rsidRPr="00CC0A62" w:rsidRDefault="001860CD" w:rsidP="003E7197">
            <w:pPr>
              <w:pStyle w:val="Box"/>
              <w:jc w:val="center"/>
              <w:rPr>
                <w:b/>
              </w:rPr>
            </w:pPr>
            <w:r w:rsidRPr="00CC0A62">
              <w:rPr>
                <w:b/>
              </w:rPr>
              <w:t>Benchmark met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Box"/>
              <w:spacing w:before="0" w:line="120" w:lineRule="exact"/>
            </w:pPr>
          </w:p>
        </w:tc>
      </w:tr>
      <w:tr w:rsidR="001860CD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860CD" w:rsidRPr="00626D32" w:rsidRDefault="001860CD" w:rsidP="003E7197">
            <w:pPr>
              <w:pStyle w:val="BoxSpaceBelow"/>
            </w:pPr>
          </w:p>
        </w:tc>
      </w:tr>
    </w:tbl>
    <w:p w:rsidR="001860CD" w:rsidRPr="00C20975" w:rsidRDefault="001860CD" w:rsidP="001860CD">
      <w:pPr>
        <w:pStyle w:val="BodyText"/>
      </w:pPr>
    </w:p>
    <w:p w:rsidR="00183A24" w:rsidRDefault="00183A24" w:rsidP="00120072">
      <w:pPr>
        <w:pStyle w:val="BodyText"/>
      </w:pPr>
    </w:p>
    <w:p w:rsidR="001860CD" w:rsidRDefault="001860CD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Tasmania</w:t>
      </w:r>
    </w:p>
    <w:p w:rsidR="00634568" w:rsidRPr="00E01DED" w:rsidRDefault="00634568" w:rsidP="00634568">
      <w:pPr>
        <w:pStyle w:val="Heading3"/>
      </w:pPr>
      <w:r w:rsidRPr="00E01DED">
        <w:t>Tasmania has met</w:t>
      </w:r>
      <w:r w:rsidR="007443FA" w:rsidRPr="00E01DED">
        <w:t xml:space="preserve"> </w:t>
      </w:r>
      <w:r w:rsidR="007E49AD">
        <w:t>all</w:t>
      </w:r>
      <w:r w:rsidR="0046513E" w:rsidRPr="00E01DED">
        <w:t xml:space="preserve"> four</w:t>
      </w:r>
      <w:r w:rsidRPr="00E01DED">
        <w:t xml:space="preserve"> benchmarks</w:t>
      </w:r>
    </w:p>
    <w:p w:rsidR="0046513E" w:rsidRDefault="0046513E" w:rsidP="0046513E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634568" w:rsidRPr="00503AF8" w:rsidRDefault="00634568" w:rsidP="0046513E">
      <w:pPr>
        <w:pStyle w:val="BodyText"/>
      </w:pPr>
      <w:r w:rsidRPr="00503AF8">
        <w:t xml:space="preserve">Benchmark 1 </w:t>
      </w:r>
      <w:r w:rsidRPr="0050597E">
        <w:t xml:space="preserve">was </w:t>
      </w:r>
      <w:r w:rsidR="0046513E" w:rsidRPr="0050597E">
        <w:t xml:space="preserve">MET: </w:t>
      </w:r>
      <w:r w:rsidRPr="0050597E">
        <w:t xml:space="preserve">Vaccination rates for Indigenous children were </w:t>
      </w:r>
      <w:r w:rsidR="008A3485" w:rsidRPr="0050597E">
        <w:t xml:space="preserve">higher </w:t>
      </w:r>
      <w:r w:rsidRPr="0050597E">
        <w:t xml:space="preserve">than the baseline for </w:t>
      </w:r>
      <w:r w:rsidR="00B67542">
        <w:t xml:space="preserve">all three </w:t>
      </w:r>
      <w:r w:rsidRPr="0050597E">
        <w:t>age group</w:t>
      </w:r>
      <w:r w:rsidR="00B67542">
        <w:t>s</w:t>
      </w:r>
      <w:r w:rsidR="008F718C" w:rsidRPr="0050597E">
        <w:t xml:space="preserve"> </w:t>
      </w:r>
      <w:r w:rsidR="008F718C">
        <w:t>(table </w:t>
      </w:r>
      <w:r>
        <w:t>2.1</w:t>
      </w:r>
      <w:r w:rsidR="007774B0">
        <w:t>8</w:t>
      </w:r>
      <w:r w:rsidRPr="00503AF8">
        <w:t>).</w:t>
      </w:r>
    </w:p>
    <w:p w:rsidR="00634568" w:rsidRDefault="00634568" w:rsidP="00634568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634568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3619D0">
              <w:rPr>
                <w:b w:val="0"/>
                <w:noProof/>
              </w:rPr>
              <w:t>18</w:t>
            </w:r>
            <w:r>
              <w:tab/>
              <w:t>Vaccination coverage rates among Indigenous children in Tasmania</w:t>
            </w:r>
          </w:p>
          <w:p w:rsidR="00634568" w:rsidRPr="000D6520" w:rsidRDefault="00634568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634568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7373AD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CC78F4" w:rsidRDefault="00634568" w:rsidP="007373AD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CC78F4" w:rsidRDefault="00634568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4C71DB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634568" w:rsidRPr="00CC78F4" w:rsidRDefault="00634568" w:rsidP="003E7197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634568" w:rsidRPr="00976AB3" w:rsidRDefault="002E61F2" w:rsidP="003E7197">
                  <w:pPr>
                    <w:pStyle w:val="TableUnitsRow"/>
                  </w:pPr>
                  <w:r>
                    <w:t>89.7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634568" w:rsidRPr="00976AB3" w:rsidRDefault="002E61F2" w:rsidP="007373AD">
                  <w:pPr>
                    <w:pStyle w:val="TableUnitsRow"/>
                    <w:ind w:right="156"/>
                  </w:pPr>
                  <w:r>
                    <w:t>94.1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634568" w:rsidRPr="00976AB3" w:rsidRDefault="00976AB3" w:rsidP="00976AB3">
                  <w:pPr>
                    <w:pStyle w:val="TableBodyText"/>
                    <w:spacing w:before="40"/>
                    <w:ind w:right="28"/>
                  </w:pPr>
                  <w:r w:rsidRPr="00976AB3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634568" w:rsidRPr="00976AB3" w:rsidRDefault="00976AB3" w:rsidP="00976AB3">
                  <w:pPr>
                    <w:pStyle w:val="TableBodyText"/>
                    <w:spacing w:before="4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976AB3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</w:tcPr>
                <w:p w:rsidR="00634568" w:rsidRPr="00CC78F4" w:rsidRDefault="00634568" w:rsidP="003E7197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634568" w:rsidRPr="00976AB3" w:rsidRDefault="002E61F2" w:rsidP="003E7197">
                  <w:pPr>
                    <w:pStyle w:val="TableBodyText"/>
                  </w:pPr>
                  <w:r>
                    <w:t>93.2</w:t>
                  </w:r>
                </w:p>
              </w:tc>
              <w:tc>
                <w:tcPr>
                  <w:tcW w:w="1000" w:type="pct"/>
                </w:tcPr>
                <w:p w:rsidR="00634568" w:rsidRPr="00976AB3" w:rsidRDefault="002E61F2" w:rsidP="007373AD">
                  <w:pPr>
                    <w:pStyle w:val="TableBodyText"/>
                    <w:ind w:right="156"/>
                  </w:pPr>
                  <w:r>
                    <w:t>96.9</w:t>
                  </w:r>
                </w:p>
              </w:tc>
              <w:tc>
                <w:tcPr>
                  <w:tcW w:w="999" w:type="pct"/>
                </w:tcPr>
                <w:p w:rsidR="00634568" w:rsidRPr="00976AB3" w:rsidRDefault="002E61F2" w:rsidP="003E7197">
                  <w:pPr>
                    <w:pStyle w:val="TableBodyText"/>
                    <w:ind w:right="28"/>
                  </w:pPr>
                  <w:r w:rsidRPr="00976AB3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634568" w:rsidRPr="00976AB3" w:rsidRDefault="002E61F2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976AB3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634568" w:rsidP="003E7197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976AB3" w:rsidRDefault="002E61F2" w:rsidP="003E7197">
                  <w:pPr>
                    <w:pStyle w:val="TableBodyText"/>
                  </w:pPr>
                  <w:r>
                    <w:t>91.4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634568" w:rsidRPr="00976AB3" w:rsidRDefault="002E61F2" w:rsidP="007373AD">
                  <w:pPr>
                    <w:pStyle w:val="TableBodyText"/>
                    <w:ind w:right="156"/>
                  </w:pPr>
                  <w:r>
                    <w:t>95.4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634568" w:rsidRPr="00976AB3" w:rsidRDefault="00634568" w:rsidP="00634568">
                  <w:pPr>
                    <w:pStyle w:val="TableUnitsRow"/>
                    <w:spacing w:before="0"/>
                    <w:ind w:right="28"/>
                  </w:pPr>
                  <w:r w:rsidRPr="00976AB3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634568" w:rsidRPr="00976AB3" w:rsidRDefault="00634568" w:rsidP="00634568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976AB3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634568" w:rsidRPr="00CC78F4" w:rsidRDefault="00634568" w:rsidP="003E7197">
            <w:pPr>
              <w:pStyle w:val="Box"/>
            </w:pP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568" w:rsidRPr="00CC78F4" w:rsidRDefault="00B958AA" w:rsidP="003E7197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634568" w:rsidRPr="00CC78F4" w:rsidRDefault="00634568" w:rsidP="00976AB3">
            <w:pPr>
              <w:pStyle w:val="Box"/>
              <w:jc w:val="center"/>
              <w:rPr>
                <w:b/>
              </w:rPr>
            </w:pPr>
            <w:r w:rsidRPr="00976AB3">
              <w:rPr>
                <w:b/>
              </w:rPr>
              <w:t>Benchmark</w:t>
            </w:r>
            <w:r w:rsidR="004C71DB" w:rsidRPr="00976AB3">
              <w:rPr>
                <w:b/>
              </w:rPr>
              <w:t xml:space="preserve"> </w:t>
            </w:r>
            <w:r w:rsidRPr="00976AB3">
              <w:rPr>
                <w:b/>
              </w:rPr>
              <w:t>met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Box"/>
              <w:spacing w:before="0" w:line="120" w:lineRule="exact"/>
            </w:pPr>
          </w:p>
        </w:tc>
      </w:tr>
      <w:tr w:rsidR="00634568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634568" w:rsidRPr="00626D32" w:rsidRDefault="00634568" w:rsidP="003E7197">
            <w:pPr>
              <w:pStyle w:val="BoxSpaceBelow"/>
            </w:pPr>
          </w:p>
        </w:tc>
      </w:tr>
    </w:tbl>
    <w:p w:rsidR="00B958AA" w:rsidRDefault="00B958AA" w:rsidP="00B958AA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634568" w:rsidRPr="00E01DED" w:rsidRDefault="00CC78F4" w:rsidP="00B958AA">
      <w:pPr>
        <w:pStyle w:val="BodyText"/>
      </w:pPr>
      <w:r w:rsidRPr="00316298">
        <w:t xml:space="preserve">Benchmark 2 </w:t>
      </w:r>
      <w:r w:rsidRPr="00E01DED">
        <w:t>was MET: Tasmania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</w:t>
      </w:r>
      <w:r w:rsidR="00634568" w:rsidRPr="00E01DED">
        <w:t xml:space="preserve"> </w:t>
      </w:r>
    </w:p>
    <w:p w:rsidR="00634568" w:rsidRPr="00E01DED" w:rsidRDefault="00634568" w:rsidP="00B958AA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CC78F4" w:rsidRPr="00E01DE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634568" w:rsidRPr="00E01DED" w:rsidRDefault="00634568" w:rsidP="00CC78F4">
            <w:pPr>
              <w:pStyle w:val="Box"/>
              <w:keepNext w:val="0"/>
              <w:jc w:val="center"/>
              <w:rPr>
                <w:b/>
              </w:rPr>
            </w:pPr>
            <w:r w:rsidRPr="00E01DED">
              <w:rPr>
                <w:b/>
              </w:rPr>
              <w:t xml:space="preserve">Benchmark </w:t>
            </w:r>
            <w:r w:rsidR="00CC78F4" w:rsidRPr="00E01DED">
              <w:rPr>
                <w:b/>
              </w:rPr>
              <w:t>met</w:t>
            </w:r>
          </w:p>
        </w:tc>
      </w:tr>
    </w:tbl>
    <w:p w:rsidR="00B958AA" w:rsidRDefault="00B958AA" w:rsidP="00634568">
      <w:pPr>
        <w:pStyle w:val="Heading4"/>
        <w:rPr>
          <w:b/>
        </w:rPr>
      </w:pPr>
    </w:p>
    <w:p w:rsidR="00B958AA" w:rsidRDefault="00B958AA" w:rsidP="00B958AA">
      <w:pPr>
        <w:pStyle w:val="BodyText"/>
        <w:rPr>
          <w:rFonts w:ascii="Arial" w:hAnsi="Arial"/>
        </w:rPr>
      </w:pPr>
      <w:r>
        <w:br w:type="page"/>
      </w:r>
    </w:p>
    <w:p w:rsidR="00B958AA" w:rsidRDefault="00B958AA" w:rsidP="00634568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634568" w:rsidRPr="003B4D10" w:rsidRDefault="00634568" w:rsidP="00B958AA">
      <w:pPr>
        <w:pStyle w:val="BodyText"/>
      </w:pPr>
      <w:r>
        <w:t xml:space="preserve">Benchmark 3 </w:t>
      </w:r>
      <w:r w:rsidRPr="003B4D10">
        <w:t>was MET: The rate of wastage or leakage was lower than the benchmark (table 2.</w:t>
      </w:r>
      <w:r w:rsidR="007774B0" w:rsidRPr="003B4D10">
        <w:t>19</w:t>
      </w:r>
      <w:r w:rsidRPr="003B4D10">
        <w:t>).</w:t>
      </w:r>
    </w:p>
    <w:p w:rsidR="00634568" w:rsidRDefault="00634568" w:rsidP="00634568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634568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AD6E23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19</w:t>
            </w:r>
            <w:r>
              <w:tab/>
              <w:t xml:space="preserve">Vaccines lost to wastage or leakage in </w:t>
            </w:r>
            <w:r w:rsidR="00AD6E23">
              <w:t>Tasmania</w:t>
            </w:r>
          </w:p>
          <w:p w:rsidR="00634568" w:rsidRPr="00B96CFC" w:rsidRDefault="00634568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634568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7373AD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7373AD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CC78F4" w:rsidRDefault="00634568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0F4CB5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3B4D10" w:rsidRDefault="00720E96" w:rsidP="007373AD">
                  <w:pPr>
                    <w:pStyle w:val="TableBodyText"/>
                    <w:spacing w:before="40"/>
                    <w:ind w:right="156"/>
                  </w:pPr>
                  <w:r>
                    <w:t>4.7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634568" w:rsidRPr="003B4D10" w:rsidRDefault="00634568" w:rsidP="003E7197">
                  <w:pPr>
                    <w:pStyle w:val="TableBodyText"/>
                    <w:spacing w:before="40"/>
                    <w:ind w:right="28"/>
                  </w:pPr>
                  <w:r w:rsidRPr="003B4D10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634568" w:rsidRPr="003B4D10" w:rsidRDefault="00634568" w:rsidP="003E7197">
                  <w:pPr>
                    <w:pStyle w:val="TableBodyText"/>
                    <w:spacing w:before="40"/>
                    <w:ind w:right="28"/>
                  </w:pPr>
                  <w:r w:rsidRPr="003B4D10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634568" w:rsidRPr="00CC78F4" w:rsidRDefault="00634568" w:rsidP="003E7197">
            <w:pPr>
              <w:pStyle w:val="Box"/>
            </w:pP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568" w:rsidRPr="00CC78F4" w:rsidRDefault="000F4CB5" w:rsidP="00665410">
            <w:pPr>
              <w:pStyle w:val="Note"/>
              <w:rPr>
                <w:i/>
              </w:rPr>
            </w:pPr>
            <w:r w:rsidRPr="00CC78F4">
              <w:rPr>
                <w:rStyle w:val="NoteLabel"/>
              </w:rPr>
              <w:t>a</w:t>
            </w:r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634568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634568" w:rsidRPr="00CC78F4" w:rsidRDefault="00634568" w:rsidP="003E7197">
            <w:pPr>
              <w:pStyle w:val="Box"/>
              <w:jc w:val="center"/>
              <w:rPr>
                <w:b/>
              </w:rPr>
            </w:pPr>
            <w:r w:rsidRPr="003B4D10">
              <w:rPr>
                <w:b/>
              </w:rPr>
              <w:t>Benchmark met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Box"/>
              <w:spacing w:before="0" w:line="120" w:lineRule="exact"/>
            </w:pPr>
          </w:p>
        </w:tc>
      </w:tr>
      <w:tr w:rsidR="00634568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634568" w:rsidRPr="00626D32" w:rsidRDefault="00634568" w:rsidP="003E7197">
            <w:pPr>
              <w:pStyle w:val="BoxSpaceBelow"/>
            </w:pPr>
          </w:p>
        </w:tc>
      </w:tr>
    </w:tbl>
    <w:p w:rsidR="000F4CB5" w:rsidRDefault="000F4CB5" w:rsidP="000F4CB5">
      <w:pPr>
        <w:pStyle w:val="Heading4"/>
        <w:ind w:left="1985" w:hanging="1985"/>
      </w:pPr>
      <w:r>
        <w:rPr>
          <w:b/>
        </w:rPr>
        <w:t>Benchmark 4:</w:t>
      </w:r>
      <w:r w:rsidRPr="00FC0A91">
        <w:rPr>
          <w:b/>
        </w:rPr>
        <w:tab/>
      </w:r>
      <w:r w:rsidR="00F622A5">
        <w:rPr>
          <w:b/>
        </w:rPr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634568" w:rsidRPr="00D05C59" w:rsidRDefault="000F4CB5" w:rsidP="000F4CB5">
      <w:pPr>
        <w:pStyle w:val="BodyText"/>
      </w:pPr>
      <w:r>
        <w:t xml:space="preserve">Benchmark 4 </w:t>
      </w:r>
      <w:r w:rsidRPr="00D05C59">
        <w:t xml:space="preserve">was MET: </w:t>
      </w:r>
      <w:r w:rsidR="00634568" w:rsidRPr="00D05C59">
        <w:t>Vaccination rates for four year old children were higher than the baseline (table 2.</w:t>
      </w:r>
      <w:r w:rsidR="00097EDF" w:rsidRPr="00D05C59">
        <w:t>2</w:t>
      </w:r>
      <w:r w:rsidR="007774B0" w:rsidRPr="00D05C59">
        <w:t>0</w:t>
      </w:r>
      <w:r w:rsidR="00634568" w:rsidRPr="00D05C59">
        <w:t>).</w:t>
      </w:r>
    </w:p>
    <w:p w:rsidR="00634568" w:rsidRDefault="00634568" w:rsidP="00634568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634568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097EDF">
              <w:rPr>
                <w:b w:val="0"/>
              </w:rPr>
              <w:t xml:space="preserve"> 2.</w:t>
            </w:r>
            <w:r w:rsidR="003619D0">
              <w:rPr>
                <w:b w:val="0"/>
                <w:noProof/>
              </w:rPr>
              <w:t>20</w:t>
            </w:r>
            <w:r>
              <w:tab/>
              <w:t xml:space="preserve">Vaccination coverage among four year olds in </w:t>
            </w:r>
            <w:r w:rsidR="00097EDF">
              <w:t>Tasmania</w:t>
            </w:r>
          </w:p>
          <w:p w:rsidR="00634568" w:rsidRPr="00C20975" w:rsidRDefault="00634568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634568" w:rsidRPr="00D05C59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D05C59" w:rsidRDefault="00634568" w:rsidP="003E7197">
                  <w:pPr>
                    <w:pStyle w:val="TableColumnHeading"/>
                    <w:jc w:val="left"/>
                  </w:pPr>
                  <w:r w:rsidRPr="00D05C59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D05C59" w:rsidRDefault="00634568" w:rsidP="007373AD">
                  <w:pPr>
                    <w:pStyle w:val="TableColumnHeading"/>
                  </w:pPr>
                  <w:r w:rsidRPr="00D05C59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D05C59" w:rsidRDefault="00634568" w:rsidP="007373AD">
                  <w:pPr>
                    <w:pStyle w:val="TableColumnHeading"/>
                    <w:ind w:right="155"/>
                  </w:pPr>
                  <w:r w:rsidRPr="00D05C59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D05C59" w:rsidRDefault="00634568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D05C59">
                    <w:t>Assessment</w:t>
                  </w:r>
                  <w:r w:rsidR="000F4CB5" w:rsidRPr="00D05C59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634568" w:rsidRPr="00D05C59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D05C59" w:rsidRDefault="00634568" w:rsidP="003E7197">
                  <w:pPr>
                    <w:pStyle w:val="TableBodyText"/>
                    <w:spacing w:before="40"/>
                    <w:jc w:val="left"/>
                  </w:pPr>
                  <w:r w:rsidRPr="00D05C59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D05C59" w:rsidRDefault="00720E96" w:rsidP="003E7197">
                  <w:pPr>
                    <w:pStyle w:val="TableBodyText"/>
                    <w:spacing w:before="40"/>
                  </w:pPr>
                  <w:r>
                    <w:t>92.1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634568" w:rsidRPr="00D05C59" w:rsidRDefault="00720E96" w:rsidP="007373AD">
                  <w:pPr>
                    <w:pStyle w:val="TableBodyText"/>
                    <w:spacing w:before="40"/>
                    <w:ind w:right="155"/>
                  </w:pPr>
                  <w:r>
                    <w:t>94.1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634568" w:rsidRPr="00D05C59" w:rsidRDefault="00634568" w:rsidP="003E7197">
                  <w:pPr>
                    <w:pStyle w:val="TableBodyText"/>
                    <w:spacing w:before="40"/>
                    <w:ind w:right="28"/>
                  </w:pPr>
                  <w:r w:rsidRPr="00D05C59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634568" w:rsidRPr="00D05C59" w:rsidRDefault="00634568" w:rsidP="003E7197">
                  <w:pPr>
                    <w:pStyle w:val="TableBodyText"/>
                    <w:spacing w:before="40"/>
                    <w:ind w:right="28"/>
                  </w:pPr>
                  <w:r w:rsidRPr="00D05C59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634568" w:rsidRPr="00D05C59" w:rsidRDefault="00634568" w:rsidP="003E7197">
            <w:pPr>
              <w:pStyle w:val="Box"/>
            </w:pP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568" w:rsidRPr="00D05C59" w:rsidRDefault="000F4CB5" w:rsidP="003E7197">
            <w:pPr>
              <w:pStyle w:val="Note"/>
              <w:rPr>
                <w:i/>
              </w:rPr>
            </w:pPr>
            <w:r w:rsidRPr="00D05C59">
              <w:rPr>
                <w:rStyle w:val="NoteLabel"/>
              </w:rPr>
              <w:t>a</w:t>
            </w:r>
            <w:r w:rsidRPr="00D05C59">
              <w:t xml:space="preserve"> The benchmark is met if the coverage rate is equal to or higher than the baseline or 92.5 per cent.</w:t>
            </w:r>
          </w:p>
        </w:tc>
      </w:tr>
      <w:tr w:rsidR="00634568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634568" w:rsidRPr="00D05C59" w:rsidRDefault="00634568" w:rsidP="003E7197">
            <w:pPr>
              <w:pStyle w:val="Box"/>
              <w:jc w:val="center"/>
              <w:rPr>
                <w:b/>
              </w:rPr>
            </w:pPr>
            <w:r w:rsidRPr="00D05C59">
              <w:rPr>
                <w:b/>
              </w:rPr>
              <w:t>Benchmark met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Box"/>
              <w:spacing w:before="0" w:line="120" w:lineRule="exact"/>
            </w:pPr>
          </w:p>
        </w:tc>
      </w:tr>
      <w:tr w:rsidR="00634568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634568" w:rsidRPr="00626D32" w:rsidRDefault="00634568" w:rsidP="003E7197">
            <w:pPr>
              <w:pStyle w:val="BoxSpaceBelow"/>
            </w:pPr>
          </w:p>
        </w:tc>
      </w:tr>
    </w:tbl>
    <w:p w:rsidR="00634568" w:rsidRPr="00C20975" w:rsidRDefault="00634568" w:rsidP="00634568">
      <w:pPr>
        <w:pStyle w:val="BodyText"/>
      </w:pPr>
    </w:p>
    <w:p w:rsidR="00183A24" w:rsidRDefault="00183A24" w:rsidP="00120072">
      <w:pPr>
        <w:pStyle w:val="BodyText"/>
      </w:pPr>
    </w:p>
    <w:p w:rsidR="00634568" w:rsidRDefault="00634568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Australian Capital Territory</w:t>
      </w:r>
    </w:p>
    <w:p w:rsidR="009643E5" w:rsidRPr="0072601B" w:rsidRDefault="009643E5" w:rsidP="009643E5">
      <w:pPr>
        <w:pStyle w:val="Heading3"/>
      </w:pPr>
      <w:r w:rsidRPr="0072601B">
        <w:t xml:space="preserve">The Australian Capital Territory has met </w:t>
      </w:r>
      <w:r w:rsidR="0072601B" w:rsidRPr="0072601B">
        <w:t xml:space="preserve">all </w:t>
      </w:r>
      <w:r w:rsidR="0051096C" w:rsidRPr="0072601B">
        <w:t>four</w:t>
      </w:r>
      <w:r w:rsidRPr="0072601B">
        <w:t xml:space="preserve"> benchmarks</w:t>
      </w:r>
    </w:p>
    <w:p w:rsidR="0051096C" w:rsidRDefault="0051096C" w:rsidP="0051096C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9643E5" w:rsidRPr="00503AF8" w:rsidRDefault="009643E5" w:rsidP="0051096C">
      <w:pPr>
        <w:pStyle w:val="BodyText"/>
      </w:pPr>
      <w:r w:rsidRPr="00503AF8">
        <w:t xml:space="preserve">Benchmark </w:t>
      </w:r>
      <w:r w:rsidR="0051096C">
        <w:t xml:space="preserve">1 </w:t>
      </w:r>
      <w:r w:rsidR="0051096C" w:rsidRPr="0050597E">
        <w:t xml:space="preserve">was MET: </w:t>
      </w:r>
      <w:r w:rsidRPr="0050597E">
        <w:t>Vaccination rates for Indigenous children were</w:t>
      </w:r>
      <w:r w:rsidR="00030EA2" w:rsidRPr="0050597E">
        <w:t xml:space="preserve"> higher than the baseline </w:t>
      </w:r>
      <w:r w:rsidR="00B67542">
        <w:t>for two of the</w:t>
      </w:r>
      <w:r w:rsidR="00030EA2" w:rsidRPr="0050597E">
        <w:t xml:space="preserve"> three age groups </w:t>
      </w:r>
      <w:r w:rsidR="00B67542">
        <w:t xml:space="preserve">— lower than the baseline and 92.5 per cent for the 60-63 month age group </w:t>
      </w:r>
      <w:r>
        <w:t>(table 2.</w:t>
      </w:r>
      <w:r w:rsidR="008453DA">
        <w:t>2</w:t>
      </w:r>
      <w:r w:rsidR="007774B0">
        <w:t>1</w:t>
      </w:r>
      <w:r w:rsidRPr="00503AF8">
        <w:t>).</w:t>
      </w:r>
    </w:p>
    <w:p w:rsidR="009643E5" w:rsidRDefault="009643E5" w:rsidP="009643E5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9643E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8453DA">
              <w:rPr>
                <w:b w:val="0"/>
              </w:rPr>
              <w:t>2.</w:t>
            </w:r>
            <w:r w:rsidR="003619D0">
              <w:rPr>
                <w:b w:val="0"/>
                <w:noProof/>
              </w:rPr>
              <w:t>21</w:t>
            </w:r>
            <w:r>
              <w:tab/>
              <w:t>Vaccination coverage rates among Indigenous children in the ACT</w:t>
            </w:r>
          </w:p>
          <w:p w:rsidR="009643E5" w:rsidRPr="000D6520" w:rsidRDefault="009643E5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9643E5" w:rsidRPr="0072601B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3E7197">
                  <w:pPr>
                    <w:pStyle w:val="TableColumnHeading"/>
                    <w:jc w:val="left"/>
                  </w:pPr>
                  <w:r w:rsidRPr="0072601B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7373AD">
                  <w:pPr>
                    <w:pStyle w:val="TableColumnHeading"/>
                  </w:pPr>
                  <w:r w:rsidRPr="0072601B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7373AD">
                  <w:pPr>
                    <w:pStyle w:val="TableColumnHeading"/>
                    <w:ind w:right="156"/>
                  </w:pPr>
                  <w:r w:rsidRPr="0072601B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="004C71DB"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453DA" w:rsidRPr="0072601B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453DA" w:rsidRPr="0072601B" w:rsidRDefault="008453DA" w:rsidP="003E7197">
                  <w:pPr>
                    <w:pStyle w:val="TableUnitsRow"/>
                    <w:jc w:val="left"/>
                  </w:pPr>
                  <w:r w:rsidRPr="0072601B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453DA" w:rsidRPr="0050597E" w:rsidRDefault="008831FB" w:rsidP="003E7197">
                  <w:pPr>
                    <w:pStyle w:val="TableUnitsRow"/>
                  </w:pPr>
                  <w:r>
                    <w:t>91.7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453DA" w:rsidRPr="0050597E" w:rsidRDefault="008831FB" w:rsidP="007373AD">
                  <w:pPr>
                    <w:pStyle w:val="TableUnitsRow"/>
                    <w:ind w:right="156"/>
                  </w:pPr>
                  <w:r>
                    <w:t>92.9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453DA" w:rsidRPr="0050597E" w:rsidRDefault="008453DA" w:rsidP="008453DA">
                  <w:pPr>
                    <w:pStyle w:val="TableUnitsRow"/>
                    <w:ind w:right="28"/>
                  </w:pPr>
                  <w:r w:rsidRPr="0050597E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453DA" w:rsidRPr="0050597E" w:rsidRDefault="008453DA" w:rsidP="008453D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50597E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9643E5" w:rsidRPr="0072601B" w:rsidTr="003E7197">
              <w:tc>
                <w:tcPr>
                  <w:tcW w:w="1000" w:type="pct"/>
                </w:tcPr>
                <w:p w:rsidR="009643E5" w:rsidRPr="0072601B" w:rsidRDefault="009643E5" w:rsidP="003E7197">
                  <w:pPr>
                    <w:pStyle w:val="TableBodyText"/>
                    <w:jc w:val="left"/>
                  </w:pPr>
                  <w:r w:rsidRPr="0072601B">
                    <w:t>24–27 months</w:t>
                  </w:r>
                </w:p>
              </w:tc>
              <w:tc>
                <w:tcPr>
                  <w:tcW w:w="1002" w:type="pct"/>
                </w:tcPr>
                <w:p w:rsidR="009643E5" w:rsidRPr="0050597E" w:rsidRDefault="008831FB" w:rsidP="003E7197">
                  <w:pPr>
                    <w:pStyle w:val="TableBodyText"/>
                  </w:pPr>
                  <w:r>
                    <w:t>92.5</w:t>
                  </w:r>
                </w:p>
              </w:tc>
              <w:tc>
                <w:tcPr>
                  <w:tcW w:w="1000" w:type="pct"/>
                </w:tcPr>
                <w:p w:rsidR="009643E5" w:rsidRPr="0050597E" w:rsidRDefault="008831FB" w:rsidP="0050597E">
                  <w:pPr>
                    <w:pStyle w:val="TableBodyText"/>
                    <w:ind w:right="156"/>
                  </w:pPr>
                  <w:r>
                    <w:t>95.8</w:t>
                  </w:r>
                </w:p>
              </w:tc>
              <w:tc>
                <w:tcPr>
                  <w:tcW w:w="999" w:type="pct"/>
                </w:tcPr>
                <w:p w:rsidR="009643E5" w:rsidRPr="0050597E" w:rsidRDefault="009B4EFD" w:rsidP="003E7197">
                  <w:pPr>
                    <w:pStyle w:val="TableBodyText"/>
                    <w:ind w:right="28"/>
                  </w:pPr>
                  <w:r w:rsidRPr="0050597E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9643E5" w:rsidRPr="0050597E" w:rsidRDefault="009B4EFD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50597E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9643E5" w:rsidRPr="0072601B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643E5" w:rsidP="003E7197">
                  <w:pPr>
                    <w:pStyle w:val="TableBodyText"/>
                    <w:jc w:val="left"/>
                  </w:pPr>
                  <w:r w:rsidRPr="0072601B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50597E" w:rsidRDefault="008831FB" w:rsidP="003E7197">
                  <w:pPr>
                    <w:pStyle w:val="TableBodyText"/>
                  </w:pPr>
                  <w:r>
                    <w:t>93.0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9643E5" w:rsidRPr="0050597E" w:rsidRDefault="008831FB" w:rsidP="007373AD">
                  <w:pPr>
                    <w:pStyle w:val="TableBodyText"/>
                    <w:ind w:right="156"/>
                  </w:pPr>
                  <w:r>
                    <w:t>92.0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9643E5" w:rsidRPr="0050597E" w:rsidRDefault="008831FB" w:rsidP="003E7197">
                  <w:pPr>
                    <w:pStyle w:val="TableUnitsRow"/>
                    <w:spacing w:before="0"/>
                    <w:ind w:right="28"/>
                  </w:pPr>
                  <w:r w:rsidRPr="003B4D10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9643E5" w:rsidRPr="0050597E" w:rsidRDefault="008831FB" w:rsidP="003E7197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976AB3">
                    <w:rPr>
                      <w:b/>
                      <w:sz w:val="24"/>
                      <w:szCs w:val="24"/>
                    </w:rPr>
                    <w:sym w:font="Wingdings" w:char="F0FB"/>
                  </w:r>
                </w:p>
              </w:tc>
            </w:tr>
          </w:tbl>
          <w:p w:rsidR="009643E5" w:rsidRPr="0072601B" w:rsidRDefault="009643E5" w:rsidP="003E7197">
            <w:pPr>
              <w:pStyle w:val="Box"/>
            </w:pP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43E5" w:rsidRPr="0072601B" w:rsidRDefault="0051096C" w:rsidP="003E7197">
            <w:pPr>
              <w:pStyle w:val="Note"/>
              <w:rPr>
                <w:i/>
              </w:rPr>
            </w:pPr>
            <w:r w:rsidRPr="0072601B">
              <w:rPr>
                <w:rStyle w:val="NoteLabel"/>
              </w:rPr>
              <w:t>a</w:t>
            </w:r>
            <w:r w:rsidRPr="0072601B">
              <w:t xml:space="preserve"> The benchmark is met if at least two of the three age groups have coverage rates equal to or higher than the baseline or 92.5 per cent.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9643E5" w:rsidRPr="0072601B" w:rsidRDefault="009643E5" w:rsidP="003E7197">
            <w:pPr>
              <w:pStyle w:val="Box"/>
              <w:jc w:val="center"/>
              <w:rPr>
                <w:b/>
              </w:rPr>
            </w:pPr>
            <w:r w:rsidRPr="0050597E">
              <w:rPr>
                <w:b/>
              </w:rPr>
              <w:t>Benchmark</w:t>
            </w:r>
            <w:r w:rsidR="00030EA2" w:rsidRPr="0050597E">
              <w:rPr>
                <w:b/>
              </w:rPr>
              <w:t xml:space="preserve"> </w:t>
            </w:r>
            <w:r w:rsidRPr="0050597E">
              <w:rPr>
                <w:b/>
              </w:rPr>
              <w:t>met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Box"/>
              <w:spacing w:before="0" w:line="120" w:lineRule="exact"/>
            </w:pPr>
          </w:p>
        </w:tc>
      </w:tr>
      <w:tr w:rsidR="009643E5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9643E5" w:rsidRPr="00626D32" w:rsidRDefault="009643E5" w:rsidP="003E7197">
            <w:pPr>
              <w:pStyle w:val="BoxSpaceBelow"/>
            </w:pPr>
          </w:p>
        </w:tc>
      </w:tr>
    </w:tbl>
    <w:p w:rsidR="0051096C" w:rsidRDefault="0051096C" w:rsidP="0051096C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9643E5" w:rsidRPr="00E01DED" w:rsidRDefault="0072601B" w:rsidP="0051096C">
      <w:pPr>
        <w:pStyle w:val="BodyText"/>
      </w:pPr>
      <w:r w:rsidRPr="00316298">
        <w:t xml:space="preserve">Benchmark 2 </w:t>
      </w:r>
      <w:r w:rsidRPr="00E01DED">
        <w:t>was MET: the ACT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</w:t>
      </w:r>
      <w:r w:rsidR="009643E5" w:rsidRPr="00E01DED">
        <w:t xml:space="preserve"> </w:t>
      </w:r>
    </w:p>
    <w:p w:rsidR="009643E5" w:rsidRPr="00E01DED" w:rsidRDefault="009643E5" w:rsidP="009643E5">
      <w:pPr>
        <w:pStyle w:val="BodyText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7443FA" w:rsidRPr="0072601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9643E5" w:rsidRPr="0072601B" w:rsidRDefault="009643E5" w:rsidP="0051096C">
            <w:pPr>
              <w:pStyle w:val="Box"/>
              <w:keepNext w:val="0"/>
              <w:jc w:val="center"/>
              <w:rPr>
                <w:b/>
              </w:rPr>
            </w:pPr>
            <w:r w:rsidRPr="00E01DED">
              <w:rPr>
                <w:b/>
              </w:rPr>
              <w:t xml:space="preserve">Benchmark </w:t>
            </w:r>
            <w:r w:rsidR="0072601B" w:rsidRPr="00E01DED">
              <w:rPr>
                <w:b/>
              </w:rPr>
              <w:t>met</w:t>
            </w:r>
          </w:p>
        </w:tc>
      </w:tr>
    </w:tbl>
    <w:p w:rsidR="0051096C" w:rsidRDefault="0051096C" w:rsidP="009643E5">
      <w:pPr>
        <w:pStyle w:val="Heading4"/>
        <w:rPr>
          <w:b/>
        </w:rPr>
      </w:pPr>
    </w:p>
    <w:p w:rsidR="0051096C" w:rsidRDefault="0051096C" w:rsidP="0051096C">
      <w:pPr>
        <w:pStyle w:val="BodyText"/>
        <w:rPr>
          <w:rFonts w:ascii="Arial" w:hAnsi="Arial"/>
        </w:rPr>
      </w:pPr>
      <w:r>
        <w:br w:type="page"/>
      </w:r>
    </w:p>
    <w:p w:rsidR="0051096C" w:rsidRDefault="0051096C" w:rsidP="009643E5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9643E5" w:rsidRDefault="009643E5" w:rsidP="0051096C">
      <w:pPr>
        <w:pStyle w:val="BodyText"/>
      </w:pPr>
      <w:r w:rsidRPr="007443FA">
        <w:t xml:space="preserve">Benchmark 3 was </w:t>
      </w:r>
      <w:r w:rsidRPr="003B4D10">
        <w:t xml:space="preserve">MET: The rate of wastage or leakage was lower than the benchmark </w:t>
      </w:r>
      <w:r>
        <w:t>(table 2.2</w:t>
      </w:r>
      <w:r w:rsidR="007774B0">
        <w:t>2</w:t>
      </w:r>
      <w:r>
        <w:t>).</w:t>
      </w:r>
    </w:p>
    <w:p w:rsidR="009643E5" w:rsidRDefault="009643E5" w:rsidP="009643E5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9643E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8453DA">
              <w:rPr>
                <w:b w:val="0"/>
              </w:rPr>
              <w:t>2.</w:t>
            </w:r>
            <w:r w:rsidR="003619D0">
              <w:rPr>
                <w:b w:val="0"/>
                <w:noProof/>
              </w:rPr>
              <w:t>22</w:t>
            </w:r>
            <w:r>
              <w:tab/>
              <w:t>Vaccines lost to wastage or leakage in the ACT</w:t>
            </w:r>
          </w:p>
          <w:p w:rsidR="009643E5" w:rsidRPr="00B96CFC" w:rsidRDefault="009643E5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9643E5" w:rsidRPr="0072601B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E9392E">
                  <w:pPr>
                    <w:pStyle w:val="TableColumnHeading"/>
                  </w:pPr>
                  <w:r w:rsidRPr="0072601B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E9392E">
                  <w:pPr>
                    <w:pStyle w:val="TableColumnHeading"/>
                    <w:ind w:right="156"/>
                  </w:pPr>
                  <w:r w:rsidRPr="0072601B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="0051096C"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9643E5" w:rsidRPr="0072601B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  <w:jc w:val="left"/>
                  </w:pPr>
                  <w:r w:rsidRPr="0072601B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</w:pPr>
                  <w:r w:rsidRPr="0072601B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3B4D10" w:rsidRDefault="00532042" w:rsidP="00E9392E">
                  <w:pPr>
                    <w:pStyle w:val="TableBodyText"/>
                    <w:spacing w:before="40"/>
                    <w:ind w:right="156"/>
                  </w:pPr>
                  <w:r>
                    <w:t>2.7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9643E5" w:rsidRPr="003B4D10" w:rsidRDefault="009643E5" w:rsidP="003E7197">
                  <w:pPr>
                    <w:pStyle w:val="TableBodyText"/>
                    <w:spacing w:before="40"/>
                    <w:ind w:right="28"/>
                  </w:pPr>
                  <w:r w:rsidRPr="003B4D10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9643E5" w:rsidRPr="003B4D10" w:rsidRDefault="009643E5" w:rsidP="003E7197">
                  <w:pPr>
                    <w:pStyle w:val="TableBodyText"/>
                    <w:spacing w:before="40"/>
                    <w:ind w:right="28"/>
                  </w:pPr>
                  <w:r w:rsidRPr="003B4D10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9643E5" w:rsidRPr="0072601B" w:rsidRDefault="009643E5" w:rsidP="003E7197">
            <w:pPr>
              <w:pStyle w:val="Box"/>
            </w:pP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43E5" w:rsidRPr="0072601B" w:rsidRDefault="0051096C" w:rsidP="003E7197">
            <w:pPr>
              <w:pStyle w:val="Note"/>
              <w:rPr>
                <w:i/>
              </w:rPr>
            </w:pPr>
            <w:r w:rsidRPr="0072601B">
              <w:rPr>
                <w:rStyle w:val="NoteLabel"/>
              </w:rPr>
              <w:t>a</w:t>
            </w:r>
            <w:r w:rsidRPr="0072601B">
              <w:t xml:space="preserve"> The benchmark is met if wastage or leakage is less than or equal to 10 per cent.</w:t>
            </w:r>
          </w:p>
        </w:tc>
      </w:tr>
      <w:tr w:rsidR="009643E5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9643E5" w:rsidRPr="0072601B" w:rsidRDefault="009643E5" w:rsidP="003E7197">
            <w:pPr>
              <w:pStyle w:val="Box"/>
              <w:jc w:val="center"/>
              <w:rPr>
                <w:b/>
              </w:rPr>
            </w:pPr>
            <w:r w:rsidRPr="003B4D10">
              <w:rPr>
                <w:b/>
              </w:rPr>
              <w:t>Benchmark met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Box"/>
              <w:spacing w:before="0" w:line="120" w:lineRule="exact"/>
            </w:pPr>
          </w:p>
        </w:tc>
      </w:tr>
      <w:tr w:rsidR="009643E5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9643E5" w:rsidRPr="00626D32" w:rsidRDefault="009643E5" w:rsidP="003E7197">
            <w:pPr>
              <w:pStyle w:val="BoxSpaceBelow"/>
            </w:pPr>
          </w:p>
        </w:tc>
      </w:tr>
    </w:tbl>
    <w:p w:rsidR="0051096C" w:rsidRDefault="0051096C" w:rsidP="0051096C">
      <w:pPr>
        <w:pStyle w:val="Heading4"/>
        <w:ind w:left="1985" w:hanging="1985"/>
      </w:pPr>
      <w:r>
        <w:rPr>
          <w:b/>
        </w:rPr>
        <w:t>Benchmark 4:</w:t>
      </w:r>
      <w:r w:rsidR="00F622A5"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9643E5" w:rsidRDefault="0051096C" w:rsidP="0051096C">
      <w:pPr>
        <w:pStyle w:val="BodyText"/>
      </w:pPr>
      <w:r>
        <w:t xml:space="preserve">Benchmark 4 </w:t>
      </w:r>
      <w:r w:rsidRPr="00E01DED">
        <w:t xml:space="preserve">was MET: </w:t>
      </w:r>
      <w:r w:rsidR="009643E5" w:rsidRPr="00E01DED">
        <w:t>Vaccination rates for four year old children were higher than the baseline (table 2.2</w:t>
      </w:r>
      <w:r w:rsidR="007774B0" w:rsidRPr="00E01DED">
        <w:t>3</w:t>
      </w:r>
      <w:r w:rsidR="009643E5">
        <w:t>).</w:t>
      </w:r>
    </w:p>
    <w:p w:rsidR="009643E5" w:rsidRDefault="009643E5" w:rsidP="009643E5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9643E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6E3D4A">
              <w:rPr>
                <w:b w:val="0"/>
              </w:rPr>
              <w:t>2.</w:t>
            </w:r>
            <w:r w:rsidR="003619D0">
              <w:rPr>
                <w:b w:val="0"/>
                <w:noProof/>
              </w:rPr>
              <w:t>23</w:t>
            </w:r>
            <w:r>
              <w:tab/>
              <w:t>Vaccination coverage among four year olds in the ACT</w:t>
            </w:r>
          </w:p>
          <w:p w:rsidR="009643E5" w:rsidRPr="00C20975" w:rsidRDefault="009643E5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9643E5" w:rsidRPr="0072601B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3E7197">
                  <w:pPr>
                    <w:pStyle w:val="TableColumnHeading"/>
                    <w:jc w:val="left"/>
                  </w:pPr>
                  <w:r w:rsidRPr="0072601B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E9392E">
                  <w:pPr>
                    <w:pStyle w:val="TableColumnHeading"/>
                  </w:pPr>
                  <w:r w:rsidRPr="0072601B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E9392E">
                  <w:pPr>
                    <w:pStyle w:val="TableColumnHeading"/>
                    <w:ind w:right="155"/>
                  </w:pPr>
                  <w:r w:rsidRPr="0072601B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="0051096C"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9643E5" w:rsidRPr="0072601B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  <w:jc w:val="left"/>
                  </w:pPr>
                  <w:r w:rsidRPr="0072601B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E01DED" w:rsidRDefault="004C5508" w:rsidP="00E01DED">
                  <w:pPr>
                    <w:pStyle w:val="TableBodyText"/>
                    <w:spacing w:before="40"/>
                  </w:pPr>
                  <w:r>
                    <w:t>91.8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9643E5" w:rsidRPr="00E01DED" w:rsidRDefault="004C5508" w:rsidP="00E01DED">
                  <w:pPr>
                    <w:pStyle w:val="TableBodyText"/>
                    <w:spacing w:before="40"/>
                    <w:ind w:right="155"/>
                  </w:pPr>
                  <w:r>
                    <w:t>93.6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9643E5" w:rsidRPr="00E01DED" w:rsidRDefault="009643E5" w:rsidP="003E7197">
                  <w:pPr>
                    <w:pStyle w:val="TableBodyText"/>
                    <w:spacing w:before="40"/>
                    <w:ind w:right="28"/>
                  </w:pPr>
                  <w:r w:rsidRPr="00E01DE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9643E5" w:rsidRPr="00E01DED" w:rsidRDefault="009643E5" w:rsidP="003E7197">
                  <w:pPr>
                    <w:pStyle w:val="TableBodyText"/>
                    <w:spacing w:before="40"/>
                    <w:ind w:right="28"/>
                  </w:pPr>
                  <w:r w:rsidRPr="00E01DE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9643E5" w:rsidRPr="0072601B" w:rsidRDefault="009643E5" w:rsidP="003E7197">
            <w:pPr>
              <w:pStyle w:val="Box"/>
            </w:pP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43E5" w:rsidRPr="0072601B" w:rsidRDefault="006E1EE8" w:rsidP="003E7197">
            <w:pPr>
              <w:pStyle w:val="Note"/>
              <w:rPr>
                <w:i/>
              </w:rPr>
            </w:pPr>
            <w:r w:rsidRPr="0072601B">
              <w:rPr>
                <w:rStyle w:val="NoteLabel"/>
              </w:rPr>
              <w:t>a</w:t>
            </w:r>
            <w:r w:rsidRPr="0072601B">
              <w:t xml:space="preserve"> The benchmark is met if the coverage rate is equal to or higher than the baseline or 92.5 per cent.</w:t>
            </w:r>
          </w:p>
        </w:tc>
      </w:tr>
      <w:tr w:rsidR="009643E5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9643E5" w:rsidRPr="0072601B" w:rsidRDefault="009643E5" w:rsidP="003E7197">
            <w:pPr>
              <w:pStyle w:val="Box"/>
              <w:jc w:val="center"/>
              <w:rPr>
                <w:b/>
              </w:rPr>
            </w:pPr>
            <w:r w:rsidRPr="00E01DED">
              <w:rPr>
                <w:b/>
              </w:rPr>
              <w:t>Benchmark met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Box"/>
              <w:spacing w:before="0" w:line="120" w:lineRule="exact"/>
            </w:pPr>
          </w:p>
        </w:tc>
      </w:tr>
      <w:tr w:rsidR="009643E5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9643E5" w:rsidRPr="00626D32" w:rsidRDefault="009643E5" w:rsidP="003E7197">
            <w:pPr>
              <w:pStyle w:val="BoxSpaceBelow"/>
            </w:pPr>
          </w:p>
        </w:tc>
      </w:tr>
    </w:tbl>
    <w:p w:rsidR="009643E5" w:rsidRPr="00C20975" w:rsidRDefault="009643E5" w:rsidP="009643E5">
      <w:pPr>
        <w:pStyle w:val="BodyText"/>
      </w:pPr>
    </w:p>
    <w:p w:rsidR="00183A24" w:rsidRDefault="00183A24" w:rsidP="00120072">
      <w:pPr>
        <w:pStyle w:val="BodyText"/>
      </w:pPr>
    </w:p>
    <w:p w:rsidR="009643E5" w:rsidRDefault="009643E5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Northern Territory</w:t>
      </w:r>
    </w:p>
    <w:p w:rsidR="003423F9" w:rsidRPr="00E01DED" w:rsidRDefault="003423F9" w:rsidP="003423F9">
      <w:pPr>
        <w:pStyle w:val="Heading3"/>
      </w:pPr>
      <w:r w:rsidRPr="00E01DED">
        <w:t xml:space="preserve">The Northern Territory has met </w:t>
      </w:r>
      <w:r w:rsidR="0072601B" w:rsidRPr="00E01DED">
        <w:t>all</w:t>
      </w:r>
      <w:r w:rsidR="008676B1" w:rsidRPr="00E01DED">
        <w:t xml:space="preserve"> four</w:t>
      </w:r>
      <w:r w:rsidRPr="00E01DED">
        <w:t xml:space="preserve"> benchmarks</w:t>
      </w:r>
    </w:p>
    <w:p w:rsidR="008676B1" w:rsidRDefault="008676B1" w:rsidP="008676B1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3423F9" w:rsidRPr="0030307E" w:rsidRDefault="008676B1" w:rsidP="008676B1">
      <w:pPr>
        <w:pStyle w:val="BodyText"/>
      </w:pPr>
      <w:r w:rsidRPr="0030307E">
        <w:t xml:space="preserve">Benchmark 1 was </w:t>
      </w:r>
      <w:r w:rsidRPr="00EB0D82">
        <w:t xml:space="preserve">MET: </w:t>
      </w:r>
      <w:r w:rsidR="003423F9" w:rsidRPr="00EB0D82">
        <w:t>Vaccination rates for Indigenous children were higher than the baseline</w:t>
      </w:r>
      <w:r w:rsidR="00BA0939" w:rsidRPr="00EB0D82">
        <w:t xml:space="preserve"> </w:t>
      </w:r>
      <w:r w:rsidR="00B67542">
        <w:t>for two</w:t>
      </w:r>
      <w:r w:rsidR="003423F9" w:rsidRPr="00EB0D82">
        <w:t xml:space="preserve"> age groups</w:t>
      </w:r>
      <w:r w:rsidR="00B67542">
        <w:t xml:space="preserve"> — lower than the baseline, but above 92.5 per cent, for the 60-63 month age group</w:t>
      </w:r>
      <w:r w:rsidR="0030307E" w:rsidRPr="00EB0D82">
        <w:t xml:space="preserve"> </w:t>
      </w:r>
      <w:r w:rsidR="003423F9" w:rsidRPr="0030307E">
        <w:t>(table 2.2</w:t>
      </w:r>
      <w:r w:rsidR="007774B0" w:rsidRPr="0030307E">
        <w:t>4</w:t>
      </w:r>
      <w:r w:rsidR="003423F9" w:rsidRPr="0030307E">
        <w:t>).</w:t>
      </w:r>
      <w:r w:rsidR="00687F9C" w:rsidRPr="0030307E">
        <w:t xml:space="preserve"> </w:t>
      </w:r>
    </w:p>
    <w:p w:rsidR="003423F9" w:rsidRDefault="003423F9" w:rsidP="003423F9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3423F9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3619D0">
              <w:rPr>
                <w:b w:val="0"/>
                <w:noProof/>
              </w:rPr>
              <w:t>24</w:t>
            </w:r>
            <w:r>
              <w:tab/>
              <w:t>Vaccination coverage rates among Indigenous children in the NT</w:t>
            </w:r>
          </w:p>
          <w:p w:rsidR="003423F9" w:rsidRPr="000D6520" w:rsidRDefault="003423F9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3423F9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Default="003423F9" w:rsidP="003E7197">
                  <w:pPr>
                    <w:pStyle w:val="TableColumnHeading"/>
                    <w:jc w:val="left"/>
                  </w:pPr>
                  <w:r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Default="003423F9" w:rsidP="00E9392E">
                  <w:pPr>
                    <w:pStyle w:val="TableColumnHeading"/>
                  </w:pPr>
                  <w:r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Default="003423F9" w:rsidP="00E9392E">
                  <w:pPr>
                    <w:pStyle w:val="TableColumnHeading"/>
                    <w:ind w:right="156"/>
                  </w:pPr>
                  <w:r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Default="003423F9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>
                    <w:t>Assessment</w:t>
                  </w:r>
                  <w:r w:rsidR="00315C75" w:rsidRPr="00315C75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3423F9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3423F9" w:rsidRDefault="003423F9" w:rsidP="003E7197">
                  <w:pPr>
                    <w:pStyle w:val="TableUnitsRow"/>
                    <w:jc w:val="left"/>
                  </w:pPr>
                  <w:r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3423F9" w:rsidRPr="00EB0D82" w:rsidRDefault="00B67542" w:rsidP="003E7197">
                  <w:pPr>
                    <w:pStyle w:val="TableUnitsRow"/>
                  </w:pPr>
                  <w:r>
                    <w:t>89.4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3423F9" w:rsidRPr="00EB0D82" w:rsidRDefault="00B67542" w:rsidP="00E9392E">
                  <w:pPr>
                    <w:pStyle w:val="TableUnitsRow"/>
                    <w:ind w:right="156"/>
                  </w:pPr>
                  <w:r>
                    <w:t>92.3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3423F9" w:rsidRPr="00EB0D82" w:rsidRDefault="008C3B21" w:rsidP="008C3B21">
                  <w:pPr>
                    <w:pStyle w:val="TableUnitsRow"/>
                    <w:ind w:right="28"/>
                  </w:pPr>
                  <w:r w:rsidRPr="00EB0D8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3423F9" w:rsidRPr="00EB0D82" w:rsidRDefault="008C3B21" w:rsidP="008C3B21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EB0D8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30307E" w:rsidTr="003E7197">
              <w:tc>
                <w:tcPr>
                  <w:tcW w:w="1000" w:type="pct"/>
                </w:tcPr>
                <w:p w:rsidR="0030307E" w:rsidRDefault="0030307E" w:rsidP="003E7197">
                  <w:pPr>
                    <w:pStyle w:val="TableBodyText"/>
                    <w:jc w:val="left"/>
                  </w:pPr>
                  <w:r>
                    <w:t>24–27 months</w:t>
                  </w:r>
                </w:p>
              </w:tc>
              <w:tc>
                <w:tcPr>
                  <w:tcW w:w="1002" w:type="pct"/>
                </w:tcPr>
                <w:p w:rsidR="0030307E" w:rsidRPr="00EB0D82" w:rsidRDefault="00B67542" w:rsidP="003E7197">
                  <w:pPr>
                    <w:pStyle w:val="TableBodyText"/>
                  </w:pPr>
                  <w:r>
                    <w:t>95.6</w:t>
                  </w:r>
                </w:p>
              </w:tc>
              <w:tc>
                <w:tcPr>
                  <w:tcW w:w="1000" w:type="pct"/>
                </w:tcPr>
                <w:p w:rsidR="0030307E" w:rsidRPr="00EB0D82" w:rsidRDefault="00B67542" w:rsidP="008C3B21">
                  <w:pPr>
                    <w:pStyle w:val="TableBodyText"/>
                    <w:ind w:right="156"/>
                  </w:pPr>
                  <w:r>
                    <w:t>96.3</w:t>
                  </w:r>
                </w:p>
              </w:tc>
              <w:tc>
                <w:tcPr>
                  <w:tcW w:w="999" w:type="pct"/>
                </w:tcPr>
                <w:p w:rsidR="0030307E" w:rsidRPr="00EB0D82" w:rsidRDefault="00B67542" w:rsidP="0030307E">
                  <w:pPr>
                    <w:pStyle w:val="TableUnitsRow"/>
                    <w:spacing w:before="0"/>
                    <w:ind w:right="28"/>
                  </w:pPr>
                  <w:r w:rsidRPr="00EB0D82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30307E" w:rsidRPr="00EB0D82" w:rsidRDefault="0030307E" w:rsidP="0030307E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EB0D8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30307E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0307E" w:rsidRDefault="0030307E" w:rsidP="003E7197">
                  <w:pPr>
                    <w:pStyle w:val="TableBodyText"/>
                    <w:jc w:val="left"/>
                  </w:pPr>
                  <w:r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0307E" w:rsidRPr="00EB0D82" w:rsidRDefault="00B67542" w:rsidP="003E7197">
                  <w:pPr>
                    <w:pStyle w:val="TableBodyText"/>
                  </w:pPr>
                  <w:r>
                    <w:t>94.7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30307E" w:rsidRPr="00EB0D82" w:rsidRDefault="00B67542" w:rsidP="00E9392E">
                  <w:pPr>
                    <w:pStyle w:val="TableBodyText"/>
                    <w:ind w:right="156"/>
                  </w:pPr>
                  <w:r>
                    <w:t>94.2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30307E" w:rsidRPr="00EB0D82" w:rsidRDefault="00B67542" w:rsidP="0030307E">
                  <w:pPr>
                    <w:pStyle w:val="TableUnitsRow"/>
                    <w:spacing w:before="0"/>
                    <w:ind w:right="28"/>
                  </w:pPr>
                  <w:r w:rsidRPr="00EB0D82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30307E" w:rsidRPr="00EB0D82" w:rsidRDefault="00B67542" w:rsidP="0030307E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976AB3">
                    <w:rPr>
                      <w:b/>
                      <w:sz w:val="24"/>
                      <w:szCs w:val="24"/>
                    </w:rPr>
                    <w:sym w:font="Wingdings" w:char="F0FB"/>
                  </w:r>
                </w:p>
              </w:tc>
            </w:tr>
          </w:tbl>
          <w:p w:rsidR="003423F9" w:rsidRDefault="003423F9" w:rsidP="003E7197">
            <w:pPr>
              <w:pStyle w:val="Box"/>
            </w:pP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F9" w:rsidRDefault="008676B1" w:rsidP="0030307E">
            <w:pPr>
              <w:pStyle w:val="Note"/>
              <w:rPr>
                <w:i/>
              </w:rPr>
            </w:pPr>
            <w:r>
              <w:rPr>
                <w:rStyle w:val="NoteLabel"/>
              </w:rPr>
              <w:t>a</w:t>
            </w:r>
            <w:r>
              <w:t xml:space="preserve"> The benchmark is met if at least two of the three age groups have coverage rates equal to or higher than the baseline or 92.5 per cent.</w:t>
            </w:r>
            <w:r w:rsidR="008A3485">
              <w:t xml:space="preserve"> </w:t>
            </w:r>
          </w:p>
        </w:tc>
      </w:tr>
      <w:tr w:rsidR="0030307E" w:rsidRPr="0030307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3423F9" w:rsidRPr="0030307E" w:rsidRDefault="003423F9" w:rsidP="003E7197">
            <w:pPr>
              <w:pStyle w:val="Box"/>
              <w:jc w:val="center"/>
              <w:rPr>
                <w:b/>
              </w:rPr>
            </w:pPr>
            <w:r w:rsidRPr="00EB0D82">
              <w:rPr>
                <w:b/>
              </w:rPr>
              <w:t>Benchmark met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Box"/>
              <w:spacing w:before="0" w:line="120" w:lineRule="exact"/>
            </w:pPr>
          </w:p>
        </w:tc>
      </w:tr>
      <w:tr w:rsidR="003423F9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3423F9" w:rsidRPr="00626D32" w:rsidRDefault="003423F9" w:rsidP="003E7197">
            <w:pPr>
              <w:pStyle w:val="BoxSpaceBelow"/>
            </w:pPr>
          </w:p>
        </w:tc>
      </w:tr>
    </w:tbl>
    <w:p w:rsidR="008676B1" w:rsidRDefault="008676B1" w:rsidP="008676B1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3423F9" w:rsidRPr="00E01DED" w:rsidRDefault="008A3485" w:rsidP="008676B1">
      <w:pPr>
        <w:pStyle w:val="BodyText"/>
      </w:pPr>
      <w:r w:rsidRPr="00316298">
        <w:t xml:space="preserve">Benchmark 2 </w:t>
      </w:r>
      <w:r w:rsidRPr="00E01DED">
        <w:t>was MET: the NT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</w:t>
      </w:r>
      <w:r w:rsidR="003423F9" w:rsidRPr="00E01DED">
        <w:t xml:space="preserve">. </w:t>
      </w:r>
    </w:p>
    <w:p w:rsidR="003423F9" w:rsidRPr="00E01DED" w:rsidRDefault="003423F9" w:rsidP="003423F9">
      <w:pPr>
        <w:pStyle w:val="BodyText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A3485" w:rsidRPr="00E01DE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3423F9" w:rsidRPr="00E01DED" w:rsidRDefault="003423F9" w:rsidP="008A3485">
            <w:pPr>
              <w:pStyle w:val="Box"/>
              <w:keepNext w:val="0"/>
              <w:jc w:val="center"/>
              <w:rPr>
                <w:b/>
              </w:rPr>
            </w:pPr>
            <w:r w:rsidRPr="00E01DED">
              <w:rPr>
                <w:b/>
              </w:rPr>
              <w:t xml:space="preserve">Benchmark </w:t>
            </w:r>
            <w:r w:rsidR="008A3485" w:rsidRPr="00E01DED">
              <w:rPr>
                <w:b/>
              </w:rPr>
              <w:t>met</w:t>
            </w:r>
          </w:p>
        </w:tc>
      </w:tr>
    </w:tbl>
    <w:p w:rsidR="008676B1" w:rsidRDefault="008676B1" w:rsidP="003423F9">
      <w:pPr>
        <w:pStyle w:val="Heading4"/>
        <w:rPr>
          <w:b/>
        </w:rPr>
      </w:pPr>
    </w:p>
    <w:p w:rsidR="008676B1" w:rsidRDefault="008676B1" w:rsidP="008676B1">
      <w:pPr>
        <w:pStyle w:val="BodyText"/>
        <w:rPr>
          <w:rFonts w:ascii="Arial" w:hAnsi="Arial"/>
        </w:rPr>
      </w:pPr>
      <w:r>
        <w:br w:type="page"/>
      </w:r>
    </w:p>
    <w:p w:rsidR="008676B1" w:rsidRDefault="008676B1" w:rsidP="003423F9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3423F9" w:rsidRDefault="003423F9" w:rsidP="008676B1">
      <w:pPr>
        <w:pStyle w:val="BodyText"/>
      </w:pPr>
      <w:r>
        <w:t xml:space="preserve">Benchmark 3 </w:t>
      </w:r>
      <w:r w:rsidRPr="00146A97">
        <w:t xml:space="preserve">was MET: The rate of wastage or leakage was lower than the benchmark </w:t>
      </w:r>
      <w:r>
        <w:t>(table 2.2</w:t>
      </w:r>
      <w:r w:rsidR="007774B0">
        <w:t>5</w:t>
      </w:r>
      <w:r>
        <w:t>).</w:t>
      </w:r>
    </w:p>
    <w:p w:rsidR="003423F9" w:rsidRDefault="003423F9" w:rsidP="003423F9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3423F9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0239CB">
              <w:rPr>
                <w:b w:val="0"/>
              </w:rPr>
              <w:t>2.</w:t>
            </w:r>
            <w:r w:rsidR="003619D0">
              <w:rPr>
                <w:b w:val="0"/>
                <w:noProof/>
              </w:rPr>
              <w:t>25</w:t>
            </w:r>
            <w:r>
              <w:tab/>
              <w:t>Vaccines lost to wastage or leakage in the NT</w:t>
            </w:r>
          </w:p>
          <w:p w:rsidR="003423F9" w:rsidRPr="00B96CFC" w:rsidRDefault="003423F9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3423F9" w:rsidRPr="00104F8D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104F8D" w:rsidRDefault="003423F9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104F8D" w:rsidRDefault="003423F9" w:rsidP="00E9392E">
                  <w:pPr>
                    <w:pStyle w:val="TableColumnHeading"/>
                  </w:pPr>
                  <w:r w:rsidRPr="00104F8D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104F8D" w:rsidRDefault="003423F9" w:rsidP="00E9392E">
                  <w:pPr>
                    <w:pStyle w:val="TableColumnHeading"/>
                    <w:ind w:right="156"/>
                  </w:pPr>
                  <w:r w:rsidRPr="00104F8D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Pr="00104F8D" w:rsidRDefault="003423F9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104F8D">
                    <w:t>Assessment</w:t>
                  </w:r>
                  <w:r w:rsidR="008676B1" w:rsidRPr="00104F8D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3423F9" w:rsidRPr="00104F8D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  <w:jc w:val="left"/>
                  </w:pPr>
                  <w:r w:rsidRPr="00104F8D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</w:pPr>
                  <w:r w:rsidRPr="00104F8D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146A97" w:rsidRDefault="0009007A" w:rsidP="00E9392E">
                  <w:pPr>
                    <w:pStyle w:val="TableBodyText"/>
                    <w:spacing w:before="40"/>
                    <w:ind w:right="156"/>
                  </w:pPr>
                  <w:r>
                    <w:t>8.0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3423F9" w:rsidRPr="00146A97" w:rsidRDefault="003423F9" w:rsidP="003E7197">
                  <w:pPr>
                    <w:pStyle w:val="TableBodyText"/>
                    <w:spacing w:before="40"/>
                    <w:ind w:right="28"/>
                  </w:pPr>
                  <w:r w:rsidRPr="00146A97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3423F9" w:rsidRPr="00146A97" w:rsidRDefault="003423F9" w:rsidP="003E7197">
                  <w:pPr>
                    <w:pStyle w:val="TableBodyText"/>
                    <w:spacing w:before="40"/>
                    <w:ind w:right="28"/>
                  </w:pPr>
                  <w:r w:rsidRPr="00146A97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3423F9" w:rsidRPr="00104F8D" w:rsidRDefault="003423F9" w:rsidP="003E7197">
            <w:pPr>
              <w:pStyle w:val="Box"/>
            </w:pP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F9" w:rsidRPr="00104F8D" w:rsidRDefault="008676B1" w:rsidP="003E7197">
            <w:pPr>
              <w:pStyle w:val="Note"/>
              <w:rPr>
                <w:i/>
              </w:rPr>
            </w:pPr>
            <w:r w:rsidRPr="00104F8D">
              <w:rPr>
                <w:rStyle w:val="NoteLabel"/>
              </w:rPr>
              <w:t>a</w:t>
            </w:r>
            <w:r w:rsidRPr="00104F8D">
              <w:t xml:space="preserve"> The benchmark is met if wastage or leakage is less than or equal to 10 per cent.</w:t>
            </w:r>
          </w:p>
        </w:tc>
      </w:tr>
      <w:tr w:rsidR="003423F9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3423F9" w:rsidRPr="00104F8D" w:rsidRDefault="003423F9" w:rsidP="003E7197">
            <w:pPr>
              <w:pStyle w:val="Box"/>
              <w:jc w:val="center"/>
              <w:rPr>
                <w:b/>
              </w:rPr>
            </w:pPr>
            <w:r w:rsidRPr="00146A97">
              <w:rPr>
                <w:b/>
              </w:rPr>
              <w:t>Benchmark met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Box"/>
              <w:spacing w:before="0" w:line="120" w:lineRule="exact"/>
            </w:pPr>
          </w:p>
        </w:tc>
      </w:tr>
      <w:tr w:rsidR="003423F9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3423F9" w:rsidRPr="00626D32" w:rsidRDefault="003423F9" w:rsidP="003E7197">
            <w:pPr>
              <w:pStyle w:val="BoxSpaceBelow"/>
            </w:pPr>
          </w:p>
        </w:tc>
      </w:tr>
    </w:tbl>
    <w:p w:rsidR="008676B1" w:rsidRDefault="008676B1" w:rsidP="008676B1">
      <w:pPr>
        <w:pStyle w:val="Heading4"/>
        <w:ind w:left="1985" w:hanging="1985"/>
      </w:pPr>
      <w:r>
        <w:rPr>
          <w:b/>
        </w:rPr>
        <w:t>Benchmark 4:</w:t>
      </w:r>
      <w:r w:rsidR="00F622A5"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3423F9" w:rsidRDefault="008676B1" w:rsidP="008676B1">
      <w:pPr>
        <w:pStyle w:val="BodyText"/>
      </w:pPr>
      <w:r>
        <w:t xml:space="preserve">Benchmark 4 was </w:t>
      </w:r>
      <w:r w:rsidRPr="00E01DED">
        <w:t xml:space="preserve">MET: </w:t>
      </w:r>
      <w:r w:rsidR="003423F9" w:rsidRPr="00E01DED">
        <w:t>Vaccination rates for four year old children were higher than the baseline (table 2.2</w:t>
      </w:r>
      <w:r w:rsidR="007774B0" w:rsidRPr="00E01DED">
        <w:t>6</w:t>
      </w:r>
      <w:r w:rsidR="003423F9" w:rsidRPr="00E01DED">
        <w:t>).</w:t>
      </w:r>
    </w:p>
    <w:p w:rsidR="003423F9" w:rsidRDefault="003423F9" w:rsidP="003423F9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3423F9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0239CB">
              <w:rPr>
                <w:b w:val="0"/>
              </w:rPr>
              <w:t>2.</w:t>
            </w:r>
            <w:r w:rsidR="003619D0">
              <w:rPr>
                <w:b w:val="0"/>
                <w:noProof/>
              </w:rPr>
              <w:t>26</w:t>
            </w:r>
            <w:r>
              <w:tab/>
              <w:t>Vaccination coverage among four year olds in the NT</w:t>
            </w:r>
          </w:p>
          <w:p w:rsidR="003423F9" w:rsidRPr="00C20975" w:rsidRDefault="003423F9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3423F9" w:rsidRPr="00E01DED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E01DED" w:rsidRDefault="003423F9" w:rsidP="003E7197">
                  <w:pPr>
                    <w:pStyle w:val="TableColumnHeading"/>
                    <w:jc w:val="left"/>
                  </w:pPr>
                  <w:r w:rsidRPr="00E01DED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E01DED" w:rsidRDefault="003423F9" w:rsidP="00E9392E">
                  <w:pPr>
                    <w:pStyle w:val="TableColumnHeading"/>
                  </w:pPr>
                  <w:r w:rsidRPr="00E01DED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Pr="00E01DED" w:rsidRDefault="003423F9" w:rsidP="00E9392E">
                  <w:pPr>
                    <w:pStyle w:val="TableColumnHeading"/>
                    <w:ind w:right="155"/>
                  </w:pPr>
                  <w:r w:rsidRPr="00E01DED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Pr="00E01DED" w:rsidRDefault="003423F9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E01DED">
                    <w:t>Assessment</w:t>
                  </w:r>
                  <w:r w:rsidR="008676B1" w:rsidRPr="00E01DED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3423F9" w:rsidRPr="00E01DED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E01DED" w:rsidRDefault="003423F9" w:rsidP="003E7197">
                  <w:pPr>
                    <w:pStyle w:val="TableBodyText"/>
                    <w:spacing w:before="40"/>
                    <w:jc w:val="left"/>
                  </w:pPr>
                  <w:r w:rsidRPr="00E01DED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E01DED" w:rsidRDefault="0009007A" w:rsidP="004526FE">
                  <w:pPr>
                    <w:pStyle w:val="TableBodyText"/>
                    <w:spacing w:before="40"/>
                  </w:pPr>
                  <w:r>
                    <w:t>91.2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3423F9" w:rsidRPr="00E01DED" w:rsidRDefault="0009007A" w:rsidP="00E01DED">
                  <w:pPr>
                    <w:pStyle w:val="TableBodyText"/>
                    <w:spacing w:before="40"/>
                    <w:ind w:right="155"/>
                  </w:pPr>
                  <w:r>
                    <w:t>92.4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3423F9" w:rsidRPr="00E01DED" w:rsidRDefault="003423F9" w:rsidP="003E7197">
                  <w:pPr>
                    <w:pStyle w:val="TableBodyText"/>
                    <w:spacing w:before="40"/>
                    <w:ind w:right="28"/>
                  </w:pPr>
                  <w:r w:rsidRPr="00E01DE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3423F9" w:rsidRPr="00E01DED" w:rsidRDefault="003423F9" w:rsidP="003E7197">
                  <w:pPr>
                    <w:pStyle w:val="TableBodyText"/>
                    <w:spacing w:before="40"/>
                    <w:ind w:right="28"/>
                  </w:pPr>
                  <w:r w:rsidRPr="00E01DE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3423F9" w:rsidRPr="00E01DED" w:rsidRDefault="003423F9" w:rsidP="003E7197">
            <w:pPr>
              <w:pStyle w:val="Box"/>
            </w:pP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F9" w:rsidRPr="00E01DED" w:rsidRDefault="008676B1" w:rsidP="003E7197">
            <w:pPr>
              <w:pStyle w:val="Note"/>
              <w:rPr>
                <w:i/>
              </w:rPr>
            </w:pPr>
            <w:r w:rsidRPr="00E01DED">
              <w:rPr>
                <w:rStyle w:val="NoteLabel"/>
              </w:rPr>
              <w:t>a</w:t>
            </w:r>
            <w:r w:rsidRPr="00E01DED">
              <w:t xml:space="preserve"> The benchmark is met if the coverage rate is equal to or higher than the baseline or 92.5 per cent.</w:t>
            </w:r>
          </w:p>
        </w:tc>
      </w:tr>
      <w:tr w:rsidR="003423F9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3423F9" w:rsidRPr="00E01DED" w:rsidRDefault="003423F9" w:rsidP="003E7197">
            <w:pPr>
              <w:pStyle w:val="Box"/>
              <w:jc w:val="center"/>
              <w:rPr>
                <w:b/>
              </w:rPr>
            </w:pPr>
            <w:r w:rsidRPr="00E01DED">
              <w:rPr>
                <w:b/>
              </w:rPr>
              <w:t>Benchmark met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Box"/>
              <w:spacing w:before="0" w:line="120" w:lineRule="exact"/>
            </w:pPr>
          </w:p>
        </w:tc>
      </w:tr>
      <w:tr w:rsidR="003423F9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3423F9" w:rsidRPr="00626D32" w:rsidRDefault="003423F9" w:rsidP="003E7197">
            <w:pPr>
              <w:pStyle w:val="BoxSpaceBelow"/>
            </w:pPr>
          </w:p>
        </w:tc>
      </w:tr>
    </w:tbl>
    <w:p w:rsidR="00D434A0" w:rsidRDefault="00D434A0" w:rsidP="00120072">
      <w:pPr>
        <w:pStyle w:val="BodyText"/>
      </w:pPr>
    </w:p>
    <w:sectPr w:rsidR="00D434A0" w:rsidSect="00C742A1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985" w:right="1304" w:bottom="1247" w:left="1814" w:header="1701" w:footer="397" w:gutter="0"/>
      <w:pgNumType w:start="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66A" w:rsidRDefault="0052766A">
      <w:r>
        <w:separator/>
      </w:r>
    </w:p>
  </w:endnote>
  <w:endnote w:type="continuationSeparator" w:id="0">
    <w:p w:rsidR="0052766A" w:rsidRDefault="0052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52766A" w:rsidTr="005F48ED">
      <w:trPr>
        <w:trHeight w:hRule="exact" w:val="567"/>
      </w:trPr>
      <w:tc>
        <w:tcPr>
          <w:tcW w:w="510" w:type="dxa"/>
        </w:tcPr>
        <w:p w:rsidR="0052766A" w:rsidRPr="00A24443" w:rsidRDefault="0052766A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657E38">
            <w:rPr>
              <w:rStyle w:val="PageNumber"/>
              <w:caps w:val="0"/>
              <w:noProof/>
            </w:rPr>
            <w:t>8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52766A" w:rsidRPr="0013739A" w:rsidRDefault="0052766A" w:rsidP="0013739A">
          <w:pPr>
            <w:pStyle w:val="Footer"/>
            <w:rPr>
              <w:rFonts w:cs="Arial"/>
            </w:rPr>
          </w:pPr>
          <w:r>
            <w:rPr>
              <w:rFonts w:cs="Arial"/>
            </w:rPr>
            <w:t>National Partnership agreement on Essential Vaccines</w:t>
          </w:r>
          <w:bookmarkStart w:id="4" w:name="DraftReportEven"/>
          <w:bookmarkEnd w:id="4"/>
        </w:p>
      </w:tc>
      <w:tc>
        <w:tcPr>
          <w:tcW w:w="510" w:type="dxa"/>
        </w:tcPr>
        <w:p w:rsidR="0052766A" w:rsidRDefault="0052766A" w:rsidP="0019293B">
          <w:pPr>
            <w:pStyle w:val="Footer"/>
          </w:pPr>
        </w:p>
      </w:tc>
    </w:tr>
  </w:tbl>
  <w:p w:rsidR="0052766A" w:rsidRDefault="0052766A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52766A" w:rsidTr="005F48ED">
      <w:trPr>
        <w:trHeight w:hRule="exact" w:val="567"/>
      </w:trPr>
      <w:tc>
        <w:tcPr>
          <w:tcW w:w="510" w:type="dxa"/>
        </w:tcPr>
        <w:p w:rsidR="0052766A" w:rsidRDefault="0052766A">
          <w:pPr>
            <w:pStyle w:val="Footer"/>
            <w:ind w:right="360" w:firstLine="360"/>
          </w:pPr>
        </w:p>
      </w:tc>
      <w:tc>
        <w:tcPr>
          <w:tcW w:w="7767" w:type="dxa"/>
        </w:tcPr>
        <w:p w:rsidR="0052766A" w:rsidRPr="00BA5B14" w:rsidRDefault="0052766A" w:rsidP="0013739A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</w:rPr>
            <w:t>Assessment against benchmarks</w:t>
          </w:r>
          <w:bookmarkStart w:id="5" w:name="DraftReportOdd"/>
          <w:bookmarkEnd w:id="5"/>
        </w:p>
      </w:tc>
      <w:tc>
        <w:tcPr>
          <w:tcW w:w="510" w:type="dxa"/>
        </w:tcPr>
        <w:p w:rsidR="0052766A" w:rsidRPr="00A24443" w:rsidRDefault="0052766A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657E38">
            <w:rPr>
              <w:rStyle w:val="PageNumber"/>
              <w:caps w:val="0"/>
              <w:noProof/>
            </w:rPr>
            <w:t>7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52766A" w:rsidRDefault="0052766A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66A" w:rsidRDefault="0052766A">
      <w:r>
        <w:separator/>
      </w:r>
    </w:p>
  </w:footnote>
  <w:footnote w:type="continuationSeparator" w:id="0">
    <w:p w:rsidR="0052766A" w:rsidRDefault="00527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52766A">
      <w:tc>
        <w:tcPr>
          <w:tcW w:w="2155" w:type="dxa"/>
          <w:tcBorders>
            <w:top w:val="single" w:sz="24" w:space="0" w:color="auto"/>
          </w:tcBorders>
        </w:tcPr>
        <w:p w:rsidR="0052766A" w:rsidRDefault="0052766A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52766A" w:rsidRDefault="0052766A" w:rsidP="00D534E9">
          <w:pPr>
            <w:pStyle w:val="HeaderEven"/>
          </w:pPr>
        </w:p>
      </w:tc>
    </w:tr>
  </w:tbl>
  <w:p w:rsidR="0052766A" w:rsidRDefault="0052766A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52766A">
      <w:tc>
        <w:tcPr>
          <w:tcW w:w="6634" w:type="dxa"/>
          <w:tcBorders>
            <w:top w:val="single" w:sz="6" w:space="0" w:color="auto"/>
          </w:tcBorders>
        </w:tcPr>
        <w:p w:rsidR="0052766A" w:rsidRDefault="0052766A" w:rsidP="00D534E9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52766A" w:rsidRDefault="0052766A" w:rsidP="00E669E2">
          <w:pPr>
            <w:pStyle w:val="HeaderOdd"/>
          </w:pPr>
        </w:p>
      </w:tc>
    </w:tr>
  </w:tbl>
  <w:p w:rsidR="0052766A" w:rsidRDefault="0052766A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 w15:restartNumberingAfterBreak="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 w15:restartNumberingAfterBreak="0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 w15:restartNumberingAfterBreak="0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 w15:restartNumberingAfterBreak="0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 w15:restartNumberingAfterBreak="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 w15:restartNumberingAfterBreak="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 w15:restartNumberingAfterBreak="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Assessment against benchmarks"/>
    <w:docVar w:name="ShortReportTitle" w:val="NP on Essential Vaccines"/>
  </w:docVars>
  <w:rsids>
    <w:rsidRoot w:val="005D01B3"/>
    <w:rsid w:val="000121E9"/>
    <w:rsid w:val="000227D5"/>
    <w:rsid w:val="000239CB"/>
    <w:rsid w:val="000245AA"/>
    <w:rsid w:val="00030EA2"/>
    <w:rsid w:val="00030F71"/>
    <w:rsid w:val="0003664B"/>
    <w:rsid w:val="0004111F"/>
    <w:rsid w:val="00050AAD"/>
    <w:rsid w:val="00053135"/>
    <w:rsid w:val="00055077"/>
    <w:rsid w:val="000565B3"/>
    <w:rsid w:val="0007150B"/>
    <w:rsid w:val="00072225"/>
    <w:rsid w:val="0009007A"/>
    <w:rsid w:val="000938F5"/>
    <w:rsid w:val="00095663"/>
    <w:rsid w:val="00096E55"/>
    <w:rsid w:val="0009783E"/>
    <w:rsid w:val="00097EDF"/>
    <w:rsid w:val="000A0B38"/>
    <w:rsid w:val="000A733D"/>
    <w:rsid w:val="000B1022"/>
    <w:rsid w:val="000B601B"/>
    <w:rsid w:val="000C207E"/>
    <w:rsid w:val="000D0F83"/>
    <w:rsid w:val="000D2532"/>
    <w:rsid w:val="000D41E9"/>
    <w:rsid w:val="000D6520"/>
    <w:rsid w:val="000D6780"/>
    <w:rsid w:val="000F0035"/>
    <w:rsid w:val="000F04E7"/>
    <w:rsid w:val="000F060A"/>
    <w:rsid w:val="000F420B"/>
    <w:rsid w:val="000F4CB5"/>
    <w:rsid w:val="00104F8D"/>
    <w:rsid w:val="00110116"/>
    <w:rsid w:val="00120072"/>
    <w:rsid w:val="0012577A"/>
    <w:rsid w:val="00126EB8"/>
    <w:rsid w:val="001274D4"/>
    <w:rsid w:val="001363AA"/>
    <w:rsid w:val="0013739A"/>
    <w:rsid w:val="00142165"/>
    <w:rsid w:val="00146A97"/>
    <w:rsid w:val="00156400"/>
    <w:rsid w:val="00162434"/>
    <w:rsid w:val="00183A18"/>
    <w:rsid w:val="00183A24"/>
    <w:rsid w:val="00183E82"/>
    <w:rsid w:val="001860CD"/>
    <w:rsid w:val="001878BB"/>
    <w:rsid w:val="00191AE0"/>
    <w:rsid w:val="0019293B"/>
    <w:rsid w:val="0019426B"/>
    <w:rsid w:val="00195F89"/>
    <w:rsid w:val="001A1ADE"/>
    <w:rsid w:val="001A6A4B"/>
    <w:rsid w:val="001B28B9"/>
    <w:rsid w:val="001C0865"/>
    <w:rsid w:val="001C0AED"/>
    <w:rsid w:val="001C3ABA"/>
    <w:rsid w:val="001C5111"/>
    <w:rsid w:val="001D4E44"/>
    <w:rsid w:val="001E2511"/>
    <w:rsid w:val="001E7BE8"/>
    <w:rsid w:val="001F0248"/>
    <w:rsid w:val="001F3EB3"/>
    <w:rsid w:val="001F4F86"/>
    <w:rsid w:val="001F6E8F"/>
    <w:rsid w:val="00202C2C"/>
    <w:rsid w:val="00203050"/>
    <w:rsid w:val="00206D82"/>
    <w:rsid w:val="002135AB"/>
    <w:rsid w:val="002144BE"/>
    <w:rsid w:val="00242279"/>
    <w:rsid w:val="00243997"/>
    <w:rsid w:val="0024516C"/>
    <w:rsid w:val="00245C82"/>
    <w:rsid w:val="002655DB"/>
    <w:rsid w:val="002724BA"/>
    <w:rsid w:val="00291B40"/>
    <w:rsid w:val="00294D52"/>
    <w:rsid w:val="002B4008"/>
    <w:rsid w:val="002C439F"/>
    <w:rsid w:val="002D0C42"/>
    <w:rsid w:val="002D0E8E"/>
    <w:rsid w:val="002D7391"/>
    <w:rsid w:val="002E61F2"/>
    <w:rsid w:val="00301189"/>
    <w:rsid w:val="00301E4A"/>
    <w:rsid w:val="00301F28"/>
    <w:rsid w:val="0030307E"/>
    <w:rsid w:val="00315C75"/>
    <w:rsid w:val="00316298"/>
    <w:rsid w:val="003168B8"/>
    <w:rsid w:val="003179EF"/>
    <w:rsid w:val="00322D64"/>
    <w:rsid w:val="00323E09"/>
    <w:rsid w:val="00333932"/>
    <w:rsid w:val="00340CC5"/>
    <w:rsid w:val="003423F9"/>
    <w:rsid w:val="003478DF"/>
    <w:rsid w:val="003518AA"/>
    <w:rsid w:val="00352165"/>
    <w:rsid w:val="00353182"/>
    <w:rsid w:val="003565D9"/>
    <w:rsid w:val="003602E1"/>
    <w:rsid w:val="003617E6"/>
    <w:rsid w:val="003619D0"/>
    <w:rsid w:val="0037026F"/>
    <w:rsid w:val="00371240"/>
    <w:rsid w:val="00374731"/>
    <w:rsid w:val="00375666"/>
    <w:rsid w:val="00376E59"/>
    <w:rsid w:val="00377EC1"/>
    <w:rsid w:val="00380340"/>
    <w:rsid w:val="003919F9"/>
    <w:rsid w:val="003920CF"/>
    <w:rsid w:val="003B23C2"/>
    <w:rsid w:val="003B4D10"/>
    <w:rsid w:val="003B63DB"/>
    <w:rsid w:val="003B7DDD"/>
    <w:rsid w:val="003C38B5"/>
    <w:rsid w:val="003C51F0"/>
    <w:rsid w:val="003C5D99"/>
    <w:rsid w:val="003C65B6"/>
    <w:rsid w:val="003D1087"/>
    <w:rsid w:val="003D1F99"/>
    <w:rsid w:val="003E2F59"/>
    <w:rsid w:val="003E7197"/>
    <w:rsid w:val="003E746B"/>
    <w:rsid w:val="003F0789"/>
    <w:rsid w:val="00401882"/>
    <w:rsid w:val="004100C8"/>
    <w:rsid w:val="00411DBD"/>
    <w:rsid w:val="0041256C"/>
    <w:rsid w:val="00412ACE"/>
    <w:rsid w:val="004145D2"/>
    <w:rsid w:val="00421295"/>
    <w:rsid w:val="00426CB4"/>
    <w:rsid w:val="00431249"/>
    <w:rsid w:val="00434C19"/>
    <w:rsid w:val="00450810"/>
    <w:rsid w:val="004526FE"/>
    <w:rsid w:val="004613B3"/>
    <w:rsid w:val="00462C59"/>
    <w:rsid w:val="00464E16"/>
    <w:rsid w:val="0046513E"/>
    <w:rsid w:val="00470737"/>
    <w:rsid w:val="00477144"/>
    <w:rsid w:val="00491380"/>
    <w:rsid w:val="0049459F"/>
    <w:rsid w:val="00494F2A"/>
    <w:rsid w:val="004951E1"/>
    <w:rsid w:val="004A38DD"/>
    <w:rsid w:val="004B35BD"/>
    <w:rsid w:val="004B43AE"/>
    <w:rsid w:val="004C30ED"/>
    <w:rsid w:val="004C5508"/>
    <w:rsid w:val="004C71DB"/>
    <w:rsid w:val="004D5675"/>
    <w:rsid w:val="004E0CCE"/>
    <w:rsid w:val="004E2DA8"/>
    <w:rsid w:val="004E4525"/>
    <w:rsid w:val="004E5AB4"/>
    <w:rsid w:val="00503AF8"/>
    <w:rsid w:val="0050597E"/>
    <w:rsid w:val="00507940"/>
    <w:rsid w:val="0051096C"/>
    <w:rsid w:val="00517795"/>
    <w:rsid w:val="00523639"/>
    <w:rsid w:val="0052751F"/>
    <w:rsid w:val="0052766A"/>
    <w:rsid w:val="00531FE5"/>
    <w:rsid w:val="00532042"/>
    <w:rsid w:val="005402FA"/>
    <w:rsid w:val="005470EB"/>
    <w:rsid w:val="00553F43"/>
    <w:rsid w:val="0055696A"/>
    <w:rsid w:val="005608B2"/>
    <w:rsid w:val="005729BD"/>
    <w:rsid w:val="005778B3"/>
    <w:rsid w:val="00580154"/>
    <w:rsid w:val="005828DD"/>
    <w:rsid w:val="00583C39"/>
    <w:rsid w:val="00586A90"/>
    <w:rsid w:val="00587F28"/>
    <w:rsid w:val="005909CF"/>
    <w:rsid w:val="00591E71"/>
    <w:rsid w:val="005A0D41"/>
    <w:rsid w:val="005C4C28"/>
    <w:rsid w:val="005D01B3"/>
    <w:rsid w:val="005D329F"/>
    <w:rsid w:val="005F48ED"/>
    <w:rsid w:val="00606E78"/>
    <w:rsid w:val="00607BF1"/>
    <w:rsid w:val="00630D4D"/>
    <w:rsid w:val="00632A74"/>
    <w:rsid w:val="00634568"/>
    <w:rsid w:val="00654D42"/>
    <w:rsid w:val="00657E38"/>
    <w:rsid w:val="00660552"/>
    <w:rsid w:val="00665410"/>
    <w:rsid w:val="00666E02"/>
    <w:rsid w:val="00687F9C"/>
    <w:rsid w:val="006A4655"/>
    <w:rsid w:val="006B2B3C"/>
    <w:rsid w:val="006C1D81"/>
    <w:rsid w:val="006C3A9D"/>
    <w:rsid w:val="006C7038"/>
    <w:rsid w:val="006D7415"/>
    <w:rsid w:val="006E1EE8"/>
    <w:rsid w:val="006E3D4A"/>
    <w:rsid w:val="006E73EF"/>
    <w:rsid w:val="006F3C8A"/>
    <w:rsid w:val="007079C9"/>
    <w:rsid w:val="00713937"/>
    <w:rsid w:val="00714D4D"/>
    <w:rsid w:val="00720E96"/>
    <w:rsid w:val="0072601B"/>
    <w:rsid w:val="007266D3"/>
    <w:rsid w:val="00732029"/>
    <w:rsid w:val="007373AD"/>
    <w:rsid w:val="00743F6E"/>
    <w:rsid w:val="007443FA"/>
    <w:rsid w:val="007453E0"/>
    <w:rsid w:val="007463DF"/>
    <w:rsid w:val="007604BB"/>
    <w:rsid w:val="00772909"/>
    <w:rsid w:val="007774B0"/>
    <w:rsid w:val="00785232"/>
    <w:rsid w:val="007959E6"/>
    <w:rsid w:val="0079701E"/>
    <w:rsid w:val="007A21EB"/>
    <w:rsid w:val="007A6D55"/>
    <w:rsid w:val="007B04B6"/>
    <w:rsid w:val="007B1A93"/>
    <w:rsid w:val="007B4983"/>
    <w:rsid w:val="007B66E3"/>
    <w:rsid w:val="007C36C9"/>
    <w:rsid w:val="007D6401"/>
    <w:rsid w:val="007E01E4"/>
    <w:rsid w:val="007E49AD"/>
    <w:rsid w:val="007E6D4D"/>
    <w:rsid w:val="007E76FA"/>
    <w:rsid w:val="007E7A12"/>
    <w:rsid w:val="007F21BA"/>
    <w:rsid w:val="007F7107"/>
    <w:rsid w:val="00800D4C"/>
    <w:rsid w:val="0081030F"/>
    <w:rsid w:val="00812F4A"/>
    <w:rsid w:val="0082087D"/>
    <w:rsid w:val="00826898"/>
    <w:rsid w:val="00835771"/>
    <w:rsid w:val="00842933"/>
    <w:rsid w:val="008453DA"/>
    <w:rsid w:val="0086082C"/>
    <w:rsid w:val="00864ADC"/>
    <w:rsid w:val="008676B1"/>
    <w:rsid w:val="00874CA0"/>
    <w:rsid w:val="00880153"/>
    <w:rsid w:val="00880F97"/>
    <w:rsid w:val="0088133A"/>
    <w:rsid w:val="008831FB"/>
    <w:rsid w:val="0089285E"/>
    <w:rsid w:val="0089436C"/>
    <w:rsid w:val="00894B61"/>
    <w:rsid w:val="008A3485"/>
    <w:rsid w:val="008B2AAB"/>
    <w:rsid w:val="008C02B7"/>
    <w:rsid w:val="008C3B21"/>
    <w:rsid w:val="008D365C"/>
    <w:rsid w:val="008D7622"/>
    <w:rsid w:val="008F718C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45399"/>
    <w:rsid w:val="0095323B"/>
    <w:rsid w:val="00956A0C"/>
    <w:rsid w:val="00956BD9"/>
    <w:rsid w:val="00957C83"/>
    <w:rsid w:val="00962489"/>
    <w:rsid w:val="009643E5"/>
    <w:rsid w:val="00965A13"/>
    <w:rsid w:val="00967CD3"/>
    <w:rsid w:val="00974395"/>
    <w:rsid w:val="00976AB3"/>
    <w:rsid w:val="00990C2C"/>
    <w:rsid w:val="009A31D7"/>
    <w:rsid w:val="009A5171"/>
    <w:rsid w:val="009B4EFD"/>
    <w:rsid w:val="009C61BB"/>
    <w:rsid w:val="009D3040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1A67"/>
    <w:rsid w:val="00A451DC"/>
    <w:rsid w:val="00A554AB"/>
    <w:rsid w:val="00A57062"/>
    <w:rsid w:val="00A61578"/>
    <w:rsid w:val="00A64C23"/>
    <w:rsid w:val="00A6665A"/>
    <w:rsid w:val="00A67781"/>
    <w:rsid w:val="00A761F9"/>
    <w:rsid w:val="00A80CCC"/>
    <w:rsid w:val="00A92B53"/>
    <w:rsid w:val="00A9418A"/>
    <w:rsid w:val="00A94FA6"/>
    <w:rsid w:val="00AA2ABF"/>
    <w:rsid w:val="00AA49A0"/>
    <w:rsid w:val="00AA6710"/>
    <w:rsid w:val="00AB0681"/>
    <w:rsid w:val="00AC3A15"/>
    <w:rsid w:val="00AD1252"/>
    <w:rsid w:val="00AD38D9"/>
    <w:rsid w:val="00AD520B"/>
    <w:rsid w:val="00AD6E23"/>
    <w:rsid w:val="00AE3BCC"/>
    <w:rsid w:val="00AF39C2"/>
    <w:rsid w:val="00B17BDB"/>
    <w:rsid w:val="00B425C3"/>
    <w:rsid w:val="00B440AD"/>
    <w:rsid w:val="00B479BB"/>
    <w:rsid w:val="00B53E7E"/>
    <w:rsid w:val="00B54805"/>
    <w:rsid w:val="00B552DD"/>
    <w:rsid w:val="00B56164"/>
    <w:rsid w:val="00B564DE"/>
    <w:rsid w:val="00B56616"/>
    <w:rsid w:val="00B629AE"/>
    <w:rsid w:val="00B6342E"/>
    <w:rsid w:val="00B63DB3"/>
    <w:rsid w:val="00B67542"/>
    <w:rsid w:val="00B7113F"/>
    <w:rsid w:val="00B72193"/>
    <w:rsid w:val="00B958AA"/>
    <w:rsid w:val="00B96CFC"/>
    <w:rsid w:val="00BA0939"/>
    <w:rsid w:val="00BA2BCF"/>
    <w:rsid w:val="00BA333D"/>
    <w:rsid w:val="00BA4E91"/>
    <w:rsid w:val="00BA5B14"/>
    <w:rsid w:val="00BA73B6"/>
    <w:rsid w:val="00BA7E27"/>
    <w:rsid w:val="00BB1D29"/>
    <w:rsid w:val="00BB2603"/>
    <w:rsid w:val="00BB4FCD"/>
    <w:rsid w:val="00BC04E9"/>
    <w:rsid w:val="00BD13EA"/>
    <w:rsid w:val="00BE3808"/>
    <w:rsid w:val="00C03B88"/>
    <w:rsid w:val="00C062E9"/>
    <w:rsid w:val="00C07B64"/>
    <w:rsid w:val="00C1296F"/>
    <w:rsid w:val="00C13721"/>
    <w:rsid w:val="00C14FE4"/>
    <w:rsid w:val="00C20975"/>
    <w:rsid w:val="00C3066D"/>
    <w:rsid w:val="00C52416"/>
    <w:rsid w:val="00C543F4"/>
    <w:rsid w:val="00C54BC1"/>
    <w:rsid w:val="00C6291C"/>
    <w:rsid w:val="00C633CB"/>
    <w:rsid w:val="00C664CD"/>
    <w:rsid w:val="00C736B7"/>
    <w:rsid w:val="00C742A1"/>
    <w:rsid w:val="00C81D4A"/>
    <w:rsid w:val="00C84778"/>
    <w:rsid w:val="00C8762C"/>
    <w:rsid w:val="00CA00F9"/>
    <w:rsid w:val="00CA2961"/>
    <w:rsid w:val="00CB50D7"/>
    <w:rsid w:val="00CB7177"/>
    <w:rsid w:val="00CB7CED"/>
    <w:rsid w:val="00CC070F"/>
    <w:rsid w:val="00CC0A62"/>
    <w:rsid w:val="00CC1998"/>
    <w:rsid w:val="00CC4946"/>
    <w:rsid w:val="00CC64A1"/>
    <w:rsid w:val="00CC78F4"/>
    <w:rsid w:val="00CD6C89"/>
    <w:rsid w:val="00CF3B11"/>
    <w:rsid w:val="00D05C59"/>
    <w:rsid w:val="00D14789"/>
    <w:rsid w:val="00D270A4"/>
    <w:rsid w:val="00D31FE9"/>
    <w:rsid w:val="00D34E1B"/>
    <w:rsid w:val="00D376BA"/>
    <w:rsid w:val="00D434A0"/>
    <w:rsid w:val="00D45634"/>
    <w:rsid w:val="00D534E9"/>
    <w:rsid w:val="00D5568A"/>
    <w:rsid w:val="00D63D73"/>
    <w:rsid w:val="00D64452"/>
    <w:rsid w:val="00D66E1E"/>
    <w:rsid w:val="00D70696"/>
    <w:rsid w:val="00D71839"/>
    <w:rsid w:val="00D75722"/>
    <w:rsid w:val="00D805B5"/>
    <w:rsid w:val="00D80CF5"/>
    <w:rsid w:val="00DA5BBA"/>
    <w:rsid w:val="00DB26D2"/>
    <w:rsid w:val="00DB67C9"/>
    <w:rsid w:val="00DC0C95"/>
    <w:rsid w:val="00DC128E"/>
    <w:rsid w:val="00DC4F0B"/>
    <w:rsid w:val="00DD4D30"/>
    <w:rsid w:val="00DD6580"/>
    <w:rsid w:val="00DE2B48"/>
    <w:rsid w:val="00E01D7F"/>
    <w:rsid w:val="00E01DED"/>
    <w:rsid w:val="00E05C03"/>
    <w:rsid w:val="00E106B5"/>
    <w:rsid w:val="00E17C72"/>
    <w:rsid w:val="00E17FA7"/>
    <w:rsid w:val="00E21FC6"/>
    <w:rsid w:val="00E25CF1"/>
    <w:rsid w:val="00E35BA1"/>
    <w:rsid w:val="00E431A9"/>
    <w:rsid w:val="00E669E2"/>
    <w:rsid w:val="00E75C05"/>
    <w:rsid w:val="00E76135"/>
    <w:rsid w:val="00E82F4F"/>
    <w:rsid w:val="00E864DF"/>
    <w:rsid w:val="00E875D5"/>
    <w:rsid w:val="00E9228A"/>
    <w:rsid w:val="00E9392E"/>
    <w:rsid w:val="00EB0D82"/>
    <w:rsid w:val="00EB2CC3"/>
    <w:rsid w:val="00EC2844"/>
    <w:rsid w:val="00EC5500"/>
    <w:rsid w:val="00ED18F8"/>
    <w:rsid w:val="00EE0660"/>
    <w:rsid w:val="00EE16D6"/>
    <w:rsid w:val="00EE2084"/>
    <w:rsid w:val="00EE6387"/>
    <w:rsid w:val="00EE6EDA"/>
    <w:rsid w:val="00EE778E"/>
    <w:rsid w:val="00EF6719"/>
    <w:rsid w:val="00EF6C6C"/>
    <w:rsid w:val="00F03276"/>
    <w:rsid w:val="00F056FC"/>
    <w:rsid w:val="00F0632F"/>
    <w:rsid w:val="00F069AE"/>
    <w:rsid w:val="00F10476"/>
    <w:rsid w:val="00F135D8"/>
    <w:rsid w:val="00F15678"/>
    <w:rsid w:val="00F31299"/>
    <w:rsid w:val="00F3534A"/>
    <w:rsid w:val="00F35BFB"/>
    <w:rsid w:val="00F36ACC"/>
    <w:rsid w:val="00F51609"/>
    <w:rsid w:val="00F55C25"/>
    <w:rsid w:val="00F622A5"/>
    <w:rsid w:val="00F73727"/>
    <w:rsid w:val="00F766A7"/>
    <w:rsid w:val="00F81006"/>
    <w:rsid w:val="00F822AC"/>
    <w:rsid w:val="00F849DA"/>
    <w:rsid w:val="00F85325"/>
    <w:rsid w:val="00FA11E6"/>
    <w:rsid w:val="00FC0A91"/>
    <w:rsid w:val="00FD22B1"/>
    <w:rsid w:val="00FD33F1"/>
    <w:rsid w:val="00FD3566"/>
    <w:rsid w:val="00FD5F18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."/>
  <w:listSeparator w:val=","/>
  <w15:docId w15:val="{BEFF1636-7A00-47A4-A83A-EAF50DF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si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3F11-7186-415C-AB64-E8A5F2709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3</TotalTime>
  <Pages>17</Pages>
  <Words>3043</Words>
  <Characters>14973</Characters>
  <Application>Microsoft Office Word</Application>
  <DocSecurity>0</DocSecurity>
  <Lines>748</Lines>
  <Paragraphs>581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Assessment against benchmarks - National Partnership Agreement on Essential Vaccines</vt:lpstr>
    </vt:vector>
  </TitlesOfParts>
  <Company>Productivity Commission</Company>
  <LinksUpToDate>false</LinksUpToDate>
  <CharactersWithSpaces>17435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Assessment against benchmarks - National Partnership Agreement on Essential Vaccines</dc:title>
  <dc:creator>Productivity Commission</dc:creator>
  <cp:lastModifiedBy>Frech, Tanya</cp:lastModifiedBy>
  <cp:revision>6</cp:revision>
  <cp:lastPrinted>2017-05-19T06:24:00Z</cp:lastPrinted>
  <dcterms:created xsi:type="dcterms:W3CDTF">2017-05-24T23:24:00Z</dcterms:created>
  <dcterms:modified xsi:type="dcterms:W3CDTF">2017-07-05T22:41:00Z</dcterms:modified>
</cp:coreProperties>
</file>